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2" w:type="dxa"/>
        <w:tblCellMar>
          <w:left w:w="0" w:type="dxa"/>
          <w:right w:w="0" w:type="dxa"/>
        </w:tblCellMar>
        <w:tblLook w:val="0620" w:firstRow="1" w:lastRow="0" w:firstColumn="0" w:lastColumn="0" w:noHBand="1" w:noVBand="1"/>
      </w:tblPr>
      <w:tblGrid>
        <w:gridCol w:w="6520"/>
        <w:gridCol w:w="3402"/>
      </w:tblGrid>
      <w:tr w:rsidR="00447719" w14:paraId="148F60D5" w14:textId="77777777" w:rsidTr="00D946E8">
        <w:trPr>
          <w:trHeight w:hRule="exact" w:val="1191"/>
        </w:trPr>
        <w:tc>
          <w:tcPr>
            <w:tcW w:w="6520" w:type="dxa"/>
            <w:tcMar>
              <w:right w:w="567" w:type="dxa"/>
            </w:tcMar>
          </w:tcPr>
          <w:p w14:paraId="4641D972" w14:textId="77777777" w:rsidR="00447719" w:rsidRDefault="00447719" w:rsidP="0002094E">
            <w:pPr>
              <w:pStyle w:val="Template-Dokumenttype"/>
            </w:pPr>
            <w:bookmarkStart w:id="0" w:name="Dokumenttype" w:colFirst="0" w:colLast="0"/>
          </w:p>
        </w:tc>
        <w:tc>
          <w:tcPr>
            <w:tcW w:w="3402" w:type="dxa"/>
          </w:tcPr>
          <w:p w14:paraId="673FC5AD" w14:textId="77777777" w:rsidR="00447719" w:rsidRDefault="00447719" w:rsidP="0002094E">
            <w:pPr>
              <w:pStyle w:val="Template-Dokumenttype"/>
              <w:rPr>
                <w:noProof/>
                <w:lang w:eastAsia="da-DK"/>
              </w:rPr>
            </w:pPr>
          </w:p>
        </w:tc>
      </w:tr>
      <w:tr w:rsidR="00680C90" w14:paraId="74D14586" w14:textId="77777777" w:rsidTr="00D946E8">
        <w:trPr>
          <w:trHeight w:hRule="exact" w:val="1417"/>
        </w:trPr>
        <w:tc>
          <w:tcPr>
            <w:tcW w:w="6520" w:type="dxa"/>
            <w:tcMar>
              <w:bottom w:w="567" w:type="dxa"/>
              <w:right w:w="567" w:type="dxa"/>
            </w:tcMar>
          </w:tcPr>
          <w:p w14:paraId="5B827CD5" w14:textId="0C815070" w:rsidR="00680C90" w:rsidRPr="00A519EC" w:rsidRDefault="00517B5D" w:rsidP="00680C90">
            <w:pPr>
              <w:pStyle w:val="Normaludenluft"/>
            </w:pPr>
            <w:bookmarkStart w:id="1" w:name="Dokumentdato" w:colFirst="1" w:colLast="1"/>
            <w:bookmarkStart w:id="2" w:name="Brevmodtager" w:colFirst="0" w:colLast="0"/>
            <w:bookmarkEnd w:id="0"/>
            <w:r>
              <w:t>Til høringsparterne på vedlagte høringsliste</w:t>
            </w:r>
          </w:p>
        </w:tc>
        <w:tc>
          <w:tcPr>
            <w:tcW w:w="3402" w:type="dxa"/>
          </w:tcPr>
          <w:p w14:paraId="37FBCCB9" w14:textId="69864490" w:rsidR="00BC333A" w:rsidRDefault="007B2E77" w:rsidP="00680C90">
            <w:pPr>
              <w:pStyle w:val="Template-Adresse"/>
            </w:pPr>
            <w:r>
              <w:t>17. februar 2026</w:t>
            </w:r>
          </w:p>
          <w:p w14:paraId="51E9AAC6" w14:textId="04F305E6" w:rsidR="00BD0EE0" w:rsidRDefault="00517B5D" w:rsidP="00680C90">
            <w:pPr>
              <w:pStyle w:val="Template-Adresse"/>
            </w:pPr>
            <w:r>
              <w:t>2025-248</w:t>
            </w:r>
          </w:p>
          <w:p w14:paraId="0C495868" w14:textId="77777777" w:rsidR="00680C90" w:rsidRDefault="00680C90" w:rsidP="00680C90">
            <w:pPr>
              <w:pStyle w:val="Template-Adresse"/>
            </w:pPr>
          </w:p>
        </w:tc>
      </w:tr>
    </w:tbl>
    <w:p w14:paraId="6A23796D" w14:textId="5A0B5308" w:rsidR="00447021" w:rsidRDefault="00447021" w:rsidP="00447021">
      <w:pPr>
        <w:pStyle w:val="Overskrift1"/>
        <w:rPr>
          <w:rFonts w:asciiTheme="minorHAnsi" w:hAnsiTheme="minorHAnsi"/>
          <w:sz w:val="21"/>
          <w:szCs w:val="21"/>
        </w:rPr>
      </w:pPr>
      <w:bookmarkStart w:id="3" w:name="Overskrift1"/>
      <w:bookmarkEnd w:id="1"/>
      <w:bookmarkEnd w:id="2"/>
      <w:r>
        <w:rPr>
          <w:rFonts w:asciiTheme="minorHAnsi" w:hAnsiTheme="minorHAnsi"/>
          <w:sz w:val="21"/>
          <w:szCs w:val="21"/>
        </w:rPr>
        <w:t xml:space="preserve">Høring over udkast til bekendtgørelse om </w:t>
      </w:r>
      <w:r w:rsidR="00517B5D">
        <w:rPr>
          <w:rFonts w:asciiTheme="minorHAnsi" w:hAnsiTheme="minorHAnsi"/>
          <w:sz w:val="21"/>
          <w:szCs w:val="21"/>
        </w:rPr>
        <w:t xml:space="preserve">gravearbejder i offentlige vejarealer og private </w:t>
      </w:r>
      <w:proofErr w:type="spellStart"/>
      <w:r w:rsidR="00517B5D">
        <w:rPr>
          <w:rFonts w:asciiTheme="minorHAnsi" w:hAnsiTheme="minorHAnsi"/>
          <w:sz w:val="21"/>
          <w:szCs w:val="21"/>
        </w:rPr>
        <w:t>fællesveje</w:t>
      </w:r>
      <w:proofErr w:type="spellEnd"/>
      <w:r w:rsidR="00517B5D">
        <w:rPr>
          <w:rFonts w:asciiTheme="minorHAnsi" w:hAnsiTheme="minorHAnsi"/>
          <w:sz w:val="21"/>
          <w:szCs w:val="21"/>
        </w:rPr>
        <w:t xml:space="preserve"> på landet samt i byer og bymæssige områder</w:t>
      </w:r>
    </w:p>
    <w:p w14:paraId="6DF62BA1" w14:textId="56FE9638" w:rsidR="00447021" w:rsidRDefault="00447021" w:rsidP="00447021">
      <w:r>
        <w:t xml:space="preserve">Transportministeriet sender hermed udkast til bekendtgørelse om </w:t>
      </w:r>
      <w:r w:rsidR="00517B5D">
        <w:t xml:space="preserve">gravearbejder i offentlige vejarealer og private </w:t>
      </w:r>
      <w:proofErr w:type="spellStart"/>
      <w:r w:rsidR="00517B5D">
        <w:t>fællesveje</w:t>
      </w:r>
      <w:proofErr w:type="spellEnd"/>
      <w:r w:rsidR="00517B5D">
        <w:t xml:space="preserve"> på landet samt i byer og bymæssige områder</w:t>
      </w:r>
      <w:r>
        <w:t xml:space="preserve"> i høring.</w:t>
      </w:r>
    </w:p>
    <w:p w14:paraId="4D6744FE" w14:textId="50AB01BD" w:rsidR="00447021" w:rsidRDefault="00447021" w:rsidP="00EB6FE4">
      <w:pPr>
        <w:rPr>
          <w:color w:val="FF0000"/>
        </w:rPr>
      </w:pPr>
      <w:r>
        <w:rPr>
          <w:color w:val="auto"/>
        </w:rPr>
        <w:t>Bekendtgørelsen fastsætter</w:t>
      </w:r>
      <w:r w:rsidR="00517B5D">
        <w:rPr>
          <w:color w:val="auto"/>
        </w:rPr>
        <w:t xml:space="preserve"> de nærmere regler for gravetilladelser i offentlige veje og private </w:t>
      </w:r>
      <w:proofErr w:type="spellStart"/>
      <w:r w:rsidR="00517B5D">
        <w:rPr>
          <w:color w:val="auto"/>
        </w:rPr>
        <w:t>fællesveje</w:t>
      </w:r>
      <w:proofErr w:type="spellEnd"/>
      <w:r w:rsidR="00517B5D">
        <w:rPr>
          <w:color w:val="auto"/>
        </w:rPr>
        <w:t xml:space="preserve"> i byerne. Bekendtgørelsen vil erstatte den nuværende bekendtgørelse nr. 1626 af 12. december 2023. Som noget nyt indeholder bekendtgørelsen i kapitel 2 regler om undtagelser til offentliggørelse af påtænkte gravearbejder og koordinering. Ligeledes er det nyt, at reglerne for uopsættelige arbejder har fået sin egen selvstændige paragraf (§ 6). I bekendtgørelsens § 7 foreslås det, at vejmyndighederne kan indføre en anmeldelsesordning for gravearbejder. Det vil være vejmyndighederne, som selv bestemmer, om de ønsker at indføre en </w:t>
      </w:r>
      <w:r w:rsidR="00EB6FE4">
        <w:rPr>
          <w:color w:val="auto"/>
        </w:rPr>
        <w:t xml:space="preserve">anmeldelsesordning, og herunder hvad indholdet af anmeldelsesordningen i så fald skal være. </w:t>
      </w:r>
      <w:r w:rsidR="00517B5D">
        <w:rPr>
          <w:color w:val="auto"/>
        </w:rPr>
        <w:t xml:space="preserve"> </w:t>
      </w:r>
    </w:p>
    <w:p w14:paraId="0DCEB558" w14:textId="77777777" w:rsidR="00447021" w:rsidRDefault="00447021" w:rsidP="00447021">
      <w:pPr>
        <w:rPr>
          <w:color w:val="auto"/>
        </w:rPr>
      </w:pPr>
      <w:r>
        <w:rPr>
          <w:color w:val="auto"/>
        </w:rPr>
        <w:t xml:space="preserve">Ved afgivelse af høringssvar samtykkes til offentliggørelse af høringssvaret, herunder afsenders navn og adresse, medmindre regler om beskyttelse af personoplysninger indebærer, at høringssvar eller dele heraf ikke kan offentliggøres. Høringssvaret vil blive offentliggjort på </w:t>
      </w:r>
      <w:hyperlink r:id="rId8" w:history="1">
        <w:r>
          <w:rPr>
            <w:rStyle w:val="Hyperlink"/>
          </w:rPr>
          <w:t>www.høringsportalen.dk</w:t>
        </w:r>
      </w:hyperlink>
      <w:r>
        <w:rPr>
          <w:color w:val="auto"/>
        </w:rPr>
        <w:t>.</w:t>
      </w:r>
    </w:p>
    <w:p w14:paraId="4E0FA81E" w14:textId="0C764819" w:rsidR="00447021" w:rsidRDefault="00447021" w:rsidP="00447021">
      <w:pPr>
        <w:rPr>
          <w:b/>
          <w:color w:val="auto"/>
        </w:rPr>
      </w:pPr>
      <w:r>
        <w:rPr>
          <w:color w:val="auto"/>
        </w:rPr>
        <w:t xml:space="preserve">Transportministeriet skal venligst bede om eventuelle bemærkninger </w:t>
      </w:r>
      <w:r>
        <w:rPr>
          <w:b/>
          <w:color w:val="auto"/>
        </w:rPr>
        <w:t xml:space="preserve">senest den </w:t>
      </w:r>
      <w:r w:rsidR="00EB6FE4">
        <w:rPr>
          <w:b/>
          <w:color w:val="auto"/>
        </w:rPr>
        <w:t>30. marts 2026</w:t>
      </w:r>
      <w:r>
        <w:rPr>
          <w:b/>
          <w:color w:val="auto"/>
        </w:rPr>
        <w:t>.</w:t>
      </w:r>
    </w:p>
    <w:p w14:paraId="49B154C0" w14:textId="378D4C59" w:rsidR="00447021" w:rsidRDefault="00447021" w:rsidP="00447021">
      <w:pPr>
        <w:rPr>
          <w:color w:val="auto"/>
        </w:rPr>
      </w:pPr>
      <w:r>
        <w:rPr>
          <w:color w:val="auto"/>
        </w:rPr>
        <w:t>Høringssvar bedes sendt til</w:t>
      </w:r>
      <w:r w:rsidR="00EB6FE4">
        <w:rPr>
          <w:color w:val="auto"/>
        </w:rPr>
        <w:t xml:space="preserve"> </w:t>
      </w:r>
      <w:hyperlink r:id="rId9" w:history="1">
        <w:r w:rsidR="00EB6FE4" w:rsidRPr="004F5239">
          <w:rPr>
            <w:rStyle w:val="Hyperlink"/>
            <w:rFonts w:asciiTheme="minorHAnsi" w:hAnsiTheme="minorHAnsi"/>
          </w:rPr>
          <w:t>trm@trm.dk</w:t>
        </w:r>
      </w:hyperlink>
      <w:r w:rsidR="00EB6FE4">
        <w:rPr>
          <w:color w:val="auto"/>
        </w:rPr>
        <w:t xml:space="preserve"> og </w:t>
      </w:r>
      <w:hyperlink r:id="rId10" w:history="1">
        <w:r w:rsidR="00EB6FE4" w:rsidRPr="004F5239">
          <w:rPr>
            <w:rStyle w:val="Hyperlink"/>
            <w:rFonts w:asciiTheme="minorHAnsi" w:hAnsiTheme="minorHAnsi"/>
          </w:rPr>
          <w:t>arp@trm.dk</w:t>
        </w:r>
      </w:hyperlink>
      <w:r w:rsidR="00EB6FE4">
        <w:rPr>
          <w:color w:val="auto"/>
        </w:rPr>
        <w:t xml:space="preserve"> </w:t>
      </w:r>
      <w:r>
        <w:rPr>
          <w:color w:val="auto"/>
        </w:rPr>
        <w:t xml:space="preserve">med henvisning til </w:t>
      </w:r>
      <w:r w:rsidR="00EB6FE4">
        <w:rPr>
          <w:color w:val="auto"/>
        </w:rPr>
        <w:t>2025-248</w:t>
      </w:r>
      <w:r>
        <w:rPr>
          <w:color w:val="FF0000"/>
        </w:rPr>
        <w:t>.</w:t>
      </w:r>
    </w:p>
    <w:p w14:paraId="330D1906" w14:textId="77777777" w:rsidR="00447021" w:rsidRDefault="00447021" w:rsidP="00447021">
      <w:pPr>
        <w:rPr>
          <w:color w:val="auto"/>
        </w:rPr>
      </w:pPr>
      <w:r>
        <w:rPr>
          <w:color w:val="auto"/>
        </w:rPr>
        <w:t>Til orientering vedhæftes fortegnelse over de myndigheder, organisationer mv., der høres over udkastet.</w:t>
      </w:r>
    </w:p>
    <w:p w14:paraId="1885DBC4" w14:textId="10310489" w:rsidR="00447021" w:rsidRDefault="00447021" w:rsidP="00447021">
      <w:pPr>
        <w:rPr>
          <w:color w:val="auto"/>
        </w:rPr>
      </w:pPr>
      <w:r>
        <w:rPr>
          <w:color w:val="auto"/>
        </w:rPr>
        <w:t>Spørgsmål vedrørende høringen kan stilles til</w:t>
      </w:r>
      <w:r w:rsidR="00EB6FE4">
        <w:rPr>
          <w:color w:val="auto"/>
        </w:rPr>
        <w:t xml:space="preserve"> Anders Petersen</w:t>
      </w:r>
      <w:r>
        <w:rPr>
          <w:color w:val="FF0000"/>
        </w:rPr>
        <w:t xml:space="preserve"> </w:t>
      </w:r>
      <w:r>
        <w:rPr>
          <w:color w:val="auto"/>
        </w:rPr>
        <w:t>på mail</w:t>
      </w:r>
      <w:r w:rsidR="00EB6FE4">
        <w:rPr>
          <w:color w:val="auto"/>
        </w:rPr>
        <w:t xml:space="preserve"> </w:t>
      </w:r>
      <w:hyperlink r:id="rId11" w:history="1">
        <w:r w:rsidR="00EB6FE4" w:rsidRPr="004F5239">
          <w:rPr>
            <w:rStyle w:val="Hyperlink"/>
            <w:rFonts w:asciiTheme="minorHAnsi" w:hAnsiTheme="minorHAnsi"/>
          </w:rPr>
          <w:t>arp@trm.dk</w:t>
        </w:r>
      </w:hyperlink>
      <w:r w:rsidR="00EB6FE4">
        <w:rPr>
          <w:color w:val="auto"/>
        </w:rPr>
        <w:t xml:space="preserve"> </w:t>
      </w:r>
      <w:r>
        <w:rPr>
          <w:color w:val="auto"/>
        </w:rPr>
        <w:t>og telefon</w:t>
      </w:r>
      <w:r w:rsidR="00EB6FE4">
        <w:rPr>
          <w:color w:val="auto"/>
        </w:rPr>
        <w:t xml:space="preserve"> 20 69 79 95</w:t>
      </w:r>
      <w:r>
        <w:rPr>
          <w:color w:val="auto"/>
        </w:rPr>
        <w:t xml:space="preserve">. </w:t>
      </w:r>
    </w:p>
    <w:p w14:paraId="36A5CD52" w14:textId="77777777" w:rsidR="00252317" w:rsidRDefault="00252317" w:rsidP="00A32AD7">
      <w:pPr>
        <w:pStyle w:val="Sluthilsen"/>
      </w:pPr>
      <w:bookmarkStart w:id="4" w:name="Sluthilsen"/>
      <w:bookmarkEnd w:id="3"/>
      <w:r>
        <w:lastRenderedPageBreak/>
        <w:t xml:space="preserve">Med </w:t>
      </w:r>
      <w:r w:rsidRPr="00FC2576">
        <w:rPr>
          <w:color w:val="auto"/>
        </w:rPr>
        <w:t xml:space="preserve">venlig </w:t>
      </w:r>
      <w:r>
        <w:t>hilsen</w:t>
      </w:r>
    </w:p>
    <w:bookmarkEnd w:id="4"/>
    <w:p w14:paraId="11C28182" w14:textId="5F55F3EB" w:rsidR="00DB558C" w:rsidRDefault="00447021" w:rsidP="00630E97">
      <w:r>
        <w:t>Anders Petersen</w:t>
      </w:r>
    </w:p>
    <w:sectPr w:rsidR="00DB558C" w:rsidSect="00A32AD7">
      <w:headerReference w:type="default" r:id="rId12"/>
      <w:headerReference w:type="first" r:id="rId13"/>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6022B" w14:textId="77777777" w:rsidR="00166DBD" w:rsidRDefault="00166DBD" w:rsidP="00A56EBB">
      <w:pPr>
        <w:spacing w:line="240" w:lineRule="auto"/>
      </w:pPr>
      <w:r>
        <w:separator/>
      </w:r>
    </w:p>
  </w:endnote>
  <w:endnote w:type="continuationSeparator" w:id="0">
    <w:p w14:paraId="721EC7B5" w14:textId="77777777" w:rsidR="00166DBD" w:rsidRDefault="00166DBD"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882DB" w14:textId="77777777" w:rsidR="00166DBD" w:rsidRDefault="00166DBD" w:rsidP="00A56EBB">
      <w:pPr>
        <w:spacing w:line="240" w:lineRule="auto"/>
      </w:pPr>
      <w:r>
        <w:separator/>
      </w:r>
    </w:p>
  </w:footnote>
  <w:footnote w:type="continuationSeparator" w:id="0">
    <w:p w14:paraId="69C43A23" w14:textId="77777777" w:rsidR="00166DBD" w:rsidRDefault="00166DBD"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59E5133C" w14:textId="77777777" w:rsidTr="00A32AD7">
      <w:trPr>
        <w:trHeight w:hRule="exact" w:val="794"/>
      </w:trPr>
      <w:tc>
        <w:tcPr>
          <w:tcW w:w="6521" w:type="dxa"/>
        </w:tcPr>
        <w:p w14:paraId="532E2C92" w14:textId="77777777" w:rsidR="00D0532D" w:rsidRDefault="00D0532D" w:rsidP="00630E97">
          <w:pPr>
            <w:pStyle w:val="Billedfelt"/>
          </w:pPr>
          <w:bookmarkStart w:id="5" w:name="Logo_Side2" w:colFirst="1" w:colLast="1"/>
        </w:p>
      </w:tc>
      <w:tc>
        <w:tcPr>
          <w:tcW w:w="3402" w:type="dxa"/>
        </w:tcPr>
        <w:p w14:paraId="2D70C291" w14:textId="77777777" w:rsidR="00D0532D" w:rsidRDefault="00E36825" w:rsidP="00630E97">
          <w:pPr>
            <w:pStyle w:val="Billedfelt"/>
          </w:pPr>
          <w:r>
            <w:rPr>
              <w:noProof/>
              <w:lang w:eastAsia="da-DK"/>
            </w:rPr>
            <w:drawing>
              <wp:inline distT="0" distB="0" distL="0" distR="0" wp14:anchorId="18D7E589" wp14:editId="2D8D694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019160F5" w14:textId="77777777" w:rsidTr="00B06CE9">
      <w:trPr>
        <w:trHeight w:hRule="exact" w:val="680"/>
      </w:trPr>
      <w:tc>
        <w:tcPr>
          <w:tcW w:w="6521" w:type="dxa"/>
          <w:vAlign w:val="bottom"/>
        </w:tcPr>
        <w:p w14:paraId="441FC77A" w14:textId="77777777" w:rsidR="00B06CE9" w:rsidRDefault="00B06CE9" w:rsidP="00B06CE9">
          <w:bookmarkStart w:id="6" w:name="Sidetal" w:colFirst="1" w:colLast="1"/>
          <w:bookmarkEnd w:id="5"/>
        </w:p>
      </w:tc>
      <w:tc>
        <w:tcPr>
          <w:tcW w:w="3402" w:type="dxa"/>
          <w:vAlign w:val="bottom"/>
        </w:tcPr>
        <w:p w14:paraId="123475A1"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14:paraId="13AC0856" w14:textId="77777777" w:rsidTr="00B06CE9">
      <w:trPr>
        <w:trHeight w:hRule="exact" w:val="397"/>
      </w:trPr>
      <w:tc>
        <w:tcPr>
          <w:tcW w:w="6521" w:type="dxa"/>
          <w:vAlign w:val="bottom"/>
        </w:tcPr>
        <w:p w14:paraId="414144B6" w14:textId="77777777" w:rsidR="00B06CE9" w:rsidRDefault="00B06CE9" w:rsidP="00B06CE9">
          <w:bookmarkStart w:id="7" w:name="AfstandEfterSidehoved2" w:colFirst="1" w:colLast="1"/>
          <w:bookmarkEnd w:id="6"/>
        </w:p>
      </w:tc>
      <w:tc>
        <w:tcPr>
          <w:tcW w:w="3402" w:type="dxa"/>
          <w:vAlign w:val="bottom"/>
        </w:tcPr>
        <w:p w14:paraId="7FF5CC50" w14:textId="77777777" w:rsidR="00B06CE9" w:rsidRPr="00B06CE9" w:rsidRDefault="00B06CE9" w:rsidP="0027154C">
          <w:pPr>
            <w:pStyle w:val="Sidenummerering"/>
          </w:pPr>
        </w:p>
      </w:tc>
    </w:tr>
    <w:bookmarkEnd w:id="7"/>
  </w:tbl>
  <w:p w14:paraId="49C874AD"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14:paraId="02CF0F7A" w14:textId="77777777" w:rsidTr="00A32AD7">
      <w:trPr>
        <w:trHeight w:hRule="exact" w:val="794"/>
      </w:trPr>
      <w:tc>
        <w:tcPr>
          <w:tcW w:w="6520" w:type="dxa"/>
        </w:tcPr>
        <w:bookmarkStart w:id="8" w:name="Logo_Side1" w:colFirst="1" w:colLast="1"/>
        <w:bookmarkStart w:id="9" w:name="AfstandHøjre_Logo1" w:colFirst="0" w:colLast="0"/>
        <w:p w14:paraId="343A75FF" w14:textId="77777777" w:rsidR="00B06CE9" w:rsidRPr="00630E97" w:rsidRDefault="009F0A85" w:rsidP="00630E97">
          <w:pPr>
            <w:pStyle w:val="Billedfelt"/>
          </w:pPr>
          <w:r>
            <w:rPr>
              <w:noProof/>
            </w:rPr>
            <mc:AlternateContent>
              <mc:Choice Requires="wps">
                <w:drawing>
                  <wp:inline distT="0" distB="0" distL="0" distR="0" wp14:anchorId="250B83BC" wp14:editId="45C981B6">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14:paraId="36FE7AA7"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250B83BC"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14:paraId="36FE7AA7"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14:paraId="41CD7A06" w14:textId="77777777" w:rsidR="00B06CE9" w:rsidRPr="00630E97" w:rsidRDefault="00E36825" w:rsidP="00630E97">
          <w:pPr>
            <w:pStyle w:val="Billedfelt"/>
          </w:pPr>
          <w:r>
            <w:rPr>
              <w:noProof/>
              <w:lang w:eastAsia="da-DK"/>
            </w:rPr>
            <w:drawing>
              <wp:inline distT="0" distB="0" distL="0" distR="0" wp14:anchorId="5E8208B8" wp14:editId="3D95605F">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8"/>
  <w:bookmarkEnd w:id="9"/>
  <w:p w14:paraId="5C915FE2"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269EFB13" wp14:editId="3C12C438">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77C6956D"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270EA46C" w14:textId="77777777" w:rsidR="00447719" w:rsidRPr="00447719" w:rsidRDefault="008F4537" w:rsidP="00A32AD7">
                                <w:pPr>
                                  <w:pStyle w:val="Ministernavn"/>
                                </w:pPr>
                                <w:bookmarkStart w:id="10" w:name="Ministernavn" w:colFirst="0" w:colLast="0"/>
                                <w:r>
                                  <w:t>Departementet</w:t>
                                </w:r>
                              </w:p>
                            </w:tc>
                          </w:tr>
                          <w:tr w:rsidR="00447719" w14:paraId="22DBB6F2"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85F80C5" w14:textId="77777777" w:rsidR="00447719" w:rsidRDefault="00447719" w:rsidP="00447719">
                                <w:pPr>
                                  <w:pStyle w:val="Template-Adresse"/>
                                </w:pPr>
                                <w:bookmarkStart w:id="11" w:name="AfstandFørDato" w:colFirst="0" w:colLast="0"/>
                                <w:bookmarkEnd w:id="10"/>
                              </w:p>
                            </w:tc>
                          </w:tr>
                          <w:tr w:rsidR="00A32AD7" w14:paraId="2277609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206304A" w14:textId="77777777" w:rsidR="00A32AD7" w:rsidRDefault="008F4537" w:rsidP="00447719">
                                <w:pPr>
                                  <w:pStyle w:val="Template-Adresse"/>
                                </w:pPr>
                                <w:bookmarkStart w:id="12" w:name="MinisterienavnDK" w:colFirst="0" w:colLast="0"/>
                                <w:bookmarkEnd w:id="11"/>
                                <w:r>
                                  <w:t>Transportministeriet</w:t>
                                </w:r>
                              </w:p>
                            </w:tc>
                          </w:tr>
                          <w:tr w:rsidR="00447719" w14:paraId="23F506CF"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8C0AB23" w14:textId="77777777" w:rsidR="00447719" w:rsidRDefault="00447719" w:rsidP="00447719">
                                <w:pPr>
                                  <w:pStyle w:val="Template-Adresse"/>
                                </w:pPr>
                                <w:bookmarkStart w:id="13" w:name="Adresse" w:colFirst="0" w:colLast="0"/>
                                <w:bookmarkEnd w:id="12"/>
                                <w:r>
                                  <w:t>Frederiksholms Kanal 27 F</w:t>
                                </w:r>
                              </w:p>
                              <w:p w14:paraId="72723F58" w14:textId="77777777" w:rsidR="00D84AC5" w:rsidRDefault="00447719" w:rsidP="00447719">
                                <w:pPr>
                                  <w:pStyle w:val="Template-Adresse"/>
                                </w:pPr>
                                <w:r>
                                  <w:t xml:space="preserve">1220 </w:t>
                                </w:r>
                                <w:bookmarkStart w:id="14" w:name="trlKøbenhavn"/>
                                <w:r>
                                  <w:t>København</w:t>
                                </w:r>
                                <w:bookmarkEnd w:id="14"/>
                                <w:r>
                                  <w:t xml:space="preserve"> K</w:t>
                                </w:r>
                              </w:p>
                            </w:tc>
                          </w:tr>
                          <w:tr w:rsidR="00A32AD7" w14:paraId="16DF9635"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0A130626" w14:textId="77777777" w:rsidR="00A32AD7" w:rsidRDefault="00A32AD7" w:rsidP="00447719">
                                <w:pPr>
                                  <w:pStyle w:val="Template-Adresse"/>
                                </w:pPr>
                                <w:bookmarkStart w:id="15" w:name="AfstandFørTelefon" w:colFirst="0" w:colLast="0"/>
                                <w:bookmarkEnd w:id="13"/>
                              </w:p>
                            </w:tc>
                          </w:tr>
                          <w:tr w:rsidR="00447719" w14:paraId="728D7A2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1A921DC9" w14:textId="77777777" w:rsidR="00447719" w:rsidRDefault="00447719" w:rsidP="00447719">
                                <w:pPr>
                                  <w:pStyle w:val="Template-Adresse"/>
                                </w:pPr>
                                <w:bookmarkStart w:id="16" w:name="trlTelefon"/>
                                <w:bookmarkStart w:id="17" w:name="Telefon" w:colFirst="0" w:colLast="0"/>
                                <w:bookmarkEnd w:id="15"/>
                                <w:r>
                                  <w:t>Telefon</w:t>
                                </w:r>
                                <w:bookmarkEnd w:id="16"/>
                                <w:r>
                                  <w:t xml:space="preserve"> 41 71 27 00</w:t>
                                </w:r>
                              </w:p>
                            </w:tc>
                          </w:tr>
                          <w:tr w:rsidR="00A32AD7" w14:paraId="109E53F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389393EA" w14:textId="77777777" w:rsidR="00A32AD7" w:rsidRDefault="00A32AD7" w:rsidP="00A32AD7">
                                <w:pPr>
                                  <w:pStyle w:val="Template-Adresse"/>
                                </w:pPr>
                                <w:bookmarkStart w:id="18" w:name="Mail_Web" w:colFirst="0" w:colLast="0"/>
                                <w:bookmarkEnd w:id="17"/>
                                <w:r w:rsidRPr="00A32AD7">
                                  <w:rPr>
                                    <w:rFonts w:asciiTheme="minorHAnsi" w:hAnsiTheme="minorHAnsi"/>
                                  </w:rPr>
                                  <w:t>trm@trm.dk</w:t>
                                </w:r>
                              </w:p>
                            </w:tc>
                          </w:tr>
                          <w:tr w:rsidR="00A32AD7" w14:paraId="222A9A32"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5073FE2" w14:textId="77777777" w:rsidR="00A32AD7" w:rsidRDefault="00A32AD7" w:rsidP="00A32AD7">
                                <w:pPr>
                                  <w:pStyle w:val="Template-Adresse"/>
                                </w:pPr>
                                <w:r w:rsidRPr="00A32AD7">
                                  <w:rPr>
                                    <w:rFonts w:asciiTheme="minorHAnsi" w:hAnsiTheme="minorHAnsi"/>
                                  </w:rPr>
                                  <w:t>www.trm.dk</w:t>
                                </w:r>
                              </w:p>
                            </w:tc>
                          </w:tr>
                          <w:bookmarkEnd w:id="18"/>
                        </w:tbl>
                        <w:p w14:paraId="576A2284"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EFB13"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77C6956D"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270EA46C" w14:textId="77777777" w:rsidR="00447719" w:rsidRPr="00447719" w:rsidRDefault="008F4537" w:rsidP="00A32AD7">
                          <w:pPr>
                            <w:pStyle w:val="Ministernavn"/>
                          </w:pPr>
                          <w:bookmarkStart w:id="19" w:name="Ministernavn" w:colFirst="0" w:colLast="0"/>
                          <w:r>
                            <w:t>Departementet</w:t>
                          </w:r>
                        </w:p>
                      </w:tc>
                    </w:tr>
                    <w:tr w:rsidR="00447719" w14:paraId="22DBB6F2"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85F80C5" w14:textId="77777777" w:rsidR="00447719" w:rsidRDefault="00447719" w:rsidP="00447719">
                          <w:pPr>
                            <w:pStyle w:val="Template-Adresse"/>
                          </w:pPr>
                          <w:bookmarkStart w:id="20" w:name="AfstandFørDato" w:colFirst="0" w:colLast="0"/>
                          <w:bookmarkEnd w:id="19"/>
                        </w:p>
                      </w:tc>
                    </w:tr>
                    <w:tr w:rsidR="00A32AD7" w14:paraId="2277609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206304A" w14:textId="77777777" w:rsidR="00A32AD7" w:rsidRDefault="008F4537" w:rsidP="00447719">
                          <w:pPr>
                            <w:pStyle w:val="Template-Adresse"/>
                          </w:pPr>
                          <w:bookmarkStart w:id="21" w:name="MinisterienavnDK" w:colFirst="0" w:colLast="0"/>
                          <w:bookmarkEnd w:id="20"/>
                          <w:r>
                            <w:t>Transportministeriet</w:t>
                          </w:r>
                        </w:p>
                      </w:tc>
                    </w:tr>
                    <w:tr w:rsidR="00447719" w14:paraId="23F506CF"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8C0AB23" w14:textId="77777777" w:rsidR="00447719" w:rsidRDefault="00447719" w:rsidP="00447719">
                          <w:pPr>
                            <w:pStyle w:val="Template-Adresse"/>
                          </w:pPr>
                          <w:bookmarkStart w:id="22" w:name="Adresse" w:colFirst="0" w:colLast="0"/>
                          <w:bookmarkEnd w:id="21"/>
                          <w:r>
                            <w:t>Frederiksholms Kanal 27 F</w:t>
                          </w:r>
                        </w:p>
                        <w:p w14:paraId="72723F58" w14:textId="77777777" w:rsidR="00D84AC5" w:rsidRDefault="00447719" w:rsidP="00447719">
                          <w:pPr>
                            <w:pStyle w:val="Template-Adresse"/>
                          </w:pPr>
                          <w:r>
                            <w:t xml:space="preserve">1220 </w:t>
                          </w:r>
                          <w:bookmarkStart w:id="23" w:name="trlKøbenhavn"/>
                          <w:r>
                            <w:t>København</w:t>
                          </w:r>
                          <w:bookmarkEnd w:id="23"/>
                          <w:r>
                            <w:t xml:space="preserve"> K</w:t>
                          </w:r>
                        </w:p>
                      </w:tc>
                    </w:tr>
                    <w:tr w:rsidR="00A32AD7" w14:paraId="16DF9635"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0A130626" w14:textId="77777777" w:rsidR="00A32AD7" w:rsidRDefault="00A32AD7" w:rsidP="00447719">
                          <w:pPr>
                            <w:pStyle w:val="Template-Adresse"/>
                          </w:pPr>
                          <w:bookmarkStart w:id="24" w:name="AfstandFørTelefon" w:colFirst="0" w:colLast="0"/>
                          <w:bookmarkEnd w:id="22"/>
                        </w:p>
                      </w:tc>
                    </w:tr>
                    <w:tr w:rsidR="00447719" w14:paraId="728D7A2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1A921DC9" w14:textId="77777777" w:rsidR="00447719" w:rsidRDefault="00447719" w:rsidP="00447719">
                          <w:pPr>
                            <w:pStyle w:val="Template-Adresse"/>
                          </w:pPr>
                          <w:bookmarkStart w:id="25" w:name="trlTelefon"/>
                          <w:bookmarkStart w:id="26" w:name="Telefon" w:colFirst="0" w:colLast="0"/>
                          <w:bookmarkEnd w:id="24"/>
                          <w:r>
                            <w:t>Telefon</w:t>
                          </w:r>
                          <w:bookmarkEnd w:id="25"/>
                          <w:r>
                            <w:t xml:space="preserve"> 41 71 27 00</w:t>
                          </w:r>
                        </w:p>
                      </w:tc>
                    </w:tr>
                    <w:tr w:rsidR="00A32AD7" w14:paraId="109E53F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389393EA" w14:textId="77777777" w:rsidR="00A32AD7" w:rsidRDefault="00A32AD7" w:rsidP="00A32AD7">
                          <w:pPr>
                            <w:pStyle w:val="Template-Adresse"/>
                          </w:pPr>
                          <w:bookmarkStart w:id="27" w:name="Mail_Web" w:colFirst="0" w:colLast="0"/>
                          <w:bookmarkEnd w:id="26"/>
                          <w:r w:rsidRPr="00A32AD7">
                            <w:rPr>
                              <w:rFonts w:asciiTheme="minorHAnsi" w:hAnsiTheme="minorHAnsi"/>
                            </w:rPr>
                            <w:t>trm@trm.dk</w:t>
                          </w:r>
                        </w:p>
                      </w:tc>
                    </w:tr>
                    <w:tr w:rsidR="00A32AD7" w14:paraId="222A9A32"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5073FE2" w14:textId="77777777" w:rsidR="00A32AD7" w:rsidRDefault="00A32AD7" w:rsidP="00A32AD7">
                          <w:pPr>
                            <w:pStyle w:val="Template-Adresse"/>
                          </w:pPr>
                          <w:r w:rsidRPr="00A32AD7">
                            <w:rPr>
                              <w:rFonts w:asciiTheme="minorHAnsi" w:hAnsiTheme="minorHAnsi"/>
                            </w:rPr>
                            <w:t>www.trm.dk</w:t>
                          </w:r>
                        </w:p>
                      </w:tc>
                    </w:tr>
                    <w:bookmarkEnd w:id="27"/>
                  </w:tbl>
                  <w:p w14:paraId="576A2284"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9C0"/>
    <w:rsid w:val="00016421"/>
    <w:rsid w:val="00047055"/>
    <w:rsid w:val="00055044"/>
    <w:rsid w:val="00061AE8"/>
    <w:rsid w:val="000738A0"/>
    <w:rsid w:val="000B02E8"/>
    <w:rsid w:val="000D6EFE"/>
    <w:rsid w:val="000E3C87"/>
    <w:rsid w:val="000F3CD3"/>
    <w:rsid w:val="00107FA5"/>
    <w:rsid w:val="00153A6C"/>
    <w:rsid w:val="00154F38"/>
    <w:rsid w:val="0015538D"/>
    <w:rsid w:val="00160674"/>
    <w:rsid w:val="00166DBD"/>
    <w:rsid w:val="00166E12"/>
    <w:rsid w:val="001A1309"/>
    <w:rsid w:val="001B0537"/>
    <w:rsid w:val="001B50E3"/>
    <w:rsid w:val="001B7A1E"/>
    <w:rsid w:val="001C5895"/>
    <w:rsid w:val="001D31D5"/>
    <w:rsid w:val="001E4B9B"/>
    <w:rsid w:val="001E69D1"/>
    <w:rsid w:val="00226B28"/>
    <w:rsid w:val="00252317"/>
    <w:rsid w:val="0025719F"/>
    <w:rsid w:val="0027154C"/>
    <w:rsid w:val="00272169"/>
    <w:rsid w:val="00277ADB"/>
    <w:rsid w:val="002A662A"/>
    <w:rsid w:val="002C33C4"/>
    <w:rsid w:val="002F4BFB"/>
    <w:rsid w:val="002F5D4B"/>
    <w:rsid w:val="003063BC"/>
    <w:rsid w:val="00330B03"/>
    <w:rsid w:val="00334AE0"/>
    <w:rsid w:val="003370DF"/>
    <w:rsid w:val="00340070"/>
    <w:rsid w:val="00340CEF"/>
    <w:rsid w:val="003438E1"/>
    <w:rsid w:val="00345EB2"/>
    <w:rsid w:val="003524C7"/>
    <w:rsid w:val="0036246E"/>
    <w:rsid w:val="0037357C"/>
    <w:rsid w:val="00383EB6"/>
    <w:rsid w:val="00387DD9"/>
    <w:rsid w:val="00392741"/>
    <w:rsid w:val="003B3C77"/>
    <w:rsid w:val="003B5BFF"/>
    <w:rsid w:val="003C6EF1"/>
    <w:rsid w:val="003E275F"/>
    <w:rsid w:val="004002F2"/>
    <w:rsid w:val="004108B9"/>
    <w:rsid w:val="00411AAE"/>
    <w:rsid w:val="00421E8A"/>
    <w:rsid w:val="00441A40"/>
    <w:rsid w:val="00447021"/>
    <w:rsid w:val="00447719"/>
    <w:rsid w:val="004C570F"/>
    <w:rsid w:val="004F5D4A"/>
    <w:rsid w:val="00517B5D"/>
    <w:rsid w:val="00526792"/>
    <w:rsid w:val="00530A37"/>
    <w:rsid w:val="005329C0"/>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A1325"/>
    <w:rsid w:val="006C74DE"/>
    <w:rsid w:val="00702228"/>
    <w:rsid w:val="00723CCD"/>
    <w:rsid w:val="007302E0"/>
    <w:rsid w:val="00730564"/>
    <w:rsid w:val="00745286"/>
    <w:rsid w:val="0075023E"/>
    <w:rsid w:val="00752F78"/>
    <w:rsid w:val="00763319"/>
    <w:rsid w:val="00766FAD"/>
    <w:rsid w:val="007A4C94"/>
    <w:rsid w:val="007B2E77"/>
    <w:rsid w:val="007B607B"/>
    <w:rsid w:val="007B7B63"/>
    <w:rsid w:val="007C0F16"/>
    <w:rsid w:val="007D01CB"/>
    <w:rsid w:val="007D7CE2"/>
    <w:rsid w:val="007E1A42"/>
    <w:rsid w:val="007E3AA0"/>
    <w:rsid w:val="007E51C9"/>
    <w:rsid w:val="00804E5C"/>
    <w:rsid w:val="00815B6C"/>
    <w:rsid w:val="008543B6"/>
    <w:rsid w:val="008826F1"/>
    <w:rsid w:val="00885CFB"/>
    <w:rsid w:val="008912FD"/>
    <w:rsid w:val="008A5EAA"/>
    <w:rsid w:val="008B04D1"/>
    <w:rsid w:val="008B2837"/>
    <w:rsid w:val="008C013A"/>
    <w:rsid w:val="008E6BA9"/>
    <w:rsid w:val="008F4537"/>
    <w:rsid w:val="008F5DEE"/>
    <w:rsid w:val="008F7E27"/>
    <w:rsid w:val="00900B09"/>
    <w:rsid w:val="0090100E"/>
    <w:rsid w:val="0090472D"/>
    <w:rsid w:val="00936696"/>
    <w:rsid w:val="009924A6"/>
    <w:rsid w:val="00996311"/>
    <w:rsid w:val="009978E9"/>
    <w:rsid w:val="00997E41"/>
    <w:rsid w:val="009A3416"/>
    <w:rsid w:val="009A37B2"/>
    <w:rsid w:val="009A50EF"/>
    <w:rsid w:val="009B3011"/>
    <w:rsid w:val="009D503E"/>
    <w:rsid w:val="009D6F99"/>
    <w:rsid w:val="009E0D9C"/>
    <w:rsid w:val="009E23E8"/>
    <w:rsid w:val="009F0A85"/>
    <w:rsid w:val="009F2D78"/>
    <w:rsid w:val="00A02DFA"/>
    <w:rsid w:val="00A15007"/>
    <w:rsid w:val="00A2528E"/>
    <w:rsid w:val="00A32AD7"/>
    <w:rsid w:val="00A446E1"/>
    <w:rsid w:val="00A519EC"/>
    <w:rsid w:val="00A56EBB"/>
    <w:rsid w:val="00A619E9"/>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4A5A"/>
    <w:rsid w:val="00C671D3"/>
    <w:rsid w:val="00C736C6"/>
    <w:rsid w:val="00C86BD1"/>
    <w:rsid w:val="00C95F63"/>
    <w:rsid w:val="00CC2050"/>
    <w:rsid w:val="00CC4256"/>
    <w:rsid w:val="00D0532D"/>
    <w:rsid w:val="00D1462B"/>
    <w:rsid w:val="00D2294D"/>
    <w:rsid w:val="00D353DA"/>
    <w:rsid w:val="00D442B4"/>
    <w:rsid w:val="00D56605"/>
    <w:rsid w:val="00D6337C"/>
    <w:rsid w:val="00D82682"/>
    <w:rsid w:val="00D84AC5"/>
    <w:rsid w:val="00D946E8"/>
    <w:rsid w:val="00D94B80"/>
    <w:rsid w:val="00DA1B24"/>
    <w:rsid w:val="00DB558C"/>
    <w:rsid w:val="00DC5B8A"/>
    <w:rsid w:val="00E26199"/>
    <w:rsid w:val="00E276BA"/>
    <w:rsid w:val="00E34A10"/>
    <w:rsid w:val="00E36825"/>
    <w:rsid w:val="00E54781"/>
    <w:rsid w:val="00E56E39"/>
    <w:rsid w:val="00E74E0F"/>
    <w:rsid w:val="00EA02BA"/>
    <w:rsid w:val="00EA2DFA"/>
    <w:rsid w:val="00EB6FE4"/>
    <w:rsid w:val="00EC7CF6"/>
    <w:rsid w:val="00F068EC"/>
    <w:rsid w:val="00F47FD8"/>
    <w:rsid w:val="00F81728"/>
    <w:rsid w:val="00F82925"/>
    <w:rsid w:val="00F85274"/>
    <w:rsid w:val="00F96D54"/>
    <w:rsid w:val="00F97A32"/>
    <w:rsid w:val="00F97F95"/>
    <w:rsid w:val="00FA6734"/>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5C50D"/>
  <w15:docId w15:val="{27EE8AE8-9E98-4754-85AD-697E34A2D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Ulstomtale">
    <w:name w:val="Unresolved Mention"/>
    <w:basedOn w:val="Standardskrifttypeiafsnit"/>
    <w:uiPriority w:val="99"/>
    <w:semiHidden/>
    <w:unhideWhenUsed/>
    <w:rsid w:val="00EB6F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38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248;ringsportalen.d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p@trm.d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p@trm.dk" TargetMode="External"/><Relationship Id="rId4" Type="http://schemas.openxmlformats.org/officeDocument/2006/relationships/settings" Target="settings.xml"/><Relationship Id="rId9" Type="http://schemas.openxmlformats.org/officeDocument/2006/relationships/hyperlink" Target="mailto:trm@trm.d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6f58d604d34c44f19abdf20562b3d2f1.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8B57B-B70F-4F23-95A5-5DE2AC34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6f58d604d34c44f19abdf20562b3d2f1.dotx</Template>
  <TotalTime>1</TotalTime>
  <Pages>4</Pages>
  <Words>281</Words>
  <Characters>1718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cp:lastPrinted>2024-09-03T18:24:00Z</cp:lastPrinted>
  <dcterms:created xsi:type="dcterms:W3CDTF">2026-02-17T09:08:00Z</dcterms:created>
  <dcterms:modified xsi:type="dcterms:W3CDTF">2026-02-17T09:08:00Z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