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93"/>
        <w:gridCol w:w="1932"/>
      </w:tblGrid>
      <w:tr w:rsidR="00067E8C" w:rsidRPr="005F1E11" w14:paraId="761FB2D8" w14:textId="77777777" w:rsidTr="00067E8C">
        <w:trPr>
          <w:cantSplit/>
          <w:trHeight w:hRule="exact" w:val="1701"/>
        </w:trPr>
        <w:tc>
          <w:tcPr>
            <w:tcW w:w="7993" w:type="dxa"/>
            <w:tcMar>
              <w:bottom w:w="567" w:type="dxa"/>
            </w:tcMar>
          </w:tcPr>
          <w:p w14:paraId="256CFEEB" w14:textId="77777777" w:rsidR="00067E8C" w:rsidRPr="00067E8C" w:rsidRDefault="00067E8C" w:rsidP="00067E8C">
            <w:pPr>
              <w:rPr>
                <w:lang w:val="en-US"/>
              </w:rPr>
            </w:pPr>
            <w:bookmarkStart w:id="0" w:name="Recipient"/>
            <w:bookmarkEnd w:id="0"/>
          </w:p>
        </w:tc>
        <w:tc>
          <w:tcPr>
            <w:tcW w:w="1932" w:type="dxa"/>
            <w:tcMar>
              <w:bottom w:w="567" w:type="dxa"/>
            </w:tcMar>
          </w:tcPr>
          <w:p w14:paraId="617C3C3C" w14:textId="0FBD2161" w:rsidR="00067E8C" w:rsidRPr="00067E8C" w:rsidRDefault="005E5B61" w:rsidP="009631E0">
            <w:pPr>
              <w:pStyle w:val="Kolofon"/>
              <w:rPr>
                <w:noProof/>
                <w:lang w:val="de-DE"/>
              </w:rPr>
            </w:pPr>
            <w:bookmarkStart w:id="1" w:name="Email"/>
            <w:bookmarkEnd w:id="1"/>
            <w:r>
              <w:rPr>
                <w:noProof/>
                <w:lang w:val="de-DE"/>
              </w:rPr>
              <w:t>2. februar 2026</w:t>
            </w:r>
          </w:p>
        </w:tc>
      </w:tr>
    </w:tbl>
    <w:p w14:paraId="391CFBA2" w14:textId="77777777" w:rsidR="005557C3" w:rsidRDefault="005557C3" w:rsidP="005557C3"/>
    <w:p w14:paraId="27EE56BC" w14:textId="77777777" w:rsidR="00FB3A9D" w:rsidRPr="009631E0" w:rsidRDefault="009631E0" w:rsidP="0080087F">
      <w:pPr>
        <w:pStyle w:val="Overskrift1"/>
        <w:rPr>
          <w:sz w:val="24"/>
          <w:szCs w:val="24"/>
        </w:rPr>
      </w:pPr>
      <w:bookmarkStart w:id="2" w:name="Heading"/>
      <w:r w:rsidRPr="009631E0">
        <w:rPr>
          <w:sz w:val="24"/>
          <w:szCs w:val="24"/>
        </w:rPr>
        <w:t>Høringsliste</w:t>
      </w:r>
      <w:bookmarkEnd w:id="2"/>
    </w:p>
    <w:p w14:paraId="7D823ED0" w14:textId="77777777" w:rsidR="009631E0" w:rsidRDefault="009631E0" w:rsidP="009631E0"/>
    <w:p w14:paraId="08B0AD93" w14:textId="77777777" w:rsidR="009631E0" w:rsidRPr="009631E0" w:rsidRDefault="009631E0" w:rsidP="009631E0">
      <w:pPr>
        <w:rPr>
          <w:b/>
        </w:rPr>
      </w:pPr>
      <w:r w:rsidRPr="009631E0">
        <w:rPr>
          <w:b/>
        </w:rPr>
        <w:t>Faglige organisationer</w:t>
      </w:r>
    </w:p>
    <w:p w14:paraId="7CFF8530" w14:textId="77777777" w:rsidR="009631E0" w:rsidRDefault="009631E0" w:rsidP="009631E0">
      <w:r>
        <w:t xml:space="preserve">Dansk Kiropraktor Forening, </w:t>
      </w:r>
      <w:hyperlink r:id="rId10" w:history="1">
        <w:r w:rsidRPr="007F2F58">
          <w:rPr>
            <w:rStyle w:val="Hyperlink"/>
          </w:rPr>
          <w:t>dkf@danskkiropraktorforening.dk</w:t>
        </w:r>
      </w:hyperlink>
      <w:r>
        <w:t>;</w:t>
      </w:r>
    </w:p>
    <w:p w14:paraId="71A589C1" w14:textId="58CA9DFC" w:rsidR="009631E0" w:rsidRDefault="009631E0" w:rsidP="009631E0">
      <w:r>
        <w:t xml:space="preserve">Dansk Psykolog Forening, </w:t>
      </w:r>
      <w:hyperlink r:id="rId11" w:history="1">
        <w:r w:rsidRPr="007F2F58">
          <w:rPr>
            <w:rStyle w:val="Hyperlink"/>
          </w:rPr>
          <w:t>dp@dp.dk</w:t>
        </w:r>
      </w:hyperlink>
      <w:r>
        <w:t>;</w:t>
      </w:r>
    </w:p>
    <w:p w14:paraId="76A2B31C" w14:textId="77777777" w:rsidR="009631E0" w:rsidRDefault="009631E0" w:rsidP="009631E0">
      <w:r>
        <w:t xml:space="preserve">Dansk Socialrådgiverforening, </w:t>
      </w:r>
      <w:hyperlink r:id="rId12" w:history="1">
        <w:r w:rsidRPr="007F2F58">
          <w:rPr>
            <w:rStyle w:val="Hyperlink"/>
          </w:rPr>
          <w:t>ds@socialraadgiverne.dk</w:t>
        </w:r>
      </w:hyperlink>
      <w:r>
        <w:t>;</w:t>
      </w:r>
    </w:p>
    <w:p w14:paraId="5ABE3F11" w14:textId="701BB66B" w:rsidR="009631E0" w:rsidRDefault="009631E0" w:rsidP="009631E0">
      <w:r>
        <w:t>Dansk Sygeplejeråd</w:t>
      </w:r>
      <w:r w:rsidR="000B14DA">
        <w:t>,</w:t>
      </w:r>
      <w:r>
        <w:t xml:space="preserve"> </w:t>
      </w:r>
      <w:hyperlink r:id="rId13" w:history="1">
        <w:r w:rsidRPr="007F2F58">
          <w:rPr>
            <w:rStyle w:val="Hyperlink"/>
          </w:rPr>
          <w:t>dsr@dsr.dk</w:t>
        </w:r>
      </w:hyperlink>
      <w:r>
        <w:t>;</w:t>
      </w:r>
    </w:p>
    <w:p w14:paraId="4F865FCB" w14:textId="51CAA92B" w:rsidR="009631E0" w:rsidRDefault="009631E0" w:rsidP="009631E0">
      <w:r>
        <w:t xml:space="preserve">Ergoterapeutforeningen, </w:t>
      </w:r>
      <w:hyperlink r:id="rId14" w:history="1">
        <w:r w:rsidRPr="007F2F58">
          <w:rPr>
            <w:rStyle w:val="Hyperlink"/>
          </w:rPr>
          <w:t>etf@etf.dk</w:t>
        </w:r>
      </w:hyperlink>
      <w:r>
        <w:t>;</w:t>
      </w:r>
    </w:p>
    <w:p w14:paraId="7115C8CF" w14:textId="7CCB280C" w:rsidR="009631E0" w:rsidRDefault="009631E0" w:rsidP="009631E0">
      <w:r>
        <w:t xml:space="preserve">Foreningen af Speciallæger, </w:t>
      </w:r>
      <w:hyperlink r:id="rId15" w:history="1">
        <w:r w:rsidRPr="007F2F58">
          <w:rPr>
            <w:rStyle w:val="Hyperlink"/>
          </w:rPr>
          <w:t>fas@dadl.dk</w:t>
        </w:r>
      </w:hyperlink>
      <w:r>
        <w:t>;</w:t>
      </w:r>
    </w:p>
    <w:p w14:paraId="6BC593C6" w14:textId="18CC4F05" w:rsidR="009631E0" w:rsidRDefault="009631E0" w:rsidP="009631E0">
      <w:r>
        <w:t>Lægeforeningen</w:t>
      </w:r>
      <w:r w:rsidR="000B14DA">
        <w:t>,</w:t>
      </w:r>
      <w:r>
        <w:t xml:space="preserve"> </w:t>
      </w:r>
      <w:hyperlink r:id="rId16" w:history="1">
        <w:r w:rsidRPr="007F2F58">
          <w:rPr>
            <w:rStyle w:val="Hyperlink"/>
          </w:rPr>
          <w:t>dadl@dadl.dk</w:t>
        </w:r>
      </w:hyperlink>
      <w:r>
        <w:t>;</w:t>
      </w:r>
    </w:p>
    <w:p w14:paraId="15C30666" w14:textId="7FB301C8" w:rsidR="009631E0" w:rsidRDefault="009631E0" w:rsidP="009631E0">
      <w:r>
        <w:t xml:space="preserve">Organisationen af Lægevidenskabelige Selskaber, </w:t>
      </w:r>
      <w:hyperlink r:id="rId17" w:history="1">
        <w:r w:rsidRPr="007F2F58">
          <w:rPr>
            <w:rStyle w:val="Hyperlink"/>
          </w:rPr>
          <w:t>lvs@dadl.dk</w:t>
        </w:r>
      </w:hyperlink>
      <w:r>
        <w:t>;</w:t>
      </w:r>
    </w:p>
    <w:p w14:paraId="75D92715" w14:textId="11585111" w:rsidR="009631E0" w:rsidRDefault="009631E0" w:rsidP="009631E0">
      <w:r>
        <w:t>Praktiserende Lægers Organisation</w:t>
      </w:r>
      <w:r w:rsidR="000B14DA">
        <w:t>,</w:t>
      </w:r>
      <w:r>
        <w:t xml:space="preserve"> </w:t>
      </w:r>
      <w:hyperlink r:id="rId18" w:history="1">
        <w:r w:rsidRPr="007F2F58">
          <w:rPr>
            <w:rStyle w:val="Hyperlink"/>
          </w:rPr>
          <w:t>plo@dadl.dk</w:t>
        </w:r>
      </w:hyperlink>
      <w:r>
        <w:t>;</w:t>
      </w:r>
    </w:p>
    <w:p w14:paraId="26BD3B07" w14:textId="042AB2F3" w:rsidR="009631E0" w:rsidRDefault="009631E0" w:rsidP="009631E0">
      <w:r>
        <w:t>Yngre Læger</w:t>
      </w:r>
      <w:r w:rsidR="000B14DA">
        <w:t>,</w:t>
      </w:r>
      <w:r>
        <w:t xml:space="preserve"> </w:t>
      </w:r>
      <w:hyperlink r:id="rId19" w:history="1">
        <w:r w:rsidRPr="007F2F58">
          <w:rPr>
            <w:rStyle w:val="Hyperlink"/>
          </w:rPr>
          <w:t>yl@dadl.dk</w:t>
        </w:r>
      </w:hyperlink>
      <w:r>
        <w:t>;</w:t>
      </w:r>
    </w:p>
    <w:p w14:paraId="448E52AF" w14:textId="77777777" w:rsidR="009631E0" w:rsidRDefault="009631E0" w:rsidP="009631E0"/>
    <w:p w14:paraId="2306E6EE" w14:textId="77777777" w:rsidR="009631E0" w:rsidRPr="009631E0" w:rsidRDefault="009631E0" w:rsidP="009631E0">
      <w:pPr>
        <w:rPr>
          <w:b/>
        </w:rPr>
      </w:pPr>
      <w:r w:rsidRPr="009631E0">
        <w:rPr>
          <w:b/>
        </w:rPr>
        <w:t>Patientforeninger m.fl.</w:t>
      </w:r>
    </w:p>
    <w:p w14:paraId="5AD60CC1" w14:textId="77777777" w:rsidR="009631E0" w:rsidRDefault="009631E0" w:rsidP="009631E0">
      <w:r>
        <w:t xml:space="preserve">Alzheimerforeningen, </w:t>
      </w:r>
      <w:hyperlink r:id="rId20" w:history="1">
        <w:r w:rsidRPr="007F2F58">
          <w:rPr>
            <w:rStyle w:val="Hyperlink"/>
          </w:rPr>
          <w:t>post@alzheimer.dk</w:t>
        </w:r>
      </w:hyperlink>
      <w:r>
        <w:t>;</w:t>
      </w:r>
    </w:p>
    <w:p w14:paraId="60B42F37" w14:textId="77777777" w:rsidR="009631E0" w:rsidRDefault="009631E0" w:rsidP="009631E0">
      <w:r>
        <w:t xml:space="preserve">Bedre Psykiatri, </w:t>
      </w:r>
      <w:hyperlink r:id="rId21" w:history="1">
        <w:r w:rsidRPr="007F2F58">
          <w:rPr>
            <w:rStyle w:val="Hyperlink"/>
          </w:rPr>
          <w:t>info@bedrepsykiatri.dk</w:t>
        </w:r>
      </w:hyperlink>
      <w:r>
        <w:t>;</w:t>
      </w:r>
    </w:p>
    <w:p w14:paraId="7B84286B" w14:textId="77777777" w:rsidR="009631E0" w:rsidRDefault="009631E0" w:rsidP="009631E0">
      <w:r>
        <w:t xml:space="preserve">Dansk Fibromyalgi-Forening, </w:t>
      </w:r>
      <w:hyperlink r:id="rId22" w:history="1">
        <w:r w:rsidRPr="007F2F58">
          <w:rPr>
            <w:rStyle w:val="Hyperlink"/>
          </w:rPr>
          <w:t>jo@fibromyalgi.dk</w:t>
        </w:r>
      </w:hyperlink>
      <w:r>
        <w:t>;</w:t>
      </w:r>
    </w:p>
    <w:p w14:paraId="180F901A" w14:textId="77777777" w:rsidR="009631E0" w:rsidRDefault="009631E0" w:rsidP="009631E0">
      <w:r>
        <w:t xml:space="preserve">Danske Fysioterapeuter, </w:t>
      </w:r>
      <w:hyperlink r:id="rId23" w:history="1">
        <w:r w:rsidRPr="007F2F58">
          <w:rPr>
            <w:rStyle w:val="Hyperlink"/>
          </w:rPr>
          <w:t>fysio@fysio.dk</w:t>
        </w:r>
      </w:hyperlink>
      <w:r>
        <w:t>;</w:t>
      </w:r>
    </w:p>
    <w:p w14:paraId="2817F968" w14:textId="7FFECDA3" w:rsidR="009631E0" w:rsidRDefault="009631E0" w:rsidP="009631E0">
      <w:r>
        <w:t xml:space="preserve">Danske Handicaporganisationer, </w:t>
      </w:r>
      <w:hyperlink r:id="rId24" w:history="1">
        <w:r w:rsidRPr="007F2F58">
          <w:rPr>
            <w:rStyle w:val="Hyperlink"/>
          </w:rPr>
          <w:t>dh@handicap.dk</w:t>
        </w:r>
      </w:hyperlink>
      <w:r>
        <w:t>;</w:t>
      </w:r>
    </w:p>
    <w:p w14:paraId="3AC7DAF5" w14:textId="77777777" w:rsidR="009631E0" w:rsidRDefault="009631E0" w:rsidP="009631E0">
      <w:r>
        <w:t xml:space="preserve">Danske Patienter </w:t>
      </w:r>
      <w:hyperlink r:id="rId25" w:history="1">
        <w:r w:rsidRPr="007F2F58">
          <w:rPr>
            <w:rStyle w:val="Hyperlink"/>
          </w:rPr>
          <w:t>info@danskepatienter.dk</w:t>
        </w:r>
      </w:hyperlink>
      <w:r>
        <w:t>;</w:t>
      </w:r>
    </w:p>
    <w:p w14:paraId="2027AA1E" w14:textId="77777777" w:rsidR="009631E0" w:rsidRDefault="009631E0" w:rsidP="009631E0">
      <w:r>
        <w:t xml:space="preserve">Danske Ældreråd </w:t>
      </w:r>
      <w:hyperlink r:id="rId26" w:history="1">
        <w:r w:rsidRPr="007F2F58">
          <w:rPr>
            <w:rStyle w:val="Hyperlink"/>
          </w:rPr>
          <w:t>info@danske-aeldreraad.dk</w:t>
        </w:r>
      </w:hyperlink>
      <w:r>
        <w:t>;</w:t>
      </w:r>
    </w:p>
    <w:p w14:paraId="2CB614D2" w14:textId="77777777" w:rsidR="009631E0" w:rsidRDefault="009631E0" w:rsidP="009631E0">
      <w:r>
        <w:t xml:space="preserve">Diabetesforeningen, </w:t>
      </w:r>
      <w:hyperlink r:id="rId27" w:history="1">
        <w:r w:rsidRPr="007F2F58">
          <w:rPr>
            <w:rStyle w:val="Hyperlink"/>
          </w:rPr>
          <w:t>info@diabetes.dk</w:t>
        </w:r>
      </w:hyperlink>
      <w:r>
        <w:t>;</w:t>
      </w:r>
    </w:p>
    <w:p w14:paraId="6049808C" w14:textId="77777777" w:rsidR="009631E0" w:rsidRDefault="009631E0" w:rsidP="009631E0">
      <w:r>
        <w:t xml:space="preserve">Epilepsiforeningen, </w:t>
      </w:r>
      <w:hyperlink r:id="rId28" w:history="1">
        <w:r w:rsidRPr="007F2F58">
          <w:rPr>
            <w:rStyle w:val="Hyperlink"/>
          </w:rPr>
          <w:t>epilepsi@epilepsiforeningen.dk</w:t>
        </w:r>
      </w:hyperlink>
      <w:r>
        <w:t>;</w:t>
      </w:r>
    </w:p>
    <w:p w14:paraId="7ED566E7" w14:textId="77777777" w:rsidR="009631E0" w:rsidRDefault="009631E0" w:rsidP="009631E0">
      <w:r>
        <w:t xml:space="preserve">Gigtforeningen, </w:t>
      </w:r>
      <w:hyperlink r:id="rId29" w:history="1">
        <w:r w:rsidRPr="007F2F58">
          <w:rPr>
            <w:rStyle w:val="Hyperlink"/>
          </w:rPr>
          <w:t>info@gigtforeningen.dk</w:t>
        </w:r>
      </w:hyperlink>
      <w:r>
        <w:t>;</w:t>
      </w:r>
    </w:p>
    <w:p w14:paraId="5BD9A946" w14:textId="77777777" w:rsidR="009631E0" w:rsidRDefault="009631E0" w:rsidP="009631E0">
      <w:r>
        <w:t xml:space="preserve">Hjerteforeningen, </w:t>
      </w:r>
      <w:hyperlink r:id="rId30" w:history="1">
        <w:r w:rsidRPr="007F2F58">
          <w:rPr>
            <w:rStyle w:val="Hyperlink"/>
          </w:rPr>
          <w:t>post@hjerteforeningen.dk</w:t>
        </w:r>
      </w:hyperlink>
      <w:r>
        <w:t>;</w:t>
      </w:r>
    </w:p>
    <w:p w14:paraId="483FB7EC" w14:textId="77777777" w:rsidR="009631E0" w:rsidRDefault="009631E0" w:rsidP="009631E0">
      <w:r>
        <w:t xml:space="preserve">Kræftens Bekæmpelse, </w:t>
      </w:r>
      <w:hyperlink r:id="rId31" w:history="1">
        <w:r w:rsidRPr="007F2F58">
          <w:rPr>
            <w:rStyle w:val="Hyperlink"/>
          </w:rPr>
          <w:t>info@cancer.dk</w:t>
        </w:r>
      </w:hyperlink>
      <w:r>
        <w:t>;</w:t>
      </w:r>
    </w:p>
    <w:p w14:paraId="4F7FBC3D" w14:textId="132DD26C" w:rsidR="009631E0" w:rsidRDefault="009631E0" w:rsidP="009631E0">
      <w:r>
        <w:t xml:space="preserve">Landsforeningen af nuværende og tidligere psykiatribrugere, </w:t>
      </w:r>
      <w:hyperlink r:id="rId32" w:history="1">
        <w:r w:rsidRPr="007F2F58">
          <w:rPr>
            <w:rStyle w:val="Hyperlink"/>
          </w:rPr>
          <w:t>lap@lap.dk</w:t>
        </w:r>
      </w:hyperlink>
      <w:r>
        <w:t>;</w:t>
      </w:r>
    </w:p>
    <w:p w14:paraId="72655263" w14:textId="12443F18" w:rsidR="009631E0" w:rsidRDefault="009631E0" w:rsidP="009631E0">
      <w:r>
        <w:t xml:space="preserve">Landsforeningen mod spiseforstyrrelser og selvskade, </w:t>
      </w:r>
      <w:hyperlink r:id="rId33" w:history="1">
        <w:r w:rsidRPr="007F2F58">
          <w:rPr>
            <w:rStyle w:val="Hyperlink"/>
          </w:rPr>
          <w:t>info@spiseforstyrrelse.dk</w:t>
        </w:r>
      </w:hyperlink>
      <w:r>
        <w:t>;</w:t>
      </w:r>
    </w:p>
    <w:p w14:paraId="3416A530" w14:textId="77777777" w:rsidR="009631E0" w:rsidRDefault="009631E0" w:rsidP="009631E0">
      <w:r>
        <w:t xml:space="preserve">LEV - livet med udviklingshandicap, </w:t>
      </w:r>
      <w:hyperlink r:id="rId34" w:history="1">
        <w:r w:rsidRPr="007F2F58">
          <w:rPr>
            <w:rStyle w:val="Hyperlink"/>
          </w:rPr>
          <w:t>lev@lev.dk</w:t>
        </w:r>
      </w:hyperlink>
      <w:r>
        <w:t>;</w:t>
      </w:r>
    </w:p>
    <w:p w14:paraId="63CBFAC7" w14:textId="77777777" w:rsidR="009631E0" w:rsidRDefault="009631E0" w:rsidP="009631E0">
      <w:r>
        <w:t xml:space="preserve">Osteoporoseforeningen - landsforeningen mod knogleskørhed, </w:t>
      </w:r>
      <w:hyperlink r:id="rId35" w:history="1">
        <w:r w:rsidRPr="007F2F58">
          <w:rPr>
            <w:rStyle w:val="Hyperlink"/>
          </w:rPr>
          <w:t>info@osteoporose.dk</w:t>
        </w:r>
      </w:hyperlink>
      <w:r>
        <w:t>;</w:t>
      </w:r>
    </w:p>
    <w:p w14:paraId="2360840E" w14:textId="77777777" w:rsidR="009631E0" w:rsidRDefault="009631E0" w:rsidP="009631E0">
      <w:r>
        <w:t xml:space="preserve">Patientforeningen, </w:t>
      </w:r>
      <w:hyperlink r:id="rId36" w:history="1">
        <w:r w:rsidRPr="007F2F58">
          <w:rPr>
            <w:rStyle w:val="Hyperlink"/>
          </w:rPr>
          <w:t>njl@patientforeningen.dk</w:t>
        </w:r>
      </w:hyperlink>
      <w:r>
        <w:t>;</w:t>
      </w:r>
    </w:p>
    <w:p w14:paraId="48B6C5CE" w14:textId="77777777" w:rsidR="009631E0" w:rsidRDefault="009631E0" w:rsidP="009631E0">
      <w:proofErr w:type="spellStart"/>
      <w:r>
        <w:t>Scleroseforeningen</w:t>
      </w:r>
      <w:proofErr w:type="spellEnd"/>
      <w:r>
        <w:t xml:space="preserve">, </w:t>
      </w:r>
      <w:hyperlink r:id="rId37" w:history="1">
        <w:r w:rsidRPr="007F2F58">
          <w:rPr>
            <w:rStyle w:val="Hyperlink"/>
          </w:rPr>
          <w:t>info@scleroseforeningen.dk</w:t>
        </w:r>
      </w:hyperlink>
      <w:r>
        <w:t>;</w:t>
      </w:r>
    </w:p>
    <w:p w14:paraId="26CF5CEF" w14:textId="77777777" w:rsidR="009631E0" w:rsidRDefault="009631E0" w:rsidP="009631E0">
      <w:r>
        <w:t xml:space="preserve">SIND - Landsforeningen for psykisk sundhed, </w:t>
      </w:r>
      <w:hyperlink r:id="rId38" w:history="1">
        <w:r w:rsidRPr="007F2F58">
          <w:rPr>
            <w:rStyle w:val="Hyperlink"/>
          </w:rPr>
          <w:t>landsforeningen@sind.dk</w:t>
        </w:r>
      </w:hyperlink>
      <w:r>
        <w:t>;</w:t>
      </w:r>
    </w:p>
    <w:p w14:paraId="7C2D0248" w14:textId="77777777" w:rsidR="009631E0" w:rsidRDefault="009631E0" w:rsidP="009631E0">
      <w:r>
        <w:t xml:space="preserve">Sjældne Diagnoser, </w:t>
      </w:r>
      <w:hyperlink r:id="rId39" w:history="1">
        <w:r w:rsidRPr="007F2F58">
          <w:rPr>
            <w:rStyle w:val="Hyperlink"/>
          </w:rPr>
          <w:t>mail@sjaeldnediagnoser.dk</w:t>
        </w:r>
      </w:hyperlink>
      <w:r>
        <w:t>;</w:t>
      </w:r>
    </w:p>
    <w:p w14:paraId="65BD6C9B" w14:textId="2C29B02E" w:rsidR="009631E0" w:rsidRDefault="009631E0" w:rsidP="009631E0">
      <w:r>
        <w:t>Udviklingshæmmedes Landsforbund</w:t>
      </w:r>
      <w:r w:rsidR="000B14DA">
        <w:t>,</w:t>
      </w:r>
      <w:r>
        <w:t xml:space="preserve"> </w:t>
      </w:r>
      <w:hyperlink r:id="rId40" w:history="1">
        <w:r w:rsidRPr="007F2F58">
          <w:rPr>
            <w:rStyle w:val="Hyperlink"/>
          </w:rPr>
          <w:t>ulf@ulf.dk</w:t>
        </w:r>
      </w:hyperlink>
      <w:r>
        <w:t>;</w:t>
      </w:r>
    </w:p>
    <w:p w14:paraId="2EFC583E" w14:textId="5658AD0D" w:rsidR="009631E0" w:rsidRDefault="009631E0" w:rsidP="009631E0">
      <w:r>
        <w:t>Ældresagen</w:t>
      </w:r>
      <w:r w:rsidR="000B14DA">
        <w:t>,</w:t>
      </w:r>
      <w:r>
        <w:t xml:space="preserve"> </w:t>
      </w:r>
      <w:hyperlink r:id="rId41" w:history="1">
        <w:r w:rsidRPr="007F2F58">
          <w:rPr>
            <w:rStyle w:val="Hyperlink"/>
          </w:rPr>
          <w:t>aeldresagen@aeldresagen.dk</w:t>
        </w:r>
      </w:hyperlink>
      <w:r>
        <w:t>;</w:t>
      </w:r>
    </w:p>
    <w:p w14:paraId="21D20583" w14:textId="77777777" w:rsidR="009631E0" w:rsidRDefault="009631E0" w:rsidP="009631E0"/>
    <w:p w14:paraId="112A34E8" w14:textId="77777777" w:rsidR="009631E0" w:rsidRPr="009631E0" w:rsidRDefault="009631E0" w:rsidP="009631E0">
      <w:pPr>
        <w:rPr>
          <w:b/>
        </w:rPr>
      </w:pPr>
      <w:r w:rsidRPr="009631E0">
        <w:rPr>
          <w:b/>
        </w:rPr>
        <w:t>Andre organisationer, institutioner, råd m.fl.</w:t>
      </w:r>
    </w:p>
    <w:p w14:paraId="1B3C523E" w14:textId="77777777" w:rsidR="009631E0" w:rsidRDefault="009631E0" w:rsidP="009631E0">
      <w:pPr>
        <w:rPr>
          <w:lang w:val="en-US"/>
        </w:rPr>
      </w:pPr>
      <w:proofErr w:type="spellStart"/>
      <w:r w:rsidRPr="009631E0">
        <w:rPr>
          <w:lang w:val="en-US"/>
        </w:rPr>
        <w:t>Amgros</w:t>
      </w:r>
      <w:proofErr w:type="spellEnd"/>
      <w:r w:rsidRPr="009631E0">
        <w:rPr>
          <w:lang w:val="en-US"/>
        </w:rPr>
        <w:t xml:space="preserve"> I/S, </w:t>
      </w:r>
      <w:hyperlink r:id="rId42" w:history="1">
        <w:r w:rsidRPr="007F2F58">
          <w:rPr>
            <w:rStyle w:val="Hyperlink"/>
            <w:lang w:val="en-US"/>
          </w:rPr>
          <w:t>amgros@amgros.dk</w:t>
        </w:r>
      </w:hyperlink>
      <w:r w:rsidRPr="009631E0">
        <w:rPr>
          <w:lang w:val="en-US"/>
        </w:rPr>
        <w:t>;</w:t>
      </w:r>
    </w:p>
    <w:p w14:paraId="742BE392" w14:textId="77777777" w:rsidR="009631E0" w:rsidRDefault="009631E0" w:rsidP="009631E0">
      <w:r>
        <w:t xml:space="preserve">Apotekerforeningen, </w:t>
      </w:r>
      <w:hyperlink r:id="rId43" w:history="1">
        <w:r w:rsidRPr="007F2F58">
          <w:rPr>
            <w:rStyle w:val="Hyperlink"/>
          </w:rPr>
          <w:t>mka@apotekerforeningen.dk</w:t>
        </w:r>
      </w:hyperlink>
      <w:r>
        <w:t>;</w:t>
      </w:r>
    </w:p>
    <w:p w14:paraId="52C64A14" w14:textId="22F3AB7C" w:rsidR="009631E0" w:rsidRDefault="009631E0" w:rsidP="009631E0">
      <w:r>
        <w:t>Dansk Erhverv</w:t>
      </w:r>
      <w:r w:rsidR="000B14DA">
        <w:t>,</w:t>
      </w:r>
      <w:r>
        <w:t xml:space="preserve"> </w:t>
      </w:r>
      <w:hyperlink r:id="rId44" w:history="1">
        <w:r w:rsidRPr="007F2F58">
          <w:rPr>
            <w:rStyle w:val="Hyperlink"/>
          </w:rPr>
          <w:t>info@danskerhverv.dk</w:t>
        </w:r>
      </w:hyperlink>
      <w:r>
        <w:t>;</w:t>
      </w:r>
    </w:p>
    <w:p w14:paraId="1C14CCCA" w14:textId="77777777" w:rsidR="009631E0" w:rsidRDefault="009631E0" w:rsidP="009631E0">
      <w:r>
        <w:t xml:space="preserve">Dansk Gartneri, </w:t>
      </w:r>
      <w:hyperlink r:id="rId45" w:history="1">
        <w:r w:rsidRPr="007F2F58">
          <w:rPr>
            <w:rStyle w:val="Hyperlink"/>
          </w:rPr>
          <w:t>danskgartneri@danskgartneri.dk</w:t>
        </w:r>
      </w:hyperlink>
      <w:r>
        <w:t>;</w:t>
      </w:r>
    </w:p>
    <w:p w14:paraId="65012DF5" w14:textId="77777777" w:rsidR="009631E0" w:rsidRDefault="009631E0" w:rsidP="009631E0">
      <w:r>
        <w:lastRenderedPageBreak/>
        <w:t xml:space="preserve">Dansk Industri, </w:t>
      </w:r>
      <w:hyperlink r:id="rId46" w:history="1">
        <w:r w:rsidRPr="007F2F58">
          <w:rPr>
            <w:rStyle w:val="Hyperlink"/>
          </w:rPr>
          <w:t>hoering@di.dk</w:t>
        </w:r>
      </w:hyperlink>
      <w:r>
        <w:t>;</w:t>
      </w:r>
    </w:p>
    <w:p w14:paraId="794D0244" w14:textId="4F125A63" w:rsidR="009631E0" w:rsidRDefault="009631E0" w:rsidP="009631E0">
      <w:r>
        <w:t>Dansk Psykiatrisk Selskab</w:t>
      </w:r>
      <w:r w:rsidR="000B14DA">
        <w:t xml:space="preserve">, </w:t>
      </w:r>
      <w:hyperlink r:id="rId47" w:history="1">
        <w:r w:rsidRPr="007F2F58">
          <w:rPr>
            <w:rStyle w:val="Hyperlink"/>
          </w:rPr>
          <w:t>ltn@dadl.dk</w:t>
        </w:r>
      </w:hyperlink>
      <w:r>
        <w:t>;</w:t>
      </w:r>
    </w:p>
    <w:p w14:paraId="1A5CEAFC" w14:textId="77777777" w:rsidR="009631E0" w:rsidRDefault="009631E0" w:rsidP="009631E0">
      <w:r>
        <w:t xml:space="preserve">Dansk Selskab for Almen Medicin, </w:t>
      </w:r>
      <w:hyperlink r:id="rId48" w:history="1">
        <w:r w:rsidRPr="007F2F58">
          <w:rPr>
            <w:rStyle w:val="Hyperlink"/>
          </w:rPr>
          <w:t>dsam@dsam.dk</w:t>
        </w:r>
      </w:hyperlink>
      <w:r>
        <w:t>;</w:t>
      </w:r>
    </w:p>
    <w:p w14:paraId="79AF77D2" w14:textId="77777777" w:rsidR="009631E0" w:rsidRDefault="009631E0" w:rsidP="009631E0">
      <w:r>
        <w:t xml:space="preserve">Dansk Selskab for Anæstesiologi og Intensiv Medicin, </w:t>
      </w:r>
      <w:hyperlink r:id="rId49" w:history="1">
        <w:r w:rsidRPr="007F2F58">
          <w:rPr>
            <w:rStyle w:val="Hyperlink"/>
          </w:rPr>
          <w:t>sekretariat@dasaim.dk</w:t>
        </w:r>
      </w:hyperlink>
      <w:r>
        <w:t>;</w:t>
      </w:r>
    </w:p>
    <w:p w14:paraId="5B94AEEB" w14:textId="23FDB093" w:rsidR="009631E0" w:rsidRDefault="009631E0" w:rsidP="009631E0">
      <w:r>
        <w:t xml:space="preserve">Dansk Selskab for Klinisk Farmakologi, </w:t>
      </w:r>
      <w:hyperlink r:id="rId50" w:history="1">
        <w:r w:rsidR="00FE6FD1">
          <w:rPr>
            <w:rStyle w:val="Hyperlink"/>
          </w:rPr>
          <w:t>formanden@kliniskfarmakologi.dk</w:t>
        </w:r>
      </w:hyperlink>
    </w:p>
    <w:p w14:paraId="7207627B" w14:textId="77777777" w:rsidR="009631E0" w:rsidRDefault="009631E0" w:rsidP="009631E0">
      <w:r>
        <w:t>Dansk Selskab for P</w:t>
      </w:r>
      <w:bookmarkStart w:id="3" w:name="_GoBack"/>
      <w:bookmarkEnd w:id="3"/>
      <w:r>
        <w:t xml:space="preserve">alliativ Medicin, </w:t>
      </w:r>
      <w:hyperlink r:id="rId51" w:history="1">
        <w:r w:rsidRPr="007F2F58">
          <w:rPr>
            <w:rStyle w:val="Hyperlink"/>
          </w:rPr>
          <w:t>jm@dadl.dk</w:t>
        </w:r>
      </w:hyperlink>
      <w:r>
        <w:t>;</w:t>
      </w:r>
    </w:p>
    <w:p w14:paraId="205A0537" w14:textId="77777777" w:rsidR="009631E0" w:rsidRDefault="009631E0" w:rsidP="009631E0">
      <w:r>
        <w:t xml:space="preserve">Dansk Selskab for Patientsikkerhed, </w:t>
      </w:r>
      <w:hyperlink r:id="rId52" w:history="1">
        <w:r w:rsidRPr="007F2F58">
          <w:rPr>
            <w:rStyle w:val="Hyperlink"/>
          </w:rPr>
          <w:t>info@patientsikkerhed.dk</w:t>
        </w:r>
      </w:hyperlink>
      <w:r>
        <w:t>;</w:t>
      </w:r>
    </w:p>
    <w:p w14:paraId="3886E4A0" w14:textId="77777777" w:rsidR="009631E0" w:rsidRDefault="009631E0" w:rsidP="009631E0">
      <w:r>
        <w:t xml:space="preserve">Dansk Selskab for Retsmedicin, </w:t>
      </w:r>
      <w:hyperlink r:id="rId53" w:history="1">
        <w:r w:rsidRPr="007F2F58">
          <w:rPr>
            <w:rStyle w:val="Hyperlink"/>
          </w:rPr>
          <w:t>Bastrup@health.sdu.dk</w:t>
        </w:r>
      </w:hyperlink>
      <w:r>
        <w:t>;</w:t>
      </w:r>
    </w:p>
    <w:p w14:paraId="29FD9934" w14:textId="77777777" w:rsidR="009631E0" w:rsidRDefault="009631E0" w:rsidP="009631E0">
      <w:r>
        <w:t xml:space="preserve">Landbrug og Fødevarer, </w:t>
      </w:r>
      <w:hyperlink r:id="rId54" w:history="1">
        <w:r w:rsidRPr="007F2F58">
          <w:rPr>
            <w:rStyle w:val="Hyperlink"/>
          </w:rPr>
          <w:t>info@lf.dk</w:t>
        </w:r>
      </w:hyperlink>
      <w:r>
        <w:t>;</w:t>
      </w:r>
    </w:p>
    <w:p w14:paraId="00EB39E2" w14:textId="77777777" w:rsidR="009631E0" w:rsidRDefault="009631E0" w:rsidP="009631E0">
      <w:r>
        <w:t xml:space="preserve">Lægemiddelindustriforeningen, </w:t>
      </w:r>
      <w:hyperlink r:id="rId55" w:history="1">
        <w:r w:rsidRPr="007F2F58">
          <w:rPr>
            <w:rStyle w:val="Hyperlink"/>
          </w:rPr>
          <w:t>info@lif.dk</w:t>
        </w:r>
      </w:hyperlink>
      <w:r>
        <w:t>;</w:t>
      </w:r>
    </w:p>
    <w:p w14:paraId="5B184C58" w14:textId="77777777" w:rsidR="009631E0" w:rsidRDefault="009631E0" w:rsidP="009631E0">
      <w:r>
        <w:t xml:space="preserve">Medicinsk Cannabis Industri, </w:t>
      </w:r>
      <w:hyperlink r:id="rId56" w:history="1">
        <w:r w:rsidRPr="007F2F58">
          <w:rPr>
            <w:rStyle w:val="Hyperlink"/>
          </w:rPr>
          <w:t>sekretariat@mci.dk</w:t>
        </w:r>
      </w:hyperlink>
      <w:r>
        <w:t>;</w:t>
      </w:r>
    </w:p>
    <w:p w14:paraId="4E35C37B" w14:textId="59764C0C" w:rsidR="009631E0" w:rsidRPr="000B14DA" w:rsidRDefault="009631E0" w:rsidP="009631E0">
      <w:pPr>
        <w:rPr>
          <w:lang w:val="en-US"/>
        </w:rPr>
      </w:pPr>
      <w:proofErr w:type="spellStart"/>
      <w:r w:rsidRPr="000B14DA">
        <w:rPr>
          <w:lang w:val="en-US"/>
        </w:rPr>
        <w:t>Nomeco</w:t>
      </w:r>
      <w:proofErr w:type="spellEnd"/>
      <w:r w:rsidRPr="000B14DA">
        <w:rPr>
          <w:lang w:val="en-US"/>
        </w:rPr>
        <w:t xml:space="preserve">, </w:t>
      </w:r>
      <w:hyperlink r:id="rId57" w:history="1">
        <w:r w:rsidR="000B14DA" w:rsidRPr="00B73893">
          <w:rPr>
            <w:rStyle w:val="Hyperlink"/>
            <w:lang w:val="en-US"/>
          </w:rPr>
          <w:t>info@nomeco.dk</w:t>
        </w:r>
      </w:hyperlink>
      <w:r w:rsidRPr="000B14DA">
        <w:rPr>
          <w:lang w:val="en-US"/>
        </w:rPr>
        <w:t xml:space="preserve">; </w:t>
      </w:r>
      <w:hyperlink r:id="rId58" w:history="1">
        <w:r w:rsidRPr="000B14DA">
          <w:rPr>
            <w:rStyle w:val="Hyperlink"/>
            <w:lang w:val="en-US"/>
          </w:rPr>
          <w:t>info@megros.dk</w:t>
        </w:r>
      </w:hyperlink>
      <w:r w:rsidRPr="000B14DA">
        <w:rPr>
          <w:lang w:val="en-US"/>
        </w:rPr>
        <w:t xml:space="preserve">; </w:t>
      </w:r>
    </w:p>
    <w:p w14:paraId="7F99201E" w14:textId="77777777" w:rsidR="009631E0" w:rsidRDefault="009631E0" w:rsidP="009631E0">
      <w:r>
        <w:t xml:space="preserve">Patienterstatningen, </w:t>
      </w:r>
      <w:hyperlink r:id="rId59" w:history="1">
        <w:r w:rsidRPr="007F2F58">
          <w:rPr>
            <w:rStyle w:val="Hyperlink"/>
          </w:rPr>
          <w:t>pebl@patienterstatningen.dk</w:t>
        </w:r>
      </w:hyperlink>
      <w:r>
        <w:t>;</w:t>
      </w:r>
    </w:p>
    <w:p w14:paraId="30722851" w14:textId="77777777" w:rsidR="009631E0" w:rsidRDefault="009631E0" w:rsidP="009631E0">
      <w:r>
        <w:t xml:space="preserve">Region Hovedstaden, </w:t>
      </w:r>
      <w:hyperlink r:id="rId60" w:history="1">
        <w:r w:rsidRPr="007F2F58">
          <w:rPr>
            <w:rStyle w:val="Hyperlink"/>
          </w:rPr>
          <w:t>regionh@regionh.dk</w:t>
        </w:r>
      </w:hyperlink>
      <w:r>
        <w:t>;</w:t>
      </w:r>
    </w:p>
    <w:p w14:paraId="26818A5D" w14:textId="77777777" w:rsidR="009631E0" w:rsidRDefault="009631E0" w:rsidP="009631E0">
      <w:r>
        <w:t xml:space="preserve">Region Midtjylland, </w:t>
      </w:r>
      <w:hyperlink r:id="rId61" w:history="1">
        <w:r w:rsidRPr="007F2F58">
          <w:rPr>
            <w:rStyle w:val="Hyperlink"/>
          </w:rPr>
          <w:t>kontakt@regionmidtjylland.dk</w:t>
        </w:r>
      </w:hyperlink>
      <w:r>
        <w:t>;</w:t>
      </w:r>
    </w:p>
    <w:p w14:paraId="52A5CA94" w14:textId="77777777" w:rsidR="009631E0" w:rsidRDefault="009631E0" w:rsidP="009631E0">
      <w:r>
        <w:t xml:space="preserve">Region Nordjylland, </w:t>
      </w:r>
      <w:hyperlink r:id="rId62" w:history="1">
        <w:r w:rsidRPr="007F2F58">
          <w:rPr>
            <w:rStyle w:val="Hyperlink"/>
          </w:rPr>
          <w:t>region@rn.dk</w:t>
        </w:r>
      </w:hyperlink>
      <w:r>
        <w:t>;</w:t>
      </w:r>
    </w:p>
    <w:p w14:paraId="3D5983D4" w14:textId="77777777" w:rsidR="009631E0" w:rsidRDefault="009631E0" w:rsidP="009631E0">
      <w:r>
        <w:t xml:space="preserve">Region Sjælland, </w:t>
      </w:r>
      <w:hyperlink r:id="rId63" w:history="1">
        <w:r w:rsidRPr="007F2F58">
          <w:rPr>
            <w:rStyle w:val="Hyperlink"/>
          </w:rPr>
          <w:t>regionsjaelland@regionsjaelland.dk</w:t>
        </w:r>
      </w:hyperlink>
      <w:r>
        <w:t>;</w:t>
      </w:r>
    </w:p>
    <w:p w14:paraId="2E2343B8" w14:textId="77777777" w:rsidR="009631E0" w:rsidRDefault="009631E0" w:rsidP="009631E0">
      <w:r>
        <w:t xml:space="preserve">Region Syddanmark, </w:t>
      </w:r>
      <w:hyperlink r:id="rId64" w:history="1">
        <w:r w:rsidRPr="007F2F58">
          <w:rPr>
            <w:rStyle w:val="Hyperlink"/>
          </w:rPr>
          <w:t>kontakt@rsyd.dk</w:t>
        </w:r>
      </w:hyperlink>
      <w:r>
        <w:t>;</w:t>
      </w:r>
    </w:p>
    <w:p w14:paraId="19E9AC4F" w14:textId="77777777" w:rsidR="009631E0" w:rsidRDefault="009631E0" w:rsidP="009631E0">
      <w:pPr>
        <w:rPr>
          <w:lang w:val="en-US"/>
        </w:rPr>
      </w:pPr>
      <w:proofErr w:type="spellStart"/>
      <w:r w:rsidRPr="009631E0">
        <w:rPr>
          <w:lang w:val="en-US"/>
        </w:rPr>
        <w:t>Tjellesen</w:t>
      </w:r>
      <w:proofErr w:type="spellEnd"/>
      <w:r w:rsidRPr="009631E0">
        <w:rPr>
          <w:lang w:val="en-US"/>
        </w:rPr>
        <w:t xml:space="preserve"> Max </w:t>
      </w:r>
      <w:proofErr w:type="spellStart"/>
      <w:r w:rsidRPr="009631E0">
        <w:rPr>
          <w:lang w:val="en-US"/>
        </w:rPr>
        <w:t>Jenne</w:t>
      </w:r>
      <w:proofErr w:type="spellEnd"/>
      <w:r w:rsidRPr="009631E0">
        <w:rPr>
          <w:lang w:val="en-US"/>
        </w:rPr>
        <w:t xml:space="preserve"> A/S, </w:t>
      </w:r>
      <w:hyperlink r:id="rId65" w:history="1">
        <w:r w:rsidRPr="007F2F58">
          <w:rPr>
            <w:rStyle w:val="Hyperlink"/>
            <w:lang w:val="en-US"/>
          </w:rPr>
          <w:t>info@tmj.dk</w:t>
        </w:r>
      </w:hyperlink>
      <w:r w:rsidRPr="009631E0">
        <w:rPr>
          <w:lang w:val="en-US"/>
        </w:rPr>
        <w:t>;</w:t>
      </w:r>
    </w:p>
    <w:p w14:paraId="34840A99" w14:textId="77777777" w:rsidR="009631E0" w:rsidRDefault="009631E0" w:rsidP="009631E0">
      <w:pPr>
        <w:rPr>
          <w:lang w:val="en-US"/>
        </w:rPr>
      </w:pPr>
      <w:proofErr w:type="spellStart"/>
      <w:r w:rsidRPr="009631E0">
        <w:rPr>
          <w:lang w:val="en-US"/>
        </w:rPr>
        <w:t>Balancial</w:t>
      </w:r>
      <w:proofErr w:type="spellEnd"/>
      <w:r w:rsidRPr="009631E0">
        <w:rPr>
          <w:lang w:val="en-US"/>
        </w:rPr>
        <w:t xml:space="preserve"> Danmark </w:t>
      </w:r>
      <w:proofErr w:type="spellStart"/>
      <w:r w:rsidRPr="009631E0">
        <w:rPr>
          <w:lang w:val="en-US"/>
        </w:rPr>
        <w:t>ApS</w:t>
      </w:r>
      <w:proofErr w:type="spellEnd"/>
      <w:r>
        <w:rPr>
          <w:lang w:val="en-US"/>
        </w:rPr>
        <w:t>,</w:t>
      </w:r>
      <w:r w:rsidRPr="009631E0">
        <w:rPr>
          <w:lang w:val="en-US"/>
        </w:rPr>
        <w:t xml:space="preserve"> </w:t>
      </w:r>
      <w:hyperlink r:id="rId66" w:history="1">
        <w:r w:rsidRPr="007F2F58">
          <w:rPr>
            <w:rStyle w:val="Hyperlink"/>
            <w:lang w:val="en-US"/>
          </w:rPr>
          <w:t>bt@balancial.com</w:t>
        </w:r>
      </w:hyperlink>
      <w:r>
        <w:rPr>
          <w:lang w:val="en-US"/>
        </w:rPr>
        <w:t>;</w:t>
      </w:r>
    </w:p>
    <w:p w14:paraId="48975664" w14:textId="2A504C77" w:rsidR="009631E0" w:rsidRDefault="009631E0" w:rsidP="009631E0">
      <w:pPr>
        <w:rPr>
          <w:lang w:val="en-US"/>
        </w:rPr>
      </w:pPr>
      <w:proofErr w:type="spellStart"/>
      <w:r w:rsidRPr="009631E0">
        <w:rPr>
          <w:lang w:val="en-US"/>
        </w:rPr>
        <w:t>CannGros</w:t>
      </w:r>
      <w:proofErr w:type="spellEnd"/>
      <w:r w:rsidRPr="009631E0">
        <w:rPr>
          <w:lang w:val="en-US"/>
        </w:rPr>
        <w:t xml:space="preserve"> </w:t>
      </w:r>
      <w:proofErr w:type="spellStart"/>
      <w:r w:rsidRPr="009631E0">
        <w:rPr>
          <w:lang w:val="en-US"/>
        </w:rPr>
        <w:t>ApS</w:t>
      </w:r>
      <w:proofErr w:type="spellEnd"/>
      <w:r w:rsidR="000B14DA">
        <w:rPr>
          <w:lang w:val="en-US"/>
        </w:rPr>
        <w:t>,</w:t>
      </w:r>
      <w:r w:rsidRPr="009631E0">
        <w:rPr>
          <w:lang w:val="en-US"/>
        </w:rPr>
        <w:t xml:space="preserve"> </w:t>
      </w:r>
      <w:hyperlink r:id="rId67" w:history="1">
        <w:r w:rsidRPr="007F2F58">
          <w:rPr>
            <w:rStyle w:val="Hyperlink"/>
            <w:lang w:val="en-US"/>
          </w:rPr>
          <w:t>info@dancann.com</w:t>
        </w:r>
      </w:hyperlink>
    </w:p>
    <w:p w14:paraId="70DA06C1" w14:textId="65923E7B" w:rsidR="009631E0" w:rsidRDefault="009631E0" w:rsidP="009631E0">
      <w:pPr>
        <w:rPr>
          <w:lang w:val="en-US"/>
        </w:rPr>
      </w:pPr>
      <w:r w:rsidRPr="009631E0">
        <w:rPr>
          <w:lang w:val="en-US"/>
        </w:rPr>
        <w:t>Little Green Pharma Denmark ApS</w:t>
      </w:r>
      <w:r w:rsidR="000B14DA">
        <w:rPr>
          <w:lang w:val="en-US"/>
        </w:rPr>
        <w:t>,</w:t>
      </w:r>
      <w:r w:rsidRPr="009631E0">
        <w:rPr>
          <w:lang w:val="en-US"/>
        </w:rPr>
        <w:t xml:space="preserve"> </w:t>
      </w:r>
      <w:hyperlink r:id="rId68" w:history="1">
        <w:r w:rsidRPr="007F2F58">
          <w:rPr>
            <w:rStyle w:val="Hyperlink"/>
            <w:lang w:val="en-US"/>
          </w:rPr>
          <w:t>dk.adm@lgp.global</w:t>
        </w:r>
      </w:hyperlink>
      <w:r>
        <w:rPr>
          <w:lang w:val="en-US"/>
        </w:rPr>
        <w:t>;</w:t>
      </w:r>
    </w:p>
    <w:p w14:paraId="7741FE70" w14:textId="3673D8F0" w:rsidR="009631E0" w:rsidRDefault="009631E0" w:rsidP="009631E0">
      <w:pPr>
        <w:rPr>
          <w:lang w:val="en-US"/>
        </w:rPr>
      </w:pPr>
      <w:proofErr w:type="spellStart"/>
      <w:r w:rsidRPr="009631E0">
        <w:rPr>
          <w:lang w:val="en-US"/>
        </w:rPr>
        <w:t>Movianto</w:t>
      </w:r>
      <w:proofErr w:type="spellEnd"/>
      <w:r w:rsidRPr="009631E0">
        <w:rPr>
          <w:lang w:val="en-US"/>
        </w:rPr>
        <w:t xml:space="preserve"> Nordic </w:t>
      </w:r>
      <w:proofErr w:type="spellStart"/>
      <w:r w:rsidRPr="009631E0">
        <w:rPr>
          <w:lang w:val="en-US"/>
        </w:rPr>
        <w:t>ApS</w:t>
      </w:r>
      <w:proofErr w:type="spellEnd"/>
      <w:r w:rsidR="000B14DA">
        <w:rPr>
          <w:lang w:val="en-US"/>
        </w:rPr>
        <w:t>,</w:t>
      </w:r>
      <w:r w:rsidRPr="009631E0">
        <w:rPr>
          <w:lang w:val="en-US"/>
        </w:rPr>
        <w:t xml:space="preserve"> </w:t>
      </w:r>
      <w:hyperlink r:id="rId69" w:history="1">
        <w:r w:rsidRPr="007F2F58">
          <w:rPr>
            <w:rStyle w:val="Hyperlink"/>
            <w:lang w:val="en-US"/>
          </w:rPr>
          <w:t>quality.nordic@movianto.com</w:t>
        </w:r>
      </w:hyperlink>
      <w:r>
        <w:rPr>
          <w:lang w:val="en-US"/>
        </w:rPr>
        <w:t>;</w:t>
      </w:r>
    </w:p>
    <w:p w14:paraId="39CB1748" w14:textId="15564A61" w:rsidR="009631E0" w:rsidRDefault="009631E0" w:rsidP="009631E0">
      <w:pPr>
        <w:rPr>
          <w:lang w:val="en-US"/>
        </w:rPr>
      </w:pPr>
      <w:proofErr w:type="spellStart"/>
      <w:r w:rsidRPr="009631E0">
        <w:rPr>
          <w:lang w:val="en-US"/>
        </w:rPr>
        <w:t>Scanleaf</w:t>
      </w:r>
      <w:proofErr w:type="spellEnd"/>
      <w:r w:rsidRPr="009631E0">
        <w:rPr>
          <w:lang w:val="en-US"/>
        </w:rPr>
        <w:t xml:space="preserve"> </w:t>
      </w:r>
      <w:proofErr w:type="spellStart"/>
      <w:r w:rsidRPr="009631E0">
        <w:rPr>
          <w:lang w:val="en-US"/>
        </w:rPr>
        <w:t>ApS</w:t>
      </w:r>
      <w:proofErr w:type="spellEnd"/>
      <w:r w:rsidR="000B14DA">
        <w:rPr>
          <w:lang w:val="en-US"/>
        </w:rPr>
        <w:t>,</w:t>
      </w:r>
      <w:r w:rsidRPr="009631E0">
        <w:rPr>
          <w:lang w:val="en-US"/>
        </w:rPr>
        <w:t xml:space="preserve"> </w:t>
      </w:r>
      <w:hyperlink r:id="rId70" w:history="1">
        <w:r w:rsidRPr="007F2F58">
          <w:rPr>
            <w:rStyle w:val="Hyperlink"/>
            <w:lang w:val="en-US"/>
          </w:rPr>
          <w:t>info@scanleaf.com</w:t>
        </w:r>
      </w:hyperlink>
      <w:r>
        <w:rPr>
          <w:lang w:val="en-US"/>
        </w:rPr>
        <w:t xml:space="preserve">; </w:t>
      </w:r>
    </w:p>
    <w:p w14:paraId="3F490417" w14:textId="2A7020E3" w:rsidR="009631E0" w:rsidRDefault="009631E0" w:rsidP="009631E0">
      <w:pPr>
        <w:rPr>
          <w:lang w:val="en-US"/>
        </w:rPr>
      </w:pPr>
      <w:proofErr w:type="spellStart"/>
      <w:r w:rsidRPr="009631E0">
        <w:rPr>
          <w:lang w:val="en-US"/>
        </w:rPr>
        <w:t>Schroll</w:t>
      </w:r>
      <w:proofErr w:type="spellEnd"/>
      <w:r w:rsidRPr="009631E0">
        <w:rPr>
          <w:lang w:val="en-US"/>
        </w:rPr>
        <w:t xml:space="preserve"> Medical </w:t>
      </w:r>
      <w:proofErr w:type="spellStart"/>
      <w:r w:rsidRPr="009631E0">
        <w:rPr>
          <w:lang w:val="en-US"/>
        </w:rPr>
        <w:t>ApS</w:t>
      </w:r>
      <w:proofErr w:type="spellEnd"/>
      <w:r w:rsidR="000B14DA">
        <w:rPr>
          <w:lang w:val="en-US"/>
        </w:rPr>
        <w:t>,</w:t>
      </w:r>
      <w:r w:rsidRPr="009631E0">
        <w:rPr>
          <w:lang w:val="en-US"/>
        </w:rPr>
        <w:t xml:space="preserve"> </w:t>
      </w:r>
      <w:hyperlink r:id="rId71" w:history="1">
        <w:r w:rsidRPr="007F2F58">
          <w:rPr>
            <w:rStyle w:val="Hyperlink"/>
            <w:lang w:val="en-US"/>
          </w:rPr>
          <w:t>info@schroll-medical.com</w:t>
        </w:r>
      </w:hyperlink>
      <w:r>
        <w:rPr>
          <w:lang w:val="en-US"/>
        </w:rPr>
        <w:t>;</w:t>
      </w:r>
    </w:p>
    <w:p w14:paraId="6F2EC583" w14:textId="06D6E30F" w:rsidR="009631E0" w:rsidRDefault="009631E0" w:rsidP="009631E0">
      <w:pPr>
        <w:rPr>
          <w:lang w:val="en-US"/>
        </w:rPr>
      </w:pPr>
      <w:r w:rsidRPr="009631E0">
        <w:rPr>
          <w:lang w:val="en-US"/>
        </w:rPr>
        <w:t>STENOCARE A/S</w:t>
      </w:r>
      <w:r w:rsidR="000B14DA">
        <w:rPr>
          <w:lang w:val="en-US"/>
        </w:rPr>
        <w:t>,</w:t>
      </w:r>
      <w:r w:rsidRPr="009631E0">
        <w:rPr>
          <w:lang w:val="en-US"/>
        </w:rPr>
        <w:t xml:space="preserve"> </w:t>
      </w:r>
      <w:hyperlink r:id="rId72" w:history="1">
        <w:r w:rsidRPr="007F2F58">
          <w:rPr>
            <w:rStyle w:val="Hyperlink"/>
            <w:lang w:val="en-US"/>
          </w:rPr>
          <w:t>info@stenocare.com</w:t>
        </w:r>
      </w:hyperlink>
      <w:r>
        <w:rPr>
          <w:lang w:val="en-US"/>
        </w:rPr>
        <w:t xml:space="preserve">; </w:t>
      </w:r>
    </w:p>
    <w:p w14:paraId="705C26A7" w14:textId="7CD168CC" w:rsidR="009631E0" w:rsidRDefault="009631E0" w:rsidP="009631E0">
      <w:pPr>
        <w:rPr>
          <w:lang w:val="en-US"/>
        </w:rPr>
      </w:pPr>
      <w:proofErr w:type="spellStart"/>
      <w:r w:rsidRPr="009631E0">
        <w:rPr>
          <w:lang w:val="en-US"/>
        </w:rPr>
        <w:t>Sterigenics</w:t>
      </w:r>
      <w:proofErr w:type="spellEnd"/>
      <w:r w:rsidRPr="009631E0">
        <w:rPr>
          <w:lang w:val="en-US"/>
        </w:rPr>
        <w:t xml:space="preserve"> Denmark A/S</w:t>
      </w:r>
      <w:r w:rsidR="000B14DA">
        <w:rPr>
          <w:lang w:val="en-US"/>
        </w:rPr>
        <w:t>,</w:t>
      </w:r>
      <w:r w:rsidRPr="009631E0">
        <w:rPr>
          <w:lang w:val="en-US"/>
        </w:rPr>
        <w:t xml:space="preserve"> </w:t>
      </w:r>
      <w:hyperlink r:id="rId73" w:history="1">
        <w:r w:rsidRPr="007F2F58">
          <w:rPr>
            <w:rStyle w:val="Hyperlink"/>
            <w:lang w:val="en-US"/>
          </w:rPr>
          <w:t>MNoddekaer@eu.sterigenics.com</w:t>
        </w:r>
      </w:hyperlink>
      <w:r>
        <w:rPr>
          <w:lang w:val="en-US"/>
        </w:rPr>
        <w:t>;</w:t>
      </w:r>
    </w:p>
    <w:p w14:paraId="1A43BC72" w14:textId="08AE5CB7" w:rsidR="009631E0" w:rsidRDefault="009631E0" w:rsidP="009631E0">
      <w:pPr>
        <w:rPr>
          <w:lang w:val="en-US"/>
        </w:rPr>
      </w:pPr>
      <w:r w:rsidRPr="009631E0">
        <w:rPr>
          <w:lang w:val="en-US"/>
        </w:rPr>
        <w:t>Tetra Pharm Technologies ApS</w:t>
      </w:r>
      <w:r w:rsidR="000B14DA">
        <w:rPr>
          <w:lang w:val="en-US"/>
        </w:rPr>
        <w:t>,</w:t>
      </w:r>
      <w:r w:rsidRPr="009631E0">
        <w:rPr>
          <w:lang w:val="en-US"/>
        </w:rPr>
        <w:t xml:space="preserve"> </w:t>
      </w:r>
      <w:hyperlink r:id="rId74" w:history="1">
        <w:r w:rsidRPr="007F2F58">
          <w:rPr>
            <w:rStyle w:val="Hyperlink"/>
            <w:lang w:val="en-US"/>
          </w:rPr>
          <w:t>contact@tetrapharm.eu</w:t>
        </w:r>
      </w:hyperlink>
      <w:r>
        <w:rPr>
          <w:lang w:val="en-US"/>
        </w:rPr>
        <w:t>;</w:t>
      </w:r>
    </w:p>
    <w:p w14:paraId="33A12AEB" w14:textId="24277CAC" w:rsidR="009631E0" w:rsidRDefault="009631E0" w:rsidP="009631E0">
      <w:pPr>
        <w:rPr>
          <w:lang w:val="en-US"/>
        </w:rPr>
      </w:pPr>
      <w:proofErr w:type="spellStart"/>
      <w:r w:rsidRPr="009631E0">
        <w:rPr>
          <w:lang w:val="en-US"/>
        </w:rPr>
        <w:t>Valcon</w:t>
      </w:r>
      <w:proofErr w:type="spellEnd"/>
      <w:r w:rsidRPr="009631E0">
        <w:rPr>
          <w:lang w:val="en-US"/>
        </w:rPr>
        <w:t xml:space="preserve"> Medical A/S</w:t>
      </w:r>
      <w:r w:rsidR="000B14DA">
        <w:rPr>
          <w:lang w:val="en-US"/>
        </w:rPr>
        <w:t>,</w:t>
      </w:r>
      <w:r w:rsidRPr="009631E0">
        <w:rPr>
          <w:lang w:val="en-US"/>
        </w:rPr>
        <w:t xml:space="preserve"> </w:t>
      </w:r>
      <w:hyperlink r:id="rId75" w:history="1">
        <w:r w:rsidRPr="007F2F58">
          <w:rPr>
            <w:rStyle w:val="Hyperlink"/>
            <w:lang w:val="en-US"/>
          </w:rPr>
          <w:t>info@valcon-medical.com</w:t>
        </w:r>
      </w:hyperlink>
      <w:r>
        <w:rPr>
          <w:lang w:val="en-US"/>
        </w:rPr>
        <w:t xml:space="preserve">; </w:t>
      </w:r>
    </w:p>
    <w:p w14:paraId="48F85A7A" w14:textId="19E6A210" w:rsidR="009631E0" w:rsidRDefault="009631E0" w:rsidP="009631E0">
      <w:pPr>
        <w:rPr>
          <w:lang w:val="en-US"/>
        </w:rPr>
      </w:pPr>
      <w:proofErr w:type="spellStart"/>
      <w:r w:rsidRPr="009631E0">
        <w:rPr>
          <w:lang w:val="en-US"/>
        </w:rPr>
        <w:t>Valeos</w:t>
      </w:r>
      <w:proofErr w:type="spellEnd"/>
      <w:r w:rsidRPr="009631E0">
        <w:rPr>
          <w:lang w:val="en-US"/>
        </w:rPr>
        <w:t xml:space="preserve"> Pharma A/S</w:t>
      </w:r>
      <w:r w:rsidR="000B14DA">
        <w:rPr>
          <w:lang w:val="en-US"/>
        </w:rPr>
        <w:t>,</w:t>
      </w:r>
      <w:r w:rsidRPr="009631E0">
        <w:rPr>
          <w:lang w:val="en-US"/>
        </w:rPr>
        <w:t xml:space="preserve"> </w:t>
      </w:r>
      <w:hyperlink r:id="rId76" w:history="1">
        <w:r w:rsidRPr="007F2F58">
          <w:rPr>
            <w:rStyle w:val="Hyperlink"/>
            <w:lang w:val="en-US"/>
          </w:rPr>
          <w:t>info@valeos.dk</w:t>
        </w:r>
      </w:hyperlink>
      <w:r>
        <w:rPr>
          <w:lang w:val="en-US"/>
        </w:rPr>
        <w:t>;</w:t>
      </w:r>
    </w:p>
    <w:p w14:paraId="7AB3E3BE" w14:textId="3FE3EF8B" w:rsidR="009631E0" w:rsidRDefault="009631E0" w:rsidP="009631E0">
      <w:pPr>
        <w:rPr>
          <w:lang w:val="en-US"/>
        </w:rPr>
      </w:pPr>
      <w:proofErr w:type="spellStart"/>
      <w:r w:rsidRPr="009631E0">
        <w:rPr>
          <w:lang w:val="en-US"/>
        </w:rPr>
        <w:t>Vertanical</w:t>
      </w:r>
      <w:proofErr w:type="spellEnd"/>
      <w:r w:rsidRPr="009631E0">
        <w:rPr>
          <w:lang w:val="en-US"/>
        </w:rPr>
        <w:t xml:space="preserve"> Denmark </w:t>
      </w:r>
      <w:proofErr w:type="spellStart"/>
      <w:r w:rsidRPr="009631E0">
        <w:rPr>
          <w:lang w:val="en-US"/>
        </w:rPr>
        <w:t>ApS</w:t>
      </w:r>
      <w:proofErr w:type="spellEnd"/>
      <w:r w:rsidR="000B14DA">
        <w:rPr>
          <w:lang w:val="en-US"/>
        </w:rPr>
        <w:t>,</w:t>
      </w:r>
      <w:r w:rsidRPr="009631E0">
        <w:rPr>
          <w:lang w:val="en-US"/>
        </w:rPr>
        <w:t xml:space="preserve"> </w:t>
      </w:r>
      <w:hyperlink r:id="rId77" w:history="1">
        <w:r w:rsidRPr="007F2F58">
          <w:rPr>
            <w:rStyle w:val="Hyperlink"/>
            <w:lang w:val="en-US"/>
          </w:rPr>
          <w:t>b.baasch@futrue.com</w:t>
        </w:r>
      </w:hyperlink>
      <w:r>
        <w:rPr>
          <w:lang w:val="en-US"/>
        </w:rPr>
        <w:t>;</w:t>
      </w:r>
    </w:p>
    <w:p w14:paraId="6234DFAA" w14:textId="77777777" w:rsidR="009631E0" w:rsidRPr="009631E0" w:rsidRDefault="009631E0" w:rsidP="009631E0">
      <w:pPr>
        <w:rPr>
          <w:lang w:val="en-US"/>
        </w:rPr>
      </w:pPr>
    </w:p>
    <w:sectPr w:rsidR="009631E0" w:rsidRPr="009631E0" w:rsidSect="00067E8C">
      <w:footerReference w:type="default" r:id="rId78"/>
      <w:headerReference w:type="first" r:id="rId79"/>
      <w:footerReference w:type="first" r:id="rId80"/>
      <w:pgSz w:w="11906" w:h="16838" w:code="9"/>
      <w:pgMar w:top="2268" w:right="3005" w:bottom="567" w:left="1531" w:header="312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83C9C3" w14:textId="77777777" w:rsidR="00F50E45" w:rsidRDefault="00F50E45">
      <w:r>
        <w:separator/>
      </w:r>
    </w:p>
  </w:endnote>
  <w:endnote w:type="continuationSeparator" w:id="0">
    <w:p w14:paraId="132AF73D" w14:textId="77777777" w:rsidR="00F50E45" w:rsidRDefault="00F50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25252" w14:textId="77777777" w:rsidR="009631E0" w:rsidRDefault="009631E0">
    <w:pPr>
      <w:pStyle w:val="Sidefod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AB20564" wp14:editId="1A85B495">
              <wp:simplePos x="0" y="0"/>
              <wp:positionH relativeFrom="page">
                <wp:posOffset>6065520</wp:posOffset>
              </wp:positionH>
              <wp:positionV relativeFrom="paragraph">
                <wp:posOffset>-200025</wp:posOffset>
              </wp:positionV>
              <wp:extent cx="1494155" cy="229870"/>
              <wp:effectExtent l="0" t="0" r="0" b="0"/>
              <wp:wrapNone/>
              <wp:docPr id="4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155" cy="229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3241AA" w14:textId="77777777" w:rsidR="009631E0" w:rsidRPr="000C150E" w:rsidRDefault="009631E0" w:rsidP="00613455">
                          <w:pPr>
                            <w:pStyle w:val="Kolofon"/>
                            <w:rPr>
                              <w:szCs w:val="16"/>
                            </w:rPr>
                          </w:pPr>
                          <w:bookmarkStart w:id="4" w:name="dk_Page"/>
                          <w:r w:rsidRPr="000C150E">
                            <w:rPr>
                              <w:szCs w:val="16"/>
                            </w:rPr>
                            <w:t>Side</w:t>
                          </w:r>
                          <w:bookmarkEnd w:id="4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r w:rsidRPr="000C150E">
                            <w:rPr>
                              <w:rStyle w:val="Sidetal"/>
                              <w:szCs w:val="16"/>
                            </w:rPr>
                            <w:fldChar w:fldCharType="begin"/>
                          </w:r>
                          <w:r w:rsidRPr="000C150E">
                            <w:rPr>
                              <w:rStyle w:val="Sidetal"/>
                              <w:szCs w:val="16"/>
                            </w:rPr>
                            <w:instrText xml:space="preserve"> PAGE </w:instrText>
                          </w:r>
                          <w:r w:rsidRPr="000C150E">
                            <w:rPr>
                              <w:rStyle w:val="Sidetal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Style w:val="Sidetal"/>
                              <w:noProof/>
                              <w:szCs w:val="16"/>
                            </w:rPr>
                            <w:t>2</w:t>
                          </w:r>
                          <w:r w:rsidRPr="000C150E">
                            <w:rPr>
                              <w:rStyle w:val="Sidetal"/>
                              <w:szCs w:val="16"/>
                            </w:rPr>
                            <w:fldChar w:fldCharType="end"/>
                          </w:r>
                          <w:r w:rsidRPr="000C150E">
                            <w:rPr>
                              <w:rStyle w:val="Sidetal"/>
                              <w:szCs w:val="16"/>
                            </w:rPr>
                            <w:t xml:space="preserve"> </w:t>
                          </w:r>
                          <w:bookmarkStart w:id="5" w:name="dk_Of"/>
                          <w:r w:rsidRPr="000C150E">
                            <w:rPr>
                              <w:rStyle w:val="Sidetal"/>
                              <w:szCs w:val="16"/>
                            </w:rPr>
                            <w:t>af</w:t>
                          </w:r>
                          <w:bookmarkEnd w:id="5"/>
                          <w:r>
                            <w:rPr>
                              <w:rStyle w:val="Sidetal"/>
                              <w:szCs w:val="16"/>
                            </w:rPr>
                            <w:t xml:space="preserve"> </w:t>
                          </w:r>
                          <w:r w:rsidRPr="000C150E">
                            <w:rPr>
                              <w:rStyle w:val="Sidetal"/>
                              <w:szCs w:val="16"/>
                            </w:rPr>
                            <w:fldChar w:fldCharType="begin"/>
                          </w:r>
                          <w:r w:rsidRPr="000C150E">
                            <w:rPr>
                              <w:rStyle w:val="Sidetal"/>
                              <w:szCs w:val="16"/>
                            </w:rPr>
                            <w:instrText xml:space="preserve"> NUMPAGES </w:instrText>
                          </w:r>
                          <w:r w:rsidRPr="000C150E">
                            <w:rPr>
                              <w:rStyle w:val="Sidetal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Style w:val="Sidetal"/>
                              <w:noProof/>
                              <w:szCs w:val="16"/>
                            </w:rPr>
                            <w:t>2</w:t>
                          </w:r>
                          <w:r w:rsidRPr="000C150E">
                            <w:rPr>
                              <w:rStyle w:val="Sidetal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B20564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77.6pt;margin-top:-15.75pt;width:117.65pt;height:18.1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" filled="f" stroked="f">
              <v:textbox inset="0,0">
                <w:txbxContent>
                  <w:p w14:paraId="1C3241AA" w14:textId="77777777" w:rsidR="009631E0" w:rsidRPr="000C150E" w:rsidRDefault="009631E0" w:rsidP="00613455">
                    <w:pPr>
                      <w:pStyle w:val="Kolofon"/>
                      <w:rPr>
                        <w:szCs w:val="16"/>
                      </w:rPr>
                    </w:pPr>
                    <w:bookmarkStart w:id="6" w:name="dk_Page"/>
                    <w:r w:rsidRPr="000C150E">
                      <w:rPr>
                        <w:szCs w:val="16"/>
                      </w:rPr>
                      <w:t>Side</w:t>
                    </w:r>
                    <w:bookmarkEnd w:id="6"/>
                    <w:r>
                      <w:rPr>
                        <w:szCs w:val="16"/>
                      </w:rPr>
                      <w:t xml:space="preserve"> </w:t>
                    </w:r>
                    <w:r w:rsidRPr="000C150E">
                      <w:rPr>
                        <w:rStyle w:val="Sidetal"/>
                        <w:szCs w:val="16"/>
                      </w:rPr>
                      <w:fldChar w:fldCharType="begin"/>
                    </w:r>
                    <w:r w:rsidRPr="000C150E">
                      <w:rPr>
                        <w:rStyle w:val="Sidetal"/>
                        <w:szCs w:val="16"/>
                      </w:rPr>
                      <w:instrText xml:space="preserve"> PAGE </w:instrText>
                    </w:r>
                    <w:r w:rsidRPr="000C150E">
                      <w:rPr>
                        <w:rStyle w:val="Sidetal"/>
                        <w:szCs w:val="16"/>
                      </w:rPr>
                      <w:fldChar w:fldCharType="separate"/>
                    </w:r>
                    <w:r>
                      <w:rPr>
                        <w:rStyle w:val="Sidetal"/>
                        <w:noProof/>
                        <w:szCs w:val="16"/>
                      </w:rPr>
                      <w:t>2</w:t>
                    </w:r>
                    <w:r w:rsidRPr="000C150E">
                      <w:rPr>
                        <w:rStyle w:val="Sidetal"/>
                        <w:szCs w:val="16"/>
                      </w:rPr>
                      <w:fldChar w:fldCharType="end"/>
                    </w:r>
                    <w:r w:rsidRPr="000C150E">
                      <w:rPr>
                        <w:rStyle w:val="Sidetal"/>
                        <w:szCs w:val="16"/>
                      </w:rPr>
                      <w:t xml:space="preserve"> </w:t>
                    </w:r>
                    <w:bookmarkStart w:id="7" w:name="dk_Of"/>
                    <w:r w:rsidRPr="000C150E">
                      <w:rPr>
                        <w:rStyle w:val="Sidetal"/>
                        <w:szCs w:val="16"/>
                      </w:rPr>
                      <w:t>af</w:t>
                    </w:r>
                    <w:bookmarkEnd w:id="7"/>
                    <w:r>
                      <w:rPr>
                        <w:rStyle w:val="Sidetal"/>
                        <w:szCs w:val="16"/>
                      </w:rPr>
                      <w:t xml:space="preserve"> </w:t>
                    </w:r>
                    <w:r w:rsidRPr="000C150E">
                      <w:rPr>
                        <w:rStyle w:val="Sidetal"/>
                        <w:szCs w:val="16"/>
                      </w:rPr>
                      <w:fldChar w:fldCharType="begin"/>
                    </w:r>
                    <w:r w:rsidRPr="000C150E">
                      <w:rPr>
                        <w:rStyle w:val="Sidetal"/>
                        <w:szCs w:val="16"/>
                      </w:rPr>
                      <w:instrText xml:space="preserve"> NUMPAGES </w:instrText>
                    </w:r>
                    <w:r w:rsidRPr="000C150E">
                      <w:rPr>
                        <w:rStyle w:val="Sidetal"/>
                        <w:szCs w:val="16"/>
                      </w:rPr>
                      <w:fldChar w:fldCharType="separate"/>
                    </w:r>
                    <w:r>
                      <w:rPr>
                        <w:rStyle w:val="Sidetal"/>
                        <w:noProof/>
                        <w:szCs w:val="16"/>
                      </w:rPr>
                      <w:t>2</w:t>
                    </w:r>
                    <w:r w:rsidRPr="000C150E">
                      <w:rPr>
                        <w:rStyle w:val="Sidetal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CCBB89" w14:textId="77777777" w:rsidR="009631E0" w:rsidRDefault="009631E0">
    <w:pPr>
      <w:pStyle w:val="Sidefod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20EB765" wp14:editId="0C75BD36">
          <wp:simplePos x="0" y="0"/>
          <wp:positionH relativeFrom="column">
            <wp:posOffset>5078095</wp:posOffset>
          </wp:positionH>
          <wp:positionV relativeFrom="paragraph">
            <wp:posOffset>-1216660</wp:posOffset>
          </wp:positionV>
          <wp:extent cx="928800" cy="1166400"/>
          <wp:effectExtent l="0" t="0" r="5080" b="0"/>
          <wp:wrapSquare wrapText="bothSides"/>
          <wp:docPr id="2" name="uk_address" descr="C:\Users\Word Specialisten\AppData\Local\Microsoft\Windows\INetCache\Content.Word\DKMAadresse_pos_rgb kopier.png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rd Specialisten\AppData\Local\Microsoft\Windows\INetCache\Content.Word\DKMAadresse_pos_rgb kopie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8800" cy="116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3CBCFF84" wp14:editId="77DE3886">
          <wp:simplePos x="0" y="0"/>
          <wp:positionH relativeFrom="column">
            <wp:posOffset>5080635</wp:posOffset>
          </wp:positionH>
          <wp:positionV relativeFrom="paragraph">
            <wp:posOffset>-1069975</wp:posOffset>
          </wp:positionV>
          <wp:extent cx="999490" cy="992505"/>
          <wp:effectExtent l="0" t="0" r="0" b="0"/>
          <wp:wrapNone/>
          <wp:docPr id="3" name="dk_address" descr="C:\Users\Windowsspecialisten\Word specialisten\WSKunder\Kunder\Lægemiddelstyrelsen\Billedfiler\LMSTÔÇôadresse_pos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Windowsspecialisten\Word specialisten\WSKunder\Kunder\Lægemiddelstyrelsen\Billedfiler\LMSTÔÇôadresse_pos_rgb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9490" cy="992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CCE87C" w14:textId="77777777" w:rsidR="00F50E45" w:rsidRDefault="00F50E45">
      <w:r>
        <w:separator/>
      </w:r>
    </w:p>
  </w:footnote>
  <w:footnote w:type="continuationSeparator" w:id="0">
    <w:p w14:paraId="754BB1CE" w14:textId="77777777" w:rsidR="00F50E45" w:rsidRDefault="00F50E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42B51" w14:textId="77777777" w:rsidR="009631E0" w:rsidRDefault="009631E0" w:rsidP="00066F5D">
    <w:pPr>
      <w:pStyle w:val="Sidehoved"/>
      <w:spacing w:after="1077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66D774C" wp14:editId="008656CF">
          <wp:simplePos x="0" y="0"/>
          <wp:positionH relativeFrom="page">
            <wp:posOffset>933450</wp:posOffset>
          </wp:positionH>
          <wp:positionV relativeFrom="page">
            <wp:posOffset>200025</wp:posOffset>
          </wp:positionV>
          <wp:extent cx="2562225" cy="714375"/>
          <wp:effectExtent l="0" t="0" r="9525" b="9525"/>
          <wp:wrapNone/>
          <wp:docPr id="1" name="logo" descr="C:\Users\Windowsspecialisten\Word specialisten\WSKunder\Kunder\Lægemiddelstyrelsen\Billedfiler\LMST_pos_rgb_U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indowsspecialisten\Word specialisten\WSKunder\Kunder\Lægemiddelstyrelsen\Billedfiler\LMST_pos_rgb_U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22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DEA7BB" w14:textId="77777777" w:rsidR="009631E0" w:rsidRDefault="009631E0" w:rsidP="001173BD">
    <w:pPr>
      <w:pStyle w:val="Hjlpetekst"/>
      <w:tabs>
        <w:tab w:val="clear" w:pos="4986"/>
      </w:tabs>
      <w:ind w:right="-427"/>
    </w:pPr>
    <w:r>
      <w:t>Tryk F2 for at indsætte/fjerne brevelementer (logo og adresse) til pdf og e-mail dokumenter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1304"/>
  <w:autoHyphenation/>
  <w:hyphenationZone w:val="312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1E0"/>
    <w:rsid w:val="000016BA"/>
    <w:rsid w:val="0001111F"/>
    <w:rsid w:val="0001330D"/>
    <w:rsid w:val="000178A7"/>
    <w:rsid w:val="00026C05"/>
    <w:rsid w:val="00030CA7"/>
    <w:rsid w:val="00037DB5"/>
    <w:rsid w:val="00040E3D"/>
    <w:rsid w:val="00054029"/>
    <w:rsid w:val="000556DC"/>
    <w:rsid w:val="00062F56"/>
    <w:rsid w:val="00066F5D"/>
    <w:rsid w:val="00067E8C"/>
    <w:rsid w:val="00070AFE"/>
    <w:rsid w:val="0007347A"/>
    <w:rsid w:val="00094CA7"/>
    <w:rsid w:val="000A0217"/>
    <w:rsid w:val="000A2364"/>
    <w:rsid w:val="000A2AEA"/>
    <w:rsid w:val="000A2F2A"/>
    <w:rsid w:val="000A3B86"/>
    <w:rsid w:val="000A73A9"/>
    <w:rsid w:val="000B14DA"/>
    <w:rsid w:val="000B49B0"/>
    <w:rsid w:val="000C0896"/>
    <w:rsid w:val="000C150E"/>
    <w:rsid w:val="000C75D3"/>
    <w:rsid w:val="000D5744"/>
    <w:rsid w:val="000D7BF6"/>
    <w:rsid w:val="000E27D2"/>
    <w:rsid w:val="000F5017"/>
    <w:rsid w:val="0010741C"/>
    <w:rsid w:val="001129C0"/>
    <w:rsid w:val="001173BD"/>
    <w:rsid w:val="0012043C"/>
    <w:rsid w:val="00132782"/>
    <w:rsid w:val="00140FB7"/>
    <w:rsid w:val="00142B8D"/>
    <w:rsid w:val="00167E15"/>
    <w:rsid w:val="00174C73"/>
    <w:rsid w:val="00185EEA"/>
    <w:rsid w:val="0019088A"/>
    <w:rsid w:val="00192AB2"/>
    <w:rsid w:val="001951DC"/>
    <w:rsid w:val="00195D80"/>
    <w:rsid w:val="001A1D19"/>
    <w:rsid w:val="001A47D2"/>
    <w:rsid w:val="001A4A99"/>
    <w:rsid w:val="001B4440"/>
    <w:rsid w:val="001B4496"/>
    <w:rsid w:val="001C1B7F"/>
    <w:rsid w:val="001E1712"/>
    <w:rsid w:val="001F0088"/>
    <w:rsid w:val="001F24AA"/>
    <w:rsid w:val="001F337E"/>
    <w:rsid w:val="00203331"/>
    <w:rsid w:val="002112D0"/>
    <w:rsid w:val="00211B36"/>
    <w:rsid w:val="00215056"/>
    <w:rsid w:val="00223C95"/>
    <w:rsid w:val="002312E7"/>
    <w:rsid w:val="00231405"/>
    <w:rsid w:val="0023724F"/>
    <w:rsid w:val="00240F90"/>
    <w:rsid w:val="0026436B"/>
    <w:rsid w:val="002656D1"/>
    <w:rsid w:val="002861EE"/>
    <w:rsid w:val="0028672F"/>
    <w:rsid w:val="00294F57"/>
    <w:rsid w:val="002A38E5"/>
    <w:rsid w:val="002A618C"/>
    <w:rsid w:val="002C0426"/>
    <w:rsid w:val="002C080A"/>
    <w:rsid w:val="002C630D"/>
    <w:rsid w:val="002D26DA"/>
    <w:rsid w:val="002E29B7"/>
    <w:rsid w:val="003117D2"/>
    <w:rsid w:val="00327635"/>
    <w:rsid w:val="00334E85"/>
    <w:rsid w:val="0035294D"/>
    <w:rsid w:val="0036043D"/>
    <w:rsid w:val="00363FF4"/>
    <w:rsid w:val="003661D9"/>
    <w:rsid w:val="00382E56"/>
    <w:rsid w:val="0039065B"/>
    <w:rsid w:val="003A57C1"/>
    <w:rsid w:val="003B6499"/>
    <w:rsid w:val="003C2327"/>
    <w:rsid w:val="003C2538"/>
    <w:rsid w:val="003D4B81"/>
    <w:rsid w:val="003E61CA"/>
    <w:rsid w:val="003F2DC6"/>
    <w:rsid w:val="003F5029"/>
    <w:rsid w:val="003F6CFA"/>
    <w:rsid w:val="00406E38"/>
    <w:rsid w:val="004155DD"/>
    <w:rsid w:val="00416BD7"/>
    <w:rsid w:val="0042434D"/>
    <w:rsid w:val="0042485A"/>
    <w:rsid w:val="00427CC8"/>
    <w:rsid w:val="00440BE9"/>
    <w:rsid w:val="00440DEB"/>
    <w:rsid w:val="00444B3B"/>
    <w:rsid w:val="00447468"/>
    <w:rsid w:val="0044753D"/>
    <w:rsid w:val="004507A0"/>
    <w:rsid w:val="004527D3"/>
    <w:rsid w:val="004633EF"/>
    <w:rsid w:val="00480437"/>
    <w:rsid w:val="00482325"/>
    <w:rsid w:val="00491196"/>
    <w:rsid w:val="004A0D44"/>
    <w:rsid w:val="004B4F4B"/>
    <w:rsid w:val="004C1761"/>
    <w:rsid w:val="004C1E23"/>
    <w:rsid w:val="004C587C"/>
    <w:rsid w:val="004D23C2"/>
    <w:rsid w:val="004D4B57"/>
    <w:rsid w:val="004E2D94"/>
    <w:rsid w:val="00504FF0"/>
    <w:rsid w:val="00505DA0"/>
    <w:rsid w:val="00505E03"/>
    <w:rsid w:val="00512DC2"/>
    <w:rsid w:val="00517EEC"/>
    <w:rsid w:val="00522780"/>
    <w:rsid w:val="00525762"/>
    <w:rsid w:val="00536367"/>
    <w:rsid w:val="0053684C"/>
    <w:rsid w:val="00542DDB"/>
    <w:rsid w:val="00543CDA"/>
    <w:rsid w:val="00545D63"/>
    <w:rsid w:val="00553216"/>
    <w:rsid w:val="00553A40"/>
    <w:rsid w:val="0055563B"/>
    <w:rsid w:val="005557C3"/>
    <w:rsid w:val="00561D68"/>
    <w:rsid w:val="00573CED"/>
    <w:rsid w:val="00573E21"/>
    <w:rsid w:val="005839D4"/>
    <w:rsid w:val="00583D85"/>
    <w:rsid w:val="00586BEB"/>
    <w:rsid w:val="005964AF"/>
    <w:rsid w:val="005B4FB0"/>
    <w:rsid w:val="005C407C"/>
    <w:rsid w:val="005D2C03"/>
    <w:rsid w:val="005D7458"/>
    <w:rsid w:val="005D7C62"/>
    <w:rsid w:val="005E01D4"/>
    <w:rsid w:val="005E0690"/>
    <w:rsid w:val="005E5B61"/>
    <w:rsid w:val="005F08F3"/>
    <w:rsid w:val="005F1E11"/>
    <w:rsid w:val="00613455"/>
    <w:rsid w:val="0062314C"/>
    <w:rsid w:val="006300FA"/>
    <w:rsid w:val="0063165F"/>
    <w:rsid w:val="00631BEF"/>
    <w:rsid w:val="00632D04"/>
    <w:rsid w:val="00641A2C"/>
    <w:rsid w:val="00646248"/>
    <w:rsid w:val="00656FAD"/>
    <w:rsid w:val="006733FA"/>
    <w:rsid w:val="006825D7"/>
    <w:rsid w:val="006948BE"/>
    <w:rsid w:val="006A70C1"/>
    <w:rsid w:val="006A760F"/>
    <w:rsid w:val="006B12C4"/>
    <w:rsid w:val="006D56D1"/>
    <w:rsid w:val="006E182E"/>
    <w:rsid w:val="006E5FD8"/>
    <w:rsid w:val="006F2581"/>
    <w:rsid w:val="006F40FF"/>
    <w:rsid w:val="006F5C71"/>
    <w:rsid w:val="007073C4"/>
    <w:rsid w:val="00717205"/>
    <w:rsid w:val="0072028C"/>
    <w:rsid w:val="00723CAB"/>
    <w:rsid w:val="00732511"/>
    <w:rsid w:val="007430BA"/>
    <w:rsid w:val="00774B04"/>
    <w:rsid w:val="0079047D"/>
    <w:rsid w:val="00791D4F"/>
    <w:rsid w:val="00795EB2"/>
    <w:rsid w:val="00796494"/>
    <w:rsid w:val="007C0280"/>
    <w:rsid w:val="007D2A92"/>
    <w:rsid w:val="007F51D2"/>
    <w:rsid w:val="0080087F"/>
    <w:rsid w:val="00806858"/>
    <w:rsid w:val="0081201B"/>
    <w:rsid w:val="00824E13"/>
    <w:rsid w:val="00834760"/>
    <w:rsid w:val="008358A8"/>
    <w:rsid w:val="008425FE"/>
    <w:rsid w:val="0084732A"/>
    <w:rsid w:val="00852634"/>
    <w:rsid w:val="008559A8"/>
    <w:rsid w:val="008610B2"/>
    <w:rsid w:val="008A75DF"/>
    <w:rsid w:val="008B0BE1"/>
    <w:rsid w:val="008C2B26"/>
    <w:rsid w:val="008C352B"/>
    <w:rsid w:val="0090301F"/>
    <w:rsid w:val="009060D1"/>
    <w:rsid w:val="00921E5A"/>
    <w:rsid w:val="00923F58"/>
    <w:rsid w:val="0093032F"/>
    <w:rsid w:val="0094569E"/>
    <w:rsid w:val="009464D8"/>
    <w:rsid w:val="009477E9"/>
    <w:rsid w:val="009631E0"/>
    <w:rsid w:val="00964377"/>
    <w:rsid w:val="00973D21"/>
    <w:rsid w:val="0097622A"/>
    <w:rsid w:val="00982B6B"/>
    <w:rsid w:val="009832FB"/>
    <w:rsid w:val="0099347F"/>
    <w:rsid w:val="0099634C"/>
    <w:rsid w:val="009A4215"/>
    <w:rsid w:val="009A65CF"/>
    <w:rsid w:val="009C1EC5"/>
    <w:rsid w:val="009C4819"/>
    <w:rsid w:val="009C664A"/>
    <w:rsid w:val="009D321E"/>
    <w:rsid w:val="009E260C"/>
    <w:rsid w:val="009E3916"/>
    <w:rsid w:val="009E4C51"/>
    <w:rsid w:val="00A01352"/>
    <w:rsid w:val="00A2534E"/>
    <w:rsid w:val="00A2664E"/>
    <w:rsid w:val="00A41263"/>
    <w:rsid w:val="00A45815"/>
    <w:rsid w:val="00A53DEA"/>
    <w:rsid w:val="00A544E7"/>
    <w:rsid w:val="00A66F0F"/>
    <w:rsid w:val="00A71912"/>
    <w:rsid w:val="00A823C1"/>
    <w:rsid w:val="00A94609"/>
    <w:rsid w:val="00AA1353"/>
    <w:rsid w:val="00AA7339"/>
    <w:rsid w:val="00AB08B9"/>
    <w:rsid w:val="00AB0F8E"/>
    <w:rsid w:val="00AB1A55"/>
    <w:rsid w:val="00AB764D"/>
    <w:rsid w:val="00AD35DB"/>
    <w:rsid w:val="00AE1FEB"/>
    <w:rsid w:val="00AF0ECD"/>
    <w:rsid w:val="00AF25AA"/>
    <w:rsid w:val="00B172C3"/>
    <w:rsid w:val="00B30320"/>
    <w:rsid w:val="00B41540"/>
    <w:rsid w:val="00B47376"/>
    <w:rsid w:val="00B479AC"/>
    <w:rsid w:val="00B5719F"/>
    <w:rsid w:val="00B655A4"/>
    <w:rsid w:val="00B67697"/>
    <w:rsid w:val="00B73D5D"/>
    <w:rsid w:val="00B766D5"/>
    <w:rsid w:val="00B81C00"/>
    <w:rsid w:val="00B84485"/>
    <w:rsid w:val="00BC7C5D"/>
    <w:rsid w:val="00BD44E3"/>
    <w:rsid w:val="00BD4F42"/>
    <w:rsid w:val="00C068A3"/>
    <w:rsid w:val="00C10A7B"/>
    <w:rsid w:val="00C1443D"/>
    <w:rsid w:val="00C21735"/>
    <w:rsid w:val="00C47DAA"/>
    <w:rsid w:val="00C521C1"/>
    <w:rsid w:val="00C55174"/>
    <w:rsid w:val="00C60E89"/>
    <w:rsid w:val="00C719B8"/>
    <w:rsid w:val="00C72506"/>
    <w:rsid w:val="00C85DEA"/>
    <w:rsid w:val="00C87BB4"/>
    <w:rsid w:val="00C95E49"/>
    <w:rsid w:val="00CA1B51"/>
    <w:rsid w:val="00CB0E6E"/>
    <w:rsid w:val="00CB7E2A"/>
    <w:rsid w:val="00CC5A5B"/>
    <w:rsid w:val="00CC7961"/>
    <w:rsid w:val="00CE42CD"/>
    <w:rsid w:val="00CF055A"/>
    <w:rsid w:val="00D05E67"/>
    <w:rsid w:val="00D15BF3"/>
    <w:rsid w:val="00D16D24"/>
    <w:rsid w:val="00D2226F"/>
    <w:rsid w:val="00D317A3"/>
    <w:rsid w:val="00D558C3"/>
    <w:rsid w:val="00D62C4A"/>
    <w:rsid w:val="00D70F5D"/>
    <w:rsid w:val="00D8342B"/>
    <w:rsid w:val="00D87071"/>
    <w:rsid w:val="00D9049D"/>
    <w:rsid w:val="00D9445D"/>
    <w:rsid w:val="00DA1566"/>
    <w:rsid w:val="00DA6FA1"/>
    <w:rsid w:val="00DA7768"/>
    <w:rsid w:val="00DB0BC8"/>
    <w:rsid w:val="00DC054F"/>
    <w:rsid w:val="00DF3181"/>
    <w:rsid w:val="00E24E93"/>
    <w:rsid w:val="00E3110B"/>
    <w:rsid w:val="00E425A7"/>
    <w:rsid w:val="00E47178"/>
    <w:rsid w:val="00E57E75"/>
    <w:rsid w:val="00E63BB2"/>
    <w:rsid w:val="00E747F0"/>
    <w:rsid w:val="00E7715D"/>
    <w:rsid w:val="00E82BF1"/>
    <w:rsid w:val="00E87B5D"/>
    <w:rsid w:val="00E93EAC"/>
    <w:rsid w:val="00EA0287"/>
    <w:rsid w:val="00EA23F2"/>
    <w:rsid w:val="00EA5F51"/>
    <w:rsid w:val="00EB0E73"/>
    <w:rsid w:val="00EB2ADB"/>
    <w:rsid w:val="00EE1A31"/>
    <w:rsid w:val="00EE6216"/>
    <w:rsid w:val="00F017C7"/>
    <w:rsid w:val="00F04A0E"/>
    <w:rsid w:val="00F04F63"/>
    <w:rsid w:val="00F1157F"/>
    <w:rsid w:val="00F1580D"/>
    <w:rsid w:val="00F50E45"/>
    <w:rsid w:val="00F53753"/>
    <w:rsid w:val="00F60100"/>
    <w:rsid w:val="00F649A1"/>
    <w:rsid w:val="00F7140C"/>
    <w:rsid w:val="00F82302"/>
    <w:rsid w:val="00F8384B"/>
    <w:rsid w:val="00F84E59"/>
    <w:rsid w:val="00F859D0"/>
    <w:rsid w:val="00FA0A0A"/>
    <w:rsid w:val="00FA2795"/>
    <w:rsid w:val="00FA7F46"/>
    <w:rsid w:val="00FB1382"/>
    <w:rsid w:val="00FB2C20"/>
    <w:rsid w:val="00FB3A9D"/>
    <w:rsid w:val="00FB5B44"/>
    <w:rsid w:val="00FB6783"/>
    <w:rsid w:val="00FD5868"/>
    <w:rsid w:val="00FE29F9"/>
    <w:rsid w:val="00FE3463"/>
    <w:rsid w:val="00FE6FD1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45F8D2"/>
  <w15:docId w15:val="{3FBD3BBC-4CF8-4768-8CB8-FC3C7773D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a-DK" w:eastAsia="zh-CN" w:bidi="hi-IN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7E8C"/>
    <w:pPr>
      <w:spacing w:line="250" w:lineRule="atLeast"/>
    </w:pPr>
    <w:rPr>
      <w:rFonts w:ascii="Arial" w:hAnsi="Arial"/>
      <w:szCs w:val="17"/>
      <w:lang w:eastAsia="da-DK" w:bidi="ar-SA"/>
    </w:rPr>
  </w:style>
  <w:style w:type="paragraph" w:styleId="Overskrift1">
    <w:name w:val="heading 1"/>
    <w:basedOn w:val="Normal"/>
    <w:next w:val="Normal"/>
    <w:qFormat/>
    <w:rsid w:val="000C150E"/>
    <w:pPr>
      <w:keepNext/>
      <w:spacing w:after="240"/>
      <w:outlineLvl w:val="0"/>
    </w:pPr>
    <w:rPr>
      <w:rFonts w:cs="Arial"/>
      <w:b/>
      <w:bCs/>
      <w:szCs w:val="20"/>
    </w:rPr>
  </w:style>
  <w:style w:type="paragraph" w:styleId="Overskrift2">
    <w:name w:val="heading 2"/>
    <w:basedOn w:val="Normal"/>
    <w:next w:val="Normal"/>
    <w:semiHidden/>
    <w:qFormat/>
    <w:rsid w:val="001C1B7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semiHidden/>
    <w:rsid w:val="001C1B7F"/>
    <w:rPr>
      <w:color w:val="0000FF"/>
      <w:u w:val="single"/>
    </w:rPr>
  </w:style>
  <w:style w:type="paragraph" w:styleId="Indholdsfortegnelse1">
    <w:name w:val="toc 1"/>
    <w:basedOn w:val="Normal"/>
    <w:next w:val="Normal"/>
    <w:autoRedefine/>
    <w:semiHidden/>
    <w:rsid w:val="001C1B7F"/>
  </w:style>
  <w:style w:type="paragraph" w:styleId="Indholdsfortegnelse2">
    <w:name w:val="toc 2"/>
    <w:basedOn w:val="Normal"/>
    <w:next w:val="Normal"/>
    <w:autoRedefine/>
    <w:semiHidden/>
    <w:rsid w:val="001C1B7F"/>
    <w:pPr>
      <w:ind w:left="170"/>
    </w:pPr>
  </w:style>
  <w:style w:type="paragraph" w:customStyle="1" w:styleId="Kolofon">
    <w:name w:val="Kolofon"/>
    <w:basedOn w:val="Normal"/>
    <w:semiHidden/>
    <w:rsid w:val="00067E8C"/>
    <w:pPr>
      <w:spacing w:line="230" w:lineRule="atLeast"/>
    </w:pPr>
    <w:rPr>
      <w:sz w:val="16"/>
    </w:rPr>
  </w:style>
  <w:style w:type="paragraph" w:styleId="Sidehoved">
    <w:name w:val="header"/>
    <w:basedOn w:val="Normal"/>
    <w:semiHidden/>
    <w:rsid w:val="005964AF"/>
    <w:pPr>
      <w:tabs>
        <w:tab w:val="center" w:pos="4320"/>
        <w:tab w:val="right" w:pos="8640"/>
      </w:tabs>
    </w:pPr>
  </w:style>
  <w:style w:type="paragraph" w:styleId="Sidefod">
    <w:name w:val="footer"/>
    <w:basedOn w:val="Normal"/>
    <w:semiHidden/>
    <w:rsid w:val="005964AF"/>
    <w:pPr>
      <w:tabs>
        <w:tab w:val="center" w:pos="4320"/>
        <w:tab w:val="right" w:pos="8640"/>
      </w:tabs>
    </w:pPr>
  </w:style>
  <w:style w:type="table" w:styleId="Tabel-Gitter">
    <w:name w:val="Table Grid"/>
    <w:basedOn w:val="Tabel-Normal"/>
    <w:rsid w:val="00AB764D"/>
    <w:pPr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vh">
    <w:name w:val="Mvh"/>
    <w:basedOn w:val="Normal"/>
    <w:next w:val="Normal"/>
    <w:semiHidden/>
    <w:rsid w:val="00AB764D"/>
    <w:pPr>
      <w:spacing w:before="560" w:after="280"/>
    </w:pPr>
  </w:style>
  <w:style w:type="character" w:styleId="Sidetal">
    <w:name w:val="page number"/>
    <w:basedOn w:val="Standardskrifttypeiafsnit"/>
    <w:semiHidden/>
    <w:rsid w:val="00613455"/>
  </w:style>
  <w:style w:type="paragraph" w:styleId="Markeringsbobletekst">
    <w:name w:val="Balloon Text"/>
    <w:basedOn w:val="Normal"/>
    <w:link w:val="MarkeringsbobletekstTegn"/>
    <w:semiHidden/>
    <w:rsid w:val="0099634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42485A"/>
    <w:rPr>
      <w:rFonts w:ascii="Tahoma" w:hAnsi="Tahoma" w:cs="Tahoma"/>
      <w:sz w:val="16"/>
      <w:szCs w:val="16"/>
      <w:lang w:eastAsia="da-DK" w:bidi="ar-SA"/>
    </w:rPr>
  </w:style>
  <w:style w:type="paragraph" w:customStyle="1" w:styleId="Hjlpetekst">
    <w:name w:val="Hjælpetekst"/>
    <w:basedOn w:val="Sidehoved"/>
    <w:semiHidden/>
    <w:qFormat/>
    <w:rsid w:val="001173BD"/>
    <w:pPr>
      <w:tabs>
        <w:tab w:val="clear" w:pos="4320"/>
        <w:tab w:val="clear" w:pos="8640"/>
        <w:tab w:val="center" w:pos="4986"/>
        <w:tab w:val="right" w:pos="9972"/>
      </w:tabs>
      <w:spacing w:line="220" w:lineRule="atLeast"/>
      <w:ind w:right="2720"/>
    </w:pPr>
    <w:rPr>
      <w:rFonts w:ascii="Calibri" w:hAnsi="Calibri"/>
      <w:i/>
      <w:vanish/>
      <w:color w:val="C00000"/>
      <w:szCs w:val="24"/>
    </w:rPr>
  </w:style>
  <w:style w:type="character" w:styleId="Ulstomtale">
    <w:name w:val="Unresolved Mention"/>
    <w:basedOn w:val="Standardskrifttypeiafsnit"/>
    <w:uiPriority w:val="99"/>
    <w:semiHidden/>
    <w:unhideWhenUsed/>
    <w:rsid w:val="009631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55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info@danske-aeldreraad.dk" TargetMode="External"/><Relationship Id="rId21" Type="http://schemas.openxmlformats.org/officeDocument/2006/relationships/hyperlink" Target="mailto:info@bedrepsykiatri.dk" TargetMode="External"/><Relationship Id="rId42" Type="http://schemas.openxmlformats.org/officeDocument/2006/relationships/hyperlink" Target="mailto:amgros@amgros.dk" TargetMode="External"/><Relationship Id="rId47" Type="http://schemas.openxmlformats.org/officeDocument/2006/relationships/hyperlink" Target="mailto:ltn@dadl.dk" TargetMode="External"/><Relationship Id="rId63" Type="http://schemas.openxmlformats.org/officeDocument/2006/relationships/hyperlink" Target="mailto:regionsjaelland@regionsjaelland.dk" TargetMode="External"/><Relationship Id="rId68" Type="http://schemas.openxmlformats.org/officeDocument/2006/relationships/hyperlink" Target="mailto:dk.adm@lgp.global" TargetMode="External"/><Relationship Id="rId16" Type="http://schemas.openxmlformats.org/officeDocument/2006/relationships/hyperlink" Target="mailto:dadl@dadl.dk" TargetMode="External"/><Relationship Id="rId11" Type="http://schemas.openxmlformats.org/officeDocument/2006/relationships/hyperlink" Target="mailto:dp@dp.dk" TargetMode="External"/><Relationship Id="rId32" Type="http://schemas.openxmlformats.org/officeDocument/2006/relationships/hyperlink" Target="mailto:lap@lap.dk" TargetMode="External"/><Relationship Id="rId37" Type="http://schemas.openxmlformats.org/officeDocument/2006/relationships/hyperlink" Target="mailto:info@scleroseforeningen.dk" TargetMode="External"/><Relationship Id="rId53" Type="http://schemas.openxmlformats.org/officeDocument/2006/relationships/hyperlink" Target="mailto:Bastrup@health.sdu.dk" TargetMode="External"/><Relationship Id="rId58" Type="http://schemas.openxmlformats.org/officeDocument/2006/relationships/hyperlink" Target="mailto:info@megros.dk" TargetMode="External"/><Relationship Id="rId74" Type="http://schemas.openxmlformats.org/officeDocument/2006/relationships/hyperlink" Target="mailto:contact@tetrapharm.eu" TargetMode="External"/><Relationship Id="rId79" Type="http://schemas.openxmlformats.org/officeDocument/2006/relationships/header" Target="header1.xml"/><Relationship Id="rId5" Type="http://schemas.openxmlformats.org/officeDocument/2006/relationships/styles" Target="styles.xml"/><Relationship Id="rId61" Type="http://schemas.openxmlformats.org/officeDocument/2006/relationships/hyperlink" Target="mailto:kontakt@regionmidtjylland.dk" TargetMode="External"/><Relationship Id="rId82" Type="http://schemas.openxmlformats.org/officeDocument/2006/relationships/theme" Target="theme/theme1.xml"/><Relationship Id="rId19" Type="http://schemas.openxmlformats.org/officeDocument/2006/relationships/hyperlink" Target="mailto:yl@dadl.dk" TargetMode="External"/><Relationship Id="rId14" Type="http://schemas.openxmlformats.org/officeDocument/2006/relationships/hyperlink" Target="mailto:etf@etf.dk" TargetMode="External"/><Relationship Id="rId22" Type="http://schemas.openxmlformats.org/officeDocument/2006/relationships/hyperlink" Target="mailto:jo@fibromyalgi.dk" TargetMode="External"/><Relationship Id="rId27" Type="http://schemas.openxmlformats.org/officeDocument/2006/relationships/hyperlink" Target="mailto:info@diabetes.dk" TargetMode="External"/><Relationship Id="rId30" Type="http://schemas.openxmlformats.org/officeDocument/2006/relationships/hyperlink" Target="mailto:post@hjerteforeningen.dk" TargetMode="External"/><Relationship Id="rId35" Type="http://schemas.openxmlformats.org/officeDocument/2006/relationships/hyperlink" Target="mailto:info@osteoporose.dk" TargetMode="External"/><Relationship Id="rId43" Type="http://schemas.openxmlformats.org/officeDocument/2006/relationships/hyperlink" Target="mailto:mka@apotekerforeningen.dk" TargetMode="External"/><Relationship Id="rId48" Type="http://schemas.openxmlformats.org/officeDocument/2006/relationships/hyperlink" Target="mailto:dsam@dsam.dk" TargetMode="External"/><Relationship Id="rId56" Type="http://schemas.openxmlformats.org/officeDocument/2006/relationships/hyperlink" Target="mailto:sekretariat@mci.dk" TargetMode="External"/><Relationship Id="rId64" Type="http://schemas.openxmlformats.org/officeDocument/2006/relationships/hyperlink" Target="mailto:kontakt@rsyd.dk" TargetMode="External"/><Relationship Id="rId69" Type="http://schemas.openxmlformats.org/officeDocument/2006/relationships/hyperlink" Target="mailto:quality.nordic@movianto.com" TargetMode="External"/><Relationship Id="rId77" Type="http://schemas.openxmlformats.org/officeDocument/2006/relationships/hyperlink" Target="mailto:b.baasch@futrue.com" TargetMode="External"/><Relationship Id="rId8" Type="http://schemas.openxmlformats.org/officeDocument/2006/relationships/footnotes" Target="footnotes.xml"/><Relationship Id="rId51" Type="http://schemas.openxmlformats.org/officeDocument/2006/relationships/hyperlink" Target="mailto:jm@dadl.dk" TargetMode="External"/><Relationship Id="rId72" Type="http://schemas.openxmlformats.org/officeDocument/2006/relationships/hyperlink" Target="mailto:info@stenocare.com" TargetMode="External"/><Relationship Id="rId80" Type="http://schemas.openxmlformats.org/officeDocument/2006/relationships/footer" Target="footer2.xml"/><Relationship Id="rId3" Type="http://schemas.openxmlformats.org/officeDocument/2006/relationships/customXml" Target="../customXml/item3.xml"/><Relationship Id="rId12" Type="http://schemas.openxmlformats.org/officeDocument/2006/relationships/hyperlink" Target="mailto:ds@socialraadgiverne.dk" TargetMode="External"/><Relationship Id="rId17" Type="http://schemas.openxmlformats.org/officeDocument/2006/relationships/hyperlink" Target="mailto:lvs@dadl.dk" TargetMode="External"/><Relationship Id="rId25" Type="http://schemas.openxmlformats.org/officeDocument/2006/relationships/hyperlink" Target="mailto:info@danskepatienter.dk" TargetMode="External"/><Relationship Id="rId33" Type="http://schemas.openxmlformats.org/officeDocument/2006/relationships/hyperlink" Target="mailto:info@spiseforstyrrelse.dk" TargetMode="External"/><Relationship Id="rId38" Type="http://schemas.openxmlformats.org/officeDocument/2006/relationships/hyperlink" Target="mailto:landsforeningen@sind.dk" TargetMode="External"/><Relationship Id="rId46" Type="http://schemas.openxmlformats.org/officeDocument/2006/relationships/hyperlink" Target="mailto:hoering@di.dk" TargetMode="External"/><Relationship Id="rId59" Type="http://schemas.openxmlformats.org/officeDocument/2006/relationships/hyperlink" Target="mailto:pebl@patienterstatningen.dk" TargetMode="External"/><Relationship Id="rId67" Type="http://schemas.openxmlformats.org/officeDocument/2006/relationships/hyperlink" Target="mailto:info@dancann.com" TargetMode="External"/><Relationship Id="rId20" Type="http://schemas.openxmlformats.org/officeDocument/2006/relationships/hyperlink" Target="mailto:post@alzheimer.dk" TargetMode="External"/><Relationship Id="rId41" Type="http://schemas.openxmlformats.org/officeDocument/2006/relationships/hyperlink" Target="mailto:aeldresagen@aeldresagen.dk" TargetMode="External"/><Relationship Id="rId54" Type="http://schemas.openxmlformats.org/officeDocument/2006/relationships/hyperlink" Target="mailto:info@lf.dk" TargetMode="External"/><Relationship Id="rId62" Type="http://schemas.openxmlformats.org/officeDocument/2006/relationships/hyperlink" Target="mailto:region@rn.dk" TargetMode="External"/><Relationship Id="rId70" Type="http://schemas.openxmlformats.org/officeDocument/2006/relationships/hyperlink" Target="mailto:info@scanleaf.com" TargetMode="External"/><Relationship Id="rId75" Type="http://schemas.openxmlformats.org/officeDocument/2006/relationships/hyperlink" Target="mailto:info@valcon-medical.co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hyperlink" Target="mailto:fas@dadl.dk" TargetMode="External"/><Relationship Id="rId23" Type="http://schemas.openxmlformats.org/officeDocument/2006/relationships/hyperlink" Target="mailto:fysio@fysio.dk" TargetMode="External"/><Relationship Id="rId28" Type="http://schemas.openxmlformats.org/officeDocument/2006/relationships/hyperlink" Target="mailto:epilepsi@epilepsiforeningen.dk" TargetMode="External"/><Relationship Id="rId36" Type="http://schemas.openxmlformats.org/officeDocument/2006/relationships/hyperlink" Target="mailto:njl@patientforeningen.dk" TargetMode="External"/><Relationship Id="rId49" Type="http://schemas.openxmlformats.org/officeDocument/2006/relationships/hyperlink" Target="mailto:sekretariat@dasaim.dk" TargetMode="External"/><Relationship Id="rId57" Type="http://schemas.openxmlformats.org/officeDocument/2006/relationships/hyperlink" Target="mailto:info@nomeco.dk" TargetMode="External"/><Relationship Id="rId10" Type="http://schemas.openxmlformats.org/officeDocument/2006/relationships/hyperlink" Target="mailto:dkf@danskkiropraktorforening.dk" TargetMode="External"/><Relationship Id="rId31" Type="http://schemas.openxmlformats.org/officeDocument/2006/relationships/hyperlink" Target="mailto:info@cancer.dk" TargetMode="External"/><Relationship Id="rId44" Type="http://schemas.openxmlformats.org/officeDocument/2006/relationships/hyperlink" Target="mailto:info@danskerhverv.dk" TargetMode="External"/><Relationship Id="rId52" Type="http://schemas.openxmlformats.org/officeDocument/2006/relationships/hyperlink" Target="mailto:info@patientsikkerhed.dk" TargetMode="External"/><Relationship Id="rId60" Type="http://schemas.openxmlformats.org/officeDocument/2006/relationships/hyperlink" Target="mailto:regionh@regionh.dk" TargetMode="External"/><Relationship Id="rId65" Type="http://schemas.openxmlformats.org/officeDocument/2006/relationships/hyperlink" Target="mailto:info@tmj.dk" TargetMode="External"/><Relationship Id="rId73" Type="http://schemas.openxmlformats.org/officeDocument/2006/relationships/hyperlink" Target="mailto:MNoddekaer@eu.sterigenics.com" TargetMode="External"/><Relationship Id="rId78" Type="http://schemas.openxmlformats.org/officeDocument/2006/relationships/footer" Target="footer1.xml"/><Relationship Id="rId8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3" Type="http://schemas.openxmlformats.org/officeDocument/2006/relationships/hyperlink" Target="mailto:dsr@dsr.dk" TargetMode="External"/><Relationship Id="rId18" Type="http://schemas.openxmlformats.org/officeDocument/2006/relationships/hyperlink" Target="mailto:plo@dadl.dk" TargetMode="External"/><Relationship Id="rId39" Type="http://schemas.openxmlformats.org/officeDocument/2006/relationships/hyperlink" Target="mailto:mail@sjaeldnediagnoser.dk" TargetMode="External"/><Relationship Id="rId34" Type="http://schemas.openxmlformats.org/officeDocument/2006/relationships/hyperlink" Target="mailto:lev@lev.dk" TargetMode="External"/><Relationship Id="rId50" Type="http://schemas.openxmlformats.org/officeDocument/2006/relationships/hyperlink" Target="mailto:formanden@kliniskfarmakologi.dk" TargetMode="External"/><Relationship Id="rId55" Type="http://schemas.openxmlformats.org/officeDocument/2006/relationships/hyperlink" Target="mailto:info@lif.dk" TargetMode="External"/><Relationship Id="rId76" Type="http://schemas.openxmlformats.org/officeDocument/2006/relationships/hyperlink" Target="mailto:info@valeos.dk" TargetMode="External"/><Relationship Id="rId7" Type="http://schemas.openxmlformats.org/officeDocument/2006/relationships/webSettings" Target="webSettings.xml"/><Relationship Id="rId71" Type="http://schemas.openxmlformats.org/officeDocument/2006/relationships/hyperlink" Target="mailto:info@schroll-medical.com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mailto:info@gigtforeningen.dk" TargetMode="External"/><Relationship Id="rId24" Type="http://schemas.openxmlformats.org/officeDocument/2006/relationships/hyperlink" Target="mailto:dh@handicap.dk" TargetMode="External"/><Relationship Id="rId40" Type="http://schemas.openxmlformats.org/officeDocument/2006/relationships/hyperlink" Target="mailto:ulf@ulf.dk" TargetMode="External"/><Relationship Id="rId45" Type="http://schemas.openxmlformats.org/officeDocument/2006/relationships/hyperlink" Target="mailto:danskgartneri@danskgartneri.dk" TargetMode="External"/><Relationship Id="rId66" Type="http://schemas.openxmlformats.org/officeDocument/2006/relationships/hyperlink" Target="mailto:bt@balancial.com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\gruppe\Brev_LMST.dotm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0EAF7FB7E3664786D53AA8BAC0D682" ma:contentTypeVersion="8" ma:contentTypeDescription="Opret et nyt dokument." ma:contentTypeScope="" ma:versionID="811e35f8944e0a1140530e883b62984e">
  <xsd:schema xmlns:xsd="http://www.w3.org/2001/XMLSchema" xmlns:xs="http://www.w3.org/2001/XMLSchema" xmlns:p="http://schemas.microsoft.com/office/2006/metadata/properties" xmlns:ns2="64a589b1-28c2-496c-b97d-48021a1d896e" xmlns:ns3="1cd9420a-e9d1-4a04-8554-a7c7c62c60fb" targetNamespace="http://schemas.microsoft.com/office/2006/metadata/properties" ma:root="true" ma:fieldsID="06c9fa0ea66ede86651c2b01ba522cc4" ns2:_="" ns3:_="">
    <xsd:import namespace="64a589b1-28c2-496c-b97d-48021a1d896e"/>
    <xsd:import namespace="1cd9420a-e9d1-4a04-8554-a7c7c62c60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a589b1-28c2-496c-b97d-48021a1d89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9420a-e9d1-4a04-8554-a7c7c62c60f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BB4E4-A63A-4B2A-980D-0D5D0EE866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2766C1-39CC-40BA-B3F2-26FE422D6D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0663D36-230C-42B4-8EF3-20894ABA30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a589b1-28c2-496c-b97d-48021a1d896e"/>
    <ds:schemaRef ds:uri="1cd9420a-e9d1-4a04-8554-a7c7c62c6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ED6AA5-B6DB-4F70-BA0A-13F21FF4C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Brev_LMST</Template>
  <TotalTime>1</TotalTime>
  <Pages>2</Pages>
  <Words>861</Words>
  <Characters>5256</Characters>
  <Application>Microsoft Office Word</Application>
  <DocSecurity>0</DocSecurity>
  <Lines>43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Overskrifter</vt:lpstr>
      </vt:variant>
      <vt:variant>
        <vt:i4>1</vt:i4>
      </vt:variant>
    </vt:vector>
  </HeadingPairs>
  <TitlesOfParts>
    <vt:vector size="2" baseType="lpstr">
      <vt:lpstr>LMST brev</vt:lpstr>
      <vt:lpstr>Høringsliste</vt:lpstr>
    </vt:vector>
  </TitlesOfParts>
  <Company/>
  <LinksUpToDate>false</LinksUpToDate>
  <CharactersWithSpaces>6105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LMST brev</dc:title>
  <dc:creator>Sanne Have</dc:creator>
  <cp:lastModifiedBy>Oualid Essabar</cp:lastModifiedBy>
  <cp:revision>3</cp:revision>
  <cp:lastPrinted>2006-12-21T08:19:00Z</cp:lastPrinted>
  <dcterms:created xsi:type="dcterms:W3CDTF">2026-02-02T07:20:00Z</dcterms:created>
  <dcterms:modified xsi:type="dcterms:W3CDTF">2026-02-02T10:09:00Z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kumentsprog">
    <vt:lpwstr>dk</vt:lpwstr>
  </property>
  <property fmtid="{D5CDD505-2E9C-101B-9397-08002B2CF9AE}" pid="3" name="ContentTypeId">
    <vt:lpwstr>0x010100930EAF7FB7E3664786D53AA8BAC0D682</vt:lpwstr>
  </property>
</Properties>
</file>