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93"/>
        <w:gridCol w:w="1932"/>
      </w:tblGrid>
      <w:tr w:rsidR="00067E8C" w:rsidRPr="005F1E11" w:rsidTr="00067E8C">
        <w:trPr>
          <w:cantSplit/>
          <w:trHeight w:hRule="exact" w:val="1701"/>
        </w:trPr>
        <w:tc>
          <w:tcPr>
            <w:tcW w:w="7993" w:type="dxa"/>
            <w:tcMar>
              <w:bottom w:w="567" w:type="dxa"/>
            </w:tcMar>
          </w:tcPr>
          <w:p w:rsidR="00067E8C" w:rsidRPr="0007613C" w:rsidRDefault="0007613C" w:rsidP="00067E8C">
            <w:bookmarkStart w:id="0" w:name="Recipient"/>
            <w:bookmarkStart w:id="1" w:name="_GoBack"/>
            <w:bookmarkEnd w:id="1"/>
            <w:r w:rsidRPr="0007613C">
              <w:t>Til parterne på vedlagte høringsliste</w:t>
            </w:r>
            <w:bookmarkEnd w:id="0"/>
          </w:p>
        </w:tc>
        <w:tc>
          <w:tcPr>
            <w:tcW w:w="1932" w:type="dxa"/>
            <w:tcMar>
              <w:bottom w:w="567" w:type="dxa"/>
            </w:tcMar>
          </w:tcPr>
          <w:p w:rsidR="00067E8C" w:rsidRPr="00067E8C" w:rsidRDefault="00176CFA" w:rsidP="0007613C">
            <w:pPr>
              <w:pStyle w:val="Kolofon"/>
              <w:rPr>
                <w:noProof/>
                <w:lang w:val="de-DE"/>
              </w:rPr>
            </w:pPr>
            <w:bookmarkStart w:id="2" w:name="Email"/>
            <w:bookmarkEnd w:id="2"/>
            <w:r>
              <w:rPr>
                <w:noProof/>
                <w:lang w:val="fi-FI"/>
              </w:rPr>
              <w:t xml:space="preserve"> </w:t>
            </w:r>
            <w:r w:rsidR="00EC0D7E">
              <w:rPr>
                <w:noProof/>
                <w:lang w:val="fi-FI"/>
              </w:rPr>
              <w:t>2. februar 2026</w:t>
            </w:r>
          </w:p>
        </w:tc>
      </w:tr>
    </w:tbl>
    <w:p w:rsidR="005557C3" w:rsidRDefault="005557C3" w:rsidP="005557C3"/>
    <w:p w:rsidR="000C150E" w:rsidRDefault="6B673AF0" w:rsidP="1450D0EA">
      <w:pPr>
        <w:pStyle w:val="Overskrift1"/>
      </w:pPr>
      <w:bookmarkStart w:id="3" w:name="Heading"/>
      <w:r>
        <w:t xml:space="preserve">Høring over </w:t>
      </w:r>
      <w:r w:rsidR="1A846B86">
        <w:t>vejledning til l</w:t>
      </w:r>
      <w:r>
        <w:t>ægerne om medicinsk cannabis</w:t>
      </w:r>
      <w:r w:rsidR="7941FE3B">
        <w:t xml:space="preserve"> samt et k</w:t>
      </w:r>
      <w:r w:rsidR="0A078613">
        <w:t xml:space="preserve">ort </w:t>
      </w:r>
      <w:r w:rsidR="00EC0D7E">
        <w:t>patient</w:t>
      </w:r>
      <w:r w:rsidR="0A078613">
        <w:t>resum</w:t>
      </w:r>
      <w:r w:rsidR="00F9332C">
        <w:t>é</w:t>
      </w:r>
      <w:r w:rsidR="0A078613">
        <w:t xml:space="preserve"> </w:t>
      </w:r>
      <w:r w:rsidR="4A6E7FB1">
        <w:t>her</w:t>
      </w:r>
      <w:r w:rsidR="0A078613">
        <w:t xml:space="preserve">af </w:t>
      </w:r>
      <w:r w:rsidR="309A4574">
        <w:t xml:space="preserve">(pixiudgave) </w:t>
      </w:r>
      <w:bookmarkEnd w:id="3"/>
    </w:p>
    <w:p w:rsidR="000C150E" w:rsidRPr="00176CFA" w:rsidRDefault="00970BCC" w:rsidP="1450D0EA">
      <w:pPr>
        <w:pStyle w:val="Overskrift1"/>
        <w:rPr>
          <w:b w:val="0"/>
        </w:rPr>
      </w:pPr>
      <w:r w:rsidRPr="00176CFA">
        <w:rPr>
          <w:b w:val="0"/>
        </w:rPr>
        <w:t xml:space="preserve">Lægemiddelstyrelsen sender hermed følgende materiale i ekstern høring: </w:t>
      </w:r>
    </w:p>
    <w:p w:rsidR="00970BCC" w:rsidRDefault="00970BCC" w:rsidP="00970BCC">
      <w:pPr>
        <w:pStyle w:val="Overskrift1"/>
        <w:numPr>
          <w:ilvl w:val="0"/>
          <w:numId w:val="1"/>
        </w:numPr>
        <w:rPr>
          <w:b w:val="0"/>
        </w:rPr>
      </w:pPr>
      <w:r>
        <w:rPr>
          <w:b w:val="0"/>
        </w:rPr>
        <w:t>V</w:t>
      </w:r>
      <w:r w:rsidRPr="00970BCC">
        <w:rPr>
          <w:b w:val="0"/>
        </w:rPr>
        <w:t xml:space="preserve">ejledning til lægerne om medicinsk cannabis, </w:t>
      </w:r>
      <w:r w:rsidR="00176CFA">
        <w:rPr>
          <w:b w:val="0"/>
        </w:rPr>
        <w:t>og</w:t>
      </w:r>
    </w:p>
    <w:p w:rsidR="00970BCC" w:rsidRDefault="00970BCC" w:rsidP="00970BCC">
      <w:pPr>
        <w:pStyle w:val="Overskrift1"/>
        <w:numPr>
          <w:ilvl w:val="0"/>
          <w:numId w:val="1"/>
        </w:numPr>
        <w:rPr>
          <w:b w:val="0"/>
        </w:rPr>
      </w:pPr>
      <w:r>
        <w:rPr>
          <w:b w:val="0"/>
        </w:rPr>
        <w:t>K</w:t>
      </w:r>
      <w:r w:rsidRPr="00970BCC">
        <w:rPr>
          <w:b w:val="0"/>
        </w:rPr>
        <w:t xml:space="preserve">ort </w:t>
      </w:r>
      <w:r w:rsidR="00EC0D7E">
        <w:rPr>
          <w:b w:val="0"/>
        </w:rPr>
        <w:t>patient</w:t>
      </w:r>
      <w:r w:rsidRPr="00970BCC">
        <w:rPr>
          <w:b w:val="0"/>
        </w:rPr>
        <w:t>resum</w:t>
      </w:r>
      <w:r w:rsidR="00F9332C">
        <w:rPr>
          <w:b w:val="0"/>
        </w:rPr>
        <w:t>é</w:t>
      </w:r>
      <w:r w:rsidRPr="00970BCC">
        <w:rPr>
          <w:b w:val="0"/>
        </w:rPr>
        <w:t xml:space="preserve">/pixiudgave af vejledningen til lægerne </w:t>
      </w:r>
    </w:p>
    <w:p w:rsidR="00970BCC" w:rsidRDefault="00970BCC" w:rsidP="00970BCC">
      <w:r>
        <w:t xml:space="preserve">Med lov nr. 429 af 26. maj 2025 blev forsøgsordningen om medicinsk cannabis pr. 1. januar 2026 gjort permanent. I samme forbindelse blev der indgået en politisk aftale, som betyder, at Lægemiddelstyrelsen </w:t>
      </w:r>
      <w:r w:rsidR="00EC0D7E">
        <w:t xml:space="preserve">bl.a. </w:t>
      </w:r>
      <w:r>
        <w:t xml:space="preserve">skal </w:t>
      </w:r>
      <w:r w:rsidR="00176CFA">
        <w:t xml:space="preserve">opdatere </w:t>
      </w:r>
      <w:r>
        <w:t xml:space="preserve">vejledningen til lægerne om medicinsk cannabis og lave et kort patientresumé </w:t>
      </w:r>
      <w:r w:rsidR="00176CFA">
        <w:t>her</w:t>
      </w:r>
      <w:r>
        <w:t>af</w:t>
      </w:r>
      <w:r w:rsidR="00176CFA">
        <w:t xml:space="preserve"> </w:t>
      </w:r>
      <w:r>
        <w:t xml:space="preserve">(pixiudgave). </w:t>
      </w:r>
    </w:p>
    <w:p w:rsidR="00EC0D7E" w:rsidRDefault="00EC0D7E" w:rsidP="00970BCC"/>
    <w:p w:rsidR="00176CFA" w:rsidRDefault="00176CFA" w:rsidP="00176CFA">
      <w:r w:rsidRPr="00176CFA">
        <w:rPr>
          <w:i/>
        </w:rPr>
        <w:t>Vejledningen til lægerne om medicinsk cannabis</w:t>
      </w:r>
      <w:r>
        <w:t xml:space="preserve"> er </w:t>
      </w:r>
      <w:r w:rsidR="00EC0D7E">
        <w:t xml:space="preserve">derfor </w:t>
      </w:r>
      <w:r>
        <w:t xml:space="preserve">blevet opdateret med følgende: </w:t>
      </w:r>
    </w:p>
    <w:p w:rsidR="00176CFA" w:rsidRDefault="00176CFA" w:rsidP="00176CFA"/>
    <w:p w:rsidR="00B0689F" w:rsidRPr="00B0689F" w:rsidRDefault="00EC5591" w:rsidP="00EC5591">
      <w:pPr>
        <w:pStyle w:val="Listeafsnit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B0689F">
        <w:rPr>
          <w:rFonts w:ascii="Arial" w:hAnsi="Arial" w:cs="Arial"/>
          <w:sz w:val="20"/>
          <w:szCs w:val="20"/>
        </w:rPr>
        <w:t>G</w:t>
      </w:r>
      <w:r w:rsidR="00176CFA" w:rsidRPr="00B0689F">
        <w:rPr>
          <w:rFonts w:ascii="Arial" w:hAnsi="Arial" w:cs="Arial"/>
          <w:sz w:val="20"/>
          <w:szCs w:val="20"/>
        </w:rPr>
        <w:t>enerelle opdateringer</w:t>
      </w:r>
      <w:r w:rsidR="005C7841">
        <w:rPr>
          <w:rFonts w:ascii="Arial" w:hAnsi="Arial" w:cs="Arial"/>
          <w:sz w:val="20"/>
          <w:szCs w:val="20"/>
        </w:rPr>
        <w:t>.</w:t>
      </w:r>
    </w:p>
    <w:p w:rsidR="00B0689F" w:rsidRPr="00B0689F" w:rsidRDefault="00B0689F" w:rsidP="00B0689F">
      <w:pPr>
        <w:pStyle w:val="Listeafsnit"/>
        <w:rPr>
          <w:rFonts w:ascii="Arial" w:hAnsi="Arial" w:cs="Arial"/>
          <w:sz w:val="20"/>
          <w:szCs w:val="20"/>
        </w:rPr>
      </w:pPr>
    </w:p>
    <w:p w:rsidR="00EC5591" w:rsidRPr="00B0689F" w:rsidRDefault="48E42CE2" w:rsidP="00B0689F">
      <w:pPr>
        <w:pStyle w:val="Listeafsnit"/>
        <w:rPr>
          <w:rFonts w:ascii="Arial" w:hAnsi="Arial" w:cs="Arial"/>
          <w:sz w:val="20"/>
          <w:szCs w:val="20"/>
        </w:rPr>
      </w:pPr>
      <w:r w:rsidRPr="4E5D0662">
        <w:rPr>
          <w:rFonts w:ascii="Arial" w:hAnsi="Arial" w:cs="Arial"/>
          <w:sz w:val="20"/>
          <w:szCs w:val="20"/>
        </w:rPr>
        <w:t>Der er bl.a. foretaget opdateringer i forhold til den viden, der under forsøgsperioden</w:t>
      </w:r>
      <w:r w:rsidR="330C2961" w:rsidRPr="4E5D0662">
        <w:rPr>
          <w:rFonts w:ascii="Arial" w:hAnsi="Arial" w:cs="Arial"/>
          <w:sz w:val="20"/>
          <w:szCs w:val="20"/>
        </w:rPr>
        <w:t xml:space="preserve"> </w:t>
      </w:r>
      <w:r w:rsidRPr="4E5D0662">
        <w:rPr>
          <w:rFonts w:ascii="Arial" w:hAnsi="Arial" w:cs="Arial"/>
          <w:sz w:val="20"/>
          <w:szCs w:val="20"/>
        </w:rPr>
        <w:t>er fremkommet om medicinsk cannabis. Der er også foretaget en række sproglige justeringer</w:t>
      </w:r>
      <w:r w:rsidR="330C2961" w:rsidRPr="4E5D0662">
        <w:rPr>
          <w:rFonts w:ascii="Arial" w:hAnsi="Arial" w:cs="Arial"/>
          <w:sz w:val="20"/>
          <w:szCs w:val="20"/>
        </w:rPr>
        <w:t xml:space="preserve"> og generelle opdateringer</w:t>
      </w:r>
      <w:r w:rsidRPr="4E5D0662">
        <w:rPr>
          <w:rFonts w:ascii="Arial" w:hAnsi="Arial" w:cs="Arial"/>
          <w:sz w:val="20"/>
          <w:szCs w:val="20"/>
        </w:rPr>
        <w:t xml:space="preserve">. </w:t>
      </w:r>
    </w:p>
    <w:p w:rsidR="00EC5591" w:rsidRDefault="00EC5591" w:rsidP="00EC5591">
      <w:pPr>
        <w:pStyle w:val="Listeafsnit"/>
        <w:rPr>
          <w:rFonts w:ascii="Arial" w:hAnsi="Arial" w:cs="Arial"/>
          <w:sz w:val="20"/>
          <w:szCs w:val="20"/>
        </w:rPr>
      </w:pPr>
    </w:p>
    <w:p w:rsidR="00B0689F" w:rsidRDefault="00EC5591" w:rsidP="00EC5591">
      <w:pPr>
        <w:pStyle w:val="Listeafsnit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Oplysninger om i</w:t>
      </w:r>
      <w:r w:rsidR="00176CFA" w:rsidRPr="00176CFA">
        <w:rPr>
          <w:rFonts w:ascii="Arial" w:hAnsi="Arial" w:cs="Arial"/>
          <w:sz w:val="20"/>
          <w:szCs w:val="20"/>
        </w:rPr>
        <w:t xml:space="preserve">ndløste recepter </w:t>
      </w:r>
      <w:r>
        <w:rPr>
          <w:rFonts w:ascii="Arial" w:hAnsi="Arial" w:cs="Arial"/>
          <w:sz w:val="20"/>
          <w:szCs w:val="20"/>
        </w:rPr>
        <w:t>i forsøgs</w:t>
      </w:r>
      <w:r w:rsidR="00B0689F">
        <w:rPr>
          <w:rFonts w:ascii="Arial" w:hAnsi="Arial" w:cs="Arial"/>
          <w:sz w:val="20"/>
          <w:szCs w:val="20"/>
        </w:rPr>
        <w:t>ordningen</w:t>
      </w:r>
      <w:r w:rsidR="005C7841">
        <w:rPr>
          <w:rFonts w:ascii="Arial" w:hAnsi="Arial" w:cs="Arial"/>
          <w:sz w:val="20"/>
          <w:szCs w:val="20"/>
        </w:rPr>
        <w:t>.</w:t>
      </w:r>
      <w:r w:rsidR="00B0689F">
        <w:rPr>
          <w:rFonts w:ascii="Arial" w:hAnsi="Arial" w:cs="Arial"/>
          <w:sz w:val="20"/>
          <w:szCs w:val="20"/>
        </w:rPr>
        <w:t xml:space="preserve"> </w:t>
      </w:r>
    </w:p>
    <w:p w:rsidR="00EC5591" w:rsidRPr="00B0689F" w:rsidRDefault="00EC5591" w:rsidP="00B0689F">
      <w:pPr>
        <w:pStyle w:val="Listeafsnit"/>
        <w:rPr>
          <w:rFonts w:ascii="Arial" w:hAnsi="Arial" w:cs="Arial"/>
          <w:sz w:val="20"/>
          <w:szCs w:val="20"/>
        </w:rPr>
      </w:pPr>
      <w:r w:rsidRPr="00B0689F">
        <w:rPr>
          <w:rFonts w:ascii="Arial" w:hAnsi="Arial" w:cs="Arial"/>
          <w:sz w:val="20"/>
          <w:szCs w:val="20"/>
        </w:rPr>
        <w:t xml:space="preserve">Vejledningen er </w:t>
      </w:r>
      <w:r w:rsidR="008D0FAB">
        <w:rPr>
          <w:rFonts w:ascii="Arial" w:hAnsi="Arial" w:cs="Arial"/>
          <w:sz w:val="20"/>
          <w:szCs w:val="20"/>
        </w:rPr>
        <w:t xml:space="preserve">blevet opdateret </w:t>
      </w:r>
      <w:r w:rsidRPr="00B0689F">
        <w:rPr>
          <w:rFonts w:ascii="Arial" w:hAnsi="Arial" w:cs="Arial"/>
          <w:sz w:val="20"/>
          <w:szCs w:val="20"/>
        </w:rPr>
        <w:t xml:space="preserve">med oplysninger vedr. antal indløste recepter i forsøgsordningen og indikationerne på recepterne. </w:t>
      </w:r>
    </w:p>
    <w:p w:rsidR="00EC5591" w:rsidRPr="00EC5591" w:rsidRDefault="00EC5591" w:rsidP="00EC5591">
      <w:pPr>
        <w:pStyle w:val="Listeafsnit"/>
        <w:rPr>
          <w:rFonts w:ascii="Arial" w:hAnsi="Arial" w:cs="Arial"/>
          <w:sz w:val="20"/>
          <w:szCs w:val="20"/>
        </w:rPr>
      </w:pPr>
    </w:p>
    <w:p w:rsidR="00B0689F" w:rsidRDefault="00EC5591" w:rsidP="00EC5591">
      <w:pPr>
        <w:pStyle w:val="Listeafsnit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176CFA" w:rsidRPr="00176CFA">
        <w:rPr>
          <w:rFonts w:ascii="Arial" w:hAnsi="Arial" w:cs="Arial"/>
          <w:sz w:val="20"/>
          <w:szCs w:val="20"/>
        </w:rPr>
        <w:t>pdateringer vedr. bivirkningsindberetninger</w:t>
      </w:r>
      <w:r w:rsidR="005C7841">
        <w:rPr>
          <w:rFonts w:ascii="Arial" w:hAnsi="Arial" w:cs="Arial"/>
          <w:sz w:val="20"/>
          <w:szCs w:val="20"/>
        </w:rPr>
        <w:t>.</w:t>
      </w:r>
    </w:p>
    <w:p w:rsidR="00B0689F" w:rsidRDefault="00B0689F" w:rsidP="00B0689F">
      <w:pPr>
        <w:pStyle w:val="Listeafsnit"/>
        <w:rPr>
          <w:rFonts w:cs="Arial"/>
          <w:szCs w:val="20"/>
        </w:rPr>
      </w:pPr>
    </w:p>
    <w:p w:rsidR="00EC5591" w:rsidRPr="00B0689F" w:rsidRDefault="00EC5591" w:rsidP="00B0689F">
      <w:pPr>
        <w:pStyle w:val="Listeafsnit"/>
        <w:rPr>
          <w:rFonts w:ascii="Arial" w:hAnsi="Arial" w:cs="Arial"/>
          <w:sz w:val="20"/>
          <w:szCs w:val="20"/>
        </w:rPr>
      </w:pPr>
      <w:r w:rsidRPr="00B0689F">
        <w:rPr>
          <w:rFonts w:ascii="Arial" w:hAnsi="Arial" w:cs="Arial"/>
          <w:sz w:val="20"/>
          <w:szCs w:val="20"/>
        </w:rPr>
        <w:t xml:space="preserve">Vejledningen er </w:t>
      </w:r>
      <w:r w:rsidR="008D0FAB">
        <w:rPr>
          <w:rFonts w:ascii="Arial" w:hAnsi="Arial" w:cs="Arial"/>
          <w:sz w:val="20"/>
          <w:szCs w:val="20"/>
        </w:rPr>
        <w:t xml:space="preserve">blevet opdateret </w:t>
      </w:r>
      <w:r w:rsidRPr="00B0689F">
        <w:rPr>
          <w:rFonts w:ascii="Arial" w:hAnsi="Arial" w:cs="Arial"/>
          <w:sz w:val="20"/>
          <w:szCs w:val="20"/>
        </w:rPr>
        <w:t xml:space="preserve">med oplysninger om indberetninger om formodede bivirkninger </w:t>
      </w:r>
      <w:r w:rsidR="00B0689F" w:rsidRPr="00B0689F">
        <w:rPr>
          <w:rFonts w:ascii="Arial" w:hAnsi="Arial" w:cs="Arial"/>
          <w:sz w:val="20"/>
          <w:szCs w:val="20"/>
        </w:rPr>
        <w:t>under forsøgsordningen.</w:t>
      </w:r>
    </w:p>
    <w:p w:rsidR="00EC5591" w:rsidRPr="00EC5591" w:rsidRDefault="00EC5591" w:rsidP="00EC5591">
      <w:pPr>
        <w:rPr>
          <w:rFonts w:cs="Arial"/>
          <w:szCs w:val="20"/>
        </w:rPr>
      </w:pPr>
    </w:p>
    <w:p w:rsidR="004C0420" w:rsidRPr="00176CFA" w:rsidRDefault="00EC0D7E" w:rsidP="004C0420">
      <w:pPr>
        <w:rPr>
          <w:rFonts w:cs="Arial"/>
          <w:szCs w:val="20"/>
        </w:rPr>
      </w:pPr>
      <w:r>
        <w:rPr>
          <w:rFonts w:cs="Arial"/>
          <w:szCs w:val="20"/>
        </w:rPr>
        <w:t>De foreslåede æ</w:t>
      </w:r>
      <w:r w:rsidR="00176CFA" w:rsidRPr="00176CFA">
        <w:rPr>
          <w:rFonts w:cs="Arial"/>
          <w:szCs w:val="20"/>
        </w:rPr>
        <w:t xml:space="preserve">ndringer </w:t>
      </w:r>
      <w:r>
        <w:rPr>
          <w:rFonts w:cs="Arial"/>
          <w:szCs w:val="20"/>
        </w:rPr>
        <w:t xml:space="preserve">fremgår </w:t>
      </w:r>
      <w:r w:rsidR="00176CFA" w:rsidRPr="00176CFA">
        <w:rPr>
          <w:rFonts w:cs="Arial"/>
          <w:szCs w:val="20"/>
        </w:rPr>
        <w:t>med rettelsesmarkeringer</w:t>
      </w:r>
      <w:r w:rsidR="00EC5591">
        <w:rPr>
          <w:rFonts w:cs="Arial"/>
          <w:szCs w:val="20"/>
        </w:rPr>
        <w:t>.</w:t>
      </w:r>
      <w:r w:rsidR="004C0420" w:rsidRPr="004C0420">
        <w:rPr>
          <w:rFonts w:cs="Arial"/>
          <w:szCs w:val="20"/>
        </w:rPr>
        <w:t xml:space="preserve"> </w:t>
      </w:r>
      <w:r w:rsidR="004C0420" w:rsidRPr="00176CFA">
        <w:rPr>
          <w:rFonts w:cs="Arial"/>
          <w:szCs w:val="20"/>
        </w:rPr>
        <w:t>Vejledninge</w:t>
      </w:r>
      <w:r w:rsidR="004C0420">
        <w:rPr>
          <w:rFonts w:cs="Arial"/>
          <w:szCs w:val="20"/>
        </w:rPr>
        <w:t>n</w:t>
      </w:r>
      <w:r w:rsidR="004C0420" w:rsidRPr="00176CFA">
        <w:rPr>
          <w:rFonts w:cs="Arial"/>
          <w:szCs w:val="20"/>
        </w:rPr>
        <w:t xml:space="preserve"> forventes at træde i kraft </w:t>
      </w:r>
      <w:r w:rsidR="004C0420">
        <w:rPr>
          <w:rFonts w:cs="Arial"/>
          <w:szCs w:val="20"/>
        </w:rPr>
        <w:t xml:space="preserve">medio marts </w:t>
      </w:r>
      <w:r w:rsidR="004C0420" w:rsidRPr="00176CFA">
        <w:rPr>
          <w:rFonts w:cs="Arial"/>
          <w:szCs w:val="20"/>
        </w:rPr>
        <w:t>2026</w:t>
      </w:r>
      <w:r w:rsidR="004C0420">
        <w:rPr>
          <w:rFonts w:cs="Arial"/>
          <w:szCs w:val="20"/>
        </w:rPr>
        <w:t>.</w:t>
      </w:r>
      <w:r w:rsidR="004C0420" w:rsidRPr="00176CFA">
        <w:rPr>
          <w:rFonts w:cs="Arial"/>
          <w:szCs w:val="20"/>
        </w:rPr>
        <w:t xml:space="preserve"> </w:t>
      </w:r>
    </w:p>
    <w:p w:rsidR="00EC0D7E" w:rsidRDefault="00EC0D7E" w:rsidP="00970BCC">
      <w:pPr>
        <w:rPr>
          <w:rFonts w:cs="Arial"/>
          <w:szCs w:val="20"/>
        </w:rPr>
      </w:pPr>
    </w:p>
    <w:p w:rsidR="00EC0D7E" w:rsidRDefault="00EC0D7E" w:rsidP="00970BCC">
      <w:pPr>
        <w:rPr>
          <w:rFonts w:cs="Arial"/>
          <w:szCs w:val="20"/>
        </w:rPr>
      </w:pPr>
      <w:r>
        <w:rPr>
          <w:rFonts w:cs="Arial"/>
          <w:szCs w:val="20"/>
        </w:rPr>
        <w:t xml:space="preserve">Desuden vedlægges </w:t>
      </w:r>
      <w:r>
        <w:t xml:space="preserve">et kort patientresumé (pixiudgave) af ovenstående vejledning. </w:t>
      </w:r>
    </w:p>
    <w:p w:rsidR="00A34979" w:rsidRPr="00176CFA" w:rsidRDefault="00A34979" w:rsidP="00AB764D">
      <w:pPr>
        <w:rPr>
          <w:rFonts w:cs="Arial"/>
          <w:szCs w:val="20"/>
        </w:rPr>
      </w:pPr>
    </w:p>
    <w:p w:rsidR="00970BCC" w:rsidRPr="00176CFA" w:rsidRDefault="2899E653" w:rsidP="00AB764D">
      <w:pPr>
        <w:rPr>
          <w:rFonts w:cs="Arial"/>
          <w:szCs w:val="20"/>
        </w:rPr>
      </w:pPr>
      <w:r w:rsidRPr="4E5D0662">
        <w:rPr>
          <w:rFonts w:cs="Arial"/>
        </w:rPr>
        <w:t xml:space="preserve">Lægemiddelstyrelsen </w:t>
      </w:r>
      <w:r w:rsidR="0A078613" w:rsidRPr="4E5D0662">
        <w:rPr>
          <w:rFonts w:cs="Arial"/>
        </w:rPr>
        <w:t xml:space="preserve">anmoder om eventuelle bemærkninger til </w:t>
      </w:r>
      <w:r w:rsidR="00EC0D7E">
        <w:rPr>
          <w:rFonts w:cs="Arial"/>
        </w:rPr>
        <w:t xml:space="preserve">materialet </w:t>
      </w:r>
      <w:r w:rsidR="0A078613" w:rsidRPr="4E5D0662">
        <w:rPr>
          <w:rFonts w:cs="Arial"/>
        </w:rPr>
        <w:t xml:space="preserve">senest </w:t>
      </w:r>
      <w:r w:rsidRPr="4E5D0662">
        <w:rPr>
          <w:rFonts w:cs="Arial"/>
        </w:rPr>
        <w:t>den</w:t>
      </w:r>
      <w:r w:rsidR="48E42CE2" w:rsidRPr="4E5D0662">
        <w:rPr>
          <w:rFonts w:cs="Arial"/>
        </w:rPr>
        <w:t xml:space="preserve"> </w:t>
      </w:r>
      <w:r w:rsidR="00EC0D7E">
        <w:rPr>
          <w:rFonts w:cs="Arial"/>
        </w:rPr>
        <w:t>4. marts 2026</w:t>
      </w:r>
      <w:r w:rsidR="0A078613" w:rsidRPr="4E5D0662">
        <w:rPr>
          <w:rFonts w:cs="Arial"/>
        </w:rPr>
        <w:t xml:space="preserve">. </w:t>
      </w:r>
      <w:r w:rsidR="00970BCC" w:rsidRPr="00176CFA">
        <w:rPr>
          <w:rFonts w:cs="Arial"/>
          <w:szCs w:val="20"/>
        </w:rPr>
        <w:t xml:space="preserve">Bemærkninger bedes sendt til </w:t>
      </w:r>
      <w:hyperlink r:id="rId11" w:history="1">
        <w:r w:rsidR="00E672ED" w:rsidRPr="00176CFA">
          <w:rPr>
            <w:rStyle w:val="Hyperlink"/>
            <w:rFonts w:cs="Arial"/>
            <w:szCs w:val="20"/>
          </w:rPr>
          <w:t>dkma@dkma.dk</w:t>
        </w:r>
      </w:hyperlink>
      <w:r w:rsidR="00E672ED" w:rsidRPr="00176CFA">
        <w:rPr>
          <w:rFonts w:cs="Arial"/>
          <w:szCs w:val="20"/>
        </w:rPr>
        <w:t xml:space="preserve"> og </w:t>
      </w:r>
      <w:r w:rsidR="00970BCC" w:rsidRPr="00176CFA">
        <w:rPr>
          <w:rFonts w:cs="Arial"/>
          <w:szCs w:val="20"/>
        </w:rPr>
        <w:t>s</w:t>
      </w:r>
      <w:r w:rsidR="00A34979" w:rsidRPr="00176CFA">
        <w:rPr>
          <w:rFonts w:cs="Arial"/>
          <w:szCs w:val="20"/>
        </w:rPr>
        <w:t>ah</w:t>
      </w:r>
      <w:r w:rsidR="00970BCC" w:rsidRPr="00176CFA">
        <w:rPr>
          <w:rFonts w:cs="Arial"/>
          <w:szCs w:val="20"/>
        </w:rPr>
        <w:t>@</w:t>
      </w:r>
      <w:r w:rsidR="00A34979" w:rsidRPr="00176CFA">
        <w:rPr>
          <w:rFonts w:cs="Arial"/>
          <w:szCs w:val="20"/>
        </w:rPr>
        <w:t>dkma</w:t>
      </w:r>
      <w:r w:rsidR="00970BCC" w:rsidRPr="00176CFA">
        <w:rPr>
          <w:rFonts w:cs="Arial"/>
          <w:szCs w:val="20"/>
        </w:rPr>
        <w:t xml:space="preserve">.dk. Eventuelle spørgsmål kan rettes til </w:t>
      </w:r>
      <w:r w:rsidR="00E672ED" w:rsidRPr="00176CFA">
        <w:rPr>
          <w:rFonts w:cs="Arial"/>
          <w:szCs w:val="20"/>
        </w:rPr>
        <w:t xml:space="preserve">undertegnede </w:t>
      </w:r>
      <w:r w:rsidR="00970BCC" w:rsidRPr="00176CFA">
        <w:rPr>
          <w:rFonts w:cs="Arial"/>
          <w:szCs w:val="20"/>
        </w:rPr>
        <w:t>(tlf</w:t>
      </w:r>
      <w:r w:rsidR="00E672ED" w:rsidRPr="00176CFA">
        <w:rPr>
          <w:rFonts w:cs="Arial"/>
          <w:szCs w:val="20"/>
        </w:rPr>
        <w:t>. 93590221</w:t>
      </w:r>
      <w:r w:rsidR="00970BCC" w:rsidRPr="00176CFA">
        <w:rPr>
          <w:rFonts w:cs="Arial"/>
          <w:szCs w:val="20"/>
        </w:rPr>
        <w:t xml:space="preserve">/mail </w:t>
      </w:r>
      <w:hyperlink r:id="rId12" w:history="1">
        <w:r w:rsidR="00E672ED" w:rsidRPr="00176CFA">
          <w:rPr>
            <w:rStyle w:val="Hyperlink"/>
            <w:rFonts w:cs="Arial"/>
            <w:szCs w:val="20"/>
          </w:rPr>
          <w:t>sah@dkma.dk</w:t>
        </w:r>
      </w:hyperlink>
      <w:r w:rsidR="00970BCC" w:rsidRPr="00176CFA">
        <w:rPr>
          <w:rFonts w:cs="Arial"/>
          <w:szCs w:val="20"/>
        </w:rPr>
        <w:t>).</w:t>
      </w:r>
    </w:p>
    <w:p w:rsidR="00970BCC" w:rsidRPr="00176CFA" w:rsidRDefault="00970BCC" w:rsidP="00AB764D">
      <w:pPr>
        <w:rPr>
          <w:rFonts w:cs="Arial"/>
          <w:szCs w:val="20"/>
        </w:rPr>
      </w:pPr>
    </w:p>
    <w:p w:rsidR="00AB764D" w:rsidRDefault="0007613C" w:rsidP="00970BCC">
      <w:bookmarkStart w:id="4" w:name="Salute"/>
      <w:r>
        <w:t>Venlig hilsen</w:t>
      </w:r>
      <w:bookmarkEnd w:id="4"/>
    </w:p>
    <w:p w:rsidR="0007613C" w:rsidRDefault="0007613C" w:rsidP="00970BCC"/>
    <w:p w:rsidR="000C150E" w:rsidRDefault="000C150E" w:rsidP="00970BCC"/>
    <w:p w:rsidR="000C150E" w:rsidRDefault="0007613C" w:rsidP="000C150E">
      <w:pPr>
        <w:keepNext/>
      </w:pPr>
      <w:bookmarkStart w:id="5" w:name="Signee"/>
      <w:r>
        <w:t>Sanne Have</w:t>
      </w:r>
      <w:bookmarkEnd w:id="5"/>
    </w:p>
    <w:p w:rsidR="00553A40" w:rsidRDefault="0007613C" w:rsidP="00553A40">
      <w:pPr>
        <w:keepNext/>
      </w:pPr>
      <w:bookmarkStart w:id="6" w:name="Title"/>
      <w:r>
        <w:t>Juridisk Chefkonsulent</w:t>
      </w:r>
      <w:bookmarkEnd w:id="6"/>
    </w:p>
    <w:sectPr w:rsidR="00553A40" w:rsidSect="00067E8C">
      <w:footerReference w:type="default" r:id="rId13"/>
      <w:headerReference w:type="first" r:id="rId14"/>
      <w:footerReference w:type="first" r:id="rId15"/>
      <w:pgSz w:w="11906" w:h="16838" w:code="9"/>
      <w:pgMar w:top="2268" w:right="3005" w:bottom="567" w:left="1531" w:header="312" w:footer="284" w:gutter="0"/>
      <w:cols w:space="708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59F90CD5" w16cex:dateUtc="2025-11-19T10:18:29.23Z"/>
  <w16cex:commentExtensible w16cex:durableId="28BB68C6" w16cex:dateUtc="2025-11-19T10:19:48.886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06CA" w:rsidRDefault="003906CA">
      <w:r>
        <w:separator/>
      </w:r>
    </w:p>
  </w:endnote>
  <w:endnote w:type="continuationSeparator" w:id="0">
    <w:p w:rsidR="003906CA" w:rsidRDefault="003906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5174" w:rsidRDefault="000C150E">
    <w:pPr>
      <w:pStyle w:val="Sidefod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AB20564" wp14:editId="1A85B495">
              <wp:simplePos x="0" y="0"/>
              <wp:positionH relativeFrom="page">
                <wp:posOffset>6065520</wp:posOffset>
              </wp:positionH>
              <wp:positionV relativeFrom="paragraph">
                <wp:posOffset>-200025</wp:posOffset>
              </wp:positionV>
              <wp:extent cx="1494155" cy="229870"/>
              <wp:effectExtent l="0" t="0" r="0" b="0"/>
              <wp:wrapNone/>
              <wp:docPr id="4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4155" cy="2298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55174" w:rsidRPr="000C150E" w:rsidRDefault="000C150E" w:rsidP="00613455">
                          <w:pPr>
                            <w:pStyle w:val="Kolofon"/>
                            <w:rPr>
                              <w:szCs w:val="16"/>
                            </w:rPr>
                          </w:pPr>
                          <w:bookmarkStart w:id="7" w:name="dk_Page"/>
                          <w:r w:rsidRPr="000C150E">
                            <w:rPr>
                              <w:szCs w:val="16"/>
                            </w:rPr>
                            <w:t>Side</w:t>
                          </w:r>
                          <w:bookmarkEnd w:id="7"/>
                          <w:r w:rsidR="005557C3">
                            <w:rPr>
                              <w:szCs w:val="16"/>
                            </w:rPr>
                            <w:t xml:space="preserve"> </w:t>
                          </w:r>
                          <w:r w:rsidR="00C55174" w:rsidRPr="000C150E">
                            <w:rPr>
                              <w:rStyle w:val="Sidetal"/>
                              <w:szCs w:val="16"/>
                            </w:rPr>
                            <w:fldChar w:fldCharType="begin"/>
                          </w:r>
                          <w:r w:rsidR="00C55174" w:rsidRPr="000C150E">
                            <w:rPr>
                              <w:rStyle w:val="Sidetal"/>
                              <w:szCs w:val="16"/>
                            </w:rPr>
                            <w:instrText xml:space="preserve"> PAGE </w:instrText>
                          </w:r>
                          <w:r w:rsidR="00C55174" w:rsidRPr="000C150E">
                            <w:rPr>
                              <w:rStyle w:val="Sidetal"/>
                              <w:szCs w:val="16"/>
                            </w:rPr>
                            <w:fldChar w:fldCharType="separate"/>
                          </w:r>
                          <w:r w:rsidR="00553A40">
                            <w:rPr>
                              <w:rStyle w:val="Sidetal"/>
                              <w:noProof/>
                              <w:szCs w:val="16"/>
                            </w:rPr>
                            <w:t>2</w:t>
                          </w:r>
                          <w:r w:rsidR="00C55174" w:rsidRPr="000C150E">
                            <w:rPr>
                              <w:rStyle w:val="Sidetal"/>
                              <w:szCs w:val="16"/>
                            </w:rPr>
                            <w:fldChar w:fldCharType="end"/>
                          </w:r>
                          <w:r w:rsidR="00C55174" w:rsidRPr="000C150E">
                            <w:rPr>
                              <w:rStyle w:val="Sidetal"/>
                              <w:szCs w:val="16"/>
                            </w:rPr>
                            <w:t xml:space="preserve"> </w:t>
                          </w:r>
                          <w:bookmarkStart w:id="8" w:name="dk_Of"/>
                          <w:r w:rsidR="00C55174" w:rsidRPr="000C150E">
                            <w:rPr>
                              <w:rStyle w:val="Sidetal"/>
                              <w:szCs w:val="16"/>
                            </w:rPr>
                            <w:t>af</w:t>
                          </w:r>
                          <w:bookmarkEnd w:id="8"/>
                          <w:r w:rsidR="005557C3">
                            <w:rPr>
                              <w:rStyle w:val="Sidetal"/>
                              <w:szCs w:val="16"/>
                            </w:rPr>
                            <w:t xml:space="preserve"> </w:t>
                          </w:r>
                          <w:r w:rsidR="00C55174" w:rsidRPr="000C150E">
                            <w:rPr>
                              <w:rStyle w:val="Sidetal"/>
                              <w:szCs w:val="16"/>
                            </w:rPr>
                            <w:fldChar w:fldCharType="begin"/>
                          </w:r>
                          <w:r w:rsidR="00C55174" w:rsidRPr="000C150E">
                            <w:rPr>
                              <w:rStyle w:val="Sidetal"/>
                              <w:szCs w:val="16"/>
                            </w:rPr>
                            <w:instrText xml:space="preserve"> NUMPAGES </w:instrText>
                          </w:r>
                          <w:r w:rsidR="00C55174" w:rsidRPr="000C150E">
                            <w:rPr>
                              <w:rStyle w:val="Sidetal"/>
                              <w:szCs w:val="16"/>
                            </w:rPr>
                            <w:fldChar w:fldCharType="separate"/>
                          </w:r>
                          <w:r w:rsidR="00553A40">
                            <w:rPr>
                              <w:rStyle w:val="Sidetal"/>
                              <w:noProof/>
                              <w:szCs w:val="16"/>
                            </w:rPr>
                            <w:t>2</w:t>
                          </w:r>
                          <w:r w:rsidR="00C55174" w:rsidRPr="000C150E">
                            <w:rPr>
                              <w:rStyle w:val="Sidetal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B20564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77.6pt;margin-top:-15.75pt;width:117.65pt;height:18.1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" filled="f" stroked="f">
              <v:textbox inset="0,0">
                <w:txbxContent>
                  <w:p w:rsidR="00C55174" w:rsidRPr="000C150E" w:rsidRDefault="000C150E" w:rsidP="00613455">
                    <w:pPr>
                      <w:pStyle w:val="Kolofon"/>
                      <w:rPr>
                        <w:szCs w:val="16"/>
                      </w:rPr>
                    </w:pPr>
                    <w:bookmarkStart w:id="9" w:name="dk_Page"/>
                    <w:r w:rsidRPr="000C150E">
                      <w:rPr>
                        <w:szCs w:val="16"/>
                      </w:rPr>
                      <w:t>Side</w:t>
                    </w:r>
                    <w:bookmarkEnd w:id="9"/>
                    <w:r w:rsidR="005557C3">
                      <w:rPr>
                        <w:szCs w:val="16"/>
                      </w:rPr>
                      <w:t xml:space="preserve"> </w:t>
                    </w:r>
                    <w:r w:rsidR="00C55174" w:rsidRPr="000C150E">
                      <w:rPr>
                        <w:rStyle w:val="Sidetal"/>
                        <w:szCs w:val="16"/>
                      </w:rPr>
                      <w:fldChar w:fldCharType="begin"/>
                    </w:r>
                    <w:r w:rsidR="00C55174" w:rsidRPr="000C150E">
                      <w:rPr>
                        <w:rStyle w:val="Sidetal"/>
                        <w:szCs w:val="16"/>
                      </w:rPr>
                      <w:instrText xml:space="preserve"> PAGE </w:instrText>
                    </w:r>
                    <w:r w:rsidR="00C55174" w:rsidRPr="000C150E">
                      <w:rPr>
                        <w:rStyle w:val="Sidetal"/>
                        <w:szCs w:val="16"/>
                      </w:rPr>
                      <w:fldChar w:fldCharType="separate"/>
                    </w:r>
                    <w:r w:rsidR="00553A40">
                      <w:rPr>
                        <w:rStyle w:val="Sidetal"/>
                        <w:noProof/>
                        <w:szCs w:val="16"/>
                      </w:rPr>
                      <w:t>2</w:t>
                    </w:r>
                    <w:r w:rsidR="00C55174" w:rsidRPr="000C150E">
                      <w:rPr>
                        <w:rStyle w:val="Sidetal"/>
                        <w:szCs w:val="16"/>
                      </w:rPr>
                      <w:fldChar w:fldCharType="end"/>
                    </w:r>
                    <w:r w:rsidR="00C55174" w:rsidRPr="000C150E">
                      <w:rPr>
                        <w:rStyle w:val="Sidetal"/>
                        <w:szCs w:val="16"/>
                      </w:rPr>
                      <w:t xml:space="preserve"> </w:t>
                    </w:r>
                    <w:bookmarkStart w:id="10" w:name="dk_Of"/>
                    <w:r w:rsidR="00C55174" w:rsidRPr="000C150E">
                      <w:rPr>
                        <w:rStyle w:val="Sidetal"/>
                        <w:szCs w:val="16"/>
                      </w:rPr>
                      <w:t>af</w:t>
                    </w:r>
                    <w:bookmarkEnd w:id="10"/>
                    <w:r w:rsidR="005557C3">
                      <w:rPr>
                        <w:rStyle w:val="Sidetal"/>
                        <w:szCs w:val="16"/>
                      </w:rPr>
                      <w:t xml:space="preserve"> </w:t>
                    </w:r>
                    <w:r w:rsidR="00C55174" w:rsidRPr="000C150E">
                      <w:rPr>
                        <w:rStyle w:val="Sidetal"/>
                        <w:szCs w:val="16"/>
                      </w:rPr>
                      <w:fldChar w:fldCharType="begin"/>
                    </w:r>
                    <w:r w:rsidR="00C55174" w:rsidRPr="000C150E">
                      <w:rPr>
                        <w:rStyle w:val="Sidetal"/>
                        <w:szCs w:val="16"/>
                      </w:rPr>
                      <w:instrText xml:space="preserve"> NUMPAGES </w:instrText>
                    </w:r>
                    <w:r w:rsidR="00C55174" w:rsidRPr="000C150E">
                      <w:rPr>
                        <w:rStyle w:val="Sidetal"/>
                        <w:szCs w:val="16"/>
                      </w:rPr>
                      <w:fldChar w:fldCharType="separate"/>
                    </w:r>
                    <w:r w:rsidR="00553A40">
                      <w:rPr>
                        <w:rStyle w:val="Sidetal"/>
                        <w:noProof/>
                        <w:szCs w:val="16"/>
                      </w:rPr>
                      <w:t>2</w:t>
                    </w:r>
                    <w:r w:rsidR="00C55174" w:rsidRPr="000C150E">
                      <w:rPr>
                        <w:rStyle w:val="Sidetal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6858" w:rsidRDefault="00D8342B">
    <w:pPr>
      <w:pStyle w:val="Sidefod"/>
    </w:pPr>
    <w:r>
      <w:rPr>
        <w:noProof/>
      </w:rPr>
      <w:drawing>
        <wp:anchor distT="0" distB="0" distL="114300" distR="114300" simplePos="0" relativeHeight="251660288" behindDoc="0" locked="0" layoutInCell="1" allowOverlap="1" wp14:anchorId="720EB765" wp14:editId="0C75BD36">
          <wp:simplePos x="0" y="0"/>
          <wp:positionH relativeFrom="column">
            <wp:posOffset>5078095</wp:posOffset>
          </wp:positionH>
          <wp:positionV relativeFrom="paragraph">
            <wp:posOffset>-1216660</wp:posOffset>
          </wp:positionV>
          <wp:extent cx="928800" cy="1166400"/>
          <wp:effectExtent l="0" t="0" r="5080" b="0"/>
          <wp:wrapSquare wrapText="bothSides"/>
          <wp:docPr id="2" name="uk_address" descr="C:\Users\Word Specialisten\AppData\Local\Microsoft\Windows\INetCache\Content.Word\DKMAadresse_pos_rgb kopier.png" hidden="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Word Specialisten\AppData\Local\Microsoft\Windows\INetCache\Content.Word\DKMAadresse_pos_rgb kopie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8800" cy="116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06858">
      <w:rPr>
        <w:noProof/>
      </w:rPr>
      <w:drawing>
        <wp:anchor distT="0" distB="0" distL="114300" distR="114300" simplePos="0" relativeHeight="251659264" behindDoc="1" locked="0" layoutInCell="1" allowOverlap="1" wp14:anchorId="3CBCFF84" wp14:editId="77DE3886">
          <wp:simplePos x="0" y="0"/>
          <wp:positionH relativeFrom="column">
            <wp:posOffset>5080635</wp:posOffset>
          </wp:positionH>
          <wp:positionV relativeFrom="paragraph">
            <wp:posOffset>-1069975</wp:posOffset>
          </wp:positionV>
          <wp:extent cx="999490" cy="992505"/>
          <wp:effectExtent l="0" t="0" r="0" b="0"/>
          <wp:wrapNone/>
          <wp:docPr id="3" name="dk_address" descr="C:\Users\Windowsspecialisten\Word specialisten\WSKunder\Kunder\Lægemiddelstyrelsen\Billedfiler\LMSTÔÇôadresse_pos_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Windowsspecialisten\Word specialisten\WSKunder\Kunder\Lægemiddelstyrelsen\Billedfiler\LMSTÔÇôadresse_pos_rgb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9490" cy="992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06CA" w:rsidRDefault="003906CA">
      <w:r>
        <w:separator/>
      </w:r>
    </w:p>
  </w:footnote>
  <w:footnote w:type="continuationSeparator" w:id="0">
    <w:p w:rsidR="003906CA" w:rsidRDefault="003906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73BD" w:rsidRDefault="001173BD" w:rsidP="00066F5D">
    <w:pPr>
      <w:pStyle w:val="Sidehoved"/>
      <w:spacing w:after="1077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66D774C" wp14:editId="008656CF">
          <wp:simplePos x="0" y="0"/>
          <wp:positionH relativeFrom="page">
            <wp:posOffset>933450</wp:posOffset>
          </wp:positionH>
          <wp:positionV relativeFrom="page">
            <wp:posOffset>200025</wp:posOffset>
          </wp:positionV>
          <wp:extent cx="2562225" cy="714375"/>
          <wp:effectExtent l="0" t="0" r="9525" b="9525"/>
          <wp:wrapNone/>
          <wp:docPr id="1" name="logo" descr="C:\Users\Windowsspecialisten\Word specialisten\WSKunder\Kunder\Lægemiddelstyrelsen\Billedfiler\LMST_pos_rgb_U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indowsspecialisten\Word specialisten\WSKunder\Kunder\Lægemiddelstyrelsen\Billedfiler\LMST_pos_rgb_U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622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173BD" w:rsidRDefault="001173BD" w:rsidP="001173BD">
    <w:pPr>
      <w:pStyle w:val="Hjlpetekst"/>
      <w:tabs>
        <w:tab w:val="clear" w:pos="4986"/>
      </w:tabs>
      <w:ind w:right="-427"/>
    </w:pPr>
    <w:r>
      <w:t>Tryk F2 for at indsætte/fjerne brevelementer (logo og adresse) til pdf og e-mail dokumenter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019AE"/>
    <w:multiLevelType w:val="hybridMultilevel"/>
    <w:tmpl w:val="D076C2B0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>
      <w:start w:val="1"/>
      <w:numFmt w:val="lowerRoman"/>
      <w:lvlText w:val="%3."/>
      <w:lvlJc w:val="right"/>
      <w:pPr>
        <w:ind w:left="2160" w:hanging="180"/>
      </w:pPr>
    </w:lvl>
    <w:lvl w:ilvl="3" w:tplc="0406000F">
      <w:start w:val="1"/>
      <w:numFmt w:val="decimal"/>
      <w:lvlText w:val="%4."/>
      <w:lvlJc w:val="left"/>
      <w:pPr>
        <w:ind w:left="2880" w:hanging="360"/>
      </w:pPr>
    </w:lvl>
    <w:lvl w:ilvl="4" w:tplc="04060019">
      <w:start w:val="1"/>
      <w:numFmt w:val="lowerLetter"/>
      <w:lvlText w:val="%5."/>
      <w:lvlJc w:val="left"/>
      <w:pPr>
        <w:ind w:left="3600" w:hanging="360"/>
      </w:pPr>
    </w:lvl>
    <w:lvl w:ilvl="5" w:tplc="0406001B">
      <w:start w:val="1"/>
      <w:numFmt w:val="lowerRoman"/>
      <w:lvlText w:val="%6."/>
      <w:lvlJc w:val="right"/>
      <w:pPr>
        <w:ind w:left="4320" w:hanging="180"/>
      </w:pPr>
    </w:lvl>
    <w:lvl w:ilvl="6" w:tplc="0406000F">
      <w:start w:val="1"/>
      <w:numFmt w:val="decimal"/>
      <w:lvlText w:val="%7."/>
      <w:lvlJc w:val="left"/>
      <w:pPr>
        <w:ind w:left="5040" w:hanging="360"/>
      </w:pPr>
    </w:lvl>
    <w:lvl w:ilvl="7" w:tplc="04060019">
      <w:start w:val="1"/>
      <w:numFmt w:val="lowerLetter"/>
      <w:lvlText w:val="%8."/>
      <w:lvlJc w:val="left"/>
      <w:pPr>
        <w:ind w:left="5760" w:hanging="360"/>
      </w:pPr>
    </w:lvl>
    <w:lvl w:ilvl="8" w:tplc="0406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263D4E"/>
    <w:multiLevelType w:val="hybridMultilevel"/>
    <w:tmpl w:val="A5122554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3C7641"/>
    <w:multiLevelType w:val="hybridMultilevel"/>
    <w:tmpl w:val="853E2102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A02692"/>
    <w:multiLevelType w:val="hybridMultilevel"/>
    <w:tmpl w:val="4ACE42A4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>
      <w:start w:val="1"/>
      <w:numFmt w:val="lowerRoman"/>
      <w:lvlText w:val="%3."/>
      <w:lvlJc w:val="right"/>
      <w:pPr>
        <w:ind w:left="2160" w:hanging="180"/>
      </w:pPr>
    </w:lvl>
    <w:lvl w:ilvl="3" w:tplc="0406000F">
      <w:start w:val="1"/>
      <w:numFmt w:val="decimal"/>
      <w:lvlText w:val="%4."/>
      <w:lvlJc w:val="left"/>
      <w:pPr>
        <w:ind w:left="2880" w:hanging="360"/>
      </w:pPr>
    </w:lvl>
    <w:lvl w:ilvl="4" w:tplc="04060019">
      <w:start w:val="1"/>
      <w:numFmt w:val="lowerLetter"/>
      <w:lvlText w:val="%5."/>
      <w:lvlJc w:val="left"/>
      <w:pPr>
        <w:ind w:left="3600" w:hanging="360"/>
      </w:pPr>
    </w:lvl>
    <w:lvl w:ilvl="5" w:tplc="0406001B">
      <w:start w:val="1"/>
      <w:numFmt w:val="lowerRoman"/>
      <w:lvlText w:val="%6."/>
      <w:lvlJc w:val="right"/>
      <w:pPr>
        <w:ind w:left="4320" w:hanging="180"/>
      </w:pPr>
    </w:lvl>
    <w:lvl w:ilvl="6" w:tplc="0406000F">
      <w:start w:val="1"/>
      <w:numFmt w:val="decimal"/>
      <w:lvlText w:val="%7."/>
      <w:lvlJc w:val="left"/>
      <w:pPr>
        <w:ind w:left="5040" w:hanging="360"/>
      </w:pPr>
    </w:lvl>
    <w:lvl w:ilvl="7" w:tplc="04060019">
      <w:start w:val="1"/>
      <w:numFmt w:val="lowerLetter"/>
      <w:lvlText w:val="%8."/>
      <w:lvlJc w:val="left"/>
      <w:pPr>
        <w:ind w:left="5760" w:hanging="360"/>
      </w:pPr>
    </w:lvl>
    <w:lvl w:ilvl="8" w:tplc="0406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DC6B6D"/>
    <w:multiLevelType w:val="hybridMultilevel"/>
    <w:tmpl w:val="54A0DC26"/>
    <w:lvl w:ilvl="0" w:tplc="23B0853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C30A8D"/>
    <w:multiLevelType w:val="hybridMultilevel"/>
    <w:tmpl w:val="2C9243E4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B47F43"/>
    <w:multiLevelType w:val="hybridMultilevel"/>
    <w:tmpl w:val="20EC7270"/>
    <w:lvl w:ilvl="0" w:tplc="04060011">
      <w:start w:val="1"/>
      <w:numFmt w:val="decimal"/>
      <w:lvlText w:val="%1)"/>
      <w:lvlJc w:val="left"/>
      <w:pPr>
        <w:ind w:left="720" w:hanging="360"/>
      </w:p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>
      <w:start w:val="1"/>
      <w:numFmt w:val="lowerRoman"/>
      <w:lvlText w:val="%3."/>
      <w:lvlJc w:val="right"/>
      <w:pPr>
        <w:ind w:left="2160" w:hanging="180"/>
      </w:pPr>
    </w:lvl>
    <w:lvl w:ilvl="3" w:tplc="0406000F">
      <w:start w:val="1"/>
      <w:numFmt w:val="decimal"/>
      <w:lvlText w:val="%4."/>
      <w:lvlJc w:val="left"/>
      <w:pPr>
        <w:ind w:left="2880" w:hanging="360"/>
      </w:pPr>
    </w:lvl>
    <w:lvl w:ilvl="4" w:tplc="04060019">
      <w:start w:val="1"/>
      <w:numFmt w:val="lowerLetter"/>
      <w:lvlText w:val="%5."/>
      <w:lvlJc w:val="left"/>
      <w:pPr>
        <w:ind w:left="3600" w:hanging="360"/>
      </w:pPr>
    </w:lvl>
    <w:lvl w:ilvl="5" w:tplc="0406001B">
      <w:start w:val="1"/>
      <w:numFmt w:val="lowerRoman"/>
      <w:lvlText w:val="%6."/>
      <w:lvlJc w:val="right"/>
      <w:pPr>
        <w:ind w:left="4320" w:hanging="180"/>
      </w:pPr>
    </w:lvl>
    <w:lvl w:ilvl="6" w:tplc="0406000F">
      <w:start w:val="1"/>
      <w:numFmt w:val="decimal"/>
      <w:lvlText w:val="%7."/>
      <w:lvlJc w:val="left"/>
      <w:pPr>
        <w:ind w:left="5040" w:hanging="360"/>
      </w:pPr>
    </w:lvl>
    <w:lvl w:ilvl="7" w:tplc="04060019">
      <w:start w:val="1"/>
      <w:numFmt w:val="lowerLetter"/>
      <w:lvlText w:val="%8."/>
      <w:lvlJc w:val="left"/>
      <w:pPr>
        <w:ind w:left="5760" w:hanging="360"/>
      </w:pPr>
    </w:lvl>
    <w:lvl w:ilvl="8" w:tplc="0406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9269DB"/>
    <w:multiLevelType w:val="hybridMultilevel"/>
    <w:tmpl w:val="0718909A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1304"/>
  <w:autoHyphenation/>
  <w:hyphenationZone w:val="312"/>
  <w:drawingGridHorizontalSpacing w:val="181"/>
  <w:drawingGridVerticalSpacing w:val="181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613C"/>
    <w:rsid w:val="000016BA"/>
    <w:rsid w:val="0001111F"/>
    <w:rsid w:val="0001330D"/>
    <w:rsid w:val="000178A7"/>
    <w:rsid w:val="00026C05"/>
    <w:rsid w:val="00037DB5"/>
    <w:rsid w:val="00040E3D"/>
    <w:rsid w:val="00054029"/>
    <w:rsid w:val="000556DC"/>
    <w:rsid w:val="00062F56"/>
    <w:rsid w:val="00066F5D"/>
    <w:rsid w:val="00067E8C"/>
    <w:rsid w:val="00070AFE"/>
    <w:rsid w:val="0007347A"/>
    <w:rsid w:val="0007613C"/>
    <w:rsid w:val="00094CA7"/>
    <w:rsid w:val="000A0217"/>
    <w:rsid w:val="000A2364"/>
    <w:rsid w:val="000A2AEA"/>
    <w:rsid w:val="000A2F2A"/>
    <w:rsid w:val="000A3B86"/>
    <w:rsid w:val="000A73A9"/>
    <w:rsid w:val="000B49B0"/>
    <w:rsid w:val="000C0896"/>
    <w:rsid w:val="000C150E"/>
    <w:rsid w:val="000C75D3"/>
    <w:rsid w:val="000D5744"/>
    <w:rsid w:val="000D7BF6"/>
    <w:rsid w:val="000E27D2"/>
    <w:rsid w:val="000F5017"/>
    <w:rsid w:val="0010741C"/>
    <w:rsid w:val="001129C0"/>
    <w:rsid w:val="001173BD"/>
    <w:rsid w:val="0012043C"/>
    <w:rsid w:val="00132782"/>
    <w:rsid w:val="00140FB7"/>
    <w:rsid w:val="00142B8D"/>
    <w:rsid w:val="00167E15"/>
    <w:rsid w:val="00174C73"/>
    <w:rsid w:val="00176CFA"/>
    <w:rsid w:val="00185EEA"/>
    <w:rsid w:val="0019088A"/>
    <w:rsid w:val="00192AB2"/>
    <w:rsid w:val="001951DC"/>
    <w:rsid w:val="00195D80"/>
    <w:rsid w:val="001A1D19"/>
    <w:rsid w:val="001A47D2"/>
    <w:rsid w:val="001A4A99"/>
    <w:rsid w:val="001B4440"/>
    <w:rsid w:val="001B4496"/>
    <w:rsid w:val="001C1B7F"/>
    <w:rsid w:val="001E1712"/>
    <w:rsid w:val="001F0088"/>
    <w:rsid w:val="001F24AA"/>
    <w:rsid w:val="001F337E"/>
    <w:rsid w:val="00203331"/>
    <w:rsid w:val="002112D0"/>
    <w:rsid w:val="00211B36"/>
    <w:rsid w:val="00215056"/>
    <w:rsid w:val="00223C95"/>
    <w:rsid w:val="002312E7"/>
    <w:rsid w:val="00231405"/>
    <w:rsid w:val="0023724F"/>
    <w:rsid w:val="00240F90"/>
    <w:rsid w:val="00261517"/>
    <w:rsid w:val="0026436B"/>
    <w:rsid w:val="002656D1"/>
    <w:rsid w:val="002861EE"/>
    <w:rsid w:val="0028672F"/>
    <w:rsid w:val="00294F57"/>
    <w:rsid w:val="002A38E5"/>
    <w:rsid w:val="002A618C"/>
    <w:rsid w:val="002C0426"/>
    <w:rsid w:val="002C080A"/>
    <w:rsid w:val="002C630D"/>
    <w:rsid w:val="002D26DA"/>
    <w:rsid w:val="002E29B7"/>
    <w:rsid w:val="003117D2"/>
    <w:rsid w:val="00327635"/>
    <w:rsid w:val="00334E85"/>
    <w:rsid w:val="0035294D"/>
    <w:rsid w:val="0036043D"/>
    <w:rsid w:val="003661D9"/>
    <w:rsid w:val="00382E56"/>
    <w:rsid w:val="0039065B"/>
    <w:rsid w:val="003906CA"/>
    <w:rsid w:val="003A57C1"/>
    <w:rsid w:val="003B6499"/>
    <w:rsid w:val="003C2327"/>
    <w:rsid w:val="003C2538"/>
    <w:rsid w:val="003D4B81"/>
    <w:rsid w:val="003E61CA"/>
    <w:rsid w:val="003F2DC6"/>
    <w:rsid w:val="003F5029"/>
    <w:rsid w:val="003F6CFA"/>
    <w:rsid w:val="00406E38"/>
    <w:rsid w:val="004155DD"/>
    <w:rsid w:val="00416BD7"/>
    <w:rsid w:val="0042434D"/>
    <w:rsid w:val="0042485A"/>
    <w:rsid w:val="00427CC8"/>
    <w:rsid w:val="00440DEB"/>
    <w:rsid w:val="00444B3B"/>
    <w:rsid w:val="00447468"/>
    <w:rsid w:val="0044753D"/>
    <w:rsid w:val="004507A0"/>
    <w:rsid w:val="004527D3"/>
    <w:rsid w:val="004633EF"/>
    <w:rsid w:val="00480437"/>
    <w:rsid w:val="00482325"/>
    <w:rsid w:val="004867C1"/>
    <w:rsid w:val="00491196"/>
    <w:rsid w:val="004A0D44"/>
    <w:rsid w:val="004B4F4B"/>
    <w:rsid w:val="004C0420"/>
    <w:rsid w:val="004C1761"/>
    <w:rsid w:val="004C1E23"/>
    <w:rsid w:val="004C587C"/>
    <w:rsid w:val="004D23C2"/>
    <w:rsid w:val="004D4B57"/>
    <w:rsid w:val="004E2D94"/>
    <w:rsid w:val="00504FF0"/>
    <w:rsid w:val="00505DA0"/>
    <w:rsid w:val="00505E03"/>
    <w:rsid w:val="00512DC2"/>
    <w:rsid w:val="00517EEC"/>
    <w:rsid w:val="00522780"/>
    <w:rsid w:val="00525762"/>
    <w:rsid w:val="00536367"/>
    <w:rsid w:val="0053684C"/>
    <w:rsid w:val="00542DDB"/>
    <w:rsid w:val="00543CDA"/>
    <w:rsid w:val="00545D63"/>
    <w:rsid w:val="00553216"/>
    <w:rsid w:val="00553A40"/>
    <w:rsid w:val="0055563B"/>
    <w:rsid w:val="005557C3"/>
    <w:rsid w:val="00561D68"/>
    <w:rsid w:val="00573CED"/>
    <w:rsid w:val="00573E21"/>
    <w:rsid w:val="005839D4"/>
    <w:rsid w:val="00583D85"/>
    <w:rsid w:val="00586BEB"/>
    <w:rsid w:val="005964AF"/>
    <w:rsid w:val="005B4FB0"/>
    <w:rsid w:val="005C407C"/>
    <w:rsid w:val="005C7841"/>
    <w:rsid w:val="005D2C03"/>
    <w:rsid w:val="005D7458"/>
    <w:rsid w:val="005D7C62"/>
    <w:rsid w:val="005E01D4"/>
    <w:rsid w:val="005E0690"/>
    <w:rsid w:val="005F08F3"/>
    <w:rsid w:val="005F1E11"/>
    <w:rsid w:val="00613455"/>
    <w:rsid w:val="0062314C"/>
    <w:rsid w:val="006300FA"/>
    <w:rsid w:val="0063165F"/>
    <w:rsid w:val="00631BEF"/>
    <w:rsid w:val="00632D04"/>
    <w:rsid w:val="00641A2C"/>
    <w:rsid w:val="00646248"/>
    <w:rsid w:val="00656FAD"/>
    <w:rsid w:val="006733FA"/>
    <w:rsid w:val="006825D7"/>
    <w:rsid w:val="006948BE"/>
    <w:rsid w:val="006A70C1"/>
    <w:rsid w:val="006A760F"/>
    <w:rsid w:val="006B12C4"/>
    <w:rsid w:val="006D56D1"/>
    <w:rsid w:val="006E182E"/>
    <w:rsid w:val="006E5FD8"/>
    <w:rsid w:val="006F2581"/>
    <w:rsid w:val="006F40FF"/>
    <w:rsid w:val="006F5C71"/>
    <w:rsid w:val="007073C4"/>
    <w:rsid w:val="00717205"/>
    <w:rsid w:val="0072028C"/>
    <w:rsid w:val="00723CAB"/>
    <w:rsid w:val="00732511"/>
    <w:rsid w:val="007430BA"/>
    <w:rsid w:val="00774B04"/>
    <w:rsid w:val="0079047D"/>
    <w:rsid w:val="00791D4F"/>
    <w:rsid w:val="00795EB2"/>
    <w:rsid w:val="00796494"/>
    <w:rsid w:val="007C0280"/>
    <w:rsid w:val="007D2A92"/>
    <w:rsid w:val="007F51D2"/>
    <w:rsid w:val="0080087F"/>
    <w:rsid w:val="00806858"/>
    <w:rsid w:val="0081201B"/>
    <w:rsid w:val="00824E13"/>
    <w:rsid w:val="00834760"/>
    <w:rsid w:val="008358A8"/>
    <w:rsid w:val="008425FE"/>
    <w:rsid w:val="0084732A"/>
    <w:rsid w:val="00852634"/>
    <w:rsid w:val="008559A8"/>
    <w:rsid w:val="008610B2"/>
    <w:rsid w:val="008A75DF"/>
    <w:rsid w:val="008B0BE1"/>
    <w:rsid w:val="008C2B26"/>
    <w:rsid w:val="008C352B"/>
    <w:rsid w:val="008D0FAB"/>
    <w:rsid w:val="0090301F"/>
    <w:rsid w:val="00921E5A"/>
    <w:rsid w:val="00923F58"/>
    <w:rsid w:val="0093032F"/>
    <w:rsid w:val="0094569E"/>
    <w:rsid w:val="009464D8"/>
    <w:rsid w:val="009477E9"/>
    <w:rsid w:val="00964377"/>
    <w:rsid w:val="00970BCC"/>
    <w:rsid w:val="00973D21"/>
    <w:rsid w:val="0097622A"/>
    <w:rsid w:val="00982B6B"/>
    <w:rsid w:val="009832FB"/>
    <w:rsid w:val="0099347F"/>
    <w:rsid w:val="0099634C"/>
    <w:rsid w:val="009A4215"/>
    <w:rsid w:val="009A65CF"/>
    <w:rsid w:val="009C1EC5"/>
    <w:rsid w:val="009C4819"/>
    <w:rsid w:val="009C664A"/>
    <w:rsid w:val="009D321E"/>
    <w:rsid w:val="009E260C"/>
    <w:rsid w:val="009E3916"/>
    <w:rsid w:val="009E4C51"/>
    <w:rsid w:val="00A01352"/>
    <w:rsid w:val="00A2534E"/>
    <w:rsid w:val="00A2664E"/>
    <w:rsid w:val="00A34979"/>
    <w:rsid w:val="00A41263"/>
    <w:rsid w:val="00A45815"/>
    <w:rsid w:val="00A53DEA"/>
    <w:rsid w:val="00A544E7"/>
    <w:rsid w:val="00A66F0F"/>
    <w:rsid w:val="00A71912"/>
    <w:rsid w:val="00A823C1"/>
    <w:rsid w:val="00A94609"/>
    <w:rsid w:val="00AA1353"/>
    <w:rsid w:val="00AA7339"/>
    <w:rsid w:val="00AB08B9"/>
    <w:rsid w:val="00AB0F8E"/>
    <w:rsid w:val="00AB1A55"/>
    <w:rsid w:val="00AB764D"/>
    <w:rsid w:val="00AD35DB"/>
    <w:rsid w:val="00AE1FEB"/>
    <w:rsid w:val="00AF0ECD"/>
    <w:rsid w:val="00AF25AA"/>
    <w:rsid w:val="00B04D25"/>
    <w:rsid w:val="00B0689F"/>
    <w:rsid w:val="00B172C3"/>
    <w:rsid w:val="00B30320"/>
    <w:rsid w:val="00B41540"/>
    <w:rsid w:val="00B47376"/>
    <w:rsid w:val="00B479AC"/>
    <w:rsid w:val="00B5719F"/>
    <w:rsid w:val="00B655A4"/>
    <w:rsid w:val="00B67697"/>
    <w:rsid w:val="00B73D5D"/>
    <w:rsid w:val="00B766D5"/>
    <w:rsid w:val="00B81C00"/>
    <w:rsid w:val="00B84485"/>
    <w:rsid w:val="00BC7C5D"/>
    <w:rsid w:val="00BD44E3"/>
    <w:rsid w:val="00BD4F42"/>
    <w:rsid w:val="00C068A3"/>
    <w:rsid w:val="00C10A7B"/>
    <w:rsid w:val="00C1443D"/>
    <w:rsid w:val="00C21735"/>
    <w:rsid w:val="00C46073"/>
    <w:rsid w:val="00C47DAA"/>
    <w:rsid w:val="00C521C1"/>
    <w:rsid w:val="00C55174"/>
    <w:rsid w:val="00C60E89"/>
    <w:rsid w:val="00C719B8"/>
    <w:rsid w:val="00C72506"/>
    <w:rsid w:val="00C85DEA"/>
    <w:rsid w:val="00C87BB4"/>
    <w:rsid w:val="00C95E49"/>
    <w:rsid w:val="00CA1B51"/>
    <w:rsid w:val="00CB0E6E"/>
    <w:rsid w:val="00CB7E2A"/>
    <w:rsid w:val="00CC5A5B"/>
    <w:rsid w:val="00CC7961"/>
    <w:rsid w:val="00CE42CD"/>
    <w:rsid w:val="00CF055A"/>
    <w:rsid w:val="00D05E67"/>
    <w:rsid w:val="00D15BF3"/>
    <w:rsid w:val="00D16D24"/>
    <w:rsid w:val="00D2226F"/>
    <w:rsid w:val="00D317A3"/>
    <w:rsid w:val="00D558C3"/>
    <w:rsid w:val="00D62C4A"/>
    <w:rsid w:val="00D70F5D"/>
    <w:rsid w:val="00D8088A"/>
    <w:rsid w:val="00D8342B"/>
    <w:rsid w:val="00D87071"/>
    <w:rsid w:val="00D9049D"/>
    <w:rsid w:val="00D9445D"/>
    <w:rsid w:val="00DA1566"/>
    <w:rsid w:val="00DA6FA1"/>
    <w:rsid w:val="00DA7768"/>
    <w:rsid w:val="00DB0BC8"/>
    <w:rsid w:val="00DC054F"/>
    <w:rsid w:val="00DF3181"/>
    <w:rsid w:val="00E24E93"/>
    <w:rsid w:val="00E3110B"/>
    <w:rsid w:val="00E425A7"/>
    <w:rsid w:val="00E47178"/>
    <w:rsid w:val="00E57E75"/>
    <w:rsid w:val="00E63BB2"/>
    <w:rsid w:val="00E672ED"/>
    <w:rsid w:val="00E747F0"/>
    <w:rsid w:val="00E7715D"/>
    <w:rsid w:val="00E82BF1"/>
    <w:rsid w:val="00E87B5D"/>
    <w:rsid w:val="00E93EAC"/>
    <w:rsid w:val="00EA0287"/>
    <w:rsid w:val="00EA23F2"/>
    <w:rsid w:val="00EA5F51"/>
    <w:rsid w:val="00EB0E73"/>
    <w:rsid w:val="00EB2ADB"/>
    <w:rsid w:val="00EC0D7E"/>
    <w:rsid w:val="00EC5591"/>
    <w:rsid w:val="00EE1A31"/>
    <w:rsid w:val="00EE6216"/>
    <w:rsid w:val="00EE6DF1"/>
    <w:rsid w:val="00F017C7"/>
    <w:rsid w:val="00F04A0E"/>
    <w:rsid w:val="00F04F63"/>
    <w:rsid w:val="00F1157F"/>
    <w:rsid w:val="00F1580D"/>
    <w:rsid w:val="00F53753"/>
    <w:rsid w:val="00F60100"/>
    <w:rsid w:val="00F649A1"/>
    <w:rsid w:val="00F7140C"/>
    <w:rsid w:val="00F82302"/>
    <w:rsid w:val="00F8384B"/>
    <w:rsid w:val="00F84E59"/>
    <w:rsid w:val="00F859D0"/>
    <w:rsid w:val="00F9332C"/>
    <w:rsid w:val="00FA0A0A"/>
    <w:rsid w:val="00FA2795"/>
    <w:rsid w:val="00FA7F46"/>
    <w:rsid w:val="00FB1382"/>
    <w:rsid w:val="00FB2C20"/>
    <w:rsid w:val="00FB3A9D"/>
    <w:rsid w:val="00FB5B44"/>
    <w:rsid w:val="00FB6783"/>
    <w:rsid w:val="00FD5868"/>
    <w:rsid w:val="00FE29F9"/>
    <w:rsid w:val="00FE3463"/>
    <w:rsid w:val="00FF4DD9"/>
    <w:rsid w:val="02A4510B"/>
    <w:rsid w:val="0A078613"/>
    <w:rsid w:val="0DD454C6"/>
    <w:rsid w:val="0E84C5EE"/>
    <w:rsid w:val="1450D0EA"/>
    <w:rsid w:val="1A846B86"/>
    <w:rsid w:val="1D7993F1"/>
    <w:rsid w:val="2899E653"/>
    <w:rsid w:val="2D64FDFF"/>
    <w:rsid w:val="309A4574"/>
    <w:rsid w:val="330C2961"/>
    <w:rsid w:val="3436E3F7"/>
    <w:rsid w:val="48E42CE2"/>
    <w:rsid w:val="4A6E7FB1"/>
    <w:rsid w:val="4E5D0662"/>
    <w:rsid w:val="5358586A"/>
    <w:rsid w:val="5D3DD87A"/>
    <w:rsid w:val="68F5FDC8"/>
    <w:rsid w:val="6B673AF0"/>
    <w:rsid w:val="73AD9AC0"/>
    <w:rsid w:val="780718F8"/>
    <w:rsid w:val="7941FE3B"/>
    <w:rsid w:val="7E026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9FA1C70-A67D-4237-ABC3-15FEB62EE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a-DK" w:eastAsia="zh-CN" w:bidi="hi-IN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qFormat="1"/>
    <w:lsdException w:name="heading 4" w:semiHidden="1" w:qFormat="1"/>
    <w:lsdException w:name="heading 5" w:semiHidden="1" w:qFormat="1"/>
    <w:lsdException w:name="heading 6" w:semiHidden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67E8C"/>
    <w:pPr>
      <w:spacing w:line="250" w:lineRule="atLeast"/>
    </w:pPr>
    <w:rPr>
      <w:rFonts w:ascii="Arial" w:hAnsi="Arial"/>
      <w:szCs w:val="17"/>
      <w:lang w:eastAsia="da-DK" w:bidi="ar-SA"/>
    </w:rPr>
  </w:style>
  <w:style w:type="paragraph" w:styleId="Overskrift1">
    <w:name w:val="heading 1"/>
    <w:basedOn w:val="Normal"/>
    <w:next w:val="Normal"/>
    <w:qFormat/>
    <w:rsid w:val="000C150E"/>
    <w:pPr>
      <w:keepNext/>
      <w:spacing w:after="240"/>
      <w:outlineLvl w:val="0"/>
    </w:pPr>
    <w:rPr>
      <w:rFonts w:cs="Arial"/>
      <w:b/>
      <w:bCs/>
      <w:szCs w:val="20"/>
    </w:rPr>
  </w:style>
  <w:style w:type="paragraph" w:styleId="Overskrift2">
    <w:name w:val="heading 2"/>
    <w:basedOn w:val="Normal"/>
    <w:next w:val="Normal"/>
    <w:semiHidden/>
    <w:qFormat/>
    <w:rsid w:val="001C1B7F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yperlink">
    <w:name w:val="Hyperlink"/>
    <w:basedOn w:val="Standardskrifttypeiafsnit"/>
    <w:semiHidden/>
    <w:rsid w:val="001C1B7F"/>
    <w:rPr>
      <w:color w:val="0000FF"/>
      <w:u w:val="single"/>
    </w:rPr>
  </w:style>
  <w:style w:type="paragraph" w:styleId="Indholdsfortegnelse1">
    <w:name w:val="toc 1"/>
    <w:basedOn w:val="Normal"/>
    <w:next w:val="Normal"/>
    <w:autoRedefine/>
    <w:semiHidden/>
    <w:rsid w:val="001C1B7F"/>
  </w:style>
  <w:style w:type="paragraph" w:styleId="Indholdsfortegnelse2">
    <w:name w:val="toc 2"/>
    <w:basedOn w:val="Normal"/>
    <w:next w:val="Normal"/>
    <w:autoRedefine/>
    <w:semiHidden/>
    <w:rsid w:val="001C1B7F"/>
    <w:pPr>
      <w:ind w:left="170"/>
    </w:pPr>
  </w:style>
  <w:style w:type="paragraph" w:customStyle="1" w:styleId="Kolofon">
    <w:name w:val="Kolofon"/>
    <w:basedOn w:val="Normal"/>
    <w:semiHidden/>
    <w:rsid w:val="00067E8C"/>
    <w:pPr>
      <w:spacing w:line="230" w:lineRule="atLeast"/>
    </w:pPr>
    <w:rPr>
      <w:sz w:val="16"/>
    </w:rPr>
  </w:style>
  <w:style w:type="paragraph" w:styleId="Sidehoved">
    <w:name w:val="header"/>
    <w:basedOn w:val="Normal"/>
    <w:semiHidden/>
    <w:rsid w:val="005964AF"/>
    <w:pPr>
      <w:tabs>
        <w:tab w:val="center" w:pos="4320"/>
        <w:tab w:val="right" w:pos="8640"/>
      </w:tabs>
    </w:pPr>
  </w:style>
  <w:style w:type="paragraph" w:styleId="Sidefod">
    <w:name w:val="footer"/>
    <w:basedOn w:val="Normal"/>
    <w:semiHidden/>
    <w:rsid w:val="005964AF"/>
    <w:pPr>
      <w:tabs>
        <w:tab w:val="center" w:pos="4320"/>
        <w:tab w:val="right" w:pos="8640"/>
      </w:tabs>
    </w:pPr>
  </w:style>
  <w:style w:type="table" w:styleId="Tabel-Gitter">
    <w:name w:val="Table Grid"/>
    <w:basedOn w:val="Tabel-Normal"/>
    <w:rsid w:val="00AB764D"/>
    <w:pPr>
      <w:spacing w:line="28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vh">
    <w:name w:val="Mvh"/>
    <w:basedOn w:val="Normal"/>
    <w:next w:val="Normal"/>
    <w:semiHidden/>
    <w:rsid w:val="00AB764D"/>
    <w:pPr>
      <w:spacing w:before="560" w:after="280"/>
    </w:pPr>
  </w:style>
  <w:style w:type="character" w:styleId="Sidetal">
    <w:name w:val="page number"/>
    <w:basedOn w:val="Standardskrifttypeiafsnit"/>
    <w:semiHidden/>
    <w:rsid w:val="00613455"/>
  </w:style>
  <w:style w:type="paragraph" w:styleId="Markeringsbobletekst">
    <w:name w:val="Balloon Text"/>
    <w:basedOn w:val="Normal"/>
    <w:link w:val="MarkeringsbobletekstTegn"/>
    <w:semiHidden/>
    <w:rsid w:val="0099634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semiHidden/>
    <w:rsid w:val="0042485A"/>
    <w:rPr>
      <w:rFonts w:ascii="Tahoma" w:hAnsi="Tahoma" w:cs="Tahoma"/>
      <w:sz w:val="16"/>
      <w:szCs w:val="16"/>
      <w:lang w:eastAsia="da-DK" w:bidi="ar-SA"/>
    </w:rPr>
  </w:style>
  <w:style w:type="paragraph" w:customStyle="1" w:styleId="Hjlpetekst">
    <w:name w:val="Hjælpetekst"/>
    <w:basedOn w:val="Sidehoved"/>
    <w:semiHidden/>
    <w:qFormat/>
    <w:rsid w:val="001173BD"/>
    <w:pPr>
      <w:tabs>
        <w:tab w:val="clear" w:pos="4320"/>
        <w:tab w:val="clear" w:pos="8640"/>
        <w:tab w:val="center" w:pos="4986"/>
        <w:tab w:val="right" w:pos="9972"/>
      </w:tabs>
      <w:spacing w:line="220" w:lineRule="atLeast"/>
      <w:ind w:right="2720"/>
    </w:pPr>
    <w:rPr>
      <w:rFonts w:ascii="Calibri" w:hAnsi="Calibri"/>
      <w:i/>
      <w:vanish/>
      <w:color w:val="C00000"/>
      <w:szCs w:val="24"/>
    </w:rPr>
  </w:style>
  <w:style w:type="paragraph" w:styleId="Listeafsnit">
    <w:name w:val="List Paragraph"/>
    <w:basedOn w:val="Normal"/>
    <w:uiPriority w:val="34"/>
    <w:qFormat/>
    <w:rsid w:val="00970BCC"/>
    <w:pPr>
      <w:spacing w:line="240" w:lineRule="auto"/>
      <w:ind w:left="720"/>
    </w:pPr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ParadigmeKommentar">
    <w:name w:val="ParadigmeKommentar"/>
    <w:basedOn w:val="Standardskrifttypeiafsnit"/>
    <w:uiPriority w:val="7"/>
    <w:rsid w:val="00970BCC"/>
    <w:rPr>
      <w:rFonts w:ascii="Georgia" w:hAnsi="Georgia" w:hint="default"/>
      <w:i w:val="0"/>
      <w:iCs w:val="0"/>
      <w:strike w:val="0"/>
      <w:dstrike w:val="0"/>
      <w:color w:val="FF0000"/>
      <w:u w:val="none"/>
      <w:effect w:val="none"/>
    </w:rPr>
  </w:style>
  <w:style w:type="character" w:styleId="Ulstomtale">
    <w:name w:val="Unresolved Mention"/>
    <w:basedOn w:val="Standardskrifttypeiafsnit"/>
    <w:uiPriority w:val="99"/>
    <w:semiHidden/>
    <w:unhideWhenUsed/>
    <w:rsid w:val="00E672ED"/>
    <w:rPr>
      <w:color w:val="605E5C"/>
      <w:shd w:val="clear" w:color="auto" w:fill="E1DFDD"/>
    </w:rPr>
  </w:style>
  <w:style w:type="paragraph" w:styleId="Kommentartekst">
    <w:name w:val="annotation text"/>
    <w:basedOn w:val="Normal"/>
    <w:link w:val="KommentartekstTegn"/>
    <w:semiHidden/>
    <w:unhideWhenUsed/>
    <w:pPr>
      <w:spacing w:line="240" w:lineRule="auto"/>
    </w:pPr>
    <w:rPr>
      <w:szCs w:val="20"/>
    </w:rPr>
  </w:style>
  <w:style w:type="character" w:customStyle="1" w:styleId="KommentartekstTegn">
    <w:name w:val="Kommentartekst Tegn"/>
    <w:basedOn w:val="Standardskrifttypeiafsnit"/>
    <w:link w:val="Kommentartekst"/>
    <w:semiHidden/>
    <w:rPr>
      <w:rFonts w:ascii="Arial" w:hAnsi="Arial"/>
      <w:lang w:eastAsia="da-DK" w:bidi="ar-SA"/>
    </w:rPr>
  </w:style>
  <w:style w:type="character" w:styleId="Kommentarhenvisning">
    <w:name w:val="annotation reference"/>
    <w:basedOn w:val="Standardskrifttypeiafsnit"/>
    <w:semiHidden/>
    <w:unhideWhenUsed/>
    <w:rPr>
      <w:sz w:val="16"/>
      <w:szCs w:val="16"/>
    </w:rPr>
  </w:style>
  <w:style w:type="paragraph" w:styleId="Kommentaremne">
    <w:name w:val="annotation subject"/>
    <w:basedOn w:val="Kommentartekst"/>
    <w:next w:val="Kommentartekst"/>
    <w:link w:val="KommentaremneTegn"/>
    <w:semiHidden/>
    <w:unhideWhenUsed/>
    <w:rsid w:val="00C46073"/>
    <w:rPr>
      <w:b/>
      <w:bCs/>
    </w:rPr>
  </w:style>
  <w:style w:type="character" w:customStyle="1" w:styleId="KommentaremneTegn">
    <w:name w:val="Kommentaremne Tegn"/>
    <w:basedOn w:val="KommentartekstTegn"/>
    <w:link w:val="Kommentaremne"/>
    <w:semiHidden/>
    <w:rsid w:val="00C46073"/>
    <w:rPr>
      <w:rFonts w:ascii="Arial" w:hAnsi="Arial"/>
      <w:b/>
      <w:bCs/>
      <w:lang w:eastAsia="da-DK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67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sah@dkma.dk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kma@dkma.dk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fe5a4279770d44dd" Type="http://schemas.microsoft.com/office/2018/08/relationships/commentsExtensible" Target="commentsExtensi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\gruppe\Brev_LMST.dotm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0EAF7FB7E3664786D53AA8BAC0D682" ma:contentTypeVersion="8" ma:contentTypeDescription="Opret et nyt dokument." ma:contentTypeScope="" ma:versionID="ccc8804906a068dac28a50c0a81e3805">
  <xsd:schema xmlns:xsd="http://www.w3.org/2001/XMLSchema" xmlns:xs="http://www.w3.org/2001/XMLSchema" xmlns:p="http://schemas.microsoft.com/office/2006/metadata/properties" xmlns:ns2="64a589b1-28c2-496c-b97d-48021a1d896e" xmlns:ns3="1cd9420a-e9d1-4a04-8554-a7c7c62c60fb" targetNamespace="http://schemas.microsoft.com/office/2006/metadata/properties" ma:root="true" ma:fieldsID="664f6640c9c226a7570d28b8752542cd" ns2:_="" ns3:_="">
    <xsd:import namespace="64a589b1-28c2-496c-b97d-48021a1d896e"/>
    <xsd:import namespace="1cd9420a-e9d1-4a04-8554-a7c7c62c60f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a589b1-28c2-496c-b97d-48021a1d89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9420a-e9d1-4a04-8554-a7c7c62c60f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586CA2-D542-4DD0-A82C-82D95770A0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a589b1-28c2-496c-b97d-48021a1d896e"/>
    <ds:schemaRef ds:uri="1cd9420a-e9d1-4a04-8554-a7c7c62c60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0993C5D-052D-465F-90DA-604E5CE9FF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01F208-DBBD-491B-AC16-1D7FF3B5A10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F57E244-A289-4CCE-865D-F4C4C6346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Brev_LMST</Template>
  <TotalTime>0</TotalTime>
  <Pages>1</Pages>
  <Words>267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LMST brev</vt:lpstr>
    </vt:vector>
  </TitlesOfParts>
  <Company/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LMST brev</dc:title>
  <dc:creator>Sanne Have</dc:creator>
  <cp:lastModifiedBy>Sanne Have</cp:lastModifiedBy>
  <cp:revision>2</cp:revision>
  <cp:lastPrinted>2006-12-21T08:19:00Z</cp:lastPrinted>
  <dcterms:created xsi:type="dcterms:W3CDTF">2026-02-02T07:02:00Z</dcterms:created>
  <dcterms:modified xsi:type="dcterms:W3CDTF">2026-02-02T07:02:00Z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kumentsprog">
    <vt:lpwstr>dk</vt:lpwstr>
  </property>
  <property fmtid="{D5CDD505-2E9C-101B-9397-08002B2CF9AE}" pid="3" name="ContentTypeId">
    <vt:lpwstr>0x010100930EAF7FB7E3664786D53AA8BAC0D682</vt:lpwstr>
  </property>
</Properties>
</file>