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D9FC9" w14:textId="77777777" w:rsidR="00CC30B8" w:rsidRDefault="00CC30B8"/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14:paraId="58222A99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5C97C992" w14:textId="77777777" w:rsidR="00447719" w:rsidRDefault="007C3067" w:rsidP="0002094E">
            <w:pPr>
              <w:pStyle w:val="Template-Dokumenttype"/>
            </w:pPr>
            <w:bookmarkStart w:id="0" w:name="Dokumenttype" w:colFirst="0" w:colLast="0"/>
            <w:r>
              <w:t>Notat</w:t>
            </w:r>
          </w:p>
        </w:tc>
        <w:tc>
          <w:tcPr>
            <w:tcW w:w="3458" w:type="dxa"/>
          </w:tcPr>
          <w:p w14:paraId="461CC0ED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17901762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31C91C01" w14:textId="77777777"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0B4425D6" w14:textId="5B5D513C" w:rsidR="009A2A10" w:rsidRDefault="00D63351" w:rsidP="00FF7F66">
            <w:pPr>
              <w:pStyle w:val="Template-Adresse"/>
            </w:pPr>
            <w:r>
              <w:t>19</w:t>
            </w:r>
            <w:r w:rsidR="00DE1C38">
              <w:t xml:space="preserve">. </w:t>
            </w:r>
            <w:r w:rsidR="005753CF">
              <w:t>december</w:t>
            </w:r>
            <w:r w:rsidR="00DE1C38">
              <w:t xml:space="preserve"> 2025</w:t>
            </w:r>
          </w:p>
          <w:p w14:paraId="506C438E" w14:textId="167956DC" w:rsidR="00F849CA" w:rsidRDefault="00C92569" w:rsidP="00FF7F66">
            <w:pPr>
              <w:pStyle w:val="Template-Adresse"/>
            </w:pPr>
            <w:r>
              <w:t>202</w:t>
            </w:r>
            <w:r w:rsidR="00155BA0">
              <w:t>5-27</w:t>
            </w:r>
            <w:r w:rsidR="005753CF">
              <w:t>9</w:t>
            </w:r>
            <w:r w:rsidR="004921E1">
              <w:t>4</w:t>
            </w:r>
          </w:p>
          <w:p w14:paraId="64687CFE" w14:textId="77777777" w:rsidR="00FF7F66" w:rsidRDefault="00FF7F66" w:rsidP="00FF7F66">
            <w:pPr>
              <w:pStyle w:val="Template-Adresse"/>
            </w:pPr>
          </w:p>
        </w:tc>
      </w:tr>
    </w:tbl>
    <w:p w14:paraId="0DDDCECA" w14:textId="77777777" w:rsidR="00A32AD7" w:rsidRDefault="00C92569" w:rsidP="00A32AD7">
      <w:pPr>
        <w:pStyle w:val="Overskrift1"/>
      </w:pPr>
      <w:bookmarkStart w:id="3" w:name="Overskrift1"/>
      <w:bookmarkEnd w:id="1"/>
      <w:bookmarkEnd w:id="2"/>
      <w: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226"/>
      </w:tblGrid>
      <w:tr w:rsidR="004921E1" w14:paraId="0EDCC616" w14:textId="77777777" w:rsidTr="00C9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3E4241A2" w14:textId="3A148F61" w:rsidR="004921E1" w:rsidRPr="00093027" w:rsidRDefault="004921E1" w:rsidP="00D7300A">
            <w:pPr>
              <w:spacing w:after="1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Ballerup Kommune</w:t>
            </w:r>
          </w:p>
        </w:tc>
      </w:tr>
      <w:tr w:rsidR="00C92569" w14:paraId="51F76F35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3285CC32" w14:textId="531FD1EF" w:rsidR="00C92569" w:rsidRPr="00644BA3" w:rsidRDefault="005753CF" w:rsidP="00D7300A">
            <w:pPr>
              <w:spacing w:after="16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_Hlk216183587"/>
            <w:bookmarkEnd w:id="3"/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Cyklistforbundet</w:t>
            </w:r>
          </w:p>
        </w:tc>
      </w:tr>
      <w:tr w:rsidR="00C92569" w14:paraId="61E7E5A8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C722451" w14:textId="18BF0EC3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Byggeri</w:t>
            </w:r>
          </w:p>
        </w:tc>
      </w:tr>
      <w:tr w:rsidR="00C92569" w14:paraId="0B7092E7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8623AA5" w14:textId="4F3222DE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Erhverv</w:t>
            </w:r>
          </w:p>
        </w:tc>
      </w:tr>
      <w:tr w:rsidR="00C92569" w14:paraId="06932276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78C05BEA" w14:textId="1F5D481F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Danmarks Naturfredningsforening</w:t>
            </w:r>
          </w:p>
        </w:tc>
      </w:tr>
      <w:tr w:rsidR="00C92569" w14:paraId="20ADFDDD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59DC57C" w14:textId="6EA591F0" w:rsidR="00C92569" w:rsidRPr="00644BA3" w:rsidRDefault="005753CF" w:rsidP="001C4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Ornitologisk Forening</w:t>
            </w:r>
          </w:p>
        </w:tc>
      </w:tr>
      <w:tr w:rsidR="00C92569" w14:paraId="2C4CE20F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4DF0DCA1" w14:textId="570EF8F9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Dansk </w:t>
            </w:r>
            <w:proofErr w:type="spellStart"/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Vandrelaug</w:t>
            </w:r>
            <w:proofErr w:type="spellEnd"/>
          </w:p>
        </w:tc>
      </w:tr>
      <w:tr w:rsidR="00C92569" w14:paraId="533FD50F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C891D90" w14:textId="0DF41AAB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Beredskaber</w:t>
            </w:r>
          </w:p>
        </w:tc>
      </w:tr>
      <w:tr w:rsidR="00C92569" w14:paraId="1678313F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2DD7FAF" w14:textId="28ABB3F3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Regioner</w:t>
            </w:r>
          </w:p>
        </w:tc>
      </w:tr>
      <w:tr w:rsidR="00C92569" w14:paraId="2C7EFDA5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C05FB1B" w14:textId="3AC24D38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 Transport</w:t>
            </w:r>
          </w:p>
        </w:tc>
      </w:tr>
      <w:tr w:rsidR="00C92569" w14:paraId="7F4354C6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ED57DAF" w14:textId="63DB06DA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Energinet</w:t>
            </w:r>
          </w:p>
        </w:tc>
      </w:tr>
      <w:tr w:rsidR="00C92569" w14:paraId="1A40AE04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5182498" w14:textId="14D9D41F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FDM</w:t>
            </w:r>
          </w:p>
        </w:tc>
      </w:tr>
      <w:tr w:rsidR="00C92569" w14:paraId="1BA4E6EE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3E609E47" w14:textId="1223D73A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Friluftsrådet</w:t>
            </w:r>
          </w:p>
        </w:tc>
      </w:tr>
      <w:tr w:rsidR="00C92569" w14:paraId="3A521442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203C09D6" w14:textId="10B98467" w:rsidR="00C92569" w:rsidRPr="00644BA3" w:rsidRDefault="004921E1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Furesø Kommune</w:t>
            </w:r>
          </w:p>
        </w:tc>
      </w:tr>
      <w:tr w:rsidR="00C92569" w14:paraId="226D5832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79E006AF" w14:textId="78AF05AA" w:rsidR="00C92569" w:rsidRPr="00644BA3" w:rsidRDefault="004921E1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Gladsaxe </w:t>
            </w:r>
            <w:r w:rsidR="005753CF" w:rsidRPr="335D3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Kommune</w:t>
            </w:r>
          </w:p>
        </w:tc>
      </w:tr>
      <w:tr w:rsidR="00C92569" w14:paraId="5A9EC9BB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7DD29F0" w14:textId="0BA5F4DA" w:rsidR="00C92569" w:rsidRPr="00644BA3" w:rsidRDefault="004921E1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Herlev</w:t>
            </w:r>
            <w:r w:rsidR="005753CF" w:rsidRPr="335D3B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Kommune</w:t>
            </w:r>
          </w:p>
        </w:tc>
      </w:tr>
      <w:tr w:rsidR="00C92569" w14:paraId="65646C9D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8ADFA34" w14:textId="474BE000" w:rsidR="00C92569" w:rsidRPr="00644BA3" w:rsidRDefault="005753C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</w:t>
            </w:r>
          </w:p>
        </w:tc>
      </w:tr>
      <w:tr w:rsidR="005753CF" w14:paraId="4A823F0D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764B86E0" w14:textId="36F226A3" w:rsidR="005753CF" w:rsidRPr="00093027" w:rsidRDefault="005753CF" w:rsidP="00A32AD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Region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Hovedstaden</w:t>
            </w:r>
          </w:p>
        </w:tc>
      </w:tr>
      <w:bookmarkEnd w:id="4"/>
    </w:tbl>
    <w:p w14:paraId="7311E679" w14:textId="37A9F5E9" w:rsidR="00C92569" w:rsidRDefault="00C92569" w:rsidP="005753CF">
      <w:pPr>
        <w:spacing w:after="160" w:line="276" w:lineRule="auto"/>
      </w:pPr>
    </w:p>
    <w:sectPr w:rsidR="00C92569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308A1" w14:textId="77777777" w:rsidR="001B1DF5" w:rsidRDefault="001B1DF5" w:rsidP="00A56EBB">
      <w:pPr>
        <w:spacing w:line="240" w:lineRule="auto"/>
      </w:pPr>
      <w:r>
        <w:separator/>
      </w:r>
    </w:p>
  </w:endnote>
  <w:endnote w:type="continuationSeparator" w:id="0">
    <w:p w14:paraId="7C571ECE" w14:textId="77777777" w:rsidR="001B1DF5" w:rsidRDefault="001B1DF5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B8693" w14:textId="77777777" w:rsidR="001B1DF5" w:rsidRDefault="001B1DF5" w:rsidP="00A56EBB">
      <w:pPr>
        <w:spacing w:line="240" w:lineRule="auto"/>
      </w:pPr>
      <w:r>
        <w:separator/>
      </w:r>
    </w:p>
  </w:footnote>
  <w:footnote w:type="continuationSeparator" w:id="0">
    <w:p w14:paraId="1F19F671" w14:textId="77777777" w:rsidR="001B1DF5" w:rsidRDefault="001B1DF5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71DD4690" w14:textId="77777777" w:rsidTr="00A32AD7">
      <w:trPr>
        <w:trHeight w:hRule="exact" w:val="794"/>
      </w:trPr>
      <w:tc>
        <w:tcPr>
          <w:tcW w:w="6521" w:type="dxa"/>
        </w:tcPr>
        <w:p w14:paraId="54AD3DBB" w14:textId="77777777"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14:paraId="15261AC2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4087F09" wp14:editId="64FE6CBC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7475EAC6" w14:textId="77777777" w:rsidTr="00B06CE9">
      <w:trPr>
        <w:trHeight w:hRule="exact" w:val="680"/>
      </w:trPr>
      <w:tc>
        <w:tcPr>
          <w:tcW w:w="6521" w:type="dxa"/>
          <w:vAlign w:val="bottom"/>
        </w:tcPr>
        <w:p w14:paraId="50E8E418" w14:textId="77777777"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14:paraId="11834836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14:paraId="5119D46F" w14:textId="77777777" w:rsidTr="00B06CE9">
      <w:trPr>
        <w:trHeight w:hRule="exact" w:val="397"/>
      </w:trPr>
      <w:tc>
        <w:tcPr>
          <w:tcW w:w="6521" w:type="dxa"/>
          <w:vAlign w:val="bottom"/>
        </w:tcPr>
        <w:p w14:paraId="6ABC9FBE" w14:textId="77777777"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14:paraId="614938ED" w14:textId="77777777" w:rsidR="00B06CE9" w:rsidRPr="00B06CE9" w:rsidRDefault="00B06CE9" w:rsidP="0027154C">
          <w:pPr>
            <w:pStyle w:val="Sidenummerering"/>
          </w:pPr>
        </w:p>
      </w:tc>
    </w:tr>
    <w:bookmarkEnd w:id="7"/>
  </w:tbl>
  <w:p w14:paraId="66F77539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077A0344" w14:textId="77777777" w:rsidTr="00213607">
      <w:trPr>
        <w:trHeight w:hRule="exact" w:val="794"/>
      </w:trPr>
      <w:tc>
        <w:tcPr>
          <w:tcW w:w="6520" w:type="dxa"/>
        </w:tcPr>
        <w:bookmarkStart w:id="8" w:name="Logo_Side1" w:colFirst="1" w:colLast="1"/>
        <w:bookmarkStart w:id="9" w:name="AfstandHøjre_Logo1" w:colFirst="0" w:colLast="0"/>
        <w:p w14:paraId="74F4CBD0" w14:textId="77777777" w:rsidR="00B06CE9" w:rsidRPr="00630E97" w:rsidRDefault="00B55B9F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F9E5ACA" wp14:editId="490DBFD7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DDE07B" w14:textId="77777777"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14:paraId="6E3BCED0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F856762" wp14:editId="2BDBF0FF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14:paraId="6EDC0B5C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FB92AAC" wp14:editId="6DA6DFA0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747103F4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52F3F7AA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14:paraId="70783B87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2EB1A79F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14:paraId="77E9525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F908FCC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14:paraId="7F41032F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D0977AD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14:paraId="0DEE160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C240C05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14:paraId="1B35066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01CFC7EA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14:paraId="39284B7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C44095E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14:paraId="59E3F8C8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92AAC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747103F4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52F3F7AA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14:paraId="70783B87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2EB1A79F" w14:textId="77777777"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14:paraId="77E9525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F908FCC" w14:textId="77777777"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14:paraId="7F41032F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D0977AD" w14:textId="77777777"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14:paraId="0DEE160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C240C05" w14:textId="77777777"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14:paraId="1B35066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01CFC7EA" w14:textId="77777777"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14:paraId="39284B7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C44095E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14:paraId="59E3F8C8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C7"/>
    <w:rsid w:val="00016421"/>
    <w:rsid w:val="00021748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55BA0"/>
    <w:rsid w:val="00166E12"/>
    <w:rsid w:val="001A1309"/>
    <w:rsid w:val="001B1DF5"/>
    <w:rsid w:val="001C0112"/>
    <w:rsid w:val="001C44CB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D0E8A"/>
    <w:rsid w:val="004002F2"/>
    <w:rsid w:val="00421E8A"/>
    <w:rsid w:val="00426AB8"/>
    <w:rsid w:val="00434DC7"/>
    <w:rsid w:val="00441A40"/>
    <w:rsid w:val="00447719"/>
    <w:rsid w:val="004639E2"/>
    <w:rsid w:val="004921E1"/>
    <w:rsid w:val="004B09F9"/>
    <w:rsid w:val="004C570F"/>
    <w:rsid w:val="004F5D4A"/>
    <w:rsid w:val="00530A37"/>
    <w:rsid w:val="005425FF"/>
    <w:rsid w:val="005647A9"/>
    <w:rsid w:val="005753CF"/>
    <w:rsid w:val="00581EF8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44BA3"/>
    <w:rsid w:val="006701BE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A776E"/>
    <w:rsid w:val="007B7B63"/>
    <w:rsid w:val="007C0F16"/>
    <w:rsid w:val="007C3067"/>
    <w:rsid w:val="007D7CE2"/>
    <w:rsid w:val="007F48D0"/>
    <w:rsid w:val="008177A9"/>
    <w:rsid w:val="008329F5"/>
    <w:rsid w:val="00843A6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5723F"/>
    <w:rsid w:val="00961F59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55B9F"/>
    <w:rsid w:val="00B7452A"/>
    <w:rsid w:val="00B85E8E"/>
    <w:rsid w:val="00B95B58"/>
    <w:rsid w:val="00BA0792"/>
    <w:rsid w:val="00BA32C1"/>
    <w:rsid w:val="00BE543C"/>
    <w:rsid w:val="00C0593A"/>
    <w:rsid w:val="00C21C9A"/>
    <w:rsid w:val="00C34A5A"/>
    <w:rsid w:val="00C671D3"/>
    <w:rsid w:val="00C736C6"/>
    <w:rsid w:val="00C92569"/>
    <w:rsid w:val="00CA0161"/>
    <w:rsid w:val="00CC30B8"/>
    <w:rsid w:val="00CC4256"/>
    <w:rsid w:val="00CE1D46"/>
    <w:rsid w:val="00D009E6"/>
    <w:rsid w:val="00D0532D"/>
    <w:rsid w:val="00D237AE"/>
    <w:rsid w:val="00D56605"/>
    <w:rsid w:val="00D567DB"/>
    <w:rsid w:val="00D63351"/>
    <w:rsid w:val="00D72DB0"/>
    <w:rsid w:val="00D7300A"/>
    <w:rsid w:val="00D84AC5"/>
    <w:rsid w:val="00D946E8"/>
    <w:rsid w:val="00D94B80"/>
    <w:rsid w:val="00DB558C"/>
    <w:rsid w:val="00DC5B8A"/>
    <w:rsid w:val="00DD34D0"/>
    <w:rsid w:val="00DE1C38"/>
    <w:rsid w:val="00E56E39"/>
    <w:rsid w:val="00E608E5"/>
    <w:rsid w:val="00E74E0F"/>
    <w:rsid w:val="00E9391D"/>
    <w:rsid w:val="00EA2DFA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B3728"/>
  <w15:docId w15:val="{B02FCBB6-C5D3-4D79-9115-FE18ABFA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character" w:customStyle="1" w:styleId="normaltextrun">
    <w:name w:val="normaltextrun"/>
    <w:basedOn w:val="Standardskrifttypeiafsnit"/>
    <w:rsid w:val="00BA0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0451837463d34469975e59e45903fa8f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8732-92B6-42DD-8876-CC1ABBAB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0451837463d34469975e59e45903fa8f.dotx</Template>
  <TotalTime>0</TotalTime>
  <Pages>4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2024-09-02T08:04:00Z</cp:lastPrinted>
  <dcterms:created xsi:type="dcterms:W3CDTF">2025-12-19T07:23:00Z</dcterms:created>
  <dcterms:modified xsi:type="dcterms:W3CDTF">2025-12-19T07:23:00Z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