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3BDED" w14:textId="77777777" w:rsidR="00C73F44" w:rsidRPr="00FF3933" w:rsidRDefault="00C73F44">
      <w:r w:rsidRPr="00FF393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AED826B" wp14:editId="64B12F11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C73F44" w:rsidRPr="000C5AA3" w14:paraId="38E25171" w14:textId="77777777" w:rsidTr="00001565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14:paraId="32BAB3CF" w14:textId="77777777" w:rsidR="00C73F44" w:rsidRPr="00FF3933" w:rsidRDefault="00C73F44" w:rsidP="00D33ED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0" w:name="HIF_SD_FLD_AfsenderUdvalg"/>
                                  <w:bookmarkStart w:id="1" w:name="SD_FLD_AfsenderUdvalg"/>
                                  <w:bookmarkEnd w:id="1"/>
                                  <w:r w:rsidRPr="00FF3933">
                                    <w:rPr>
                                      <w:vanish/>
                                      <w:lang w:val="it-IT"/>
                                    </w:rPr>
                                    <w:t xml:space="preserve"> </w:t>
                                  </w:r>
                                </w:p>
                                <w:p w14:paraId="3F90DBC6" w14:textId="77777777" w:rsidR="00C73F44" w:rsidRPr="00FF3933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</w:p>
                                <w:bookmarkEnd w:id="0" w:displacedByCustomXml="next"/>
                                <w:sdt>
                                  <w:sdtPr>
                                    <w:rPr>
                                      <w:lang w:val="it-IT"/>
                                    </w:rPr>
                                    <w:tag w:val="DocumentDate"/>
                                    <w:id w:val="1289318097"/>
  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p w14:paraId="334C1106" w14:textId="04742373" w:rsidR="00C73F44" w:rsidRPr="00570ED0" w:rsidRDefault="00FF3933" w:rsidP="005815CA">
                                      <w:pPr>
                                        <w:pStyle w:val="TemplateAdresse"/>
                                        <w:rPr>
                                          <w:lang w:val="it-IT"/>
                                        </w:rPr>
                                      </w:pPr>
                                      <w:r>
                                        <w:rPr>
                                          <w:lang w:val="it-IT"/>
                                        </w:rPr>
                                        <w:t>5. december 2025</w:t>
                                      </w:r>
                                    </w:p>
                                  </w:sdtContent>
                                </w:sdt>
                                <w:p w14:paraId="0835E1B5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16209E05" w14:textId="15CBEBEB" w:rsidR="00C73F44" w:rsidRPr="00FF3933" w:rsidRDefault="00EE03C6" w:rsidP="005815CA">
                                  <w:pPr>
                                    <w:pStyle w:val="TemplateOfficeName"/>
                                    <w:rPr>
                                      <w:u w:val="double"/>
                                      <w:lang w:val="it-IT"/>
                                    </w:rPr>
                                  </w:pPr>
                                  <w:bookmarkStart w:id="2" w:name="SD_OFF_Myndighed"/>
                                  <w:bookmarkStart w:id="3" w:name="HIF_SD_OFF_Myndighed"/>
                                  <w:r w:rsidRPr="00FF3933">
                                    <w:rPr>
                                      <w:lang w:val="it-IT"/>
                                    </w:rPr>
                                    <w:t>Uddannelses- og Forskningsstyrelsen</w:t>
                                  </w:r>
                                  <w:bookmarkEnd w:id="2"/>
                                </w:p>
                                <w:p w14:paraId="7C5AE14E" w14:textId="4B266472" w:rsidR="00C73F44" w:rsidRPr="00FF3933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14:paraId="45827614" w14:textId="27E34B96" w:rsidR="00C73F44" w:rsidRPr="00FF3933" w:rsidRDefault="00EE03C6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FF3933">
                                    <w:rPr>
                                      <w:lang w:val="it-IT"/>
                                    </w:rPr>
                                    <w:t>Jura og Institutionspersonale</w:t>
                                  </w:r>
                                  <w:bookmarkEnd w:id="6"/>
                                </w:p>
                                <w:bookmarkEnd w:id="7"/>
                                <w:p w14:paraId="38F8CA23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3B6F77A2" w14:textId="191AFEE9" w:rsidR="00C73F44" w:rsidRPr="00EE03C6" w:rsidRDefault="00EE03C6" w:rsidP="00834398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8" w:name="SD_OFF_Address"/>
                                  <w:bookmarkStart w:id="9" w:name="HIF_SD_OFF_Address"/>
                                  <w:r w:rsidRPr="00EE03C6">
                                    <w:rPr>
                                      <w:lang w:val="it-IT"/>
                                    </w:rPr>
                                    <w:t>Haraldsgade 53</w:t>
                                  </w:r>
                                  <w:r w:rsidRPr="00EE03C6">
                                    <w:rPr>
                                      <w:lang w:val="it-IT"/>
                                    </w:rPr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14:paraId="3E4D504D" w14:textId="6F77FD4E" w:rsidR="00C73F44" w:rsidRPr="00EE03C6" w:rsidRDefault="00FF3933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0" w:name="HIF_SD_OFF_Phone"/>
                                  <w:bookmarkStart w:id="11" w:name="SD_LAN_Phone"/>
                                  <w:bookmarkEnd w:id="9"/>
                                  <w:r>
                                    <w:rPr>
                                      <w:lang w:val="it-IT"/>
                                    </w:rPr>
                                    <w:t>Tel.</w:t>
                                  </w:r>
                                  <w:bookmarkEnd w:id="11"/>
                                  <w:r w:rsidR="00C73F44" w:rsidRPr="00EE03C6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2" w:name="SD_OFF_Phone"/>
                                  <w:r w:rsidR="00EE03C6" w:rsidRPr="00EE03C6">
                                    <w:rPr>
                                      <w:lang w:val="it-IT"/>
                                    </w:rPr>
                                    <w:t>7231 7800</w:t>
                                  </w:r>
                                  <w:bookmarkEnd w:id="12"/>
                                </w:p>
                                <w:p w14:paraId="370E7AA2" w14:textId="77777777" w:rsidR="00C73F44" w:rsidRPr="00570ED0" w:rsidRDefault="00C73F44" w:rsidP="00003C7E">
                                  <w:pPr>
                                    <w:pStyle w:val="Template-Mail"/>
                                    <w:rPr>
                                      <w:lang w:val="it-IT"/>
                                    </w:rPr>
                                  </w:pPr>
                                  <w:bookmarkStart w:id="13" w:name="HIF_SD_OFF_Email"/>
                                  <w:bookmarkEnd w:id="10"/>
                                </w:p>
                                <w:p w14:paraId="41835877" w14:textId="65038E58" w:rsidR="00C73F44" w:rsidRPr="00EE03C6" w:rsidRDefault="00EE03C6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it-IT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EE03C6">
                                    <w:rPr>
                                      <w:rFonts w:eastAsiaTheme="majorEastAsia"/>
                                      <w:lang w:val="it-IT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14:paraId="66E5AF3C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1480811E" w14:textId="7B80CCBD" w:rsidR="00C73F44" w:rsidRPr="00EE03C6" w:rsidRDefault="00FF3933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6" w:name="HIF_SD_OFF_CVR"/>
                                  <w:bookmarkStart w:id="17" w:name="SD_LAN_CVR"/>
                                  <w:r>
                                    <w:rPr>
                                      <w:lang w:val="it-IT"/>
                                    </w:rPr>
                                    <w:t>CVR-nr.</w:t>
                                  </w:r>
                                  <w:bookmarkEnd w:id="17"/>
                                  <w:r w:rsidR="00C73F44" w:rsidRPr="00EE03C6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8" w:name="SD_OFF_CVR"/>
                                  <w:r w:rsidR="00EE03C6" w:rsidRPr="00EE03C6">
                                    <w:rPr>
                                      <w:rFonts w:eastAsiaTheme="majorEastAsia"/>
                                      <w:lang w:val="it-IT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6"/>
                                <w:p w14:paraId="20E61A17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3683B50E" w14:textId="16035B1E" w:rsidR="00C73F44" w:rsidRPr="00830CBA" w:rsidRDefault="00FF3933" w:rsidP="005815CA">
                                  <w:pPr>
                                    <w:pStyle w:val="TemplateAdresse"/>
                                  </w:pPr>
                                  <w:bookmarkStart w:id="19" w:name="HideSagsbehandler"/>
                                  <w:bookmarkStart w:id="20" w:name="HideSagsbehandlerFull"/>
                                  <w:bookmarkStart w:id="21" w:name="SD_LAN_Sagsbehandler"/>
                                  <w:r>
                                    <w:t>Sagsbehandler</w:t>
                                  </w:r>
                                  <w:bookmarkEnd w:id="21"/>
                                </w:p>
                                <w:p w14:paraId="75C5A59C" w14:textId="2C2CC723" w:rsidR="00C73F44" w:rsidRPr="007C212F" w:rsidRDefault="00EE03C6" w:rsidP="005815CA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bookmarkStart w:id="22" w:name="SD_USR_Name_N1"/>
                                  <w:r w:rsidRPr="007C212F">
                                    <w:rPr>
                                      <w:lang w:val="en-US"/>
                                    </w:rPr>
                                    <w:t>Cecilie Rahbek Wassberg</w:t>
                                  </w:r>
                                  <w:bookmarkEnd w:id="22"/>
                                </w:p>
                                <w:p w14:paraId="4CE062F4" w14:textId="29CD7C86" w:rsidR="00AE51A5" w:rsidRPr="007C212F" w:rsidRDefault="00AE51A5" w:rsidP="005815CA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r w:rsidRPr="007C212F">
                                    <w:rPr>
                                      <w:lang w:val="en-US"/>
                                    </w:rPr>
                                    <w:t>Tel. 72 31 91 62</w:t>
                                  </w:r>
                                </w:p>
                                <w:p w14:paraId="5C2EC9EA" w14:textId="350ACE8A" w:rsidR="00C73F44" w:rsidRPr="00EE03C6" w:rsidRDefault="00551CE9" w:rsidP="00003C7E">
                                  <w:pPr>
                                    <w:pStyle w:val="Template-Mail"/>
                                    <w:rPr>
                                      <w:lang w:val="de-DE"/>
                                    </w:rPr>
                                  </w:pPr>
                                  <w:bookmarkStart w:id="23" w:name="SD_USR_Email"/>
                                  <w:bookmarkStart w:id="24" w:name="HideDirekteNummer"/>
                                  <w:bookmarkStart w:id="25" w:name="HIF_SD_USR_Email"/>
                                  <w:bookmarkEnd w:id="19"/>
                                  <w:r>
                                    <w:rPr>
                                      <w:lang w:val="de-DE"/>
                                    </w:rPr>
                                    <w:t>cerw</w:t>
                                  </w:r>
                                  <w:r w:rsidR="00EE03C6" w:rsidRPr="00EE03C6">
                                    <w:rPr>
                                      <w:lang w:val="de-DE"/>
                                    </w:rPr>
                                    <w:t>@ufm.dk</w:t>
                                  </w:r>
                                  <w:bookmarkEnd w:id="23"/>
                                </w:p>
                                <w:bookmarkEnd w:id="24"/>
                                <w:bookmarkEnd w:id="25"/>
                                <w:p w14:paraId="0A04F060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</w:p>
                                <w:p w14:paraId="7A864898" w14:textId="2918A933" w:rsidR="00C73F44" w:rsidRDefault="00FF3933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6" w:name="HIF_SD_FLD_Sagsnr"/>
                                  <w:bookmarkStart w:id="27" w:name="SD_LAN_SagsNr"/>
                                  <w:bookmarkEnd w:id="20"/>
                                  <w:r>
                                    <w:rPr>
                                      <w:lang w:val="de-DE"/>
                                    </w:rPr>
                                    <w:t>Ref.-nr.</w:t>
                                  </w:r>
                                  <w:bookmarkEnd w:id="27"/>
                                  <w:r w:rsidR="00C73F44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14:paraId="0C9BF87E" w14:textId="77777777" w:rsidR="005371B8" w:rsidRPr="001B1677" w:rsidRDefault="00891D90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1112934</w:t>
                                  </w:r>
                                </w:p>
                                <w:bookmarkEnd w:id="26"/>
                                <w:p w14:paraId="432F7D4B" w14:textId="77777777" w:rsidR="00C73F44" w:rsidRDefault="00C73F44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</w:p>
                                <w:p w14:paraId="006C013C" w14:textId="77777777" w:rsidR="00551CE9" w:rsidRDefault="00551CE9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lang w:val="de-DE"/>
                                    </w:rPr>
                                    <w:t xml:space="preserve">Sagsnr. </w:t>
                                  </w:r>
                                </w:p>
                                <w:p w14:paraId="5698A442" w14:textId="5662A0FA" w:rsidR="00551CE9" w:rsidRPr="001B1677" w:rsidRDefault="00551CE9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lang w:val="de-DE"/>
                                    </w:rPr>
                                    <w:t>2025-</w:t>
                                  </w:r>
                                  <w:r w:rsidR="000C0EB2">
                                    <w:rPr>
                                      <w:rFonts w:eastAsiaTheme="majorEastAsia"/>
                                      <w:lang w:val="de-DE"/>
                                    </w:rPr>
                                    <w:t>67704</w:t>
                                  </w:r>
                                </w:p>
                              </w:tc>
                            </w:tr>
                            <w:tr w:rsidR="00C73F44" w:rsidRPr="000C5AA3" w14:paraId="0E7D0586" w14:textId="77777777" w:rsidTr="00001565">
                              <w:trPr>
                                <w:trHeight w:hRule="exact" w:val="2880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14:paraId="5D5B313E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</w:pPr>
                                  <w:r w:rsidRPr="001B1677"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D498BAA" w14:textId="77777777" w:rsidR="00C73F44" w:rsidRPr="001B1677" w:rsidRDefault="00C73F44" w:rsidP="00C73F44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D826B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875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C73F44" w:rsidRPr="000C5AA3" w14:paraId="38E25171" w14:textId="77777777" w:rsidTr="00001565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14:paraId="32BAB3CF" w14:textId="77777777" w:rsidR="00C73F44" w:rsidRPr="00FF3933" w:rsidRDefault="00C73F44" w:rsidP="00D33ED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28" w:name="HIF_SD_FLD_AfsenderUdvalg"/>
                            <w:bookmarkStart w:id="29" w:name="SD_FLD_AfsenderUdvalg"/>
                            <w:bookmarkEnd w:id="29"/>
                            <w:r w:rsidRPr="00FF3933">
                              <w:rPr>
                                <w:vanish/>
                                <w:lang w:val="it-IT"/>
                              </w:rPr>
                              <w:t xml:space="preserve"> </w:t>
                            </w:r>
                          </w:p>
                          <w:p w14:paraId="3F90DBC6" w14:textId="77777777" w:rsidR="00C73F44" w:rsidRPr="00FF3933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bookmarkEnd w:id="28" w:displacedByCustomXml="next"/>
                          <w:sdt>
                            <w:sdtPr>
                              <w:rPr>
                                <w:lang w:val="it-IT"/>
                              </w:rPr>
                              <w:tag w:val="DocumentDate"/>
                              <w:id w:val="1289318097"/>
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<w:text/>
                            </w:sdtPr>
                            <w:sdtEndPr/>
                            <w:sdtContent>
                              <w:p w14:paraId="334C1106" w14:textId="04742373" w:rsidR="00C73F44" w:rsidRPr="00570ED0" w:rsidRDefault="00FF3933" w:rsidP="005815CA">
                                <w:pPr>
                                  <w:pStyle w:val="TemplateAdresse"/>
                                  <w:rPr>
                                    <w:lang w:val="it-IT"/>
                                  </w:rPr>
                                </w:pPr>
                                <w:r>
                                  <w:rPr>
                                    <w:lang w:val="it-IT"/>
                                  </w:rPr>
                                  <w:t>5. december 2025</w:t>
                                </w:r>
                              </w:p>
                            </w:sdtContent>
                          </w:sdt>
                          <w:p w14:paraId="0835E1B5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16209E05" w14:textId="15CBEBEB" w:rsidR="00C73F44" w:rsidRPr="00FF3933" w:rsidRDefault="00EE03C6" w:rsidP="005815CA">
                            <w:pPr>
                              <w:pStyle w:val="TemplateOfficeName"/>
                              <w:rPr>
                                <w:u w:val="double"/>
                                <w:lang w:val="it-IT"/>
                              </w:rPr>
                            </w:pPr>
                            <w:bookmarkStart w:id="30" w:name="SD_OFF_Myndighed"/>
                            <w:bookmarkStart w:id="31" w:name="HIF_SD_OFF_Myndighed"/>
                            <w:r w:rsidRPr="00FF3933">
                              <w:rPr>
                                <w:lang w:val="it-IT"/>
                              </w:rPr>
                              <w:t>Uddannelses- og Forskningsstyrelsen</w:t>
                            </w:r>
                            <w:bookmarkEnd w:id="30"/>
                          </w:p>
                          <w:p w14:paraId="7C5AE14E" w14:textId="4B266472" w:rsidR="00C73F44" w:rsidRPr="00FF3933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2" w:name="SD_OFF_Undermyndighed"/>
                            <w:bookmarkStart w:id="33" w:name="HIF_SD_OFF_Undermyndighed"/>
                            <w:bookmarkEnd w:id="31"/>
                            <w:bookmarkEnd w:id="32"/>
                          </w:p>
                          <w:p w14:paraId="45827614" w14:textId="27E34B96" w:rsidR="00C73F44" w:rsidRPr="00FF3933" w:rsidRDefault="00EE03C6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4" w:name="SD_USR_Kontornavn"/>
                            <w:bookmarkStart w:id="35" w:name="HIF_SD_USR_Kontornavn"/>
                            <w:bookmarkEnd w:id="33"/>
                            <w:r w:rsidRPr="00FF3933">
                              <w:rPr>
                                <w:lang w:val="it-IT"/>
                              </w:rPr>
                              <w:t>Jura og Institutionspersonale</w:t>
                            </w:r>
                            <w:bookmarkEnd w:id="34"/>
                          </w:p>
                          <w:bookmarkEnd w:id="35"/>
                          <w:p w14:paraId="38F8CA23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3B6F77A2" w14:textId="191AFEE9" w:rsidR="00C73F44" w:rsidRPr="00EE03C6" w:rsidRDefault="00EE03C6" w:rsidP="00834398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6" w:name="SD_OFF_Address"/>
                            <w:bookmarkStart w:id="37" w:name="HIF_SD_OFF_Address"/>
                            <w:r w:rsidRPr="00EE03C6">
                              <w:rPr>
                                <w:lang w:val="it-IT"/>
                              </w:rPr>
                              <w:t>Haraldsgade 53</w:t>
                            </w:r>
                            <w:r w:rsidRPr="00EE03C6">
                              <w:rPr>
                                <w:lang w:val="it-IT"/>
                              </w:rPr>
                              <w:br/>
                              <w:t>2100 København Ø</w:t>
                            </w:r>
                            <w:bookmarkEnd w:id="36"/>
                          </w:p>
                          <w:p w14:paraId="3E4D504D" w14:textId="6F77FD4E" w:rsidR="00C73F44" w:rsidRPr="00EE03C6" w:rsidRDefault="00FF3933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8" w:name="HIF_SD_OFF_Phone"/>
                            <w:bookmarkStart w:id="39" w:name="SD_LAN_Phone"/>
                            <w:bookmarkEnd w:id="37"/>
                            <w:r>
                              <w:rPr>
                                <w:lang w:val="it-IT"/>
                              </w:rPr>
                              <w:t>Tel.</w:t>
                            </w:r>
                            <w:bookmarkEnd w:id="39"/>
                            <w:r w:rsidR="00C73F44" w:rsidRPr="00EE03C6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0" w:name="SD_OFF_Phone"/>
                            <w:r w:rsidR="00EE03C6" w:rsidRPr="00EE03C6">
                              <w:rPr>
                                <w:lang w:val="it-IT"/>
                              </w:rPr>
                              <w:t>7231 7800</w:t>
                            </w:r>
                            <w:bookmarkEnd w:id="40"/>
                          </w:p>
                          <w:p w14:paraId="370E7AA2" w14:textId="77777777" w:rsidR="00C73F44" w:rsidRPr="00570ED0" w:rsidRDefault="00C73F44" w:rsidP="00003C7E">
                            <w:pPr>
                              <w:pStyle w:val="Template-Mail"/>
                              <w:rPr>
                                <w:lang w:val="it-IT"/>
                              </w:rPr>
                            </w:pPr>
                            <w:bookmarkStart w:id="41" w:name="HIF_SD_OFF_Email"/>
                            <w:bookmarkEnd w:id="38"/>
                          </w:p>
                          <w:p w14:paraId="41835877" w14:textId="65038E58" w:rsidR="00C73F44" w:rsidRPr="00EE03C6" w:rsidRDefault="00EE03C6" w:rsidP="005815CA">
                            <w:pPr>
                              <w:pStyle w:val="TemplateAdresse"/>
                              <w:rPr>
                                <w:rFonts w:eastAsiaTheme="majorEastAsia"/>
                                <w:lang w:val="it-IT"/>
                              </w:rPr>
                            </w:pPr>
                            <w:bookmarkStart w:id="42" w:name="SD_OFF_Web"/>
                            <w:bookmarkStart w:id="43" w:name="HIF_SD_OFF_Web"/>
                            <w:bookmarkEnd w:id="41"/>
                            <w:r w:rsidRPr="00EE03C6">
                              <w:rPr>
                                <w:rFonts w:eastAsiaTheme="majorEastAsia"/>
                                <w:lang w:val="it-IT"/>
                              </w:rPr>
                              <w:t>www.ufm.dk</w:t>
                            </w:r>
                            <w:bookmarkEnd w:id="42"/>
                          </w:p>
                          <w:bookmarkEnd w:id="43"/>
                          <w:p w14:paraId="66E5AF3C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1480811E" w14:textId="7B80CCBD" w:rsidR="00C73F44" w:rsidRPr="00EE03C6" w:rsidRDefault="00FF3933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4" w:name="HIF_SD_OFF_CVR"/>
                            <w:bookmarkStart w:id="45" w:name="SD_LAN_CVR"/>
                            <w:r>
                              <w:rPr>
                                <w:lang w:val="it-IT"/>
                              </w:rPr>
                              <w:t>CVR-nr.</w:t>
                            </w:r>
                            <w:bookmarkEnd w:id="45"/>
                            <w:r w:rsidR="00C73F44" w:rsidRPr="00EE03C6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6" w:name="SD_OFF_CVR"/>
                            <w:r w:rsidR="00EE03C6" w:rsidRPr="00EE03C6">
                              <w:rPr>
                                <w:rFonts w:eastAsiaTheme="majorEastAsia"/>
                                <w:lang w:val="it-IT"/>
                              </w:rPr>
                              <w:t>3404 2012</w:t>
                            </w:r>
                            <w:bookmarkEnd w:id="46"/>
                          </w:p>
                          <w:bookmarkEnd w:id="44"/>
                          <w:p w14:paraId="20E61A17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3683B50E" w14:textId="16035B1E" w:rsidR="00C73F44" w:rsidRPr="00830CBA" w:rsidRDefault="00FF3933" w:rsidP="005815CA">
                            <w:pPr>
                              <w:pStyle w:val="TemplateAdresse"/>
                            </w:pPr>
                            <w:bookmarkStart w:id="47" w:name="HideSagsbehandler"/>
                            <w:bookmarkStart w:id="48" w:name="HideSagsbehandlerFull"/>
                            <w:bookmarkStart w:id="49" w:name="SD_LAN_Sagsbehandler"/>
                            <w:r>
                              <w:t>Sagsbehandler</w:t>
                            </w:r>
                            <w:bookmarkEnd w:id="49"/>
                          </w:p>
                          <w:p w14:paraId="75C5A59C" w14:textId="2C2CC723" w:rsidR="00C73F44" w:rsidRPr="007C212F" w:rsidRDefault="00EE03C6" w:rsidP="005815CA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bookmarkStart w:id="50" w:name="SD_USR_Name_N1"/>
                            <w:r w:rsidRPr="007C212F">
                              <w:rPr>
                                <w:lang w:val="en-US"/>
                              </w:rPr>
                              <w:t>Cecilie Rahbek Wassberg</w:t>
                            </w:r>
                            <w:bookmarkEnd w:id="50"/>
                          </w:p>
                          <w:p w14:paraId="4CE062F4" w14:textId="29CD7C86" w:rsidR="00AE51A5" w:rsidRPr="007C212F" w:rsidRDefault="00AE51A5" w:rsidP="005815CA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r w:rsidRPr="007C212F">
                              <w:rPr>
                                <w:lang w:val="en-US"/>
                              </w:rPr>
                              <w:t>Tel. 72 31 91 62</w:t>
                            </w:r>
                          </w:p>
                          <w:p w14:paraId="5C2EC9EA" w14:textId="350ACE8A" w:rsidR="00C73F44" w:rsidRPr="00EE03C6" w:rsidRDefault="00551CE9" w:rsidP="00003C7E">
                            <w:pPr>
                              <w:pStyle w:val="Template-Mail"/>
                              <w:rPr>
                                <w:lang w:val="de-DE"/>
                              </w:rPr>
                            </w:pPr>
                            <w:bookmarkStart w:id="51" w:name="SD_USR_Email"/>
                            <w:bookmarkStart w:id="52" w:name="HideDirekteNummer"/>
                            <w:bookmarkStart w:id="53" w:name="HIF_SD_USR_Email"/>
                            <w:bookmarkEnd w:id="47"/>
                            <w:r>
                              <w:rPr>
                                <w:lang w:val="de-DE"/>
                              </w:rPr>
                              <w:t>cerw</w:t>
                            </w:r>
                            <w:r w:rsidR="00EE03C6" w:rsidRPr="00EE03C6">
                              <w:rPr>
                                <w:lang w:val="de-DE"/>
                              </w:rPr>
                              <w:t>@ufm.dk</w:t>
                            </w:r>
                            <w:bookmarkEnd w:id="51"/>
                          </w:p>
                          <w:bookmarkEnd w:id="52"/>
                          <w:bookmarkEnd w:id="53"/>
                          <w:p w14:paraId="0A04F060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</w:p>
                          <w:p w14:paraId="7A864898" w14:textId="2918A933" w:rsidR="00C73F44" w:rsidRDefault="00FF3933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54" w:name="HIF_SD_FLD_Sagsnr"/>
                            <w:bookmarkStart w:id="55" w:name="SD_LAN_SagsNr"/>
                            <w:bookmarkEnd w:id="48"/>
                            <w:r>
                              <w:rPr>
                                <w:lang w:val="de-DE"/>
                              </w:rPr>
                              <w:t>Ref.-nr.</w:t>
                            </w:r>
                            <w:bookmarkEnd w:id="55"/>
                            <w:r w:rsidR="00C73F44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14:paraId="0C9BF87E" w14:textId="77777777" w:rsidR="005371B8" w:rsidRPr="001B1677" w:rsidRDefault="00891D90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1112934</w:t>
                            </w:r>
                          </w:p>
                          <w:bookmarkEnd w:id="54"/>
                          <w:p w14:paraId="432F7D4B" w14:textId="77777777" w:rsidR="00C73F44" w:rsidRDefault="00C73F44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</w:p>
                          <w:p w14:paraId="006C013C" w14:textId="77777777" w:rsidR="00551CE9" w:rsidRDefault="00551CE9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  <w:r>
                              <w:rPr>
                                <w:rFonts w:eastAsiaTheme="majorEastAsia"/>
                                <w:lang w:val="de-DE"/>
                              </w:rPr>
                              <w:t xml:space="preserve">Sagsnr. </w:t>
                            </w:r>
                          </w:p>
                          <w:p w14:paraId="5698A442" w14:textId="5662A0FA" w:rsidR="00551CE9" w:rsidRPr="001B1677" w:rsidRDefault="00551CE9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  <w:r>
                              <w:rPr>
                                <w:rFonts w:eastAsiaTheme="majorEastAsia"/>
                                <w:lang w:val="de-DE"/>
                              </w:rPr>
                              <w:t>2025-</w:t>
                            </w:r>
                            <w:r w:rsidR="000C0EB2">
                              <w:rPr>
                                <w:rFonts w:eastAsiaTheme="majorEastAsia"/>
                                <w:lang w:val="de-DE"/>
                              </w:rPr>
                              <w:t>67704</w:t>
                            </w:r>
                          </w:p>
                        </w:tc>
                      </w:tr>
                      <w:tr w:rsidR="00C73F44" w:rsidRPr="000C5AA3" w14:paraId="0E7D0586" w14:textId="77777777" w:rsidTr="00001565">
                        <w:trPr>
                          <w:trHeight w:hRule="exact" w:val="2880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14:paraId="5D5B313E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  <w:r w:rsidRPr="001B1677"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D498BAA" w14:textId="77777777" w:rsidR="00C73F44" w:rsidRPr="001B1677" w:rsidRDefault="00C73F44" w:rsidP="00C73F44">
                      <w:pPr>
                        <w:pStyle w:val="TemplateAdresse"/>
                        <w:rPr>
                          <w:rFonts w:eastAsiaTheme="majorEastAsia"/>
                          <w:szCs w:val="13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7313"/>
      </w:tblGrid>
      <w:tr w:rsidR="00A14BF9" w:rsidRPr="00FF3933" w14:paraId="43B1E768" w14:textId="77777777" w:rsidTr="00001565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FF3933" w14:paraId="26A87F11" w14:textId="77777777" w:rsidTr="00A13AAA">
              <w:trPr>
                <w:tblHeader/>
              </w:trPr>
              <w:tc>
                <w:tcPr>
                  <w:tcW w:w="1418" w:type="dxa"/>
                </w:tcPr>
                <w:p w14:paraId="296A11A7" w14:textId="06C0C406" w:rsidR="00A13AAA" w:rsidRPr="00FF3933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14:paraId="65340483" w14:textId="26618890" w:rsidR="00A14BF9" w:rsidRPr="00FF3933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14:paraId="179E156C" w14:textId="39D121C3" w:rsidR="00B46703" w:rsidRPr="00FF3933" w:rsidRDefault="00B46703" w:rsidP="00A13AAA">
                  <w:pPr>
                    <w:spacing w:line="280" w:lineRule="atLeast"/>
                  </w:pPr>
                </w:p>
              </w:tc>
            </w:tr>
          </w:tbl>
          <w:p w14:paraId="291F76CF" w14:textId="77777777" w:rsidR="00A14BF9" w:rsidRPr="00FF3933" w:rsidRDefault="00A14BF9" w:rsidP="00A14BF9"/>
          <w:p w14:paraId="371DAF8D" w14:textId="77777777" w:rsidR="00A13AAA" w:rsidRPr="00FF3933" w:rsidRDefault="00A13AAA" w:rsidP="00A14BF9"/>
          <w:p w14:paraId="08E49196" w14:textId="77777777" w:rsidR="00A13AAA" w:rsidRPr="00FF3933" w:rsidRDefault="00A13AAA" w:rsidP="00A14BF9"/>
        </w:tc>
      </w:tr>
    </w:tbl>
    <w:p w14:paraId="1B07584D" w14:textId="386A1B5C" w:rsidR="00CD62E3" w:rsidRPr="00FF3933" w:rsidRDefault="00F17943" w:rsidP="00AA6AC7">
      <w:pPr>
        <w:pStyle w:val="DokumentOverskrift"/>
      </w:pPr>
      <w:r w:rsidRPr="00FF3933">
        <w:t>Høringsliste</w:t>
      </w:r>
    </w:p>
    <w:p w14:paraId="4F6C455A" w14:textId="77777777" w:rsidR="00AE51A5" w:rsidRPr="00FF3933" w:rsidRDefault="00AE51A5" w:rsidP="00AE51A5"/>
    <w:p w14:paraId="4B703F28" w14:textId="4A8212B4" w:rsidR="00AE51A5" w:rsidRPr="00FF3933" w:rsidRDefault="00AE51A5" w:rsidP="00AE51A5">
      <w:pPr>
        <w:rPr>
          <w:b/>
          <w:bCs/>
        </w:rPr>
      </w:pPr>
      <w:r w:rsidRPr="00FF3933">
        <w:rPr>
          <w:b/>
          <w:bCs/>
        </w:rPr>
        <w:t>Kunstneriske videregående uddannelsesinstitutioner</w:t>
      </w:r>
    </w:p>
    <w:p w14:paraId="55AE6499" w14:textId="062EF1FD" w:rsidR="00AE51A5" w:rsidRPr="00FF3933" w:rsidRDefault="00AE51A5" w:rsidP="00AE51A5">
      <w:r w:rsidRPr="00FF3933">
        <w:t>Arkitektskolen Aarhus</w:t>
      </w:r>
    </w:p>
    <w:p w14:paraId="52061CD3" w14:textId="6B1A7D3C" w:rsidR="00AE51A5" w:rsidRPr="00FF3933" w:rsidRDefault="00AE51A5" w:rsidP="00AE51A5">
      <w:r w:rsidRPr="00FF3933">
        <w:t>Designskolen Kolding</w:t>
      </w:r>
    </w:p>
    <w:p w14:paraId="521BF1CB" w14:textId="7B145283" w:rsidR="00AE51A5" w:rsidRPr="00FF3933" w:rsidRDefault="00AE51A5" w:rsidP="00AE51A5">
      <w:r w:rsidRPr="00FF3933">
        <w:t>Det Kongelige Akademi – Arkitekt, Design, Konservering</w:t>
      </w:r>
    </w:p>
    <w:p w14:paraId="03D33B72" w14:textId="07AD6870" w:rsidR="00CD62E3" w:rsidRPr="00FF3933" w:rsidRDefault="00CD62E3" w:rsidP="00CD62E3"/>
    <w:p w14:paraId="22AED3A5" w14:textId="77777777" w:rsidR="00B4387C" w:rsidRPr="00FF3933" w:rsidRDefault="00AE51A5" w:rsidP="00AE51A5">
      <w:pPr>
        <w:rPr>
          <w:b/>
          <w:bCs/>
        </w:rPr>
      </w:pPr>
      <w:r w:rsidRPr="00FF3933">
        <w:rPr>
          <w:b/>
          <w:bCs/>
        </w:rPr>
        <w:t>Andre</w:t>
      </w:r>
    </w:p>
    <w:p w14:paraId="599C441A" w14:textId="7D9D9D77" w:rsidR="005704B3" w:rsidRPr="00FF3933" w:rsidRDefault="00AE51A5" w:rsidP="00AE51A5">
      <w:pPr>
        <w:rPr>
          <w:b/>
          <w:bCs/>
        </w:rPr>
      </w:pPr>
      <w:r w:rsidRPr="00FF3933">
        <w:t>Rektorkollegiet for de Kunstneriske og Kulturelle Uddannelser</w:t>
      </w:r>
      <w:r w:rsidR="00B4387C" w:rsidRPr="00FF3933">
        <w:t xml:space="preserve"> v./ Danske Universiteter</w:t>
      </w:r>
    </w:p>
    <w:p w14:paraId="58898280" w14:textId="4EA8A899" w:rsidR="00AE51A5" w:rsidRPr="00FF3933" w:rsidRDefault="00AE51A5" w:rsidP="00AE51A5"/>
    <w:p w14:paraId="5845C114" w14:textId="77777777" w:rsidR="00AE51A5" w:rsidRPr="00FF3933" w:rsidRDefault="00AE51A5"/>
    <w:sectPr w:rsidR="00AE51A5" w:rsidRPr="00FF3933" w:rsidSect="006153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14B3" w14:textId="77777777" w:rsidR="00C6281C" w:rsidRDefault="00C6281C" w:rsidP="009849C2">
      <w:pPr>
        <w:spacing w:line="240" w:lineRule="auto"/>
      </w:pPr>
      <w:r>
        <w:separator/>
      </w:r>
    </w:p>
  </w:endnote>
  <w:endnote w:type="continuationSeparator" w:id="0">
    <w:p w14:paraId="5FE452AD" w14:textId="77777777" w:rsidR="00C6281C" w:rsidRDefault="00C6281C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5295B" w14:textId="77777777" w:rsidR="00EE03C6" w:rsidRDefault="00EE03C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55A6D7BF" w14:textId="77777777" w:rsidTr="007B5198">
      <w:trPr>
        <w:trHeight w:val="1247"/>
      </w:trPr>
      <w:tc>
        <w:tcPr>
          <w:tcW w:w="3657" w:type="dxa"/>
          <w:hideMark/>
        </w:tcPr>
        <w:p w14:paraId="3EC99005" w14:textId="2F9A57C3" w:rsidR="007B5198" w:rsidRDefault="00FF3933" w:rsidP="001C55D6">
          <w:pPr>
            <w:pStyle w:val="TemplatePagenumber"/>
          </w:pPr>
          <w:bookmarkStart w:id="56" w:name="SD_LAN_Page_N1"/>
          <w:r>
            <w:t>Side</w:t>
          </w:r>
          <w:bookmarkEnd w:id="56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14:paraId="7CAFA29C" w14:textId="77777777" w:rsidR="00EE06EA" w:rsidRPr="001B1677" w:rsidRDefault="00EE06EA" w:rsidP="001B1677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7E37530F" w14:textId="77777777" w:rsidTr="007B5198">
      <w:trPr>
        <w:trHeight w:val="1247"/>
      </w:trPr>
      <w:tc>
        <w:tcPr>
          <w:tcW w:w="3657" w:type="dxa"/>
          <w:hideMark/>
        </w:tcPr>
        <w:p w14:paraId="0D472A88" w14:textId="54BF23CC" w:rsidR="007B5198" w:rsidRDefault="00FF3933">
          <w:pPr>
            <w:pStyle w:val="TemplatePagenumber"/>
          </w:pPr>
          <w:bookmarkStart w:id="63" w:name="_Hlk493252278"/>
          <w:bookmarkStart w:id="64" w:name="_Hlk493252279"/>
          <w:bookmarkStart w:id="65" w:name="_Hlk493252280"/>
          <w:bookmarkStart w:id="66" w:name="_Hlk493253278"/>
          <w:bookmarkStart w:id="67" w:name="_Hlk493253279"/>
          <w:bookmarkStart w:id="68" w:name="_Hlk493253280"/>
          <w:bookmarkStart w:id="69" w:name="_Hlk493489881"/>
          <w:bookmarkStart w:id="70" w:name="_Hlk493489882"/>
          <w:bookmarkStart w:id="71" w:name="_Hlk493489883"/>
          <w:bookmarkStart w:id="72" w:name="SD_LAN_Page"/>
          <w:r>
            <w:t>Side</w:t>
          </w:r>
          <w:bookmarkEnd w:id="72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</w:tbl>
  <w:p w14:paraId="2B7A545F" w14:textId="77777777"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A5449" w14:textId="77777777" w:rsidR="00C6281C" w:rsidRDefault="00C6281C" w:rsidP="009849C2">
      <w:pPr>
        <w:spacing w:line="240" w:lineRule="auto"/>
      </w:pPr>
      <w:r>
        <w:separator/>
      </w:r>
    </w:p>
  </w:footnote>
  <w:footnote w:type="continuationSeparator" w:id="0">
    <w:p w14:paraId="24F6D3E7" w14:textId="77777777" w:rsidR="00C6281C" w:rsidRDefault="00C6281C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4B1B" w14:textId="77777777" w:rsidR="00EE03C6" w:rsidRDefault="00EE03C6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B8FD" w14:textId="17966934" w:rsidR="008433B2" w:rsidRDefault="00EE03C6" w:rsidP="008433B2">
    <w:pPr>
      <w:pStyle w:val="Sidehoved"/>
    </w:pPr>
    <w:r>
      <w:rPr>
        <w:noProof/>
      </w:rPr>
      <w:drawing>
        <wp:anchor distT="0" distB="0" distL="114300" distR="114300" simplePos="0" relativeHeight="251663872" behindDoc="0" locked="1" layoutInCell="1" allowOverlap="1" wp14:anchorId="004EB4FB" wp14:editId="4B521B04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73AABD" w14:textId="77777777" w:rsidR="00FE5150" w:rsidRDefault="00FE5150" w:rsidP="008433B2">
    <w:pPr>
      <w:pStyle w:val="Sidehoved"/>
    </w:pPr>
  </w:p>
  <w:p w14:paraId="0F69CC8F" w14:textId="77777777" w:rsidR="00C73F44" w:rsidRDefault="00C73F44" w:rsidP="008433B2">
    <w:pPr>
      <w:pStyle w:val="Sidehoved"/>
    </w:pPr>
  </w:p>
  <w:p w14:paraId="68D950C1" w14:textId="77777777" w:rsidR="00C73F44" w:rsidRDefault="00C73F44" w:rsidP="008433B2">
    <w:pPr>
      <w:pStyle w:val="Sidehoved"/>
    </w:pPr>
  </w:p>
  <w:p w14:paraId="73FBEEE7" w14:textId="77777777" w:rsidR="00C73F44" w:rsidRDefault="00C73F44" w:rsidP="008433B2">
    <w:pPr>
      <w:pStyle w:val="Sidehoved"/>
    </w:pPr>
  </w:p>
  <w:p w14:paraId="2308F840" w14:textId="77777777" w:rsidR="00C73F44" w:rsidRPr="008433B2" w:rsidRDefault="00C73F44" w:rsidP="00C73F44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2B92" w14:textId="43CE9F55" w:rsidR="00BE660B" w:rsidRDefault="00EE03C6" w:rsidP="003E36D0">
    <w:pPr>
      <w:pStyle w:val="Headeroverskrift"/>
    </w:pPr>
    <w:r>
      <w:rPr>
        <w:noProof/>
      </w:rPr>
      <w:drawing>
        <wp:anchor distT="0" distB="0" distL="114300" distR="114300" simplePos="0" relativeHeight="251662848" behindDoc="0" locked="1" layoutInCell="1" allowOverlap="1" wp14:anchorId="68C35824" wp14:editId="0F540AA0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1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8F2AD48" wp14:editId="60EE5834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299D4A0" w14:textId="77777777"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227ED5DE" w14:textId="77777777"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57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2025 - 67704 </w:t>
                          </w:r>
                          <w:bookmarkEnd w:id="57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76DF7405" w14:textId="77777777"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58" w:name="dossier_documentnumber"/>
                          <w:r>
                            <w:rPr>
                              <w:lang w:val="de-DE"/>
                            </w:rPr>
                            <w:t xml:space="preserve"> 1112934 </w:t>
                          </w:r>
                          <w:bookmarkEnd w:id="58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F2AD48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772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" fillcolor="white [3201]" strokeweight=".5pt">
              <v:textbox>
                <w:txbxContent>
                  <w:p w14:paraId="4299D4A0" w14:textId="77777777"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227ED5DE" w14:textId="77777777"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59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2025 - 67704 </w:t>
                    </w:r>
                    <w:bookmarkEnd w:id="59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76DF7405" w14:textId="77777777" w:rsidR="00A2372C" w:rsidRPr="008A4F3E" w:rsidRDefault="00A2372C">
                    <w:pPr>
                      <w:rPr>
                        <w:lang w:val="en-GB"/>
                      </w:rPr>
                    </w:pPr>
                    <w:bookmarkStart w:id="60" w:name="dossier_documentnumber"/>
                    <w:r>
                      <w:rPr>
                        <w:lang w:val="de-DE"/>
                      </w:rPr>
                      <w:t xml:space="preserve"> 1112934 </w:t>
                    </w:r>
                    <w:bookmarkEnd w:id="60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4E78577B" w14:textId="77777777" w:rsidR="00BE660B" w:rsidRDefault="00BE660B" w:rsidP="003E36D0">
    <w:pPr>
      <w:pStyle w:val="Headeroverskrift"/>
    </w:pPr>
    <w:bookmarkStart w:id="61" w:name="SD_Standard"/>
    <w:bookmarkEnd w:id="61"/>
  </w:p>
  <w:p w14:paraId="79C0E28C" w14:textId="5E6C4234" w:rsidR="003D318C" w:rsidRDefault="00FF3933" w:rsidP="003E36D0">
    <w:pPr>
      <w:pStyle w:val="Headeroverskrift"/>
    </w:pPr>
    <w:bookmarkStart w:id="62" w:name="SD_LAN_Note"/>
    <w:r>
      <w:t>Notat</w:t>
    </w:r>
    <w:bookmarkEnd w:id="62"/>
  </w:p>
  <w:p w14:paraId="77BFFF08" w14:textId="77777777" w:rsidR="00FE5150" w:rsidRPr="003E36D0" w:rsidRDefault="00FE5150" w:rsidP="003E36D0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E03C6"/>
    <w:rsid w:val="00001565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778E8"/>
    <w:rsid w:val="000B74E6"/>
    <w:rsid w:val="000C0EB2"/>
    <w:rsid w:val="000C5AA3"/>
    <w:rsid w:val="000F5D84"/>
    <w:rsid w:val="001056D8"/>
    <w:rsid w:val="00107A42"/>
    <w:rsid w:val="001105DB"/>
    <w:rsid w:val="00113199"/>
    <w:rsid w:val="00113F45"/>
    <w:rsid w:val="001268AB"/>
    <w:rsid w:val="00131671"/>
    <w:rsid w:val="00133FD0"/>
    <w:rsid w:val="001431A0"/>
    <w:rsid w:val="00147C81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623A"/>
    <w:rsid w:val="001D649B"/>
    <w:rsid w:val="001F4719"/>
    <w:rsid w:val="0020134D"/>
    <w:rsid w:val="0021061B"/>
    <w:rsid w:val="00217676"/>
    <w:rsid w:val="0025008D"/>
    <w:rsid w:val="00261030"/>
    <w:rsid w:val="00263405"/>
    <w:rsid w:val="00263921"/>
    <w:rsid w:val="00270868"/>
    <w:rsid w:val="00281310"/>
    <w:rsid w:val="00281C6A"/>
    <w:rsid w:val="002A32B0"/>
    <w:rsid w:val="002A6D1F"/>
    <w:rsid w:val="00302AC6"/>
    <w:rsid w:val="00331986"/>
    <w:rsid w:val="003349BC"/>
    <w:rsid w:val="00346B82"/>
    <w:rsid w:val="003542A8"/>
    <w:rsid w:val="003664E5"/>
    <w:rsid w:val="00366F31"/>
    <w:rsid w:val="0037149D"/>
    <w:rsid w:val="00377C5C"/>
    <w:rsid w:val="0038054F"/>
    <w:rsid w:val="0038127F"/>
    <w:rsid w:val="0038460F"/>
    <w:rsid w:val="003B1558"/>
    <w:rsid w:val="003B4683"/>
    <w:rsid w:val="003C0BD4"/>
    <w:rsid w:val="003C2CB6"/>
    <w:rsid w:val="003C2DF9"/>
    <w:rsid w:val="003D318C"/>
    <w:rsid w:val="003E0443"/>
    <w:rsid w:val="003E36D0"/>
    <w:rsid w:val="003F1009"/>
    <w:rsid w:val="00426971"/>
    <w:rsid w:val="00427456"/>
    <w:rsid w:val="00444145"/>
    <w:rsid w:val="0044500B"/>
    <w:rsid w:val="00467C8E"/>
    <w:rsid w:val="004737F6"/>
    <w:rsid w:val="00477057"/>
    <w:rsid w:val="00490525"/>
    <w:rsid w:val="004A3424"/>
    <w:rsid w:val="004C02EA"/>
    <w:rsid w:val="004E66A1"/>
    <w:rsid w:val="0052049E"/>
    <w:rsid w:val="0052426B"/>
    <w:rsid w:val="00532D57"/>
    <w:rsid w:val="00535253"/>
    <w:rsid w:val="005371B8"/>
    <w:rsid w:val="0055139D"/>
    <w:rsid w:val="00551CE9"/>
    <w:rsid w:val="00553D2F"/>
    <w:rsid w:val="00556274"/>
    <w:rsid w:val="0056131A"/>
    <w:rsid w:val="0056587E"/>
    <w:rsid w:val="00566AEF"/>
    <w:rsid w:val="005704B3"/>
    <w:rsid w:val="00570ED0"/>
    <w:rsid w:val="005815CA"/>
    <w:rsid w:val="0058291F"/>
    <w:rsid w:val="005830F2"/>
    <w:rsid w:val="00591771"/>
    <w:rsid w:val="005A1A96"/>
    <w:rsid w:val="005B79C3"/>
    <w:rsid w:val="005C1FD5"/>
    <w:rsid w:val="005D67F8"/>
    <w:rsid w:val="005D6AAA"/>
    <w:rsid w:val="005E2DFD"/>
    <w:rsid w:val="005E4643"/>
    <w:rsid w:val="005E5320"/>
    <w:rsid w:val="005F10BE"/>
    <w:rsid w:val="005F6686"/>
    <w:rsid w:val="005F6DAD"/>
    <w:rsid w:val="006145A2"/>
    <w:rsid w:val="00615382"/>
    <w:rsid w:val="00615E15"/>
    <w:rsid w:val="006337BE"/>
    <w:rsid w:val="00645AFA"/>
    <w:rsid w:val="00651C58"/>
    <w:rsid w:val="006676C3"/>
    <w:rsid w:val="0068060E"/>
    <w:rsid w:val="00680982"/>
    <w:rsid w:val="00694560"/>
    <w:rsid w:val="006A1420"/>
    <w:rsid w:val="006A3953"/>
    <w:rsid w:val="006A491E"/>
    <w:rsid w:val="006B7C20"/>
    <w:rsid w:val="006C1CA4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4515F"/>
    <w:rsid w:val="00753759"/>
    <w:rsid w:val="00763EA6"/>
    <w:rsid w:val="00767CB2"/>
    <w:rsid w:val="00776979"/>
    <w:rsid w:val="0078574A"/>
    <w:rsid w:val="00786492"/>
    <w:rsid w:val="00793D08"/>
    <w:rsid w:val="007966AB"/>
    <w:rsid w:val="00796D08"/>
    <w:rsid w:val="007B5198"/>
    <w:rsid w:val="007C212F"/>
    <w:rsid w:val="007E2B96"/>
    <w:rsid w:val="0080538C"/>
    <w:rsid w:val="0081511B"/>
    <w:rsid w:val="00820AF3"/>
    <w:rsid w:val="00822CCA"/>
    <w:rsid w:val="008264FC"/>
    <w:rsid w:val="00830CBA"/>
    <w:rsid w:val="00834398"/>
    <w:rsid w:val="0084154D"/>
    <w:rsid w:val="008433B2"/>
    <w:rsid w:val="0085362A"/>
    <w:rsid w:val="00854795"/>
    <w:rsid w:val="008631B7"/>
    <w:rsid w:val="00864C1B"/>
    <w:rsid w:val="00870FCF"/>
    <w:rsid w:val="00871217"/>
    <w:rsid w:val="00872017"/>
    <w:rsid w:val="00872E2A"/>
    <w:rsid w:val="00891D90"/>
    <w:rsid w:val="008A4F3E"/>
    <w:rsid w:val="008C3CA7"/>
    <w:rsid w:val="008C6806"/>
    <w:rsid w:val="008E760E"/>
    <w:rsid w:val="008F3C40"/>
    <w:rsid w:val="008F4671"/>
    <w:rsid w:val="008F5BE2"/>
    <w:rsid w:val="008F653B"/>
    <w:rsid w:val="00903BC3"/>
    <w:rsid w:val="00910080"/>
    <w:rsid w:val="009200EA"/>
    <w:rsid w:val="00920310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A7DCD"/>
    <w:rsid w:val="009B2574"/>
    <w:rsid w:val="009C3CE8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4245D"/>
    <w:rsid w:val="00A51F34"/>
    <w:rsid w:val="00A76BC2"/>
    <w:rsid w:val="00A802B5"/>
    <w:rsid w:val="00AA6AC7"/>
    <w:rsid w:val="00AE51A5"/>
    <w:rsid w:val="00AF3820"/>
    <w:rsid w:val="00AF6722"/>
    <w:rsid w:val="00B1725A"/>
    <w:rsid w:val="00B2086C"/>
    <w:rsid w:val="00B22DD6"/>
    <w:rsid w:val="00B31E42"/>
    <w:rsid w:val="00B36551"/>
    <w:rsid w:val="00B42BC1"/>
    <w:rsid w:val="00B4324B"/>
    <w:rsid w:val="00B4387C"/>
    <w:rsid w:val="00B46703"/>
    <w:rsid w:val="00B46F49"/>
    <w:rsid w:val="00B506B2"/>
    <w:rsid w:val="00B57B8C"/>
    <w:rsid w:val="00B67E5E"/>
    <w:rsid w:val="00B72F36"/>
    <w:rsid w:val="00B83CFA"/>
    <w:rsid w:val="00B94EC3"/>
    <w:rsid w:val="00BB63F1"/>
    <w:rsid w:val="00BC53C7"/>
    <w:rsid w:val="00BC72B8"/>
    <w:rsid w:val="00BE0EB0"/>
    <w:rsid w:val="00BE660B"/>
    <w:rsid w:val="00C12F7B"/>
    <w:rsid w:val="00C21849"/>
    <w:rsid w:val="00C245A6"/>
    <w:rsid w:val="00C246A5"/>
    <w:rsid w:val="00C27ADF"/>
    <w:rsid w:val="00C27F93"/>
    <w:rsid w:val="00C448F7"/>
    <w:rsid w:val="00C572D2"/>
    <w:rsid w:val="00C6281C"/>
    <w:rsid w:val="00C70C61"/>
    <w:rsid w:val="00C73F44"/>
    <w:rsid w:val="00C748A0"/>
    <w:rsid w:val="00C752B7"/>
    <w:rsid w:val="00C9089A"/>
    <w:rsid w:val="00C908A0"/>
    <w:rsid w:val="00C93F55"/>
    <w:rsid w:val="00CC3D5D"/>
    <w:rsid w:val="00CC524B"/>
    <w:rsid w:val="00CD5F3D"/>
    <w:rsid w:val="00CD62E3"/>
    <w:rsid w:val="00CF674C"/>
    <w:rsid w:val="00D06F65"/>
    <w:rsid w:val="00D269FF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26143"/>
    <w:rsid w:val="00E44664"/>
    <w:rsid w:val="00E948FC"/>
    <w:rsid w:val="00E96B26"/>
    <w:rsid w:val="00EA096B"/>
    <w:rsid w:val="00EA6354"/>
    <w:rsid w:val="00EA6BC6"/>
    <w:rsid w:val="00EB1E2D"/>
    <w:rsid w:val="00EB2851"/>
    <w:rsid w:val="00ED1CCB"/>
    <w:rsid w:val="00ED2F6A"/>
    <w:rsid w:val="00ED618E"/>
    <w:rsid w:val="00EE03C6"/>
    <w:rsid w:val="00EE06EA"/>
    <w:rsid w:val="00F051A8"/>
    <w:rsid w:val="00F17943"/>
    <w:rsid w:val="00F2648D"/>
    <w:rsid w:val="00F4063E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  <w:rsid w:val="00FF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F410D"/>
  <w15:docId w15:val="{A337AA6D-A94F-4163-9E9A-CE6EE0A1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unhideWhenUsed="1"/>
    <w:lsdException w:name="page number" w:semiHidden="1" w:unhideWhenUsed="1"/>
    <w:lsdException w:name="endnote reference" w:semiHidden="1"/>
    <w:lsdException w:name="endnote text" w:semiHidden="1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310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426971"/>
    <w:pPr>
      <w:keepNext/>
      <w:keepLines/>
      <w:spacing w:line="240" w:lineRule="atLeast"/>
    </w:pPr>
    <w:rPr>
      <w:b/>
      <w:bCs/>
      <w:color w:val="53738B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1C6A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1C6A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81C6A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81C6A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A6AC7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81C6A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9A7DCD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9A7DCD"/>
    <w:pPr>
      <w:spacing w:before="170" w:line="230" w:lineRule="atLeast"/>
      <w:ind w:left="227" w:right="227"/>
    </w:pPr>
    <w:rPr>
      <w:b/>
      <w:bCs/>
      <w:color w:val="28506E" w:themeColor="background2"/>
      <w:sz w:val="15"/>
    </w:rPr>
  </w:style>
  <w:style w:type="table" w:customStyle="1" w:styleId="UFM-Tabel">
    <w:name w:val="UFM - Tabel"/>
    <w:basedOn w:val="Tabel-Normal"/>
    <w:uiPriority w:val="99"/>
    <w:rsid w:val="005704B3"/>
    <w:pPr>
      <w:spacing w:before="40" w:after="40" w:line="160" w:lineRule="atLeast"/>
    </w:pPr>
    <w:rPr>
      <w:sz w:val="15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customStyle="1" w:styleId="BoksOverskrift">
    <w:name w:val="Boks Overskrift"/>
    <w:basedOn w:val="Normal"/>
    <w:next w:val="Normal"/>
    <w:uiPriority w:val="3"/>
    <w:semiHidden/>
    <w:rsid w:val="00920310"/>
    <w:pPr>
      <w:tabs>
        <w:tab w:val="left" w:pos="454"/>
      </w:tabs>
      <w:spacing w:before="260"/>
      <w:contextualSpacing/>
    </w:pPr>
    <w:rPr>
      <w:b/>
      <w:color w:val="28506E" w:themeColor="background2"/>
      <w:szCs w:val="19"/>
    </w:rPr>
  </w:style>
  <w:style w:type="paragraph" w:customStyle="1" w:styleId="BoksOverskrift-Hvid">
    <w:name w:val="Boks Overskrift - Hvid"/>
    <w:basedOn w:val="BoksOverskrift"/>
    <w:uiPriority w:val="3"/>
    <w:semiHidden/>
    <w:rsid w:val="00920310"/>
    <w:pPr>
      <w:ind w:left="284" w:right="284"/>
    </w:pPr>
    <w:rPr>
      <w:color w:val="FFFFFF"/>
    </w:rPr>
  </w:style>
  <w:style w:type="paragraph" w:customStyle="1" w:styleId="BoksOverskrift-Sort">
    <w:name w:val="Boks Overskrift - Sort"/>
    <w:basedOn w:val="BoksOverskrift-Hvid"/>
    <w:uiPriority w:val="4"/>
    <w:semiHidden/>
    <w:rsid w:val="00920310"/>
    <w:rPr>
      <w:color w:val="auto"/>
    </w:rPr>
  </w:style>
  <w:style w:type="paragraph" w:customStyle="1" w:styleId="BoksTekst">
    <w:name w:val="Boks Tekst"/>
    <w:basedOn w:val="BoksOverskrift"/>
    <w:uiPriority w:val="3"/>
    <w:semiHidden/>
    <w:rsid w:val="00920310"/>
    <w:pPr>
      <w:spacing w:after="260"/>
    </w:pPr>
    <w:rPr>
      <w:b w:val="0"/>
      <w:sz w:val="19"/>
    </w:rPr>
  </w:style>
  <w:style w:type="paragraph" w:customStyle="1" w:styleId="BoksTekst-Hvid">
    <w:name w:val="Boks Tekst - Hvid"/>
    <w:basedOn w:val="BoksOverskrift-Hvid"/>
    <w:uiPriority w:val="3"/>
    <w:semiHidden/>
    <w:rsid w:val="00920310"/>
    <w:pPr>
      <w:spacing w:after="260"/>
    </w:pPr>
    <w:rPr>
      <w:b w:val="0"/>
      <w:sz w:val="19"/>
    </w:rPr>
  </w:style>
  <w:style w:type="paragraph" w:customStyle="1" w:styleId="BoksTekst-Sort">
    <w:name w:val="Boks Tekst - Sort"/>
    <w:basedOn w:val="BoksTekst-Hvid"/>
    <w:uiPriority w:val="4"/>
    <w:semiHidden/>
    <w:rsid w:val="00920310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419823\AppData\Local\cBrain\F2\.tmp\1ccde521fc9042678ef404ea680b787e.dotx" TargetMode="External"/></Relationship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$dossier_documentnumber$</gbs:DocumentNumber>
  <gbs:DocumentDate gbs:loadFromGrowBusiness="OnProduce" gbs:saveInGrowBusiness="False" gbs:connected="true" gbs:recno="" gbs:entity="" gbs:datatype="date" gbs:key="2103067409">5. december 2025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6F3377C5-28A9-4239-9C24-F90A636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1ccde521fc9042678ef404ea680b787e.dotx</Template>
  <TotalTime>22</TotalTime>
  <Pages>1</Pages>
  <Words>26</Words>
  <Characters>243</Characters>
  <Application>Microsoft Office Word</Application>
  <DocSecurity>0</DocSecurity>
  <Lines>20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Cecilie Rahbek Wassberg</dc:creator>
  <cp:lastModifiedBy>Cecilie Rahbek Wassberg</cp:lastModifiedBy>
  <cp:revision>9</cp:revision>
  <dcterms:created xsi:type="dcterms:W3CDTF">2025-11-14T12:53:00Z</dcterms:created>
  <dcterms:modified xsi:type="dcterms:W3CDTF">2025-12-05T07:49:00Z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NVU</vt:lpwstr>
  </property>
  <property fmtid="{D5CDD505-2E9C-101B-9397-08002B2CF9AE}" pid="11" name="SD_CtlText_General_AfsenderRaad">
    <vt:lpwstr/>
  </property>
  <property fmtid="{D5CDD505-2E9C-101B-9397-08002B2CF9AE}" pid="12" name="SD_UserprofileName">
    <vt:lpwstr>Studenterklage</vt:lpwstr>
  </property>
  <property fmtid="{D5CDD505-2E9C-101B-9397-08002B2CF9AE}" pid="13" name="SD_Office_SD_OFF_ID">
    <vt:lpwstr>100</vt:lpwstr>
  </property>
  <property fmtid="{D5CDD505-2E9C-101B-9397-08002B2CF9AE}" pid="14" name="CurrentOfficeID">
    <vt:lpwstr>100</vt:lpwstr>
  </property>
  <property fmtid="{D5CDD505-2E9C-101B-9397-08002B2CF9AE}" pid="15" name="SD_Office_SD_OFF_Display">
    <vt:lpwstr>UFS - Uddannelses- og Forskningsstyrelsen</vt:lpwstr>
  </property>
  <property fmtid="{D5CDD505-2E9C-101B-9397-08002B2CF9AE}" pid="16" name="SD_Office_SD_OFF_Myndighed">
    <vt:lpwstr>Uddannelses- og Forskningsstyrelsen</vt:lpwstr>
  </property>
  <property fmtid="{D5CDD505-2E9C-101B-9397-08002B2CF9AE}" pid="17" name="SD_Office_SD_OFF_Myndighed_EN">
    <vt:lpwstr>Danish Agency for Higher Education and Science</vt:lpwstr>
  </property>
  <property fmtid="{D5CDD505-2E9C-101B-9397-08002B2CF9AE}" pid="18" name="SD_Office_SD_OFF_Undermyndighed">
    <vt:lpwstr/>
  </property>
  <property fmtid="{D5CDD505-2E9C-101B-9397-08002B2CF9AE}" pid="19" name="SD_Office_SD_OFF_Undermyndighed_EN">
    <vt:lpwstr/>
  </property>
  <property fmtid="{D5CDD505-2E9C-101B-9397-08002B2CF9AE}" pid="20" name="SD_Office_SD_OFF_Address">
    <vt:lpwstr>Haraldsgade 53*2100 København Ø</vt:lpwstr>
  </property>
  <property fmtid="{D5CDD505-2E9C-101B-9397-08002B2CF9AE}" pid="21" name="SD_Office_SD_OFF_Address_EN">
    <vt:lpwstr>Haraldsgade 53*2100 Copenhagen Ø*Denmark</vt:lpwstr>
  </property>
  <property fmtid="{D5CDD505-2E9C-101B-9397-08002B2CF9AE}" pid="22" name="SD_Office_SD_OFF_Phone">
    <vt:lpwstr>7231 7800</vt:lpwstr>
  </property>
  <property fmtid="{D5CDD505-2E9C-101B-9397-08002B2CF9AE}" pid="23" name="SD_Office_SD_OFF_Fax">
    <vt:lpwstr/>
  </property>
  <property fmtid="{D5CDD505-2E9C-101B-9397-08002B2CF9AE}" pid="24" name="SD_Office_SD_OFF_Phone_EN">
    <vt:lpwstr>+45 7231 7800</vt:lpwstr>
  </property>
  <property fmtid="{D5CDD505-2E9C-101B-9397-08002B2CF9AE}" pid="25" name="SD_Office_SD_OFF_Fax_EN">
    <vt:lpwstr/>
  </property>
  <property fmtid="{D5CDD505-2E9C-101B-9397-08002B2CF9AE}" pid="26" name="SD_Office_SD_OFF_Email">
    <vt:lpwstr>ufs@ufm.dk</vt:lpwstr>
  </property>
  <property fmtid="{D5CDD505-2E9C-101B-9397-08002B2CF9AE}" pid="27" name="SD_Office_SD_OFF_Web">
    <vt:lpwstr>www.ufm.dk</vt:lpwstr>
  </property>
  <property fmtid="{D5CDD505-2E9C-101B-9397-08002B2CF9AE}" pid="28" name="SD_Office_SD_OFF_Web_EN">
    <vt:lpwstr>www.ufm.dk/en</vt:lpwstr>
  </property>
  <property fmtid="{D5CDD505-2E9C-101B-9397-08002B2CF9AE}" pid="29" name="SD_Office_SD_OFF_CVR">
    <vt:lpwstr>3404 2012</vt:lpwstr>
  </property>
  <property fmtid="{D5CDD505-2E9C-101B-9397-08002B2CF9AE}" pid="30" name="SD_Office_SD_OFF_ArtworkDefinition">
    <vt:lpwstr>Logo</vt:lpwstr>
  </property>
  <property fmtid="{D5CDD505-2E9C-101B-9397-08002B2CF9AE}" pid="31" name="SD_Office_SD_OFF_LogoName">
    <vt:lpwstr>UFS</vt:lpwstr>
  </property>
  <property fmtid="{D5CDD505-2E9C-101B-9397-08002B2CF9AE}" pid="32" name="SD_Office_SD_OFF_PublicationLogoName">
    <vt:lpwstr>UFS</vt:lpwstr>
  </property>
  <property fmtid="{D5CDD505-2E9C-101B-9397-08002B2CF9AE}" pid="33" name="LastCompletedArtworkDefinition">
    <vt:lpwstr>Logo</vt:lpwstr>
  </property>
  <property fmtid="{D5CDD505-2E9C-101B-9397-08002B2CF9AE}" pid="34" name="SD_USR_Kontornavn">
    <vt:lpwstr>Jura og Institutionspersonale</vt:lpwstr>
  </property>
  <property fmtid="{D5CDD505-2E9C-101B-9397-08002B2CF9AE}" pid="35" name="SD_USR_Name">
    <vt:lpwstr>Cecilie Rahbek Wassberg</vt:lpwstr>
  </property>
  <property fmtid="{D5CDD505-2E9C-101B-9397-08002B2CF9AE}" pid="36" name="SD_USR_Title">
    <vt:lpwstr>Fuldmægtig</vt:lpwstr>
  </property>
  <property fmtid="{D5CDD505-2E9C-101B-9397-08002B2CF9AE}" pid="37" name="SD_USR_DirectPhone">
    <vt:lpwstr>+ 45 72 31 82 28</vt:lpwstr>
  </property>
  <property fmtid="{D5CDD505-2E9C-101B-9397-08002B2CF9AE}" pid="38" name="SD_USR_Mobile">
    <vt:lpwstr/>
  </property>
  <property fmtid="{D5CDD505-2E9C-101B-9397-08002B2CF9AE}" pid="39" name="SD_USR_Email">
    <vt:lpwstr>studenterklager@ufm.dk</vt:lpwstr>
  </property>
  <property fmtid="{D5CDD505-2E9C-101B-9397-08002B2CF9AE}" pid="40" name="DocumentInfoFinished">
    <vt:lpwstr>True</vt:lpwstr>
  </property>
  <property fmtid="{D5CDD505-2E9C-101B-9397-08002B2CF9AE}" pid="41" name="SD_DocumentLanguage">
    <vt:lpwstr>da-DK</vt:lpwstr>
  </property>
  <property fmtid="{D5CDD505-2E9C-101B-9397-08002B2CF9AE}" pid="42" name="sdDocumentDate">
    <vt:lpwstr>45996</vt:lpwstr>
  </property>
  <property fmtid="{D5CDD505-2E9C-101B-9397-08002B2CF9AE}" pid="43" name="sdDocumentDateFormat">
    <vt:lpwstr>da-DK:d. MMMM yyyy</vt:lpwstr>
  </property>
</Properties>
</file>