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B4A2" w14:textId="5D954D76" w:rsidR="007707F0" w:rsidRPr="00E93B98" w:rsidRDefault="00A71CF3">
      <w:r w:rsidRPr="00E93B98">
        <w:t xml:space="preserve">Sendt til høringsparterne på høringslisten </w:t>
      </w:r>
      <w:r w:rsidR="007707F0" w:rsidRPr="00E93B9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1CE07493" wp14:editId="69E4E58B">
                <wp:simplePos x="0" y="0"/>
                <wp:positionH relativeFrom="rightMargin">
                  <wp:align>right</wp:align>
                </wp:positionH>
                <wp:positionV relativeFrom="page">
                  <wp:align>bottom</wp:align>
                </wp:positionV>
                <wp:extent cx="1962000" cy="7437600"/>
                <wp:effectExtent l="0" t="0" r="635" b="11430"/>
                <wp:wrapNone/>
                <wp:docPr id="2" name="Kolofon" descr="Kolofonen indeholder adresseoplysninger, dato, sagsbehandler information og lignende for FIVU" title="Kolofon oplysning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74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7707F0" w14:paraId="162AF8A0" w14:textId="77777777" w:rsidTr="00514C3A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14:paraId="61344EA9" w14:textId="77777777" w:rsidR="007707F0" w:rsidRPr="00E93B98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</w:p>
                                <w:p w14:paraId="2EBAA088" w14:textId="77777777" w:rsidR="007707F0" w:rsidRPr="00E93B98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tag w:val="DocumentDate"/>
                                    <w:id w:val="-1320190017"/>
                                    <w:placeholder>
                                      <w:docPart w:val="31BF517B33034493B78001D757821337"/>
                                    </w:placeholder>
  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p w14:paraId="48AD53E7" w14:textId="1116C9A8" w:rsidR="007707F0" w:rsidRDefault="00E93B98" w:rsidP="007B005E">
                                      <w:pPr>
                                        <w:pStyle w:val="TemplateAdresse"/>
                                      </w:pPr>
                                      <w:r>
                                        <w:t>5. december 2025</w:t>
                                      </w:r>
                                    </w:p>
                                  </w:sdtContent>
                                </w:sdt>
                                <w:p w14:paraId="3C789E3C" w14:textId="77777777" w:rsidR="007707F0" w:rsidRPr="00D63774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7A5B2B0D" w14:textId="77777777" w:rsidR="007707F0" w:rsidRPr="00E93B98" w:rsidRDefault="00663B9E" w:rsidP="00B319DB">
                                  <w:pPr>
                                    <w:pStyle w:val="TemplateOfficeName"/>
                                  </w:pPr>
                                  <w:bookmarkStart w:id="2" w:name="SD_OFF_Myndighed"/>
                                  <w:bookmarkStart w:id="3" w:name="HIF_SD_OFF_Myndighed"/>
                                  <w:r w:rsidRPr="00E93B98">
                                    <w:t>Uddannelses- og Forskningsstyrelsen</w:t>
                                  </w:r>
                                  <w:bookmarkEnd w:id="2"/>
                                </w:p>
                                <w:p w14:paraId="168F87F6" w14:textId="77777777" w:rsidR="007707F0" w:rsidRPr="00E93B98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14:paraId="1B5FB41F" w14:textId="77777777" w:rsidR="007707F0" w:rsidRPr="00E93B98" w:rsidRDefault="00663B9E" w:rsidP="00B319DB">
                                  <w:pPr>
                                    <w:pStyle w:val="TemplateAdresse"/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E93B98">
                                    <w:t>Jura og Institutionspersonale</w:t>
                                  </w:r>
                                  <w:bookmarkEnd w:id="6"/>
                                </w:p>
                                <w:bookmarkEnd w:id="7"/>
                                <w:p w14:paraId="418DD53D" w14:textId="77777777" w:rsidR="007707F0" w:rsidRPr="00D63774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793A660A" w14:textId="77777777" w:rsidR="007707F0" w:rsidRPr="00663B9E" w:rsidRDefault="00663B9E" w:rsidP="00B319DB">
                                  <w:pPr>
                                    <w:pStyle w:val="TemplateAdresse"/>
                                  </w:pPr>
                                  <w:bookmarkStart w:id="8" w:name="SD_OFF_Address"/>
                                  <w:bookmarkStart w:id="9" w:name="HIF_SD_OFF_Address"/>
                                  <w:r w:rsidRPr="00663B9E">
                                    <w:t>Haraldsgade 53</w:t>
                                  </w:r>
                                  <w:r w:rsidRPr="00663B9E"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14:paraId="50698884" w14:textId="5B3EAE5A" w:rsidR="007707F0" w:rsidRPr="00663B9E" w:rsidRDefault="00E93B98" w:rsidP="00B319DB">
                                  <w:pPr>
                                    <w:pStyle w:val="TemplateAdresse"/>
                                  </w:pPr>
                                  <w:bookmarkStart w:id="10" w:name="SD_LAN_Phone"/>
                                  <w:bookmarkStart w:id="11" w:name="HIF_SD_OFF_Phone"/>
                                  <w:bookmarkEnd w:id="9"/>
                                  <w:r>
                                    <w:t>Tel.</w:t>
                                  </w:r>
                                  <w:bookmarkEnd w:id="10"/>
                                  <w:r w:rsidR="007707F0" w:rsidRPr="00663B9E">
                                    <w:t xml:space="preserve"> </w:t>
                                  </w:r>
                                  <w:bookmarkStart w:id="12" w:name="SD_OFF_Phone"/>
                                  <w:r w:rsidR="00663B9E" w:rsidRPr="00663B9E">
                                    <w:t>7231 7800</w:t>
                                  </w:r>
                                  <w:bookmarkEnd w:id="12"/>
                                </w:p>
                                <w:p w14:paraId="7BA70598" w14:textId="77777777" w:rsidR="007707F0" w:rsidRPr="001E3430" w:rsidRDefault="007707F0" w:rsidP="00B319DB">
                                  <w:pPr>
                                    <w:pStyle w:val="Template-Mail"/>
                                  </w:pPr>
                                  <w:bookmarkStart w:id="13" w:name="HIF_SD_OFF_Email"/>
                                  <w:bookmarkEnd w:id="11"/>
                                </w:p>
                                <w:p w14:paraId="518E89A9" w14:textId="77777777" w:rsidR="007707F0" w:rsidRPr="00663B9E" w:rsidRDefault="00663B9E" w:rsidP="00B319DB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663B9E">
                                    <w:rPr>
                                      <w:rFonts w:eastAsiaTheme="majorEastAsia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14:paraId="6443F288" w14:textId="77777777" w:rsidR="007707F0" w:rsidRPr="001E3430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1DBC38F4" w14:textId="4D131EBF" w:rsidR="007707F0" w:rsidRPr="00663B9E" w:rsidRDefault="00E93B98" w:rsidP="00B319DB">
                                  <w:pPr>
                                    <w:pStyle w:val="TemplateAdresse"/>
                                  </w:pPr>
                                  <w:bookmarkStart w:id="16" w:name="SD_LAN_CVR"/>
                                  <w:bookmarkStart w:id="17" w:name="HIF_SD_OFF_CVR"/>
                                  <w:r>
                                    <w:t>CVR-nr.</w:t>
                                  </w:r>
                                  <w:bookmarkEnd w:id="16"/>
                                  <w:r w:rsidR="007707F0" w:rsidRPr="00663B9E">
                                    <w:t xml:space="preserve"> </w:t>
                                  </w:r>
                                  <w:bookmarkStart w:id="18" w:name="SD_OFF_CVR"/>
                                  <w:r w:rsidR="00663B9E" w:rsidRPr="00663B9E">
                                    <w:rPr>
                                      <w:rFonts w:eastAsiaTheme="majorEastAsia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14:paraId="58E1B18B" w14:textId="77777777" w:rsidR="007707F0" w:rsidRPr="001E3430" w:rsidRDefault="007707F0" w:rsidP="00B319DB">
                                  <w:pPr>
                                    <w:pStyle w:val="TemplateAdresse"/>
                                  </w:pPr>
                                </w:p>
                                <w:p w14:paraId="65651795" w14:textId="18515EE3" w:rsidR="007707F0" w:rsidRPr="009B602C" w:rsidRDefault="00E93B98" w:rsidP="00B319DB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14:paraId="72469328" w14:textId="1F4534D6" w:rsidR="007707F0" w:rsidRPr="008E7974" w:rsidRDefault="00663B9E" w:rsidP="00B319DB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bookmarkStart w:id="22" w:name="SD_USR_Name_N1"/>
                                  <w:r w:rsidRPr="008E7974">
                                    <w:rPr>
                                      <w:lang w:val="en-US"/>
                                    </w:rPr>
                                    <w:t>Cecilie Rahbek Wassberg</w:t>
                                  </w:r>
                                  <w:bookmarkEnd w:id="22"/>
                                </w:p>
                                <w:p w14:paraId="3D08B7FB" w14:textId="020931D0" w:rsidR="00A71CF3" w:rsidRPr="008E7974" w:rsidRDefault="00A71CF3" w:rsidP="00B319DB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  <w:r w:rsidRPr="008E7974">
                                    <w:rPr>
                                      <w:lang w:val="en-US"/>
                                    </w:rPr>
                                    <w:t>Tel. 72 31 91 62</w:t>
                                  </w:r>
                                </w:p>
                                <w:p w14:paraId="40C570DF" w14:textId="49A4D00D" w:rsidR="007707F0" w:rsidRPr="008E7974" w:rsidRDefault="00DC4321" w:rsidP="00B319DB">
                                  <w:pPr>
                                    <w:pStyle w:val="Template-Mail"/>
                                    <w:rPr>
                                      <w:lang w:val="en-US"/>
                                    </w:rPr>
                                  </w:pPr>
                                  <w:bookmarkStart w:id="23" w:name="SD_USR_Email"/>
                                  <w:bookmarkStart w:id="24" w:name="HideDirekteNummer"/>
                                  <w:bookmarkStart w:id="25" w:name="HIF_SD_USR_Email"/>
                                  <w:bookmarkEnd w:id="20"/>
                                  <w:r w:rsidRPr="008E7974">
                                    <w:rPr>
                                      <w:lang w:val="en-US"/>
                                    </w:rPr>
                                    <w:t>cerw</w:t>
                                  </w:r>
                                  <w:r w:rsidR="00663B9E" w:rsidRPr="008E7974">
                                    <w:rPr>
                                      <w:lang w:val="en-US"/>
                                    </w:rPr>
                                    <w:t>@ufm.dk</w:t>
                                  </w:r>
                                  <w:bookmarkEnd w:id="23"/>
                                </w:p>
                                <w:p w14:paraId="718803C2" w14:textId="77777777" w:rsidR="007707F0" w:rsidRPr="00E93B98" w:rsidRDefault="007707F0" w:rsidP="00B319DB">
                                  <w:pPr>
                                    <w:pStyle w:val="TemplateAdresse"/>
                                    <w:rPr>
                                      <w:vanish/>
                                      <w:lang w:val="en-US"/>
                                    </w:rPr>
                                  </w:pPr>
                                  <w:bookmarkStart w:id="26" w:name="SD_FLD_Web"/>
                                  <w:bookmarkStart w:id="27" w:name="HIF_SD_FLD_Web"/>
                                  <w:bookmarkEnd w:id="24"/>
                                  <w:bookmarkEnd w:id="25"/>
                                  <w:bookmarkEnd w:id="26"/>
                                </w:p>
                                <w:bookmarkEnd w:id="27"/>
                                <w:p w14:paraId="0A052723" w14:textId="77777777" w:rsidR="007707F0" w:rsidRPr="008E7974" w:rsidRDefault="007707F0" w:rsidP="00B319DB">
                                  <w:pPr>
                                    <w:pStyle w:val="TemplateAdresse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02BB0E5C" w14:textId="35A2237A" w:rsidR="007707F0" w:rsidRPr="00B5571A" w:rsidRDefault="00E93B98" w:rsidP="005815CA">
                                  <w:pPr>
                                    <w:pStyle w:val="TemplateAdresse"/>
                                  </w:pPr>
                                  <w:bookmarkStart w:id="28" w:name="SD_LAN_SagsNr"/>
                                  <w:bookmarkStart w:id="29" w:name="HIF_SD_FLD_Sagsnr"/>
                                  <w:bookmarkEnd w:id="21"/>
                                  <w:r>
                                    <w:t>Ref.-nr.</w:t>
                                  </w:r>
                                  <w:bookmarkEnd w:id="28"/>
                                </w:p>
                                <w:p w14:paraId="5D228C14" w14:textId="52CE543E" w:rsidR="00D45A72" w:rsidRDefault="00D45A72" w:rsidP="00D45A72">
                                  <w:pPr>
                                    <w:pStyle w:val="TemplateAdresse"/>
                                  </w:pPr>
                                  <w:r>
                                    <w:t>1112934</w:t>
                                  </w:r>
                                </w:p>
                                <w:p w14:paraId="5082C057" w14:textId="27EA63B4" w:rsidR="00DC4321" w:rsidRDefault="00DC4321" w:rsidP="00D45A72">
                                  <w:pPr>
                                    <w:pStyle w:val="TemplateAdresse"/>
                                  </w:pPr>
                                </w:p>
                                <w:p w14:paraId="65FFC129" w14:textId="771E0F7C" w:rsidR="00DC4321" w:rsidRDefault="00DC4321" w:rsidP="00D45A72">
                                  <w:pPr>
                                    <w:pStyle w:val="TemplateAdresse"/>
                                  </w:pPr>
                                  <w:r>
                                    <w:t xml:space="preserve">Sagsnr. </w:t>
                                  </w:r>
                                </w:p>
                                <w:p w14:paraId="57450ADF" w14:textId="0F87882E" w:rsidR="00DC4321" w:rsidRDefault="00DC4321" w:rsidP="00D45A72">
                                  <w:pPr>
                                    <w:pStyle w:val="TemplateAdresse"/>
                                  </w:pPr>
                                  <w:r>
                                    <w:t>2025-</w:t>
                                  </w:r>
                                  <w:r w:rsidR="00AD4C38">
                                    <w:t>67704</w:t>
                                  </w:r>
                                </w:p>
                                <w:bookmarkEnd w:id="29"/>
                                <w:p w14:paraId="1164BF00" w14:textId="77777777" w:rsidR="007707F0" w:rsidRPr="00B5571A" w:rsidRDefault="007707F0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  <w:p w14:paraId="61002469" w14:textId="7DBE97AA" w:rsidR="007707F0" w:rsidRPr="00E93B98" w:rsidRDefault="00E93B9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0" w:name="SD_LAN_YourRef"/>
                                  <w:bookmarkStart w:id="31" w:name="HIF_SD_FLD_DeresRef"/>
                                  <w:r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>Deres ref.</w:t>
                                  </w:r>
                                  <w:bookmarkEnd w:id="30"/>
                                  <w:r w:rsidR="007707F0"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2" w:name="SD_FLD_DeresRef"/>
                                  <w:bookmarkEnd w:id="32"/>
                                </w:p>
                                <w:p w14:paraId="5D81BFF0" w14:textId="4A8B5810" w:rsidR="007707F0" w:rsidRPr="00E93B98" w:rsidRDefault="00E93B9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3" w:name="SD_LAN_CVR_N1"/>
                                  <w:bookmarkStart w:id="34" w:name="HIF_SD_FLD_DeresCVR"/>
                                  <w:bookmarkEnd w:id="31"/>
                                  <w:r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>CVR-nr.</w:t>
                                  </w:r>
                                  <w:bookmarkEnd w:id="33"/>
                                  <w:r w:rsidR="007707F0"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5" w:name="SD_FLD_DeresCVR"/>
                                  <w:bookmarkEnd w:id="35"/>
                                </w:p>
                                <w:p w14:paraId="55AD3453" w14:textId="67D30D3A" w:rsidR="007707F0" w:rsidRPr="00E93B98" w:rsidRDefault="00E93B9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6" w:name="SD_LAN_CPR"/>
                                  <w:bookmarkStart w:id="37" w:name="HIF_SD_FLD_CPRnr"/>
                                  <w:bookmarkEnd w:id="34"/>
                                  <w:r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>Cpr.-nr.</w:t>
                                  </w:r>
                                  <w:bookmarkEnd w:id="36"/>
                                  <w:r w:rsidR="007707F0"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8" w:name="SD_FLD_CPRnr"/>
                                  <w:r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End w:id="38"/>
                                </w:p>
                                <w:p w14:paraId="70BD41B2" w14:textId="507F6597" w:rsidR="007707F0" w:rsidRPr="00E93B98" w:rsidRDefault="00E93B98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9" w:name="SD_LAN_Copy"/>
                                  <w:bookmarkStart w:id="40" w:name="HIF_SD_FLD_KopiTil"/>
                                  <w:bookmarkEnd w:id="37"/>
                                  <w:r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>Kopi</w:t>
                                  </w:r>
                                  <w:bookmarkEnd w:id="39"/>
                                  <w:r w:rsidR="007707F0" w:rsidRPr="00E93B98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41" w:name="SD_FLD_KopiTil"/>
                                  <w:bookmarkEnd w:id="41"/>
                                </w:p>
                                <w:bookmarkEnd w:id="40"/>
                                <w:p w14:paraId="278E38EF" w14:textId="77777777" w:rsidR="007707F0" w:rsidRPr="005815CA" w:rsidRDefault="007707F0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</w:tc>
                            </w:tr>
                            <w:tr w:rsidR="007707F0" w14:paraId="4F451DC0" w14:textId="77777777" w:rsidTr="00514C3A">
                              <w:trPr>
                                <w:trHeight w:val="3214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14:paraId="0990D6C3" w14:textId="77777777" w:rsidR="007707F0" w:rsidRDefault="007707F0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2" w:name="SD_OFF_EkstraTekstHeader"/>
                                  <w:bookmarkEnd w:id="42"/>
                                </w:p>
                                <w:p w14:paraId="148BB901" w14:textId="77777777" w:rsidR="007707F0" w:rsidRDefault="007707F0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43" w:name="SD_OFF_EkstraTekstText"/>
                                  <w:bookmarkEnd w:id="43"/>
                                  <w:r>
                                    <w:rPr>
                                      <w:rFonts w:eastAsiaTheme="majorEastAsia"/>
                                      <w:szCs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993260B" w14:textId="77777777" w:rsidR="007707F0" w:rsidRPr="009974B5" w:rsidRDefault="007707F0" w:rsidP="007707F0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07493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alt="Titel: Kolofon oplysninger - Beskrivelse: Kolofonen indeholder adresseoplysninger, dato, sagsbehandler information og lignende for FIVU" style="position:absolute;margin-left:103.3pt;margin-top:0;width:154.5pt;height:585.65pt;z-index:25165568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7707F0" w14:paraId="162AF8A0" w14:textId="77777777" w:rsidTr="00514C3A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14:paraId="61344EA9" w14:textId="77777777" w:rsidR="007707F0" w:rsidRPr="00E93B98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44" w:name="SD_FLD_AfsenderUdvalg"/>
                            <w:bookmarkStart w:id="45" w:name="HIF_SD_FLD_AfsenderUdvalg"/>
                            <w:bookmarkEnd w:id="44"/>
                          </w:p>
                          <w:p w14:paraId="2EBAA088" w14:textId="77777777" w:rsidR="007707F0" w:rsidRPr="00E93B98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</w:p>
                          <w:bookmarkEnd w:id="45" w:displacedByCustomXml="next"/>
                          <w:sdt>
                            <w:sdtPr>
                              <w:tag w:val="DocumentDate"/>
                              <w:id w:val="-1320190017"/>
                              <w:placeholder>
                                <w:docPart w:val="31BF517B33034493B78001D757821337"/>
                              </w:placeholder>
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<w:text/>
                            </w:sdtPr>
                            <w:sdtEndPr/>
                            <w:sdtContent>
                              <w:p w14:paraId="48AD53E7" w14:textId="1116C9A8" w:rsidR="007707F0" w:rsidRDefault="00E93B98" w:rsidP="007B005E">
                                <w:pPr>
                                  <w:pStyle w:val="TemplateAdresse"/>
                                </w:pPr>
                                <w:r>
                                  <w:t>5. december 2025</w:t>
                                </w:r>
                              </w:p>
                            </w:sdtContent>
                          </w:sdt>
                          <w:p w14:paraId="3C789E3C" w14:textId="77777777" w:rsidR="007707F0" w:rsidRPr="00D63774" w:rsidRDefault="007707F0" w:rsidP="00B319DB">
                            <w:pPr>
                              <w:pStyle w:val="TemplateAdresse"/>
                            </w:pPr>
                          </w:p>
                          <w:p w14:paraId="7A5B2B0D" w14:textId="77777777" w:rsidR="007707F0" w:rsidRPr="00E93B98" w:rsidRDefault="00663B9E" w:rsidP="00B319DB">
                            <w:pPr>
                              <w:pStyle w:val="TemplateOfficeName"/>
                            </w:pPr>
                            <w:bookmarkStart w:id="46" w:name="SD_OFF_Myndighed"/>
                            <w:bookmarkStart w:id="47" w:name="HIF_SD_OFF_Myndighed"/>
                            <w:r w:rsidRPr="00E93B98">
                              <w:t>Uddannelses- og Forskningsstyrelsen</w:t>
                            </w:r>
                            <w:bookmarkEnd w:id="46"/>
                          </w:p>
                          <w:p w14:paraId="168F87F6" w14:textId="77777777" w:rsidR="007707F0" w:rsidRPr="00E93B98" w:rsidRDefault="007707F0" w:rsidP="00B319DB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48" w:name="SD_OFF_Undermyndighed"/>
                            <w:bookmarkStart w:id="49" w:name="HIF_SD_OFF_Undermyndighed"/>
                            <w:bookmarkEnd w:id="47"/>
                            <w:bookmarkEnd w:id="48"/>
                          </w:p>
                          <w:p w14:paraId="1B5FB41F" w14:textId="77777777" w:rsidR="007707F0" w:rsidRPr="00E93B98" w:rsidRDefault="00663B9E" w:rsidP="00B319DB">
                            <w:pPr>
                              <w:pStyle w:val="TemplateAdresse"/>
                            </w:pPr>
                            <w:bookmarkStart w:id="50" w:name="SD_USR_Kontornavn"/>
                            <w:bookmarkStart w:id="51" w:name="HIF_SD_USR_Kontornavn"/>
                            <w:bookmarkEnd w:id="49"/>
                            <w:r w:rsidRPr="00E93B98">
                              <w:t>Jura og Institutionspersonale</w:t>
                            </w:r>
                            <w:bookmarkEnd w:id="50"/>
                          </w:p>
                          <w:bookmarkEnd w:id="51"/>
                          <w:p w14:paraId="418DD53D" w14:textId="77777777" w:rsidR="007707F0" w:rsidRPr="00D63774" w:rsidRDefault="007707F0" w:rsidP="00B319DB">
                            <w:pPr>
                              <w:pStyle w:val="TemplateAdresse"/>
                            </w:pPr>
                          </w:p>
                          <w:p w14:paraId="793A660A" w14:textId="77777777" w:rsidR="007707F0" w:rsidRPr="00663B9E" w:rsidRDefault="00663B9E" w:rsidP="00B319DB">
                            <w:pPr>
                              <w:pStyle w:val="TemplateAdresse"/>
                            </w:pPr>
                            <w:bookmarkStart w:id="52" w:name="SD_OFF_Address"/>
                            <w:bookmarkStart w:id="53" w:name="HIF_SD_OFF_Address"/>
                            <w:r w:rsidRPr="00663B9E">
                              <w:t>Haraldsgade 53</w:t>
                            </w:r>
                            <w:r w:rsidRPr="00663B9E">
                              <w:br/>
                              <w:t>2100 København Ø</w:t>
                            </w:r>
                            <w:bookmarkEnd w:id="52"/>
                          </w:p>
                          <w:p w14:paraId="50698884" w14:textId="5B3EAE5A" w:rsidR="007707F0" w:rsidRPr="00663B9E" w:rsidRDefault="00E93B98" w:rsidP="00B319DB">
                            <w:pPr>
                              <w:pStyle w:val="TemplateAdresse"/>
                            </w:pPr>
                            <w:bookmarkStart w:id="54" w:name="SD_LAN_Phone"/>
                            <w:bookmarkStart w:id="55" w:name="HIF_SD_OFF_Phone"/>
                            <w:bookmarkEnd w:id="53"/>
                            <w:r>
                              <w:t>Tel.</w:t>
                            </w:r>
                            <w:bookmarkEnd w:id="54"/>
                            <w:r w:rsidR="007707F0" w:rsidRPr="00663B9E">
                              <w:t xml:space="preserve"> </w:t>
                            </w:r>
                            <w:bookmarkStart w:id="56" w:name="SD_OFF_Phone"/>
                            <w:r w:rsidR="00663B9E" w:rsidRPr="00663B9E">
                              <w:t>7231 7800</w:t>
                            </w:r>
                            <w:bookmarkEnd w:id="56"/>
                          </w:p>
                          <w:p w14:paraId="7BA70598" w14:textId="77777777" w:rsidR="007707F0" w:rsidRPr="001E3430" w:rsidRDefault="007707F0" w:rsidP="00B319DB">
                            <w:pPr>
                              <w:pStyle w:val="Template-Mail"/>
                            </w:pPr>
                            <w:bookmarkStart w:id="57" w:name="HIF_SD_OFF_Email"/>
                            <w:bookmarkEnd w:id="55"/>
                          </w:p>
                          <w:p w14:paraId="518E89A9" w14:textId="77777777" w:rsidR="007707F0" w:rsidRPr="00663B9E" w:rsidRDefault="00663B9E" w:rsidP="00B319DB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  <w:bookmarkStart w:id="58" w:name="SD_OFF_Web"/>
                            <w:bookmarkStart w:id="59" w:name="HIF_SD_OFF_Web"/>
                            <w:bookmarkEnd w:id="57"/>
                            <w:r w:rsidRPr="00663B9E">
                              <w:rPr>
                                <w:rFonts w:eastAsiaTheme="majorEastAsia"/>
                              </w:rPr>
                              <w:t>www.ufm.dk</w:t>
                            </w:r>
                            <w:bookmarkEnd w:id="58"/>
                          </w:p>
                          <w:bookmarkEnd w:id="59"/>
                          <w:p w14:paraId="6443F288" w14:textId="77777777" w:rsidR="007707F0" w:rsidRPr="001E3430" w:rsidRDefault="007707F0" w:rsidP="00B319DB">
                            <w:pPr>
                              <w:pStyle w:val="TemplateAdresse"/>
                            </w:pPr>
                          </w:p>
                          <w:p w14:paraId="1DBC38F4" w14:textId="4D131EBF" w:rsidR="007707F0" w:rsidRPr="00663B9E" w:rsidRDefault="00E93B98" w:rsidP="00B319DB">
                            <w:pPr>
                              <w:pStyle w:val="TemplateAdresse"/>
                            </w:pPr>
                            <w:bookmarkStart w:id="60" w:name="SD_LAN_CVR"/>
                            <w:bookmarkStart w:id="61" w:name="HIF_SD_OFF_CVR"/>
                            <w:r>
                              <w:t>CVR-nr.</w:t>
                            </w:r>
                            <w:bookmarkEnd w:id="60"/>
                            <w:r w:rsidR="007707F0" w:rsidRPr="00663B9E">
                              <w:t xml:space="preserve"> </w:t>
                            </w:r>
                            <w:bookmarkStart w:id="62" w:name="SD_OFF_CVR"/>
                            <w:r w:rsidR="00663B9E" w:rsidRPr="00663B9E">
                              <w:rPr>
                                <w:rFonts w:eastAsiaTheme="majorEastAsia"/>
                              </w:rPr>
                              <w:t>3404 2012</w:t>
                            </w:r>
                            <w:bookmarkEnd w:id="62"/>
                          </w:p>
                          <w:bookmarkEnd w:id="61"/>
                          <w:p w14:paraId="58E1B18B" w14:textId="77777777" w:rsidR="007707F0" w:rsidRPr="001E3430" w:rsidRDefault="007707F0" w:rsidP="00B319DB">
                            <w:pPr>
                              <w:pStyle w:val="TemplateAdresse"/>
                            </w:pPr>
                          </w:p>
                          <w:p w14:paraId="65651795" w14:textId="18515EE3" w:rsidR="007707F0" w:rsidRPr="009B602C" w:rsidRDefault="00E93B98" w:rsidP="00B319DB">
                            <w:pPr>
                              <w:pStyle w:val="TemplateAdresse"/>
                            </w:pPr>
                            <w:bookmarkStart w:id="63" w:name="SD_LAN_Sagsbehandler"/>
                            <w:bookmarkStart w:id="64" w:name="HideSagsbehandler"/>
                            <w:bookmarkStart w:id="65" w:name="HideSagsbehandlerFull"/>
                            <w:r>
                              <w:t>Sagsbehandler</w:t>
                            </w:r>
                            <w:bookmarkEnd w:id="63"/>
                          </w:p>
                          <w:p w14:paraId="72469328" w14:textId="1F4534D6" w:rsidR="007707F0" w:rsidRPr="008E7974" w:rsidRDefault="00663B9E" w:rsidP="00B319DB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bookmarkStart w:id="66" w:name="SD_USR_Name_N1"/>
                            <w:r w:rsidRPr="008E7974">
                              <w:rPr>
                                <w:lang w:val="en-US"/>
                              </w:rPr>
                              <w:t>Cecilie Rahbek Wassberg</w:t>
                            </w:r>
                            <w:bookmarkEnd w:id="66"/>
                          </w:p>
                          <w:p w14:paraId="3D08B7FB" w14:textId="020931D0" w:rsidR="00A71CF3" w:rsidRPr="008E7974" w:rsidRDefault="00A71CF3" w:rsidP="00B319DB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  <w:r w:rsidRPr="008E7974">
                              <w:rPr>
                                <w:lang w:val="en-US"/>
                              </w:rPr>
                              <w:t>Tel. 72 31 91 62</w:t>
                            </w:r>
                          </w:p>
                          <w:p w14:paraId="40C570DF" w14:textId="49A4D00D" w:rsidR="007707F0" w:rsidRPr="008E7974" w:rsidRDefault="00DC4321" w:rsidP="00B319DB">
                            <w:pPr>
                              <w:pStyle w:val="Template-Mail"/>
                              <w:rPr>
                                <w:lang w:val="en-US"/>
                              </w:rPr>
                            </w:pPr>
                            <w:bookmarkStart w:id="67" w:name="SD_USR_Email"/>
                            <w:bookmarkStart w:id="68" w:name="HideDirekteNummer"/>
                            <w:bookmarkStart w:id="69" w:name="HIF_SD_USR_Email"/>
                            <w:bookmarkEnd w:id="64"/>
                            <w:r w:rsidRPr="008E7974">
                              <w:rPr>
                                <w:lang w:val="en-US"/>
                              </w:rPr>
                              <w:t>cerw</w:t>
                            </w:r>
                            <w:r w:rsidR="00663B9E" w:rsidRPr="008E7974">
                              <w:rPr>
                                <w:lang w:val="en-US"/>
                              </w:rPr>
                              <w:t>@ufm.dk</w:t>
                            </w:r>
                            <w:bookmarkEnd w:id="67"/>
                          </w:p>
                          <w:p w14:paraId="718803C2" w14:textId="77777777" w:rsidR="007707F0" w:rsidRPr="00E93B98" w:rsidRDefault="007707F0" w:rsidP="00B319DB">
                            <w:pPr>
                              <w:pStyle w:val="TemplateAdresse"/>
                              <w:rPr>
                                <w:vanish/>
                                <w:lang w:val="en-US"/>
                              </w:rPr>
                            </w:pPr>
                            <w:bookmarkStart w:id="70" w:name="SD_FLD_Web"/>
                            <w:bookmarkStart w:id="71" w:name="HIF_SD_FLD_Web"/>
                            <w:bookmarkEnd w:id="68"/>
                            <w:bookmarkEnd w:id="69"/>
                            <w:bookmarkEnd w:id="70"/>
                          </w:p>
                          <w:bookmarkEnd w:id="71"/>
                          <w:p w14:paraId="0A052723" w14:textId="77777777" w:rsidR="007707F0" w:rsidRPr="008E7974" w:rsidRDefault="007707F0" w:rsidP="00B319DB">
                            <w:pPr>
                              <w:pStyle w:val="TemplateAdresse"/>
                              <w:rPr>
                                <w:lang w:val="en-US"/>
                              </w:rPr>
                            </w:pPr>
                          </w:p>
                          <w:p w14:paraId="02BB0E5C" w14:textId="35A2237A" w:rsidR="007707F0" w:rsidRPr="00B5571A" w:rsidRDefault="00E93B98" w:rsidP="005815CA">
                            <w:pPr>
                              <w:pStyle w:val="TemplateAdresse"/>
                            </w:pPr>
                            <w:bookmarkStart w:id="72" w:name="SD_LAN_SagsNr"/>
                            <w:bookmarkStart w:id="73" w:name="HIF_SD_FLD_Sagsnr"/>
                            <w:bookmarkEnd w:id="65"/>
                            <w:r>
                              <w:t>Ref.-nr.</w:t>
                            </w:r>
                            <w:bookmarkEnd w:id="72"/>
                          </w:p>
                          <w:p w14:paraId="5D228C14" w14:textId="52CE543E" w:rsidR="00D45A72" w:rsidRDefault="00D45A72" w:rsidP="00D45A72">
                            <w:pPr>
                              <w:pStyle w:val="TemplateAdresse"/>
                            </w:pPr>
                            <w:r>
                              <w:t>1112934</w:t>
                            </w:r>
                          </w:p>
                          <w:p w14:paraId="5082C057" w14:textId="27EA63B4" w:rsidR="00DC4321" w:rsidRDefault="00DC4321" w:rsidP="00D45A72">
                            <w:pPr>
                              <w:pStyle w:val="TemplateAdresse"/>
                            </w:pPr>
                          </w:p>
                          <w:p w14:paraId="65FFC129" w14:textId="771E0F7C" w:rsidR="00DC4321" w:rsidRDefault="00DC4321" w:rsidP="00D45A72">
                            <w:pPr>
                              <w:pStyle w:val="TemplateAdresse"/>
                            </w:pPr>
                            <w:r>
                              <w:t xml:space="preserve">Sagsnr. </w:t>
                            </w:r>
                          </w:p>
                          <w:p w14:paraId="57450ADF" w14:textId="0F87882E" w:rsidR="00DC4321" w:rsidRDefault="00DC4321" w:rsidP="00D45A72">
                            <w:pPr>
                              <w:pStyle w:val="TemplateAdresse"/>
                            </w:pPr>
                            <w:r>
                              <w:t>2025-</w:t>
                            </w:r>
                            <w:r w:rsidR="00AD4C38">
                              <w:t>67704</w:t>
                            </w:r>
                          </w:p>
                          <w:bookmarkEnd w:id="73"/>
                          <w:p w14:paraId="1164BF00" w14:textId="77777777" w:rsidR="007707F0" w:rsidRPr="00B5571A" w:rsidRDefault="007707F0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  <w:p w14:paraId="61002469" w14:textId="7DBE97AA" w:rsidR="007707F0" w:rsidRPr="00E93B98" w:rsidRDefault="00E93B9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74" w:name="SD_LAN_YourRef"/>
                            <w:bookmarkStart w:id="75" w:name="HIF_SD_FLD_DeresRef"/>
                            <w:r w:rsidRPr="00E93B98">
                              <w:rPr>
                                <w:rFonts w:eastAsiaTheme="majorEastAsia"/>
                                <w:vanish/>
                              </w:rPr>
                              <w:t>Deres ref.</w:t>
                            </w:r>
                            <w:bookmarkEnd w:id="74"/>
                            <w:r w:rsidR="007707F0" w:rsidRPr="00E93B9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76" w:name="SD_FLD_DeresRef"/>
                            <w:bookmarkEnd w:id="76"/>
                          </w:p>
                          <w:p w14:paraId="5D81BFF0" w14:textId="4A8B5810" w:rsidR="007707F0" w:rsidRPr="00E93B98" w:rsidRDefault="00E93B9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77" w:name="SD_LAN_CVR_N1"/>
                            <w:bookmarkStart w:id="78" w:name="HIF_SD_FLD_DeresCVR"/>
                            <w:bookmarkEnd w:id="75"/>
                            <w:r w:rsidRPr="00E93B98">
                              <w:rPr>
                                <w:rFonts w:eastAsiaTheme="majorEastAsia"/>
                                <w:vanish/>
                              </w:rPr>
                              <w:t>CVR-nr.</w:t>
                            </w:r>
                            <w:bookmarkEnd w:id="77"/>
                            <w:r w:rsidR="007707F0" w:rsidRPr="00E93B9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79" w:name="SD_FLD_DeresCVR"/>
                            <w:bookmarkEnd w:id="79"/>
                          </w:p>
                          <w:p w14:paraId="55AD3453" w14:textId="67D30D3A" w:rsidR="007707F0" w:rsidRPr="00E93B98" w:rsidRDefault="00E93B9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0" w:name="SD_LAN_CPR"/>
                            <w:bookmarkStart w:id="81" w:name="HIF_SD_FLD_CPRnr"/>
                            <w:bookmarkEnd w:id="78"/>
                            <w:r w:rsidRPr="00E93B98">
                              <w:rPr>
                                <w:rFonts w:eastAsiaTheme="majorEastAsia"/>
                                <w:vanish/>
                              </w:rPr>
                              <w:t>Cpr.-nr.</w:t>
                            </w:r>
                            <w:bookmarkEnd w:id="80"/>
                            <w:r w:rsidR="007707F0" w:rsidRPr="00E93B9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2" w:name="SD_FLD_CPRnr"/>
                            <w:r w:rsidRPr="00E93B9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End w:id="82"/>
                          </w:p>
                          <w:p w14:paraId="70BD41B2" w14:textId="507F6597" w:rsidR="007707F0" w:rsidRPr="00E93B98" w:rsidRDefault="00E93B98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83" w:name="SD_LAN_Copy"/>
                            <w:bookmarkStart w:id="84" w:name="HIF_SD_FLD_KopiTil"/>
                            <w:bookmarkEnd w:id="81"/>
                            <w:r w:rsidRPr="00E93B98">
                              <w:rPr>
                                <w:rFonts w:eastAsiaTheme="majorEastAsia"/>
                                <w:vanish/>
                              </w:rPr>
                              <w:t>Kopi</w:t>
                            </w:r>
                            <w:bookmarkEnd w:id="83"/>
                            <w:r w:rsidR="007707F0" w:rsidRPr="00E93B98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85" w:name="SD_FLD_KopiTil"/>
                            <w:bookmarkEnd w:id="85"/>
                          </w:p>
                          <w:bookmarkEnd w:id="84"/>
                          <w:p w14:paraId="278E38EF" w14:textId="77777777" w:rsidR="007707F0" w:rsidRPr="005815CA" w:rsidRDefault="007707F0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</w:tc>
                      </w:tr>
                      <w:tr w:rsidR="007707F0" w14:paraId="4F451DC0" w14:textId="77777777" w:rsidTr="00514C3A">
                        <w:trPr>
                          <w:trHeight w:val="3214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14:paraId="0990D6C3" w14:textId="77777777" w:rsidR="007707F0" w:rsidRDefault="007707F0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86" w:name="SD_OFF_EkstraTekstHeader"/>
                            <w:bookmarkEnd w:id="86"/>
                          </w:p>
                          <w:p w14:paraId="148BB901" w14:textId="77777777" w:rsidR="007707F0" w:rsidRDefault="007707F0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87" w:name="SD_OFF_EkstraTekstText"/>
                            <w:bookmarkEnd w:id="87"/>
                            <w:r>
                              <w:rPr>
                                <w:rFonts w:eastAsiaTheme="majorEastAsia"/>
                                <w:szCs w:val="1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993260B" w14:textId="77777777" w:rsidR="007707F0" w:rsidRPr="009974B5" w:rsidRDefault="007707F0" w:rsidP="007707F0">
                      <w:pPr>
                        <w:pStyle w:val="TemplateAdresse"/>
                        <w:rPr>
                          <w:rFonts w:eastAsiaTheme="majorEastAsia"/>
                          <w:szCs w:val="13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Modtager oplysninger"/>
        <w:tblDescription w:val="Navn, adresse og post adresse"/>
      </w:tblPr>
      <w:tblGrid>
        <w:gridCol w:w="7313"/>
      </w:tblGrid>
      <w:tr w:rsidR="00055B05" w:rsidRPr="00E93B98" w14:paraId="44D57DB6" w14:textId="77777777" w:rsidTr="00514C3A">
        <w:trPr>
          <w:trHeight w:val="3075"/>
          <w:tblHeader/>
        </w:trPr>
        <w:tc>
          <w:tcPr>
            <w:tcW w:w="7313" w:type="dxa"/>
          </w:tcPr>
          <w:p w14:paraId="31C74602" w14:textId="1A4B24C1" w:rsidR="000E09DC" w:rsidRPr="00E93B98" w:rsidRDefault="000E09DC" w:rsidP="000945B2">
            <w:pPr>
              <w:pStyle w:val="Modtageradresse"/>
              <w:rPr>
                <w:rStyle w:val="Linjenummer"/>
              </w:rPr>
            </w:pPr>
          </w:p>
        </w:tc>
      </w:tr>
    </w:tbl>
    <w:p w14:paraId="5B801711" w14:textId="2904A6AF" w:rsidR="00366E8C" w:rsidRPr="00E93B98" w:rsidRDefault="00A71CF3" w:rsidP="00E36180">
      <w:pPr>
        <w:rPr>
          <w:b/>
          <w:bCs/>
        </w:rPr>
      </w:pPr>
      <w:r w:rsidRPr="00E93B98">
        <w:rPr>
          <w:b/>
          <w:bCs/>
        </w:rPr>
        <w:t>Høring over udkast til ny bekendtgørelse om adgang til videregående kunstneriske uddannelser tilrettelagt på heltid (adgangsbekendtgørelsen)</w:t>
      </w:r>
    </w:p>
    <w:p w14:paraId="5C01DC96" w14:textId="40582812" w:rsidR="00055B05" w:rsidRPr="00E93B98" w:rsidRDefault="00055B05" w:rsidP="00055B05">
      <w:pPr>
        <w:rPr>
          <w:b/>
          <w:bCs/>
        </w:rPr>
      </w:pPr>
    </w:p>
    <w:p w14:paraId="11061475" w14:textId="6A6E2485" w:rsidR="00A71CF3" w:rsidRPr="00E93B98" w:rsidRDefault="00A71CF3" w:rsidP="00055B05">
      <w:r w:rsidRPr="00E93B98">
        <w:t>Uddannelses- og Forskningsstyrelsen sender hermed udkast til bekendtgørelse om adgang til videregående kunstneriske uddannelser tilrettelagt på heltid i høring.</w:t>
      </w:r>
    </w:p>
    <w:p w14:paraId="1E7C049E" w14:textId="16C9F65F" w:rsidR="00A71CF3" w:rsidRPr="00E93B98" w:rsidRDefault="00A71CF3" w:rsidP="00055B05"/>
    <w:p w14:paraId="3DD3379D" w14:textId="74103B74" w:rsidR="00A71CF3" w:rsidRPr="00E93B98" w:rsidRDefault="00A71CF3" w:rsidP="00055B05">
      <w:r w:rsidRPr="00E93B98">
        <w:t>De</w:t>
      </w:r>
      <w:r w:rsidR="008E7974" w:rsidRPr="00E93B98">
        <w:t>n</w:t>
      </w:r>
      <w:r w:rsidRPr="00E93B98">
        <w:t xml:space="preserve"> væsentligste ændring er følgende: </w:t>
      </w:r>
    </w:p>
    <w:p w14:paraId="235EE2C2" w14:textId="3F3F37E6" w:rsidR="00A71CF3" w:rsidRPr="00E93B98" w:rsidRDefault="00A71CF3" w:rsidP="00A71CF3">
      <w:pPr>
        <w:pStyle w:val="Listeafsnit"/>
        <w:numPr>
          <w:ilvl w:val="0"/>
          <w:numId w:val="26"/>
        </w:numPr>
      </w:pPr>
      <w:r w:rsidRPr="00E93B98">
        <w:t>nye regler for afslag/udskrivning af ansøgere/studerende uden lovligt ophold i Danmark</w:t>
      </w:r>
      <w:r w:rsidR="00AB5E4B" w:rsidRPr="00E93B98">
        <w:t>.</w:t>
      </w:r>
    </w:p>
    <w:p w14:paraId="6847B19B" w14:textId="77777777" w:rsidR="001321D2" w:rsidRPr="00E93B98" w:rsidRDefault="001321D2" w:rsidP="007C53BD">
      <w:pPr>
        <w:ind w:left="360"/>
      </w:pPr>
    </w:p>
    <w:p w14:paraId="47A5F558" w14:textId="77777777" w:rsidR="00A71CF3" w:rsidRPr="00E93B98" w:rsidRDefault="00A71CF3" w:rsidP="00055B05">
      <w:pPr>
        <w:keepNext/>
        <w:keepLines/>
      </w:pPr>
      <w:r w:rsidRPr="00E93B98">
        <w:t xml:space="preserve">Styrelsen skal anmode om eventuelle bemærkninger til høringsudkastet sendes til </w:t>
      </w:r>
      <w:hyperlink r:id="rId9" w:history="1">
        <w:r w:rsidRPr="00E93B98">
          <w:rPr>
            <w:rStyle w:val="Hyperlink"/>
          </w:rPr>
          <w:t>ufs-hoering@ufm.dk</w:t>
        </w:r>
      </w:hyperlink>
      <w:r w:rsidRPr="00E93B98">
        <w:t xml:space="preserve">, cc. </w:t>
      </w:r>
      <w:hyperlink r:id="rId10" w:history="1">
        <w:r w:rsidRPr="00E93B98">
          <w:rPr>
            <w:rStyle w:val="Hyperlink"/>
          </w:rPr>
          <w:t>cerw@ufm.dk</w:t>
        </w:r>
      </w:hyperlink>
      <w:r w:rsidRPr="00E93B98">
        <w:t xml:space="preserve"> med reference til sag 2025-67704 senest </w:t>
      </w:r>
    </w:p>
    <w:p w14:paraId="6302FA6C" w14:textId="77777777" w:rsidR="00A71CF3" w:rsidRPr="00E93B98" w:rsidRDefault="00A71CF3" w:rsidP="00055B05">
      <w:pPr>
        <w:keepNext/>
        <w:keepLines/>
      </w:pPr>
    </w:p>
    <w:p w14:paraId="3B726736" w14:textId="41EBB51B" w:rsidR="00A71CF3" w:rsidRPr="00E93B98" w:rsidRDefault="005E1252" w:rsidP="00A71CF3">
      <w:pPr>
        <w:keepNext/>
        <w:keepLines/>
        <w:jc w:val="center"/>
        <w:rPr>
          <w:b/>
          <w:bCs/>
        </w:rPr>
      </w:pPr>
      <w:r>
        <w:rPr>
          <w:b/>
          <w:bCs/>
        </w:rPr>
        <w:t>Fre</w:t>
      </w:r>
      <w:r w:rsidR="007C53BD" w:rsidRPr="00E93B98">
        <w:rPr>
          <w:b/>
          <w:bCs/>
        </w:rPr>
        <w:t>dag</w:t>
      </w:r>
      <w:r w:rsidR="00A71CF3" w:rsidRPr="00E93B98">
        <w:rPr>
          <w:b/>
          <w:bCs/>
        </w:rPr>
        <w:t xml:space="preserve"> den 1</w:t>
      </w:r>
      <w:r>
        <w:rPr>
          <w:b/>
          <w:bCs/>
        </w:rPr>
        <w:t>6</w:t>
      </w:r>
      <w:r w:rsidR="00A71CF3" w:rsidRPr="00E93B98">
        <w:rPr>
          <w:b/>
          <w:bCs/>
        </w:rPr>
        <w:t xml:space="preserve">. </w:t>
      </w:r>
      <w:r w:rsidR="007C53BD" w:rsidRPr="00E93B98">
        <w:rPr>
          <w:b/>
          <w:bCs/>
        </w:rPr>
        <w:t>januar</w:t>
      </w:r>
      <w:r w:rsidR="00A71CF3" w:rsidRPr="00E93B98">
        <w:rPr>
          <w:b/>
          <w:bCs/>
        </w:rPr>
        <w:t xml:space="preserve"> 202</w:t>
      </w:r>
      <w:r w:rsidR="007C53BD" w:rsidRPr="00E93B98">
        <w:rPr>
          <w:b/>
          <w:bCs/>
        </w:rPr>
        <w:t>6</w:t>
      </w:r>
      <w:r w:rsidR="00A71CF3" w:rsidRPr="00E93B98">
        <w:rPr>
          <w:b/>
          <w:bCs/>
        </w:rPr>
        <w:t>, kl. 12:00.</w:t>
      </w:r>
    </w:p>
    <w:p w14:paraId="07D6D7C5" w14:textId="77777777" w:rsidR="00A71CF3" w:rsidRPr="00E93B98" w:rsidRDefault="00A71CF3" w:rsidP="00055B05">
      <w:pPr>
        <w:keepNext/>
        <w:keepLines/>
      </w:pPr>
    </w:p>
    <w:p w14:paraId="4E785888" w14:textId="7A16E892" w:rsidR="0061796E" w:rsidRPr="00E93B98" w:rsidRDefault="00A71CF3" w:rsidP="00055B05">
      <w:pPr>
        <w:keepNext/>
        <w:keepLines/>
      </w:pPr>
      <w:r w:rsidRPr="00E93B98">
        <w:t xml:space="preserve">Spørgsmål til høringsudkastet bedes rettet til undertegnede, Cecilie Rahbek Wassberg, e-mail: </w:t>
      </w:r>
      <w:hyperlink r:id="rId11" w:history="1">
        <w:r w:rsidRPr="00E93B98">
          <w:rPr>
            <w:rStyle w:val="Hyperlink"/>
          </w:rPr>
          <w:t>cerw@ufm.dk</w:t>
        </w:r>
      </w:hyperlink>
      <w:r w:rsidRPr="00E93B98">
        <w:t xml:space="preserve"> og telefonnummer: 72 31 91 62.</w:t>
      </w:r>
    </w:p>
    <w:p w14:paraId="79E944C6" w14:textId="3CA47BD8" w:rsidR="000D32A6" w:rsidRPr="00E93B98" w:rsidRDefault="000D32A6" w:rsidP="00055B05">
      <w:pPr>
        <w:keepNext/>
        <w:keepLines/>
      </w:pPr>
    </w:p>
    <w:p w14:paraId="0D2FE18B" w14:textId="7636136B" w:rsidR="00A71CF3" w:rsidRPr="00E93B98" w:rsidRDefault="00A71CF3" w:rsidP="00055B05">
      <w:pPr>
        <w:keepNext/>
        <w:keepLines/>
      </w:pPr>
      <w:r w:rsidRPr="00E93B98">
        <w:t>Høringen er også offentliggjort på Høringsportalen.dk. Høringssvar fra ikke-ministerielle høringsparter offentliggøres på Høringsportalen efter høringsfristens udløb. Ved afgivelse af høringssvar samtykker høringsparten i, at vedkommendes høringssvar, inkl. navn og evt. angivet adresse eller e-mailadresse offentliggøres på Høringsportalen efter endt høring</w:t>
      </w:r>
      <w:r w:rsidR="00015D06" w:rsidRPr="00E93B98">
        <w:t>.</w:t>
      </w:r>
    </w:p>
    <w:p w14:paraId="36EC88FE" w14:textId="77777777" w:rsidR="00015D06" w:rsidRPr="00E93B98" w:rsidRDefault="00015D06" w:rsidP="00055B05">
      <w:pPr>
        <w:keepNext/>
        <w:keepLines/>
      </w:pPr>
    </w:p>
    <w:p w14:paraId="281805D5" w14:textId="77777777" w:rsidR="00A71CF3" w:rsidRPr="00E93B98" w:rsidRDefault="00A71CF3" w:rsidP="00055B05">
      <w:pPr>
        <w:keepNext/>
        <w:keepLines/>
      </w:pPr>
    </w:p>
    <w:p w14:paraId="7C2116C0" w14:textId="50747344" w:rsidR="007707F0" w:rsidRPr="00E93B98" w:rsidRDefault="00E93B98" w:rsidP="00A71CF3">
      <w:pPr>
        <w:keepNext/>
        <w:keepLines/>
      </w:pPr>
      <w:bookmarkStart w:id="88" w:name="SD_LAN_BestRegards"/>
      <w:r w:rsidRPr="00E93B98">
        <w:t>Med venlig hilsen</w:t>
      </w:r>
      <w:bookmarkEnd w:id="88"/>
    </w:p>
    <w:p w14:paraId="79BA5AA0" w14:textId="6ABAA1D4" w:rsidR="00055B05" w:rsidRPr="00E93B98" w:rsidRDefault="00A71CF3" w:rsidP="00055B05">
      <w:pPr>
        <w:keepNext/>
        <w:keepLines/>
      </w:pPr>
      <w:r w:rsidRPr="00E93B98">
        <w:rPr>
          <w:noProof/>
        </w:rPr>
        <w:drawing>
          <wp:inline distT="0" distB="0" distL="0" distR="0" wp14:anchorId="7CB44F89" wp14:editId="27ACE678">
            <wp:extent cx="1328468" cy="337745"/>
            <wp:effectExtent l="0" t="0" r="5080" b="571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808" cy="3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9" w:name="SD_CNT_Signatur"/>
      <w:bookmarkEnd w:id="89"/>
    </w:p>
    <w:p w14:paraId="7D33922D" w14:textId="77777777" w:rsidR="00055B05" w:rsidRPr="00E93B98" w:rsidRDefault="00663B9E" w:rsidP="00055B05">
      <w:pPr>
        <w:keepNext/>
        <w:keepLines/>
      </w:pPr>
      <w:bookmarkStart w:id="90" w:name="SD_USR_Name"/>
      <w:bookmarkStart w:id="91" w:name="HIF_SD_USR_Name"/>
      <w:r w:rsidRPr="00E93B98">
        <w:t>Cecilie Rahbek Wassberg</w:t>
      </w:r>
      <w:bookmarkEnd w:id="90"/>
    </w:p>
    <w:p w14:paraId="3E7BB179" w14:textId="52D10356" w:rsidR="001321D2" w:rsidRPr="00E93B98" w:rsidRDefault="00663B9E" w:rsidP="00FC20D7">
      <w:bookmarkStart w:id="92" w:name="SD_USR_Title"/>
      <w:bookmarkEnd w:id="91"/>
      <w:r w:rsidRPr="00E93B98">
        <w:t>Fuldmægtig</w:t>
      </w:r>
      <w:bookmarkEnd w:id="92"/>
    </w:p>
    <w:p w14:paraId="3779E278" w14:textId="724256CB" w:rsidR="001321D2" w:rsidRPr="00E93B98" w:rsidRDefault="001321D2">
      <w:pPr>
        <w:rPr>
          <w:b/>
          <w:bCs/>
        </w:rPr>
      </w:pPr>
      <w:r w:rsidRPr="00E93B98">
        <w:br w:type="page"/>
      </w:r>
      <w:r w:rsidRPr="00E93B98">
        <w:rPr>
          <w:b/>
          <w:bCs/>
        </w:rPr>
        <w:lastRenderedPageBreak/>
        <w:t>Bemærkninger til ændringer i bestemmelser:</w:t>
      </w:r>
    </w:p>
    <w:p w14:paraId="7608A17B" w14:textId="67AF26E9" w:rsidR="001321D2" w:rsidRPr="00E93B98" w:rsidRDefault="001321D2">
      <w:pPr>
        <w:rPr>
          <w:b/>
          <w:bCs/>
        </w:rPr>
      </w:pPr>
    </w:p>
    <w:p w14:paraId="0D8CA553" w14:textId="0966368C" w:rsidR="00BE442F" w:rsidRPr="00E93B98" w:rsidRDefault="00BE442F">
      <w:r w:rsidRPr="00E93B98">
        <w:rPr>
          <w:b/>
          <w:bCs/>
        </w:rPr>
        <w:t>§ 2</w:t>
      </w:r>
      <w:r w:rsidR="007C53BD" w:rsidRPr="00E93B98">
        <w:rPr>
          <w:b/>
          <w:bCs/>
        </w:rPr>
        <w:t xml:space="preserve"> </w:t>
      </w:r>
      <w:r w:rsidR="007C53BD" w:rsidRPr="00E93B98">
        <w:t xml:space="preserve">- Ny procesbestemmelse, som beskriver forudsætningerne for optagelse og indskrivning på en uddannelse. Bestemmelsen er analog til tilsvarende bestemmelser i øvrige adgangsbekendtgørelser. </w:t>
      </w:r>
    </w:p>
    <w:p w14:paraId="24E9B617" w14:textId="77777777" w:rsidR="007C53BD" w:rsidRPr="00E93B98" w:rsidRDefault="007C53BD">
      <w:pPr>
        <w:rPr>
          <w:b/>
          <w:bCs/>
        </w:rPr>
      </w:pPr>
    </w:p>
    <w:p w14:paraId="5B1BCBA5" w14:textId="0D96681D" w:rsidR="00892777" w:rsidRPr="00E93B98" w:rsidRDefault="001321D2">
      <w:r w:rsidRPr="00E93B98">
        <w:rPr>
          <w:b/>
          <w:bCs/>
        </w:rPr>
        <w:t xml:space="preserve">§ </w:t>
      </w:r>
      <w:r w:rsidR="00E93B98">
        <w:rPr>
          <w:b/>
          <w:bCs/>
        </w:rPr>
        <w:t>4</w:t>
      </w:r>
      <w:r w:rsidRPr="00E93B98">
        <w:rPr>
          <w:b/>
          <w:bCs/>
        </w:rPr>
        <w:t>,</w:t>
      </w:r>
      <w:r w:rsidR="00BE442F" w:rsidRPr="00E93B98">
        <w:rPr>
          <w:b/>
          <w:bCs/>
        </w:rPr>
        <w:t xml:space="preserve"> </w:t>
      </w:r>
      <w:r w:rsidRPr="00E93B98">
        <w:rPr>
          <w:b/>
          <w:bCs/>
        </w:rPr>
        <w:t>stk. 2</w:t>
      </w:r>
      <w:r w:rsidRPr="00E93B98">
        <w:t xml:space="preserve"> – ny bestemmelse, som vedrører </w:t>
      </w:r>
      <w:r w:rsidR="00892777" w:rsidRPr="00E93B98">
        <w:t>personer</w:t>
      </w:r>
      <w:r w:rsidRPr="00E93B98">
        <w:t>, som ikke har lovligt opholdsgrundlag i Danmark. Bestemmelsen skal forhindre</w:t>
      </w:r>
      <w:r w:rsidR="00892777" w:rsidRPr="00E93B98">
        <w:t>, at ansøgere</w:t>
      </w:r>
      <w:r w:rsidRPr="00E93B98">
        <w:t xml:space="preserve"> </w:t>
      </w:r>
      <w:r w:rsidR="00892777" w:rsidRPr="00E93B98">
        <w:t xml:space="preserve">uden lovligt opholdsgrundlag kan blive optaget på en videregående uddannelse, og at indskrevne studerende bliver udskrevet, hvis de mister deres lovlige opholdsgrundlag i Danmark. </w:t>
      </w:r>
    </w:p>
    <w:p w14:paraId="10F53612" w14:textId="77777777" w:rsidR="00892777" w:rsidRPr="00E93B98" w:rsidRDefault="00892777"/>
    <w:p w14:paraId="465865D7" w14:textId="29553474" w:rsidR="001321D2" w:rsidRPr="00E93B98" w:rsidRDefault="00892777">
      <w:r w:rsidRPr="00E93B98">
        <w:t xml:space="preserve">Ud over tilføjelsen i § </w:t>
      </w:r>
      <w:r w:rsidR="00E93B98">
        <w:t>4</w:t>
      </w:r>
      <w:r w:rsidRPr="00E93B98">
        <w:t xml:space="preserve">, stk. 2, er der derfor også </w:t>
      </w:r>
      <w:r w:rsidR="001321D2" w:rsidRPr="00E93B98">
        <w:t>et nyt nr. 7 i udskrivningsbestemmelsen (§ 3</w:t>
      </w:r>
      <w:r w:rsidR="00E93B98">
        <w:t>9</w:t>
      </w:r>
      <w:r w:rsidRPr="00E93B98">
        <w:t xml:space="preserve">). </w:t>
      </w:r>
      <w:r w:rsidR="001321D2" w:rsidRPr="00E93B98">
        <w:t>Reglerne følger af lovforslag L5 stillet af udlændinge- og integrationsministeren, som forventes vedtaget af Folketinget inden jul</w:t>
      </w:r>
      <w:r w:rsidRPr="00E93B98">
        <w:t xml:space="preserve"> og med ikrafttrædelse den 1. januar 2026.</w:t>
      </w:r>
    </w:p>
    <w:p w14:paraId="11DB39B5" w14:textId="22419F9C" w:rsidR="00DD7EE5" w:rsidRPr="00E93B98" w:rsidRDefault="00DD7EE5"/>
    <w:p w14:paraId="4A94E8C1" w14:textId="1867C0AC" w:rsidR="00DD7EE5" w:rsidRPr="00E93B98" w:rsidRDefault="00DD7EE5">
      <w:r w:rsidRPr="00E93B98">
        <w:t xml:space="preserve">Den nye regel er møntet på personer, der opholder sig i Danmark uden lovligt opholdsgrundlag (f.eks. udviste borgere, som ikke er udrejst), men ikke ansøgere eller studerende, der ikke bor i landet. Reglen skal således ikke </w:t>
      </w:r>
      <w:r w:rsidR="00D931E2" w:rsidRPr="00E93B98">
        <w:t>forstås</w:t>
      </w:r>
      <w:r w:rsidRPr="00E93B98">
        <w:t xml:space="preserve"> sådan, at der skal bestå et absolut krav om lovligt opholdsgrundlag i Danmark som forudsætning for at blive optaget på eller være studerende på en videregående uddannelse i Danmark. </w:t>
      </w:r>
    </w:p>
    <w:p w14:paraId="05B46737" w14:textId="74E86106" w:rsidR="00892777" w:rsidRPr="00E93B98" w:rsidRDefault="00892777"/>
    <w:p w14:paraId="11DF1E4A" w14:textId="02C27267" w:rsidR="00892777" w:rsidRPr="00E93B98" w:rsidRDefault="00892777">
      <w:r w:rsidRPr="00E93B98">
        <w:t>Det er hensigten, at administrationen af reglen vil blive it-understøttet i CPR-registeret. Styrelsen vil vende tilbage med yderligere information om, hvordan sager af denne karakter skal håndteres, når systemet er blevet implementeret.</w:t>
      </w:r>
    </w:p>
    <w:p w14:paraId="463C94C5" w14:textId="1D242176" w:rsidR="00D622DE" w:rsidRPr="00E93B98" w:rsidRDefault="00D622DE" w:rsidP="005F7F80"/>
    <w:p w14:paraId="0E2461D2" w14:textId="3B298E24" w:rsidR="00D622DE" w:rsidRPr="00E93B98" w:rsidRDefault="00D622DE" w:rsidP="005F7F80">
      <w:r w:rsidRPr="00E93B98">
        <w:rPr>
          <w:b/>
          <w:bCs/>
        </w:rPr>
        <w:t>§ 6, stk. 2</w:t>
      </w:r>
      <w:r w:rsidRPr="00E93B98">
        <w:t xml:space="preserve"> – det er præciseret, at specifikke adgangskrav i form af enkeltfag fra enten gymnasial eksamen eller enkeltfag fra adgangskursus til visse videregående uddannelser skal vurderes bestået i overensstemmelse med det beståkrav, som er fastsat for den gymnasiale eksamen henholdsvis fastsat i bekendtgørelse om adgangskursus og adgangseksamen til visse videregående uddannelser.</w:t>
      </w:r>
    </w:p>
    <w:p w14:paraId="1B500DAF" w14:textId="4251CF13" w:rsidR="00E05162" w:rsidRPr="00E93B98" w:rsidRDefault="00E05162" w:rsidP="005F7F80"/>
    <w:p w14:paraId="5781EA63" w14:textId="7FD6E491" w:rsidR="00BE442F" w:rsidRPr="00E93B98" w:rsidRDefault="00BE442F" w:rsidP="005F7F80">
      <w:r w:rsidRPr="00E93B98">
        <w:rPr>
          <w:b/>
          <w:bCs/>
        </w:rPr>
        <w:t xml:space="preserve">§ 11 – </w:t>
      </w:r>
      <w:r w:rsidRPr="00E93B98">
        <w:t xml:space="preserve">ny bestemmelse vedrørende rangering af ansøgere med gennemført kandidatuddannelse. </w:t>
      </w:r>
    </w:p>
    <w:p w14:paraId="37FEBAD2" w14:textId="77777777" w:rsidR="00BE442F" w:rsidRPr="00E93B98" w:rsidRDefault="00BE442F" w:rsidP="005F7F80"/>
    <w:p w14:paraId="0085F35C" w14:textId="5379C165" w:rsidR="00E05162" w:rsidRPr="00E93B98" w:rsidRDefault="00E05162" w:rsidP="005F7F80">
      <w:r w:rsidRPr="00E93B98">
        <w:rPr>
          <w:b/>
          <w:bCs/>
        </w:rPr>
        <w:t xml:space="preserve">§ 18, </w:t>
      </w:r>
      <w:r w:rsidR="00BE442F" w:rsidRPr="00E93B98">
        <w:rPr>
          <w:b/>
          <w:bCs/>
        </w:rPr>
        <w:t>stk. 2</w:t>
      </w:r>
      <w:r w:rsidRPr="00E93B98">
        <w:t xml:space="preserve"> – af hensyn til de studerende foreslås det, at tilbud om en studieplads til ansøgere på standby-listen begrænses til 2 uger efter studiestart. </w:t>
      </w:r>
      <w:r w:rsidR="008E7974" w:rsidRPr="00E93B98">
        <w:t>Dette foreslås, for at den studerende får de bedste studiebetingelser, og kan være med til studiestart på uddannelsen for at sikre en god tilknytning til holdet.</w:t>
      </w:r>
    </w:p>
    <w:p w14:paraId="2F08A7A2" w14:textId="7A13BF40" w:rsidR="00E05162" w:rsidRPr="00E93B98" w:rsidRDefault="00E05162" w:rsidP="005F7F80"/>
    <w:p w14:paraId="263ECFF9" w14:textId="356676FB" w:rsidR="00E05162" w:rsidRPr="00E93B98" w:rsidRDefault="00E05162" w:rsidP="005F7F80">
      <w:r w:rsidRPr="00E93B98">
        <w:rPr>
          <w:b/>
          <w:bCs/>
        </w:rPr>
        <w:t xml:space="preserve">§ 21, stk. </w:t>
      </w:r>
      <w:r w:rsidR="00A77712" w:rsidRPr="00E93B98">
        <w:rPr>
          <w:b/>
          <w:bCs/>
        </w:rPr>
        <w:t>2</w:t>
      </w:r>
      <w:r w:rsidRPr="00E93B98">
        <w:rPr>
          <w:b/>
          <w:bCs/>
        </w:rPr>
        <w:t xml:space="preserve">, og § </w:t>
      </w:r>
      <w:r w:rsidR="00A77712" w:rsidRPr="00E93B98">
        <w:rPr>
          <w:b/>
          <w:bCs/>
        </w:rPr>
        <w:t>31, stk. 2 og 3</w:t>
      </w:r>
      <w:r w:rsidRPr="00E93B98">
        <w:t xml:space="preserve">, ændres ”udvælgelseskriterier” til ”rangeringskriterier” for at følge terminologien i forhold til, at det er institutionerne som rangerer ansøgerne efter kriterier, jf. § 21, stk. </w:t>
      </w:r>
      <w:r w:rsidR="00A77712" w:rsidRPr="00E93B98">
        <w:t>2</w:t>
      </w:r>
      <w:r w:rsidRPr="00E93B98">
        <w:t>, og § 26, stk. 1.</w:t>
      </w:r>
    </w:p>
    <w:p w14:paraId="24E20264" w14:textId="0D828F6C" w:rsidR="00E05162" w:rsidRPr="00E93B98" w:rsidRDefault="00E05162" w:rsidP="005F7F80">
      <w:pPr>
        <w:rPr>
          <w:color w:val="FF0000"/>
        </w:rPr>
      </w:pPr>
    </w:p>
    <w:p w14:paraId="64C4D496" w14:textId="3FF2D265" w:rsidR="00E05162" w:rsidRPr="00E93B98" w:rsidRDefault="00E05162" w:rsidP="005F7F80">
      <w:pPr>
        <w:rPr>
          <w:b/>
          <w:bCs/>
        </w:rPr>
      </w:pPr>
      <w:r w:rsidRPr="00E93B98">
        <w:rPr>
          <w:b/>
          <w:bCs/>
        </w:rPr>
        <w:t>Bemærkninger til bilag 1:</w:t>
      </w:r>
    </w:p>
    <w:p w14:paraId="617E458E" w14:textId="7E3C135A" w:rsidR="00A77712" w:rsidRPr="00E93B98" w:rsidRDefault="007C53BD" w:rsidP="005F7F80">
      <w:r w:rsidRPr="00E93B98">
        <w:t>Det foreslås, at det fremgår af bilaget, at adgangsgrundlaget er en gymnasial eksamen.</w:t>
      </w:r>
    </w:p>
    <w:p w14:paraId="49F0F514" w14:textId="77777777" w:rsidR="00A77712" w:rsidRPr="00E93B98" w:rsidRDefault="00A77712" w:rsidP="005F7F80">
      <w:pPr>
        <w:rPr>
          <w:b/>
          <w:bCs/>
          <w:color w:val="FF0000"/>
        </w:rPr>
      </w:pPr>
    </w:p>
    <w:sectPr w:rsidR="00A77712" w:rsidRPr="00E93B98" w:rsidSect="002E43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CC65" w14:textId="77777777" w:rsidR="00392399" w:rsidRDefault="00392399" w:rsidP="009849C2">
      <w:pPr>
        <w:spacing w:line="240" w:lineRule="auto"/>
      </w:pPr>
      <w:r>
        <w:separator/>
      </w:r>
    </w:p>
  </w:endnote>
  <w:endnote w:type="continuationSeparator" w:id="0">
    <w:p w14:paraId="5FCDA78B" w14:textId="77777777" w:rsidR="00392399" w:rsidRDefault="00392399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F372" w14:textId="77777777" w:rsidR="00663B9E" w:rsidRDefault="00663B9E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167806" w14:paraId="19416B11" w14:textId="77777777" w:rsidTr="008B2DCA">
      <w:trPr>
        <w:trHeight w:hRule="exact" w:val="1247"/>
      </w:trPr>
      <w:tc>
        <w:tcPr>
          <w:tcW w:w="3657" w:type="dxa"/>
        </w:tcPr>
        <w:p w14:paraId="30FDF233" w14:textId="183B12D3" w:rsidR="00167806" w:rsidRDefault="00E93B98" w:rsidP="008B2DCA">
          <w:pPr>
            <w:pStyle w:val="TemplatePagenumber"/>
          </w:pPr>
          <w:bookmarkStart w:id="93" w:name="SD_LAN_Page_N1"/>
          <w:r>
            <w:t>Side</w:t>
          </w:r>
          <w:bookmarkEnd w:id="93"/>
          <w:r w:rsidR="00167806">
            <w:t xml:space="preserve"> </w:t>
          </w:r>
          <w:r w:rsidR="00167806">
            <w:fldChar w:fldCharType="begin"/>
          </w:r>
          <w:r w:rsidR="00167806">
            <w:instrText xml:space="preserve"> PAGE </w:instrText>
          </w:r>
          <w:r w:rsidR="00167806">
            <w:fldChar w:fldCharType="separate"/>
          </w:r>
          <w:r w:rsidR="00167806">
            <w:t>2</w:t>
          </w:r>
          <w:r w:rsidR="00167806">
            <w:fldChar w:fldCharType="end"/>
          </w:r>
          <w:r w:rsidR="00167806">
            <w:t>/</w:t>
          </w:r>
          <w:r w:rsidR="00167806">
            <w:rPr>
              <w:noProof w:val="0"/>
            </w:rPr>
            <w:fldChar w:fldCharType="begin"/>
          </w:r>
          <w:r w:rsidR="00167806">
            <w:instrText xml:space="preserve"> NUMPAGES  </w:instrText>
          </w:r>
          <w:r w:rsidR="00167806">
            <w:rPr>
              <w:noProof w:val="0"/>
            </w:rPr>
            <w:fldChar w:fldCharType="separate"/>
          </w:r>
          <w:r w:rsidR="00167806">
            <w:t>2</w:t>
          </w:r>
          <w:r w:rsidR="00167806">
            <w:fldChar w:fldCharType="end"/>
          </w:r>
        </w:p>
      </w:tc>
    </w:tr>
  </w:tbl>
  <w:p w14:paraId="7DB52B29" w14:textId="77777777" w:rsidR="00894BF5" w:rsidRPr="002D1AF4" w:rsidRDefault="00894BF5" w:rsidP="002D1AF4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BC7844" w14:paraId="60614B2B" w14:textId="77777777" w:rsidTr="00FC693B">
      <w:trPr>
        <w:trHeight w:hRule="exact" w:val="1247"/>
      </w:trPr>
      <w:tc>
        <w:tcPr>
          <w:tcW w:w="3657" w:type="dxa"/>
        </w:tcPr>
        <w:p w14:paraId="6D57E7B7" w14:textId="44AE7937" w:rsidR="00BC7844" w:rsidRDefault="00E93B98" w:rsidP="00FC693B">
          <w:pPr>
            <w:pStyle w:val="TemplatePagenumber"/>
          </w:pPr>
          <w:bookmarkStart w:id="98" w:name="SD_LAN_Page"/>
          <w:bookmarkStart w:id="99" w:name="_Hlk493252278"/>
          <w:bookmarkStart w:id="100" w:name="_Hlk493252279"/>
          <w:bookmarkStart w:id="101" w:name="_Hlk493252280"/>
          <w:bookmarkStart w:id="102" w:name="_Hlk493253278"/>
          <w:bookmarkStart w:id="103" w:name="_Hlk493253279"/>
          <w:bookmarkStart w:id="104" w:name="_Hlk493253280"/>
          <w:bookmarkStart w:id="105" w:name="_Hlk493489881"/>
          <w:bookmarkStart w:id="106" w:name="_Hlk493489882"/>
          <w:bookmarkStart w:id="107" w:name="_Hlk493489883"/>
          <w:r>
            <w:t>Side</w:t>
          </w:r>
          <w:bookmarkEnd w:id="98"/>
          <w:r w:rsidR="00BC7844">
            <w:t xml:space="preserve"> </w:t>
          </w:r>
          <w:r w:rsidR="00BC7844">
            <w:fldChar w:fldCharType="begin"/>
          </w:r>
          <w:r w:rsidR="00BC7844">
            <w:instrText xml:space="preserve"> PAGE </w:instrText>
          </w:r>
          <w:r w:rsidR="00BC7844">
            <w:fldChar w:fldCharType="separate"/>
          </w:r>
          <w:r w:rsidR="00341ACC">
            <w:t>1</w:t>
          </w:r>
          <w:r w:rsidR="00BC7844">
            <w:fldChar w:fldCharType="end"/>
          </w:r>
          <w:r w:rsidR="00BC7844">
            <w:t>/</w:t>
          </w:r>
          <w:r w:rsidR="00BC7844">
            <w:rPr>
              <w:noProof w:val="0"/>
            </w:rPr>
            <w:fldChar w:fldCharType="begin"/>
          </w:r>
          <w:r w:rsidR="00BC7844">
            <w:instrText xml:space="preserve"> NUMPAGES  </w:instrText>
          </w:r>
          <w:r w:rsidR="00BC7844">
            <w:rPr>
              <w:noProof w:val="0"/>
            </w:rPr>
            <w:fldChar w:fldCharType="separate"/>
          </w:r>
          <w:r w:rsidR="00341ACC">
            <w:t>1</w:t>
          </w:r>
          <w:r w:rsidR="00BC7844">
            <w:fldChar w:fldCharType="end"/>
          </w:r>
        </w:p>
      </w:tc>
    </w:tr>
  </w:tbl>
  <w:bookmarkEnd w:id="99"/>
  <w:bookmarkEnd w:id="100"/>
  <w:bookmarkEnd w:id="101"/>
  <w:bookmarkEnd w:id="102"/>
  <w:bookmarkEnd w:id="103"/>
  <w:bookmarkEnd w:id="104"/>
  <w:bookmarkEnd w:id="105"/>
  <w:bookmarkEnd w:id="106"/>
  <w:bookmarkEnd w:id="107"/>
  <w:p w14:paraId="0F8D9BD9" w14:textId="77777777" w:rsidR="0039123D" w:rsidRPr="00894BF5" w:rsidRDefault="0039123D" w:rsidP="00894BF5">
    <w:pPr>
      <w:pStyle w:val="TemplatePagenumber"/>
      <w:tabs>
        <w:tab w:val="clear" w:pos="7881"/>
        <w:tab w:val="left" w:pos="7895"/>
      </w:tabs>
    </w:pPr>
    <w:r>
      <w:t xml:space="preserve"> </w:t>
    </w:r>
    <w:bookmarkStart w:id="108" w:name="SD_Standard"/>
    <w:bookmarkEnd w:id="10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F206" w14:textId="77777777" w:rsidR="00392399" w:rsidRDefault="00392399" w:rsidP="009849C2">
      <w:pPr>
        <w:spacing w:line="240" w:lineRule="auto"/>
      </w:pPr>
      <w:r>
        <w:separator/>
      </w:r>
    </w:p>
  </w:footnote>
  <w:footnote w:type="continuationSeparator" w:id="0">
    <w:p w14:paraId="570A2F38" w14:textId="77777777" w:rsidR="00392399" w:rsidRDefault="00392399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DF08" w14:textId="77777777" w:rsidR="00663B9E" w:rsidRDefault="00663B9E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35E9" w14:textId="77777777" w:rsidR="007707F0" w:rsidRDefault="00663B9E" w:rsidP="00156E4B">
    <w:pPr>
      <w:pStyle w:val="Sidehoved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C87CEF2" wp14:editId="611B00A4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91D7ED" w14:textId="77777777" w:rsidR="007707F0" w:rsidRDefault="007707F0" w:rsidP="00156E4B">
    <w:pPr>
      <w:pStyle w:val="Sidehoved"/>
    </w:pPr>
  </w:p>
  <w:p w14:paraId="4D158659" w14:textId="77777777" w:rsidR="007707F0" w:rsidRDefault="007707F0" w:rsidP="00156E4B">
    <w:pPr>
      <w:pStyle w:val="Sidehoved"/>
    </w:pPr>
  </w:p>
  <w:p w14:paraId="4DCFE9B6" w14:textId="77777777" w:rsidR="007707F0" w:rsidRDefault="007707F0" w:rsidP="00156E4B">
    <w:pPr>
      <w:pStyle w:val="Sidehoved"/>
    </w:pPr>
  </w:p>
  <w:p w14:paraId="3C45BBBE" w14:textId="77777777" w:rsidR="00156E4B" w:rsidRDefault="00156E4B" w:rsidP="00156E4B">
    <w:pPr>
      <w:pStyle w:val="Sidehoved"/>
    </w:pPr>
  </w:p>
  <w:p w14:paraId="5A402C95" w14:textId="77777777" w:rsidR="00FE5150" w:rsidRPr="00156E4B" w:rsidRDefault="00FE5150" w:rsidP="007707F0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2FCCF" w14:textId="77777777" w:rsidR="004A5F62" w:rsidRPr="00040906" w:rsidRDefault="00663B9E" w:rsidP="00040906">
    <w:pPr>
      <w:pStyle w:val="Headeroverskrif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70C79A5" wp14:editId="14A3A66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3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9B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5329F3E" wp14:editId="6213FCB7">
              <wp:simplePos x="0" y="0"/>
              <wp:positionH relativeFrom="column">
                <wp:posOffset>4267200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1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61557A8" w14:textId="77777777"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6BD0986D" w14:textId="77777777"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9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2025 - 67704 </w:t>
                          </w:r>
                          <w:bookmarkEnd w:id="9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3C7489FB" w14:textId="77777777" w:rsidR="00A539B2" w:rsidRPr="008A4F3E" w:rsidRDefault="00A539B2" w:rsidP="00A539B2">
                          <w:pPr>
                            <w:rPr>
                              <w:lang w:val="en-GB"/>
                            </w:rPr>
                          </w:pPr>
                          <w:bookmarkStart w:id="95" w:name="dossier_documentnumber"/>
                          <w:r>
                            <w:rPr>
                              <w:lang w:val="de-DE"/>
                            </w:rPr>
                            <w:t xml:space="preserve"> 1112934 </w:t>
                          </w:r>
                          <w:bookmarkEnd w:id="9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29F3E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36pt;margin-top:1.95pt;width:188pt;height:52pt;z-index:25165721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" fillcolor="white [3201]" strokeweight=".5pt">
              <v:textbox>
                <w:txbxContent>
                  <w:p w14:paraId="361557A8" w14:textId="77777777"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6BD0986D" w14:textId="77777777"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9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2025 - 67704 </w:t>
                    </w:r>
                    <w:bookmarkEnd w:id="9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3C7489FB" w14:textId="77777777" w:rsidR="00A539B2" w:rsidRPr="008A4F3E" w:rsidRDefault="00A539B2" w:rsidP="00A539B2">
                    <w:pPr>
                      <w:rPr>
                        <w:lang w:val="en-GB"/>
                      </w:rPr>
                    </w:pPr>
                    <w:bookmarkStart w:id="97" w:name="dossier_documentnumber"/>
                    <w:r>
                      <w:rPr>
                        <w:lang w:val="de-DE"/>
                      </w:rPr>
                      <w:t xml:space="preserve"> 1112934 </w:t>
                    </w:r>
                    <w:bookmarkEnd w:id="9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9197E99" w14:textId="77777777" w:rsidR="004A5F62" w:rsidRPr="00040906" w:rsidRDefault="004A5F62" w:rsidP="00040906">
    <w:pPr>
      <w:pStyle w:val="Headeroverskrift"/>
    </w:pPr>
  </w:p>
  <w:p w14:paraId="321A6E8D" w14:textId="77777777" w:rsidR="00FE5150" w:rsidRPr="003E36D0" w:rsidRDefault="00FE5150" w:rsidP="00040906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5E04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CA4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0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28E0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B0B7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3E6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AC5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8AB9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382EB312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6E5043E1"/>
    <w:multiLevelType w:val="hybridMultilevel"/>
    <w:tmpl w:val="EB64F3E0"/>
    <w:lvl w:ilvl="0" w:tplc="695ED81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962EC"/>
    <w:multiLevelType w:val="multilevel"/>
    <w:tmpl w:val="50DC9B88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BDB46C5"/>
    <w:multiLevelType w:val="hybridMultilevel"/>
    <w:tmpl w:val="6AACA2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7"/>
  </w:num>
  <w:num w:numId="16">
    <w:abstractNumId w:val="16"/>
  </w:num>
  <w:num w:numId="17">
    <w:abstractNumId w:val="14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3B9E"/>
    <w:rsid w:val="0000071A"/>
    <w:rsid w:val="00015D06"/>
    <w:rsid w:val="000212A1"/>
    <w:rsid w:val="00022EC6"/>
    <w:rsid w:val="00030088"/>
    <w:rsid w:val="00034377"/>
    <w:rsid w:val="0003591C"/>
    <w:rsid w:val="00040906"/>
    <w:rsid w:val="00055B05"/>
    <w:rsid w:val="000623D2"/>
    <w:rsid w:val="000634DF"/>
    <w:rsid w:val="000648DF"/>
    <w:rsid w:val="00070D7D"/>
    <w:rsid w:val="00071319"/>
    <w:rsid w:val="0008094D"/>
    <w:rsid w:val="000945B2"/>
    <w:rsid w:val="000952E6"/>
    <w:rsid w:val="000A0C18"/>
    <w:rsid w:val="000B4AFD"/>
    <w:rsid w:val="000B585A"/>
    <w:rsid w:val="000B63D6"/>
    <w:rsid w:val="000B7969"/>
    <w:rsid w:val="000B7F0D"/>
    <w:rsid w:val="000D0E4F"/>
    <w:rsid w:val="000D12FF"/>
    <w:rsid w:val="000D32A6"/>
    <w:rsid w:val="000E09DC"/>
    <w:rsid w:val="000E4E46"/>
    <w:rsid w:val="000E4E95"/>
    <w:rsid w:val="000F0EF6"/>
    <w:rsid w:val="000F5D84"/>
    <w:rsid w:val="00103751"/>
    <w:rsid w:val="001105DB"/>
    <w:rsid w:val="00113ADB"/>
    <w:rsid w:val="00124691"/>
    <w:rsid w:val="00125E0B"/>
    <w:rsid w:val="001268AB"/>
    <w:rsid w:val="001321D2"/>
    <w:rsid w:val="001345EB"/>
    <w:rsid w:val="001431A0"/>
    <w:rsid w:val="00145846"/>
    <w:rsid w:val="001460A9"/>
    <w:rsid w:val="00147C81"/>
    <w:rsid w:val="001537BA"/>
    <w:rsid w:val="00156C03"/>
    <w:rsid w:val="00156E4B"/>
    <w:rsid w:val="001573E4"/>
    <w:rsid w:val="00165207"/>
    <w:rsid w:val="00167806"/>
    <w:rsid w:val="00190855"/>
    <w:rsid w:val="001927B1"/>
    <w:rsid w:val="00193E03"/>
    <w:rsid w:val="001958B2"/>
    <w:rsid w:val="0019769C"/>
    <w:rsid w:val="001B49C6"/>
    <w:rsid w:val="001B674E"/>
    <w:rsid w:val="001C6C8E"/>
    <w:rsid w:val="001D0650"/>
    <w:rsid w:val="001D623A"/>
    <w:rsid w:val="001D649B"/>
    <w:rsid w:val="001D7E65"/>
    <w:rsid w:val="001E3430"/>
    <w:rsid w:val="001E3558"/>
    <w:rsid w:val="002038FA"/>
    <w:rsid w:val="00204443"/>
    <w:rsid w:val="00210120"/>
    <w:rsid w:val="00210376"/>
    <w:rsid w:val="0021216D"/>
    <w:rsid w:val="00216B36"/>
    <w:rsid w:val="00217676"/>
    <w:rsid w:val="00233BB3"/>
    <w:rsid w:val="00240240"/>
    <w:rsid w:val="00251E06"/>
    <w:rsid w:val="0025297C"/>
    <w:rsid w:val="002609BB"/>
    <w:rsid w:val="00260BD5"/>
    <w:rsid w:val="00263921"/>
    <w:rsid w:val="00281310"/>
    <w:rsid w:val="00287CDB"/>
    <w:rsid w:val="002A32B0"/>
    <w:rsid w:val="002B5E32"/>
    <w:rsid w:val="002D1AF4"/>
    <w:rsid w:val="002D4C7F"/>
    <w:rsid w:val="002D5187"/>
    <w:rsid w:val="002E065C"/>
    <w:rsid w:val="002E436A"/>
    <w:rsid w:val="002F53E4"/>
    <w:rsid w:val="00305512"/>
    <w:rsid w:val="00307DD3"/>
    <w:rsid w:val="00311457"/>
    <w:rsid w:val="003134CD"/>
    <w:rsid w:val="003227B5"/>
    <w:rsid w:val="00330664"/>
    <w:rsid w:val="0033073D"/>
    <w:rsid w:val="00331986"/>
    <w:rsid w:val="00335147"/>
    <w:rsid w:val="00341ACC"/>
    <w:rsid w:val="00346B82"/>
    <w:rsid w:val="00354599"/>
    <w:rsid w:val="003552FC"/>
    <w:rsid w:val="00366E8C"/>
    <w:rsid w:val="00371DD8"/>
    <w:rsid w:val="00377C5C"/>
    <w:rsid w:val="0038127F"/>
    <w:rsid w:val="0039076E"/>
    <w:rsid w:val="0039123D"/>
    <w:rsid w:val="0039146C"/>
    <w:rsid w:val="00392399"/>
    <w:rsid w:val="00393BB9"/>
    <w:rsid w:val="00397524"/>
    <w:rsid w:val="003A3A2B"/>
    <w:rsid w:val="003B7AC5"/>
    <w:rsid w:val="003C47DF"/>
    <w:rsid w:val="003D7EE5"/>
    <w:rsid w:val="003E176A"/>
    <w:rsid w:val="003E36D0"/>
    <w:rsid w:val="003F1009"/>
    <w:rsid w:val="003F146A"/>
    <w:rsid w:val="003F2801"/>
    <w:rsid w:val="00406A8C"/>
    <w:rsid w:val="004141D9"/>
    <w:rsid w:val="00437889"/>
    <w:rsid w:val="00440A88"/>
    <w:rsid w:val="004418B7"/>
    <w:rsid w:val="00453A31"/>
    <w:rsid w:val="00460DB8"/>
    <w:rsid w:val="0046704F"/>
    <w:rsid w:val="004901F2"/>
    <w:rsid w:val="00490525"/>
    <w:rsid w:val="00496C6D"/>
    <w:rsid w:val="004A3424"/>
    <w:rsid w:val="004A4B09"/>
    <w:rsid w:val="004A5F62"/>
    <w:rsid w:val="004A6A0A"/>
    <w:rsid w:val="004B0ABE"/>
    <w:rsid w:val="004B4939"/>
    <w:rsid w:val="004D4795"/>
    <w:rsid w:val="004E63C3"/>
    <w:rsid w:val="004F17F4"/>
    <w:rsid w:val="00505078"/>
    <w:rsid w:val="00514C3A"/>
    <w:rsid w:val="00523FBC"/>
    <w:rsid w:val="0052426B"/>
    <w:rsid w:val="0053304B"/>
    <w:rsid w:val="00535253"/>
    <w:rsid w:val="005414F0"/>
    <w:rsid w:val="005478E4"/>
    <w:rsid w:val="00561D6B"/>
    <w:rsid w:val="00561DA8"/>
    <w:rsid w:val="00566AD4"/>
    <w:rsid w:val="00566AEF"/>
    <w:rsid w:val="00580B39"/>
    <w:rsid w:val="005815CA"/>
    <w:rsid w:val="0058291F"/>
    <w:rsid w:val="00584A43"/>
    <w:rsid w:val="005B14BE"/>
    <w:rsid w:val="005B73FB"/>
    <w:rsid w:val="005B79C3"/>
    <w:rsid w:val="005C1FD5"/>
    <w:rsid w:val="005C2A48"/>
    <w:rsid w:val="005C5422"/>
    <w:rsid w:val="005C68E1"/>
    <w:rsid w:val="005D4EB9"/>
    <w:rsid w:val="005E1252"/>
    <w:rsid w:val="005E4643"/>
    <w:rsid w:val="005E5320"/>
    <w:rsid w:val="005E58E7"/>
    <w:rsid w:val="005F6686"/>
    <w:rsid w:val="005F7F80"/>
    <w:rsid w:val="006145A2"/>
    <w:rsid w:val="0061796E"/>
    <w:rsid w:val="00642022"/>
    <w:rsid w:val="00642812"/>
    <w:rsid w:val="00661BC7"/>
    <w:rsid w:val="00663B9E"/>
    <w:rsid w:val="006675E1"/>
    <w:rsid w:val="0068060E"/>
    <w:rsid w:val="00691E07"/>
    <w:rsid w:val="006938A6"/>
    <w:rsid w:val="00694E3C"/>
    <w:rsid w:val="006A0BF0"/>
    <w:rsid w:val="006A2C8A"/>
    <w:rsid w:val="006A3953"/>
    <w:rsid w:val="006A491E"/>
    <w:rsid w:val="006A7665"/>
    <w:rsid w:val="006C3A0B"/>
    <w:rsid w:val="006D5A7C"/>
    <w:rsid w:val="006E7FE2"/>
    <w:rsid w:val="00700F95"/>
    <w:rsid w:val="00703EAA"/>
    <w:rsid w:val="00715AD5"/>
    <w:rsid w:val="007160EC"/>
    <w:rsid w:val="007253C7"/>
    <w:rsid w:val="0073118A"/>
    <w:rsid w:val="00731AFC"/>
    <w:rsid w:val="0073592F"/>
    <w:rsid w:val="00744FAC"/>
    <w:rsid w:val="00745A52"/>
    <w:rsid w:val="007524E6"/>
    <w:rsid w:val="00755CA9"/>
    <w:rsid w:val="007604D7"/>
    <w:rsid w:val="007707F0"/>
    <w:rsid w:val="0078574A"/>
    <w:rsid w:val="007900F6"/>
    <w:rsid w:val="00796262"/>
    <w:rsid w:val="007A1C7A"/>
    <w:rsid w:val="007B005E"/>
    <w:rsid w:val="007B5541"/>
    <w:rsid w:val="007C53BD"/>
    <w:rsid w:val="007D5505"/>
    <w:rsid w:val="0080538C"/>
    <w:rsid w:val="0081511B"/>
    <w:rsid w:val="00832BA3"/>
    <w:rsid w:val="00852D52"/>
    <w:rsid w:val="008636E6"/>
    <w:rsid w:val="00872E2A"/>
    <w:rsid w:val="00892777"/>
    <w:rsid w:val="00894BF5"/>
    <w:rsid w:val="00894D3F"/>
    <w:rsid w:val="008B357F"/>
    <w:rsid w:val="008C3CA7"/>
    <w:rsid w:val="008D2E6F"/>
    <w:rsid w:val="008E28E6"/>
    <w:rsid w:val="008E68E4"/>
    <w:rsid w:val="008E76C5"/>
    <w:rsid w:val="008E7974"/>
    <w:rsid w:val="008F3C40"/>
    <w:rsid w:val="008F5BE2"/>
    <w:rsid w:val="008F653B"/>
    <w:rsid w:val="00901E04"/>
    <w:rsid w:val="0090318A"/>
    <w:rsid w:val="009140BF"/>
    <w:rsid w:val="00923F43"/>
    <w:rsid w:val="00925243"/>
    <w:rsid w:val="00925CED"/>
    <w:rsid w:val="00934BB5"/>
    <w:rsid w:val="0096785F"/>
    <w:rsid w:val="0097327F"/>
    <w:rsid w:val="009755CF"/>
    <w:rsid w:val="009849C2"/>
    <w:rsid w:val="00985808"/>
    <w:rsid w:val="0099050E"/>
    <w:rsid w:val="00995F8A"/>
    <w:rsid w:val="009974B5"/>
    <w:rsid w:val="009A21F3"/>
    <w:rsid w:val="009B3B20"/>
    <w:rsid w:val="009B5953"/>
    <w:rsid w:val="009B7590"/>
    <w:rsid w:val="009C3C3D"/>
    <w:rsid w:val="009C46E4"/>
    <w:rsid w:val="009C4DDC"/>
    <w:rsid w:val="009C6852"/>
    <w:rsid w:val="009D3BF2"/>
    <w:rsid w:val="009D6E48"/>
    <w:rsid w:val="009E5EEC"/>
    <w:rsid w:val="009F7FD3"/>
    <w:rsid w:val="00A0764C"/>
    <w:rsid w:val="00A11A4B"/>
    <w:rsid w:val="00A13FD3"/>
    <w:rsid w:val="00A234B6"/>
    <w:rsid w:val="00A25002"/>
    <w:rsid w:val="00A30CB5"/>
    <w:rsid w:val="00A34BA3"/>
    <w:rsid w:val="00A3642D"/>
    <w:rsid w:val="00A36A5E"/>
    <w:rsid w:val="00A51F34"/>
    <w:rsid w:val="00A539B2"/>
    <w:rsid w:val="00A7170F"/>
    <w:rsid w:val="00A71CF3"/>
    <w:rsid w:val="00A77712"/>
    <w:rsid w:val="00A83147"/>
    <w:rsid w:val="00A93E2B"/>
    <w:rsid w:val="00AA1676"/>
    <w:rsid w:val="00AB5E4B"/>
    <w:rsid w:val="00AC3693"/>
    <w:rsid w:val="00AC6E4F"/>
    <w:rsid w:val="00AD4C38"/>
    <w:rsid w:val="00AE364C"/>
    <w:rsid w:val="00AE584E"/>
    <w:rsid w:val="00AE5D99"/>
    <w:rsid w:val="00AE64A8"/>
    <w:rsid w:val="00AE6EBD"/>
    <w:rsid w:val="00AF68D3"/>
    <w:rsid w:val="00B0177D"/>
    <w:rsid w:val="00B137FC"/>
    <w:rsid w:val="00B20D12"/>
    <w:rsid w:val="00B25386"/>
    <w:rsid w:val="00B269DA"/>
    <w:rsid w:val="00B319DB"/>
    <w:rsid w:val="00B33E08"/>
    <w:rsid w:val="00B42BC1"/>
    <w:rsid w:val="00B4324B"/>
    <w:rsid w:val="00B44595"/>
    <w:rsid w:val="00B5571A"/>
    <w:rsid w:val="00B57EE7"/>
    <w:rsid w:val="00B83CFA"/>
    <w:rsid w:val="00B86A80"/>
    <w:rsid w:val="00B90439"/>
    <w:rsid w:val="00B90631"/>
    <w:rsid w:val="00B926B4"/>
    <w:rsid w:val="00B94EC3"/>
    <w:rsid w:val="00B96C54"/>
    <w:rsid w:val="00B975AB"/>
    <w:rsid w:val="00B97F2C"/>
    <w:rsid w:val="00BB16CB"/>
    <w:rsid w:val="00BB3243"/>
    <w:rsid w:val="00BB42A5"/>
    <w:rsid w:val="00BB6F6E"/>
    <w:rsid w:val="00BC53C7"/>
    <w:rsid w:val="00BC7844"/>
    <w:rsid w:val="00BD61CF"/>
    <w:rsid w:val="00BE442F"/>
    <w:rsid w:val="00C071C8"/>
    <w:rsid w:val="00C11582"/>
    <w:rsid w:val="00C245A6"/>
    <w:rsid w:val="00C25128"/>
    <w:rsid w:val="00C25AAF"/>
    <w:rsid w:val="00C45519"/>
    <w:rsid w:val="00C569A6"/>
    <w:rsid w:val="00C572D2"/>
    <w:rsid w:val="00C70A65"/>
    <w:rsid w:val="00C70C61"/>
    <w:rsid w:val="00C70CD6"/>
    <w:rsid w:val="00C714E1"/>
    <w:rsid w:val="00C7195D"/>
    <w:rsid w:val="00C75351"/>
    <w:rsid w:val="00C818E8"/>
    <w:rsid w:val="00C93F55"/>
    <w:rsid w:val="00CA0858"/>
    <w:rsid w:val="00CA62A3"/>
    <w:rsid w:val="00CC3D5D"/>
    <w:rsid w:val="00CD0555"/>
    <w:rsid w:val="00CD13CA"/>
    <w:rsid w:val="00CD5F3D"/>
    <w:rsid w:val="00CD6C5E"/>
    <w:rsid w:val="00CE0DB2"/>
    <w:rsid w:val="00CE5A6E"/>
    <w:rsid w:val="00CE7953"/>
    <w:rsid w:val="00CF5882"/>
    <w:rsid w:val="00D003C9"/>
    <w:rsid w:val="00D02EB3"/>
    <w:rsid w:val="00D108AC"/>
    <w:rsid w:val="00D10D74"/>
    <w:rsid w:val="00D27B1C"/>
    <w:rsid w:val="00D45A72"/>
    <w:rsid w:val="00D47335"/>
    <w:rsid w:val="00D53003"/>
    <w:rsid w:val="00D53191"/>
    <w:rsid w:val="00D60B44"/>
    <w:rsid w:val="00D61643"/>
    <w:rsid w:val="00D622DE"/>
    <w:rsid w:val="00D67AF8"/>
    <w:rsid w:val="00D7294C"/>
    <w:rsid w:val="00D729BA"/>
    <w:rsid w:val="00D86FFA"/>
    <w:rsid w:val="00D931E2"/>
    <w:rsid w:val="00D943C9"/>
    <w:rsid w:val="00D9442C"/>
    <w:rsid w:val="00DA13DB"/>
    <w:rsid w:val="00DB3B16"/>
    <w:rsid w:val="00DB4B88"/>
    <w:rsid w:val="00DC4321"/>
    <w:rsid w:val="00DC4846"/>
    <w:rsid w:val="00DC6233"/>
    <w:rsid w:val="00DC6345"/>
    <w:rsid w:val="00DC63AF"/>
    <w:rsid w:val="00DD7EE5"/>
    <w:rsid w:val="00DE1B77"/>
    <w:rsid w:val="00DE4F33"/>
    <w:rsid w:val="00DF0321"/>
    <w:rsid w:val="00E039FE"/>
    <w:rsid w:val="00E05162"/>
    <w:rsid w:val="00E0645C"/>
    <w:rsid w:val="00E069E0"/>
    <w:rsid w:val="00E23B8C"/>
    <w:rsid w:val="00E24B95"/>
    <w:rsid w:val="00E25E0A"/>
    <w:rsid w:val="00E325FC"/>
    <w:rsid w:val="00E346EE"/>
    <w:rsid w:val="00E36180"/>
    <w:rsid w:val="00E428E9"/>
    <w:rsid w:val="00E449C0"/>
    <w:rsid w:val="00E62736"/>
    <w:rsid w:val="00E805FB"/>
    <w:rsid w:val="00E85F8A"/>
    <w:rsid w:val="00E9198A"/>
    <w:rsid w:val="00E93B98"/>
    <w:rsid w:val="00E945BE"/>
    <w:rsid w:val="00E948FC"/>
    <w:rsid w:val="00E96151"/>
    <w:rsid w:val="00E96B74"/>
    <w:rsid w:val="00EA096B"/>
    <w:rsid w:val="00EB2851"/>
    <w:rsid w:val="00EB5D68"/>
    <w:rsid w:val="00EC32BE"/>
    <w:rsid w:val="00EC6FD7"/>
    <w:rsid w:val="00ED1CCB"/>
    <w:rsid w:val="00EE0186"/>
    <w:rsid w:val="00EF22B6"/>
    <w:rsid w:val="00EF57FA"/>
    <w:rsid w:val="00F0287E"/>
    <w:rsid w:val="00F04817"/>
    <w:rsid w:val="00F051A8"/>
    <w:rsid w:val="00F05645"/>
    <w:rsid w:val="00F12856"/>
    <w:rsid w:val="00F17AA5"/>
    <w:rsid w:val="00F21387"/>
    <w:rsid w:val="00F3413D"/>
    <w:rsid w:val="00F3467E"/>
    <w:rsid w:val="00F41742"/>
    <w:rsid w:val="00F461CB"/>
    <w:rsid w:val="00F47566"/>
    <w:rsid w:val="00F506D2"/>
    <w:rsid w:val="00F6429A"/>
    <w:rsid w:val="00F67A47"/>
    <w:rsid w:val="00F708D9"/>
    <w:rsid w:val="00F746E6"/>
    <w:rsid w:val="00F839B8"/>
    <w:rsid w:val="00F85DAF"/>
    <w:rsid w:val="00FA09F6"/>
    <w:rsid w:val="00FA6427"/>
    <w:rsid w:val="00FA6A4F"/>
    <w:rsid w:val="00FB7545"/>
    <w:rsid w:val="00FC20D7"/>
    <w:rsid w:val="00FD2282"/>
    <w:rsid w:val="00FD33ED"/>
    <w:rsid w:val="00FD44B7"/>
    <w:rsid w:val="00FD6256"/>
    <w:rsid w:val="00FD6631"/>
    <w:rsid w:val="00FE5150"/>
    <w:rsid w:val="00FE7A5D"/>
    <w:rsid w:val="00FF04FA"/>
    <w:rsid w:val="00FF05E4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3E8E0"/>
  <w15:docId w15:val="{A90EF87A-052D-4D1F-A63A-68AC03FE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uiPriority="5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541"/>
  </w:style>
  <w:style w:type="paragraph" w:styleId="Overskrift1">
    <w:name w:val="heading 1"/>
    <w:basedOn w:val="Normal"/>
    <w:next w:val="Normal"/>
    <w:link w:val="Overskrift1Tegn"/>
    <w:uiPriority w:val="1"/>
    <w:qFormat/>
    <w:rsid w:val="00125E0B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25E0B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25E0B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125E0B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125E0B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125E0B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125E0B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125E0B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125E0B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125E0B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125E0B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25E0B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125E0B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125E0B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125E0B"/>
    <w:rPr>
      <w:rFonts w:eastAsiaTheme="majorEastAsia" w:cstheme="majorBidi"/>
      <w:b/>
      <w:iCs/>
    </w:rPr>
  </w:style>
  <w:style w:type="paragraph" w:styleId="Opstilling-talellerbogst">
    <w:name w:val="List Number"/>
    <w:basedOn w:val="Normal"/>
    <w:uiPriority w:val="2"/>
    <w:qFormat/>
    <w:rsid w:val="001D0650"/>
    <w:pPr>
      <w:numPr>
        <w:numId w:val="19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125E0B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125E0B"/>
    <w:rPr>
      <w:rFonts w:eastAsiaTheme="majorEastAsia" w:cstheme="majorBidi"/>
      <w:b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125E0B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125E0B"/>
    <w:rPr>
      <w:rFonts w:eastAsiaTheme="majorEastAsi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125E0B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125E0B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125E0B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125E0B"/>
    <w:rPr>
      <w:i/>
      <w:iCs/>
    </w:rPr>
  </w:style>
  <w:style w:type="paragraph" w:styleId="Billedtekst">
    <w:name w:val="caption"/>
    <w:basedOn w:val="Normal"/>
    <w:next w:val="Normal"/>
    <w:uiPriority w:val="4"/>
    <w:rsid w:val="00C569A6"/>
    <w:pPr>
      <w:keepNext/>
      <w:keepLines/>
      <w:spacing w:line="240" w:lineRule="atLeast"/>
    </w:pPr>
    <w:rPr>
      <w:b/>
      <w:bCs/>
      <w:color w:val="53738B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125E0B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125E0B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125E0B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125E0B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125E0B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125E0B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125E0B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125E0B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125E0B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125E0B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125E0B"/>
    <w:pPr>
      <w:tabs>
        <w:tab w:val="center" w:pos="4819"/>
        <w:tab w:val="right" w:pos="9638"/>
      </w:tabs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5E0B"/>
    <w:rPr>
      <w:sz w:val="15"/>
    </w:rPr>
  </w:style>
  <w:style w:type="paragraph" w:styleId="Sidehoved">
    <w:name w:val="header"/>
    <w:basedOn w:val="Normal"/>
    <w:link w:val="SidehovedTegn"/>
    <w:uiPriority w:val="99"/>
    <w:semiHidden/>
    <w:rsid w:val="000B7969"/>
    <w:pPr>
      <w:tabs>
        <w:tab w:val="center" w:pos="4819"/>
        <w:tab w:val="right" w:pos="9638"/>
      </w:tabs>
    </w:pPr>
    <w:rPr>
      <w:sz w:val="15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7969"/>
    <w:rPr>
      <w:sz w:val="15"/>
    </w:rPr>
  </w:style>
  <w:style w:type="paragraph" w:styleId="Opstilling-punkttegn">
    <w:name w:val="List Bullet"/>
    <w:basedOn w:val="Normal"/>
    <w:uiPriority w:val="2"/>
    <w:qFormat/>
    <w:rsid w:val="00E24B95"/>
    <w:pPr>
      <w:numPr>
        <w:numId w:val="25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25E0B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25E0B"/>
    <w:rPr>
      <w:sz w:val="18"/>
    </w:rPr>
  </w:style>
  <w:style w:type="paragraph" w:customStyle="1" w:styleId="Template">
    <w:name w:val="Template"/>
    <w:uiPriority w:val="4"/>
    <w:semiHidden/>
    <w:qFormat/>
    <w:rsid w:val="00167806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9"/>
    <w:semiHidden/>
    <w:qFormat/>
    <w:rsid w:val="000D12FF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700F95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125E0B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125E0B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167806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125E0B"/>
  </w:style>
  <w:style w:type="table" w:styleId="Tabel-Gitter">
    <w:name w:val="Table Grid"/>
    <w:basedOn w:val="Tabel-Normal"/>
    <w:uiPriority w:val="59"/>
    <w:rsid w:val="00125E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125E0B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25E0B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715AD5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125E0B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125E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5E0B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BC7844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167806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rsid w:val="00125E0B"/>
    <w:pPr>
      <w:spacing w:line="240" w:lineRule="atLeast"/>
    </w:pPr>
  </w:style>
  <w:style w:type="table" w:customStyle="1" w:styleId="UFM-Tabel">
    <w:name w:val="UFM - Tabel"/>
    <w:basedOn w:val="Tabel-Normal"/>
    <w:uiPriority w:val="99"/>
    <w:rsid w:val="00505078"/>
    <w:pPr>
      <w:spacing w:before="40" w:after="40" w:line="160" w:lineRule="atLeast"/>
    </w:pPr>
    <w:rPr>
      <w:sz w:val="15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styleId="Opstilling-punkttegn2">
    <w:name w:val="List Bullet 2"/>
    <w:basedOn w:val="Normal"/>
    <w:uiPriority w:val="2"/>
    <w:qFormat/>
    <w:rsid w:val="00E24B95"/>
    <w:pPr>
      <w:numPr>
        <w:ilvl w:val="1"/>
        <w:numId w:val="25"/>
      </w:numPr>
      <w:contextualSpacing/>
    </w:pPr>
  </w:style>
  <w:style w:type="paragraph" w:styleId="Opstilling-punkttegn3">
    <w:name w:val="List Bullet 3"/>
    <w:basedOn w:val="Normal"/>
    <w:uiPriority w:val="2"/>
    <w:qFormat/>
    <w:rsid w:val="00E24B95"/>
    <w:pPr>
      <w:numPr>
        <w:ilvl w:val="2"/>
        <w:numId w:val="25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341ACC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B137FC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1E3558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1E3558"/>
    <w:pPr>
      <w:spacing w:before="170" w:line="230" w:lineRule="atLeast"/>
      <w:ind w:left="227" w:right="227"/>
    </w:pPr>
    <w:rPr>
      <w:b/>
      <w:bCs/>
      <w:color w:val="28506E" w:themeColor="background2"/>
      <w:sz w:val="15"/>
    </w:rPr>
  </w:style>
  <w:style w:type="paragraph" w:styleId="Starthilsen">
    <w:name w:val="Salutation"/>
    <w:basedOn w:val="Normal"/>
    <w:next w:val="Normal"/>
    <w:link w:val="StarthilsenTegn"/>
    <w:uiPriority w:val="5"/>
    <w:rsid w:val="005478E4"/>
    <w:pPr>
      <w:outlineLvl w:val="0"/>
    </w:pPr>
  </w:style>
  <w:style w:type="character" w:customStyle="1" w:styleId="StarthilsenTegn">
    <w:name w:val="Starthilsen Tegn"/>
    <w:basedOn w:val="Standardskrifttypeiafsnit"/>
    <w:link w:val="Starthilsen"/>
    <w:uiPriority w:val="5"/>
    <w:rsid w:val="005478E4"/>
  </w:style>
  <w:style w:type="paragraph" w:customStyle="1" w:styleId="BoksOverskrift">
    <w:name w:val="Boks Overskrift"/>
    <w:basedOn w:val="Normal"/>
    <w:next w:val="Normal"/>
    <w:uiPriority w:val="3"/>
    <w:semiHidden/>
    <w:rsid w:val="007B5541"/>
    <w:pPr>
      <w:tabs>
        <w:tab w:val="left" w:pos="454"/>
      </w:tabs>
      <w:spacing w:before="260"/>
      <w:contextualSpacing/>
    </w:pPr>
    <w:rPr>
      <w:b/>
      <w:color w:val="28506E" w:themeColor="background2"/>
      <w:szCs w:val="19"/>
    </w:rPr>
  </w:style>
  <w:style w:type="paragraph" w:customStyle="1" w:styleId="BoksOverskrift-Hvid">
    <w:name w:val="Boks Overskrift - Hvid"/>
    <w:basedOn w:val="BoksOverskrift"/>
    <w:uiPriority w:val="3"/>
    <w:semiHidden/>
    <w:rsid w:val="007B5541"/>
    <w:pPr>
      <w:ind w:left="284" w:right="284"/>
    </w:pPr>
    <w:rPr>
      <w:color w:val="FFFFFF"/>
    </w:rPr>
  </w:style>
  <w:style w:type="paragraph" w:customStyle="1" w:styleId="BoksOverskrift-Sort">
    <w:name w:val="Boks Overskrift - Sort"/>
    <w:basedOn w:val="BoksOverskrift-Hvid"/>
    <w:uiPriority w:val="4"/>
    <w:semiHidden/>
    <w:rsid w:val="007B5541"/>
    <w:rPr>
      <w:color w:val="auto"/>
    </w:rPr>
  </w:style>
  <w:style w:type="paragraph" w:customStyle="1" w:styleId="BoksTekst">
    <w:name w:val="Boks Tekst"/>
    <w:basedOn w:val="BoksOverskrift"/>
    <w:uiPriority w:val="3"/>
    <w:semiHidden/>
    <w:rsid w:val="007B5541"/>
    <w:pPr>
      <w:spacing w:after="260"/>
    </w:pPr>
    <w:rPr>
      <w:b w:val="0"/>
      <w:sz w:val="19"/>
    </w:rPr>
  </w:style>
  <w:style w:type="paragraph" w:customStyle="1" w:styleId="BoksTekst-Hvid">
    <w:name w:val="Boks Tekst - Hvid"/>
    <w:basedOn w:val="BoksOverskrift-Hvid"/>
    <w:uiPriority w:val="3"/>
    <w:semiHidden/>
    <w:rsid w:val="007B5541"/>
    <w:pPr>
      <w:spacing w:after="260"/>
    </w:pPr>
    <w:rPr>
      <w:b w:val="0"/>
      <w:sz w:val="19"/>
    </w:rPr>
  </w:style>
  <w:style w:type="paragraph" w:customStyle="1" w:styleId="BoksTekst-Sort">
    <w:name w:val="Boks Tekst - Sort"/>
    <w:basedOn w:val="BoksTekst-Hvid"/>
    <w:uiPriority w:val="4"/>
    <w:semiHidden/>
    <w:rsid w:val="007B5541"/>
    <w:rPr>
      <w:color w:val="auto"/>
    </w:rPr>
  </w:style>
  <w:style w:type="character" w:styleId="Hyperlink">
    <w:name w:val="Hyperlink"/>
    <w:basedOn w:val="Standardskrifttypeiafsnit"/>
    <w:uiPriority w:val="99"/>
    <w:unhideWhenUsed/>
    <w:rsid w:val="00A71CF3"/>
    <w:rPr>
      <w:color w:val="28506E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71CF3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C53B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C53BD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C53BD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C53B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C5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rw@ufm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cerw@ufm.dk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ufs-hoering@ufm.d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419823\AppData\Local\cBrain\F2\.tmp\6625e52017714c26a9bcb6830d1174e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BF517B33034493B78001D75782133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8DCB977-3209-452B-8241-FD85CC7172BD}"/>
      </w:docPartPr>
      <w:docPartBody>
        <w:p w:rsidR="00A25F3F" w:rsidRDefault="000C1732">
          <w:pPr>
            <w:pStyle w:val="31BF517B33034493B78001D757821337"/>
          </w:pPr>
          <w:r w:rsidRPr="00A53A0C">
            <w:rPr>
              <w:rStyle w:val="Pladsholdertekst"/>
            </w:rPr>
            <w:t>3. september 2013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732"/>
    <w:rsid w:val="000C1732"/>
    <w:rsid w:val="003D162C"/>
    <w:rsid w:val="003D5D68"/>
    <w:rsid w:val="005E3592"/>
    <w:rsid w:val="006D6072"/>
    <w:rsid w:val="00717754"/>
    <w:rsid w:val="00883420"/>
    <w:rsid w:val="00947A56"/>
    <w:rsid w:val="00A25F3F"/>
    <w:rsid w:val="00B119D9"/>
    <w:rsid w:val="00F73CAF"/>
    <w:rsid w:val="00F93536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31BF517B33034493B78001D757821337">
    <w:name w:val="31BF517B33034493B78001D7578213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$dossier_documentnumber$</gbs:DocumentNumber>
  <gbs:DocumentDate gbs:loadFromGrowBusiness="OnProduce" gbs:saveInGrowBusiness="False" gbs:connected="true" gbs:recno="" gbs:entity="" gbs:datatype="date" gbs:key="265971304" gbs:removeContentControl="0">5. december 2025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801C290C-29BD-4047-92C7-8DB7E4CF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6625e52017714c26a9bcb6830d1174e8.dotx</Template>
  <TotalTime>138</TotalTime>
  <Pages>1</Pages>
  <Words>547</Words>
  <Characters>3438</Characters>
  <Application>Microsoft Office Word</Application>
  <DocSecurity>0</DocSecurity>
  <Lines>61</Lines>
  <Paragraphs>34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Cecilie Rahbek Wassberg</dc:creator>
  <cp:lastModifiedBy>Rikke Lise Simested</cp:lastModifiedBy>
  <cp:revision>37</cp:revision>
  <dcterms:created xsi:type="dcterms:W3CDTF">2025-11-14T12:52:00Z</dcterms:created>
  <dcterms:modified xsi:type="dcterms:W3CDTF">2025-12-05T12:48:00Z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NVU</vt:lpwstr>
  </property>
  <property fmtid="{D5CDD505-2E9C-101B-9397-08002B2CF9AE}" pid="11" name="SD_CtlText_General_AfsenderRaad">
    <vt:lpwstr/>
  </property>
  <property fmtid="{D5CDD505-2E9C-101B-9397-08002B2CF9AE}" pid="12" name="SD_ADuser">
    <vt:lpwstr/>
  </property>
  <property fmtid="{D5CDD505-2E9C-101B-9397-08002B2CF9AE}" pid="13" name="SD_CtlText_General_AndenSagsbehandler">
    <vt:lpwstr/>
  </property>
  <property fmtid="{D5CDD505-2E9C-101B-9397-08002B2CF9AE}" pid="14" name="SD_CtlText_General_Web">
    <vt:lpwstr/>
  </property>
  <property fmtid="{D5CDD505-2E9C-101B-9397-08002B2CF9AE}" pid="15" name="SD_OFF_SD_OFF_ID">
    <vt:lpwstr>1</vt:lpwstr>
  </property>
  <property fmtid="{D5CDD505-2E9C-101B-9397-08002B2CF9AE}" pid="16" name="SD_OFF_SD_OFF_Type">
    <vt:lpwstr>(ingen)</vt:lpwstr>
  </property>
  <property fmtid="{D5CDD505-2E9C-101B-9397-08002B2CF9AE}" pid="17" name="SD_OFF_SD_OFF_EkstraTekstHeader">
    <vt:lpwstr/>
  </property>
  <property fmtid="{D5CDD505-2E9C-101B-9397-08002B2CF9AE}" pid="18" name="SD_OFF_SD_OFF_EkstraTekstText">
    <vt:lpwstr/>
  </property>
  <property fmtid="{D5CDD505-2E9C-101B-9397-08002B2CF9AE}" pid="19" name="SD_OFF_SD_OFF_EkstraTekstHeader_EN">
    <vt:lpwstr/>
  </property>
  <property fmtid="{D5CDD505-2E9C-101B-9397-08002B2CF9AE}" pid="20" name="SD_OFF_SD_OFF_EkstraTekstText_EN">
    <vt:lpwstr/>
  </property>
  <property fmtid="{D5CDD505-2E9C-101B-9397-08002B2CF9AE}" pid="21" name="SD_CtlText_General_EkstraTekst">
    <vt:lpwstr/>
  </property>
  <property fmtid="{D5CDD505-2E9C-101B-9397-08002B2CF9AE}" pid="22" name="SD_CtlText_General_DeresRef">
    <vt:lpwstr/>
  </property>
  <property fmtid="{D5CDD505-2E9C-101B-9397-08002B2CF9AE}" pid="23" name="SD_CtlText_General_DeresCVR">
    <vt:lpwstr/>
  </property>
  <property fmtid="{D5CDD505-2E9C-101B-9397-08002B2CF9AE}" pid="24" name="SD_CtlText_General_CPRnr">
    <vt:lpwstr> </vt:lpwstr>
  </property>
  <property fmtid="{D5CDD505-2E9C-101B-9397-08002B2CF9AE}" pid="25" name="SD_CtlText_General_KopiTil">
    <vt:lpwstr/>
  </property>
  <property fmtid="{D5CDD505-2E9C-101B-9397-08002B2CF9AE}" pid="26" name="SD_CtlText_General_SignatureCheck">
    <vt:lpwstr>False</vt:lpwstr>
  </property>
  <property fmtid="{D5CDD505-2E9C-101B-9397-08002B2CF9AE}" pid="27" name="SD_UserprofileName">
    <vt:lpwstr>Studenterklage</vt:lpwstr>
  </property>
  <property fmtid="{D5CDD505-2E9C-101B-9397-08002B2CF9AE}" pid="28" name="SD_Office_SD_OFF_ID">
    <vt:lpwstr>100</vt:lpwstr>
  </property>
  <property fmtid="{D5CDD505-2E9C-101B-9397-08002B2CF9AE}" pid="29" name="CurrentOfficeID">
    <vt:lpwstr>100</vt:lpwstr>
  </property>
  <property fmtid="{D5CDD505-2E9C-101B-9397-08002B2CF9AE}" pid="30" name="SD_Office_SD_OFF_Display">
    <vt:lpwstr>UFS - Uddannelses- og Forskningsstyrelsen</vt:lpwstr>
  </property>
  <property fmtid="{D5CDD505-2E9C-101B-9397-08002B2CF9AE}" pid="31" name="SD_Office_SD_OFF_Myndighed">
    <vt:lpwstr>Uddannelses- og Forskningsstyrelsen</vt:lpwstr>
  </property>
  <property fmtid="{D5CDD505-2E9C-101B-9397-08002B2CF9AE}" pid="32" name="SD_Office_SD_OFF_Myndighed_EN">
    <vt:lpwstr>Danish Agency for Higher Education and Science</vt:lpwstr>
  </property>
  <property fmtid="{D5CDD505-2E9C-101B-9397-08002B2CF9AE}" pid="33" name="SD_Office_SD_OFF_Undermyndighed">
    <vt:lpwstr/>
  </property>
  <property fmtid="{D5CDD505-2E9C-101B-9397-08002B2CF9AE}" pid="34" name="SD_Office_SD_OFF_Undermyndighed_EN">
    <vt:lpwstr/>
  </property>
  <property fmtid="{D5CDD505-2E9C-101B-9397-08002B2CF9AE}" pid="35" name="SD_Office_SD_OFF_Address">
    <vt:lpwstr>Haraldsgade 53*2100 København Ø</vt:lpwstr>
  </property>
  <property fmtid="{D5CDD505-2E9C-101B-9397-08002B2CF9AE}" pid="36" name="SD_Office_SD_OFF_Address_EN">
    <vt:lpwstr>Haraldsgade 53*2100 Copenhagen Ø*Denmark</vt:lpwstr>
  </property>
  <property fmtid="{D5CDD505-2E9C-101B-9397-08002B2CF9AE}" pid="37" name="SD_Office_SD_OFF_Phone">
    <vt:lpwstr>7231 7800</vt:lpwstr>
  </property>
  <property fmtid="{D5CDD505-2E9C-101B-9397-08002B2CF9AE}" pid="38" name="SD_Office_SD_OFF_Fax">
    <vt:lpwstr/>
  </property>
  <property fmtid="{D5CDD505-2E9C-101B-9397-08002B2CF9AE}" pid="39" name="SD_Office_SD_OFF_Phone_EN">
    <vt:lpwstr>+45 7231 7800</vt:lpwstr>
  </property>
  <property fmtid="{D5CDD505-2E9C-101B-9397-08002B2CF9AE}" pid="40" name="SD_Office_SD_OFF_Fax_EN">
    <vt:lpwstr/>
  </property>
  <property fmtid="{D5CDD505-2E9C-101B-9397-08002B2CF9AE}" pid="41" name="SD_Office_SD_OFF_Email">
    <vt:lpwstr>ufs@ufm.dk</vt:lpwstr>
  </property>
  <property fmtid="{D5CDD505-2E9C-101B-9397-08002B2CF9AE}" pid="42" name="SD_Office_SD_OFF_Web">
    <vt:lpwstr>www.ufm.dk</vt:lpwstr>
  </property>
  <property fmtid="{D5CDD505-2E9C-101B-9397-08002B2CF9AE}" pid="43" name="SD_Office_SD_OFF_Web_EN">
    <vt:lpwstr>www.ufm.dk/en</vt:lpwstr>
  </property>
  <property fmtid="{D5CDD505-2E9C-101B-9397-08002B2CF9AE}" pid="44" name="SD_Office_SD_OFF_CVR">
    <vt:lpwstr>3404 2012</vt:lpwstr>
  </property>
  <property fmtid="{D5CDD505-2E9C-101B-9397-08002B2CF9AE}" pid="45" name="SD_Office_SD_OFF_ArtworkDefinition">
    <vt:lpwstr>Logo</vt:lpwstr>
  </property>
  <property fmtid="{D5CDD505-2E9C-101B-9397-08002B2CF9AE}" pid="46" name="SD_Office_SD_OFF_LogoName">
    <vt:lpwstr>UFS</vt:lpwstr>
  </property>
  <property fmtid="{D5CDD505-2E9C-101B-9397-08002B2CF9AE}" pid="47" name="SD_Office_SD_OFF_PublicationLogoName">
    <vt:lpwstr>UFS</vt:lpwstr>
  </property>
  <property fmtid="{D5CDD505-2E9C-101B-9397-08002B2CF9AE}" pid="48" name="LastCompletedArtworkDefinition">
    <vt:lpwstr>Logo</vt:lpwstr>
  </property>
  <property fmtid="{D5CDD505-2E9C-101B-9397-08002B2CF9AE}" pid="49" name="SD_USR_Kontornavn">
    <vt:lpwstr>Jura og Institutionspersonale</vt:lpwstr>
  </property>
  <property fmtid="{D5CDD505-2E9C-101B-9397-08002B2CF9AE}" pid="50" name="SD_USR_Name">
    <vt:lpwstr>Cecilie Rahbek Wassberg</vt:lpwstr>
  </property>
  <property fmtid="{D5CDD505-2E9C-101B-9397-08002B2CF9AE}" pid="51" name="SD_USR_Title">
    <vt:lpwstr>Fuldmægtig</vt:lpwstr>
  </property>
  <property fmtid="{D5CDD505-2E9C-101B-9397-08002B2CF9AE}" pid="52" name="SD_USR_DirectPhone">
    <vt:lpwstr>+ 45 72 31 82 28</vt:lpwstr>
  </property>
  <property fmtid="{D5CDD505-2E9C-101B-9397-08002B2CF9AE}" pid="53" name="SD_USR_Mobile">
    <vt:lpwstr/>
  </property>
  <property fmtid="{D5CDD505-2E9C-101B-9397-08002B2CF9AE}" pid="54" name="SD_USR_Email">
    <vt:lpwstr>studenterklager@ufm.dk</vt:lpwstr>
  </property>
  <property fmtid="{D5CDD505-2E9C-101B-9397-08002B2CF9AE}" pid="55" name="DocumentInfoFinished">
    <vt:lpwstr>True</vt:lpwstr>
  </property>
  <property fmtid="{D5CDD505-2E9C-101B-9397-08002B2CF9AE}" pid="56" name="SD_DocumentLanguage">
    <vt:lpwstr>da-DK</vt:lpwstr>
  </property>
  <property fmtid="{D5CDD505-2E9C-101B-9397-08002B2CF9AE}" pid="57" name="sdDocumentDate">
    <vt:lpwstr>45996</vt:lpwstr>
  </property>
  <property fmtid="{D5CDD505-2E9C-101B-9397-08002B2CF9AE}" pid="58" name="sdDocumentDateFormat">
    <vt:lpwstr>da-DK:d. MMMM yyyy</vt:lpwstr>
  </property>
</Properties>
</file>