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FDE50" w14:textId="77777777" w:rsidR="003667B9" w:rsidRDefault="003667B9"/>
    <w:p w14:paraId="44494227" w14:textId="41A2CD6E" w:rsidR="007707F0" w:rsidRPr="00601416" w:rsidRDefault="007707F0">
      <w:r w:rsidRPr="00601416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1" layoutInCell="1" allowOverlap="1" wp14:anchorId="33CAD8D9" wp14:editId="07EDD4BA">
                <wp:simplePos x="0" y="0"/>
                <wp:positionH relativeFrom="rightMargin">
                  <wp:align>right</wp:align>
                </wp:positionH>
                <wp:positionV relativeFrom="page">
                  <wp:align>bottom</wp:align>
                </wp:positionV>
                <wp:extent cx="1962000" cy="7437600"/>
                <wp:effectExtent l="0" t="0" r="635" b="11430"/>
                <wp:wrapNone/>
                <wp:docPr id="2" name="Kolofon" descr="Kolofonen indeholder adresseoplysninger, dato, sagsbehandler information og lignende for FIVU" title="Kolofon oplysninge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000" cy="7437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el-Git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620" w:firstRow="1" w:lastRow="0" w:firstColumn="0" w:lastColumn="0" w:noHBand="1" w:noVBand="1"/>
                              <w:tblCaption w:val="Kolofon oplysninger"/>
                              <w:tblDescription w:val="Kolofonen indeholder adresseoplysninger, dato, sagsbehandler information og lignende for FIVU"/>
                            </w:tblPr>
                            <w:tblGrid>
                              <w:gridCol w:w="2693"/>
                            </w:tblGrid>
                            <w:tr w:rsidR="007707F0" w14:paraId="4F37018C" w14:textId="77777777" w:rsidTr="00514C3A">
                              <w:trPr>
                                <w:trHeight w:hRule="exact" w:val="6805"/>
                                <w:tblHeader/>
                                <w:hidden/>
                              </w:trPr>
                              <w:tc>
                                <w:tcPr>
                                  <w:tcW w:w="2693" w:type="dxa"/>
                                </w:tcPr>
                                <w:p w14:paraId="13D35216" w14:textId="2ED49483" w:rsidR="007707F0" w:rsidRPr="00601416" w:rsidRDefault="007707F0" w:rsidP="00B319DB">
                                  <w:pPr>
                                    <w:pStyle w:val="TemplateAdresse"/>
                                    <w:rPr>
                                      <w:vanish/>
                                    </w:rPr>
                                  </w:pPr>
                                  <w:bookmarkStart w:id="0" w:name="SD_FLD_AfsenderUdvalg"/>
                                  <w:bookmarkStart w:id="1" w:name="HIF_SD_FLD_AfsenderUdvalg"/>
                                  <w:bookmarkEnd w:id="0"/>
                                </w:p>
                                <w:p w14:paraId="2D00E1D2" w14:textId="77777777" w:rsidR="007707F0" w:rsidRPr="00601416" w:rsidRDefault="007707F0" w:rsidP="00B319DB">
                                  <w:pPr>
                                    <w:pStyle w:val="TemplateAdresse"/>
                                    <w:rPr>
                                      <w:vanish/>
                                    </w:rPr>
                                  </w:pPr>
                                </w:p>
                                <w:bookmarkEnd w:id="1" w:displacedByCustomXml="next"/>
                                <w:sdt>
                                  <w:sdtPr>
                                    <w:tag w:val="DocumentDate"/>
                                    <w:id w:val="-1320190017"/>
                                    <w:placeholder>
                                      <w:docPart w:val="9EDB1BD701AC4929AAE759A7FC3945CF"/>
                                    </w:placeholder>
                                    <w:dataBinding w:prefixMappings="xmlns:gbs='http://www.software-innovation.no/growBusinessDocument'" w:xpath="/gbs:GrowBusinessDocument/gbs:DocumentDate[@gbs:key='265971304']" w:storeItemID="{5A87A1EE-A141-4CA1-9191-E34DC29EB90C}"/>
                                    <w:text/>
                                  </w:sdtPr>
                                  <w:sdtEndPr/>
                                  <w:sdtContent>
                                    <w:p w14:paraId="15E4083D" w14:textId="24B6AD6F" w:rsidR="007707F0" w:rsidRDefault="003E1A36" w:rsidP="007B005E">
                                      <w:pPr>
                                        <w:pStyle w:val="TemplateAdresse"/>
                                      </w:pPr>
                                      <w:r>
                                        <w:t>24</w:t>
                                      </w:r>
                                      <w:r w:rsidR="00DF3D89">
                                        <w:t>. novem</w:t>
                                      </w:r>
                                      <w:r w:rsidR="00601416">
                                        <w:t>ber 2025</w:t>
                                      </w:r>
                                    </w:p>
                                  </w:sdtContent>
                                </w:sdt>
                                <w:p w14:paraId="681CC28E" w14:textId="77777777" w:rsidR="007707F0" w:rsidRPr="00D63774" w:rsidRDefault="007707F0" w:rsidP="00B319DB">
                                  <w:pPr>
                                    <w:pStyle w:val="TemplateAdresse"/>
                                  </w:pPr>
                                </w:p>
                                <w:p w14:paraId="3260BCD8" w14:textId="39084150" w:rsidR="007707F0" w:rsidRPr="00601416" w:rsidRDefault="00601416" w:rsidP="00B319DB">
                                  <w:pPr>
                                    <w:pStyle w:val="TemplateOfficeName"/>
                                  </w:pPr>
                                  <w:bookmarkStart w:id="2" w:name="SD_OFF_Myndighed"/>
                                  <w:bookmarkStart w:id="3" w:name="HIF_SD_OFF_Myndighed"/>
                                  <w:r w:rsidRPr="00601416">
                                    <w:t>Uddannelses- og Forskningsstyrelsen</w:t>
                                  </w:r>
                                  <w:bookmarkEnd w:id="2"/>
                                </w:p>
                                <w:p w14:paraId="44397C97" w14:textId="0CBE5BC7" w:rsidR="007707F0" w:rsidRPr="00601416" w:rsidRDefault="007707F0" w:rsidP="00B319DB">
                                  <w:pPr>
                                    <w:pStyle w:val="TemplateAdresse"/>
                                    <w:rPr>
                                      <w:vanish/>
                                    </w:rPr>
                                  </w:pPr>
                                  <w:bookmarkStart w:id="4" w:name="SD_OFF_Undermyndighed"/>
                                  <w:bookmarkStart w:id="5" w:name="HIF_SD_OFF_Undermyndighed"/>
                                  <w:bookmarkEnd w:id="3"/>
                                  <w:bookmarkEnd w:id="4"/>
                                </w:p>
                                <w:p w14:paraId="6C6D89B0" w14:textId="498884DA" w:rsidR="007707F0" w:rsidRPr="00601416" w:rsidRDefault="00601416" w:rsidP="00B319DB">
                                  <w:pPr>
                                    <w:pStyle w:val="TemplateAdresse"/>
                                  </w:pPr>
                                  <w:bookmarkStart w:id="6" w:name="SD_USR_Kontornavn"/>
                                  <w:bookmarkStart w:id="7" w:name="HIF_SD_USR_Kontornavn"/>
                                  <w:bookmarkEnd w:id="5"/>
                                  <w:r w:rsidRPr="00601416">
                                    <w:t>Kontor for jura og institutionspersonale</w:t>
                                  </w:r>
                                  <w:bookmarkEnd w:id="6"/>
                                </w:p>
                                <w:bookmarkEnd w:id="7"/>
                                <w:p w14:paraId="4148272A" w14:textId="77777777" w:rsidR="007707F0" w:rsidRPr="00D63774" w:rsidRDefault="007707F0" w:rsidP="00B319DB">
                                  <w:pPr>
                                    <w:pStyle w:val="TemplateAdresse"/>
                                  </w:pPr>
                                </w:p>
                                <w:p w14:paraId="08134469" w14:textId="3AB6E774" w:rsidR="007707F0" w:rsidRPr="00601416" w:rsidRDefault="00601416" w:rsidP="00B319DB">
                                  <w:pPr>
                                    <w:pStyle w:val="TemplateAdresse"/>
                                  </w:pPr>
                                  <w:bookmarkStart w:id="8" w:name="SD_OFF_Address"/>
                                  <w:bookmarkStart w:id="9" w:name="HIF_SD_OFF_Address"/>
                                  <w:r w:rsidRPr="00601416">
                                    <w:t>Haraldsgade 53</w:t>
                                  </w:r>
                                  <w:r w:rsidRPr="00601416">
                                    <w:br/>
                                    <w:t>2100 København Ø</w:t>
                                  </w:r>
                                  <w:bookmarkEnd w:id="8"/>
                                </w:p>
                                <w:p w14:paraId="663434ED" w14:textId="6A86DA57" w:rsidR="007707F0" w:rsidRPr="00601416" w:rsidRDefault="00601416" w:rsidP="00B319DB">
                                  <w:pPr>
                                    <w:pStyle w:val="TemplateAdresse"/>
                                  </w:pPr>
                                  <w:bookmarkStart w:id="10" w:name="SD_LAN_Phone"/>
                                  <w:bookmarkStart w:id="11" w:name="HIF_SD_OFF_Phone"/>
                                  <w:bookmarkEnd w:id="9"/>
                                  <w:r w:rsidRPr="00601416">
                                    <w:t>Tel.</w:t>
                                  </w:r>
                                  <w:bookmarkEnd w:id="10"/>
                                  <w:r w:rsidR="007707F0" w:rsidRPr="00601416">
                                    <w:t xml:space="preserve"> </w:t>
                                  </w:r>
                                  <w:bookmarkStart w:id="12" w:name="SD_OFF_Phone"/>
                                  <w:r w:rsidRPr="00601416">
                                    <w:t>7231 7800</w:t>
                                  </w:r>
                                  <w:bookmarkEnd w:id="12"/>
                                </w:p>
                                <w:p w14:paraId="7BDF5E8E" w14:textId="77777777" w:rsidR="007707F0" w:rsidRPr="001E3430" w:rsidRDefault="007707F0" w:rsidP="00B319DB">
                                  <w:pPr>
                                    <w:pStyle w:val="Template-Mail"/>
                                  </w:pPr>
                                  <w:bookmarkStart w:id="13" w:name="HIF_SD_OFF_Email"/>
                                  <w:bookmarkEnd w:id="11"/>
                                </w:p>
                                <w:p w14:paraId="433B7475" w14:textId="26CDA846" w:rsidR="007707F0" w:rsidRPr="00601416" w:rsidRDefault="00601416" w:rsidP="00B319DB">
                                  <w:pPr>
                                    <w:pStyle w:val="TemplateAdresse"/>
                                    <w:rPr>
                                      <w:rFonts w:eastAsiaTheme="majorEastAsia"/>
                                    </w:rPr>
                                  </w:pPr>
                                  <w:bookmarkStart w:id="14" w:name="SD_OFF_Web"/>
                                  <w:bookmarkStart w:id="15" w:name="HIF_SD_OFF_Web"/>
                                  <w:bookmarkEnd w:id="13"/>
                                  <w:r w:rsidRPr="00601416">
                                    <w:rPr>
                                      <w:rFonts w:eastAsiaTheme="majorEastAsia"/>
                                    </w:rPr>
                                    <w:t>www.ufm.dk</w:t>
                                  </w:r>
                                  <w:bookmarkEnd w:id="14"/>
                                </w:p>
                                <w:bookmarkEnd w:id="15"/>
                                <w:p w14:paraId="5AEF848B" w14:textId="77777777" w:rsidR="007707F0" w:rsidRPr="001E3430" w:rsidRDefault="007707F0" w:rsidP="00B319DB">
                                  <w:pPr>
                                    <w:pStyle w:val="TemplateAdresse"/>
                                  </w:pPr>
                                </w:p>
                                <w:p w14:paraId="31BCB2BF" w14:textId="0B78C8B6" w:rsidR="007707F0" w:rsidRPr="00601416" w:rsidRDefault="00601416" w:rsidP="00B319DB">
                                  <w:pPr>
                                    <w:pStyle w:val="TemplateAdresse"/>
                                  </w:pPr>
                                  <w:bookmarkStart w:id="16" w:name="SD_LAN_CVR"/>
                                  <w:bookmarkStart w:id="17" w:name="HIF_SD_OFF_CVR"/>
                                  <w:r w:rsidRPr="00601416">
                                    <w:t>CVR-nr.</w:t>
                                  </w:r>
                                  <w:bookmarkEnd w:id="16"/>
                                  <w:r w:rsidR="007707F0" w:rsidRPr="00601416">
                                    <w:t xml:space="preserve"> </w:t>
                                  </w:r>
                                  <w:bookmarkStart w:id="18" w:name="SD_OFF_CVR"/>
                                  <w:r w:rsidRPr="00601416">
                                    <w:rPr>
                                      <w:rFonts w:eastAsiaTheme="majorEastAsia"/>
                                    </w:rPr>
                                    <w:t>3404 2012</w:t>
                                  </w:r>
                                  <w:bookmarkEnd w:id="18"/>
                                </w:p>
                                <w:bookmarkEnd w:id="17"/>
                                <w:p w14:paraId="2F221298" w14:textId="77777777" w:rsidR="007707F0" w:rsidRPr="001E3430" w:rsidRDefault="007707F0" w:rsidP="00B319DB">
                                  <w:pPr>
                                    <w:pStyle w:val="TemplateAdresse"/>
                                  </w:pPr>
                                </w:p>
                                <w:p w14:paraId="49301674" w14:textId="45AF9E7A" w:rsidR="007707F0" w:rsidRPr="009B602C" w:rsidRDefault="00601416" w:rsidP="00B319DB">
                                  <w:pPr>
                                    <w:pStyle w:val="TemplateAdresse"/>
                                  </w:pPr>
                                  <w:bookmarkStart w:id="19" w:name="SD_LAN_Sagsbehandler"/>
                                  <w:bookmarkStart w:id="20" w:name="HideSagsbehandler"/>
                                  <w:bookmarkStart w:id="21" w:name="HideSagsbehandlerFull"/>
                                  <w:r>
                                    <w:t>Sagsbehandler</w:t>
                                  </w:r>
                                  <w:bookmarkEnd w:id="19"/>
                                </w:p>
                                <w:p w14:paraId="54DA33AF" w14:textId="29394624" w:rsidR="007707F0" w:rsidRPr="009B602C" w:rsidRDefault="00601416" w:rsidP="00B319DB">
                                  <w:pPr>
                                    <w:pStyle w:val="TemplateAdresse"/>
                                  </w:pPr>
                                  <w:bookmarkStart w:id="22" w:name="SD_USR_Name_N1"/>
                                  <w:r>
                                    <w:t>Rikke Lise Simested</w:t>
                                  </w:r>
                                  <w:bookmarkEnd w:id="22"/>
                                </w:p>
                                <w:p w14:paraId="51FDAEB8" w14:textId="315E4F2F" w:rsidR="007707F0" w:rsidRPr="00601416" w:rsidRDefault="00601416" w:rsidP="00B319DB">
                                  <w:pPr>
                                    <w:pStyle w:val="TemplateAdresse"/>
                                  </w:pPr>
                                  <w:bookmarkStart w:id="23" w:name="SD_LAN_DirectPhone"/>
                                  <w:bookmarkStart w:id="24" w:name="HIF_SD_USR_DirectPhone"/>
                                  <w:bookmarkStart w:id="25" w:name="HideDirekteNummer"/>
                                  <w:bookmarkEnd w:id="20"/>
                                  <w:r w:rsidRPr="00601416">
                                    <w:t>Tel.</w:t>
                                  </w:r>
                                  <w:bookmarkEnd w:id="23"/>
                                  <w:r w:rsidR="007707F0" w:rsidRPr="00601416">
                                    <w:t xml:space="preserve"> </w:t>
                                  </w:r>
                                  <w:bookmarkStart w:id="26" w:name="SD_USR_DirectPhone"/>
                                  <w:r w:rsidRPr="00601416">
                                    <w:t>72 31 78 76</w:t>
                                  </w:r>
                                  <w:bookmarkEnd w:id="26"/>
                                </w:p>
                                <w:p w14:paraId="0C24A323" w14:textId="60EDDAB7" w:rsidR="007707F0" w:rsidRPr="00601416" w:rsidRDefault="00601416" w:rsidP="00B319DB">
                                  <w:pPr>
                                    <w:pStyle w:val="Template-Mail"/>
                                  </w:pPr>
                                  <w:bookmarkStart w:id="27" w:name="SD_USR_Email"/>
                                  <w:bookmarkStart w:id="28" w:name="HIF_SD_USR_Email"/>
                                  <w:bookmarkEnd w:id="24"/>
                                  <w:r w:rsidRPr="00601416">
                                    <w:t>RILS@ufm.dk</w:t>
                                  </w:r>
                                  <w:bookmarkEnd w:id="27"/>
                                </w:p>
                                <w:p w14:paraId="74932478" w14:textId="77777777" w:rsidR="007707F0" w:rsidRPr="00601416" w:rsidRDefault="007707F0" w:rsidP="00B319DB">
                                  <w:pPr>
                                    <w:pStyle w:val="TemplateAdresse"/>
                                    <w:rPr>
                                      <w:vanish/>
                                    </w:rPr>
                                  </w:pPr>
                                  <w:bookmarkStart w:id="29" w:name="SD_FLD_Web"/>
                                  <w:bookmarkStart w:id="30" w:name="HIF_SD_FLD_Web"/>
                                  <w:bookmarkEnd w:id="25"/>
                                  <w:bookmarkEnd w:id="28"/>
                                  <w:bookmarkEnd w:id="29"/>
                                </w:p>
                                <w:bookmarkEnd w:id="30"/>
                                <w:p w14:paraId="4BEAF69F" w14:textId="77777777" w:rsidR="007707F0" w:rsidRPr="00B5571A" w:rsidRDefault="007707F0" w:rsidP="00B319DB">
                                  <w:pPr>
                                    <w:pStyle w:val="TemplateAdresse"/>
                                  </w:pPr>
                                </w:p>
                                <w:p w14:paraId="10040250" w14:textId="52F4D5B7" w:rsidR="007707F0" w:rsidRPr="00B5571A" w:rsidRDefault="00601416" w:rsidP="005815CA">
                                  <w:pPr>
                                    <w:pStyle w:val="TemplateAdresse"/>
                                  </w:pPr>
                                  <w:bookmarkStart w:id="31" w:name="SD_LAN_SagsNr"/>
                                  <w:bookmarkStart w:id="32" w:name="HIF_SD_FLD_Sagsnr"/>
                                  <w:bookmarkEnd w:id="21"/>
                                  <w:r>
                                    <w:t>Ref.-nr.</w:t>
                                  </w:r>
                                  <w:bookmarkEnd w:id="31"/>
                                </w:p>
                                <w:p w14:paraId="04D974A8" w14:textId="35FC4C4C" w:rsidR="00D45A72" w:rsidRDefault="00D45A72" w:rsidP="00D45A72">
                                  <w:pPr>
                                    <w:pStyle w:val="TemplateAdresse"/>
                                  </w:pPr>
                                  <w:r>
                                    <w:t>1054060</w:t>
                                  </w:r>
                                </w:p>
                                <w:p w14:paraId="2B07C871" w14:textId="397B21D3" w:rsidR="006E262C" w:rsidRDefault="006E262C" w:rsidP="00D45A72">
                                  <w:pPr>
                                    <w:pStyle w:val="TemplateAdresse"/>
                                  </w:pPr>
                                </w:p>
                                <w:p w14:paraId="43CD64B6" w14:textId="456DD10B" w:rsidR="006E262C" w:rsidRDefault="006E262C" w:rsidP="00D45A72">
                                  <w:pPr>
                                    <w:pStyle w:val="TemplateAdresse"/>
                                  </w:pPr>
                                  <w:r>
                                    <w:t xml:space="preserve">Sagsnr. </w:t>
                                  </w:r>
                                </w:p>
                                <w:p w14:paraId="20F97D9F" w14:textId="4811607D" w:rsidR="006E262C" w:rsidRDefault="006E262C" w:rsidP="00D45A72">
                                  <w:pPr>
                                    <w:pStyle w:val="TemplateAdresse"/>
                                  </w:pPr>
                                  <w:r>
                                    <w:t>2025-56727</w:t>
                                  </w:r>
                                </w:p>
                                <w:bookmarkEnd w:id="32"/>
                                <w:p w14:paraId="255D1059" w14:textId="77777777" w:rsidR="007707F0" w:rsidRPr="00B5571A" w:rsidRDefault="007707F0" w:rsidP="001431A0">
                                  <w:pPr>
                                    <w:pStyle w:val="TemplateAdresse"/>
                                    <w:rPr>
                                      <w:rFonts w:eastAsiaTheme="majorEastAsia"/>
                                    </w:rPr>
                                  </w:pPr>
                                </w:p>
                                <w:p w14:paraId="7E48EC76" w14:textId="67515A3F" w:rsidR="007707F0" w:rsidRPr="00601416" w:rsidRDefault="00601416" w:rsidP="001431A0">
                                  <w:pPr>
                                    <w:pStyle w:val="TemplateAdresse"/>
                                    <w:rPr>
                                      <w:rFonts w:eastAsiaTheme="majorEastAsia"/>
                                      <w:vanish/>
                                    </w:rPr>
                                  </w:pPr>
                                  <w:bookmarkStart w:id="33" w:name="SD_LAN_YourRef"/>
                                  <w:bookmarkStart w:id="34" w:name="HIF_SD_FLD_DeresRef"/>
                                  <w:r w:rsidRPr="00601416">
                                    <w:rPr>
                                      <w:rFonts w:eastAsiaTheme="majorEastAsia"/>
                                      <w:vanish/>
                                    </w:rPr>
                                    <w:t>Deres ref.</w:t>
                                  </w:r>
                                  <w:bookmarkEnd w:id="33"/>
                                  <w:r w:rsidR="007707F0" w:rsidRPr="00601416">
                                    <w:rPr>
                                      <w:rFonts w:eastAsiaTheme="majorEastAsia"/>
                                      <w:vanish/>
                                    </w:rPr>
                                    <w:t xml:space="preserve"> </w:t>
                                  </w:r>
                                  <w:bookmarkStart w:id="35" w:name="SD_FLD_DeresRef"/>
                                  <w:bookmarkEnd w:id="35"/>
                                </w:p>
                                <w:p w14:paraId="4EA46BAB" w14:textId="76949DA6" w:rsidR="007707F0" w:rsidRPr="00601416" w:rsidRDefault="00601416" w:rsidP="001431A0">
                                  <w:pPr>
                                    <w:pStyle w:val="TemplateAdresse"/>
                                    <w:rPr>
                                      <w:rFonts w:eastAsiaTheme="majorEastAsia"/>
                                      <w:vanish/>
                                    </w:rPr>
                                  </w:pPr>
                                  <w:bookmarkStart w:id="36" w:name="SD_LAN_CVR_N1"/>
                                  <w:bookmarkStart w:id="37" w:name="HIF_SD_FLD_DeresCVR"/>
                                  <w:bookmarkEnd w:id="34"/>
                                  <w:r w:rsidRPr="00601416">
                                    <w:rPr>
                                      <w:rFonts w:eastAsiaTheme="majorEastAsia"/>
                                      <w:vanish/>
                                    </w:rPr>
                                    <w:t>CVR-nr.</w:t>
                                  </w:r>
                                  <w:bookmarkEnd w:id="36"/>
                                  <w:r w:rsidR="007707F0" w:rsidRPr="00601416">
                                    <w:rPr>
                                      <w:rFonts w:eastAsiaTheme="majorEastAsia"/>
                                      <w:vanish/>
                                    </w:rPr>
                                    <w:t xml:space="preserve"> </w:t>
                                  </w:r>
                                  <w:bookmarkStart w:id="38" w:name="SD_FLD_DeresCVR"/>
                                  <w:bookmarkEnd w:id="38"/>
                                </w:p>
                                <w:p w14:paraId="14C36241" w14:textId="083640CF" w:rsidR="007707F0" w:rsidRPr="00601416" w:rsidRDefault="00601416" w:rsidP="001431A0">
                                  <w:pPr>
                                    <w:pStyle w:val="TemplateAdresse"/>
                                    <w:rPr>
                                      <w:rFonts w:eastAsiaTheme="majorEastAsia"/>
                                      <w:vanish/>
                                    </w:rPr>
                                  </w:pPr>
                                  <w:bookmarkStart w:id="39" w:name="SD_LAN_CPR"/>
                                  <w:bookmarkStart w:id="40" w:name="HIF_SD_FLD_CPRnr"/>
                                  <w:bookmarkEnd w:id="37"/>
                                  <w:r w:rsidRPr="00601416">
                                    <w:rPr>
                                      <w:rFonts w:eastAsiaTheme="majorEastAsia"/>
                                      <w:vanish/>
                                    </w:rPr>
                                    <w:t>Cpr.-nr.</w:t>
                                  </w:r>
                                  <w:bookmarkEnd w:id="39"/>
                                  <w:r w:rsidR="007707F0" w:rsidRPr="00601416">
                                    <w:rPr>
                                      <w:rFonts w:eastAsiaTheme="majorEastAsia"/>
                                      <w:vanish/>
                                    </w:rPr>
                                    <w:t xml:space="preserve"> </w:t>
                                  </w:r>
                                  <w:bookmarkStart w:id="41" w:name="SD_FLD_CPRnr"/>
                                  <w:r w:rsidRPr="00601416">
                                    <w:rPr>
                                      <w:rFonts w:eastAsiaTheme="majorEastAsia"/>
                                      <w:vanish/>
                                    </w:rPr>
                                    <w:t xml:space="preserve"> </w:t>
                                  </w:r>
                                  <w:bookmarkEnd w:id="41"/>
                                </w:p>
                                <w:p w14:paraId="269D1701" w14:textId="759A2B1D" w:rsidR="007707F0" w:rsidRPr="00601416" w:rsidRDefault="00601416" w:rsidP="001431A0">
                                  <w:pPr>
                                    <w:pStyle w:val="TemplateAdresse"/>
                                    <w:rPr>
                                      <w:rFonts w:eastAsiaTheme="majorEastAsia"/>
                                      <w:vanish/>
                                    </w:rPr>
                                  </w:pPr>
                                  <w:bookmarkStart w:id="42" w:name="SD_LAN_Copy"/>
                                  <w:bookmarkStart w:id="43" w:name="HIF_SD_FLD_KopiTil"/>
                                  <w:bookmarkEnd w:id="40"/>
                                  <w:r w:rsidRPr="00601416">
                                    <w:rPr>
                                      <w:rFonts w:eastAsiaTheme="majorEastAsia"/>
                                      <w:vanish/>
                                    </w:rPr>
                                    <w:t>Kopi</w:t>
                                  </w:r>
                                  <w:bookmarkEnd w:id="42"/>
                                  <w:r w:rsidR="007707F0" w:rsidRPr="00601416">
                                    <w:rPr>
                                      <w:rFonts w:eastAsiaTheme="majorEastAsia"/>
                                      <w:vanish/>
                                    </w:rPr>
                                    <w:t xml:space="preserve"> </w:t>
                                  </w:r>
                                  <w:bookmarkStart w:id="44" w:name="SD_FLD_KopiTil"/>
                                  <w:bookmarkEnd w:id="44"/>
                                </w:p>
                                <w:bookmarkEnd w:id="43"/>
                                <w:p w14:paraId="73884E76" w14:textId="77777777" w:rsidR="007707F0" w:rsidRPr="005815CA" w:rsidRDefault="007707F0" w:rsidP="001431A0">
                                  <w:pPr>
                                    <w:pStyle w:val="TemplateAdresse"/>
                                    <w:rPr>
                                      <w:rFonts w:eastAsiaTheme="majorEastAsia"/>
                                    </w:rPr>
                                  </w:pPr>
                                </w:p>
                              </w:tc>
                            </w:tr>
                            <w:tr w:rsidR="007707F0" w14:paraId="4909AB6C" w14:textId="77777777" w:rsidTr="00514C3A">
                              <w:trPr>
                                <w:trHeight w:val="3214"/>
                                <w:tblHeader/>
                              </w:trPr>
                              <w:tc>
                                <w:tcPr>
                                  <w:tcW w:w="2693" w:type="dxa"/>
                                  <w:vAlign w:val="bottom"/>
                                </w:tcPr>
                                <w:p w14:paraId="0C433B4B" w14:textId="2A84217A" w:rsidR="007707F0" w:rsidRDefault="007707F0" w:rsidP="005815CA">
                                  <w:pPr>
                                    <w:pStyle w:val="TemplateAdresse"/>
                                    <w:rPr>
                                      <w:rFonts w:eastAsiaTheme="majorEastAsia"/>
                                      <w:szCs w:val="13"/>
                                    </w:rPr>
                                  </w:pPr>
                                  <w:bookmarkStart w:id="45" w:name="SD_OFF_EkstraTekstHeader"/>
                                  <w:bookmarkEnd w:id="45"/>
                                </w:p>
                                <w:p w14:paraId="0A466126" w14:textId="09093B58" w:rsidR="007707F0" w:rsidRDefault="007707F0" w:rsidP="005815CA">
                                  <w:pPr>
                                    <w:pStyle w:val="TemplateAdresse"/>
                                    <w:rPr>
                                      <w:rFonts w:eastAsiaTheme="majorEastAsia"/>
                                      <w:szCs w:val="13"/>
                                    </w:rPr>
                                  </w:pPr>
                                  <w:bookmarkStart w:id="46" w:name="SD_OFF_EkstraTekstText"/>
                                  <w:bookmarkEnd w:id="46"/>
                                  <w:r>
                                    <w:rPr>
                                      <w:rFonts w:eastAsiaTheme="majorEastAsia"/>
                                      <w:szCs w:val="13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1302260E" w14:textId="77777777" w:rsidR="007707F0" w:rsidRPr="009974B5" w:rsidRDefault="007707F0" w:rsidP="007707F0">
                            <w:pPr>
                              <w:pStyle w:val="TemplateAdresse"/>
                              <w:rPr>
                                <w:rFonts w:eastAsiaTheme="majorEastAsia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CAD8D9" id="_x0000_t202" coordsize="21600,21600" o:spt="202" path="m,l,21600r21600,l21600,xe">
                <v:stroke joinstyle="miter"/>
                <v:path gradientshapeok="t" o:connecttype="rect"/>
              </v:shapetype>
              <v:shape id="Kolofon" o:spid="_x0000_s1026" type="#_x0000_t202" alt="Titel: Kolofon oplysninger - Beskrivelse: Kolofonen indeholder adresseoplysninger, dato, sagsbehandler information og lignende for FIVU" style="position:absolute;margin-left:103.3pt;margin-top:0;width:154.5pt;height:585.65pt;z-index:251655680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" filled="f" stroked="f" strokeweight=".5pt">
                <v:textbox inset="0,0,0,0">
                  <w:txbxContent>
                    <w:tbl>
                      <w:tblPr>
                        <w:tblStyle w:val="Tabel-Git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620" w:firstRow="1" w:lastRow="0" w:firstColumn="0" w:lastColumn="0" w:noHBand="1" w:noVBand="1"/>
                        <w:tblCaption w:val="Kolofon oplysninger"/>
                        <w:tblDescription w:val="Kolofonen indeholder adresseoplysninger, dato, sagsbehandler information og lignende for FIVU"/>
                      </w:tblPr>
                      <w:tblGrid>
                        <w:gridCol w:w="2693"/>
                      </w:tblGrid>
                      <w:tr w:rsidR="007707F0" w14:paraId="4F37018C" w14:textId="77777777" w:rsidTr="00514C3A">
                        <w:trPr>
                          <w:trHeight w:hRule="exact" w:val="6805"/>
                          <w:tblHeader/>
                          <w:hidden/>
                        </w:trPr>
                        <w:tc>
                          <w:tcPr>
                            <w:tcW w:w="2693" w:type="dxa"/>
                          </w:tcPr>
                          <w:p w14:paraId="13D35216" w14:textId="2ED49483" w:rsidR="007707F0" w:rsidRPr="00601416" w:rsidRDefault="007707F0" w:rsidP="00B319DB">
                            <w:pPr>
                              <w:pStyle w:val="TemplateAdresse"/>
                              <w:rPr>
                                <w:vanish/>
                              </w:rPr>
                            </w:pPr>
                            <w:bookmarkStart w:id="47" w:name="SD_FLD_AfsenderUdvalg"/>
                            <w:bookmarkStart w:id="48" w:name="HIF_SD_FLD_AfsenderUdvalg"/>
                            <w:bookmarkEnd w:id="47"/>
                          </w:p>
                          <w:p w14:paraId="2D00E1D2" w14:textId="77777777" w:rsidR="007707F0" w:rsidRPr="00601416" w:rsidRDefault="007707F0" w:rsidP="00B319DB">
                            <w:pPr>
                              <w:pStyle w:val="TemplateAdresse"/>
                              <w:rPr>
                                <w:vanish/>
                              </w:rPr>
                            </w:pPr>
                          </w:p>
                          <w:bookmarkEnd w:id="48" w:displacedByCustomXml="next"/>
                          <w:sdt>
                            <w:sdtPr>
                              <w:tag w:val="DocumentDate"/>
                              <w:id w:val="-1320190017"/>
                              <w:placeholder>
                                <w:docPart w:val="9EDB1BD701AC4929AAE759A7FC3945CF"/>
                              </w:placeholder>
                              <w:dataBinding w:prefixMappings="xmlns:gbs='http://www.software-innovation.no/growBusinessDocument'" w:xpath="/gbs:GrowBusinessDocument/gbs:DocumentDate[@gbs:key='265971304']" w:storeItemID="{5A87A1EE-A141-4CA1-9191-E34DC29EB90C}"/>
                              <w:text/>
                            </w:sdtPr>
                            <w:sdtEndPr/>
                            <w:sdtContent>
                              <w:p w14:paraId="15E4083D" w14:textId="24B6AD6F" w:rsidR="007707F0" w:rsidRDefault="003E1A36" w:rsidP="007B005E">
                                <w:pPr>
                                  <w:pStyle w:val="TemplateAdresse"/>
                                </w:pPr>
                                <w:r>
                                  <w:t>24</w:t>
                                </w:r>
                                <w:r w:rsidR="00DF3D89">
                                  <w:t>. novem</w:t>
                                </w:r>
                                <w:r w:rsidR="00601416">
                                  <w:t>ber 2025</w:t>
                                </w:r>
                              </w:p>
                            </w:sdtContent>
                          </w:sdt>
                          <w:p w14:paraId="681CC28E" w14:textId="77777777" w:rsidR="007707F0" w:rsidRPr="00D63774" w:rsidRDefault="007707F0" w:rsidP="00B319DB">
                            <w:pPr>
                              <w:pStyle w:val="TemplateAdresse"/>
                            </w:pPr>
                          </w:p>
                          <w:p w14:paraId="3260BCD8" w14:textId="39084150" w:rsidR="007707F0" w:rsidRPr="00601416" w:rsidRDefault="00601416" w:rsidP="00B319DB">
                            <w:pPr>
                              <w:pStyle w:val="TemplateOfficeName"/>
                            </w:pPr>
                            <w:bookmarkStart w:id="49" w:name="SD_OFF_Myndighed"/>
                            <w:bookmarkStart w:id="50" w:name="HIF_SD_OFF_Myndighed"/>
                            <w:r w:rsidRPr="00601416">
                              <w:t>Uddannelses- og Forskningsstyrelsen</w:t>
                            </w:r>
                            <w:bookmarkEnd w:id="49"/>
                          </w:p>
                          <w:p w14:paraId="44397C97" w14:textId="0CBE5BC7" w:rsidR="007707F0" w:rsidRPr="00601416" w:rsidRDefault="007707F0" w:rsidP="00B319DB">
                            <w:pPr>
                              <w:pStyle w:val="TemplateAdresse"/>
                              <w:rPr>
                                <w:vanish/>
                              </w:rPr>
                            </w:pPr>
                            <w:bookmarkStart w:id="51" w:name="SD_OFF_Undermyndighed"/>
                            <w:bookmarkStart w:id="52" w:name="HIF_SD_OFF_Undermyndighed"/>
                            <w:bookmarkEnd w:id="50"/>
                            <w:bookmarkEnd w:id="51"/>
                          </w:p>
                          <w:p w14:paraId="6C6D89B0" w14:textId="498884DA" w:rsidR="007707F0" w:rsidRPr="00601416" w:rsidRDefault="00601416" w:rsidP="00B319DB">
                            <w:pPr>
                              <w:pStyle w:val="TemplateAdresse"/>
                            </w:pPr>
                            <w:bookmarkStart w:id="53" w:name="SD_USR_Kontornavn"/>
                            <w:bookmarkStart w:id="54" w:name="HIF_SD_USR_Kontornavn"/>
                            <w:bookmarkEnd w:id="52"/>
                            <w:r w:rsidRPr="00601416">
                              <w:t>Kontor for jura og institutionspersonale</w:t>
                            </w:r>
                            <w:bookmarkEnd w:id="53"/>
                          </w:p>
                          <w:bookmarkEnd w:id="54"/>
                          <w:p w14:paraId="4148272A" w14:textId="77777777" w:rsidR="007707F0" w:rsidRPr="00D63774" w:rsidRDefault="007707F0" w:rsidP="00B319DB">
                            <w:pPr>
                              <w:pStyle w:val="TemplateAdresse"/>
                            </w:pPr>
                          </w:p>
                          <w:p w14:paraId="08134469" w14:textId="3AB6E774" w:rsidR="007707F0" w:rsidRPr="00601416" w:rsidRDefault="00601416" w:rsidP="00B319DB">
                            <w:pPr>
                              <w:pStyle w:val="TemplateAdresse"/>
                            </w:pPr>
                            <w:bookmarkStart w:id="55" w:name="SD_OFF_Address"/>
                            <w:bookmarkStart w:id="56" w:name="HIF_SD_OFF_Address"/>
                            <w:r w:rsidRPr="00601416">
                              <w:t>Haraldsgade 53</w:t>
                            </w:r>
                            <w:r w:rsidRPr="00601416">
                              <w:br/>
                              <w:t>2100 København Ø</w:t>
                            </w:r>
                            <w:bookmarkEnd w:id="55"/>
                          </w:p>
                          <w:p w14:paraId="663434ED" w14:textId="6A86DA57" w:rsidR="007707F0" w:rsidRPr="00601416" w:rsidRDefault="00601416" w:rsidP="00B319DB">
                            <w:pPr>
                              <w:pStyle w:val="TemplateAdresse"/>
                            </w:pPr>
                            <w:bookmarkStart w:id="57" w:name="SD_LAN_Phone"/>
                            <w:bookmarkStart w:id="58" w:name="HIF_SD_OFF_Phone"/>
                            <w:bookmarkEnd w:id="56"/>
                            <w:r w:rsidRPr="00601416">
                              <w:t>Tel.</w:t>
                            </w:r>
                            <w:bookmarkEnd w:id="57"/>
                            <w:r w:rsidR="007707F0" w:rsidRPr="00601416">
                              <w:t xml:space="preserve"> </w:t>
                            </w:r>
                            <w:bookmarkStart w:id="59" w:name="SD_OFF_Phone"/>
                            <w:r w:rsidRPr="00601416">
                              <w:t>7231 7800</w:t>
                            </w:r>
                            <w:bookmarkEnd w:id="59"/>
                          </w:p>
                          <w:p w14:paraId="7BDF5E8E" w14:textId="77777777" w:rsidR="007707F0" w:rsidRPr="001E3430" w:rsidRDefault="007707F0" w:rsidP="00B319DB">
                            <w:pPr>
                              <w:pStyle w:val="Template-Mail"/>
                            </w:pPr>
                            <w:bookmarkStart w:id="60" w:name="HIF_SD_OFF_Email"/>
                            <w:bookmarkEnd w:id="58"/>
                          </w:p>
                          <w:p w14:paraId="433B7475" w14:textId="26CDA846" w:rsidR="007707F0" w:rsidRPr="00601416" w:rsidRDefault="00601416" w:rsidP="00B319DB">
                            <w:pPr>
                              <w:pStyle w:val="TemplateAdresse"/>
                              <w:rPr>
                                <w:rFonts w:eastAsiaTheme="majorEastAsia"/>
                              </w:rPr>
                            </w:pPr>
                            <w:bookmarkStart w:id="61" w:name="SD_OFF_Web"/>
                            <w:bookmarkStart w:id="62" w:name="HIF_SD_OFF_Web"/>
                            <w:bookmarkEnd w:id="60"/>
                            <w:r w:rsidRPr="00601416">
                              <w:rPr>
                                <w:rFonts w:eastAsiaTheme="majorEastAsia"/>
                              </w:rPr>
                              <w:t>www.ufm.dk</w:t>
                            </w:r>
                            <w:bookmarkEnd w:id="61"/>
                          </w:p>
                          <w:bookmarkEnd w:id="62"/>
                          <w:p w14:paraId="5AEF848B" w14:textId="77777777" w:rsidR="007707F0" w:rsidRPr="001E3430" w:rsidRDefault="007707F0" w:rsidP="00B319DB">
                            <w:pPr>
                              <w:pStyle w:val="TemplateAdresse"/>
                            </w:pPr>
                          </w:p>
                          <w:p w14:paraId="31BCB2BF" w14:textId="0B78C8B6" w:rsidR="007707F0" w:rsidRPr="00601416" w:rsidRDefault="00601416" w:rsidP="00B319DB">
                            <w:pPr>
                              <w:pStyle w:val="TemplateAdresse"/>
                            </w:pPr>
                            <w:bookmarkStart w:id="63" w:name="SD_LAN_CVR"/>
                            <w:bookmarkStart w:id="64" w:name="HIF_SD_OFF_CVR"/>
                            <w:r w:rsidRPr="00601416">
                              <w:t>CVR-nr.</w:t>
                            </w:r>
                            <w:bookmarkEnd w:id="63"/>
                            <w:r w:rsidR="007707F0" w:rsidRPr="00601416">
                              <w:t xml:space="preserve"> </w:t>
                            </w:r>
                            <w:bookmarkStart w:id="65" w:name="SD_OFF_CVR"/>
                            <w:r w:rsidRPr="00601416">
                              <w:rPr>
                                <w:rFonts w:eastAsiaTheme="majorEastAsia"/>
                              </w:rPr>
                              <w:t>3404 2012</w:t>
                            </w:r>
                            <w:bookmarkEnd w:id="65"/>
                          </w:p>
                          <w:bookmarkEnd w:id="64"/>
                          <w:p w14:paraId="2F221298" w14:textId="77777777" w:rsidR="007707F0" w:rsidRPr="001E3430" w:rsidRDefault="007707F0" w:rsidP="00B319DB">
                            <w:pPr>
                              <w:pStyle w:val="TemplateAdresse"/>
                            </w:pPr>
                          </w:p>
                          <w:p w14:paraId="49301674" w14:textId="45AF9E7A" w:rsidR="007707F0" w:rsidRPr="009B602C" w:rsidRDefault="00601416" w:rsidP="00B319DB">
                            <w:pPr>
                              <w:pStyle w:val="TemplateAdresse"/>
                            </w:pPr>
                            <w:bookmarkStart w:id="66" w:name="SD_LAN_Sagsbehandler"/>
                            <w:bookmarkStart w:id="67" w:name="HideSagsbehandler"/>
                            <w:bookmarkStart w:id="68" w:name="HideSagsbehandlerFull"/>
                            <w:r>
                              <w:t>Sagsbehandler</w:t>
                            </w:r>
                            <w:bookmarkEnd w:id="66"/>
                          </w:p>
                          <w:p w14:paraId="54DA33AF" w14:textId="29394624" w:rsidR="007707F0" w:rsidRPr="009B602C" w:rsidRDefault="00601416" w:rsidP="00B319DB">
                            <w:pPr>
                              <w:pStyle w:val="TemplateAdresse"/>
                            </w:pPr>
                            <w:bookmarkStart w:id="69" w:name="SD_USR_Name_N1"/>
                            <w:r>
                              <w:t>Rikke Lise Simested</w:t>
                            </w:r>
                            <w:bookmarkEnd w:id="69"/>
                          </w:p>
                          <w:p w14:paraId="51FDAEB8" w14:textId="315E4F2F" w:rsidR="007707F0" w:rsidRPr="00601416" w:rsidRDefault="00601416" w:rsidP="00B319DB">
                            <w:pPr>
                              <w:pStyle w:val="TemplateAdresse"/>
                            </w:pPr>
                            <w:bookmarkStart w:id="70" w:name="SD_LAN_DirectPhone"/>
                            <w:bookmarkStart w:id="71" w:name="HIF_SD_USR_DirectPhone"/>
                            <w:bookmarkStart w:id="72" w:name="HideDirekteNummer"/>
                            <w:bookmarkEnd w:id="67"/>
                            <w:r w:rsidRPr="00601416">
                              <w:t>Tel.</w:t>
                            </w:r>
                            <w:bookmarkEnd w:id="70"/>
                            <w:r w:rsidR="007707F0" w:rsidRPr="00601416">
                              <w:t xml:space="preserve"> </w:t>
                            </w:r>
                            <w:bookmarkStart w:id="73" w:name="SD_USR_DirectPhone"/>
                            <w:r w:rsidRPr="00601416">
                              <w:t>72 31 78 76</w:t>
                            </w:r>
                            <w:bookmarkEnd w:id="73"/>
                          </w:p>
                          <w:p w14:paraId="0C24A323" w14:textId="60EDDAB7" w:rsidR="007707F0" w:rsidRPr="00601416" w:rsidRDefault="00601416" w:rsidP="00B319DB">
                            <w:pPr>
                              <w:pStyle w:val="Template-Mail"/>
                            </w:pPr>
                            <w:bookmarkStart w:id="74" w:name="SD_USR_Email"/>
                            <w:bookmarkStart w:id="75" w:name="HIF_SD_USR_Email"/>
                            <w:bookmarkEnd w:id="71"/>
                            <w:r w:rsidRPr="00601416">
                              <w:t>RILS@ufm.dk</w:t>
                            </w:r>
                            <w:bookmarkEnd w:id="74"/>
                          </w:p>
                          <w:p w14:paraId="74932478" w14:textId="77777777" w:rsidR="007707F0" w:rsidRPr="00601416" w:rsidRDefault="007707F0" w:rsidP="00B319DB">
                            <w:pPr>
                              <w:pStyle w:val="TemplateAdresse"/>
                              <w:rPr>
                                <w:vanish/>
                              </w:rPr>
                            </w:pPr>
                            <w:bookmarkStart w:id="76" w:name="SD_FLD_Web"/>
                            <w:bookmarkStart w:id="77" w:name="HIF_SD_FLD_Web"/>
                            <w:bookmarkEnd w:id="72"/>
                            <w:bookmarkEnd w:id="75"/>
                            <w:bookmarkEnd w:id="76"/>
                          </w:p>
                          <w:bookmarkEnd w:id="77"/>
                          <w:p w14:paraId="4BEAF69F" w14:textId="77777777" w:rsidR="007707F0" w:rsidRPr="00B5571A" w:rsidRDefault="007707F0" w:rsidP="00B319DB">
                            <w:pPr>
                              <w:pStyle w:val="TemplateAdresse"/>
                            </w:pPr>
                          </w:p>
                          <w:p w14:paraId="10040250" w14:textId="52F4D5B7" w:rsidR="007707F0" w:rsidRPr="00B5571A" w:rsidRDefault="00601416" w:rsidP="005815CA">
                            <w:pPr>
                              <w:pStyle w:val="TemplateAdresse"/>
                            </w:pPr>
                            <w:bookmarkStart w:id="78" w:name="SD_LAN_SagsNr"/>
                            <w:bookmarkStart w:id="79" w:name="HIF_SD_FLD_Sagsnr"/>
                            <w:bookmarkEnd w:id="68"/>
                            <w:r>
                              <w:t>Ref.-nr.</w:t>
                            </w:r>
                            <w:bookmarkEnd w:id="78"/>
                          </w:p>
                          <w:p w14:paraId="04D974A8" w14:textId="35FC4C4C" w:rsidR="00D45A72" w:rsidRDefault="00D45A72" w:rsidP="00D45A72">
                            <w:pPr>
                              <w:pStyle w:val="TemplateAdresse"/>
                            </w:pPr>
                            <w:r>
                              <w:t>1054060</w:t>
                            </w:r>
                          </w:p>
                          <w:p w14:paraId="2B07C871" w14:textId="397B21D3" w:rsidR="006E262C" w:rsidRDefault="006E262C" w:rsidP="00D45A72">
                            <w:pPr>
                              <w:pStyle w:val="TemplateAdresse"/>
                            </w:pPr>
                          </w:p>
                          <w:p w14:paraId="43CD64B6" w14:textId="456DD10B" w:rsidR="006E262C" w:rsidRDefault="006E262C" w:rsidP="00D45A72">
                            <w:pPr>
                              <w:pStyle w:val="TemplateAdresse"/>
                            </w:pPr>
                            <w:r>
                              <w:t xml:space="preserve">Sagsnr. </w:t>
                            </w:r>
                          </w:p>
                          <w:p w14:paraId="20F97D9F" w14:textId="4811607D" w:rsidR="006E262C" w:rsidRDefault="006E262C" w:rsidP="00D45A72">
                            <w:pPr>
                              <w:pStyle w:val="TemplateAdresse"/>
                            </w:pPr>
                            <w:r>
                              <w:t>2025-56727</w:t>
                            </w:r>
                          </w:p>
                          <w:bookmarkEnd w:id="79"/>
                          <w:p w14:paraId="255D1059" w14:textId="77777777" w:rsidR="007707F0" w:rsidRPr="00B5571A" w:rsidRDefault="007707F0" w:rsidP="001431A0">
                            <w:pPr>
                              <w:pStyle w:val="TemplateAdresse"/>
                              <w:rPr>
                                <w:rFonts w:eastAsiaTheme="majorEastAsia"/>
                              </w:rPr>
                            </w:pPr>
                          </w:p>
                          <w:p w14:paraId="7E48EC76" w14:textId="67515A3F" w:rsidR="007707F0" w:rsidRPr="00601416" w:rsidRDefault="00601416" w:rsidP="001431A0">
                            <w:pPr>
                              <w:pStyle w:val="TemplateAdresse"/>
                              <w:rPr>
                                <w:rFonts w:eastAsiaTheme="majorEastAsia"/>
                                <w:vanish/>
                              </w:rPr>
                            </w:pPr>
                            <w:bookmarkStart w:id="80" w:name="SD_LAN_YourRef"/>
                            <w:bookmarkStart w:id="81" w:name="HIF_SD_FLD_DeresRef"/>
                            <w:r w:rsidRPr="00601416">
                              <w:rPr>
                                <w:rFonts w:eastAsiaTheme="majorEastAsia"/>
                                <w:vanish/>
                              </w:rPr>
                              <w:t>Deres ref.</w:t>
                            </w:r>
                            <w:bookmarkEnd w:id="80"/>
                            <w:r w:rsidR="007707F0" w:rsidRPr="00601416">
                              <w:rPr>
                                <w:rFonts w:eastAsiaTheme="majorEastAsia"/>
                                <w:vanish/>
                              </w:rPr>
                              <w:t xml:space="preserve"> </w:t>
                            </w:r>
                            <w:bookmarkStart w:id="82" w:name="SD_FLD_DeresRef"/>
                            <w:bookmarkEnd w:id="82"/>
                          </w:p>
                          <w:p w14:paraId="4EA46BAB" w14:textId="76949DA6" w:rsidR="007707F0" w:rsidRPr="00601416" w:rsidRDefault="00601416" w:rsidP="001431A0">
                            <w:pPr>
                              <w:pStyle w:val="TemplateAdresse"/>
                              <w:rPr>
                                <w:rFonts w:eastAsiaTheme="majorEastAsia"/>
                                <w:vanish/>
                              </w:rPr>
                            </w:pPr>
                            <w:bookmarkStart w:id="83" w:name="SD_LAN_CVR_N1"/>
                            <w:bookmarkStart w:id="84" w:name="HIF_SD_FLD_DeresCVR"/>
                            <w:bookmarkEnd w:id="81"/>
                            <w:r w:rsidRPr="00601416">
                              <w:rPr>
                                <w:rFonts w:eastAsiaTheme="majorEastAsia"/>
                                <w:vanish/>
                              </w:rPr>
                              <w:t>CVR-nr.</w:t>
                            </w:r>
                            <w:bookmarkEnd w:id="83"/>
                            <w:r w:rsidR="007707F0" w:rsidRPr="00601416">
                              <w:rPr>
                                <w:rFonts w:eastAsiaTheme="majorEastAsia"/>
                                <w:vanish/>
                              </w:rPr>
                              <w:t xml:space="preserve"> </w:t>
                            </w:r>
                            <w:bookmarkStart w:id="85" w:name="SD_FLD_DeresCVR"/>
                            <w:bookmarkEnd w:id="85"/>
                          </w:p>
                          <w:p w14:paraId="14C36241" w14:textId="083640CF" w:rsidR="007707F0" w:rsidRPr="00601416" w:rsidRDefault="00601416" w:rsidP="001431A0">
                            <w:pPr>
                              <w:pStyle w:val="TemplateAdresse"/>
                              <w:rPr>
                                <w:rFonts w:eastAsiaTheme="majorEastAsia"/>
                                <w:vanish/>
                              </w:rPr>
                            </w:pPr>
                            <w:bookmarkStart w:id="86" w:name="SD_LAN_CPR"/>
                            <w:bookmarkStart w:id="87" w:name="HIF_SD_FLD_CPRnr"/>
                            <w:bookmarkEnd w:id="84"/>
                            <w:r w:rsidRPr="00601416">
                              <w:rPr>
                                <w:rFonts w:eastAsiaTheme="majorEastAsia"/>
                                <w:vanish/>
                              </w:rPr>
                              <w:t>Cpr.-nr.</w:t>
                            </w:r>
                            <w:bookmarkEnd w:id="86"/>
                            <w:r w:rsidR="007707F0" w:rsidRPr="00601416">
                              <w:rPr>
                                <w:rFonts w:eastAsiaTheme="majorEastAsia"/>
                                <w:vanish/>
                              </w:rPr>
                              <w:t xml:space="preserve"> </w:t>
                            </w:r>
                            <w:bookmarkStart w:id="88" w:name="SD_FLD_CPRnr"/>
                            <w:r w:rsidRPr="00601416">
                              <w:rPr>
                                <w:rFonts w:eastAsiaTheme="majorEastAsia"/>
                                <w:vanish/>
                              </w:rPr>
                              <w:t xml:space="preserve"> </w:t>
                            </w:r>
                            <w:bookmarkEnd w:id="88"/>
                          </w:p>
                          <w:p w14:paraId="269D1701" w14:textId="759A2B1D" w:rsidR="007707F0" w:rsidRPr="00601416" w:rsidRDefault="00601416" w:rsidP="001431A0">
                            <w:pPr>
                              <w:pStyle w:val="TemplateAdresse"/>
                              <w:rPr>
                                <w:rFonts w:eastAsiaTheme="majorEastAsia"/>
                                <w:vanish/>
                              </w:rPr>
                            </w:pPr>
                            <w:bookmarkStart w:id="89" w:name="SD_LAN_Copy"/>
                            <w:bookmarkStart w:id="90" w:name="HIF_SD_FLD_KopiTil"/>
                            <w:bookmarkEnd w:id="87"/>
                            <w:r w:rsidRPr="00601416">
                              <w:rPr>
                                <w:rFonts w:eastAsiaTheme="majorEastAsia"/>
                                <w:vanish/>
                              </w:rPr>
                              <w:t>Kopi</w:t>
                            </w:r>
                            <w:bookmarkEnd w:id="89"/>
                            <w:r w:rsidR="007707F0" w:rsidRPr="00601416">
                              <w:rPr>
                                <w:rFonts w:eastAsiaTheme="majorEastAsia"/>
                                <w:vanish/>
                              </w:rPr>
                              <w:t xml:space="preserve"> </w:t>
                            </w:r>
                            <w:bookmarkStart w:id="91" w:name="SD_FLD_KopiTil"/>
                            <w:bookmarkEnd w:id="91"/>
                          </w:p>
                          <w:bookmarkEnd w:id="90"/>
                          <w:p w14:paraId="73884E76" w14:textId="77777777" w:rsidR="007707F0" w:rsidRPr="005815CA" w:rsidRDefault="007707F0" w:rsidP="001431A0">
                            <w:pPr>
                              <w:pStyle w:val="TemplateAdresse"/>
                              <w:rPr>
                                <w:rFonts w:eastAsiaTheme="majorEastAsia"/>
                              </w:rPr>
                            </w:pPr>
                          </w:p>
                        </w:tc>
                      </w:tr>
                      <w:tr w:rsidR="007707F0" w14:paraId="4909AB6C" w14:textId="77777777" w:rsidTr="00514C3A">
                        <w:trPr>
                          <w:trHeight w:val="3214"/>
                          <w:tblHeader/>
                        </w:trPr>
                        <w:tc>
                          <w:tcPr>
                            <w:tcW w:w="2693" w:type="dxa"/>
                            <w:vAlign w:val="bottom"/>
                          </w:tcPr>
                          <w:p w14:paraId="0C433B4B" w14:textId="2A84217A" w:rsidR="007707F0" w:rsidRDefault="007707F0" w:rsidP="005815CA">
                            <w:pPr>
                              <w:pStyle w:val="TemplateAdresse"/>
                              <w:rPr>
                                <w:rFonts w:eastAsiaTheme="majorEastAsia"/>
                                <w:szCs w:val="13"/>
                              </w:rPr>
                            </w:pPr>
                            <w:bookmarkStart w:id="92" w:name="SD_OFF_EkstraTekstHeader"/>
                            <w:bookmarkEnd w:id="92"/>
                          </w:p>
                          <w:p w14:paraId="0A466126" w14:textId="09093B58" w:rsidR="007707F0" w:rsidRDefault="007707F0" w:rsidP="005815CA">
                            <w:pPr>
                              <w:pStyle w:val="TemplateAdresse"/>
                              <w:rPr>
                                <w:rFonts w:eastAsiaTheme="majorEastAsia"/>
                                <w:szCs w:val="13"/>
                              </w:rPr>
                            </w:pPr>
                            <w:bookmarkStart w:id="93" w:name="SD_OFF_EkstraTekstText"/>
                            <w:bookmarkEnd w:id="93"/>
                            <w:r>
                              <w:rPr>
                                <w:rFonts w:eastAsiaTheme="majorEastAsia"/>
                                <w:szCs w:val="13"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1302260E" w14:textId="77777777" w:rsidR="007707F0" w:rsidRPr="009974B5" w:rsidRDefault="007707F0" w:rsidP="007707F0">
                      <w:pPr>
                        <w:pStyle w:val="TemplateAdresse"/>
                        <w:rPr>
                          <w:rFonts w:eastAsiaTheme="majorEastAsia"/>
                          <w:szCs w:val="13"/>
                        </w:rPr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tbl>
      <w:tblPr>
        <w:tblStyle w:val="Tabel-Git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  <w:tblCaption w:val="Modtager oplysninger"/>
        <w:tblDescription w:val="Navn, adresse og post adresse"/>
      </w:tblPr>
      <w:tblGrid>
        <w:gridCol w:w="7313"/>
      </w:tblGrid>
      <w:tr w:rsidR="00055B05" w:rsidRPr="00601416" w14:paraId="33F236D6" w14:textId="77777777" w:rsidTr="00514C3A">
        <w:trPr>
          <w:trHeight w:val="3075"/>
          <w:tblHeader/>
        </w:trPr>
        <w:tc>
          <w:tcPr>
            <w:tcW w:w="7313" w:type="dxa"/>
          </w:tcPr>
          <w:p w14:paraId="1B054344" w14:textId="7DE99936" w:rsidR="000E09DC" w:rsidRPr="00601416" w:rsidRDefault="00B017B2" w:rsidP="000945B2">
            <w:pPr>
              <w:pStyle w:val="Modtageradresse"/>
              <w:rPr>
                <w:rStyle w:val="Linjenummer"/>
              </w:rPr>
            </w:pPr>
            <w:r>
              <w:t>Sendt til høringsparterne på høringslisten</w:t>
            </w:r>
          </w:p>
        </w:tc>
      </w:tr>
    </w:tbl>
    <w:p w14:paraId="0613FC56" w14:textId="34557667" w:rsidR="00366E8C" w:rsidRDefault="00B017B2" w:rsidP="00B017B2">
      <w:pPr>
        <w:pStyle w:val="Overskrift1"/>
      </w:pPr>
      <w:r>
        <w:t>Høring over udkast til ny bekendtgørelse om adgang til professions- og erhvervsrettede videregående uddannelser (adgangsbekendtgørelsen)</w:t>
      </w:r>
    </w:p>
    <w:p w14:paraId="4DAC0C35" w14:textId="77777777" w:rsidR="00B017B2" w:rsidRPr="00B017B2" w:rsidRDefault="00B017B2" w:rsidP="00B017B2"/>
    <w:p w14:paraId="44186377" w14:textId="77777777" w:rsidR="00B017B2" w:rsidRDefault="00B017B2" w:rsidP="00055B05">
      <w:r>
        <w:t xml:space="preserve">Uddannelses- og Forskningsstyrelsen sender hermed udkast til bekendtgørelse om adgang til professions- og erhvervsrettede videregående uddannelser i høring. </w:t>
      </w:r>
    </w:p>
    <w:p w14:paraId="57915C0A" w14:textId="77777777" w:rsidR="00B017B2" w:rsidRDefault="00B017B2" w:rsidP="00055B05"/>
    <w:p w14:paraId="3AF75E49" w14:textId="0F316EE8" w:rsidR="00EA5E5D" w:rsidRDefault="00150558" w:rsidP="00055B05">
      <w:r>
        <w:t>De væsentligste ændringer er følgende</w:t>
      </w:r>
      <w:r w:rsidR="00EA5E5D">
        <w:t>:</w:t>
      </w:r>
    </w:p>
    <w:p w14:paraId="4778DB07" w14:textId="77777777" w:rsidR="00EA5E5D" w:rsidRDefault="004224F6" w:rsidP="00055B05">
      <w:pPr>
        <w:pStyle w:val="Listeafsnit"/>
        <w:numPr>
          <w:ilvl w:val="0"/>
          <w:numId w:val="26"/>
        </w:numPr>
      </w:pPr>
      <w:r>
        <w:t xml:space="preserve">at bekendtgørelsen ændrer titel, </w:t>
      </w:r>
    </w:p>
    <w:p w14:paraId="6D79D6E5" w14:textId="455603AC" w:rsidR="00EA5E5D" w:rsidRDefault="004224F6" w:rsidP="00FF554A">
      <w:pPr>
        <w:pStyle w:val="Listeafsnit"/>
        <w:numPr>
          <w:ilvl w:val="0"/>
          <w:numId w:val="26"/>
        </w:numPr>
      </w:pPr>
      <w:r>
        <w:t>nye regler for afslag/udskrivning af ansøgere/studerende uden lovligt ophold i Danmark</w:t>
      </w:r>
      <w:r w:rsidR="00F46728">
        <w:t xml:space="preserve"> og</w:t>
      </w:r>
    </w:p>
    <w:p w14:paraId="34C6BA9B" w14:textId="7636092C" w:rsidR="00EA5E5D" w:rsidRDefault="004224F6" w:rsidP="00FF554A">
      <w:pPr>
        <w:pStyle w:val="Listeafsnit"/>
        <w:numPr>
          <w:ilvl w:val="0"/>
          <w:numId w:val="26"/>
        </w:numPr>
      </w:pPr>
      <w:r>
        <w:t>ændrede adgangskrav og uddannelsesnavne for enkelte uddannelser.</w:t>
      </w:r>
    </w:p>
    <w:p w14:paraId="7FA56EEC" w14:textId="77777777" w:rsidR="00B017B2" w:rsidRDefault="00B017B2" w:rsidP="00055B05"/>
    <w:p w14:paraId="4D93BD46" w14:textId="4C49392F" w:rsidR="00B017B2" w:rsidRDefault="00B017B2" w:rsidP="00055B05">
      <w:r>
        <w:t xml:space="preserve">Styrelsen skal anmode om eventuelle bemærkninger til høringsudkastet sendes til </w:t>
      </w:r>
      <w:hyperlink r:id="rId9" w:history="1">
        <w:r w:rsidRPr="00B017B2">
          <w:rPr>
            <w:rStyle w:val="Hyperlink"/>
          </w:rPr>
          <w:t>ufs-hoering@ufm.dk</w:t>
        </w:r>
      </w:hyperlink>
      <w:r>
        <w:t xml:space="preserve">, cc. </w:t>
      </w:r>
      <w:hyperlink r:id="rId10" w:history="1">
        <w:r w:rsidRPr="00B673A0">
          <w:rPr>
            <w:rStyle w:val="Hyperlink"/>
          </w:rPr>
          <w:t>RILS@ufm.dk</w:t>
        </w:r>
      </w:hyperlink>
      <w:r>
        <w:t xml:space="preserve"> med reference til sag 2025-56727 senest </w:t>
      </w:r>
    </w:p>
    <w:p w14:paraId="6A6E2CEE" w14:textId="77777777" w:rsidR="00B017B2" w:rsidRDefault="00B017B2" w:rsidP="00055B05"/>
    <w:p w14:paraId="17172B06" w14:textId="365E2F77" w:rsidR="00B017B2" w:rsidRPr="00B017B2" w:rsidRDefault="003E1A36" w:rsidP="00B017B2">
      <w:pPr>
        <w:jc w:val="center"/>
        <w:rPr>
          <w:b/>
          <w:bCs/>
        </w:rPr>
      </w:pPr>
      <w:r>
        <w:rPr>
          <w:b/>
          <w:bCs/>
        </w:rPr>
        <w:t>Mandag</w:t>
      </w:r>
      <w:r w:rsidR="00EA5E5D">
        <w:rPr>
          <w:b/>
          <w:bCs/>
        </w:rPr>
        <w:t xml:space="preserve"> den </w:t>
      </w:r>
      <w:r>
        <w:rPr>
          <w:b/>
          <w:bCs/>
        </w:rPr>
        <w:t>22</w:t>
      </w:r>
      <w:r w:rsidR="00EA5E5D">
        <w:rPr>
          <w:b/>
          <w:bCs/>
        </w:rPr>
        <w:t>. december 2025, kl. 12:00</w:t>
      </w:r>
      <w:r w:rsidR="00B017B2" w:rsidRPr="00B017B2">
        <w:rPr>
          <w:b/>
          <w:bCs/>
        </w:rPr>
        <w:t>.</w:t>
      </w:r>
    </w:p>
    <w:p w14:paraId="453DB0E2" w14:textId="77777777" w:rsidR="00B017B2" w:rsidRDefault="00B017B2" w:rsidP="00055B05"/>
    <w:p w14:paraId="23988FE1" w14:textId="61F8AA23" w:rsidR="00B017B2" w:rsidRDefault="00B017B2" w:rsidP="00055B05">
      <w:r>
        <w:t xml:space="preserve">Spørgsmål til høringsudkastet bedes rettet til undertegnede, Rikke Lise Simested, e-mail: </w:t>
      </w:r>
      <w:hyperlink r:id="rId11" w:history="1">
        <w:r w:rsidRPr="00B673A0">
          <w:rPr>
            <w:rStyle w:val="Hyperlink"/>
          </w:rPr>
          <w:t>RILS@ufm.dk</w:t>
        </w:r>
      </w:hyperlink>
      <w:r>
        <w:t xml:space="preserve"> og telefonnummer: 7231 7876. </w:t>
      </w:r>
    </w:p>
    <w:p w14:paraId="2673DB88" w14:textId="77777777" w:rsidR="00B017B2" w:rsidRDefault="00B017B2" w:rsidP="00055B05"/>
    <w:p w14:paraId="47C427D0" w14:textId="705B4C7C" w:rsidR="00055B05" w:rsidRDefault="00B017B2" w:rsidP="00055B05">
      <w:r>
        <w:t xml:space="preserve">Høringen er også offentliggjort på </w:t>
      </w:r>
      <w:hyperlink r:id="rId12" w:history="1">
        <w:r w:rsidRPr="00B017B2">
          <w:rPr>
            <w:rStyle w:val="Hyperlink"/>
          </w:rPr>
          <w:t>Høringsportalen.dk</w:t>
        </w:r>
      </w:hyperlink>
      <w:r>
        <w:t>. Høringssvar fra ikke-ministerielle høringsparter offentliggøres på Høringsportalen efter høringsfristens udløb. Ved afgivelse af høringssvar samtykker høringsparten i, at vedkommendes høringssvar, inkl. navn og evt. angivet adresse eller e-mailadresse offentliggøres på Høringsportalen efter endt høring.</w:t>
      </w:r>
    </w:p>
    <w:p w14:paraId="799230A6" w14:textId="77777777" w:rsidR="00EA5E5D" w:rsidRPr="00601416" w:rsidRDefault="00EA5E5D" w:rsidP="00055B05"/>
    <w:p w14:paraId="4671C7E8" w14:textId="527F1527" w:rsidR="000D32A6" w:rsidRPr="00601416" w:rsidRDefault="00EA5E5D" w:rsidP="00055B05">
      <w:pPr>
        <w:keepNext/>
        <w:keepLines/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4F3AB981" wp14:editId="41EF1BF5">
            <wp:simplePos x="0" y="0"/>
            <wp:positionH relativeFrom="column">
              <wp:posOffset>69977</wp:posOffset>
            </wp:positionH>
            <wp:positionV relativeFrom="paragraph">
              <wp:posOffset>25502</wp:posOffset>
            </wp:positionV>
            <wp:extent cx="2231136" cy="598254"/>
            <wp:effectExtent l="0" t="0" r="0" b="0"/>
            <wp:wrapNone/>
            <wp:docPr id="5" name="Bille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illede 5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1136" cy="5982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0EF6FC" w14:textId="33C710FC" w:rsidR="00055B05" w:rsidRPr="00601416" w:rsidRDefault="00601416" w:rsidP="00055B05">
      <w:pPr>
        <w:keepNext/>
        <w:keepLines/>
      </w:pPr>
      <w:bookmarkStart w:id="94" w:name="SD_LAN_BestRegards"/>
      <w:r w:rsidRPr="00601416">
        <w:t>Med venlig hilsen</w:t>
      </w:r>
      <w:bookmarkEnd w:id="94"/>
    </w:p>
    <w:p w14:paraId="63A8FEFC" w14:textId="4471881A" w:rsidR="00055B05" w:rsidRPr="00601416" w:rsidRDefault="00055B05" w:rsidP="00055B05">
      <w:pPr>
        <w:keepNext/>
        <w:keepLines/>
      </w:pPr>
    </w:p>
    <w:p w14:paraId="07E7BD46" w14:textId="6ACE0C6E" w:rsidR="00055B05" w:rsidRPr="00601416" w:rsidRDefault="00601416" w:rsidP="00055B05">
      <w:pPr>
        <w:keepNext/>
        <w:keepLines/>
      </w:pPr>
      <w:bookmarkStart w:id="95" w:name="SD_CNT_Signatur"/>
      <w:bookmarkStart w:id="96" w:name="SD_USR_Name"/>
      <w:bookmarkStart w:id="97" w:name="HIF_SD_USR_Name"/>
      <w:bookmarkEnd w:id="95"/>
      <w:r w:rsidRPr="00601416">
        <w:t>Rikke Lise Simested</w:t>
      </w:r>
      <w:bookmarkEnd w:id="96"/>
    </w:p>
    <w:p w14:paraId="6054E465" w14:textId="53C997F6" w:rsidR="00514C3A" w:rsidRPr="00AD3BAC" w:rsidRDefault="00601416" w:rsidP="00FC20D7">
      <w:pPr>
        <w:rPr>
          <w:b/>
          <w:bCs/>
        </w:rPr>
      </w:pPr>
      <w:bookmarkStart w:id="98" w:name="SD_USR_Title"/>
      <w:bookmarkEnd w:id="97"/>
      <w:r>
        <w:t>Specialkonsulent</w:t>
      </w:r>
      <w:bookmarkEnd w:id="98"/>
    </w:p>
    <w:p w14:paraId="4A84476F" w14:textId="4FB558EC" w:rsidR="00E605C1" w:rsidRDefault="00E605C1">
      <w:r>
        <w:br w:type="page"/>
      </w:r>
    </w:p>
    <w:p w14:paraId="0D72BEC7" w14:textId="5466C051" w:rsidR="000F007A" w:rsidRPr="000F007A" w:rsidRDefault="000F007A" w:rsidP="000F007A">
      <w:pPr>
        <w:rPr>
          <w:b/>
          <w:bCs/>
        </w:rPr>
      </w:pPr>
      <w:r w:rsidRPr="000F007A">
        <w:rPr>
          <w:b/>
          <w:bCs/>
        </w:rPr>
        <w:lastRenderedPageBreak/>
        <w:t>Bemærkninger til titelændring:</w:t>
      </w:r>
    </w:p>
    <w:p w14:paraId="2B5E9C55" w14:textId="67A022F2" w:rsidR="000F007A" w:rsidRDefault="000F007A" w:rsidP="000F007A"/>
    <w:p w14:paraId="198AA8CD" w14:textId="77777777" w:rsidR="00243022" w:rsidRDefault="000F007A" w:rsidP="000F007A">
      <w:r>
        <w:t xml:space="preserve">Det foreslås, at bekendtgørelse om adgang til erhvervsakademiuddannelser og professionsbacheloruddannelser ændrer titel til: bekendtgørelse om adgang til professions- og erhvervsrettede videregående uddannelse. </w:t>
      </w:r>
    </w:p>
    <w:p w14:paraId="2FC7A290" w14:textId="77777777" w:rsidR="00243022" w:rsidRDefault="00243022" w:rsidP="000F007A"/>
    <w:p w14:paraId="4EA6EE09" w14:textId="4586C3EA" w:rsidR="000F007A" w:rsidRPr="00CF6EAC" w:rsidRDefault="000F007A" w:rsidP="00FC20D7">
      <w:r>
        <w:t xml:space="preserve">Begrundelsen er, at </w:t>
      </w:r>
      <w:r w:rsidRPr="000F007A">
        <w:rPr>
          <w:i/>
          <w:iCs/>
        </w:rPr>
        <w:t>Reform af professionsbachelor- og erhvervsakademiuddannelser i Danmark</w:t>
      </w:r>
      <w:r>
        <w:t xml:space="preserve">, som er fremsat som lovforslag L 17 medfører, at uddannelsesområdet tilføres en ny type uddannelse: professionsmasteruddannelserne, hvilket nødvendiggør, at bl.a. adgangsbekendtgørelsen ændrer titel. </w:t>
      </w:r>
      <w:r w:rsidR="003D3A9F">
        <w:t>De</w:t>
      </w:r>
      <w:r w:rsidR="00547E88">
        <w:t>n</w:t>
      </w:r>
      <w:r w:rsidR="003D3A9F">
        <w:t xml:space="preserve"> foreslåede</w:t>
      </w:r>
      <w:r w:rsidR="00547E88">
        <w:t xml:space="preserve"> </w:t>
      </w:r>
      <w:r w:rsidR="003D3A9F">
        <w:t xml:space="preserve">titel </w:t>
      </w:r>
      <w:r>
        <w:t>følger samme terminologi</w:t>
      </w:r>
      <w:r w:rsidR="003D3A9F">
        <w:t>,</w:t>
      </w:r>
      <w:r>
        <w:t xml:space="preserve"> som er anvendt på eksamensområdet, jf. bekendtgørelse om eksamener og prøver ved professions- og erhvervsrettede videregående uddannelser.</w:t>
      </w:r>
    </w:p>
    <w:p w14:paraId="1A283924" w14:textId="77777777" w:rsidR="000F007A" w:rsidRDefault="000F007A" w:rsidP="00FC20D7">
      <w:pPr>
        <w:rPr>
          <w:b/>
          <w:bCs/>
        </w:rPr>
      </w:pPr>
    </w:p>
    <w:p w14:paraId="7B212947" w14:textId="75069FAA" w:rsidR="00E605C1" w:rsidRDefault="00E605C1" w:rsidP="00FC20D7">
      <w:pPr>
        <w:rPr>
          <w:b/>
          <w:bCs/>
        </w:rPr>
      </w:pPr>
      <w:r w:rsidRPr="00E605C1">
        <w:rPr>
          <w:b/>
          <w:bCs/>
        </w:rPr>
        <w:t>Bemærkninger til ændringer i bestemmelser:</w:t>
      </w:r>
    </w:p>
    <w:p w14:paraId="277FF11D" w14:textId="7251BDF3" w:rsidR="00E605C1" w:rsidRDefault="00E605C1" w:rsidP="00FC20D7">
      <w:pPr>
        <w:rPr>
          <w:b/>
          <w:bCs/>
        </w:rPr>
      </w:pPr>
    </w:p>
    <w:p w14:paraId="61065111" w14:textId="6581FFD4" w:rsidR="00AD3BAC" w:rsidRDefault="00AD3BAC" w:rsidP="00FC20D7">
      <w:r>
        <w:rPr>
          <w:b/>
          <w:bCs/>
        </w:rPr>
        <w:t>§ 2, stk. 2</w:t>
      </w:r>
      <w:r>
        <w:t xml:space="preserve"> – ny bestemmelse, som vedrører ansøgere, som ikke har lovligt opholdsgrundlag i Danmark. Gruppen består af udviste asylansøgere samt andre udlændinge, som har mister deres opholdsgrundlag i Danmark. Bestemmelsen skal forhindre denne personkreds i at opnå optagelse</w:t>
      </w:r>
      <w:r w:rsidR="00893002">
        <w:t xml:space="preserve">/være indskrevet </w:t>
      </w:r>
      <w:r>
        <w:t>på en videregående uddannelse</w:t>
      </w:r>
      <w:r w:rsidR="003460C9">
        <w:t xml:space="preserve">. Der er ligeledes tilføjet et nyt nr. </w:t>
      </w:r>
      <w:r w:rsidR="009D15E7">
        <w:t xml:space="preserve">7 </w:t>
      </w:r>
      <w:r w:rsidR="003460C9">
        <w:t>i udskrivningsbestemmelsen (§ 3</w:t>
      </w:r>
      <w:r w:rsidR="00547E88">
        <w:t>6</w:t>
      </w:r>
      <w:r w:rsidR="003460C9">
        <w:t>), som fastsætter, at en studerende, der mister sit lovlige opholdsgrundlag i Danmark</w:t>
      </w:r>
      <w:r w:rsidR="00CF6EAC">
        <w:t>,</w:t>
      </w:r>
      <w:r w:rsidR="003460C9">
        <w:t xml:space="preserve"> skal udskrives af uddannelsen. Reglerne </w:t>
      </w:r>
      <w:r w:rsidR="009D15E7">
        <w:t xml:space="preserve">følger af lovforslag L5 </w:t>
      </w:r>
      <w:r w:rsidR="003460C9">
        <w:t>stillet af udlændinge- og integrationsministeren</w:t>
      </w:r>
      <w:r w:rsidR="009D15E7">
        <w:t>, som forventes vedtaget af Folketinget i</w:t>
      </w:r>
      <w:r w:rsidR="00CF6EAC">
        <w:t xml:space="preserve"> december</w:t>
      </w:r>
      <w:r w:rsidR="003460C9">
        <w:t>.</w:t>
      </w:r>
    </w:p>
    <w:p w14:paraId="47390ECB" w14:textId="72F96519" w:rsidR="009D15E7" w:rsidRDefault="009D15E7" w:rsidP="00FC20D7"/>
    <w:p w14:paraId="64A87634" w14:textId="4740599B" w:rsidR="009D15E7" w:rsidRDefault="009D15E7" w:rsidP="00FC20D7">
      <w:r>
        <w:t xml:space="preserve">Det fremgår af lovbemærkningerne, at udlændinge, som opholder sig i Danmark på baggrund af en opholdstilladelse eller opholdsret, i </w:t>
      </w:r>
      <w:r w:rsidR="00243022">
        <w:t xml:space="preserve">Det Centrale Personregister (CPR) vil </w:t>
      </w:r>
      <w:r>
        <w:t xml:space="preserve">blive registreret </w:t>
      </w:r>
      <w:r w:rsidRPr="00893002">
        <w:rPr>
          <w:i/>
          <w:iCs/>
        </w:rPr>
        <w:t>”med fast opholdsstatus”</w:t>
      </w:r>
      <w:r>
        <w:t>. Udlændinge for hvem der kan sikre</w:t>
      </w:r>
      <w:r w:rsidR="003D3A9F">
        <w:t>s</w:t>
      </w:r>
      <w:r>
        <w:t xml:space="preserve"> pålidelige registermæssige oplysninger om, at der </w:t>
      </w:r>
      <w:r w:rsidRPr="00893002">
        <w:rPr>
          <w:u w:val="single"/>
        </w:rPr>
        <w:t>ikke</w:t>
      </w:r>
      <w:r>
        <w:t xml:space="preserve"> foreligger et opholdsgrundlag, vil i CPR blive regist</w:t>
      </w:r>
      <w:r w:rsidR="00CF6EAC">
        <w:t>r</w:t>
      </w:r>
      <w:r>
        <w:t xml:space="preserve">eret </w:t>
      </w:r>
      <w:r w:rsidRPr="00893002">
        <w:rPr>
          <w:i/>
          <w:iCs/>
        </w:rPr>
        <w:t>”med ulovligt ophold”</w:t>
      </w:r>
      <w:r>
        <w:t xml:space="preserve">. Dette vil </w:t>
      </w:r>
      <w:r w:rsidR="00243022">
        <w:t xml:space="preserve">bl.a. </w:t>
      </w:r>
      <w:r>
        <w:t>gælde for udlændinge, der har en verserende udsendelsessag hos myndighederne, og udlændinge på tålt ophold.</w:t>
      </w:r>
    </w:p>
    <w:p w14:paraId="0CCA833A" w14:textId="501903F0" w:rsidR="009D15E7" w:rsidRDefault="009D15E7" w:rsidP="00FC20D7"/>
    <w:p w14:paraId="7287AD1C" w14:textId="0EE1ED28" w:rsidR="00243022" w:rsidRDefault="009D15E7" w:rsidP="00FC20D7">
      <w:r>
        <w:t xml:space="preserve">Øvrige udlændinge vil i CPR blive registreret </w:t>
      </w:r>
      <w:r w:rsidRPr="00893002">
        <w:rPr>
          <w:i/>
          <w:iCs/>
        </w:rPr>
        <w:t>”uden fast opholdsstatus”</w:t>
      </w:r>
      <w:r>
        <w:t>, hvilket vil gælde for udlændinge, der opholder sig i Danmark på baggrund af et kortvarigt ophold – på visum eller på processuelt ophold, samt andre udlændinge, der ikke har et opholdsgrundlag, men hvor der ikke kan sikres pålidelige registermæssige oplysninger.</w:t>
      </w:r>
      <w:r w:rsidR="00216094">
        <w:t xml:space="preserve"> </w:t>
      </w:r>
    </w:p>
    <w:p w14:paraId="12613C0A" w14:textId="3748FBE3" w:rsidR="00243022" w:rsidRDefault="00243022" w:rsidP="00FC20D7"/>
    <w:p w14:paraId="05F40C69" w14:textId="3467AF5F" w:rsidR="00243022" w:rsidRDefault="00243022" w:rsidP="00FC20D7">
      <w:r>
        <w:t>Det vil alene være gruppen af udlændinge, som er/bliver regist</w:t>
      </w:r>
      <w:r w:rsidR="00CF6EAC">
        <w:t>r</w:t>
      </w:r>
      <w:r>
        <w:t xml:space="preserve">eret med </w:t>
      </w:r>
      <w:r w:rsidRPr="003D3A9F">
        <w:rPr>
          <w:i/>
          <w:iCs/>
        </w:rPr>
        <w:t>”ulovligt ophold”</w:t>
      </w:r>
      <w:r>
        <w:t xml:space="preserve">, </w:t>
      </w:r>
      <w:r w:rsidR="00CF6EAC">
        <w:t>der</w:t>
      </w:r>
      <w:r>
        <w:t xml:space="preserve"> skal have afslag på optagelse/udskrives af den videregående uddannelse.</w:t>
      </w:r>
    </w:p>
    <w:p w14:paraId="683ABA41" w14:textId="30084387" w:rsidR="00893002" w:rsidRDefault="00893002" w:rsidP="00FC20D7"/>
    <w:p w14:paraId="2C1BAEE7" w14:textId="08BF94AD" w:rsidR="00893002" w:rsidRDefault="00893002" w:rsidP="00893002">
      <w:r>
        <w:t>Udlændingemyndighederne vil udstille oplysningerne i CPR inddelt i de tre kategorier. Den løbende ajourføring af oplysninger vil kunne modtages som adviseringer, hvis myndigheden abonnerer på en given udlænding i CPR.</w:t>
      </w:r>
    </w:p>
    <w:p w14:paraId="38B76E11" w14:textId="77777777" w:rsidR="00CF6EAC" w:rsidRPr="00AD3BAC" w:rsidRDefault="00CF6EAC" w:rsidP="00893002"/>
    <w:p w14:paraId="6AB8ED0B" w14:textId="36312CB5" w:rsidR="009D15E7" w:rsidRDefault="00216094" w:rsidP="00FC20D7">
      <w:r>
        <w:lastRenderedPageBreak/>
        <w:t>Myndigheder, der tilgår oplysninger om opholdsstatus i CPR, vil kunne indhente uddybende oplysninger ved opslag i Udlændinge Informations Systemet (UIS), eller alternativt rette henvendelse til udlændingemyndighederne.</w:t>
      </w:r>
    </w:p>
    <w:p w14:paraId="178CE15D" w14:textId="12AE7CD0" w:rsidR="00893002" w:rsidRDefault="00893002" w:rsidP="00FC20D7"/>
    <w:p w14:paraId="7D9830D2" w14:textId="4CE98C6A" w:rsidR="00893002" w:rsidRDefault="00893002" w:rsidP="00893002">
      <w:r>
        <w:t xml:space="preserve">Imidlertid er registreringen i CPR endnu ikke </w:t>
      </w:r>
      <w:r w:rsidR="00672495">
        <w:t>it-</w:t>
      </w:r>
      <w:r>
        <w:t>understøttet, hvorfor styrelsen vil vende tilbage med nærmere information om</w:t>
      </w:r>
      <w:r w:rsidR="00CF6EAC">
        <w:t>,</w:t>
      </w:r>
      <w:r>
        <w:t xml:space="preserve"> hvordan uddannelsesinstitutionerne skal håndtere disse sager</w:t>
      </w:r>
      <w:r w:rsidR="003D3A9F">
        <w:t xml:space="preserve"> i periode</w:t>
      </w:r>
      <w:r w:rsidR="00CF6EAC">
        <w:t>n</w:t>
      </w:r>
      <w:r w:rsidR="00724941">
        <w:t>,</w:t>
      </w:r>
      <w:r w:rsidR="003D3A9F">
        <w:t xml:space="preserve"> indtil CPR indeholder oplysninger om opholdsgrundlaget</w:t>
      </w:r>
      <w:r>
        <w:t>.</w:t>
      </w:r>
    </w:p>
    <w:p w14:paraId="046BA577" w14:textId="77777777" w:rsidR="00AD3BAC" w:rsidRDefault="00AD3BAC" w:rsidP="00FC20D7">
      <w:pPr>
        <w:rPr>
          <w:b/>
          <w:bCs/>
        </w:rPr>
      </w:pPr>
    </w:p>
    <w:p w14:paraId="44F0FA01" w14:textId="28F18A61" w:rsidR="00E605C1" w:rsidRDefault="00AD3BAC" w:rsidP="00FC20D7">
      <w:r>
        <w:rPr>
          <w:b/>
          <w:bCs/>
        </w:rPr>
        <w:t>§ 6, stk. 2</w:t>
      </w:r>
      <w:r>
        <w:t xml:space="preserve"> – det er præciseret, at specifikke adgangskrav i form af enkeltfag fra enten gymnasial eksamen eller </w:t>
      </w:r>
      <w:r w:rsidR="006E262C">
        <w:t xml:space="preserve">enkeltfag fra </w:t>
      </w:r>
      <w:r>
        <w:t xml:space="preserve">adgangskursus </w:t>
      </w:r>
      <w:r w:rsidR="00216094">
        <w:t xml:space="preserve">til visse videregående uddannelser </w:t>
      </w:r>
      <w:r>
        <w:t>skal vurderes bestået i overensstemmelse med de</w:t>
      </w:r>
      <w:r w:rsidR="006E262C">
        <w:t>t</w:t>
      </w:r>
      <w:r>
        <w:t xml:space="preserve"> beståkrav, som er fastsat for den gymnasiale eksamen </w:t>
      </w:r>
      <w:r w:rsidR="00CF6EAC">
        <w:t>og</w:t>
      </w:r>
      <w:r w:rsidR="006E262C">
        <w:t xml:space="preserve"> fastsat i bekendtgørelse om </w:t>
      </w:r>
      <w:r>
        <w:t>adgangskursus</w:t>
      </w:r>
      <w:r w:rsidR="006E262C">
        <w:t xml:space="preserve"> og adgangseksamen til visse videregående uddannelser.</w:t>
      </w:r>
    </w:p>
    <w:p w14:paraId="70E57F42" w14:textId="2F4FEBAE" w:rsidR="00AD3BAC" w:rsidRDefault="00AD3BAC" w:rsidP="00FC20D7"/>
    <w:p w14:paraId="281150D9" w14:textId="6EC2412E" w:rsidR="00AD3BAC" w:rsidRDefault="00AD3BAC" w:rsidP="00FC20D7">
      <w:r>
        <w:rPr>
          <w:b/>
          <w:bCs/>
        </w:rPr>
        <w:t>§ 10</w:t>
      </w:r>
      <w:r>
        <w:t xml:space="preserve"> og </w:t>
      </w:r>
      <w:r>
        <w:rPr>
          <w:b/>
          <w:bCs/>
        </w:rPr>
        <w:t xml:space="preserve">§ 13, stk. 3 </w:t>
      </w:r>
      <w:r>
        <w:t xml:space="preserve">– </w:t>
      </w:r>
      <w:r w:rsidR="00216094">
        <w:t xml:space="preserve">styrelsen finder anledning til at præcisere, at </w:t>
      </w:r>
      <w:r>
        <w:t xml:space="preserve">reglerne om betinget optagelse ligeledes </w:t>
      </w:r>
      <w:r w:rsidR="00216094">
        <w:t xml:space="preserve">finder anvendelse </w:t>
      </w:r>
      <w:r>
        <w:t xml:space="preserve">for vurdering af </w:t>
      </w:r>
      <w:r w:rsidR="006E262C">
        <w:t xml:space="preserve">en </w:t>
      </w:r>
      <w:r>
        <w:t xml:space="preserve">ansøgning </w:t>
      </w:r>
      <w:r w:rsidR="00216094">
        <w:t xml:space="preserve">om optagelse </w:t>
      </w:r>
      <w:r>
        <w:t>fra ansøger</w:t>
      </w:r>
      <w:r w:rsidR="006E262C">
        <w:t>, som er sygemeldt på ansøgningstidspunktet</w:t>
      </w:r>
      <w:r>
        <w:t>.</w:t>
      </w:r>
    </w:p>
    <w:p w14:paraId="57DEC78C" w14:textId="189A2D30" w:rsidR="003460C9" w:rsidRDefault="003460C9" w:rsidP="00FC20D7"/>
    <w:p w14:paraId="31A63850" w14:textId="1B6A7AB9" w:rsidR="003460C9" w:rsidRDefault="003460C9" w:rsidP="00FC20D7">
      <w:r>
        <w:rPr>
          <w:b/>
          <w:bCs/>
        </w:rPr>
        <w:t xml:space="preserve">§ 18, stk. 4 </w:t>
      </w:r>
      <w:r>
        <w:t xml:space="preserve">– </w:t>
      </w:r>
      <w:r w:rsidR="00216094">
        <w:t xml:space="preserve">af hensyn til de studerende foreslås det, at </w:t>
      </w:r>
      <w:r>
        <w:t xml:space="preserve">tilbud om en studieplads til ansøgere på standby-listen begrænses til 2 uger efter studiestart. Dette </w:t>
      </w:r>
      <w:r w:rsidR="00672495">
        <w:t xml:space="preserve">foreslås, </w:t>
      </w:r>
      <w:r>
        <w:t xml:space="preserve">for at den studerende får de bedste studiebetingelser, </w:t>
      </w:r>
      <w:r w:rsidR="00672495">
        <w:t>og kan være</w:t>
      </w:r>
      <w:r>
        <w:t xml:space="preserve"> med </w:t>
      </w:r>
      <w:r w:rsidR="00672495">
        <w:t>til studiestart</w:t>
      </w:r>
      <w:r>
        <w:t xml:space="preserve"> på uddannelsen</w:t>
      </w:r>
      <w:r w:rsidR="00672495">
        <w:t xml:space="preserve"> for at </w:t>
      </w:r>
      <w:r w:rsidR="00122206">
        <w:t>sikre</w:t>
      </w:r>
      <w:r w:rsidR="00672495">
        <w:t xml:space="preserve"> en god</w:t>
      </w:r>
      <w:r w:rsidR="00122206">
        <w:t xml:space="preserve"> tilknytning til holdet</w:t>
      </w:r>
      <w:r w:rsidR="00672495">
        <w:t>.</w:t>
      </w:r>
    </w:p>
    <w:p w14:paraId="002206E5" w14:textId="346F324B" w:rsidR="00122206" w:rsidRDefault="00122206" w:rsidP="00FC20D7"/>
    <w:p w14:paraId="54EF262F" w14:textId="2EE7E810" w:rsidR="00741268" w:rsidRPr="00741268" w:rsidRDefault="00741268" w:rsidP="00FC20D7">
      <w:r>
        <w:rPr>
          <w:b/>
          <w:bCs/>
        </w:rPr>
        <w:t>§ 21, stk. 3</w:t>
      </w:r>
      <w:r>
        <w:t xml:space="preserve">, og </w:t>
      </w:r>
      <w:r>
        <w:rPr>
          <w:b/>
          <w:bCs/>
        </w:rPr>
        <w:t xml:space="preserve">§ 26, stk. 2 </w:t>
      </w:r>
      <w:r w:rsidRPr="00741268">
        <w:t>og</w:t>
      </w:r>
      <w:r>
        <w:rPr>
          <w:b/>
          <w:bCs/>
        </w:rPr>
        <w:t xml:space="preserve"> </w:t>
      </w:r>
      <w:r w:rsidRPr="00741268">
        <w:rPr>
          <w:b/>
          <w:bCs/>
        </w:rPr>
        <w:t>3</w:t>
      </w:r>
      <w:r>
        <w:t>, ændres ”udvælgelseskriterier” til ”rangeringskriterier”</w:t>
      </w:r>
      <w:r w:rsidR="00672495">
        <w:t xml:space="preserve">, idet </w:t>
      </w:r>
      <w:r>
        <w:t>det er institutionerne som rangerer ansøgerne efter kriterier, jf. § 21, stk. 3, og § 26, stk. 1.</w:t>
      </w:r>
    </w:p>
    <w:p w14:paraId="7FE1D70D" w14:textId="7DEAEAC4" w:rsidR="00AD3BAC" w:rsidRDefault="00AD3BAC" w:rsidP="00FC20D7"/>
    <w:p w14:paraId="4DB3FD23" w14:textId="27F3894C" w:rsidR="00384436" w:rsidRDefault="00384436" w:rsidP="00FC20D7">
      <w:r>
        <w:rPr>
          <w:b/>
          <w:bCs/>
        </w:rPr>
        <w:t xml:space="preserve">§ 30 </w:t>
      </w:r>
      <w:r>
        <w:t>– kravet til danskkundskaber – fors</w:t>
      </w:r>
      <w:r w:rsidR="006E262C">
        <w:t xml:space="preserve">lag til </w:t>
      </w:r>
      <w:r w:rsidR="00BE20D3">
        <w:t xml:space="preserve">en mindre </w:t>
      </w:r>
      <w:r>
        <w:t xml:space="preserve">omformulering og fastsættelse af, at der </w:t>
      </w:r>
      <w:r w:rsidR="00672495">
        <w:t xml:space="preserve">som </w:t>
      </w:r>
      <w:r>
        <w:t>minimum skal være tale om et danskkrav på dansk 3 på B2-niveau</w:t>
      </w:r>
      <w:r w:rsidR="006E262C">
        <w:t xml:space="preserve">. Uddannelsesinstitutionerne fastsætter kravet til dansk, dog </w:t>
      </w:r>
      <w:r w:rsidR="00672495">
        <w:t>ikke et højere krav end</w:t>
      </w:r>
      <w:r>
        <w:t xml:space="preserve"> Studieprøven i dansk.</w:t>
      </w:r>
    </w:p>
    <w:p w14:paraId="4C7F16EF" w14:textId="2FC66ED6" w:rsidR="00384436" w:rsidRDefault="00384436" w:rsidP="00FC20D7"/>
    <w:p w14:paraId="1667BDF9" w14:textId="548B832E" w:rsidR="00741268" w:rsidRDefault="00741268" w:rsidP="00741268">
      <w:r>
        <w:t>Afslutningsvist kan styrelsen oplyse, at de nye regler for optagelse på professionsmasteruddannelserne er under udarbejde</w:t>
      </w:r>
      <w:r w:rsidR="00672495">
        <w:t>lse</w:t>
      </w:r>
      <w:r>
        <w:t xml:space="preserve"> og vil følge i en særskilt høring. </w:t>
      </w:r>
    </w:p>
    <w:p w14:paraId="6A96CA34" w14:textId="0DCFB20F" w:rsidR="00741268" w:rsidRDefault="00741268" w:rsidP="00FC20D7"/>
    <w:p w14:paraId="73EEAF48" w14:textId="11373E80" w:rsidR="00F21187" w:rsidRDefault="00F21187" w:rsidP="00FC20D7">
      <w:pPr>
        <w:rPr>
          <w:b/>
          <w:bCs/>
        </w:rPr>
      </w:pPr>
      <w:r>
        <w:rPr>
          <w:b/>
          <w:bCs/>
        </w:rPr>
        <w:t>Bemærkninger til bilag 1:</w:t>
      </w:r>
    </w:p>
    <w:p w14:paraId="348CF239" w14:textId="77777777" w:rsidR="00F21187" w:rsidRDefault="00F21187" w:rsidP="00FC20D7"/>
    <w:p w14:paraId="2FD5F37E" w14:textId="77777777" w:rsidR="001D5A72" w:rsidRDefault="00F21187" w:rsidP="00F21187">
      <w:r w:rsidRPr="00F21187">
        <w:t xml:space="preserve">Styrelsen </w:t>
      </w:r>
      <w:r>
        <w:t xml:space="preserve">orienterede </w:t>
      </w:r>
      <w:r w:rsidR="00BE20D3">
        <w:t xml:space="preserve">sidste år </w:t>
      </w:r>
      <w:r>
        <w:t>udbyderne af erhvervsakademiuddannelserne inden for det it-faglige område om, at der er efter styrelsens opfattelse ikke er den fornødne hjemmel til</w:t>
      </w:r>
      <w:r w:rsidR="00BE20D3">
        <w:t>, at disse uddannelser har en adgangsvej i form af adgangseksamen</w:t>
      </w:r>
      <w:r>
        <w:t xml:space="preserve">. Ved udsendelsen af følgebrevet i forbindelsen med udstedelsen af adgangsbekendtgørelsen for 2025 (nr. 46/2025) oplyste styrelsen udbyderne om, at den foreslåede </w:t>
      </w:r>
      <w:r w:rsidR="00672495">
        <w:t>ændring</w:t>
      </w:r>
      <w:r>
        <w:t xml:space="preserve"> af adgangseksamen ikke ville ske i 2025, men varslede udbyderne om, at adgangsvejen </w:t>
      </w:r>
      <w:r w:rsidR="00672495">
        <w:t>måtte</w:t>
      </w:r>
      <w:r>
        <w:t xml:space="preserve"> forventes </w:t>
      </w:r>
      <w:r w:rsidR="00672495">
        <w:t>at udgå</w:t>
      </w:r>
      <w:r>
        <w:t xml:space="preserve"> fra optagelsen 2026. </w:t>
      </w:r>
    </w:p>
    <w:p w14:paraId="7C516CE2" w14:textId="77777777" w:rsidR="001D5A72" w:rsidRDefault="001D5A72" w:rsidP="00F21187"/>
    <w:p w14:paraId="69F19919" w14:textId="6C047B02" w:rsidR="00F21187" w:rsidRDefault="00F21187" w:rsidP="00F21187">
      <w:r>
        <w:t xml:space="preserve">Styrelsen vejledte </w:t>
      </w:r>
      <w:r w:rsidR="001D5A72">
        <w:t>imidlertid</w:t>
      </w:r>
      <w:r>
        <w:t xml:space="preserve"> uddannelserne om, at hvis de ønskede det og kunne argumentere for</w:t>
      </w:r>
      <w:r w:rsidR="001D5A72">
        <w:t>,</w:t>
      </w:r>
      <w:r>
        <w:t xml:space="preserve"> at uddannelserne er </w:t>
      </w:r>
      <w:r w:rsidR="00672495">
        <w:t xml:space="preserve">af </w:t>
      </w:r>
      <w:r>
        <w:t>teknisk</w:t>
      </w:r>
      <w:r w:rsidR="00672495">
        <w:t xml:space="preserve"> karakter</w:t>
      </w:r>
      <w:r>
        <w:t xml:space="preserve">, kunne de blive flyttet til det tekniske hovedområde – evt. som et underområde med it-teknisk faglighed. Styrelsen </w:t>
      </w:r>
      <w:r w:rsidR="00BE20D3">
        <w:t>har</w:t>
      </w:r>
      <w:r>
        <w:t xml:space="preserve"> </w:t>
      </w:r>
      <w:r w:rsidR="001D5A72">
        <w:t>noteret</w:t>
      </w:r>
      <w:r w:rsidR="00BE20D3">
        <w:t>,</w:t>
      </w:r>
      <w:r>
        <w:t xml:space="preserve"> at ingen af de omhandlede uddannelser har </w:t>
      </w:r>
      <w:r w:rsidR="001D5A72">
        <w:t>an</w:t>
      </w:r>
      <w:r>
        <w:t>søgt herom.</w:t>
      </w:r>
    </w:p>
    <w:p w14:paraId="72C9D572" w14:textId="440E5E91" w:rsidR="00F21187" w:rsidRDefault="00F21187" w:rsidP="00F21187"/>
    <w:p w14:paraId="1BBAF968" w14:textId="07CA611D" w:rsidR="00F21187" w:rsidRDefault="00F21187" w:rsidP="00F21187">
      <w:r>
        <w:t xml:space="preserve">Desuden varslede styrelsen den designfaglige uddannelse til designteknolog om, at styrelsen ikke ville </w:t>
      </w:r>
      <w:r w:rsidR="001D5A72">
        <w:t xml:space="preserve">ændre </w:t>
      </w:r>
      <w:r>
        <w:t>adgangsvejen via adgangseksamen i 2025, men varslede samtidigt</w:t>
      </w:r>
      <w:r w:rsidR="001D5A72">
        <w:t>,</w:t>
      </w:r>
      <w:r>
        <w:t xml:space="preserve"> at adgangsvej</w:t>
      </w:r>
      <w:r w:rsidR="001D5A72">
        <w:t>en</w:t>
      </w:r>
      <w:r>
        <w:t xml:space="preserve"> vil</w:t>
      </w:r>
      <w:r w:rsidR="001D5A72">
        <w:t>le udgå</w:t>
      </w:r>
      <w:r>
        <w:t xml:space="preserve"> fra optagelsen 2026, idet designteknolog ikke kan karakteriseres som en teknisk uddannelse.</w:t>
      </w:r>
    </w:p>
    <w:p w14:paraId="53BA93A8" w14:textId="2CEA0602" w:rsidR="00F21187" w:rsidRDefault="00F21187" w:rsidP="00FC20D7">
      <w:pPr>
        <w:rPr>
          <w:b/>
          <w:bCs/>
        </w:rPr>
      </w:pPr>
    </w:p>
    <w:p w14:paraId="100F207D" w14:textId="7DEBBC1D" w:rsidR="006A5AA2" w:rsidRDefault="00F21187" w:rsidP="00FC20D7">
      <w:r w:rsidRPr="00F21187">
        <w:t xml:space="preserve">Styrelsen har nu </w:t>
      </w:r>
      <w:r w:rsidR="001D5A72">
        <w:t>fjernet</w:t>
      </w:r>
      <w:r w:rsidRPr="00F21187">
        <w:t xml:space="preserve"> adgangsvejen for ovenstående uddannelser</w:t>
      </w:r>
      <w:r w:rsidR="006A5AA2">
        <w:t xml:space="preserve"> med henvisning til, at der ikke er hjemmel i lov om erhvervsakademiuddannelser og professionsbacheloruddannelser til</w:t>
      </w:r>
      <w:r w:rsidR="001D5A72">
        <w:t>,</w:t>
      </w:r>
      <w:r w:rsidR="006A5AA2">
        <w:t xml:space="preserve"> at andre uddannelse</w:t>
      </w:r>
      <w:r w:rsidR="001D5A72">
        <w:t>r</w:t>
      </w:r>
      <w:r w:rsidR="006A5AA2">
        <w:t xml:space="preserve"> end tekniske videregående uddannelser kan have adgangseksamen som en adgangsvej.</w:t>
      </w:r>
    </w:p>
    <w:p w14:paraId="49172D7C" w14:textId="77777777" w:rsidR="006A5AA2" w:rsidRDefault="006A5AA2" w:rsidP="00FC20D7"/>
    <w:sectPr w:rsidR="006A5AA2" w:rsidSect="002E436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758" w:right="3459" w:bottom="1701" w:left="1134" w:header="533" w:footer="10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B9D11" w14:textId="77777777" w:rsidR="00A826DA" w:rsidRDefault="00A826DA" w:rsidP="009849C2">
      <w:pPr>
        <w:spacing w:line="240" w:lineRule="auto"/>
      </w:pPr>
      <w:r>
        <w:separator/>
      </w:r>
    </w:p>
  </w:endnote>
  <w:endnote w:type="continuationSeparator" w:id="0">
    <w:p w14:paraId="18CFBAF8" w14:textId="77777777" w:rsidR="00A826DA" w:rsidRDefault="00A826DA" w:rsidP="009849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E7B9D" w14:textId="77777777" w:rsidR="00601416" w:rsidRDefault="00601416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-Gitter"/>
      <w:tblpPr w:vertAnchor="page" w:horzAnchor="page" w:tblpXSpec="right" w:tblpYSpec="bottom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57"/>
    </w:tblGrid>
    <w:tr w:rsidR="00167806" w14:paraId="30AEE94C" w14:textId="77777777" w:rsidTr="008B2DCA">
      <w:trPr>
        <w:trHeight w:hRule="exact" w:val="1247"/>
      </w:trPr>
      <w:tc>
        <w:tcPr>
          <w:tcW w:w="3657" w:type="dxa"/>
        </w:tcPr>
        <w:p w14:paraId="4D78DC79" w14:textId="1D330590" w:rsidR="00167806" w:rsidRDefault="00601416" w:rsidP="008B2DCA">
          <w:pPr>
            <w:pStyle w:val="TemplatePagenumber"/>
          </w:pPr>
          <w:bookmarkStart w:id="99" w:name="SD_LAN_Page_N1"/>
          <w:r>
            <w:t>Side</w:t>
          </w:r>
          <w:bookmarkEnd w:id="99"/>
          <w:r w:rsidR="00167806">
            <w:t xml:space="preserve"> </w:t>
          </w:r>
          <w:r w:rsidR="00167806">
            <w:fldChar w:fldCharType="begin"/>
          </w:r>
          <w:r w:rsidR="00167806">
            <w:instrText xml:space="preserve"> PAGE </w:instrText>
          </w:r>
          <w:r w:rsidR="00167806">
            <w:fldChar w:fldCharType="separate"/>
          </w:r>
          <w:r w:rsidR="00167806">
            <w:t>2</w:t>
          </w:r>
          <w:r w:rsidR="00167806">
            <w:fldChar w:fldCharType="end"/>
          </w:r>
          <w:r w:rsidR="00167806">
            <w:t>/</w:t>
          </w:r>
          <w:r w:rsidR="00167806">
            <w:rPr>
              <w:noProof w:val="0"/>
            </w:rPr>
            <w:fldChar w:fldCharType="begin"/>
          </w:r>
          <w:r w:rsidR="00167806">
            <w:instrText xml:space="preserve"> NUMPAGES  </w:instrText>
          </w:r>
          <w:r w:rsidR="00167806">
            <w:rPr>
              <w:noProof w:val="0"/>
            </w:rPr>
            <w:fldChar w:fldCharType="separate"/>
          </w:r>
          <w:r w:rsidR="00167806">
            <w:t>2</w:t>
          </w:r>
          <w:r w:rsidR="00167806">
            <w:fldChar w:fldCharType="end"/>
          </w:r>
        </w:p>
      </w:tc>
    </w:tr>
  </w:tbl>
  <w:p w14:paraId="4138CC32" w14:textId="77777777" w:rsidR="00894BF5" w:rsidRPr="002D1AF4" w:rsidRDefault="00894BF5" w:rsidP="002D1AF4">
    <w:pPr>
      <w:pStyle w:val="TemplatePagenumb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-Gitter"/>
      <w:tblpPr w:vertAnchor="page" w:horzAnchor="page" w:tblpXSpec="right" w:tblpYSpec="bottom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57"/>
    </w:tblGrid>
    <w:tr w:rsidR="00BC7844" w14:paraId="50CC9FAD" w14:textId="77777777" w:rsidTr="00FC693B">
      <w:trPr>
        <w:trHeight w:hRule="exact" w:val="1247"/>
      </w:trPr>
      <w:tc>
        <w:tcPr>
          <w:tcW w:w="3657" w:type="dxa"/>
        </w:tcPr>
        <w:p w14:paraId="410AA79A" w14:textId="5C6698B5" w:rsidR="00BC7844" w:rsidRDefault="00601416" w:rsidP="00FC693B">
          <w:pPr>
            <w:pStyle w:val="TemplatePagenumber"/>
          </w:pPr>
          <w:bookmarkStart w:id="104" w:name="SD_LAN_Page"/>
          <w:bookmarkStart w:id="105" w:name="_Hlk493252278"/>
          <w:bookmarkStart w:id="106" w:name="_Hlk493252279"/>
          <w:bookmarkStart w:id="107" w:name="_Hlk493252280"/>
          <w:bookmarkStart w:id="108" w:name="_Hlk493253278"/>
          <w:bookmarkStart w:id="109" w:name="_Hlk493253279"/>
          <w:bookmarkStart w:id="110" w:name="_Hlk493253280"/>
          <w:bookmarkStart w:id="111" w:name="_Hlk493489881"/>
          <w:bookmarkStart w:id="112" w:name="_Hlk493489882"/>
          <w:bookmarkStart w:id="113" w:name="_Hlk493489883"/>
          <w:r>
            <w:t>Side</w:t>
          </w:r>
          <w:bookmarkEnd w:id="104"/>
          <w:r w:rsidR="00BC7844">
            <w:t xml:space="preserve"> </w:t>
          </w:r>
          <w:r w:rsidR="00BC7844">
            <w:fldChar w:fldCharType="begin"/>
          </w:r>
          <w:r w:rsidR="00BC7844">
            <w:instrText xml:space="preserve"> PAGE </w:instrText>
          </w:r>
          <w:r w:rsidR="00BC7844">
            <w:fldChar w:fldCharType="separate"/>
          </w:r>
          <w:r w:rsidR="00341ACC">
            <w:t>1</w:t>
          </w:r>
          <w:r w:rsidR="00BC7844">
            <w:fldChar w:fldCharType="end"/>
          </w:r>
          <w:r w:rsidR="00BC7844">
            <w:t>/</w:t>
          </w:r>
          <w:r w:rsidR="00BC7844">
            <w:rPr>
              <w:noProof w:val="0"/>
            </w:rPr>
            <w:fldChar w:fldCharType="begin"/>
          </w:r>
          <w:r w:rsidR="00BC7844">
            <w:instrText xml:space="preserve"> NUMPAGES  </w:instrText>
          </w:r>
          <w:r w:rsidR="00BC7844">
            <w:rPr>
              <w:noProof w:val="0"/>
            </w:rPr>
            <w:fldChar w:fldCharType="separate"/>
          </w:r>
          <w:r w:rsidR="00341ACC">
            <w:t>1</w:t>
          </w:r>
          <w:r w:rsidR="00BC7844">
            <w:fldChar w:fldCharType="end"/>
          </w:r>
        </w:p>
      </w:tc>
    </w:tr>
  </w:tbl>
  <w:bookmarkEnd w:id="105"/>
  <w:bookmarkEnd w:id="106"/>
  <w:bookmarkEnd w:id="107"/>
  <w:bookmarkEnd w:id="108"/>
  <w:bookmarkEnd w:id="109"/>
  <w:bookmarkEnd w:id="110"/>
  <w:bookmarkEnd w:id="111"/>
  <w:bookmarkEnd w:id="112"/>
  <w:bookmarkEnd w:id="113"/>
  <w:p w14:paraId="55169CCB" w14:textId="77777777" w:rsidR="0039123D" w:rsidRPr="00894BF5" w:rsidRDefault="0039123D" w:rsidP="00894BF5">
    <w:pPr>
      <w:pStyle w:val="TemplatePagenumber"/>
      <w:tabs>
        <w:tab w:val="clear" w:pos="7881"/>
        <w:tab w:val="left" w:pos="7895"/>
      </w:tabs>
    </w:pPr>
    <w:r>
      <w:t xml:space="preserve"> </w:t>
    </w:r>
    <w:bookmarkStart w:id="114" w:name="SD_Standard"/>
    <w:bookmarkEnd w:id="11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87EF7" w14:textId="77777777" w:rsidR="00A826DA" w:rsidRDefault="00A826DA" w:rsidP="009849C2">
      <w:pPr>
        <w:spacing w:line="240" w:lineRule="auto"/>
      </w:pPr>
      <w:r>
        <w:separator/>
      </w:r>
    </w:p>
  </w:footnote>
  <w:footnote w:type="continuationSeparator" w:id="0">
    <w:p w14:paraId="43FC3FC1" w14:textId="77777777" w:rsidR="00A826DA" w:rsidRDefault="00A826DA" w:rsidP="009849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52FB5" w14:textId="77777777" w:rsidR="00601416" w:rsidRDefault="00601416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0014" w14:textId="2FCFF01A" w:rsidR="007707F0" w:rsidRDefault="00601416" w:rsidP="00156E4B">
    <w:pPr>
      <w:pStyle w:val="Sidehoved"/>
    </w:pPr>
    <w:r>
      <w:rPr>
        <w:noProof/>
      </w:rPr>
      <w:drawing>
        <wp:anchor distT="0" distB="0" distL="114300" distR="114300" simplePos="0" relativeHeight="251659264" behindDoc="0" locked="1" layoutInCell="1" allowOverlap="1" wp14:anchorId="573ADF79" wp14:editId="00F1B89C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037080" cy="971550"/>
          <wp:effectExtent l="0" t="0" r="0" b="0"/>
          <wp:wrapNone/>
          <wp:docPr id="4" name="Logo_Hide_bmkArt" descr="Logo for Uddannelses- og Forskningsstyrelsen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Hide_bmkArt" descr="Logo for Uddannelses- og Forskningsstyrelsen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37080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440AD58" w14:textId="77777777" w:rsidR="007707F0" w:rsidRDefault="007707F0" w:rsidP="00156E4B">
    <w:pPr>
      <w:pStyle w:val="Sidehoved"/>
    </w:pPr>
  </w:p>
  <w:p w14:paraId="5046FE02" w14:textId="77777777" w:rsidR="007707F0" w:rsidRDefault="007707F0" w:rsidP="00156E4B">
    <w:pPr>
      <w:pStyle w:val="Sidehoved"/>
    </w:pPr>
  </w:p>
  <w:p w14:paraId="4E8B61ED" w14:textId="77777777" w:rsidR="007707F0" w:rsidRDefault="007707F0" w:rsidP="00156E4B">
    <w:pPr>
      <w:pStyle w:val="Sidehoved"/>
    </w:pPr>
  </w:p>
  <w:p w14:paraId="54389AB6" w14:textId="77777777" w:rsidR="00156E4B" w:rsidRDefault="00156E4B" w:rsidP="00156E4B">
    <w:pPr>
      <w:pStyle w:val="Sidehoved"/>
    </w:pPr>
  </w:p>
  <w:p w14:paraId="1A941B40" w14:textId="77777777" w:rsidR="00FE5150" w:rsidRPr="00156E4B" w:rsidRDefault="00FE5150" w:rsidP="007707F0">
    <w:pPr>
      <w:pStyle w:val="Sidehoved"/>
      <w:spacing w:line="18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66A4" w14:textId="4D66D287" w:rsidR="004A5F62" w:rsidRPr="00040906" w:rsidRDefault="00601416" w:rsidP="00040906">
    <w:pPr>
      <w:pStyle w:val="Headeroverskrift"/>
    </w:pPr>
    <w:r>
      <w:rPr>
        <w:noProof/>
      </w:rPr>
      <w:drawing>
        <wp:anchor distT="0" distB="0" distL="114300" distR="114300" simplePos="0" relativeHeight="251658240" behindDoc="0" locked="1" layoutInCell="1" allowOverlap="1" wp14:anchorId="7CA7665F" wp14:editId="05C60FFA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037080" cy="971550"/>
          <wp:effectExtent l="0" t="0" r="0" b="0"/>
          <wp:wrapNone/>
          <wp:docPr id="3" name="Logo_Hide_bmkArt" descr="Logo for Uddannelses- og Forskningsstyrelsen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Hide_bmkArt" descr="Logo for Uddannelses- og Forskningsstyrelsen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37080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39B2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0434FBF" wp14:editId="51570E7A">
              <wp:simplePos x="0" y="0"/>
              <wp:positionH relativeFrom="column">
                <wp:posOffset>4267200</wp:posOffset>
              </wp:positionH>
              <wp:positionV relativeFrom="paragraph">
                <wp:posOffset>24765</wp:posOffset>
              </wp:positionV>
              <wp:extent cx="2387600" cy="660400"/>
              <wp:effectExtent l="0" t="0" r="0" b="0"/>
              <wp:wrapNone/>
              <wp:docPr id="1" name="F2 felter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7600" cy="660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7723667E" w14:textId="77777777" w:rsidR="00A539B2" w:rsidRDefault="00A539B2" w:rsidP="00A539B2">
                          <w:pPr>
                            <w:rPr>
                              <w:color w:val="000000" w:themeColor="text1"/>
                              <w:lang w:val="de-DE"/>
                            </w:rPr>
                          </w:pPr>
                          <w:r>
                            <w:rPr>
                              <w:color w:val="000000" w:themeColor="text1"/>
                              <w:lang w:val="de-DE"/>
                            </w:rPr>
                            <w:t>F2 flettefelter, som kan bruges:</w:t>
                          </w:r>
                        </w:p>
                        <w:p w14:paraId="241FF453" w14:textId="77777777" w:rsidR="00A539B2" w:rsidRDefault="00A539B2" w:rsidP="00A539B2">
                          <w:pPr>
                            <w:rPr>
                              <w:color w:val="000000" w:themeColor="text1"/>
                              <w:lang w:val="de-DE"/>
                            </w:rPr>
                          </w:pPr>
                          <w:bookmarkStart w:id="100" w:name="dossier_f2casenumber"/>
                          <w:r>
                            <w:rPr>
                              <w:color w:val="000000" w:themeColor="text1"/>
                              <w:lang w:val="de-DE"/>
                            </w:rPr>
                            <w:t xml:space="preserve"> </w:t>
                          </w:r>
                          <w:r w:rsidRPr="00177A12">
                            <w:rPr>
                              <w:color w:val="000000" w:themeColor="text1"/>
                              <w:lang w:val="de-DE"/>
                            </w:rPr>
                            <w:t xml:space="preserve">2025 - 56727 </w:t>
                          </w:r>
                          <w:bookmarkEnd w:id="100"/>
                          <w:r>
                            <w:rPr>
                              <w:color w:val="000000" w:themeColor="text1"/>
                              <w:lang w:val="de-DE"/>
                            </w:rPr>
                            <w:t xml:space="preserve"> </w:t>
                          </w:r>
                        </w:p>
                        <w:p w14:paraId="78ECD410" w14:textId="77777777" w:rsidR="00A539B2" w:rsidRPr="008A4F3E" w:rsidRDefault="00A539B2" w:rsidP="00A539B2">
                          <w:pPr>
                            <w:rPr>
                              <w:lang w:val="en-GB"/>
                            </w:rPr>
                          </w:pPr>
                          <w:bookmarkStart w:id="101" w:name="dossier_documentnumber"/>
                          <w:r>
                            <w:rPr>
                              <w:lang w:val="de-DE"/>
                            </w:rPr>
                            <w:t xml:space="preserve"> 1054060 </w:t>
                          </w:r>
                          <w:bookmarkEnd w:id="101"/>
                          <w:r>
                            <w:rPr>
                              <w:lang w:val="de-DE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434FBF" id="_x0000_t202" coordsize="21600,21600" o:spt="202" path="m,l,21600r21600,l21600,xe">
              <v:stroke joinstyle="miter"/>
              <v:path gradientshapeok="t" o:connecttype="rect"/>
            </v:shapetype>
            <v:shape id="F2 felter" o:spid="_x0000_s1027" type="#_x0000_t202" style="position:absolute;margin-left:336pt;margin-top:1.95pt;width:188pt;height:52pt;z-index:251657216;visibility:hidden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" fillcolor="white [3201]" strokeweight=".5pt">
              <v:textbox>
                <w:txbxContent>
                  <w:p w14:paraId="7723667E" w14:textId="77777777" w:rsidR="00A539B2" w:rsidRDefault="00A539B2" w:rsidP="00A539B2">
                    <w:pPr>
                      <w:rPr>
                        <w:color w:val="000000" w:themeColor="text1"/>
                        <w:lang w:val="de-DE"/>
                      </w:rPr>
                    </w:pPr>
                    <w:r>
                      <w:rPr>
                        <w:color w:val="000000" w:themeColor="text1"/>
                        <w:lang w:val="de-DE"/>
                      </w:rPr>
                      <w:t>F2 flettefelter, som kan bruges:</w:t>
                    </w:r>
                  </w:p>
                  <w:p w14:paraId="241FF453" w14:textId="77777777" w:rsidR="00A539B2" w:rsidRDefault="00A539B2" w:rsidP="00A539B2">
                    <w:pPr>
                      <w:rPr>
                        <w:color w:val="000000" w:themeColor="text1"/>
                        <w:lang w:val="de-DE"/>
                      </w:rPr>
                    </w:pPr>
                    <w:bookmarkStart w:id="102" w:name="dossier_f2casenumber"/>
                    <w:r>
                      <w:rPr>
                        <w:color w:val="000000" w:themeColor="text1"/>
                        <w:lang w:val="de-DE"/>
                      </w:rPr>
                      <w:t xml:space="preserve"> </w:t>
                    </w:r>
                    <w:r w:rsidRPr="00177A12">
                      <w:rPr>
                        <w:color w:val="000000" w:themeColor="text1"/>
                        <w:lang w:val="de-DE"/>
                      </w:rPr>
                      <w:t xml:space="preserve">2025 - 56727 </w:t>
                    </w:r>
                    <w:bookmarkEnd w:id="102"/>
                    <w:r>
                      <w:rPr>
                        <w:color w:val="000000" w:themeColor="text1"/>
                        <w:lang w:val="de-DE"/>
                      </w:rPr>
                      <w:t xml:space="preserve"> </w:t>
                    </w:r>
                  </w:p>
                  <w:p w14:paraId="78ECD410" w14:textId="77777777" w:rsidR="00A539B2" w:rsidRPr="008A4F3E" w:rsidRDefault="00A539B2" w:rsidP="00A539B2">
                    <w:pPr>
                      <w:rPr>
                        <w:lang w:val="en-GB"/>
                      </w:rPr>
                    </w:pPr>
                    <w:bookmarkStart w:id="103" w:name="dossier_documentnumber"/>
                    <w:r>
                      <w:rPr>
                        <w:lang w:val="de-DE"/>
                      </w:rPr>
                      <w:t xml:space="preserve"> 1054060 </w:t>
                    </w:r>
                    <w:bookmarkEnd w:id="103"/>
                    <w:r>
                      <w:rPr>
                        <w:lang w:val="de-DE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14:paraId="427373A0" w14:textId="77777777" w:rsidR="004A5F62" w:rsidRPr="00040906" w:rsidRDefault="004A5F62" w:rsidP="00040906">
    <w:pPr>
      <w:pStyle w:val="Headeroverskrift"/>
    </w:pPr>
  </w:p>
  <w:p w14:paraId="622796FE" w14:textId="77777777" w:rsidR="00FE5150" w:rsidRPr="003E36D0" w:rsidRDefault="00FE5150" w:rsidP="00040906">
    <w:pPr>
      <w:pStyle w:val="Headeroverskri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25E045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ACA44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07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D28E0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DB0B7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03E676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DAC53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68AB9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9481D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9BA64D0"/>
    <w:multiLevelType w:val="multilevel"/>
    <w:tmpl w:val="7C5079B6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91" w:hanging="119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8" w:hanging="158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01" w:hanging="1701"/>
      </w:pPr>
      <w:rPr>
        <w:rFonts w:hint="default"/>
      </w:rPr>
    </w:lvl>
  </w:abstractNum>
  <w:abstractNum w:abstractNumId="10" w15:restartNumberingAfterBreak="0">
    <w:nsid w:val="20645CAB"/>
    <w:multiLevelType w:val="multilevel"/>
    <w:tmpl w:val="0E44848E"/>
    <w:lvl w:ilvl="0">
      <w:start w:val="1"/>
      <w:numFmt w:val="bullet"/>
      <w:pStyle w:val="Opstilling-punkttegn"/>
      <w:lvlText w:val=""/>
      <w:lvlJc w:val="left"/>
      <w:pPr>
        <w:ind w:left="567" w:hanging="283"/>
      </w:pPr>
      <w:rPr>
        <w:rFonts w:ascii="Symbol" w:hAnsi="Symbol" w:hint="default"/>
      </w:rPr>
    </w:lvl>
    <w:lvl w:ilvl="1">
      <w:start w:val="1"/>
      <w:numFmt w:val="bullet"/>
      <w:pStyle w:val="Opstilling-punkttegn2"/>
      <w:lvlText w:val=""/>
      <w:lvlJc w:val="left"/>
      <w:pPr>
        <w:ind w:left="851" w:hanging="283"/>
      </w:pPr>
      <w:rPr>
        <w:rFonts w:ascii="Symbol" w:hAnsi="Symbol" w:hint="default"/>
      </w:rPr>
    </w:lvl>
    <w:lvl w:ilvl="2">
      <w:start w:val="1"/>
      <w:numFmt w:val="bullet"/>
      <w:pStyle w:val="Opstilling-punkttegn3"/>
      <w:lvlText w:val="○"/>
      <w:lvlJc w:val="left"/>
      <w:pPr>
        <w:ind w:left="1135" w:hanging="283"/>
      </w:pPr>
      <w:rPr>
        <w:rFonts w:ascii="Arial" w:hAnsi="Arial" w:hint="default"/>
      </w:rPr>
    </w:lvl>
    <w:lvl w:ilvl="3">
      <w:start w:val="1"/>
      <w:numFmt w:val="bullet"/>
      <w:lvlText w:val=""/>
      <w:lvlJc w:val="left"/>
      <w:pPr>
        <w:ind w:left="1419" w:hanging="283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03" w:hanging="283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1987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2271" w:hanging="283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ind w:left="2555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ind w:left="2839" w:hanging="283"/>
      </w:pPr>
      <w:rPr>
        <w:rFonts w:ascii="Symbol" w:hAnsi="Symbol" w:hint="default"/>
      </w:rPr>
    </w:lvl>
  </w:abstractNum>
  <w:abstractNum w:abstractNumId="11" w15:restartNumberingAfterBreak="0">
    <w:nsid w:val="299455B0"/>
    <w:multiLevelType w:val="multilevel"/>
    <w:tmpl w:val="B008A08C"/>
    <w:lvl w:ilvl="0">
      <w:start w:val="1"/>
      <w:numFmt w:val="decimal"/>
      <w:pStyle w:val="Opstilling-talellerbogst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2" w15:restartNumberingAfterBreak="0">
    <w:nsid w:val="2AD55F35"/>
    <w:multiLevelType w:val="multilevel"/>
    <w:tmpl w:val="C764CBB8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3" w15:restartNumberingAfterBreak="0">
    <w:nsid w:val="300D11F3"/>
    <w:multiLevelType w:val="multilevel"/>
    <w:tmpl w:val="D4F65A3A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4" w15:restartNumberingAfterBreak="0">
    <w:nsid w:val="3A4E048C"/>
    <w:multiLevelType w:val="multilevel"/>
    <w:tmpl w:val="382EB312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5" w15:restartNumberingAfterBreak="0">
    <w:nsid w:val="753962EC"/>
    <w:multiLevelType w:val="multilevel"/>
    <w:tmpl w:val="50DC9B88"/>
    <w:lvl w:ilvl="0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94" w:hanging="39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588" w:hanging="39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985" w:hanging="39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382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7BC87EE8"/>
    <w:multiLevelType w:val="multilevel"/>
    <w:tmpl w:val="8732FF98"/>
    <w:lvl w:ilvl="0">
      <w:start w:val="1"/>
      <w:numFmt w:val="none"/>
      <w:lvlRestart w:val="0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%1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7CFA4B2F"/>
    <w:multiLevelType w:val="hybridMultilevel"/>
    <w:tmpl w:val="0B86516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5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8"/>
  </w:num>
  <w:num w:numId="13">
    <w:abstractNumId w:val="13"/>
  </w:num>
  <w:num w:numId="14">
    <w:abstractNumId w:val="14"/>
  </w:num>
  <w:num w:numId="15">
    <w:abstractNumId w:val="16"/>
  </w:num>
  <w:num w:numId="16">
    <w:abstractNumId w:val="15"/>
  </w:num>
  <w:num w:numId="17">
    <w:abstractNumId w:val="14"/>
  </w:num>
  <w:num w:numId="18">
    <w:abstractNumId w:val="10"/>
  </w:num>
  <w:num w:numId="19">
    <w:abstractNumId w:val="11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01416"/>
    <w:rsid w:val="0000071A"/>
    <w:rsid w:val="000212A1"/>
    <w:rsid w:val="00022EC6"/>
    <w:rsid w:val="00030088"/>
    <w:rsid w:val="00034377"/>
    <w:rsid w:val="0003591C"/>
    <w:rsid w:val="00040906"/>
    <w:rsid w:val="000510E5"/>
    <w:rsid w:val="00055B05"/>
    <w:rsid w:val="000623D2"/>
    <w:rsid w:val="000634DF"/>
    <w:rsid w:val="000648DF"/>
    <w:rsid w:val="00070D7D"/>
    <w:rsid w:val="00071319"/>
    <w:rsid w:val="000906CF"/>
    <w:rsid w:val="000945B2"/>
    <w:rsid w:val="000952E6"/>
    <w:rsid w:val="000A0C18"/>
    <w:rsid w:val="000B4AFD"/>
    <w:rsid w:val="000B585A"/>
    <w:rsid w:val="000B63D6"/>
    <w:rsid w:val="000B7969"/>
    <w:rsid w:val="000B7F0D"/>
    <w:rsid w:val="000D0E4F"/>
    <w:rsid w:val="000D12FF"/>
    <w:rsid w:val="000D32A6"/>
    <w:rsid w:val="000E09DC"/>
    <w:rsid w:val="000E4E95"/>
    <w:rsid w:val="000F007A"/>
    <w:rsid w:val="000F0EF6"/>
    <w:rsid w:val="000F5D84"/>
    <w:rsid w:val="00110001"/>
    <w:rsid w:val="001105DB"/>
    <w:rsid w:val="00113ADB"/>
    <w:rsid w:val="00122206"/>
    <w:rsid w:val="00124691"/>
    <w:rsid w:val="00125E0B"/>
    <w:rsid w:val="001268AB"/>
    <w:rsid w:val="001345EB"/>
    <w:rsid w:val="001431A0"/>
    <w:rsid w:val="00145846"/>
    <w:rsid w:val="001460A9"/>
    <w:rsid w:val="00147C81"/>
    <w:rsid w:val="00150558"/>
    <w:rsid w:val="001537BA"/>
    <w:rsid w:val="00156C03"/>
    <w:rsid w:val="00156E4B"/>
    <w:rsid w:val="001573E4"/>
    <w:rsid w:val="00165207"/>
    <w:rsid w:val="00167806"/>
    <w:rsid w:val="00190855"/>
    <w:rsid w:val="001927B1"/>
    <w:rsid w:val="00193E03"/>
    <w:rsid w:val="001958B2"/>
    <w:rsid w:val="0019769C"/>
    <w:rsid w:val="001B49C6"/>
    <w:rsid w:val="001B674E"/>
    <w:rsid w:val="001C613D"/>
    <w:rsid w:val="001C6C8E"/>
    <w:rsid w:val="001D0650"/>
    <w:rsid w:val="001D5A72"/>
    <w:rsid w:val="001D623A"/>
    <w:rsid w:val="001D649B"/>
    <w:rsid w:val="001D7E65"/>
    <w:rsid w:val="001E3430"/>
    <w:rsid w:val="001E3558"/>
    <w:rsid w:val="002038FA"/>
    <w:rsid w:val="00204443"/>
    <w:rsid w:val="00210120"/>
    <w:rsid w:val="00210376"/>
    <w:rsid w:val="0021216D"/>
    <w:rsid w:val="00216094"/>
    <w:rsid w:val="00216B36"/>
    <w:rsid w:val="00217676"/>
    <w:rsid w:val="00233BB3"/>
    <w:rsid w:val="00240240"/>
    <w:rsid w:val="00243022"/>
    <w:rsid w:val="00251E06"/>
    <w:rsid w:val="0025297C"/>
    <w:rsid w:val="002609BB"/>
    <w:rsid w:val="00260BD5"/>
    <w:rsid w:val="00263921"/>
    <w:rsid w:val="00281310"/>
    <w:rsid w:val="00287CDB"/>
    <w:rsid w:val="002A32B0"/>
    <w:rsid w:val="002B5E32"/>
    <w:rsid w:val="002D1AF4"/>
    <w:rsid w:val="002D4C7F"/>
    <w:rsid w:val="002D5187"/>
    <w:rsid w:val="002E065C"/>
    <w:rsid w:val="002E436A"/>
    <w:rsid w:val="002F53E4"/>
    <w:rsid w:val="00307DD3"/>
    <w:rsid w:val="00311457"/>
    <w:rsid w:val="003134CD"/>
    <w:rsid w:val="003227B5"/>
    <w:rsid w:val="00330664"/>
    <w:rsid w:val="0033073D"/>
    <w:rsid w:val="00331986"/>
    <w:rsid w:val="00335147"/>
    <w:rsid w:val="00341ACC"/>
    <w:rsid w:val="003460C9"/>
    <w:rsid w:val="00346B82"/>
    <w:rsid w:val="00354599"/>
    <w:rsid w:val="003552FC"/>
    <w:rsid w:val="003667B9"/>
    <w:rsid w:val="00366E8C"/>
    <w:rsid w:val="00371DD8"/>
    <w:rsid w:val="00377C5C"/>
    <w:rsid w:val="0038127F"/>
    <w:rsid w:val="00381B20"/>
    <w:rsid w:val="00384436"/>
    <w:rsid w:val="0039076E"/>
    <w:rsid w:val="0039123D"/>
    <w:rsid w:val="0039146C"/>
    <w:rsid w:val="00393BB9"/>
    <w:rsid w:val="00397524"/>
    <w:rsid w:val="003A3A2B"/>
    <w:rsid w:val="003B6EB8"/>
    <w:rsid w:val="003B7AC5"/>
    <w:rsid w:val="003C47DF"/>
    <w:rsid w:val="003D3A9F"/>
    <w:rsid w:val="003E176A"/>
    <w:rsid w:val="003E1A36"/>
    <w:rsid w:val="003E36D0"/>
    <w:rsid w:val="003F1009"/>
    <w:rsid w:val="003F1405"/>
    <w:rsid w:val="003F146A"/>
    <w:rsid w:val="003F2801"/>
    <w:rsid w:val="00406A8C"/>
    <w:rsid w:val="004141D9"/>
    <w:rsid w:val="004224F6"/>
    <w:rsid w:val="00437889"/>
    <w:rsid w:val="004418B7"/>
    <w:rsid w:val="00453A31"/>
    <w:rsid w:val="00460DB8"/>
    <w:rsid w:val="004901F2"/>
    <w:rsid w:val="00490525"/>
    <w:rsid w:val="00496C6D"/>
    <w:rsid w:val="004A3424"/>
    <w:rsid w:val="004A4B09"/>
    <w:rsid w:val="004A5F62"/>
    <w:rsid w:val="004A6A0A"/>
    <w:rsid w:val="004B0ABE"/>
    <w:rsid w:val="004B4939"/>
    <w:rsid w:val="004D4795"/>
    <w:rsid w:val="004E63C3"/>
    <w:rsid w:val="004E7315"/>
    <w:rsid w:val="004F17F4"/>
    <w:rsid w:val="00505078"/>
    <w:rsid w:val="00514C3A"/>
    <w:rsid w:val="0052426B"/>
    <w:rsid w:val="0053304B"/>
    <w:rsid w:val="00535253"/>
    <w:rsid w:val="005414F0"/>
    <w:rsid w:val="005478E4"/>
    <w:rsid w:val="00547E88"/>
    <w:rsid w:val="00561D6B"/>
    <w:rsid w:val="00561DA8"/>
    <w:rsid w:val="00566AD4"/>
    <w:rsid w:val="00566AEF"/>
    <w:rsid w:val="00580B39"/>
    <w:rsid w:val="005815CA"/>
    <w:rsid w:val="0058291F"/>
    <w:rsid w:val="00584A43"/>
    <w:rsid w:val="005B14BE"/>
    <w:rsid w:val="005B73FB"/>
    <w:rsid w:val="005B79C3"/>
    <w:rsid w:val="005C1FD5"/>
    <w:rsid w:val="005C2A48"/>
    <w:rsid w:val="005C5422"/>
    <w:rsid w:val="005C68E1"/>
    <w:rsid w:val="005D4EB9"/>
    <w:rsid w:val="005E4643"/>
    <w:rsid w:val="005E5320"/>
    <w:rsid w:val="005E58E7"/>
    <w:rsid w:val="005F6686"/>
    <w:rsid w:val="00601416"/>
    <w:rsid w:val="006046CC"/>
    <w:rsid w:val="006145A2"/>
    <w:rsid w:val="0061796E"/>
    <w:rsid w:val="00642022"/>
    <w:rsid w:val="00642812"/>
    <w:rsid w:val="00661BC7"/>
    <w:rsid w:val="006675E1"/>
    <w:rsid w:val="00672495"/>
    <w:rsid w:val="0068060E"/>
    <w:rsid w:val="00691E07"/>
    <w:rsid w:val="006938A6"/>
    <w:rsid w:val="00694E3C"/>
    <w:rsid w:val="006A0BF0"/>
    <w:rsid w:val="006A2C8A"/>
    <w:rsid w:val="006A3953"/>
    <w:rsid w:val="006A491E"/>
    <w:rsid w:val="006A5AA2"/>
    <w:rsid w:val="006A7665"/>
    <w:rsid w:val="006C3A0B"/>
    <w:rsid w:val="006D5A7C"/>
    <w:rsid w:val="006E262C"/>
    <w:rsid w:val="006E7FE2"/>
    <w:rsid w:val="00700F95"/>
    <w:rsid w:val="00703EAA"/>
    <w:rsid w:val="00715AD5"/>
    <w:rsid w:val="007160EC"/>
    <w:rsid w:val="00724941"/>
    <w:rsid w:val="007253C7"/>
    <w:rsid w:val="0073118A"/>
    <w:rsid w:val="00731AFC"/>
    <w:rsid w:val="0073592F"/>
    <w:rsid w:val="00741268"/>
    <w:rsid w:val="00744FAC"/>
    <w:rsid w:val="00745A52"/>
    <w:rsid w:val="007524E6"/>
    <w:rsid w:val="00755CA9"/>
    <w:rsid w:val="007604D7"/>
    <w:rsid w:val="007707F0"/>
    <w:rsid w:val="0078574A"/>
    <w:rsid w:val="007900F6"/>
    <w:rsid w:val="00796262"/>
    <w:rsid w:val="007A1C7A"/>
    <w:rsid w:val="007B005E"/>
    <w:rsid w:val="007B5541"/>
    <w:rsid w:val="007D5505"/>
    <w:rsid w:val="0080538C"/>
    <w:rsid w:val="0081511B"/>
    <w:rsid w:val="008304E4"/>
    <w:rsid w:val="00832BA3"/>
    <w:rsid w:val="00852D52"/>
    <w:rsid w:val="008636E6"/>
    <w:rsid w:val="00872E2A"/>
    <w:rsid w:val="00893002"/>
    <w:rsid w:val="00893D19"/>
    <w:rsid w:val="00894BF5"/>
    <w:rsid w:val="00894D3F"/>
    <w:rsid w:val="008B357F"/>
    <w:rsid w:val="008C3CA7"/>
    <w:rsid w:val="008D2E6F"/>
    <w:rsid w:val="008E28E6"/>
    <w:rsid w:val="008E68E4"/>
    <w:rsid w:val="008E76C5"/>
    <w:rsid w:val="008F3C40"/>
    <w:rsid w:val="008F5BE2"/>
    <w:rsid w:val="008F653B"/>
    <w:rsid w:val="00901E04"/>
    <w:rsid w:val="0090318A"/>
    <w:rsid w:val="009140BF"/>
    <w:rsid w:val="00923F43"/>
    <w:rsid w:val="00925243"/>
    <w:rsid w:val="00925CED"/>
    <w:rsid w:val="00934BB5"/>
    <w:rsid w:val="00950738"/>
    <w:rsid w:val="00954F5F"/>
    <w:rsid w:val="0096785F"/>
    <w:rsid w:val="0097327F"/>
    <w:rsid w:val="009755CF"/>
    <w:rsid w:val="009849C2"/>
    <w:rsid w:val="00985808"/>
    <w:rsid w:val="0099050E"/>
    <w:rsid w:val="00995F8A"/>
    <w:rsid w:val="009974B5"/>
    <w:rsid w:val="009A21F3"/>
    <w:rsid w:val="009B3B20"/>
    <w:rsid w:val="009B5953"/>
    <w:rsid w:val="009B7590"/>
    <w:rsid w:val="009C3C3D"/>
    <w:rsid w:val="009C46E4"/>
    <w:rsid w:val="009C4DDC"/>
    <w:rsid w:val="009C6852"/>
    <w:rsid w:val="009D15E7"/>
    <w:rsid w:val="009D3BF2"/>
    <w:rsid w:val="009D6E48"/>
    <w:rsid w:val="009E5EEC"/>
    <w:rsid w:val="009F7853"/>
    <w:rsid w:val="009F7FD3"/>
    <w:rsid w:val="00A0764C"/>
    <w:rsid w:val="00A11A4B"/>
    <w:rsid w:val="00A13FD3"/>
    <w:rsid w:val="00A234B6"/>
    <w:rsid w:val="00A23E62"/>
    <w:rsid w:val="00A25002"/>
    <w:rsid w:val="00A30CB5"/>
    <w:rsid w:val="00A34BA3"/>
    <w:rsid w:val="00A3642D"/>
    <w:rsid w:val="00A36A5E"/>
    <w:rsid w:val="00A51F34"/>
    <w:rsid w:val="00A539B2"/>
    <w:rsid w:val="00A7170F"/>
    <w:rsid w:val="00A826DA"/>
    <w:rsid w:val="00A93E2B"/>
    <w:rsid w:val="00AA1676"/>
    <w:rsid w:val="00AC3693"/>
    <w:rsid w:val="00AC6E4F"/>
    <w:rsid w:val="00AD3BAC"/>
    <w:rsid w:val="00AE364C"/>
    <w:rsid w:val="00AE584E"/>
    <w:rsid w:val="00AE64A8"/>
    <w:rsid w:val="00AE6EBD"/>
    <w:rsid w:val="00AF68D3"/>
    <w:rsid w:val="00B0177D"/>
    <w:rsid w:val="00B017B2"/>
    <w:rsid w:val="00B137FC"/>
    <w:rsid w:val="00B20D12"/>
    <w:rsid w:val="00B25386"/>
    <w:rsid w:val="00B269DA"/>
    <w:rsid w:val="00B319DB"/>
    <w:rsid w:val="00B33E08"/>
    <w:rsid w:val="00B42BC1"/>
    <w:rsid w:val="00B4324B"/>
    <w:rsid w:val="00B44595"/>
    <w:rsid w:val="00B5571A"/>
    <w:rsid w:val="00B57EE7"/>
    <w:rsid w:val="00B83CFA"/>
    <w:rsid w:val="00B86A80"/>
    <w:rsid w:val="00B90439"/>
    <w:rsid w:val="00B90631"/>
    <w:rsid w:val="00B926B4"/>
    <w:rsid w:val="00B94EC3"/>
    <w:rsid w:val="00B96C54"/>
    <w:rsid w:val="00B975AB"/>
    <w:rsid w:val="00BA2DBB"/>
    <w:rsid w:val="00BB16CB"/>
    <w:rsid w:val="00BB3243"/>
    <w:rsid w:val="00BB42A5"/>
    <w:rsid w:val="00BB6F6E"/>
    <w:rsid w:val="00BC53C7"/>
    <w:rsid w:val="00BC7844"/>
    <w:rsid w:val="00BD61CF"/>
    <w:rsid w:val="00BE20D3"/>
    <w:rsid w:val="00C071C8"/>
    <w:rsid w:val="00C245A6"/>
    <w:rsid w:val="00C25128"/>
    <w:rsid w:val="00C25AAF"/>
    <w:rsid w:val="00C35E2A"/>
    <w:rsid w:val="00C45519"/>
    <w:rsid w:val="00C569A6"/>
    <w:rsid w:val="00C572D2"/>
    <w:rsid w:val="00C70A65"/>
    <w:rsid w:val="00C70C61"/>
    <w:rsid w:val="00C714E1"/>
    <w:rsid w:val="00C7195D"/>
    <w:rsid w:val="00C75351"/>
    <w:rsid w:val="00C818E8"/>
    <w:rsid w:val="00C93F55"/>
    <w:rsid w:val="00C97054"/>
    <w:rsid w:val="00CA0858"/>
    <w:rsid w:val="00CA62A3"/>
    <w:rsid w:val="00CC3D5D"/>
    <w:rsid w:val="00CD0555"/>
    <w:rsid w:val="00CD5034"/>
    <w:rsid w:val="00CD5F3D"/>
    <w:rsid w:val="00CD6C5E"/>
    <w:rsid w:val="00CE0DB2"/>
    <w:rsid w:val="00CE5A6E"/>
    <w:rsid w:val="00CF5882"/>
    <w:rsid w:val="00CF6EAC"/>
    <w:rsid w:val="00D003C9"/>
    <w:rsid w:val="00D00472"/>
    <w:rsid w:val="00D02EB3"/>
    <w:rsid w:val="00D108AC"/>
    <w:rsid w:val="00D10D74"/>
    <w:rsid w:val="00D15452"/>
    <w:rsid w:val="00D27B1C"/>
    <w:rsid w:val="00D45A72"/>
    <w:rsid w:val="00D47335"/>
    <w:rsid w:val="00D53003"/>
    <w:rsid w:val="00D53191"/>
    <w:rsid w:val="00D60B44"/>
    <w:rsid w:val="00D61643"/>
    <w:rsid w:val="00D67AF8"/>
    <w:rsid w:val="00D7294C"/>
    <w:rsid w:val="00D729BA"/>
    <w:rsid w:val="00D86FFA"/>
    <w:rsid w:val="00D943C9"/>
    <w:rsid w:val="00D9442C"/>
    <w:rsid w:val="00DA13DB"/>
    <w:rsid w:val="00DB3B16"/>
    <w:rsid w:val="00DB4B88"/>
    <w:rsid w:val="00DC6233"/>
    <w:rsid w:val="00DC6345"/>
    <w:rsid w:val="00DC63AF"/>
    <w:rsid w:val="00DE1B77"/>
    <w:rsid w:val="00DE4F33"/>
    <w:rsid w:val="00DF0321"/>
    <w:rsid w:val="00DF3D89"/>
    <w:rsid w:val="00E0645C"/>
    <w:rsid w:val="00E069E0"/>
    <w:rsid w:val="00E12E9A"/>
    <w:rsid w:val="00E23B8C"/>
    <w:rsid w:val="00E24B95"/>
    <w:rsid w:val="00E25E0A"/>
    <w:rsid w:val="00E325FC"/>
    <w:rsid w:val="00E346EE"/>
    <w:rsid w:val="00E36180"/>
    <w:rsid w:val="00E428E9"/>
    <w:rsid w:val="00E449C0"/>
    <w:rsid w:val="00E605C1"/>
    <w:rsid w:val="00E62736"/>
    <w:rsid w:val="00E805FB"/>
    <w:rsid w:val="00E85F8A"/>
    <w:rsid w:val="00E9198A"/>
    <w:rsid w:val="00E945BE"/>
    <w:rsid w:val="00E948FC"/>
    <w:rsid w:val="00E96B74"/>
    <w:rsid w:val="00EA096B"/>
    <w:rsid w:val="00EA5E5D"/>
    <w:rsid w:val="00EB2851"/>
    <w:rsid w:val="00EB5D68"/>
    <w:rsid w:val="00EC32BE"/>
    <w:rsid w:val="00EC6FD7"/>
    <w:rsid w:val="00ED1CCB"/>
    <w:rsid w:val="00EE0186"/>
    <w:rsid w:val="00EF22B6"/>
    <w:rsid w:val="00EF57FA"/>
    <w:rsid w:val="00F0287E"/>
    <w:rsid w:val="00F04817"/>
    <w:rsid w:val="00F051A8"/>
    <w:rsid w:val="00F05645"/>
    <w:rsid w:val="00F12856"/>
    <w:rsid w:val="00F17AA5"/>
    <w:rsid w:val="00F21187"/>
    <w:rsid w:val="00F21387"/>
    <w:rsid w:val="00F3467E"/>
    <w:rsid w:val="00F41742"/>
    <w:rsid w:val="00F461CB"/>
    <w:rsid w:val="00F46728"/>
    <w:rsid w:val="00F47566"/>
    <w:rsid w:val="00F506D2"/>
    <w:rsid w:val="00F6429A"/>
    <w:rsid w:val="00F67A47"/>
    <w:rsid w:val="00F708D9"/>
    <w:rsid w:val="00F746E6"/>
    <w:rsid w:val="00F839B8"/>
    <w:rsid w:val="00F85DAF"/>
    <w:rsid w:val="00FA09F6"/>
    <w:rsid w:val="00FA6A4F"/>
    <w:rsid w:val="00FC20D7"/>
    <w:rsid w:val="00FD33ED"/>
    <w:rsid w:val="00FD44B7"/>
    <w:rsid w:val="00FD6256"/>
    <w:rsid w:val="00FD6631"/>
    <w:rsid w:val="00FE314B"/>
    <w:rsid w:val="00FE5150"/>
    <w:rsid w:val="00FE7A5D"/>
    <w:rsid w:val="00FF04FA"/>
    <w:rsid w:val="00FF05E4"/>
    <w:rsid w:val="00FF6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E0B764"/>
  <w15:docId w15:val="{9FD959F3-5AA8-4B38-9778-4949CCB85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iPriority="2" w:unhideWhenUsed="1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iPriority="2" w:unhideWhenUsed="1" w:qFormat="1"/>
    <w:lsdException w:name="List Bullet 3" w:semiHidden="1" w:uiPriority="2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uiPriority="5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5541"/>
  </w:style>
  <w:style w:type="paragraph" w:styleId="Overskrift1">
    <w:name w:val="heading 1"/>
    <w:basedOn w:val="Normal"/>
    <w:next w:val="Normal"/>
    <w:link w:val="Overskrift1Tegn"/>
    <w:uiPriority w:val="1"/>
    <w:qFormat/>
    <w:rsid w:val="00125E0B"/>
    <w:pPr>
      <w:keepNext/>
      <w:keepLines/>
      <w:spacing w:before="260"/>
      <w:contextualSpacing/>
      <w:outlineLvl w:val="0"/>
    </w:pPr>
    <w:rPr>
      <w:rFonts w:eastAsiaTheme="majorEastAsia" w:cstheme="majorBidi"/>
      <w:b/>
      <w:bCs/>
      <w:sz w:val="22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125E0B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125E0B"/>
    <w:pPr>
      <w:keepNext/>
      <w:keepLines/>
      <w:spacing w:before="260" w:line="260" w:lineRule="exact"/>
      <w:contextualSpacing/>
      <w:outlineLvl w:val="2"/>
    </w:pPr>
    <w:rPr>
      <w:rFonts w:eastAsiaTheme="majorEastAsia" w:cstheme="majorBidi"/>
      <w:b/>
      <w:bCs/>
      <w:i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125E0B"/>
    <w:pPr>
      <w:keepNext/>
      <w:keepLines/>
      <w:spacing w:before="260"/>
      <w:contextualSpacing/>
      <w:outlineLvl w:val="3"/>
    </w:pPr>
    <w:rPr>
      <w:rFonts w:eastAsiaTheme="majorEastAsia" w:cstheme="majorBidi"/>
      <w:bCs/>
      <w:i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qFormat/>
    <w:rsid w:val="00125E0B"/>
    <w:pPr>
      <w:keepNext/>
      <w:keepLines/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"/>
    <w:uiPriority w:val="1"/>
    <w:semiHidden/>
    <w:qFormat/>
    <w:rsid w:val="00125E0B"/>
    <w:pPr>
      <w:keepNext/>
      <w:keepLines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qFormat/>
    <w:rsid w:val="00125E0B"/>
    <w:pPr>
      <w:keepNext/>
      <w:keepLines/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qFormat/>
    <w:rsid w:val="00125E0B"/>
    <w:pPr>
      <w:keepNext/>
      <w:keepLines/>
      <w:outlineLvl w:val="7"/>
    </w:pPr>
    <w:rPr>
      <w:rFonts w:eastAsiaTheme="majorEastAsia" w:cstheme="majorBidi"/>
      <w:b/>
    </w:rPr>
  </w:style>
  <w:style w:type="paragraph" w:styleId="Overskrift9">
    <w:name w:val="heading 9"/>
    <w:basedOn w:val="Normal"/>
    <w:next w:val="Normal"/>
    <w:link w:val="Overskrift9Tegn"/>
    <w:uiPriority w:val="1"/>
    <w:semiHidden/>
    <w:qFormat/>
    <w:rsid w:val="00125E0B"/>
    <w:pPr>
      <w:keepNext/>
      <w:keepLines/>
      <w:outlineLvl w:val="8"/>
    </w:pPr>
    <w:rPr>
      <w:rFonts w:eastAsiaTheme="majorEastAsia" w:cstheme="majorBidi"/>
      <w:b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1"/>
    <w:rsid w:val="00125E0B"/>
    <w:rPr>
      <w:rFonts w:eastAsiaTheme="majorEastAsia" w:cstheme="majorBidi"/>
      <w:b/>
      <w:bCs/>
      <w:sz w:val="2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125E0B"/>
    <w:rPr>
      <w:rFonts w:eastAsiaTheme="majorEastAsia" w:cstheme="majorBidi"/>
      <w:b/>
      <w:bCs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125E0B"/>
    <w:rPr>
      <w:rFonts w:eastAsiaTheme="majorEastAsia" w:cstheme="majorBidi"/>
      <w:b/>
      <w:bCs/>
      <w:i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125E0B"/>
    <w:rPr>
      <w:rFonts w:eastAsiaTheme="majorEastAsia" w:cstheme="majorBidi"/>
      <w:bCs/>
      <w:i/>
      <w:iCs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125E0B"/>
    <w:rPr>
      <w:rFonts w:eastAsiaTheme="majorEastAsia" w:cstheme="majorBidi"/>
      <w:b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125E0B"/>
    <w:rPr>
      <w:rFonts w:eastAsiaTheme="majorEastAsia" w:cstheme="majorBidi"/>
      <w:b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125E0B"/>
    <w:rPr>
      <w:rFonts w:eastAsiaTheme="majorEastAsia" w:cstheme="majorBidi"/>
      <w:b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125E0B"/>
    <w:rPr>
      <w:rFonts w:eastAsiaTheme="majorEastAsia" w:cstheme="majorBidi"/>
      <w:b/>
      <w:iCs/>
    </w:rPr>
  </w:style>
  <w:style w:type="paragraph" w:styleId="Opstilling-talellerbogst">
    <w:name w:val="List Number"/>
    <w:basedOn w:val="Normal"/>
    <w:uiPriority w:val="2"/>
    <w:qFormat/>
    <w:rsid w:val="001D0650"/>
    <w:pPr>
      <w:numPr>
        <w:numId w:val="19"/>
      </w:numPr>
      <w:contextualSpacing/>
    </w:pPr>
  </w:style>
  <w:style w:type="paragraph" w:styleId="Listeafsnit">
    <w:name w:val="List Paragraph"/>
    <w:basedOn w:val="Normal"/>
    <w:uiPriority w:val="34"/>
    <w:semiHidden/>
    <w:qFormat/>
    <w:rsid w:val="00125E0B"/>
    <w:pPr>
      <w:ind w:left="720"/>
      <w:contextualSpacing/>
    </w:p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125E0B"/>
    <w:rPr>
      <w:rFonts w:eastAsiaTheme="majorEastAsia" w:cstheme="majorBidi"/>
      <w:b/>
    </w:rPr>
  </w:style>
  <w:style w:type="paragraph" w:styleId="Titel">
    <w:name w:val="Title"/>
    <w:basedOn w:val="Normal"/>
    <w:next w:val="Normal"/>
    <w:link w:val="TitelTegn"/>
    <w:uiPriority w:val="5"/>
    <w:semiHidden/>
    <w:qFormat/>
    <w:rsid w:val="00125E0B"/>
    <w:pPr>
      <w:contextualSpacing/>
    </w:pPr>
    <w:rPr>
      <w:rFonts w:eastAsiaTheme="majorEastAsia" w:cstheme="majorBidi"/>
      <w:kern w:val="28"/>
      <w:sz w:val="18"/>
      <w:szCs w:val="52"/>
    </w:rPr>
  </w:style>
  <w:style w:type="character" w:customStyle="1" w:styleId="TitelTegn">
    <w:name w:val="Titel Tegn"/>
    <w:basedOn w:val="Standardskrifttypeiafsnit"/>
    <w:link w:val="Titel"/>
    <w:uiPriority w:val="5"/>
    <w:semiHidden/>
    <w:rsid w:val="00125E0B"/>
    <w:rPr>
      <w:rFonts w:eastAsiaTheme="majorEastAsia" w:cstheme="majorBidi"/>
      <w:kern w:val="28"/>
      <w:sz w:val="18"/>
      <w:szCs w:val="52"/>
    </w:rPr>
  </w:style>
  <w:style w:type="paragraph" w:styleId="Undertitel">
    <w:name w:val="Subtitle"/>
    <w:basedOn w:val="Normal"/>
    <w:next w:val="Normal"/>
    <w:link w:val="UndertitelTegn"/>
    <w:uiPriority w:val="5"/>
    <w:semiHidden/>
    <w:qFormat/>
    <w:rsid w:val="00125E0B"/>
    <w:pPr>
      <w:numPr>
        <w:ilvl w:val="1"/>
      </w:numPr>
    </w:pPr>
    <w:rPr>
      <w:rFonts w:eastAsiaTheme="majorEastAsia" w:cstheme="majorBidi"/>
      <w:b/>
      <w:iCs/>
      <w:sz w:val="18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5"/>
    <w:semiHidden/>
    <w:rsid w:val="00125E0B"/>
    <w:rPr>
      <w:rFonts w:eastAsiaTheme="majorEastAsia" w:cstheme="majorBidi"/>
      <w:b/>
      <w:iCs/>
      <w:sz w:val="18"/>
      <w:szCs w:val="24"/>
    </w:rPr>
  </w:style>
  <w:style w:type="character" w:styleId="Svagfremhvning">
    <w:name w:val="Subtle Emphasis"/>
    <w:basedOn w:val="Standardskrifttypeiafsnit"/>
    <w:uiPriority w:val="19"/>
    <w:semiHidden/>
    <w:qFormat/>
    <w:rsid w:val="00125E0B"/>
    <w:rPr>
      <w:i/>
      <w:iCs/>
      <w:color w:val="808080" w:themeColor="text1" w:themeTint="7F"/>
    </w:rPr>
  </w:style>
  <w:style w:type="character" w:styleId="Fremhv">
    <w:name w:val="Emphasis"/>
    <w:basedOn w:val="Standardskrifttypeiafsnit"/>
    <w:uiPriority w:val="20"/>
    <w:semiHidden/>
    <w:qFormat/>
    <w:rsid w:val="00125E0B"/>
    <w:rPr>
      <w:i/>
      <w:iCs/>
    </w:rPr>
  </w:style>
  <w:style w:type="paragraph" w:styleId="Billedtekst">
    <w:name w:val="caption"/>
    <w:basedOn w:val="Normal"/>
    <w:next w:val="Normal"/>
    <w:uiPriority w:val="4"/>
    <w:rsid w:val="00C569A6"/>
    <w:pPr>
      <w:keepNext/>
      <w:keepLines/>
      <w:spacing w:line="240" w:lineRule="atLeast"/>
    </w:pPr>
    <w:rPr>
      <w:b/>
      <w:bCs/>
      <w:color w:val="53738B"/>
      <w:sz w:val="18"/>
      <w:szCs w:val="18"/>
    </w:rPr>
  </w:style>
  <w:style w:type="paragraph" w:styleId="Indholdsfortegnelse1">
    <w:name w:val="toc 1"/>
    <w:basedOn w:val="Normal"/>
    <w:next w:val="Normal"/>
    <w:uiPriority w:val="39"/>
    <w:semiHidden/>
    <w:rsid w:val="00125E0B"/>
    <w:pPr>
      <w:spacing w:before="260"/>
      <w:ind w:right="567"/>
      <w:contextualSpacing/>
    </w:pPr>
  </w:style>
  <w:style w:type="paragraph" w:styleId="Indholdsfortegnelse2">
    <w:name w:val="toc 2"/>
    <w:basedOn w:val="Normal"/>
    <w:next w:val="Normal"/>
    <w:uiPriority w:val="39"/>
    <w:semiHidden/>
    <w:rsid w:val="00125E0B"/>
    <w:pPr>
      <w:ind w:right="567"/>
    </w:pPr>
  </w:style>
  <w:style w:type="paragraph" w:styleId="Indholdsfortegnelse3">
    <w:name w:val="toc 3"/>
    <w:basedOn w:val="Normal"/>
    <w:next w:val="Normal"/>
    <w:uiPriority w:val="39"/>
    <w:semiHidden/>
    <w:rsid w:val="00125E0B"/>
    <w:pPr>
      <w:ind w:right="567"/>
    </w:pPr>
  </w:style>
  <w:style w:type="paragraph" w:styleId="Indholdsfortegnelse4">
    <w:name w:val="toc 4"/>
    <w:basedOn w:val="Normal"/>
    <w:next w:val="Normal"/>
    <w:uiPriority w:val="39"/>
    <w:semiHidden/>
    <w:rsid w:val="00125E0B"/>
    <w:pPr>
      <w:ind w:right="567"/>
    </w:pPr>
  </w:style>
  <w:style w:type="paragraph" w:styleId="Indholdsfortegnelse5">
    <w:name w:val="toc 5"/>
    <w:basedOn w:val="Normal"/>
    <w:next w:val="Normal"/>
    <w:uiPriority w:val="39"/>
    <w:semiHidden/>
    <w:rsid w:val="00125E0B"/>
    <w:pPr>
      <w:ind w:right="567"/>
    </w:pPr>
  </w:style>
  <w:style w:type="paragraph" w:styleId="Indholdsfortegnelse6">
    <w:name w:val="toc 6"/>
    <w:basedOn w:val="Normal"/>
    <w:next w:val="Normal"/>
    <w:uiPriority w:val="39"/>
    <w:semiHidden/>
    <w:rsid w:val="00125E0B"/>
    <w:pPr>
      <w:ind w:right="567"/>
    </w:pPr>
  </w:style>
  <w:style w:type="paragraph" w:styleId="Indholdsfortegnelse7">
    <w:name w:val="toc 7"/>
    <w:basedOn w:val="Normal"/>
    <w:next w:val="Normal"/>
    <w:uiPriority w:val="39"/>
    <w:semiHidden/>
    <w:rsid w:val="00125E0B"/>
    <w:pPr>
      <w:ind w:right="567"/>
    </w:pPr>
  </w:style>
  <w:style w:type="paragraph" w:styleId="Indholdsfortegnelse8">
    <w:name w:val="toc 8"/>
    <w:basedOn w:val="Normal"/>
    <w:next w:val="Normal"/>
    <w:uiPriority w:val="39"/>
    <w:semiHidden/>
    <w:rsid w:val="00125E0B"/>
    <w:pPr>
      <w:ind w:right="567"/>
    </w:pPr>
  </w:style>
  <w:style w:type="paragraph" w:styleId="Indholdsfortegnelse9">
    <w:name w:val="toc 9"/>
    <w:basedOn w:val="Normal"/>
    <w:next w:val="Normal"/>
    <w:uiPriority w:val="39"/>
    <w:semiHidden/>
    <w:rsid w:val="00125E0B"/>
    <w:pPr>
      <w:ind w:right="567"/>
    </w:pPr>
  </w:style>
  <w:style w:type="paragraph" w:styleId="Overskrift">
    <w:name w:val="TOC Heading"/>
    <w:basedOn w:val="Overskrift1"/>
    <w:next w:val="Normal"/>
    <w:uiPriority w:val="39"/>
    <w:semiHidden/>
    <w:qFormat/>
    <w:rsid w:val="00125E0B"/>
    <w:pPr>
      <w:outlineLvl w:val="9"/>
    </w:pPr>
  </w:style>
  <w:style w:type="paragraph" w:styleId="Sidefod">
    <w:name w:val="footer"/>
    <w:basedOn w:val="Normal"/>
    <w:link w:val="SidefodTegn"/>
    <w:uiPriority w:val="99"/>
    <w:semiHidden/>
    <w:rsid w:val="00125E0B"/>
    <w:pPr>
      <w:tabs>
        <w:tab w:val="center" w:pos="4819"/>
        <w:tab w:val="right" w:pos="9638"/>
      </w:tabs>
    </w:pPr>
    <w:rPr>
      <w:sz w:val="15"/>
    </w:rPr>
  </w:style>
  <w:style w:type="character" w:customStyle="1" w:styleId="SidefodTegn">
    <w:name w:val="Sidefod Tegn"/>
    <w:basedOn w:val="Standardskrifttypeiafsnit"/>
    <w:link w:val="Sidefod"/>
    <w:uiPriority w:val="99"/>
    <w:semiHidden/>
    <w:rsid w:val="00125E0B"/>
    <w:rPr>
      <w:sz w:val="15"/>
    </w:rPr>
  </w:style>
  <w:style w:type="paragraph" w:styleId="Sidehoved">
    <w:name w:val="header"/>
    <w:basedOn w:val="Normal"/>
    <w:link w:val="SidehovedTegn"/>
    <w:uiPriority w:val="99"/>
    <w:semiHidden/>
    <w:rsid w:val="000B7969"/>
    <w:pPr>
      <w:tabs>
        <w:tab w:val="center" w:pos="4819"/>
        <w:tab w:val="right" w:pos="9638"/>
      </w:tabs>
    </w:pPr>
    <w:rPr>
      <w:sz w:val="15"/>
    </w:r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0B7969"/>
    <w:rPr>
      <w:sz w:val="15"/>
    </w:rPr>
  </w:style>
  <w:style w:type="paragraph" w:styleId="Opstilling-punkttegn">
    <w:name w:val="List Bullet"/>
    <w:basedOn w:val="Normal"/>
    <w:uiPriority w:val="2"/>
    <w:qFormat/>
    <w:rsid w:val="00E24B95"/>
    <w:pPr>
      <w:numPr>
        <w:numId w:val="25"/>
      </w:numPr>
      <w:contextualSpacing/>
    </w:pPr>
  </w:style>
  <w:style w:type="paragraph" w:styleId="Fodnotetekst">
    <w:name w:val="footnote text"/>
    <w:basedOn w:val="Normal"/>
    <w:link w:val="FodnotetekstTegn"/>
    <w:uiPriority w:val="99"/>
    <w:semiHidden/>
    <w:rsid w:val="00125E0B"/>
    <w:pPr>
      <w:spacing w:line="240" w:lineRule="auto"/>
    </w:pPr>
    <w:rPr>
      <w:sz w:val="18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125E0B"/>
    <w:rPr>
      <w:sz w:val="18"/>
    </w:rPr>
  </w:style>
  <w:style w:type="paragraph" w:styleId="Slutnotetekst">
    <w:name w:val="endnote text"/>
    <w:basedOn w:val="Normal"/>
    <w:link w:val="SlutnotetekstTegn"/>
    <w:uiPriority w:val="99"/>
    <w:semiHidden/>
    <w:rsid w:val="00125E0B"/>
    <w:pPr>
      <w:spacing w:line="240" w:lineRule="auto"/>
    </w:pPr>
    <w:rPr>
      <w:sz w:val="18"/>
    </w:rPr>
  </w:style>
  <w:style w:type="character" w:customStyle="1" w:styleId="SlutnotetekstTegn">
    <w:name w:val="Slutnotetekst Tegn"/>
    <w:basedOn w:val="Standardskrifttypeiafsnit"/>
    <w:link w:val="Slutnotetekst"/>
    <w:uiPriority w:val="99"/>
    <w:semiHidden/>
    <w:rsid w:val="00125E0B"/>
    <w:rPr>
      <w:sz w:val="18"/>
    </w:rPr>
  </w:style>
  <w:style w:type="paragraph" w:customStyle="1" w:styleId="Template">
    <w:name w:val="Template"/>
    <w:uiPriority w:val="4"/>
    <w:semiHidden/>
    <w:qFormat/>
    <w:rsid w:val="00167806"/>
    <w:pPr>
      <w:spacing w:line="220" w:lineRule="atLeast"/>
    </w:pPr>
    <w:rPr>
      <w:sz w:val="16"/>
    </w:rPr>
  </w:style>
  <w:style w:type="paragraph" w:customStyle="1" w:styleId="TemplateAdresse">
    <w:name w:val="Template Adresse"/>
    <w:basedOn w:val="Template"/>
    <w:uiPriority w:val="9"/>
    <w:semiHidden/>
    <w:qFormat/>
    <w:rsid w:val="000D12FF"/>
    <w:rPr>
      <w:noProof/>
      <w:color w:val="000000"/>
    </w:rPr>
  </w:style>
  <w:style w:type="paragraph" w:customStyle="1" w:styleId="TemplateOfficeName">
    <w:name w:val="Template OfficeName"/>
    <w:basedOn w:val="Template"/>
    <w:next w:val="TemplateAdresse"/>
    <w:uiPriority w:val="4"/>
    <w:semiHidden/>
    <w:qFormat/>
    <w:rsid w:val="00700F95"/>
    <w:pPr>
      <w:suppressAutoHyphens/>
    </w:pPr>
    <w:rPr>
      <w:b/>
      <w:noProof/>
      <w:color w:val="000000"/>
    </w:rPr>
  </w:style>
  <w:style w:type="paragraph" w:customStyle="1" w:styleId="DokumentOverskrift">
    <w:name w:val="Dokument Overskrift"/>
    <w:basedOn w:val="Normal"/>
    <w:uiPriority w:val="1"/>
    <w:rsid w:val="00125E0B"/>
    <w:rPr>
      <w:b/>
      <w:sz w:val="22"/>
    </w:rPr>
  </w:style>
  <w:style w:type="paragraph" w:customStyle="1" w:styleId="Underskriver2">
    <w:name w:val="Underskriver 2"/>
    <w:basedOn w:val="DokumentOverskrift"/>
    <w:uiPriority w:val="3"/>
    <w:rsid w:val="00125E0B"/>
    <w:pPr>
      <w:ind w:left="3912" w:firstLine="1304"/>
    </w:pPr>
  </w:style>
  <w:style w:type="character" w:styleId="Sidetal">
    <w:name w:val="page number"/>
    <w:basedOn w:val="Standardskrifttypeiafsnit"/>
    <w:uiPriority w:val="99"/>
    <w:semiHidden/>
    <w:rsid w:val="00167806"/>
    <w:rPr>
      <w:rFonts w:ascii="Arial" w:hAnsi="Arial"/>
      <w:sz w:val="16"/>
    </w:rPr>
  </w:style>
  <w:style w:type="character" w:styleId="Linjenummer">
    <w:name w:val="line number"/>
    <w:basedOn w:val="Standardskrifttypeiafsnit"/>
    <w:uiPriority w:val="99"/>
    <w:semiHidden/>
    <w:rsid w:val="00125E0B"/>
  </w:style>
  <w:style w:type="table" w:styleId="Tabel-Gitter">
    <w:name w:val="Table Grid"/>
    <w:basedOn w:val="Tabel-Normal"/>
    <w:uiPriority w:val="59"/>
    <w:rsid w:val="00125E0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kumentoverskrift0">
    <w:name w:val="Dokument overskrift"/>
    <w:basedOn w:val="Normal"/>
    <w:uiPriority w:val="3"/>
    <w:semiHidden/>
    <w:rsid w:val="00125E0B"/>
    <w:pPr>
      <w:spacing w:line="300" w:lineRule="atLeast"/>
    </w:pPr>
    <w:rPr>
      <w:rFonts w:eastAsia="Times New Roman" w:cs="Times New Roman"/>
      <w:b/>
      <w:sz w:val="24"/>
      <w:szCs w:val="24"/>
    </w:rPr>
  </w:style>
  <w:style w:type="paragraph" w:customStyle="1" w:styleId="Fremhvettekst">
    <w:name w:val="Fremhævet tekst"/>
    <w:basedOn w:val="Normal"/>
    <w:uiPriority w:val="3"/>
    <w:qFormat/>
    <w:rsid w:val="00125E0B"/>
    <w:pPr>
      <w:spacing w:line="300" w:lineRule="atLeast"/>
    </w:pPr>
    <w:rPr>
      <w:rFonts w:eastAsia="Times New Roman" w:cs="Times New Roman"/>
      <w:i/>
      <w:szCs w:val="24"/>
    </w:rPr>
  </w:style>
  <w:style w:type="paragraph" w:customStyle="1" w:styleId="Headeroverskrift">
    <w:name w:val="Header overskrift"/>
    <w:basedOn w:val="Template"/>
    <w:uiPriority w:val="4"/>
    <w:semiHidden/>
    <w:qFormat/>
    <w:rsid w:val="00715AD5"/>
    <w:pPr>
      <w:spacing w:line="260" w:lineRule="atLeast"/>
    </w:pPr>
    <w:rPr>
      <w:b/>
      <w:color w:val="666666"/>
      <w:sz w:val="20"/>
      <w:lang w:eastAsia="da-DK"/>
    </w:rPr>
  </w:style>
  <w:style w:type="character" w:styleId="Pladsholdertekst">
    <w:name w:val="Placeholder Text"/>
    <w:basedOn w:val="Standardskrifttypeiafsnit"/>
    <w:uiPriority w:val="99"/>
    <w:semiHidden/>
    <w:rsid w:val="00125E0B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125E0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25E0B"/>
    <w:rPr>
      <w:rFonts w:ascii="Tahoma" w:hAnsi="Tahoma" w:cs="Tahoma"/>
      <w:sz w:val="16"/>
      <w:szCs w:val="16"/>
    </w:rPr>
  </w:style>
  <w:style w:type="paragraph" w:customStyle="1" w:styleId="TemplatePagenumber">
    <w:name w:val="Template Pagenumber"/>
    <w:basedOn w:val="TemplateAdresse"/>
    <w:uiPriority w:val="6"/>
    <w:semiHidden/>
    <w:qFormat/>
    <w:rsid w:val="00BC7844"/>
    <w:pPr>
      <w:tabs>
        <w:tab w:val="left" w:pos="7881"/>
      </w:tabs>
      <w:spacing w:line="160" w:lineRule="exact"/>
      <w:ind w:left="567"/>
    </w:pPr>
  </w:style>
  <w:style w:type="paragraph" w:customStyle="1" w:styleId="Template-Mail">
    <w:name w:val="Template - Mail"/>
    <w:basedOn w:val="Normal"/>
    <w:uiPriority w:val="4"/>
    <w:semiHidden/>
    <w:rsid w:val="00167806"/>
    <w:pPr>
      <w:spacing w:line="200" w:lineRule="atLeast"/>
    </w:pPr>
    <w:rPr>
      <w:noProof/>
      <w:color w:val="000000"/>
      <w:sz w:val="16"/>
    </w:rPr>
  </w:style>
  <w:style w:type="paragraph" w:customStyle="1" w:styleId="Modtageradresse">
    <w:name w:val="Modtager adresse"/>
    <w:basedOn w:val="Normal"/>
    <w:uiPriority w:val="5"/>
    <w:rsid w:val="00125E0B"/>
    <w:pPr>
      <w:spacing w:line="240" w:lineRule="atLeast"/>
    </w:pPr>
  </w:style>
  <w:style w:type="table" w:customStyle="1" w:styleId="UFM-Tabel">
    <w:name w:val="UFM - Tabel"/>
    <w:basedOn w:val="Tabel-Normal"/>
    <w:uiPriority w:val="99"/>
    <w:rsid w:val="00505078"/>
    <w:pPr>
      <w:spacing w:before="40" w:after="40" w:line="160" w:lineRule="atLeast"/>
    </w:pPr>
    <w:rPr>
      <w:sz w:val="15"/>
    </w:rPr>
    <w:tblPr>
      <w:tblBorders>
        <w:top w:val="single" w:sz="8" w:space="0" w:color="7E96A8" w:themeColor="text2"/>
        <w:bottom w:val="single" w:sz="8" w:space="0" w:color="7E96A8" w:themeColor="text2"/>
        <w:insideH w:val="single" w:sz="8" w:space="0" w:color="7E96A8" w:themeColor="text2"/>
      </w:tblBorders>
      <w:tblCellMar>
        <w:left w:w="0" w:type="dxa"/>
        <w:right w:w="0" w:type="dxa"/>
      </w:tblCellMar>
    </w:tblPr>
    <w:tblStylePr w:type="firstRow">
      <w:rPr>
        <w:rFonts w:ascii="Arial" w:hAnsi="Arial"/>
        <w:b w:val="0"/>
      </w:rPr>
    </w:tblStylePr>
  </w:style>
  <w:style w:type="paragraph" w:styleId="Opstilling-punkttegn2">
    <w:name w:val="List Bullet 2"/>
    <w:basedOn w:val="Normal"/>
    <w:uiPriority w:val="2"/>
    <w:qFormat/>
    <w:rsid w:val="00E24B95"/>
    <w:pPr>
      <w:numPr>
        <w:ilvl w:val="1"/>
        <w:numId w:val="25"/>
      </w:numPr>
      <w:contextualSpacing/>
    </w:pPr>
  </w:style>
  <w:style w:type="paragraph" w:styleId="Opstilling-punkttegn3">
    <w:name w:val="List Bullet 3"/>
    <w:basedOn w:val="Normal"/>
    <w:uiPriority w:val="2"/>
    <w:qFormat/>
    <w:rsid w:val="00E24B95"/>
    <w:pPr>
      <w:numPr>
        <w:ilvl w:val="2"/>
        <w:numId w:val="25"/>
      </w:numPr>
      <w:contextualSpacing/>
    </w:pPr>
  </w:style>
  <w:style w:type="paragraph" w:customStyle="1" w:styleId="Figur-TabelTitel">
    <w:name w:val="Figur-Tabel Titel"/>
    <w:basedOn w:val="Normal"/>
    <w:next w:val="Normal"/>
    <w:uiPriority w:val="5"/>
    <w:rsid w:val="00341ACC"/>
    <w:pPr>
      <w:keepNext/>
      <w:keepLines/>
      <w:spacing w:after="260"/>
    </w:pPr>
    <w:rPr>
      <w:color w:val="000000"/>
      <w:sz w:val="18"/>
    </w:rPr>
  </w:style>
  <w:style w:type="paragraph" w:customStyle="1" w:styleId="Billede-Tekst">
    <w:name w:val="Billede - Tekst"/>
    <w:basedOn w:val="Normal"/>
    <w:uiPriority w:val="3"/>
    <w:rsid w:val="00B137FC"/>
    <w:pPr>
      <w:tabs>
        <w:tab w:val="left" w:pos="454"/>
      </w:tabs>
      <w:spacing w:line="220" w:lineRule="atLeast"/>
    </w:pPr>
    <w:rPr>
      <w:sz w:val="18"/>
    </w:rPr>
  </w:style>
  <w:style w:type="paragraph" w:customStyle="1" w:styleId="BoksOverskriftFM">
    <w:name w:val="Boks Overskrift (FM)"/>
    <w:uiPriority w:val="3"/>
    <w:semiHidden/>
    <w:qFormat/>
    <w:rsid w:val="001E3558"/>
    <w:pPr>
      <w:spacing w:after="210" w:line="210" w:lineRule="atLeast"/>
      <w:ind w:left="227" w:right="227"/>
    </w:pPr>
    <w:rPr>
      <w:b/>
      <w:sz w:val="15"/>
    </w:rPr>
  </w:style>
  <w:style w:type="paragraph" w:customStyle="1" w:styleId="CaptionFM">
    <w:name w:val="Caption (FM)"/>
    <w:uiPriority w:val="3"/>
    <w:semiHidden/>
    <w:qFormat/>
    <w:rsid w:val="001E3558"/>
    <w:pPr>
      <w:spacing w:before="170" w:line="230" w:lineRule="atLeast"/>
      <w:ind w:left="227" w:right="227"/>
    </w:pPr>
    <w:rPr>
      <w:b/>
      <w:bCs/>
      <w:color w:val="28506E" w:themeColor="background2"/>
      <w:sz w:val="15"/>
    </w:rPr>
  </w:style>
  <w:style w:type="paragraph" w:styleId="Starthilsen">
    <w:name w:val="Salutation"/>
    <w:basedOn w:val="Normal"/>
    <w:next w:val="Normal"/>
    <w:link w:val="StarthilsenTegn"/>
    <w:uiPriority w:val="5"/>
    <w:rsid w:val="005478E4"/>
    <w:pPr>
      <w:outlineLvl w:val="0"/>
    </w:pPr>
  </w:style>
  <w:style w:type="character" w:customStyle="1" w:styleId="StarthilsenTegn">
    <w:name w:val="Starthilsen Tegn"/>
    <w:basedOn w:val="Standardskrifttypeiafsnit"/>
    <w:link w:val="Starthilsen"/>
    <w:uiPriority w:val="5"/>
    <w:rsid w:val="005478E4"/>
  </w:style>
  <w:style w:type="paragraph" w:customStyle="1" w:styleId="BoksOverskrift">
    <w:name w:val="Boks Overskrift"/>
    <w:basedOn w:val="Normal"/>
    <w:next w:val="Normal"/>
    <w:uiPriority w:val="3"/>
    <w:semiHidden/>
    <w:rsid w:val="007B5541"/>
    <w:pPr>
      <w:tabs>
        <w:tab w:val="left" w:pos="454"/>
      </w:tabs>
      <w:spacing w:before="260"/>
      <w:contextualSpacing/>
    </w:pPr>
    <w:rPr>
      <w:b/>
      <w:color w:val="28506E" w:themeColor="background2"/>
      <w:szCs w:val="19"/>
    </w:rPr>
  </w:style>
  <w:style w:type="paragraph" w:customStyle="1" w:styleId="BoksOverskrift-Hvid">
    <w:name w:val="Boks Overskrift - Hvid"/>
    <w:basedOn w:val="BoksOverskrift"/>
    <w:uiPriority w:val="3"/>
    <w:semiHidden/>
    <w:rsid w:val="007B5541"/>
    <w:pPr>
      <w:ind w:left="284" w:right="284"/>
    </w:pPr>
    <w:rPr>
      <w:color w:val="FFFFFF"/>
    </w:rPr>
  </w:style>
  <w:style w:type="paragraph" w:customStyle="1" w:styleId="BoksOverskrift-Sort">
    <w:name w:val="Boks Overskrift - Sort"/>
    <w:basedOn w:val="BoksOverskrift-Hvid"/>
    <w:uiPriority w:val="4"/>
    <w:semiHidden/>
    <w:rsid w:val="007B5541"/>
    <w:rPr>
      <w:color w:val="auto"/>
    </w:rPr>
  </w:style>
  <w:style w:type="paragraph" w:customStyle="1" w:styleId="BoksTekst">
    <w:name w:val="Boks Tekst"/>
    <w:basedOn w:val="BoksOverskrift"/>
    <w:uiPriority w:val="3"/>
    <w:semiHidden/>
    <w:rsid w:val="007B5541"/>
    <w:pPr>
      <w:spacing w:after="260"/>
    </w:pPr>
    <w:rPr>
      <w:b w:val="0"/>
      <w:sz w:val="19"/>
    </w:rPr>
  </w:style>
  <w:style w:type="paragraph" w:customStyle="1" w:styleId="BoksTekst-Hvid">
    <w:name w:val="Boks Tekst - Hvid"/>
    <w:basedOn w:val="BoksOverskrift-Hvid"/>
    <w:uiPriority w:val="3"/>
    <w:semiHidden/>
    <w:rsid w:val="007B5541"/>
    <w:pPr>
      <w:spacing w:after="260"/>
    </w:pPr>
    <w:rPr>
      <w:b w:val="0"/>
      <w:sz w:val="19"/>
    </w:rPr>
  </w:style>
  <w:style w:type="paragraph" w:customStyle="1" w:styleId="BoksTekst-Sort">
    <w:name w:val="Boks Tekst - Sort"/>
    <w:basedOn w:val="BoksTekst-Hvid"/>
    <w:uiPriority w:val="4"/>
    <w:semiHidden/>
    <w:rsid w:val="007B5541"/>
    <w:rPr>
      <w:color w:val="auto"/>
    </w:rPr>
  </w:style>
  <w:style w:type="character" w:styleId="Hyperlink">
    <w:name w:val="Hyperlink"/>
    <w:basedOn w:val="Standardskrifttypeiafsnit"/>
    <w:uiPriority w:val="99"/>
    <w:unhideWhenUsed/>
    <w:rsid w:val="00B017B2"/>
    <w:rPr>
      <w:color w:val="28506E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B017B2"/>
    <w:rPr>
      <w:color w:val="605E5C"/>
      <w:shd w:val="clear" w:color="auto" w:fill="E1DFDD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6E262C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6E262C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6E262C"/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6E262C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6E26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0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g"/><Relationship Id="rId18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openxmlformats.org/officeDocument/2006/relationships/glossaryDocument" Target="glossary/document.xml"/><Relationship Id="rId7" Type="http://schemas.openxmlformats.org/officeDocument/2006/relationships/footnotes" Target="footnotes.xml"/><Relationship Id="rId12" Type="http://schemas.openxmlformats.org/officeDocument/2006/relationships/hyperlink" Target="mailto:hoeringsportalen.dk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ILS@ufm.dk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mailto:RILS@ufm.dk" TargetMode="External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hyperlink" Target="ufs-hoering@ufm.dk" TargetMode="Externa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07301\AppData\Local\cBrain\F2\.tmp\8fd6ede569ee4d7a8731fa2aec0e7f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EDB1BD701AC4929AAE759A7FC3945CF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4FD82742-3CAD-4B4F-8DFD-C9B1A5C309E6}"/>
      </w:docPartPr>
      <w:docPartBody>
        <w:p w:rsidR="006E5303" w:rsidRDefault="00C820BA">
          <w:pPr>
            <w:pStyle w:val="9EDB1BD701AC4929AAE759A7FC3945CF"/>
          </w:pPr>
          <w:r w:rsidRPr="00A53A0C">
            <w:rPr>
              <w:rStyle w:val="Pladsholdertekst"/>
            </w:rPr>
            <w:t>3. september 2013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0BA"/>
    <w:rsid w:val="00060943"/>
    <w:rsid w:val="002B4327"/>
    <w:rsid w:val="003123E9"/>
    <w:rsid w:val="00351245"/>
    <w:rsid w:val="006D5A81"/>
    <w:rsid w:val="006E5303"/>
    <w:rsid w:val="00716A12"/>
    <w:rsid w:val="00723666"/>
    <w:rsid w:val="007C5572"/>
    <w:rsid w:val="00810B09"/>
    <w:rsid w:val="008B515F"/>
    <w:rsid w:val="00920BA4"/>
    <w:rsid w:val="00925466"/>
    <w:rsid w:val="00A24CEA"/>
    <w:rsid w:val="00A60206"/>
    <w:rsid w:val="00BB54EF"/>
    <w:rsid w:val="00C415DE"/>
    <w:rsid w:val="00C820BA"/>
    <w:rsid w:val="00D02850"/>
    <w:rsid w:val="00DC3073"/>
    <w:rsid w:val="00E20061"/>
    <w:rsid w:val="00E52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Pr>
      <w:color w:val="808080"/>
    </w:rPr>
  </w:style>
  <w:style w:type="paragraph" w:customStyle="1" w:styleId="9EDB1BD701AC4929AAE759A7FC3945CF">
    <w:name w:val="9EDB1BD701AC4929AAE759A7FC3945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UFM">
      <a:dk1>
        <a:srgbClr val="000000"/>
      </a:dk1>
      <a:lt1>
        <a:srgbClr val="FFFFFF"/>
      </a:lt1>
      <a:dk2>
        <a:srgbClr val="7E96A8"/>
      </a:dk2>
      <a:lt2>
        <a:srgbClr val="28506E"/>
      </a:lt2>
      <a:accent1>
        <a:srgbClr val="28506E"/>
      </a:accent1>
      <a:accent2>
        <a:srgbClr val="7E96A8"/>
      </a:accent2>
      <a:accent3>
        <a:srgbClr val="D4DCE2"/>
      </a:accent3>
      <a:accent4>
        <a:srgbClr val="37827D"/>
      </a:accent4>
      <a:accent5>
        <a:srgbClr val="87B4B1"/>
      </a:accent5>
      <a:accent6>
        <a:srgbClr val="D7E6E5"/>
      </a:accent6>
      <a:hlink>
        <a:srgbClr val="28506E"/>
      </a:hlink>
      <a:folHlink>
        <a:srgbClr val="53738B"/>
      </a:folHlink>
    </a:clrScheme>
    <a:fontScheme name="UFM - 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UFM Blå​">
      <a:srgbClr val="28506E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UFM Blå 80% tint">
      <a:srgbClr val="53738B"/>
    </a:custClr>
    <a:custClr name="UFM Blå 20% shade">
      <a:srgbClr val="204058"/>
    </a:custClr>
    <a:custClr name="[tom]">
      <a:srgbClr val="FFFFFF"/>
    </a:custClr>
    <a:custClr name="UFM Azur">
      <a:srgbClr val="37827D"/>
    </a:custClr>
    <a:custClr name="UFM Azur 60% tint">
      <a:srgbClr val="87B4B1"/>
    </a:custClr>
    <a:custClr name="UFM Azur 20% tint">
      <a:srgbClr val="D7E6E5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UFM Blå 60% tint">
      <a:srgbClr val="7E96A8"/>
    </a:custClr>
    <a:custClr name="UFM Blå 40% shade">
      <a:srgbClr val="183042"/>
    </a:custClr>
    <a:custClr name="[tom]">
      <a:srgbClr val="FFFFFF"/>
    </a:custClr>
    <a:custClr name="UFM Grøn">
      <a:srgbClr val="468264"/>
    </a:custClr>
    <a:custClr name="UFM Grøn 60% tint">
      <a:srgbClr val="90B4A2"/>
    </a:custClr>
    <a:custClr name="UFM Grøn 20% tint">
      <a:srgbClr val="DAE6E0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UFM Blå 40% tint">
      <a:srgbClr val="A9B9C5"/>
    </a:custClr>
    <a:custClr name="UFM Blå 60% shade">
      <a:srgbClr val="10202C"/>
    </a:custClr>
    <a:custClr name="[tom]">
      <a:srgbClr val="FFFFFF"/>
    </a:custClr>
    <a:custClr name="UFM Orange">
      <a:srgbClr val="B45F28"/>
    </a:custClr>
    <a:custClr name="UFM Orange 60% tint">
      <a:srgbClr val="D29F7E"/>
    </a:custClr>
    <a:custClr name="UFM Orange 20% tint">
      <a:srgbClr val="F0DFD4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UFM Blå 20% tint">
      <a:srgbClr val="D4DCE2"/>
    </a:custClr>
    <a:custClr name="UFM Blå 80% shade">
      <a:srgbClr val="081016"/>
    </a:custClr>
    <a:custClr name="[tom]">
      <a:srgbClr val="FFFFFF"/>
    </a:custClr>
    <a:custClr name="UFM Rød">
      <a:srgbClr val="C35050"/>
    </a:custClr>
    <a:custClr name="UFM Rød 60% tint">
      <a:srgbClr val="DB9696"/>
    </a:custClr>
    <a:custClr name="UFM Rød 20% tint">
      <a:srgbClr val="F3DCDC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bs:GrowBusinessDocument xmlns:gbs="http://www.software-innovation.no/growBusinessDocument" gbs:officeVersion="2007" gbs:sourceId="" gbs:entity="Document" gbs:templateDesignerVersion="3.1 F">
  <gbs:Title gbs:loadFromGrowBusiness="OnProduce" gbs:saveInGrowBusiness="False" gbs:connected="true" gbs:recno="" gbs:entity="" gbs:datatype="string" gbs:key="165596522">Titel</gbs:Title>
  <gbs:DocumentNumber gbs:loadFromGrowBusiness="OnProduce" gbs:saveInGrowBusiness="False" gbs:connected="true" gbs:recno="" gbs:entity="" gbs:datatype="string" gbs:key="380213168">$dossier_documentnumber$</gbs:DocumentNumber>
  <gbs:DocumentDate gbs:loadFromGrowBusiness="OnProduce" gbs:saveInGrowBusiness="False" gbs:connected="true" gbs:recno="" gbs:entity="" gbs:datatype="date" gbs:key="265971304" gbs:removeContentControl="0">24. november 2025</gbs:DocumentDate>
  <gbs:ToActivityContactJOINEX.Name gbs:loadFromGrowBusiness="OnProduce" gbs:saveInGrowBusiness="False" gbs:connected="true" gbs:recno="" gbs:entity="" gbs:datatype="string" gbs:key="1505246976" gbs:removeContentControl="0" gbs:joinex="[JOINEX=[ToRole] {!OJEX!}=6]">Modtager navn</gbs:ToActivityContactJOINEX.Name>
  <gbs:ToActivityContactJOINEX.Address gbs:loadFromGrowBusiness="OnProduce" gbs:saveInGrowBusiness="False" gbs:connected="true" gbs:recno="" gbs:entity="" gbs:datatype="string" gbs:key="2729941401" gbs:joinex="[JOINEX=[ToRole] {!OJEX!}=6]" gbs:removeContentControl="0">Modtager adresse</gbs:ToActivityContactJOINEX.Address>
  <gbs:ToActivityContactJOINEX.Zip gbs:loadFromGrowBusiness="OnProduce" gbs:saveInGrowBusiness="False" gbs:connected="true" gbs:recno="" gbs:entity="" gbs:datatype="string" gbs:key="3818890695" gbs:joinex="[JOINEX=[ToRole] {!OJEX!}=6]" gbs:removeContentControl="0">Modtager postnr. og by</gbs:ToActivityContactJOINEX.Zip>
  <gbs:ToActivityContactJOINEX.ToAddress.Country.Description gbs:loadFromGrowBusiness="OnProduce" gbs:saveInGrowBusiness="False" gbs:connected="true" gbs:recno="" gbs:entity="" gbs:datatype="string" gbs:key="2237044277" gbs:joinex="[JOINEX=[ToRole] {!OJEX!}=6]" gbs:removeContentControl="0"/>
  <gbs:ToActivityContactJOINEX.ToAddress.Country.Description gbs:loadFromGrowBusiness="OnProduce" gbs:saveInGrowBusiness="False" gbs:connected="true" gbs:recno="" gbs:entity="" gbs:datatype="string" gbs:key="1925295979" gbs:joinex="[JOINEX=[ToRole] {!OJEX!}=6]" gbs:removeContentControl="0"/>
  <gbs:ToActivityContact.Name2 gbs:loadFromGrowBusiness="OnProduce" gbs:saveInGrowBusiness="False" gbs:connected="true" gbs:recno="" gbs:entity="" gbs:datatype="string" gbs:key="2125107997"/>
  <gbs:ToActivityContact.Name2 gbs:loadFromGrowBusiness="OnProduce" gbs:saveInGrowBusiness="False" gbs:connected="true" gbs:recno="" gbs:entity="" gbs:datatype="string" gbs:key="1644847705" gbs:label="Att:" gbs:removeContentControl="2"/>
  <gbs:ToActivityContactJOINEX.Name2 gbs:loadFromGrowBusiness="OnProduce" gbs:saveInGrowBusiness="False" gbs:connected="true" gbs:recno="" gbs:entity="" gbs:datatype="string" gbs:key="1086957498" gbs:joinex="[JOINEX=[ToRole] {!OJEX!}=6]" gbs:label="Att." gbs:removeContentControl="2"/>
</gbs:GrowBusinessDocument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7A1EE-A141-4CA1-9191-E34DC29EB90C}">
  <ds:schemaRefs>
    <ds:schemaRef ds:uri="http://www.software-innovation.no/growBusinessDocument"/>
  </ds:schemaRefs>
</ds:datastoreItem>
</file>

<file path=customXml/itemProps2.xml><?xml version="1.0" encoding="utf-8"?>
<ds:datastoreItem xmlns:ds="http://schemas.openxmlformats.org/officeDocument/2006/customXml" ds:itemID="{801C290C-29BD-4047-92C7-8DB7E4CF0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8fd6ede569ee4d7a8731fa2aec0e7fce.dotx</Template>
  <TotalTime>293</TotalTime>
  <Pages>1</Pages>
  <Words>1027</Words>
  <Characters>6610</Characters>
  <Application>Microsoft Office Word</Application>
  <DocSecurity>0</DocSecurity>
  <Lines>150</Lines>
  <Paragraphs>42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Rikke Lise Simested</dc:creator>
  <cp:lastModifiedBy>Rikke Lise Simested</cp:lastModifiedBy>
  <cp:revision>42</cp:revision>
  <cp:lastPrinted>2025-11-05T08:02:00Z</cp:lastPrinted>
  <dcterms:created xsi:type="dcterms:W3CDTF">2025-10-14T08:39:00Z</dcterms:created>
  <dcterms:modified xsi:type="dcterms:W3CDTF">2025-11-24T06:12:00Z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ShowDocumentInfo">
    <vt:lpwstr>True</vt:lpwstr>
  </property>
  <property fmtid="{D5CDD505-2E9C-101B-9397-08002B2CF9AE}" pid="3" name="Created by">
    <vt:lpwstr>www.skabelondesign.dk</vt:lpwstr>
  </property>
  <property fmtid="{D5CDD505-2E9C-101B-9397-08002B2CF9AE}" pid="4" name="SD_AndenSagsbehandler">
    <vt:lpwstr>True</vt:lpwstr>
  </property>
  <property fmtid="{D5CDD505-2E9C-101B-9397-08002B2CF9AE}" pid="5" name="SD_BrandingGraphicBehavior">
    <vt:lpwstr>Standard</vt:lpwstr>
  </property>
  <property fmtid="{D5CDD505-2E9C-101B-9397-08002B2CF9AE}" pid="6" name="Engine">
    <vt:lpwstr>SkabelonEngine</vt:lpwstr>
  </property>
  <property fmtid="{D5CDD505-2E9C-101B-9397-08002B2CF9AE}" pid="7" name="SD_Standard">
    <vt:lpwstr>True</vt:lpwstr>
  </property>
  <property fmtid="{D5CDD505-2E9C-101B-9397-08002B2CF9AE}" pid="8" name="ContentRemapped">
    <vt:lpwstr>true</vt:lpwstr>
  </property>
  <property fmtid="{D5CDD505-2E9C-101B-9397-08002B2CF9AE}" pid="9" name="SD_DocumentLanguage">
    <vt:lpwstr>da-DK</vt:lpwstr>
  </property>
  <property fmtid="{D5CDD505-2E9C-101B-9397-08002B2CF9AE}" pid="10" name="sdDocumentDate">
    <vt:lpwstr>45944</vt:lpwstr>
  </property>
  <property fmtid="{D5CDD505-2E9C-101B-9397-08002B2CF9AE}" pid="11" name="sdDocumentDateFormat">
    <vt:lpwstr>da-DK:d. MMMM yyyy</vt:lpwstr>
  </property>
  <property fmtid="{D5CDD505-2E9C-101B-9397-08002B2CF9AE}" pid="12" name="SD_DocumentLanguageString">
    <vt:lpwstr>Dansk</vt:lpwstr>
  </property>
  <property fmtid="{D5CDD505-2E9C-101B-9397-08002B2CF9AE}" pid="13" name="SD_CtlText_Usersettings_Userprofile">
    <vt:lpwstr>Rikke Lise</vt:lpwstr>
  </property>
  <property fmtid="{D5CDD505-2E9C-101B-9397-08002B2CF9AE}" pid="14" name="SD_CtlText_General_AfsenderRaad">
    <vt:lpwstr/>
  </property>
  <property fmtid="{D5CDD505-2E9C-101B-9397-08002B2CF9AE}" pid="15" name="SD_ADuser">
    <vt:lpwstr/>
  </property>
  <property fmtid="{D5CDD505-2E9C-101B-9397-08002B2CF9AE}" pid="16" name="SD_CtlText_General_AndenSagsbehandler">
    <vt:lpwstr/>
  </property>
  <property fmtid="{D5CDD505-2E9C-101B-9397-08002B2CF9AE}" pid="17" name="SD_CtlText_General_Web">
    <vt:lpwstr/>
  </property>
  <property fmtid="{D5CDD505-2E9C-101B-9397-08002B2CF9AE}" pid="18" name="SD_OFF_SD_OFF_ID">
    <vt:lpwstr>1</vt:lpwstr>
  </property>
  <property fmtid="{D5CDD505-2E9C-101B-9397-08002B2CF9AE}" pid="19" name="SD_OFF_SD_OFF_Type">
    <vt:lpwstr>(ingen)</vt:lpwstr>
  </property>
  <property fmtid="{D5CDD505-2E9C-101B-9397-08002B2CF9AE}" pid="20" name="SD_OFF_SD_OFF_EkstraTekstHeader">
    <vt:lpwstr/>
  </property>
  <property fmtid="{D5CDD505-2E9C-101B-9397-08002B2CF9AE}" pid="21" name="SD_OFF_SD_OFF_EkstraTekstText">
    <vt:lpwstr/>
  </property>
  <property fmtid="{D5CDD505-2E9C-101B-9397-08002B2CF9AE}" pid="22" name="SD_OFF_SD_OFF_EkstraTekstHeader_EN">
    <vt:lpwstr/>
  </property>
  <property fmtid="{D5CDD505-2E9C-101B-9397-08002B2CF9AE}" pid="23" name="SD_OFF_SD_OFF_EkstraTekstText_EN">
    <vt:lpwstr/>
  </property>
  <property fmtid="{D5CDD505-2E9C-101B-9397-08002B2CF9AE}" pid="24" name="SD_CtlText_General_EkstraTekst">
    <vt:lpwstr/>
  </property>
  <property fmtid="{D5CDD505-2E9C-101B-9397-08002B2CF9AE}" pid="25" name="SD_CtlText_General_DeresRef">
    <vt:lpwstr/>
  </property>
  <property fmtid="{D5CDD505-2E9C-101B-9397-08002B2CF9AE}" pid="26" name="SD_CtlText_General_DeresCVR">
    <vt:lpwstr/>
  </property>
  <property fmtid="{D5CDD505-2E9C-101B-9397-08002B2CF9AE}" pid="27" name="SD_CtlText_General_CPRnr">
    <vt:lpwstr> </vt:lpwstr>
  </property>
  <property fmtid="{D5CDD505-2E9C-101B-9397-08002B2CF9AE}" pid="28" name="SD_CtlText_General_KopiTil">
    <vt:lpwstr/>
  </property>
  <property fmtid="{D5CDD505-2E9C-101B-9397-08002B2CF9AE}" pid="29" name="SD_CtlText_General_SignatureCheck">
    <vt:lpwstr>False</vt:lpwstr>
  </property>
  <property fmtid="{D5CDD505-2E9C-101B-9397-08002B2CF9AE}" pid="30" name="SD_UserprofileName">
    <vt:lpwstr>Rikke Lise</vt:lpwstr>
  </property>
  <property fmtid="{D5CDD505-2E9C-101B-9397-08002B2CF9AE}" pid="31" name="SD_Office_SD_OFF_ID">
    <vt:lpwstr>100</vt:lpwstr>
  </property>
  <property fmtid="{D5CDD505-2E9C-101B-9397-08002B2CF9AE}" pid="32" name="CurrentOfficeID">
    <vt:lpwstr>100</vt:lpwstr>
  </property>
  <property fmtid="{D5CDD505-2E9C-101B-9397-08002B2CF9AE}" pid="33" name="SD_Office_SD_OFF_Display">
    <vt:lpwstr>UFS - Uddannelses- og Forskningsstyrelsen</vt:lpwstr>
  </property>
  <property fmtid="{D5CDD505-2E9C-101B-9397-08002B2CF9AE}" pid="34" name="SD_Office_SD_OFF_Myndighed">
    <vt:lpwstr>Uddannelses- og Forskningsstyrelsen</vt:lpwstr>
  </property>
  <property fmtid="{D5CDD505-2E9C-101B-9397-08002B2CF9AE}" pid="35" name="SD_Office_SD_OFF_Myndighed_EN">
    <vt:lpwstr>Danish Agency for Higher Education and Science</vt:lpwstr>
  </property>
  <property fmtid="{D5CDD505-2E9C-101B-9397-08002B2CF9AE}" pid="36" name="SD_Office_SD_OFF_Undermyndighed">
    <vt:lpwstr/>
  </property>
  <property fmtid="{D5CDD505-2E9C-101B-9397-08002B2CF9AE}" pid="37" name="SD_Office_SD_OFF_Undermyndighed_EN">
    <vt:lpwstr/>
  </property>
  <property fmtid="{D5CDD505-2E9C-101B-9397-08002B2CF9AE}" pid="38" name="SD_Office_SD_OFF_Address">
    <vt:lpwstr>Haraldsgade 53*2100 København Ø</vt:lpwstr>
  </property>
  <property fmtid="{D5CDD505-2E9C-101B-9397-08002B2CF9AE}" pid="39" name="SD_Office_SD_OFF_Address_EN">
    <vt:lpwstr>Haraldsgade 53*2100 Copenhagen Ø*Denmark</vt:lpwstr>
  </property>
  <property fmtid="{D5CDD505-2E9C-101B-9397-08002B2CF9AE}" pid="40" name="SD_Office_SD_OFF_Phone">
    <vt:lpwstr>7231 7800</vt:lpwstr>
  </property>
  <property fmtid="{D5CDD505-2E9C-101B-9397-08002B2CF9AE}" pid="41" name="SD_Office_SD_OFF_Fax">
    <vt:lpwstr/>
  </property>
  <property fmtid="{D5CDD505-2E9C-101B-9397-08002B2CF9AE}" pid="42" name="SD_Office_SD_OFF_Phone_EN">
    <vt:lpwstr>+45 7231 7800</vt:lpwstr>
  </property>
  <property fmtid="{D5CDD505-2E9C-101B-9397-08002B2CF9AE}" pid="43" name="SD_Office_SD_OFF_Fax_EN">
    <vt:lpwstr/>
  </property>
  <property fmtid="{D5CDD505-2E9C-101B-9397-08002B2CF9AE}" pid="44" name="SD_Office_SD_OFF_Email">
    <vt:lpwstr>ufs@ufm.dk</vt:lpwstr>
  </property>
  <property fmtid="{D5CDD505-2E9C-101B-9397-08002B2CF9AE}" pid="45" name="SD_Office_SD_OFF_Web">
    <vt:lpwstr>www.ufm.dk</vt:lpwstr>
  </property>
  <property fmtid="{D5CDD505-2E9C-101B-9397-08002B2CF9AE}" pid="46" name="SD_Office_SD_OFF_Web_EN">
    <vt:lpwstr>www.ufm.dk/en</vt:lpwstr>
  </property>
  <property fmtid="{D5CDD505-2E9C-101B-9397-08002B2CF9AE}" pid="47" name="SD_Office_SD_OFF_CVR">
    <vt:lpwstr>3404 2012</vt:lpwstr>
  </property>
  <property fmtid="{D5CDD505-2E9C-101B-9397-08002B2CF9AE}" pid="48" name="SD_Office_SD_OFF_ArtworkDefinition">
    <vt:lpwstr>Logo</vt:lpwstr>
  </property>
  <property fmtid="{D5CDD505-2E9C-101B-9397-08002B2CF9AE}" pid="49" name="SD_Office_SD_OFF_LogoName">
    <vt:lpwstr>UFS</vt:lpwstr>
  </property>
  <property fmtid="{D5CDD505-2E9C-101B-9397-08002B2CF9AE}" pid="50" name="SD_Office_SD_OFF_PublicationLogoName">
    <vt:lpwstr>UFS</vt:lpwstr>
  </property>
  <property fmtid="{D5CDD505-2E9C-101B-9397-08002B2CF9AE}" pid="51" name="LastCompletedArtworkDefinition">
    <vt:lpwstr>Logo</vt:lpwstr>
  </property>
  <property fmtid="{D5CDD505-2E9C-101B-9397-08002B2CF9AE}" pid="52" name="SD_USR_Kontornavn">
    <vt:lpwstr>Kontor for jura og institutionspersonale</vt:lpwstr>
  </property>
  <property fmtid="{D5CDD505-2E9C-101B-9397-08002B2CF9AE}" pid="53" name="SD_USR_Name">
    <vt:lpwstr>Rikke Lise Simested</vt:lpwstr>
  </property>
  <property fmtid="{D5CDD505-2E9C-101B-9397-08002B2CF9AE}" pid="54" name="SD_USR_Title">
    <vt:lpwstr>Specialkonsulent</vt:lpwstr>
  </property>
  <property fmtid="{D5CDD505-2E9C-101B-9397-08002B2CF9AE}" pid="55" name="SD_USR_DirectPhone">
    <vt:lpwstr>+45 72 31 78 76</vt:lpwstr>
  </property>
  <property fmtid="{D5CDD505-2E9C-101B-9397-08002B2CF9AE}" pid="56" name="SD_USR_Mobile">
    <vt:lpwstr>+45 72 31 78 76</vt:lpwstr>
  </property>
  <property fmtid="{D5CDD505-2E9C-101B-9397-08002B2CF9AE}" pid="57" name="SD_USR_Email">
    <vt:lpwstr>RILS@ufm.dk</vt:lpwstr>
  </property>
  <property fmtid="{D5CDD505-2E9C-101B-9397-08002B2CF9AE}" pid="58" name="DocumentInfoFinished">
    <vt:lpwstr>True</vt:lpwstr>
  </property>
</Properties>
</file>