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B6C1F" w14:textId="77777777" w:rsidR="00C73F44" w:rsidRPr="004479C1" w:rsidRDefault="00C73F44">
      <w:r w:rsidRPr="004479C1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0367E2B0" wp14:editId="43701DAE">
                <wp:simplePos x="0" y="0"/>
                <wp:positionH relativeFrom="rightMargin">
                  <wp:align>right</wp:align>
                </wp:positionH>
                <wp:positionV relativeFrom="page">
                  <wp:posOffset>3236595</wp:posOffset>
                </wp:positionV>
                <wp:extent cx="1962000" cy="6505200"/>
                <wp:effectExtent l="0" t="0" r="635" b="10160"/>
                <wp:wrapNone/>
                <wp:docPr id="2" name="Kolof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000" cy="6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-Git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620" w:firstRow="1" w:lastRow="0" w:firstColumn="0" w:lastColumn="0" w:noHBand="1" w:noVBand="1"/>
                              <w:tblCaption w:val="Kolofon oplysninger"/>
                              <w:tblDescription w:val="Kolofonen indeholder adresseoplysninger, dato, sagsbehandler information og lignende for FIVU"/>
                            </w:tblPr>
                            <w:tblGrid>
                              <w:gridCol w:w="2693"/>
                            </w:tblGrid>
                            <w:tr w:rsidR="00C73F44" w:rsidRPr="000C5AA3" w14:paraId="2F36F721" w14:textId="77777777" w:rsidTr="00001565">
                              <w:trPr>
                                <w:trHeight w:hRule="exact" w:val="6805"/>
                                <w:tblHeader/>
                                <w:hidden/>
                              </w:trPr>
                              <w:tc>
                                <w:tcPr>
                                  <w:tcW w:w="2693" w:type="dxa"/>
                                </w:tcPr>
                                <w:p w14:paraId="505DA202" w14:textId="77777777" w:rsidR="00C73F44" w:rsidRPr="004479C1" w:rsidRDefault="00C73F44" w:rsidP="00D33ED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  <w:bookmarkStart w:id="0" w:name="SD_FLD_AfsenderUdvalg"/>
                                  <w:bookmarkStart w:id="1" w:name="HIF_SD_FLD_AfsenderUdvalg"/>
                                  <w:bookmarkEnd w:id="0"/>
                                  <w:r w:rsidRPr="004479C1">
                                    <w:rPr>
                                      <w:vanish/>
                                      <w:lang w:val="it-IT"/>
                                    </w:rPr>
                                    <w:t xml:space="preserve"> </w:t>
                                  </w:r>
                                </w:p>
                                <w:p w14:paraId="331D10C0" w14:textId="77777777" w:rsidR="00C73F44" w:rsidRPr="004479C1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</w:p>
                                <w:bookmarkEnd w:id="1" w:displacedByCustomXml="next"/>
                                <w:sdt>
                                  <w:sdtPr>
                                    <w:rPr>
                                      <w:lang w:val="it-IT"/>
                                    </w:rPr>
                                    <w:tag w:val="DocumentDate"/>
                                    <w:id w:val="1289318097"/>
      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      <w:text/>
                                  </w:sdtPr>
                                  <w:sdtEndPr/>
                                  <w:sdtContent>
                                    <w:p w14:paraId="7D187069" w14:textId="1187D795" w:rsidR="00C73F44" w:rsidRPr="00570ED0" w:rsidRDefault="00863043" w:rsidP="005815CA">
                                      <w:pPr>
                                        <w:pStyle w:val="TemplateAdresse"/>
                                        <w:rPr>
                                          <w:lang w:val="it-IT"/>
                                        </w:rPr>
                                      </w:pPr>
                                      <w:r>
                                        <w:rPr>
                                          <w:lang w:val="it-IT"/>
                                        </w:rPr>
                                        <w:t>2</w:t>
                                      </w:r>
                                      <w:r w:rsidR="004479C1">
                                        <w:rPr>
                                          <w:lang w:val="it-IT"/>
                                        </w:rPr>
                                        <w:t xml:space="preserve">4. </w:t>
                                      </w:r>
                                      <w:r>
                                        <w:rPr>
                                          <w:lang w:val="it-IT"/>
                                        </w:rPr>
                                        <w:t>novem</w:t>
                                      </w:r>
                                      <w:r w:rsidR="004479C1">
                                        <w:rPr>
                                          <w:lang w:val="it-IT"/>
                                        </w:rPr>
                                        <w:t>ber 2025</w:t>
                                      </w:r>
                                    </w:p>
                                  </w:sdtContent>
                                </w:sdt>
                                <w:p w14:paraId="2D9D641B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0A16324F" w14:textId="012A52BD" w:rsidR="00C73F44" w:rsidRPr="004479C1" w:rsidRDefault="004479C1" w:rsidP="005815CA">
                                  <w:pPr>
                                    <w:pStyle w:val="TemplateOfficeName"/>
                                    <w:rPr>
                                      <w:u w:val="double"/>
                                      <w:lang w:val="it-IT"/>
                                    </w:rPr>
                                  </w:pPr>
                                  <w:bookmarkStart w:id="2" w:name="SD_OFF_Myndighed"/>
                                  <w:bookmarkStart w:id="3" w:name="HIF_SD_OFF_Myndighed"/>
                                  <w:r w:rsidRPr="004479C1">
                                    <w:rPr>
                                      <w:lang w:val="it-IT"/>
                                    </w:rPr>
                                    <w:t>Uddannelses- og Forskningsstyrelsen</w:t>
                                  </w:r>
                                  <w:bookmarkEnd w:id="2"/>
                                </w:p>
                                <w:p w14:paraId="1094B3A7" w14:textId="4FB4D6BB" w:rsidR="00C73F44" w:rsidRPr="004479C1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  <w:bookmarkStart w:id="4" w:name="SD_OFF_Undermyndighed"/>
                                  <w:bookmarkStart w:id="5" w:name="HIF_SD_OFF_Undermyndighed"/>
                                  <w:bookmarkEnd w:id="3"/>
                                  <w:bookmarkEnd w:id="4"/>
                                </w:p>
                                <w:p w14:paraId="33BCD4ED" w14:textId="0CA5FE39" w:rsidR="00C73F44" w:rsidRPr="004479C1" w:rsidRDefault="004479C1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6" w:name="SD_USR_Kontornavn"/>
                                  <w:bookmarkStart w:id="7" w:name="HIF_SD_USR_Kontornavn"/>
                                  <w:bookmarkEnd w:id="5"/>
                                  <w:r w:rsidRPr="004479C1">
                                    <w:rPr>
                                      <w:lang w:val="it-IT"/>
                                    </w:rPr>
                                    <w:t>Kontor for jura og institutionspersonale</w:t>
                                  </w:r>
                                  <w:bookmarkEnd w:id="6"/>
                                </w:p>
                                <w:bookmarkEnd w:id="7"/>
                                <w:p w14:paraId="6E4157F8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5BD8B70F" w14:textId="6F045B10" w:rsidR="00C73F44" w:rsidRPr="004479C1" w:rsidRDefault="004479C1" w:rsidP="00834398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8" w:name="SD_OFF_Address"/>
                                  <w:bookmarkStart w:id="9" w:name="HIF_SD_OFF_Address"/>
                                  <w:r w:rsidRPr="004479C1">
                                    <w:rPr>
                                      <w:lang w:val="it-IT"/>
                                    </w:rPr>
                                    <w:t>Haraldsgade 53</w:t>
                                  </w:r>
                                  <w:r w:rsidRPr="004479C1">
                                    <w:rPr>
                                      <w:lang w:val="it-IT"/>
                                    </w:rPr>
                                    <w:br/>
                                    <w:t>2100 København Ø</w:t>
                                  </w:r>
                                  <w:bookmarkEnd w:id="8"/>
                                </w:p>
                                <w:p w14:paraId="23F39EEE" w14:textId="7EF6B11C" w:rsidR="00C73F44" w:rsidRPr="004479C1" w:rsidRDefault="004479C1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10" w:name="SD_LAN_Phone"/>
                                  <w:bookmarkStart w:id="11" w:name="HIF_SD_OFF_Phone"/>
                                  <w:bookmarkEnd w:id="9"/>
                                  <w:r w:rsidRPr="004479C1">
                                    <w:rPr>
                                      <w:lang w:val="it-IT"/>
                                    </w:rPr>
                                    <w:t>Tel.</w:t>
                                  </w:r>
                                  <w:bookmarkEnd w:id="10"/>
                                  <w:r w:rsidR="00C73F44" w:rsidRPr="004479C1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bookmarkStart w:id="12" w:name="SD_OFF_Phone"/>
                                  <w:r w:rsidRPr="004479C1">
                                    <w:rPr>
                                      <w:lang w:val="it-IT"/>
                                    </w:rPr>
                                    <w:t>7231 7800</w:t>
                                  </w:r>
                                  <w:bookmarkEnd w:id="12"/>
                                </w:p>
                                <w:p w14:paraId="5424DA31" w14:textId="77777777" w:rsidR="00C73F44" w:rsidRPr="00570ED0" w:rsidRDefault="00C73F44" w:rsidP="00003C7E">
                                  <w:pPr>
                                    <w:pStyle w:val="Template-Mail"/>
                                    <w:rPr>
                                      <w:lang w:val="it-IT"/>
                                    </w:rPr>
                                  </w:pPr>
                                  <w:bookmarkStart w:id="13" w:name="HIF_SD_OFF_Email"/>
                                  <w:bookmarkEnd w:id="11"/>
                                </w:p>
                                <w:p w14:paraId="24D35974" w14:textId="5E9726DD" w:rsidR="00C73F44" w:rsidRPr="004479C1" w:rsidRDefault="004479C1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it-IT"/>
                                    </w:rPr>
                                  </w:pPr>
                                  <w:bookmarkStart w:id="14" w:name="SD_OFF_Web"/>
                                  <w:bookmarkStart w:id="15" w:name="HIF_SD_OFF_Web"/>
                                  <w:bookmarkEnd w:id="13"/>
                                  <w:r w:rsidRPr="004479C1">
                                    <w:rPr>
                                      <w:rFonts w:eastAsiaTheme="majorEastAsia"/>
                                      <w:lang w:val="it-IT"/>
                                    </w:rPr>
                                    <w:t>www.ufm.dk</w:t>
                                  </w:r>
                                  <w:bookmarkEnd w:id="14"/>
                                </w:p>
                                <w:bookmarkEnd w:id="15"/>
                                <w:p w14:paraId="5B1B6DD6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46519B82" w14:textId="2161F57C" w:rsidR="00C73F44" w:rsidRPr="004479C1" w:rsidRDefault="004479C1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16" w:name="SD_LAN_CVR"/>
                                  <w:bookmarkStart w:id="17" w:name="HIF_SD_OFF_CVR"/>
                                  <w:r w:rsidRPr="004479C1">
                                    <w:rPr>
                                      <w:lang w:val="it-IT"/>
                                    </w:rPr>
                                    <w:t>CVR-nr.</w:t>
                                  </w:r>
                                  <w:bookmarkEnd w:id="16"/>
                                  <w:r w:rsidR="00C73F44" w:rsidRPr="004479C1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bookmarkStart w:id="18" w:name="SD_OFF_CVR"/>
                                  <w:r w:rsidRPr="004479C1">
                                    <w:rPr>
                                      <w:rFonts w:eastAsiaTheme="majorEastAsia"/>
                                      <w:lang w:val="it-IT"/>
                                    </w:rPr>
                                    <w:t>3404 2012</w:t>
                                  </w:r>
                                  <w:bookmarkEnd w:id="18"/>
                                </w:p>
                                <w:bookmarkEnd w:id="17"/>
                                <w:p w14:paraId="43C7B23A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5F0D3967" w14:textId="5F7E995A" w:rsidR="00C73F44" w:rsidRPr="00830CBA" w:rsidRDefault="004479C1" w:rsidP="005815CA">
                                  <w:pPr>
                                    <w:pStyle w:val="TemplateAdresse"/>
                                  </w:pPr>
                                  <w:bookmarkStart w:id="19" w:name="SD_LAN_Sagsbehandler"/>
                                  <w:bookmarkStart w:id="20" w:name="HideSagsbehandler"/>
                                  <w:bookmarkStart w:id="21" w:name="HideSagsbehandlerFull"/>
                                  <w:r>
                                    <w:t>Sagsbehandler</w:t>
                                  </w:r>
                                  <w:bookmarkEnd w:id="19"/>
                                </w:p>
                                <w:p w14:paraId="1960188F" w14:textId="36C406C9" w:rsidR="00C73F44" w:rsidRPr="00830CBA" w:rsidRDefault="004479C1" w:rsidP="005815CA">
                                  <w:pPr>
                                    <w:pStyle w:val="TemplateAdresse"/>
                                  </w:pPr>
                                  <w:bookmarkStart w:id="22" w:name="SD_USR_Name_N1"/>
                                  <w:r>
                                    <w:t>Rikke Lise Simested</w:t>
                                  </w:r>
                                  <w:bookmarkEnd w:id="22"/>
                                </w:p>
                                <w:p w14:paraId="169AEE42" w14:textId="682E4C23" w:rsidR="00C73F44" w:rsidRPr="004479C1" w:rsidRDefault="004479C1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bookmarkStart w:id="23" w:name="SD_LAN_DirectPhone"/>
                                  <w:bookmarkStart w:id="24" w:name="HIF_SD_USR_DirectPhone"/>
                                  <w:bookmarkStart w:id="25" w:name="HideDirekteNummer"/>
                                  <w:bookmarkEnd w:id="20"/>
                                  <w:r w:rsidRPr="004479C1">
                                    <w:rPr>
                                      <w:lang w:val="de-DE"/>
                                    </w:rPr>
                                    <w:t>Tel.</w:t>
                                  </w:r>
                                  <w:bookmarkEnd w:id="23"/>
                                  <w:r w:rsidR="00C73F44" w:rsidRPr="004479C1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  <w:bookmarkStart w:id="26" w:name="SD_USR_DirectPhone"/>
                                  <w:r w:rsidRPr="004479C1">
                                    <w:rPr>
                                      <w:lang w:val="de-DE"/>
                                    </w:rPr>
                                    <w:t>72 31 78 76</w:t>
                                  </w:r>
                                  <w:bookmarkEnd w:id="26"/>
                                </w:p>
                                <w:p w14:paraId="50B31851" w14:textId="72C17978" w:rsidR="00C73F44" w:rsidRPr="004479C1" w:rsidRDefault="004479C1" w:rsidP="00003C7E">
                                  <w:pPr>
                                    <w:pStyle w:val="Template-Mail"/>
                                    <w:rPr>
                                      <w:lang w:val="de-DE"/>
                                    </w:rPr>
                                  </w:pPr>
                                  <w:bookmarkStart w:id="27" w:name="SD_USR_Email"/>
                                  <w:bookmarkStart w:id="28" w:name="HIF_SD_USR_Email"/>
                                  <w:bookmarkEnd w:id="24"/>
                                  <w:r w:rsidRPr="004479C1">
                                    <w:rPr>
                                      <w:lang w:val="de-DE"/>
                                    </w:rPr>
                                    <w:t>RILS@ufm.dk</w:t>
                                  </w:r>
                                  <w:bookmarkEnd w:id="27"/>
                                </w:p>
                                <w:bookmarkEnd w:id="25"/>
                                <w:bookmarkEnd w:id="28"/>
                                <w:p w14:paraId="01B8BA10" w14:textId="77777777"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</w:p>
                                <w:p w14:paraId="26C6BB1A" w14:textId="76D4414A" w:rsidR="00C73F44" w:rsidRDefault="004479C1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bookmarkStart w:id="29" w:name="SD_LAN_SagsNr"/>
                                  <w:bookmarkStart w:id="30" w:name="HIF_SD_FLD_Sagsnr"/>
                                  <w:bookmarkEnd w:id="21"/>
                                  <w:r>
                                    <w:rPr>
                                      <w:lang w:val="de-DE"/>
                                    </w:rPr>
                                    <w:t>Ref.-nr.</w:t>
                                  </w:r>
                                  <w:bookmarkEnd w:id="29"/>
                                  <w:r w:rsidR="00C73F44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14:paraId="31048C45" w14:textId="77777777" w:rsidR="005371B8" w:rsidRPr="001B1677" w:rsidRDefault="00891D90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lang w:val="de-DE"/>
                                    </w:rPr>
                                    <w:t>1054060</w:t>
                                  </w:r>
                                </w:p>
                                <w:bookmarkEnd w:id="30"/>
                                <w:p w14:paraId="168609E9" w14:textId="77777777" w:rsidR="00C73F44" w:rsidRPr="001B1677" w:rsidRDefault="00C73F44" w:rsidP="00EE06E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C73F44" w:rsidRPr="000C5AA3" w14:paraId="002C3406" w14:textId="77777777" w:rsidTr="00001565">
                              <w:trPr>
                                <w:trHeight w:hRule="exact" w:val="2880"/>
                                <w:tblHeader/>
                              </w:trPr>
                              <w:tc>
                                <w:tcPr>
                                  <w:tcW w:w="2693" w:type="dxa"/>
                                  <w:vAlign w:val="bottom"/>
                                </w:tcPr>
                                <w:p w14:paraId="6AB36B67" w14:textId="77777777"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</w:pPr>
                                  <w:r w:rsidRPr="001B1677"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3AD48958" w14:textId="77777777" w:rsidR="00C73F44" w:rsidRPr="001B1677" w:rsidRDefault="00C73F44" w:rsidP="00C73F44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7E2B0" id="_x0000_t202" coordsize="21600,21600" o:spt="202" path="m,l,21600r21600,l21600,xe">
                <v:stroke joinstyle="miter"/>
                <v:path gradientshapeok="t" o:connecttype="rect"/>
              </v:shapetype>
              <v:shape id="Kolofon" o:spid="_x0000_s1026" type="#_x0000_t202" style="position:absolute;margin-left:103.3pt;margin-top:254.85pt;width:154.5pt;height:512.2pt;z-index:25165875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" filled="f" stroked="f" strokeweight=".5pt">
                <v:textbox inset="0,0,0,0">
                  <w:txbxContent>
                    <w:tbl>
                      <w:tblPr>
                        <w:tblStyle w:val="Tabel-Git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620" w:firstRow="1" w:lastRow="0" w:firstColumn="0" w:lastColumn="0" w:noHBand="1" w:noVBand="1"/>
                        <w:tblCaption w:val="Kolofon oplysninger"/>
                        <w:tblDescription w:val="Kolofonen indeholder adresseoplysninger, dato, sagsbehandler information og lignende for FIVU"/>
                      </w:tblPr>
                      <w:tblGrid>
                        <w:gridCol w:w="2693"/>
                      </w:tblGrid>
                      <w:tr w:rsidR="00C73F44" w:rsidRPr="000C5AA3" w14:paraId="2F36F721" w14:textId="77777777" w:rsidTr="00001565">
                        <w:trPr>
                          <w:trHeight w:hRule="exact" w:val="6805"/>
                          <w:tblHeader/>
                          <w:hidden/>
                        </w:trPr>
                        <w:tc>
                          <w:tcPr>
                            <w:tcW w:w="2693" w:type="dxa"/>
                          </w:tcPr>
                          <w:p w14:paraId="505DA202" w14:textId="77777777" w:rsidR="00C73F44" w:rsidRPr="004479C1" w:rsidRDefault="00C73F44" w:rsidP="00D33ED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  <w:bookmarkStart w:id="31" w:name="SD_FLD_AfsenderUdvalg"/>
                            <w:bookmarkStart w:id="32" w:name="HIF_SD_FLD_AfsenderUdvalg"/>
                            <w:bookmarkEnd w:id="31"/>
                            <w:r w:rsidRPr="004479C1">
                              <w:rPr>
                                <w:vanish/>
                                <w:lang w:val="it-IT"/>
                              </w:rPr>
                              <w:t xml:space="preserve"> </w:t>
                            </w:r>
                          </w:p>
                          <w:p w14:paraId="331D10C0" w14:textId="77777777" w:rsidR="00C73F44" w:rsidRPr="004479C1" w:rsidRDefault="00C73F44" w:rsidP="005815C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</w:p>
                          <w:bookmarkEnd w:id="32" w:displacedByCustomXml="next"/>
                          <w:sdt>
                            <w:sdtPr>
                              <w:rPr>
                                <w:lang w:val="it-IT"/>
                              </w:rPr>
                              <w:tag w:val="DocumentDate"/>
                              <w:id w:val="1289318097"/>
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<w:text/>
                            </w:sdtPr>
                            <w:sdtEndPr/>
                            <w:sdtContent>
                              <w:p w14:paraId="7D187069" w14:textId="1187D795" w:rsidR="00C73F44" w:rsidRPr="00570ED0" w:rsidRDefault="00863043" w:rsidP="005815CA">
                                <w:pPr>
                                  <w:pStyle w:val="TemplateAdresse"/>
                                  <w:rPr>
                                    <w:lang w:val="it-IT"/>
                                  </w:rPr>
                                </w:pPr>
                                <w:r>
                                  <w:rPr>
                                    <w:lang w:val="it-IT"/>
                                  </w:rPr>
                                  <w:t>2</w:t>
                                </w:r>
                                <w:r w:rsidR="004479C1">
                                  <w:rPr>
                                    <w:lang w:val="it-IT"/>
                                  </w:rPr>
                                  <w:t xml:space="preserve">4. </w:t>
                                </w:r>
                                <w:r>
                                  <w:rPr>
                                    <w:lang w:val="it-IT"/>
                                  </w:rPr>
                                  <w:t>novem</w:t>
                                </w:r>
                                <w:r w:rsidR="004479C1">
                                  <w:rPr>
                                    <w:lang w:val="it-IT"/>
                                  </w:rPr>
                                  <w:t>ber 2025</w:t>
                                </w:r>
                              </w:p>
                            </w:sdtContent>
                          </w:sdt>
                          <w:p w14:paraId="2D9D641B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0A16324F" w14:textId="012A52BD" w:rsidR="00C73F44" w:rsidRPr="004479C1" w:rsidRDefault="004479C1" w:rsidP="005815CA">
                            <w:pPr>
                              <w:pStyle w:val="TemplateOfficeName"/>
                              <w:rPr>
                                <w:u w:val="double"/>
                                <w:lang w:val="it-IT"/>
                              </w:rPr>
                            </w:pPr>
                            <w:bookmarkStart w:id="33" w:name="SD_OFF_Myndighed"/>
                            <w:bookmarkStart w:id="34" w:name="HIF_SD_OFF_Myndighed"/>
                            <w:r w:rsidRPr="004479C1">
                              <w:rPr>
                                <w:lang w:val="it-IT"/>
                              </w:rPr>
                              <w:t>Uddannelses- og Forskningsstyrelsen</w:t>
                            </w:r>
                            <w:bookmarkEnd w:id="33"/>
                          </w:p>
                          <w:p w14:paraId="1094B3A7" w14:textId="4FB4D6BB" w:rsidR="00C73F44" w:rsidRPr="004479C1" w:rsidRDefault="00C73F44" w:rsidP="005815C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  <w:bookmarkStart w:id="35" w:name="SD_OFF_Undermyndighed"/>
                            <w:bookmarkStart w:id="36" w:name="HIF_SD_OFF_Undermyndighed"/>
                            <w:bookmarkEnd w:id="34"/>
                            <w:bookmarkEnd w:id="35"/>
                          </w:p>
                          <w:p w14:paraId="33BCD4ED" w14:textId="0CA5FE39" w:rsidR="00C73F44" w:rsidRPr="004479C1" w:rsidRDefault="004479C1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37" w:name="SD_USR_Kontornavn"/>
                            <w:bookmarkStart w:id="38" w:name="HIF_SD_USR_Kontornavn"/>
                            <w:bookmarkEnd w:id="36"/>
                            <w:r w:rsidRPr="004479C1">
                              <w:rPr>
                                <w:lang w:val="it-IT"/>
                              </w:rPr>
                              <w:t>Kontor for jura og institutionspersonale</w:t>
                            </w:r>
                            <w:bookmarkEnd w:id="37"/>
                          </w:p>
                          <w:bookmarkEnd w:id="38"/>
                          <w:p w14:paraId="6E4157F8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5BD8B70F" w14:textId="6F045B10" w:rsidR="00C73F44" w:rsidRPr="004479C1" w:rsidRDefault="004479C1" w:rsidP="00834398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39" w:name="SD_OFF_Address"/>
                            <w:bookmarkStart w:id="40" w:name="HIF_SD_OFF_Address"/>
                            <w:r w:rsidRPr="004479C1">
                              <w:rPr>
                                <w:lang w:val="it-IT"/>
                              </w:rPr>
                              <w:t>Haraldsgade 53</w:t>
                            </w:r>
                            <w:r w:rsidRPr="004479C1">
                              <w:rPr>
                                <w:lang w:val="it-IT"/>
                              </w:rPr>
                              <w:br/>
                              <w:t>2100 København Ø</w:t>
                            </w:r>
                            <w:bookmarkEnd w:id="39"/>
                          </w:p>
                          <w:p w14:paraId="23F39EEE" w14:textId="7EF6B11C" w:rsidR="00C73F44" w:rsidRPr="004479C1" w:rsidRDefault="004479C1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41" w:name="SD_LAN_Phone"/>
                            <w:bookmarkStart w:id="42" w:name="HIF_SD_OFF_Phone"/>
                            <w:bookmarkEnd w:id="40"/>
                            <w:r w:rsidRPr="004479C1">
                              <w:rPr>
                                <w:lang w:val="it-IT"/>
                              </w:rPr>
                              <w:t>Tel.</w:t>
                            </w:r>
                            <w:bookmarkEnd w:id="41"/>
                            <w:r w:rsidR="00C73F44" w:rsidRPr="004479C1">
                              <w:rPr>
                                <w:lang w:val="it-IT"/>
                              </w:rPr>
                              <w:t xml:space="preserve"> </w:t>
                            </w:r>
                            <w:bookmarkStart w:id="43" w:name="SD_OFF_Phone"/>
                            <w:r w:rsidRPr="004479C1">
                              <w:rPr>
                                <w:lang w:val="it-IT"/>
                              </w:rPr>
                              <w:t>7231 7800</w:t>
                            </w:r>
                            <w:bookmarkEnd w:id="43"/>
                          </w:p>
                          <w:p w14:paraId="5424DA31" w14:textId="77777777" w:rsidR="00C73F44" w:rsidRPr="00570ED0" w:rsidRDefault="00C73F44" w:rsidP="00003C7E">
                            <w:pPr>
                              <w:pStyle w:val="Template-Mail"/>
                              <w:rPr>
                                <w:lang w:val="it-IT"/>
                              </w:rPr>
                            </w:pPr>
                            <w:bookmarkStart w:id="44" w:name="HIF_SD_OFF_Email"/>
                            <w:bookmarkEnd w:id="42"/>
                          </w:p>
                          <w:p w14:paraId="24D35974" w14:textId="5E9726DD" w:rsidR="00C73F44" w:rsidRPr="004479C1" w:rsidRDefault="004479C1" w:rsidP="005815CA">
                            <w:pPr>
                              <w:pStyle w:val="TemplateAdresse"/>
                              <w:rPr>
                                <w:rFonts w:eastAsiaTheme="majorEastAsia"/>
                                <w:lang w:val="it-IT"/>
                              </w:rPr>
                            </w:pPr>
                            <w:bookmarkStart w:id="45" w:name="SD_OFF_Web"/>
                            <w:bookmarkStart w:id="46" w:name="HIF_SD_OFF_Web"/>
                            <w:bookmarkEnd w:id="44"/>
                            <w:r w:rsidRPr="004479C1">
                              <w:rPr>
                                <w:rFonts w:eastAsiaTheme="majorEastAsia"/>
                                <w:lang w:val="it-IT"/>
                              </w:rPr>
                              <w:t>www.ufm.dk</w:t>
                            </w:r>
                            <w:bookmarkEnd w:id="45"/>
                          </w:p>
                          <w:bookmarkEnd w:id="46"/>
                          <w:p w14:paraId="5B1B6DD6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46519B82" w14:textId="2161F57C" w:rsidR="00C73F44" w:rsidRPr="004479C1" w:rsidRDefault="004479C1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47" w:name="SD_LAN_CVR"/>
                            <w:bookmarkStart w:id="48" w:name="HIF_SD_OFF_CVR"/>
                            <w:r w:rsidRPr="004479C1">
                              <w:rPr>
                                <w:lang w:val="it-IT"/>
                              </w:rPr>
                              <w:t>CVR-nr.</w:t>
                            </w:r>
                            <w:bookmarkEnd w:id="47"/>
                            <w:r w:rsidR="00C73F44" w:rsidRPr="004479C1">
                              <w:rPr>
                                <w:lang w:val="it-IT"/>
                              </w:rPr>
                              <w:t xml:space="preserve"> </w:t>
                            </w:r>
                            <w:bookmarkStart w:id="49" w:name="SD_OFF_CVR"/>
                            <w:r w:rsidRPr="004479C1">
                              <w:rPr>
                                <w:rFonts w:eastAsiaTheme="majorEastAsia"/>
                                <w:lang w:val="it-IT"/>
                              </w:rPr>
                              <w:t>3404 2012</w:t>
                            </w:r>
                            <w:bookmarkEnd w:id="49"/>
                          </w:p>
                          <w:bookmarkEnd w:id="48"/>
                          <w:p w14:paraId="43C7B23A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5F0D3967" w14:textId="5F7E995A" w:rsidR="00C73F44" w:rsidRPr="00830CBA" w:rsidRDefault="004479C1" w:rsidP="005815CA">
                            <w:pPr>
                              <w:pStyle w:val="TemplateAdresse"/>
                            </w:pPr>
                            <w:bookmarkStart w:id="50" w:name="SD_LAN_Sagsbehandler"/>
                            <w:bookmarkStart w:id="51" w:name="HideSagsbehandler"/>
                            <w:bookmarkStart w:id="52" w:name="HideSagsbehandlerFull"/>
                            <w:r>
                              <w:t>Sagsbehandler</w:t>
                            </w:r>
                            <w:bookmarkEnd w:id="50"/>
                          </w:p>
                          <w:p w14:paraId="1960188F" w14:textId="36C406C9" w:rsidR="00C73F44" w:rsidRPr="00830CBA" w:rsidRDefault="004479C1" w:rsidP="005815CA">
                            <w:pPr>
                              <w:pStyle w:val="TemplateAdresse"/>
                            </w:pPr>
                            <w:bookmarkStart w:id="53" w:name="SD_USR_Name_N1"/>
                            <w:r>
                              <w:t>Rikke Lise Simested</w:t>
                            </w:r>
                            <w:bookmarkEnd w:id="53"/>
                          </w:p>
                          <w:p w14:paraId="169AEE42" w14:textId="682E4C23" w:rsidR="00C73F44" w:rsidRPr="004479C1" w:rsidRDefault="004479C1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bookmarkStart w:id="54" w:name="SD_LAN_DirectPhone"/>
                            <w:bookmarkStart w:id="55" w:name="HIF_SD_USR_DirectPhone"/>
                            <w:bookmarkStart w:id="56" w:name="HideDirekteNummer"/>
                            <w:bookmarkEnd w:id="51"/>
                            <w:r w:rsidRPr="004479C1">
                              <w:rPr>
                                <w:lang w:val="de-DE"/>
                              </w:rPr>
                              <w:t>Tel.</w:t>
                            </w:r>
                            <w:bookmarkEnd w:id="54"/>
                            <w:r w:rsidR="00C73F44" w:rsidRPr="004479C1">
                              <w:rPr>
                                <w:lang w:val="de-DE"/>
                              </w:rPr>
                              <w:t xml:space="preserve"> </w:t>
                            </w:r>
                            <w:bookmarkStart w:id="57" w:name="SD_USR_DirectPhone"/>
                            <w:r w:rsidRPr="004479C1">
                              <w:rPr>
                                <w:lang w:val="de-DE"/>
                              </w:rPr>
                              <w:t>72 31 78 76</w:t>
                            </w:r>
                            <w:bookmarkEnd w:id="57"/>
                          </w:p>
                          <w:p w14:paraId="50B31851" w14:textId="72C17978" w:rsidR="00C73F44" w:rsidRPr="004479C1" w:rsidRDefault="004479C1" w:rsidP="00003C7E">
                            <w:pPr>
                              <w:pStyle w:val="Template-Mail"/>
                              <w:rPr>
                                <w:lang w:val="de-DE"/>
                              </w:rPr>
                            </w:pPr>
                            <w:bookmarkStart w:id="58" w:name="SD_USR_Email"/>
                            <w:bookmarkStart w:id="59" w:name="HIF_SD_USR_Email"/>
                            <w:bookmarkEnd w:id="55"/>
                            <w:r w:rsidRPr="004479C1">
                              <w:rPr>
                                <w:lang w:val="de-DE"/>
                              </w:rPr>
                              <w:t>RILS@ufm.dk</w:t>
                            </w:r>
                            <w:bookmarkEnd w:id="58"/>
                          </w:p>
                          <w:bookmarkEnd w:id="56"/>
                          <w:bookmarkEnd w:id="59"/>
                          <w:p w14:paraId="01B8BA10" w14:textId="77777777" w:rsidR="00C73F44" w:rsidRPr="001B1677" w:rsidRDefault="00C73F44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</w:p>
                          <w:p w14:paraId="26C6BB1A" w14:textId="76D4414A" w:rsidR="00C73F44" w:rsidRDefault="004479C1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bookmarkStart w:id="60" w:name="SD_LAN_SagsNr"/>
                            <w:bookmarkStart w:id="61" w:name="HIF_SD_FLD_Sagsnr"/>
                            <w:bookmarkEnd w:id="52"/>
                            <w:r>
                              <w:rPr>
                                <w:lang w:val="de-DE"/>
                              </w:rPr>
                              <w:t>Ref.-nr.</w:t>
                            </w:r>
                            <w:bookmarkEnd w:id="60"/>
                            <w:r w:rsidR="00C73F44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14:paraId="31048C45" w14:textId="77777777" w:rsidR="005371B8" w:rsidRPr="001B1677" w:rsidRDefault="00891D90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1054060</w:t>
                            </w:r>
                          </w:p>
                          <w:bookmarkEnd w:id="61"/>
                          <w:p w14:paraId="168609E9" w14:textId="77777777" w:rsidR="00C73F44" w:rsidRPr="001B1677" w:rsidRDefault="00C73F44" w:rsidP="00EE06EA">
                            <w:pPr>
                              <w:pStyle w:val="TemplateAdresse"/>
                              <w:rPr>
                                <w:rFonts w:eastAsiaTheme="majorEastAsia"/>
                                <w:lang w:val="de-DE"/>
                              </w:rPr>
                            </w:pPr>
                          </w:p>
                        </w:tc>
                      </w:tr>
                      <w:tr w:rsidR="00C73F44" w:rsidRPr="000C5AA3" w14:paraId="002C3406" w14:textId="77777777" w:rsidTr="00001565">
                        <w:trPr>
                          <w:trHeight w:hRule="exact" w:val="2880"/>
                          <w:tblHeader/>
                        </w:trPr>
                        <w:tc>
                          <w:tcPr>
                            <w:tcW w:w="2693" w:type="dxa"/>
                            <w:vAlign w:val="bottom"/>
                          </w:tcPr>
                          <w:p w14:paraId="6AB36B67" w14:textId="77777777" w:rsidR="00C73F44" w:rsidRPr="001B1677" w:rsidRDefault="00C73F44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  <w:r w:rsidRPr="001B1677"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3AD48958" w14:textId="77777777" w:rsidR="00C73F44" w:rsidRPr="001B1677" w:rsidRDefault="00C73F44" w:rsidP="00C73F44">
                      <w:pPr>
                        <w:pStyle w:val="TemplateAdresse"/>
                        <w:rPr>
                          <w:rFonts w:eastAsiaTheme="majorEastAsia"/>
                          <w:szCs w:val="13"/>
                          <w:lang w:val="de-DE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7313"/>
      </w:tblGrid>
      <w:tr w:rsidR="00A14BF9" w:rsidRPr="004479C1" w14:paraId="47F965C5" w14:textId="77777777" w:rsidTr="00001565">
        <w:tc>
          <w:tcPr>
            <w:tcW w:w="7313" w:type="dxa"/>
            <w:shd w:val="clear" w:color="auto" w:fill="auto"/>
          </w:tcPr>
          <w:tbl>
            <w:tblPr>
              <w:tblStyle w:val="Tabel-Gitter"/>
              <w:tblW w:w="73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Modtager/e og kopi"/>
            </w:tblPr>
            <w:tblGrid>
              <w:gridCol w:w="1418"/>
              <w:gridCol w:w="234"/>
              <w:gridCol w:w="5669"/>
            </w:tblGrid>
            <w:tr w:rsidR="00A14BF9" w:rsidRPr="004479C1" w14:paraId="5710F7F4" w14:textId="77777777" w:rsidTr="00A13AAA">
              <w:trPr>
                <w:tblHeader/>
              </w:trPr>
              <w:tc>
                <w:tcPr>
                  <w:tcW w:w="1418" w:type="dxa"/>
                </w:tcPr>
                <w:p w14:paraId="65EFB6FA" w14:textId="5C9D64E6" w:rsidR="00A13AAA" w:rsidRPr="004479C1" w:rsidRDefault="00A13AAA" w:rsidP="00A13AAA">
                  <w:pPr>
                    <w:pStyle w:val="Ledetekst"/>
                    <w:spacing w:line="280" w:lineRule="atLeast"/>
                  </w:pPr>
                </w:p>
              </w:tc>
              <w:tc>
                <w:tcPr>
                  <w:tcW w:w="234" w:type="dxa"/>
                </w:tcPr>
                <w:p w14:paraId="384B8D3B" w14:textId="74541E42" w:rsidR="00A14BF9" w:rsidRPr="004479C1" w:rsidRDefault="00A14BF9" w:rsidP="00A13AAA">
                  <w:pPr>
                    <w:spacing w:line="280" w:lineRule="atLeast"/>
                  </w:pPr>
                </w:p>
              </w:tc>
              <w:tc>
                <w:tcPr>
                  <w:tcW w:w="5669" w:type="dxa"/>
                </w:tcPr>
                <w:p w14:paraId="4575E64D" w14:textId="28B46564" w:rsidR="00B46703" w:rsidRPr="004479C1" w:rsidRDefault="00B46703" w:rsidP="00A13AAA">
                  <w:pPr>
                    <w:spacing w:line="280" w:lineRule="atLeast"/>
                  </w:pPr>
                </w:p>
              </w:tc>
            </w:tr>
          </w:tbl>
          <w:p w14:paraId="41053FA1" w14:textId="77777777" w:rsidR="00A14BF9" w:rsidRPr="004479C1" w:rsidRDefault="00A14BF9" w:rsidP="00A14BF9"/>
          <w:p w14:paraId="0166E43A" w14:textId="77777777" w:rsidR="00A13AAA" w:rsidRPr="004479C1" w:rsidRDefault="00A13AAA" w:rsidP="00A14BF9"/>
          <w:p w14:paraId="634E254A" w14:textId="77777777" w:rsidR="00A13AAA" w:rsidRPr="004479C1" w:rsidRDefault="00A13AAA" w:rsidP="00A14BF9"/>
        </w:tc>
      </w:tr>
    </w:tbl>
    <w:p w14:paraId="45C20C5C" w14:textId="7D8E714C" w:rsidR="00CD62E3" w:rsidRPr="004479C1" w:rsidRDefault="00C17356" w:rsidP="00AA6AC7">
      <w:pPr>
        <w:pStyle w:val="DokumentOverskrift"/>
      </w:pPr>
      <w:r>
        <w:t>Høringsliste</w:t>
      </w:r>
    </w:p>
    <w:p w14:paraId="4060FE70" w14:textId="77777777" w:rsidR="00CD62E3" w:rsidRPr="004479C1" w:rsidRDefault="00CD62E3" w:rsidP="00CD62E3"/>
    <w:p w14:paraId="53103772" w14:textId="77777777" w:rsidR="00C17356" w:rsidRPr="00AD66E7" w:rsidRDefault="00C17356" w:rsidP="00C17356">
      <w:pPr>
        <w:rPr>
          <w:b/>
        </w:rPr>
      </w:pPr>
      <w:r w:rsidRPr="00AD66E7">
        <w:rPr>
          <w:b/>
        </w:rPr>
        <w:t>Erhvervsakademier</w:t>
      </w:r>
    </w:p>
    <w:p w14:paraId="302BFFAF" w14:textId="55B5DA4E" w:rsidR="00C17356" w:rsidRDefault="00C17356" w:rsidP="00C17356">
      <w:r>
        <w:t>Zealand Sjællands Erhvervsakademi</w:t>
      </w:r>
    </w:p>
    <w:p w14:paraId="33DF8CB6" w14:textId="5EEA99B4" w:rsidR="00874589" w:rsidRDefault="00C17356" w:rsidP="00874589">
      <w:r>
        <w:t>Erhvervsakademi</w:t>
      </w:r>
      <w:r w:rsidR="00874589">
        <w:t xml:space="preserve"> København</w:t>
      </w:r>
    </w:p>
    <w:p w14:paraId="07BF504D" w14:textId="77777777" w:rsidR="00C17356" w:rsidRDefault="00C17356" w:rsidP="00C17356">
      <w:r>
        <w:t>Erhvervsakademi SydVest</w:t>
      </w:r>
    </w:p>
    <w:p w14:paraId="51784E6C" w14:textId="77777777" w:rsidR="00C17356" w:rsidRDefault="00C17356" w:rsidP="00C17356">
      <w:r>
        <w:t>Erhvervsakademi Midtvest</w:t>
      </w:r>
    </w:p>
    <w:p w14:paraId="0F6564C5" w14:textId="77777777" w:rsidR="00C17356" w:rsidRDefault="00C17356" w:rsidP="00C17356">
      <w:r>
        <w:t>Erhvervsakademi Aarhus</w:t>
      </w:r>
    </w:p>
    <w:p w14:paraId="3FD7A3BF" w14:textId="77777777" w:rsidR="00C17356" w:rsidRDefault="00C17356" w:rsidP="00C17356">
      <w:r>
        <w:t>Erhvervsakademi Dania</w:t>
      </w:r>
    </w:p>
    <w:p w14:paraId="516D93E6" w14:textId="77777777" w:rsidR="00F16A78" w:rsidRDefault="00F16A78" w:rsidP="00F16A78">
      <w:r>
        <w:t>IBA Erhvervsakademi Kolding</w:t>
      </w:r>
    </w:p>
    <w:p w14:paraId="4EB1A97B" w14:textId="73CFB013" w:rsidR="00C17356" w:rsidRDefault="00C17356" w:rsidP="00C17356"/>
    <w:p w14:paraId="01A2BAB9" w14:textId="77777777" w:rsidR="00F16A78" w:rsidRDefault="00F16A78" w:rsidP="00C17356"/>
    <w:p w14:paraId="10BFBE62" w14:textId="77777777" w:rsidR="00C17356" w:rsidRPr="00835C28" w:rsidRDefault="00C17356" w:rsidP="00C17356">
      <w:pPr>
        <w:rPr>
          <w:b/>
        </w:rPr>
      </w:pPr>
      <w:r w:rsidRPr="00835C28">
        <w:rPr>
          <w:b/>
        </w:rPr>
        <w:t>Professionshøjskoler</w:t>
      </w:r>
    </w:p>
    <w:p w14:paraId="26F78241" w14:textId="77777777" w:rsidR="00C17356" w:rsidRDefault="00C17356" w:rsidP="00C17356">
      <w:r>
        <w:t xml:space="preserve">Københavns Professionshøjskole, </w:t>
      </w:r>
    </w:p>
    <w:p w14:paraId="004CCA7D" w14:textId="77777777" w:rsidR="00C17356" w:rsidRDefault="00C17356" w:rsidP="00C17356">
      <w:r>
        <w:t>Professionshøjskolen Absalon</w:t>
      </w:r>
    </w:p>
    <w:p w14:paraId="1D00CCD8" w14:textId="77777777" w:rsidR="00C17356" w:rsidRDefault="00C17356" w:rsidP="00C17356">
      <w:r>
        <w:t>UCL Erhvervsakademi og Professionshøjskole</w:t>
      </w:r>
    </w:p>
    <w:p w14:paraId="42BF2D1F" w14:textId="77777777" w:rsidR="00C17356" w:rsidRPr="00C17356" w:rsidRDefault="00C17356" w:rsidP="00C17356">
      <w:pPr>
        <w:rPr>
          <w:lang w:val="en-US"/>
        </w:rPr>
      </w:pPr>
      <w:r w:rsidRPr="00C17356">
        <w:rPr>
          <w:lang w:val="en-US"/>
        </w:rPr>
        <w:t>University College Syddanmark</w:t>
      </w:r>
    </w:p>
    <w:p w14:paraId="3B32DE65" w14:textId="77777777" w:rsidR="00C17356" w:rsidRPr="00C17356" w:rsidRDefault="00C17356" w:rsidP="00C17356">
      <w:pPr>
        <w:rPr>
          <w:lang w:val="en-US"/>
        </w:rPr>
      </w:pPr>
      <w:r w:rsidRPr="00C17356">
        <w:rPr>
          <w:lang w:val="en-US"/>
        </w:rPr>
        <w:t>VIA University College</w:t>
      </w:r>
    </w:p>
    <w:p w14:paraId="298AA441" w14:textId="77777777" w:rsidR="00C17356" w:rsidRPr="00C17356" w:rsidRDefault="00C17356" w:rsidP="00C17356">
      <w:pPr>
        <w:rPr>
          <w:lang w:val="en-US"/>
        </w:rPr>
      </w:pPr>
      <w:r w:rsidRPr="00C17356">
        <w:rPr>
          <w:lang w:val="en-US"/>
        </w:rPr>
        <w:t>University College Nordjylland</w:t>
      </w:r>
    </w:p>
    <w:p w14:paraId="46CC2A1A" w14:textId="77777777" w:rsidR="00C17356" w:rsidRDefault="00C17356" w:rsidP="00C17356">
      <w:r>
        <w:t>Danmarks Medie- og Journalisthøjskole</w:t>
      </w:r>
    </w:p>
    <w:p w14:paraId="21781524" w14:textId="77777777" w:rsidR="00C17356" w:rsidRDefault="00C17356" w:rsidP="00C17356"/>
    <w:p w14:paraId="16CFDCEC" w14:textId="77777777" w:rsidR="00C17356" w:rsidRPr="00835C28" w:rsidRDefault="00C17356" w:rsidP="00C17356">
      <w:pPr>
        <w:rPr>
          <w:b/>
        </w:rPr>
      </w:pPr>
      <w:r w:rsidRPr="00835C28">
        <w:rPr>
          <w:b/>
        </w:rPr>
        <w:t>Maritime uddannelsesinstitutioner</w:t>
      </w:r>
    </w:p>
    <w:p w14:paraId="3F5B1137" w14:textId="77777777" w:rsidR="00C17356" w:rsidRDefault="00C17356" w:rsidP="00C17356">
      <w:r>
        <w:t>Teknika, mmsk@mmsk.dk</w:t>
      </w:r>
    </w:p>
    <w:p w14:paraId="23B04FC3" w14:textId="77777777" w:rsidR="00C17356" w:rsidRDefault="00C17356" w:rsidP="00C17356">
      <w:r>
        <w:t>Maskinmesterskolen Aarhus</w:t>
      </w:r>
    </w:p>
    <w:p w14:paraId="3DF0AB14" w14:textId="77777777" w:rsidR="00C17356" w:rsidRDefault="00C17356" w:rsidP="00C17356">
      <w:r>
        <w:t>Maskinmesterskolen Fredericia</w:t>
      </w:r>
    </w:p>
    <w:p w14:paraId="54E003CB" w14:textId="77777777" w:rsidR="00C17356" w:rsidRDefault="00C17356" w:rsidP="00C17356">
      <w:r>
        <w:t>Uddannelsescentret MARTEC</w:t>
      </w:r>
    </w:p>
    <w:p w14:paraId="30FE614F" w14:textId="77777777" w:rsidR="00C17356" w:rsidRDefault="00C17356" w:rsidP="00C17356">
      <w:pPr>
        <w:tabs>
          <w:tab w:val="left" w:pos="6540"/>
        </w:tabs>
      </w:pPr>
      <w:r>
        <w:t>Uddannelsescentret SIMAC</w:t>
      </w:r>
      <w:r>
        <w:tab/>
      </w:r>
    </w:p>
    <w:p w14:paraId="29E7D005" w14:textId="77777777" w:rsidR="00C17356" w:rsidRDefault="00C17356" w:rsidP="00C17356">
      <w:r>
        <w:t>Svendborg Søfartsskole</w:t>
      </w:r>
    </w:p>
    <w:p w14:paraId="3D240BC2" w14:textId="77777777" w:rsidR="00C17356" w:rsidRDefault="00C17356" w:rsidP="00C17356">
      <w:r>
        <w:t>Marstal Navigationsskole</w:t>
      </w:r>
    </w:p>
    <w:p w14:paraId="2AE3F74E" w14:textId="77777777" w:rsidR="00C17356" w:rsidRDefault="00C17356" w:rsidP="00C17356">
      <w:r>
        <w:t>Skoleskibet George Stage</w:t>
      </w:r>
    </w:p>
    <w:p w14:paraId="06933F69" w14:textId="77777777" w:rsidR="00C17356" w:rsidRDefault="00C17356" w:rsidP="00C17356"/>
    <w:p w14:paraId="59F44AFA" w14:textId="77777777" w:rsidR="00C17356" w:rsidRDefault="00C17356" w:rsidP="00C17356">
      <w:pPr>
        <w:rPr>
          <w:b/>
        </w:rPr>
      </w:pPr>
      <w:r>
        <w:rPr>
          <w:b/>
        </w:rPr>
        <w:t>Kunstneriske videregående uddannelsesinstitutioner</w:t>
      </w:r>
    </w:p>
    <w:p w14:paraId="0BED3CA1" w14:textId="77777777" w:rsidR="00C17356" w:rsidRPr="00B1023A" w:rsidRDefault="00C17356" w:rsidP="00C17356">
      <w:r>
        <w:t xml:space="preserve">Det Kongelige Akademi – Arkitekt, Design, Konservering </w:t>
      </w:r>
    </w:p>
    <w:p w14:paraId="273B9DDE" w14:textId="77777777" w:rsidR="00C17356" w:rsidRDefault="00C17356" w:rsidP="00C17356"/>
    <w:p w14:paraId="35241C06" w14:textId="77777777" w:rsidR="00C17356" w:rsidRPr="00835C28" w:rsidRDefault="00C17356" w:rsidP="00C17356">
      <w:pPr>
        <w:rPr>
          <w:b/>
        </w:rPr>
      </w:pPr>
      <w:r w:rsidRPr="00835C28">
        <w:rPr>
          <w:b/>
        </w:rPr>
        <w:t xml:space="preserve">Universiteter </w:t>
      </w:r>
    </w:p>
    <w:p w14:paraId="4553EBDE" w14:textId="671810DC" w:rsidR="00C17356" w:rsidRDefault="00C17356" w:rsidP="00C17356">
      <w:r>
        <w:t>Københavns Universitet</w:t>
      </w:r>
    </w:p>
    <w:p w14:paraId="3F8C8DBF" w14:textId="572084B3" w:rsidR="00C17356" w:rsidRDefault="00C17356" w:rsidP="00C17356">
      <w:r>
        <w:t>Aarhus Universitet</w:t>
      </w:r>
    </w:p>
    <w:p w14:paraId="0E26BA06" w14:textId="309B516F" w:rsidR="00C17356" w:rsidRDefault="00C17356" w:rsidP="00C17356">
      <w:r>
        <w:t>Syddansk Universitet</w:t>
      </w:r>
    </w:p>
    <w:p w14:paraId="7EBB1F4A" w14:textId="3BE08D0E" w:rsidR="00C17356" w:rsidRDefault="00C17356" w:rsidP="00C17356">
      <w:r>
        <w:t>Danmarks Tekniske Universitet</w:t>
      </w:r>
    </w:p>
    <w:p w14:paraId="6BAC530A" w14:textId="308982EE" w:rsidR="00C17356" w:rsidRDefault="00C17356" w:rsidP="00C17356">
      <w:r>
        <w:t>Aalborg Universitet</w:t>
      </w:r>
    </w:p>
    <w:p w14:paraId="4CFA9BE5" w14:textId="77777777" w:rsidR="00C17356" w:rsidRDefault="00C17356" w:rsidP="00C17356"/>
    <w:p w14:paraId="453B845F" w14:textId="77777777" w:rsidR="00C17356" w:rsidRPr="00835C28" w:rsidRDefault="00C17356" w:rsidP="00C17356">
      <w:pPr>
        <w:rPr>
          <w:b/>
        </w:rPr>
      </w:pPr>
      <w:r w:rsidRPr="00835C28">
        <w:rPr>
          <w:b/>
        </w:rPr>
        <w:t xml:space="preserve">Andre </w:t>
      </w:r>
    </w:p>
    <w:p w14:paraId="175204BC" w14:textId="2751646E" w:rsidR="00C17356" w:rsidRDefault="00C17356" w:rsidP="00C17356">
      <w:r>
        <w:t>Danske Professionshøjskoler</w:t>
      </w:r>
    </w:p>
    <w:p w14:paraId="408C5A11" w14:textId="02DD0B94" w:rsidR="00C17356" w:rsidRDefault="00C17356" w:rsidP="00C17356">
      <w:r>
        <w:t>Danske Erhvervsakademier</w:t>
      </w:r>
    </w:p>
    <w:p w14:paraId="636819BC" w14:textId="7D8143DA" w:rsidR="00C17356" w:rsidRDefault="00C17356" w:rsidP="00C17356">
      <w:r>
        <w:t>Rektorkollegiet for de maritime uddannelser</w:t>
      </w:r>
    </w:p>
    <w:p w14:paraId="640DE06F" w14:textId="2571415F" w:rsidR="005704B3" w:rsidRPr="004479C1" w:rsidRDefault="00C17356" w:rsidP="00C17356">
      <w:r>
        <w:t>Rektorkollegiet for de videregående kunstneriske uddannelser</w:t>
      </w:r>
    </w:p>
    <w:sectPr w:rsidR="005704B3" w:rsidRPr="004479C1" w:rsidSect="006153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58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32B24" w14:textId="77777777" w:rsidR="00AB719B" w:rsidRDefault="00AB719B" w:rsidP="009849C2">
      <w:pPr>
        <w:spacing w:line="240" w:lineRule="auto"/>
      </w:pPr>
      <w:r>
        <w:separator/>
      </w:r>
    </w:p>
  </w:endnote>
  <w:endnote w:type="continuationSeparator" w:id="0">
    <w:p w14:paraId="7B095D7A" w14:textId="77777777" w:rsidR="00AB719B" w:rsidRDefault="00AB719B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2410" w14:textId="77777777" w:rsidR="004479C1" w:rsidRDefault="004479C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14:paraId="03E85ED6" w14:textId="77777777" w:rsidTr="007B5198">
      <w:trPr>
        <w:trHeight w:val="1247"/>
      </w:trPr>
      <w:tc>
        <w:tcPr>
          <w:tcW w:w="3657" w:type="dxa"/>
          <w:hideMark/>
        </w:tcPr>
        <w:p w14:paraId="36B2C97C" w14:textId="31D17EE7" w:rsidR="007B5198" w:rsidRDefault="004479C1" w:rsidP="001C55D6">
          <w:pPr>
            <w:pStyle w:val="TemplatePagenumber"/>
          </w:pPr>
          <w:bookmarkStart w:id="62" w:name="SD_LAN_Page_N1"/>
          <w:r>
            <w:t>Side</w:t>
          </w:r>
          <w:bookmarkEnd w:id="62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7B5198">
            <w:rPr>
              <w:noProof/>
            </w:rPr>
            <w:t>2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7B5198">
            <w:rPr>
              <w:noProof/>
            </w:rPr>
            <w:t>2</w:t>
          </w:r>
          <w:r w:rsidR="004C02EA">
            <w:rPr>
              <w:noProof/>
            </w:rPr>
            <w:fldChar w:fldCharType="end"/>
          </w:r>
        </w:p>
      </w:tc>
    </w:tr>
  </w:tbl>
  <w:p w14:paraId="048AE17B" w14:textId="77777777" w:rsidR="00EE06EA" w:rsidRPr="001B1677" w:rsidRDefault="00EE06EA" w:rsidP="001B1677">
    <w:pPr>
      <w:pStyle w:val="TemplatePagenumb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14:paraId="2F2E20CC" w14:textId="77777777" w:rsidTr="007B5198">
      <w:trPr>
        <w:trHeight w:val="1247"/>
      </w:trPr>
      <w:tc>
        <w:tcPr>
          <w:tcW w:w="3657" w:type="dxa"/>
          <w:hideMark/>
        </w:tcPr>
        <w:p w14:paraId="0DF5F113" w14:textId="339C704F" w:rsidR="007B5198" w:rsidRDefault="004479C1">
          <w:pPr>
            <w:pStyle w:val="TemplatePagenumber"/>
          </w:pPr>
          <w:bookmarkStart w:id="69" w:name="SD_LAN_Page"/>
          <w:bookmarkStart w:id="70" w:name="_Hlk493252278"/>
          <w:bookmarkStart w:id="71" w:name="_Hlk493252279"/>
          <w:bookmarkStart w:id="72" w:name="_Hlk493252280"/>
          <w:bookmarkStart w:id="73" w:name="_Hlk493253278"/>
          <w:bookmarkStart w:id="74" w:name="_Hlk493253279"/>
          <w:bookmarkStart w:id="75" w:name="_Hlk493253280"/>
          <w:bookmarkStart w:id="76" w:name="_Hlk493489881"/>
          <w:bookmarkStart w:id="77" w:name="_Hlk493489882"/>
          <w:bookmarkStart w:id="78" w:name="_Hlk493489883"/>
          <w:r>
            <w:t>Side</w:t>
          </w:r>
          <w:bookmarkEnd w:id="69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185FAF">
            <w:rPr>
              <w:noProof/>
            </w:rPr>
            <w:t>1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185FAF">
            <w:rPr>
              <w:noProof/>
            </w:rPr>
            <w:t>1</w:t>
          </w:r>
          <w:r w:rsidR="004C02EA">
            <w:rPr>
              <w:noProof/>
            </w:rPr>
            <w:fldChar w:fldCharType="end"/>
          </w:r>
        </w:p>
      </w:tc>
    </w:tr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</w:tbl>
  <w:p w14:paraId="17AD031C" w14:textId="77777777" w:rsidR="0055139D" w:rsidRPr="001B1677" w:rsidRDefault="0055139D" w:rsidP="001B1677">
    <w:pPr>
      <w:pStyle w:val="Template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B0C4C" w14:textId="77777777" w:rsidR="00AB719B" w:rsidRDefault="00AB719B" w:rsidP="009849C2">
      <w:pPr>
        <w:spacing w:line="240" w:lineRule="auto"/>
      </w:pPr>
      <w:r>
        <w:separator/>
      </w:r>
    </w:p>
  </w:footnote>
  <w:footnote w:type="continuationSeparator" w:id="0">
    <w:p w14:paraId="74C9103A" w14:textId="77777777" w:rsidR="00AB719B" w:rsidRDefault="00AB719B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641F" w14:textId="77777777" w:rsidR="004479C1" w:rsidRDefault="004479C1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8D55" w14:textId="299241C8" w:rsidR="008433B2" w:rsidRDefault="004479C1" w:rsidP="008433B2">
    <w:pPr>
      <w:pStyle w:val="Sidehoved"/>
    </w:pPr>
    <w:r>
      <w:rPr>
        <w:noProof/>
      </w:rPr>
      <w:drawing>
        <wp:anchor distT="0" distB="0" distL="114300" distR="114300" simplePos="0" relativeHeight="251663872" behindDoc="0" locked="1" layoutInCell="1" allowOverlap="1" wp14:anchorId="6AF269F3" wp14:editId="1A1E04AC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37080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Hide_bmkArt" descr="Logo for Uddannelses- og Forskningsstyrelse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70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21D1D1" w14:textId="77777777" w:rsidR="00FE5150" w:rsidRDefault="00FE5150" w:rsidP="008433B2">
    <w:pPr>
      <w:pStyle w:val="Sidehoved"/>
    </w:pPr>
  </w:p>
  <w:p w14:paraId="637B13E5" w14:textId="77777777" w:rsidR="00C73F44" w:rsidRDefault="00C73F44" w:rsidP="008433B2">
    <w:pPr>
      <w:pStyle w:val="Sidehoved"/>
    </w:pPr>
  </w:p>
  <w:p w14:paraId="03B71149" w14:textId="77777777" w:rsidR="00C73F44" w:rsidRDefault="00C73F44" w:rsidP="008433B2">
    <w:pPr>
      <w:pStyle w:val="Sidehoved"/>
    </w:pPr>
  </w:p>
  <w:p w14:paraId="211ECFE0" w14:textId="77777777" w:rsidR="00C73F44" w:rsidRDefault="00C73F44" w:rsidP="008433B2">
    <w:pPr>
      <w:pStyle w:val="Sidehoved"/>
    </w:pPr>
  </w:p>
  <w:p w14:paraId="36197A40" w14:textId="77777777" w:rsidR="00C73F44" w:rsidRPr="008433B2" w:rsidRDefault="00C73F44" w:rsidP="00C73F44">
    <w:pPr>
      <w:pStyle w:val="Sidehoved"/>
      <w:spacing w:line="1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5CE0F" w14:textId="0F34744F" w:rsidR="00BE660B" w:rsidRDefault="004479C1" w:rsidP="003E36D0">
    <w:pPr>
      <w:pStyle w:val="Headeroverskrift"/>
    </w:pPr>
    <w:r>
      <w:rPr>
        <w:noProof/>
      </w:rPr>
      <w:drawing>
        <wp:anchor distT="0" distB="0" distL="114300" distR="114300" simplePos="0" relativeHeight="251662848" behindDoc="0" locked="1" layoutInCell="1" allowOverlap="1" wp14:anchorId="6A5EB764" wp14:editId="385A1EC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37080" cy="971550"/>
          <wp:effectExtent l="0" t="0" r="0" b="0"/>
          <wp:wrapNone/>
          <wp:docPr id="1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ide_bmkArt" descr="Logo for Uddannelses- og Forskningsstyrelsen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370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72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600576C" wp14:editId="46268F8B">
              <wp:simplePos x="0" y="0"/>
              <wp:positionH relativeFrom="column">
                <wp:posOffset>4067810</wp:posOffset>
              </wp:positionH>
              <wp:positionV relativeFrom="paragraph">
                <wp:posOffset>-147955</wp:posOffset>
              </wp:positionV>
              <wp:extent cx="2387600" cy="660400"/>
              <wp:effectExtent l="0" t="0" r="0" b="0"/>
              <wp:wrapNone/>
              <wp:docPr id="3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49FB6AE" w14:textId="77777777" w:rsidR="008A4F3E" w:rsidRDefault="008A4F3E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>F2 flettefelter, som kan bruges:</w:t>
                          </w:r>
                        </w:p>
                        <w:p w14:paraId="2E30256D" w14:textId="77777777" w:rsidR="00A2372C" w:rsidRDefault="00A2372C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63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2025 - 56727 </w:t>
                          </w:r>
                          <w:bookmarkEnd w:id="63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14:paraId="081895F3" w14:textId="77777777" w:rsidR="00A2372C" w:rsidRPr="008A4F3E" w:rsidRDefault="00A2372C">
                          <w:pPr>
                            <w:rPr>
                              <w:lang w:val="en-GB"/>
                            </w:rPr>
                          </w:pPr>
                          <w:bookmarkStart w:id="64" w:name="dossier_documentnumber"/>
                          <w:r>
                            <w:rPr>
                              <w:lang w:val="de-DE"/>
                            </w:rPr>
                            <w:t xml:space="preserve"> 1054060 </w:t>
                          </w:r>
                          <w:bookmarkEnd w:id="64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00576C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20.3pt;margin-top:-11.65pt;width:188pt;height:52pt;z-index:251657728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" fillcolor="white [3201]" strokeweight=".5pt">
              <v:textbox>
                <w:txbxContent>
                  <w:p w14:paraId="749FB6AE" w14:textId="77777777" w:rsidR="008A4F3E" w:rsidRDefault="008A4F3E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>F2 flettefelter, som kan bruges:</w:t>
                    </w:r>
                  </w:p>
                  <w:p w14:paraId="2E30256D" w14:textId="77777777" w:rsidR="00A2372C" w:rsidRDefault="00A2372C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65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2025 - 56727 </w:t>
                    </w:r>
                    <w:bookmarkEnd w:id="65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14:paraId="081895F3" w14:textId="77777777" w:rsidR="00A2372C" w:rsidRPr="008A4F3E" w:rsidRDefault="00A2372C">
                    <w:pPr>
                      <w:rPr>
                        <w:lang w:val="en-GB"/>
                      </w:rPr>
                    </w:pPr>
                    <w:bookmarkStart w:id="66" w:name="dossier_documentnumber"/>
                    <w:r>
                      <w:rPr>
                        <w:lang w:val="de-DE"/>
                      </w:rPr>
                      <w:t xml:space="preserve"> 1054060 </w:t>
                    </w:r>
                    <w:bookmarkEnd w:id="66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470ED956" w14:textId="77777777" w:rsidR="00BE660B" w:rsidRDefault="00BE660B" w:rsidP="003E36D0">
    <w:pPr>
      <w:pStyle w:val="Headeroverskrift"/>
    </w:pPr>
    <w:bookmarkStart w:id="67" w:name="SD_Standard"/>
    <w:bookmarkEnd w:id="67"/>
  </w:p>
  <w:p w14:paraId="1FB48173" w14:textId="6A6A5848" w:rsidR="003D318C" w:rsidRDefault="004479C1" w:rsidP="003E36D0">
    <w:pPr>
      <w:pStyle w:val="Headeroverskrift"/>
    </w:pPr>
    <w:bookmarkStart w:id="68" w:name="SD_LAN_Note"/>
    <w:r>
      <w:t>Notat</w:t>
    </w:r>
    <w:bookmarkEnd w:id="68"/>
  </w:p>
  <w:p w14:paraId="6AD6DE02" w14:textId="77777777" w:rsidR="00FE5150" w:rsidRPr="003E36D0" w:rsidRDefault="00FE5150" w:rsidP="003E36D0">
    <w:pPr>
      <w:pStyle w:val="Headeroverskri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20E3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F3229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84F6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42B9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BC18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60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28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AF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119751E"/>
    <w:multiLevelType w:val="multilevel"/>
    <w:tmpl w:val="D430D63C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6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15"/>
  </w:num>
  <w:num w:numId="15">
    <w:abstractNumId w:val="11"/>
  </w:num>
  <w:num w:numId="16">
    <w:abstractNumId w:val="10"/>
  </w:num>
  <w:num w:numId="17">
    <w:abstractNumId w:val="1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479C1"/>
    <w:rsid w:val="00001565"/>
    <w:rsid w:val="00003C7E"/>
    <w:rsid w:val="00017037"/>
    <w:rsid w:val="00022EC6"/>
    <w:rsid w:val="00036265"/>
    <w:rsid w:val="00041C90"/>
    <w:rsid w:val="000465F0"/>
    <w:rsid w:val="00055B05"/>
    <w:rsid w:val="00063C85"/>
    <w:rsid w:val="0007239A"/>
    <w:rsid w:val="000778E8"/>
    <w:rsid w:val="000C5AA3"/>
    <w:rsid w:val="000F5D84"/>
    <w:rsid w:val="001056D8"/>
    <w:rsid w:val="00107A42"/>
    <w:rsid w:val="001105DB"/>
    <w:rsid w:val="00113199"/>
    <w:rsid w:val="001268AB"/>
    <w:rsid w:val="00131671"/>
    <w:rsid w:val="00133FD0"/>
    <w:rsid w:val="001431A0"/>
    <w:rsid w:val="00147C81"/>
    <w:rsid w:val="001717BA"/>
    <w:rsid w:val="00180A79"/>
    <w:rsid w:val="00185FAF"/>
    <w:rsid w:val="001957E4"/>
    <w:rsid w:val="001967F1"/>
    <w:rsid w:val="001A5ECC"/>
    <w:rsid w:val="001B1677"/>
    <w:rsid w:val="001B7902"/>
    <w:rsid w:val="001C2B81"/>
    <w:rsid w:val="001C46A0"/>
    <w:rsid w:val="001D0897"/>
    <w:rsid w:val="001D623A"/>
    <w:rsid w:val="001D649B"/>
    <w:rsid w:val="001F4719"/>
    <w:rsid w:val="0020134D"/>
    <w:rsid w:val="0021061B"/>
    <w:rsid w:val="00217676"/>
    <w:rsid w:val="00222AEC"/>
    <w:rsid w:val="0025008D"/>
    <w:rsid w:val="00261030"/>
    <w:rsid w:val="00263921"/>
    <w:rsid w:val="00270868"/>
    <w:rsid w:val="00281310"/>
    <w:rsid w:val="00281C6A"/>
    <w:rsid w:val="002A32B0"/>
    <w:rsid w:val="002A6D1F"/>
    <w:rsid w:val="00302AC6"/>
    <w:rsid w:val="00331986"/>
    <w:rsid w:val="003349BC"/>
    <w:rsid w:val="00346B82"/>
    <w:rsid w:val="003542A8"/>
    <w:rsid w:val="003664E5"/>
    <w:rsid w:val="00366F31"/>
    <w:rsid w:val="0037149D"/>
    <w:rsid w:val="00377C5C"/>
    <w:rsid w:val="0038054F"/>
    <w:rsid w:val="0038127F"/>
    <w:rsid w:val="0038460F"/>
    <w:rsid w:val="003B1558"/>
    <w:rsid w:val="003B4683"/>
    <w:rsid w:val="003C0BD4"/>
    <w:rsid w:val="003C2CB6"/>
    <w:rsid w:val="003C2DF9"/>
    <w:rsid w:val="003D318C"/>
    <w:rsid w:val="003E0443"/>
    <w:rsid w:val="003E36D0"/>
    <w:rsid w:val="003F1009"/>
    <w:rsid w:val="00426971"/>
    <w:rsid w:val="00427456"/>
    <w:rsid w:val="00444145"/>
    <w:rsid w:val="0044500B"/>
    <w:rsid w:val="004479C1"/>
    <w:rsid w:val="00467C8E"/>
    <w:rsid w:val="004737F6"/>
    <w:rsid w:val="00477057"/>
    <w:rsid w:val="00490525"/>
    <w:rsid w:val="004A3424"/>
    <w:rsid w:val="004C02EA"/>
    <w:rsid w:val="004C2B80"/>
    <w:rsid w:val="004E66A1"/>
    <w:rsid w:val="0052049E"/>
    <w:rsid w:val="0052426B"/>
    <w:rsid w:val="00532D57"/>
    <w:rsid w:val="00535253"/>
    <w:rsid w:val="005371B8"/>
    <w:rsid w:val="0055139D"/>
    <w:rsid w:val="00553D2F"/>
    <w:rsid w:val="00556274"/>
    <w:rsid w:val="0056131A"/>
    <w:rsid w:val="0056587E"/>
    <w:rsid w:val="00566AEF"/>
    <w:rsid w:val="005704B3"/>
    <w:rsid w:val="00570ED0"/>
    <w:rsid w:val="005815CA"/>
    <w:rsid w:val="0058291F"/>
    <w:rsid w:val="005830F2"/>
    <w:rsid w:val="00591771"/>
    <w:rsid w:val="005A1A96"/>
    <w:rsid w:val="005A7180"/>
    <w:rsid w:val="005B79C3"/>
    <w:rsid w:val="005C1FD5"/>
    <w:rsid w:val="005D67F8"/>
    <w:rsid w:val="005D6AAA"/>
    <w:rsid w:val="005E2DFD"/>
    <w:rsid w:val="005E4643"/>
    <w:rsid w:val="005E5320"/>
    <w:rsid w:val="005F10BE"/>
    <w:rsid w:val="005F6686"/>
    <w:rsid w:val="005F6DAD"/>
    <w:rsid w:val="006145A2"/>
    <w:rsid w:val="00615382"/>
    <w:rsid w:val="00615E15"/>
    <w:rsid w:val="006337BE"/>
    <w:rsid w:val="00645AFA"/>
    <w:rsid w:val="00651C58"/>
    <w:rsid w:val="006676C3"/>
    <w:rsid w:val="0068060E"/>
    <w:rsid w:val="00680982"/>
    <w:rsid w:val="00694560"/>
    <w:rsid w:val="006A1420"/>
    <w:rsid w:val="006A3953"/>
    <w:rsid w:val="006A491E"/>
    <w:rsid w:val="006B7C20"/>
    <w:rsid w:val="006C1CA4"/>
    <w:rsid w:val="006C3A0B"/>
    <w:rsid w:val="006C42D3"/>
    <w:rsid w:val="006D11C6"/>
    <w:rsid w:val="006D5A7C"/>
    <w:rsid w:val="006E610E"/>
    <w:rsid w:val="006F0078"/>
    <w:rsid w:val="006F548A"/>
    <w:rsid w:val="0070223B"/>
    <w:rsid w:val="00714CA0"/>
    <w:rsid w:val="007154CD"/>
    <w:rsid w:val="00724599"/>
    <w:rsid w:val="00744A25"/>
    <w:rsid w:val="00744FAC"/>
    <w:rsid w:val="0074515F"/>
    <w:rsid w:val="00753759"/>
    <w:rsid w:val="00763EA6"/>
    <w:rsid w:val="00767CB2"/>
    <w:rsid w:val="00776979"/>
    <w:rsid w:val="0078574A"/>
    <w:rsid w:val="00786492"/>
    <w:rsid w:val="00793D08"/>
    <w:rsid w:val="007966AB"/>
    <w:rsid w:val="00796D08"/>
    <w:rsid w:val="007B5198"/>
    <w:rsid w:val="007E2B96"/>
    <w:rsid w:val="0080538C"/>
    <w:rsid w:val="0081511B"/>
    <w:rsid w:val="00820AF3"/>
    <w:rsid w:val="00822CCA"/>
    <w:rsid w:val="008264FC"/>
    <w:rsid w:val="00830CBA"/>
    <w:rsid w:val="00834398"/>
    <w:rsid w:val="0084154D"/>
    <w:rsid w:val="008433B2"/>
    <w:rsid w:val="0085362A"/>
    <w:rsid w:val="00854795"/>
    <w:rsid w:val="00863043"/>
    <w:rsid w:val="008631B7"/>
    <w:rsid w:val="00864C1B"/>
    <w:rsid w:val="00870FCF"/>
    <w:rsid w:val="00871217"/>
    <w:rsid w:val="00872017"/>
    <w:rsid w:val="00872E2A"/>
    <w:rsid w:val="00874589"/>
    <w:rsid w:val="00891D90"/>
    <w:rsid w:val="008A4F3E"/>
    <w:rsid w:val="008C3CA7"/>
    <w:rsid w:val="008C6806"/>
    <w:rsid w:val="008E760E"/>
    <w:rsid w:val="008F3C40"/>
    <w:rsid w:val="008F4671"/>
    <w:rsid w:val="008F5BE2"/>
    <w:rsid w:val="008F653B"/>
    <w:rsid w:val="00910080"/>
    <w:rsid w:val="009200EA"/>
    <w:rsid w:val="00920310"/>
    <w:rsid w:val="009247C6"/>
    <w:rsid w:val="00957E41"/>
    <w:rsid w:val="00964DB7"/>
    <w:rsid w:val="00970268"/>
    <w:rsid w:val="009755CF"/>
    <w:rsid w:val="009849C2"/>
    <w:rsid w:val="009935DD"/>
    <w:rsid w:val="009974B5"/>
    <w:rsid w:val="009A549F"/>
    <w:rsid w:val="009A7DCD"/>
    <w:rsid w:val="009B2574"/>
    <w:rsid w:val="009C3CE8"/>
    <w:rsid w:val="009D3BF2"/>
    <w:rsid w:val="009D6E48"/>
    <w:rsid w:val="009F5112"/>
    <w:rsid w:val="00A0764C"/>
    <w:rsid w:val="00A13AAA"/>
    <w:rsid w:val="00A14BF9"/>
    <w:rsid w:val="00A2372C"/>
    <w:rsid w:val="00A25002"/>
    <w:rsid w:val="00A25BA1"/>
    <w:rsid w:val="00A277B2"/>
    <w:rsid w:val="00A3642D"/>
    <w:rsid w:val="00A51F34"/>
    <w:rsid w:val="00A76BC2"/>
    <w:rsid w:val="00A802B5"/>
    <w:rsid w:val="00AA6AC7"/>
    <w:rsid w:val="00AB719B"/>
    <w:rsid w:val="00AF3820"/>
    <w:rsid w:val="00AF6722"/>
    <w:rsid w:val="00B1725A"/>
    <w:rsid w:val="00B2086C"/>
    <w:rsid w:val="00B22DD6"/>
    <w:rsid w:val="00B31E42"/>
    <w:rsid w:val="00B36551"/>
    <w:rsid w:val="00B42BC1"/>
    <w:rsid w:val="00B4324B"/>
    <w:rsid w:val="00B46703"/>
    <w:rsid w:val="00B46F49"/>
    <w:rsid w:val="00B506B2"/>
    <w:rsid w:val="00B57B8C"/>
    <w:rsid w:val="00B67E5E"/>
    <w:rsid w:val="00B72F36"/>
    <w:rsid w:val="00B83CFA"/>
    <w:rsid w:val="00B94EC3"/>
    <w:rsid w:val="00BB63F1"/>
    <w:rsid w:val="00BC53C7"/>
    <w:rsid w:val="00BC72B8"/>
    <w:rsid w:val="00BE0EB0"/>
    <w:rsid w:val="00BE660B"/>
    <w:rsid w:val="00C12F7B"/>
    <w:rsid w:val="00C17356"/>
    <w:rsid w:val="00C21849"/>
    <w:rsid w:val="00C245A6"/>
    <w:rsid w:val="00C246A5"/>
    <w:rsid w:val="00C27ADF"/>
    <w:rsid w:val="00C27F93"/>
    <w:rsid w:val="00C448F7"/>
    <w:rsid w:val="00C572D2"/>
    <w:rsid w:val="00C70C61"/>
    <w:rsid w:val="00C73F44"/>
    <w:rsid w:val="00C748A0"/>
    <w:rsid w:val="00C752B7"/>
    <w:rsid w:val="00C9089A"/>
    <w:rsid w:val="00C908A0"/>
    <w:rsid w:val="00C93F55"/>
    <w:rsid w:val="00CC3D5D"/>
    <w:rsid w:val="00CC524B"/>
    <w:rsid w:val="00CD5F3D"/>
    <w:rsid w:val="00CD62E3"/>
    <w:rsid w:val="00CF674C"/>
    <w:rsid w:val="00D06F65"/>
    <w:rsid w:val="00D269FF"/>
    <w:rsid w:val="00D33EDA"/>
    <w:rsid w:val="00D34DB0"/>
    <w:rsid w:val="00D35271"/>
    <w:rsid w:val="00D4136C"/>
    <w:rsid w:val="00D61FB2"/>
    <w:rsid w:val="00D65DFF"/>
    <w:rsid w:val="00D6618C"/>
    <w:rsid w:val="00D67AF8"/>
    <w:rsid w:val="00D7294C"/>
    <w:rsid w:val="00D729BA"/>
    <w:rsid w:val="00DB64E7"/>
    <w:rsid w:val="00DC6233"/>
    <w:rsid w:val="00DE1B77"/>
    <w:rsid w:val="00DE4F33"/>
    <w:rsid w:val="00E069E0"/>
    <w:rsid w:val="00E23B8C"/>
    <w:rsid w:val="00E23CE4"/>
    <w:rsid w:val="00E26143"/>
    <w:rsid w:val="00E44664"/>
    <w:rsid w:val="00E948FC"/>
    <w:rsid w:val="00E96B26"/>
    <w:rsid w:val="00EA096B"/>
    <w:rsid w:val="00EA6354"/>
    <w:rsid w:val="00EA6BC6"/>
    <w:rsid w:val="00EB1E2D"/>
    <w:rsid w:val="00EB2851"/>
    <w:rsid w:val="00ED1CCB"/>
    <w:rsid w:val="00ED2F6A"/>
    <w:rsid w:val="00ED618E"/>
    <w:rsid w:val="00EE06EA"/>
    <w:rsid w:val="00F051A8"/>
    <w:rsid w:val="00F16A78"/>
    <w:rsid w:val="00F2648D"/>
    <w:rsid w:val="00F4063E"/>
    <w:rsid w:val="00F41773"/>
    <w:rsid w:val="00F45A5F"/>
    <w:rsid w:val="00F66DF5"/>
    <w:rsid w:val="00F67A47"/>
    <w:rsid w:val="00F8768F"/>
    <w:rsid w:val="00F95A2E"/>
    <w:rsid w:val="00FA207A"/>
    <w:rsid w:val="00FD4AF7"/>
    <w:rsid w:val="00FD6256"/>
    <w:rsid w:val="00FE5150"/>
    <w:rsid w:val="00FE7F99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6927A"/>
  <w15:docId w15:val="{0984E618-5783-427B-A525-DFF5F3C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unhideWhenUsed="1"/>
    <w:lsdException w:name="page number" w:semiHidden="1" w:unhideWhenUsed="1"/>
    <w:lsdException w:name="endnote reference" w:semiHidden="1"/>
    <w:lsdException w:name="endnote text" w:semiHidden="1" w:unhideWhenUsed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310"/>
  </w:style>
  <w:style w:type="paragraph" w:styleId="Overskrift1">
    <w:name w:val="heading 1"/>
    <w:basedOn w:val="Normal"/>
    <w:next w:val="Normal"/>
    <w:link w:val="Overskrift1Tegn"/>
    <w:uiPriority w:val="1"/>
    <w:qFormat/>
    <w:rsid w:val="00A25BA1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25BA1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25BA1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25BA1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A25BA1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A25BA1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A25BA1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A25BA1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A25BA1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A25BA1"/>
    <w:rPr>
      <w:rFonts w:ascii="Campton Book" w:eastAsiaTheme="majorEastAsia" w:hAnsi="Campton Book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25BA1"/>
    <w:rPr>
      <w:rFonts w:ascii="Campton Book" w:eastAsiaTheme="majorEastAsia" w:hAnsi="Campton Book" w:cstheme="majorBidi"/>
      <w:b/>
      <w:bCs/>
      <w:sz w:val="19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25BA1"/>
    <w:rPr>
      <w:rFonts w:ascii="Campton Book" w:eastAsiaTheme="majorEastAsia" w:hAnsi="Campton Book" w:cstheme="majorBidi"/>
      <w:b/>
      <w:bCs/>
      <w:i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25BA1"/>
    <w:rPr>
      <w:rFonts w:ascii="Campton Book" w:eastAsiaTheme="majorEastAsia" w:hAnsi="Campton Book" w:cstheme="majorBidi"/>
      <w:bCs/>
      <w:i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paragraph" w:styleId="Opstilling-talellerbogst">
    <w:name w:val="List Number"/>
    <w:basedOn w:val="Normal"/>
    <w:uiPriority w:val="2"/>
    <w:qFormat/>
    <w:rsid w:val="00A25BA1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A25BA1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7B5198"/>
    <w:pPr>
      <w:contextualSpacing/>
    </w:pPr>
    <w:rPr>
      <w:rFonts w:eastAsiaTheme="majorEastAsia" w:cstheme="majorBidi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38054F"/>
    <w:rPr>
      <w:rFonts w:eastAsiaTheme="majorEastAsia" w:cstheme="majorBidi"/>
      <w:kern w:val="2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A25BA1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38054F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A25BA1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A25BA1"/>
    <w:rPr>
      <w:i/>
      <w:iCs/>
    </w:rPr>
  </w:style>
  <w:style w:type="paragraph" w:styleId="Billedtekst">
    <w:name w:val="caption"/>
    <w:basedOn w:val="Normal"/>
    <w:next w:val="Normal"/>
    <w:uiPriority w:val="4"/>
    <w:rsid w:val="00426971"/>
    <w:pPr>
      <w:keepNext/>
      <w:keepLines/>
      <w:spacing w:line="240" w:lineRule="atLeast"/>
    </w:pPr>
    <w:rPr>
      <w:b/>
      <w:bCs/>
      <w:color w:val="53738B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7B5198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281C6A"/>
    <w:rPr>
      <w:sz w:val="16"/>
    </w:rPr>
  </w:style>
  <w:style w:type="paragraph" w:styleId="Sidehoved">
    <w:name w:val="header"/>
    <w:basedOn w:val="Normal"/>
    <w:link w:val="Sidehove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81C6A"/>
    <w:rPr>
      <w:sz w:val="16"/>
    </w:rPr>
  </w:style>
  <w:style w:type="paragraph" w:styleId="Opstilling-punkttegn">
    <w:name w:val="List Bullet"/>
    <w:basedOn w:val="Normal"/>
    <w:uiPriority w:val="2"/>
    <w:qFormat/>
    <w:rsid w:val="005D6AAA"/>
    <w:pPr>
      <w:numPr>
        <w:numId w:val="2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281C6A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281C6A"/>
    <w:rPr>
      <w:sz w:val="18"/>
    </w:rPr>
  </w:style>
  <w:style w:type="paragraph" w:customStyle="1" w:styleId="Template">
    <w:name w:val="Template"/>
    <w:uiPriority w:val="4"/>
    <w:semiHidden/>
    <w:qFormat/>
    <w:rsid w:val="007B5198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A25BA1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D33EDA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AA6AC7"/>
    <w:pPr>
      <w:outlineLvl w:val="0"/>
    </w:pPr>
    <w:rPr>
      <w:b/>
      <w:sz w:val="22"/>
    </w:rPr>
  </w:style>
  <w:style w:type="paragraph" w:customStyle="1" w:styleId="Underskriver2">
    <w:name w:val="Underskriver 2"/>
    <w:basedOn w:val="DokumentOverskrift"/>
    <w:uiPriority w:val="3"/>
    <w:semiHidden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7B5198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A25BA1"/>
  </w:style>
  <w:style w:type="table" w:styleId="Tabel-Gitter">
    <w:name w:val="Table Grid"/>
    <w:basedOn w:val="Tabel-Normal"/>
    <w:uiPriority w:val="59"/>
    <w:rsid w:val="00A25B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A25BA1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A25BA1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25BA1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A25BA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A25B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81C6A"/>
    <w:rPr>
      <w:rFonts w:ascii="Tahoma" w:hAnsi="Tahoma" w:cs="Tahoma"/>
      <w:sz w:val="16"/>
      <w:szCs w:val="16"/>
    </w:rPr>
  </w:style>
  <w:style w:type="paragraph" w:customStyle="1" w:styleId="Ledetekst">
    <w:name w:val="Ledetekst"/>
    <w:basedOn w:val="Normal"/>
    <w:next w:val="Normal"/>
    <w:uiPriority w:val="5"/>
    <w:semiHidden/>
    <w:qFormat/>
    <w:rsid w:val="00D4136C"/>
    <w:rPr>
      <w:b/>
    </w:rPr>
  </w:style>
  <w:style w:type="paragraph" w:customStyle="1" w:styleId="TemplatePagenumber">
    <w:name w:val="Template Pagenumber"/>
    <w:basedOn w:val="Template"/>
    <w:uiPriority w:val="6"/>
    <w:semiHidden/>
    <w:qFormat/>
    <w:rsid w:val="007B5198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7B5198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semiHidden/>
    <w:rsid w:val="00A25BA1"/>
    <w:pPr>
      <w:spacing w:line="240" w:lineRule="atLeast"/>
    </w:pPr>
  </w:style>
  <w:style w:type="paragraph" w:styleId="Opstilling-punkttegn2">
    <w:name w:val="List Bullet 2"/>
    <w:basedOn w:val="Normal"/>
    <w:uiPriority w:val="2"/>
    <w:qFormat/>
    <w:rsid w:val="005D6AAA"/>
    <w:pPr>
      <w:numPr>
        <w:ilvl w:val="1"/>
        <w:numId w:val="23"/>
      </w:numPr>
      <w:contextualSpacing/>
    </w:pPr>
  </w:style>
  <w:style w:type="paragraph" w:styleId="Opstilling-punkttegn3">
    <w:name w:val="List Bullet 3"/>
    <w:basedOn w:val="Normal"/>
    <w:uiPriority w:val="2"/>
    <w:qFormat/>
    <w:rsid w:val="005D6AAA"/>
    <w:pPr>
      <w:numPr>
        <w:ilvl w:val="2"/>
        <w:numId w:val="23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1056D8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185FAF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9A7DCD"/>
    <w:pPr>
      <w:spacing w:after="210" w:line="210" w:lineRule="atLeast"/>
      <w:ind w:left="227" w:right="227"/>
    </w:pPr>
    <w:rPr>
      <w:b/>
      <w:sz w:val="15"/>
    </w:rPr>
  </w:style>
  <w:style w:type="paragraph" w:customStyle="1" w:styleId="CaptionFM">
    <w:name w:val="Caption (FM)"/>
    <w:uiPriority w:val="3"/>
    <w:semiHidden/>
    <w:qFormat/>
    <w:rsid w:val="009A7DCD"/>
    <w:pPr>
      <w:spacing w:before="170" w:line="230" w:lineRule="atLeast"/>
      <w:ind w:left="227" w:right="227"/>
    </w:pPr>
    <w:rPr>
      <w:b/>
      <w:bCs/>
      <w:color w:val="28506E" w:themeColor="background2"/>
      <w:sz w:val="15"/>
    </w:rPr>
  </w:style>
  <w:style w:type="table" w:customStyle="1" w:styleId="UFM-Tabel">
    <w:name w:val="UFM - Tabel"/>
    <w:basedOn w:val="Tabel-Normal"/>
    <w:uiPriority w:val="99"/>
    <w:rsid w:val="005704B3"/>
    <w:pPr>
      <w:spacing w:before="40" w:after="40" w:line="160" w:lineRule="atLeast"/>
    </w:pPr>
    <w:rPr>
      <w:sz w:val="15"/>
    </w:rPr>
    <w:tblPr>
      <w:tblBorders>
        <w:top w:val="single" w:sz="8" w:space="0" w:color="7E96A8" w:themeColor="text2"/>
        <w:bottom w:val="single" w:sz="8" w:space="0" w:color="7E96A8" w:themeColor="text2"/>
        <w:insideH w:val="single" w:sz="8" w:space="0" w:color="7E96A8" w:themeColor="text2"/>
      </w:tblBorders>
      <w:tblCellMar>
        <w:left w:w="0" w:type="dxa"/>
        <w:right w:w="0" w:type="dxa"/>
      </w:tblCellMar>
    </w:tblPr>
    <w:tblStylePr w:type="firstRow">
      <w:rPr>
        <w:rFonts w:ascii="Arial" w:hAnsi="Arial"/>
        <w:b w:val="0"/>
      </w:rPr>
    </w:tblStylePr>
  </w:style>
  <w:style w:type="paragraph" w:customStyle="1" w:styleId="BoksOverskrift">
    <w:name w:val="Boks Overskrift"/>
    <w:basedOn w:val="Normal"/>
    <w:next w:val="Normal"/>
    <w:uiPriority w:val="3"/>
    <w:semiHidden/>
    <w:rsid w:val="00920310"/>
    <w:pPr>
      <w:tabs>
        <w:tab w:val="left" w:pos="454"/>
      </w:tabs>
      <w:spacing w:before="260"/>
      <w:contextualSpacing/>
    </w:pPr>
    <w:rPr>
      <w:b/>
      <w:color w:val="28506E" w:themeColor="background2"/>
      <w:szCs w:val="19"/>
    </w:rPr>
  </w:style>
  <w:style w:type="paragraph" w:customStyle="1" w:styleId="BoksOverskrift-Hvid">
    <w:name w:val="Boks Overskrift - Hvid"/>
    <w:basedOn w:val="BoksOverskrift"/>
    <w:uiPriority w:val="3"/>
    <w:semiHidden/>
    <w:rsid w:val="00920310"/>
    <w:pPr>
      <w:ind w:left="284" w:right="284"/>
    </w:pPr>
    <w:rPr>
      <w:color w:val="FFFFFF"/>
    </w:rPr>
  </w:style>
  <w:style w:type="paragraph" w:customStyle="1" w:styleId="BoksOverskrift-Sort">
    <w:name w:val="Boks Overskrift - Sort"/>
    <w:basedOn w:val="BoksOverskrift-Hvid"/>
    <w:uiPriority w:val="4"/>
    <w:semiHidden/>
    <w:rsid w:val="00920310"/>
    <w:rPr>
      <w:color w:val="auto"/>
    </w:rPr>
  </w:style>
  <w:style w:type="paragraph" w:customStyle="1" w:styleId="BoksTekst">
    <w:name w:val="Boks Tekst"/>
    <w:basedOn w:val="BoksOverskrift"/>
    <w:uiPriority w:val="3"/>
    <w:semiHidden/>
    <w:rsid w:val="00920310"/>
    <w:pPr>
      <w:spacing w:after="260"/>
    </w:pPr>
    <w:rPr>
      <w:b w:val="0"/>
      <w:sz w:val="19"/>
    </w:rPr>
  </w:style>
  <w:style w:type="paragraph" w:customStyle="1" w:styleId="BoksTekst-Hvid">
    <w:name w:val="Boks Tekst - Hvid"/>
    <w:basedOn w:val="BoksOverskrift-Hvid"/>
    <w:uiPriority w:val="3"/>
    <w:semiHidden/>
    <w:rsid w:val="00920310"/>
    <w:pPr>
      <w:spacing w:after="260"/>
    </w:pPr>
    <w:rPr>
      <w:b w:val="0"/>
      <w:sz w:val="19"/>
    </w:rPr>
  </w:style>
  <w:style w:type="paragraph" w:customStyle="1" w:styleId="BoksTekst-Sort">
    <w:name w:val="Boks Tekst - Sort"/>
    <w:basedOn w:val="BoksTekst-Hvid"/>
    <w:uiPriority w:val="4"/>
    <w:semiHidden/>
    <w:rsid w:val="00920310"/>
    <w:rPr>
      <w:color w:val="auto"/>
    </w:rPr>
  </w:style>
  <w:style w:type="character" w:styleId="Hyperlink">
    <w:name w:val="Hyperlink"/>
    <w:basedOn w:val="Standardskrifttypeiafsnit"/>
    <w:uiPriority w:val="99"/>
    <w:semiHidden/>
    <w:rsid w:val="00C17356"/>
    <w:rPr>
      <w:color w:val="28506E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6960a875868e436082d44da690b5d3d0.dotx" TargetMode="External"/></Relationships>
</file>

<file path=word/theme/theme1.xml><?xml version="1.0" encoding="utf-8"?>
<a:theme xmlns:a="http://schemas.openxmlformats.org/drawingml/2006/main" name="Office Theme">
  <a:themeElements>
    <a:clrScheme name="UFM">
      <a:dk1>
        <a:srgbClr val="000000"/>
      </a:dk1>
      <a:lt1>
        <a:srgbClr val="FFFFFF"/>
      </a:lt1>
      <a:dk2>
        <a:srgbClr val="7E96A8"/>
      </a:dk2>
      <a:lt2>
        <a:srgbClr val="28506E"/>
      </a:lt2>
      <a:accent1>
        <a:srgbClr val="28506E"/>
      </a:accent1>
      <a:accent2>
        <a:srgbClr val="7E96A8"/>
      </a:accent2>
      <a:accent3>
        <a:srgbClr val="D4DCE2"/>
      </a:accent3>
      <a:accent4>
        <a:srgbClr val="37827D"/>
      </a:accent4>
      <a:accent5>
        <a:srgbClr val="87B4B1"/>
      </a:accent5>
      <a:accent6>
        <a:srgbClr val="D7E6E5"/>
      </a:accent6>
      <a:hlink>
        <a:srgbClr val="28506E"/>
      </a:hlink>
      <a:folHlink>
        <a:srgbClr val="53738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UFM Blå​">
      <a:srgbClr val="28506E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80% tint">
      <a:srgbClr val="53738B"/>
    </a:custClr>
    <a:custClr name="UFM Blå 20% shade">
      <a:srgbClr val="204058"/>
    </a:custClr>
    <a:custClr name="[tom]">
      <a:srgbClr val="FFFFFF"/>
    </a:custClr>
    <a:custClr name="UFM Azur">
      <a:srgbClr val="37827D"/>
    </a:custClr>
    <a:custClr name="UFM Azur 60% tint">
      <a:srgbClr val="87B4B1"/>
    </a:custClr>
    <a:custClr name="UFM Azur 20% tint">
      <a:srgbClr val="D7E6E5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60% tint">
      <a:srgbClr val="7E96A8"/>
    </a:custClr>
    <a:custClr name="UFM Blå 40% shade">
      <a:srgbClr val="183042"/>
    </a:custClr>
    <a:custClr name="[tom]">
      <a:srgbClr val="FFFFFF"/>
    </a:custClr>
    <a:custClr name="UFM Grøn">
      <a:srgbClr val="468264"/>
    </a:custClr>
    <a:custClr name="UFM Grøn 60% tint">
      <a:srgbClr val="90B4A2"/>
    </a:custClr>
    <a:custClr name="UFM Grøn 20% tint">
      <a:srgbClr val="DAE6E0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40% tint">
      <a:srgbClr val="A9B9C5"/>
    </a:custClr>
    <a:custClr name="UFM Blå 60% shade">
      <a:srgbClr val="10202C"/>
    </a:custClr>
    <a:custClr name="[tom]">
      <a:srgbClr val="FFFFFF"/>
    </a:custClr>
    <a:custClr name="UFM Orange">
      <a:srgbClr val="B45F28"/>
    </a:custClr>
    <a:custClr name="UFM Orange 60% tint">
      <a:srgbClr val="D29F7E"/>
    </a:custClr>
    <a:custClr name="UFM Orange 20% tint">
      <a:srgbClr val="F0DFD4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  <a:custClr name="UFM Blå 20% tint">
      <a:srgbClr val="D4DCE2"/>
    </a:custClr>
    <a:custClr name="UFM Blå 80% shade">
      <a:srgbClr val="081016"/>
    </a:custClr>
    <a:custClr name="[tom]">
      <a:srgbClr val="FFFFFF"/>
    </a:custClr>
    <a:custClr name="UFM Rød">
      <a:srgbClr val="C35050"/>
    </a:custClr>
    <a:custClr name="UFM Rød 60% tint">
      <a:srgbClr val="DB9696"/>
    </a:custClr>
    <a:custClr name="UFM Rød 20% tint">
      <a:srgbClr val="F3DCDC"/>
    </a:custClr>
    <a:custClr name="[tom]">
      <a:srgbClr val="FFFFFF"/>
    </a:custClr>
    <a:custClr name="[tom]">
      <a:srgbClr val="FFFFFF"/>
    </a:custClr>
    <a:custClr name="[tom]">
      <a:srgbClr val="FFFFFF"/>
    </a:custClr>
    <a:custClr name="[tom]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.Name gbs:loadFromGrowBusiness="OnProduce" gbs:saveInGrowBusiness="False" gbs:connected="true" gbs:recno="" gbs:entity="" gbs:datatype="string" gbs:key="1505246976" gbs:removeContentControl="0"/>
  <gbs:ToActivityContact.Address gbs:loadFromGrowBusiness="OnProduce" gbs:saveInGrowBusiness="False" gbs:connected="true" gbs:recno="" gbs:entity="" gbs:datatype="string" gbs:key="2729941401"/>
  <gbs:ToActivityContact.Zip gbs:loadFromGrowBusiness="OnProduce" gbs:saveInGrowBusiness="False" gbs:connected="true" gbs:recno="" gbs:entity="" gbs:datatype="string" gbs:key="3818890695"/>
  <gbs:ToActivityContact.ToAddress.Country.Description gbs:loadFromGrowBusiness="OnProduce" gbs:saveInGrowBusiness="False" gbs:connected="true" gbs:recno="" gbs:entity="" gbs:datatype="string" gbs:key="2237044277"/>
  <gbs:ToActivityContact.ToAddress.Country.Description gbs:loadFromGrowBusiness="OnProduce" gbs:saveInGrowBusiness="False" gbs:connected="true" gbs:recno="" gbs:entity="" gbs:datatype="string" gbs:key="1925295979"/>
  <gbs:Title gbs:loadFromGrowBusiness="OnEdit" gbs:saveInGrowBusiness="False" gbs:connected="true" gbs:recno="" gbs:entity="" gbs:datatype="string" gbs:key="165596522" gbs:removeContentControl="0">Titel</gbs:Title>
  <gbs:DocumentNumber gbs:loadFromGrowBusiness="OnProduce" gbs:saveInGrowBusiness="False" gbs:connected="true" gbs:recno="" gbs:entity="" gbs:datatype="string" gbs:key="380213168">$dossier_documentnumber$</gbs:DocumentNumber>
  <gbs:DocumentDate gbs:loadFromGrowBusiness="OnProduce" gbs:saveInGrowBusiness="False" gbs:connected="true" gbs:recno="" gbs:entity="" gbs:datatype="date" gbs:key="2103067409">24. november 2025</gbs:DocumentDate>
  <gbs:Lists>
    <gbs:MultipleLines/>
    <gbs:SingleLines>
      <gbs:ToActivityContact gbs:name="Modtagere" gbs:removeList="False" gbs:row-separator=" - " gbs:field-separator=". " gbs:loadFromGrowBusiness="OnEdit" gbs:saveInGrowBusiness="False" gbs:removeContentControl="2">
        <gbs:DisplayField gbs:key="3001452748"/>
        <gbs:ToActivityContactJOINEX.Name gbs:joinex="[JOINEX=[ToRole] {!OJEX!}=6]" gbs:removeContentControl="0"/>
        <gbs:ToActivityContactJOINEX.Name2 gbs:joinex="[JOINEX=[ToRole] {!OJEX!}=6]" gbs:removeContentControl="0"/>
      </gbs:ToActivityContact>
      <gbs:ToActivityContact gbs:name="Kopimodtagere" gbs:removeList="False" gbs:row-separator=" - " gbs:field-separator=", " gbs:loadFromGrowBusiness="OnEdit" gbs:saveInGrowBusiness="False" gbs:removeContentControl="2">
        <gbs:DisplayField gbs:key="1031381216"/>
        <gbs:ToActivityContactJOINEX.Name gbs:joinex="[JOINEX=[ToRole] {!OJEX!}=8]" gbs:removeContentControl="0"/>
        <gbs:ToActivityContactJOINEX.Name2 gbs:joinex="[JOINEX=[ToRole] {!OJEX!}=8]" gbs:removeContentControl="0"/>
      </gbs:ToActivityContact>
    </gbs:SingleLines>
  </gbs:Lists>
  <gbs:ToActivityContactJOINEX.Name gbs:loadFromGrowBusiness="OnEdit" gbs:saveInGrowBusiness="False" gbs:connected="true" gbs:recno="" gbs:entity="" gbs:datatype="string" gbs:key="2371477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563748471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226233300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654172737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1590045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2892303754" gbs:joinex="[JOINEX=[ToRole] {!OJEX!}=8]" gbs:dispatchrecipient="false" gbs:removeContentControl="0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3524-279D-4FB4-AD61-A907F69DC1C5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6F3377C5-28A9-4239-9C24-F90A6369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6960a875868e436082d44da690b5d3d0.dotx</Template>
  <TotalTime>8</TotalTime>
  <Pages>1</Pages>
  <Words>97</Words>
  <Characters>1018</Characters>
  <Application>Microsoft Office Word</Application>
  <DocSecurity>0</DocSecurity>
  <Lines>56</Lines>
  <Paragraphs>42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Rikke Lise Simested</dc:creator>
  <cp:lastModifiedBy>Rikke Lise Simested</cp:lastModifiedBy>
  <cp:revision>10</cp:revision>
  <dcterms:created xsi:type="dcterms:W3CDTF">2025-10-14T08:47:00Z</dcterms:created>
  <dcterms:modified xsi:type="dcterms:W3CDTF">2025-11-24T06:22:00Z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BrevType">
    <vt:lpwstr>Departementsbrev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45944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Rikke Lise</vt:lpwstr>
  </property>
  <property fmtid="{D5CDD505-2E9C-101B-9397-08002B2CF9AE}" pid="14" name="SD_CtlText_General_AfsenderRaad">
    <vt:lpwstr/>
  </property>
  <property fmtid="{D5CDD505-2E9C-101B-9397-08002B2CF9AE}" pid="15" name="SD_UserprofileName">
    <vt:lpwstr>Rikke Lise</vt:lpwstr>
  </property>
  <property fmtid="{D5CDD505-2E9C-101B-9397-08002B2CF9AE}" pid="16" name="SD_Office_SD_OFF_ID">
    <vt:lpwstr>100</vt:lpwstr>
  </property>
  <property fmtid="{D5CDD505-2E9C-101B-9397-08002B2CF9AE}" pid="17" name="CurrentOfficeID">
    <vt:lpwstr>100</vt:lpwstr>
  </property>
  <property fmtid="{D5CDD505-2E9C-101B-9397-08002B2CF9AE}" pid="18" name="SD_Office_SD_OFF_Display">
    <vt:lpwstr>UFS - Uddannelses- og Forskningsstyrelsen</vt:lpwstr>
  </property>
  <property fmtid="{D5CDD505-2E9C-101B-9397-08002B2CF9AE}" pid="19" name="SD_Office_SD_OFF_Myndighed">
    <vt:lpwstr>Uddannelses- og Forskningsstyrelsen</vt:lpwstr>
  </property>
  <property fmtid="{D5CDD505-2E9C-101B-9397-08002B2CF9AE}" pid="20" name="SD_Office_SD_OFF_Myndighed_EN">
    <vt:lpwstr>Danish Agency for Higher Education and Science</vt:lpwstr>
  </property>
  <property fmtid="{D5CDD505-2E9C-101B-9397-08002B2CF9AE}" pid="21" name="SD_Office_SD_OFF_Undermyndighed">
    <vt:lpwstr/>
  </property>
  <property fmtid="{D5CDD505-2E9C-101B-9397-08002B2CF9AE}" pid="22" name="SD_Office_SD_OFF_Undermyndighed_EN">
    <vt:lpwstr/>
  </property>
  <property fmtid="{D5CDD505-2E9C-101B-9397-08002B2CF9AE}" pid="23" name="SD_Office_SD_OFF_Address">
    <vt:lpwstr>Haraldsgade 53*2100 København Ø</vt:lpwstr>
  </property>
  <property fmtid="{D5CDD505-2E9C-101B-9397-08002B2CF9AE}" pid="24" name="SD_Office_SD_OFF_Address_EN">
    <vt:lpwstr>Haraldsgade 53*2100 Copenhagen Ø*Denmark</vt:lpwstr>
  </property>
  <property fmtid="{D5CDD505-2E9C-101B-9397-08002B2CF9AE}" pid="25" name="SD_Office_SD_OFF_Phone">
    <vt:lpwstr>7231 7800</vt:lpwstr>
  </property>
  <property fmtid="{D5CDD505-2E9C-101B-9397-08002B2CF9AE}" pid="26" name="SD_Office_SD_OFF_Fax">
    <vt:lpwstr/>
  </property>
  <property fmtid="{D5CDD505-2E9C-101B-9397-08002B2CF9AE}" pid="27" name="SD_Office_SD_OFF_Phone_EN">
    <vt:lpwstr>+45 7231 7800</vt:lpwstr>
  </property>
  <property fmtid="{D5CDD505-2E9C-101B-9397-08002B2CF9AE}" pid="28" name="SD_Office_SD_OFF_Fax_EN">
    <vt:lpwstr/>
  </property>
  <property fmtid="{D5CDD505-2E9C-101B-9397-08002B2CF9AE}" pid="29" name="SD_Office_SD_OFF_Email">
    <vt:lpwstr>ufs@ufm.dk</vt:lpwstr>
  </property>
  <property fmtid="{D5CDD505-2E9C-101B-9397-08002B2CF9AE}" pid="30" name="SD_Office_SD_OFF_Web">
    <vt:lpwstr>www.ufm.dk</vt:lpwstr>
  </property>
  <property fmtid="{D5CDD505-2E9C-101B-9397-08002B2CF9AE}" pid="31" name="SD_Office_SD_OFF_Web_EN">
    <vt:lpwstr>www.ufm.dk/en</vt:lpwstr>
  </property>
  <property fmtid="{D5CDD505-2E9C-101B-9397-08002B2CF9AE}" pid="32" name="SD_Office_SD_OFF_CVR">
    <vt:lpwstr>3404 2012</vt:lpwstr>
  </property>
  <property fmtid="{D5CDD505-2E9C-101B-9397-08002B2CF9AE}" pid="33" name="SD_Office_SD_OFF_ArtworkDefinition">
    <vt:lpwstr>Logo</vt:lpwstr>
  </property>
  <property fmtid="{D5CDD505-2E9C-101B-9397-08002B2CF9AE}" pid="34" name="SD_Office_SD_OFF_LogoName">
    <vt:lpwstr>UFS</vt:lpwstr>
  </property>
  <property fmtid="{D5CDD505-2E9C-101B-9397-08002B2CF9AE}" pid="35" name="SD_Office_SD_OFF_PublicationLogoName">
    <vt:lpwstr>UFS</vt:lpwstr>
  </property>
  <property fmtid="{D5CDD505-2E9C-101B-9397-08002B2CF9AE}" pid="36" name="LastCompletedArtworkDefinition">
    <vt:lpwstr>Logo</vt:lpwstr>
  </property>
  <property fmtid="{D5CDD505-2E9C-101B-9397-08002B2CF9AE}" pid="37" name="SD_USR_Kontornavn">
    <vt:lpwstr>Kontor for jura og institutionspersonale</vt:lpwstr>
  </property>
  <property fmtid="{D5CDD505-2E9C-101B-9397-08002B2CF9AE}" pid="38" name="SD_USR_Name">
    <vt:lpwstr>Rikke Lise Simested</vt:lpwstr>
  </property>
  <property fmtid="{D5CDD505-2E9C-101B-9397-08002B2CF9AE}" pid="39" name="SD_USR_Title">
    <vt:lpwstr>Specialkonsulent</vt:lpwstr>
  </property>
  <property fmtid="{D5CDD505-2E9C-101B-9397-08002B2CF9AE}" pid="40" name="SD_USR_DirectPhone">
    <vt:lpwstr>+45 72 31 78 76</vt:lpwstr>
  </property>
  <property fmtid="{D5CDD505-2E9C-101B-9397-08002B2CF9AE}" pid="41" name="SD_USR_Mobile">
    <vt:lpwstr>+45 72 31 78 76</vt:lpwstr>
  </property>
  <property fmtid="{D5CDD505-2E9C-101B-9397-08002B2CF9AE}" pid="42" name="SD_USR_Email">
    <vt:lpwstr>RILS@ufm.dk</vt:lpwstr>
  </property>
  <property fmtid="{D5CDD505-2E9C-101B-9397-08002B2CF9AE}" pid="43" name="DocumentInfoFinished">
    <vt:lpwstr>True</vt:lpwstr>
  </property>
</Properties>
</file>