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D2B3" w14:textId="77777777"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6FE8BB71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14A214D7" w14:textId="77777777" w:rsidR="00447719" w:rsidRDefault="007C3067" w:rsidP="0002094E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14:paraId="29064097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4BE620DC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4E6BCF0B" w14:textId="77777777"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18F2AF8A" w14:textId="61F07B58" w:rsidR="009A2A10" w:rsidRDefault="00ED3E44" w:rsidP="00FF7F66">
            <w:pPr>
              <w:pStyle w:val="Template-Adresse"/>
            </w:pPr>
            <w:r>
              <w:t>14. november 2025</w:t>
            </w:r>
          </w:p>
          <w:p w14:paraId="3145131B" w14:textId="46BECF7B" w:rsidR="00F849CA" w:rsidRDefault="00C808C2" w:rsidP="00FF7F66">
            <w:pPr>
              <w:pStyle w:val="Template-Adresse"/>
            </w:pPr>
            <w:r>
              <w:t>2025-</w:t>
            </w:r>
            <w:r w:rsidR="002C7A45">
              <w:t>4366</w:t>
            </w:r>
          </w:p>
          <w:p w14:paraId="41FAC1B5" w14:textId="77777777" w:rsidR="00FF7F66" w:rsidRDefault="00FF7F66" w:rsidP="00FF7F66">
            <w:pPr>
              <w:pStyle w:val="Template-Adresse"/>
            </w:pPr>
          </w:p>
        </w:tc>
      </w:tr>
    </w:tbl>
    <w:p w14:paraId="5687652C" w14:textId="72C8C818" w:rsidR="00A32AD7" w:rsidRDefault="00C808C2" w:rsidP="00A32AD7">
      <w:pPr>
        <w:pStyle w:val="Overskrift1"/>
      </w:pPr>
      <w:bookmarkStart w:id="3" w:name="Overskrift1"/>
      <w:bookmarkEnd w:id="1"/>
      <w:bookmarkEnd w:id="2"/>
      <w:r>
        <w:t>Høringsliste</w:t>
      </w:r>
    </w:p>
    <w:tbl>
      <w:tblPr>
        <w:tblStyle w:val="Tabel-Gitter"/>
        <w:tblW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</w:tblGrid>
      <w:tr w:rsidR="00C808C2" w14:paraId="7DED9A93" w14:textId="77777777" w:rsidTr="00C80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bookmarkEnd w:id="3"/>
          <w:p w14:paraId="432C8B06" w14:textId="77777777" w:rsidR="00C808C2" w:rsidRDefault="00C808C2" w:rsidP="004B5CCE">
            <w:pPr>
              <w:rPr>
                <w:rFonts w:ascii="Verdana" w:eastAsia="Times New Roman" w:hAnsi="Verdana" w:cs="Times New Roman"/>
              </w:rPr>
            </w:pPr>
            <w:r>
              <w:t xml:space="preserve">AE-Arbejderbevægelsens Erhvervsråd </w:t>
            </w:r>
          </w:p>
        </w:tc>
      </w:tr>
      <w:tr w:rsidR="00C808C2" w:rsidRPr="00C808C2" w14:paraId="44AA800E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1F4FE527" w14:textId="77777777" w:rsidR="00C808C2" w:rsidRDefault="00C808C2" w:rsidP="004B5CCE">
            <w:r>
              <w:t>ATL (Arbejdsgiverforeningen for Transport og Logistik)</w:t>
            </w:r>
          </w:p>
        </w:tc>
      </w:tr>
      <w:tr w:rsidR="00C808C2" w14:paraId="36A2F407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5BFF67E9" w14:textId="77777777" w:rsidR="00C808C2" w:rsidRDefault="00C808C2" w:rsidP="004B5CCE">
            <w:r>
              <w:t>Dansk Arbejdsgiverforening</w:t>
            </w:r>
          </w:p>
        </w:tc>
      </w:tr>
      <w:tr w:rsidR="00C808C2" w14:paraId="3529CEF3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24789493" w14:textId="77777777" w:rsidR="00C808C2" w:rsidRDefault="00C808C2" w:rsidP="004B5CCE">
            <w:r>
              <w:t xml:space="preserve">Dansk Erhverv </w:t>
            </w:r>
          </w:p>
        </w:tc>
      </w:tr>
      <w:tr w:rsidR="00C808C2" w14:paraId="0D839503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1FF51B18" w14:textId="77777777" w:rsidR="00C808C2" w:rsidRDefault="00C808C2" w:rsidP="004B5CCE">
            <w:r>
              <w:t xml:space="preserve">Danske Fragtmænd A/S </w:t>
            </w:r>
          </w:p>
        </w:tc>
      </w:tr>
      <w:tr w:rsidR="00C808C2" w14:paraId="7E08908F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0BF840D3" w14:textId="77777777" w:rsidR="00C808C2" w:rsidRDefault="00C808C2" w:rsidP="004B5CCE">
            <w:r>
              <w:t xml:space="preserve">Danske Regioner </w:t>
            </w:r>
          </w:p>
        </w:tc>
      </w:tr>
      <w:tr w:rsidR="00C808C2" w14:paraId="4864EC68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299EB72F" w14:textId="77777777" w:rsidR="00C808C2" w:rsidRDefault="00C808C2" w:rsidP="004B5CCE">
            <w:r>
              <w:t xml:space="preserve">Danske Speditører (DASP)  </w:t>
            </w:r>
          </w:p>
        </w:tc>
      </w:tr>
      <w:tr w:rsidR="00C808C2" w14:paraId="5E94038C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2CE1B49" w14:textId="77777777" w:rsidR="00C808C2" w:rsidRDefault="00C808C2" w:rsidP="004B5CCE">
            <w:r>
              <w:t>Dommerforeningen</w:t>
            </w:r>
          </w:p>
        </w:tc>
      </w:tr>
      <w:tr w:rsidR="00C808C2" w14:paraId="1C4021AD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6F590180" w14:textId="77777777" w:rsidR="00C808C2" w:rsidRDefault="00C808C2" w:rsidP="004B5CCE">
            <w:r>
              <w:t xml:space="preserve">DI (Dansk Industri) </w:t>
            </w:r>
          </w:p>
        </w:tc>
      </w:tr>
      <w:tr w:rsidR="00C808C2" w14:paraId="35F9FBB3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6358B8F8" w14:textId="77777777" w:rsidR="00C808C2" w:rsidRDefault="00C808C2" w:rsidP="004B5CCE">
            <w:r>
              <w:t xml:space="preserve">DTL – Danske Vognmænd </w:t>
            </w:r>
          </w:p>
        </w:tc>
      </w:tr>
      <w:tr w:rsidR="00C808C2" w14:paraId="46BEFF52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5239C10B" w14:textId="77777777" w:rsidR="00C808C2" w:rsidRPr="001139E8" w:rsidRDefault="00C808C2" w:rsidP="004B5CCE">
            <w:r>
              <w:t>Dansk Persontransport</w:t>
            </w:r>
          </w:p>
        </w:tc>
      </w:tr>
      <w:tr w:rsidR="00C808C2" w14:paraId="0A45F907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2855CE59" w14:textId="77777777" w:rsidR="00C808C2" w:rsidRDefault="00C808C2" w:rsidP="004B5CCE">
            <w:r>
              <w:t xml:space="preserve">Fagligt Fælles Forbund – 3F </w:t>
            </w:r>
          </w:p>
        </w:tc>
      </w:tr>
      <w:tr w:rsidR="00C808C2" w14:paraId="3635FF6B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396F29A1" w14:textId="0987CCFE" w:rsidR="00C808C2" w:rsidRDefault="00C808C2" w:rsidP="004B5CCE">
            <w:r>
              <w:t xml:space="preserve">FH (Fagbevægelsens Hovedorganisation) </w:t>
            </w:r>
          </w:p>
        </w:tc>
      </w:tr>
      <w:tr w:rsidR="00C808C2" w14:paraId="743466BE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50948DF4" w14:textId="77777777" w:rsidR="00C808C2" w:rsidRDefault="00C808C2" w:rsidP="004B5CCE">
            <w:r>
              <w:t>Finans Danmark</w:t>
            </w:r>
          </w:p>
        </w:tc>
      </w:tr>
      <w:tr w:rsidR="00C808C2" w:rsidRPr="00C808C2" w14:paraId="2AFB6FF8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19567E89" w14:textId="77777777" w:rsidR="00C808C2" w:rsidRDefault="00C808C2" w:rsidP="004B5CCE">
            <w:r>
              <w:t xml:space="preserve">ITD, Brancheorganisationen for den danske vejgodstransport </w:t>
            </w:r>
          </w:p>
        </w:tc>
      </w:tr>
      <w:tr w:rsidR="00C808C2" w14:paraId="397C43EC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hideMark/>
          </w:tcPr>
          <w:p w14:paraId="0B03421B" w14:textId="77777777" w:rsidR="00C808C2" w:rsidRDefault="00C808C2" w:rsidP="004B5CCE">
            <w:r>
              <w:t xml:space="preserve">KL (Kommunernes Landsforening) </w:t>
            </w:r>
          </w:p>
        </w:tc>
      </w:tr>
      <w:tr w:rsidR="00C808C2" w14:paraId="6B6DEA84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F468DE5" w14:textId="77777777" w:rsidR="00C808C2" w:rsidRDefault="00C808C2" w:rsidP="004B5CCE">
            <w:r>
              <w:lastRenderedPageBreak/>
              <w:t>ATAX</w:t>
            </w:r>
            <w:r>
              <w:rPr>
                <w:spacing w:val="-12"/>
              </w:rPr>
              <w:t xml:space="preserve"> </w:t>
            </w:r>
            <w:r>
              <w:t>Arbejdsgiverforening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>persontransport</w:t>
            </w:r>
          </w:p>
        </w:tc>
      </w:tr>
      <w:tr w:rsidR="00C808C2" w14:paraId="661048AD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72CABCC7" w14:textId="77777777" w:rsidR="00C808C2" w:rsidRDefault="00C808C2" w:rsidP="004B5CCE">
            <w:r>
              <w:t>ATL - Transportens arbejdsgivere</w:t>
            </w:r>
          </w:p>
        </w:tc>
      </w:tr>
      <w:tr w:rsidR="00C808C2" w:rsidRPr="00C808C2" w14:paraId="30AE687E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9C100E6" w14:textId="77777777" w:rsidR="00C808C2" w:rsidRDefault="00C808C2" w:rsidP="004B5CCE">
            <w:r>
              <w:t>DFIM</w:t>
            </w:r>
            <w:r>
              <w:rPr>
                <w:spacing w:val="-14"/>
              </w:rPr>
              <w:t xml:space="preserve"> </w:t>
            </w:r>
            <w:r>
              <w:t>Dansk</w:t>
            </w:r>
            <w:r>
              <w:rPr>
                <w:spacing w:val="-4"/>
              </w:rPr>
              <w:t xml:space="preserve"> </w:t>
            </w:r>
            <w:r>
              <w:t>Forening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International Motorkøretøjsforsikring</w:t>
            </w:r>
          </w:p>
        </w:tc>
      </w:tr>
      <w:tr w:rsidR="00C808C2" w14:paraId="08F3B036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2DEB8650" w14:textId="77777777" w:rsidR="00C808C2" w:rsidRDefault="00C808C2" w:rsidP="004B5CCE">
            <w:r>
              <w:t>FDL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Frie</w:t>
            </w:r>
            <w:r>
              <w:rPr>
                <w:spacing w:val="-10"/>
              </w:rPr>
              <w:t xml:space="preserve"> </w:t>
            </w:r>
            <w:r>
              <w:t>Danske</w:t>
            </w:r>
            <w:r>
              <w:rPr>
                <w:spacing w:val="-5"/>
              </w:rPr>
              <w:t xml:space="preserve"> </w:t>
            </w:r>
            <w:r>
              <w:t>Lastbilvognmænd</w:t>
            </w:r>
          </w:p>
        </w:tc>
      </w:tr>
      <w:tr w:rsidR="00C808C2" w14:paraId="4E3E7823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7BBBCF8" w14:textId="77777777" w:rsidR="00C808C2" w:rsidRDefault="00C808C2" w:rsidP="004B5CCE">
            <w:r>
              <w:t>FDM (Forenede Danske Motorejere)</w:t>
            </w:r>
          </w:p>
        </w:tc>
      </w:tr>
      <w:tr w:rsidR="00C808C2" w14:paraId="4DAA9173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D93BD84" w14:textId="77777777" w:rsidR="00C808C2" w:rsidRDefault="00C808C2" w:rsidP="004B5CCE">
            <w:r>
              <w:rPr>
                <w:spacing w:val="-4"/>
              </w:rPr>
              <w:t>F&amp;P</w:t>
            </w:r>
          </w:p>
        </w:tc>
      </w:tr>
      <w:tr w:rsidR="00C808C2" w14:paraId="5F09E8C0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4D7E80D5" w14:textId="77777777" w:rsidR="00C808C2" w:rsidRDefault="00C808C2" w:rsidP="004B5CCE">
            <w:r>
              <w:t>Rådet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Sikker</w:t>
            </w:r>
            <w:r>
              <w:rPr>
                <w:spacing w:val="-14"/>
              </w:rPr>
              <w:t xml:space="preserve"> </w:t>
            </w:r>
            <w:r>
              <w:t>Trafik</w:t>
            </w:r>
          </w:p>
        </w:tc>
      </w:tr>
      <w:tr w:rsidR="00C808C2" w14:paraId="095C35C4" w14:textId="77777777" w:rsidTr="00C808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1A330843" w14:textId="39CFD9C1" w:rsidR="00C808C2" w:rsidRDefault="00C808C2" w:rsidP="004B5CCE"/>
        </w:tc>
      </w:tr>
    </w:tbl>
    <w:p w14:paraId="63D0251C" w14:textId="77777777" w:rsidR="00C808C2" w:rsidRDefault="00C808C2" w:rsidP="00A32AD7"/>
    <w:sectPr w:rsidR="00C808C2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9DBD" w14:textId="77777777" w:rsidR="00F370C1" w:rsidRDefault="00F370C1" w:rsidP="00A56EBB">
      <w:pPr>
        <w:spacing w:line="240" w:lineRule="auto"/>
      </w:pPr>
      <w:r>
        <w:separator/>
      </w:r>
    </w:p>
  </w:endnote>
  <w:endnote w:type="continuationSeparator" w:id="0">
    <w:p w14:paraId="0DAF4227" w14:textId="77777777" w:rsidR="00F370C1" w:rsidRDefault="00F370C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0E5E0" w14:textId="77777777" w:rsidR="00F370C1" w:rsidRDefault="00F370C1" w:rsidP="00A56EBB">
      <w:pPr>
        <w:spacing w:line="240" w:lineRule="auto"/>
      </w:pPr>
      <w:r>
        <w:separator/>
      </w:r>
    </w:p>
  </w:footnote>
  <w:footnote w:type="continuationSeparator" w:id="0">
    <w:p w14:paraId="11897246" w14:textId="77777777" w:rsidR="00F370C1" w:rsidRDefault="00F370C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05BC07F5" w14:textId="77777777" w:rsidTr="00A32AD7">
      <w:trPr>
        <w:trHeight w:hRule="exact" w:val="794"/>
      </w:trPr>
      <w:tc>
        <w:tcPr>
          <w:tcW w:w="6521" w:type="dxa"/>
        </w:tcPr>
        <w:p w14:paraId="7192304E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10541BD2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ABE8A85" wp14:editId="4AD4C763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72C5651D" w14:textId="77777777" w:rsidTr="00B06CE9">
      <w:trPr>
        <w:trHeight w:hRule="exact" w:val="680"/>
      </w:trPr>
      <w:tc>
        <w:tcPr>
          <w:tcW w:w="6521" w:type="dxa"/>
          <w:vAlign w:val="bottom"/>
        </w:tcPr>
        <w:p w14:paraId="1989EC1E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5B33F185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0D08C072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9C4F5A9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34110C11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23CB87D8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4F4705AC" w14:textId="77777777" w:rsidTr="00213607">
      <w:trPr>
        <w:trHeight w:hRule="exact" w:val="794"/>
      </w:trPr>
      <w:tc>
        <w:tcPr>
          <w:tcW w:w="6520" w:type="dxa"/>
        </w:tcPr>
        <w:bookmarkStart w:id="7" w:name="Logo_Side1" w:colFirst="1" w:colLast="1"/>
        <w:bookmarkStart w:id="8" w:name="AfstandHøjre_Logo1" w:colFirst="0" w:colLast="0"/>
        <w:p w14:paraId="42F5916C" w14:textId="77777777"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5FF20E35" wp14:editId="64180103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460E1C" w14:textId="77777777"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5FF20E3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14:paraId="21460E1C" w14:textId="77777777"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14:paraId="61D8A536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7EBB04D" wp14:editId="77D73623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72B17764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644D773" wp14:editId="6A0A1EA2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482BA922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410A6E06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14F4029C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E0445BB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694F384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014CED2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16A6A40A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F302FCE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3ABB608C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1EFE1F0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0C3627BE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4173A2B7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3E996A6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49F4EA9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1E94F147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44D773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482BA922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410A6E06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14F4029C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E0445BB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694F384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014CED2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16A6A40A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F302FCE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3ABB608C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1EFE1F0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0C3627BE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4173A2B7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3E996A6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49F4EA9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1E94F147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4F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66E12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C7A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4002F2"/>
    <w:rsid w:val="00421E8A"/>
    <w:rsid w:val="00426AB8"/>
    <w:rsid w:val="00441A40"/>
    <w:rsid w:val="00447719"/>
    <w:rsid w:val="004639E2"/>
    <w:rsid w:val="004C570F"/>
    <w:rsid w:val="004F5D4A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61BAA"/>
    <w:rsid w:val="00AA46DD"/>
    <w:rsid w:val="00B06CE9"/>
    <w:rsid w:val="00B13569"/>
    <w:rsid w:val="00B22A5F"/>
    <w:rsid w:val="00B24EB5"/>
    <w:rsid w:val="00B55B9F"/>
    <w:rsid w:val="00B7452A"/>
    <w:rsid w:val="00B85E8E"/>
    <w:rsid w:val="00BD0A4F"/>
    <w:rsid w:val="00BE543C"/>
    <w:rsid w:val="00C0593A"/>
    <w:rsid w:val="00C21C9A"/>
    <w:rsid w:val="00C34A5A"/>
    <w:rsid w:val="00C671D3"/>
    <w:rsid w:val="00C736C6"/>
    <w:rsid w:val="00C808C2"/>
    <w:rsid w:val="00CA0161"/>
    <w:rsid w:val="00CC30B8"/>
    <w:rsid w:val="00CC4256"/>
    <w:rsid w:val="00CE0823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DD34D0"/>
    <w:rsid w:val="00E56E39"/>
    <w:rsid w:val="00E74E0F"/>
    <w:rsid w:val="00E9391D"/>
    <w:rsid w:val="00EA2DFA"/>
    <w:rsid w:val="00EC7CF6"/>
    <w:rsid w:val="00ED3E44"/>
    <w:rsid w:val="00F370C1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A0185"/>
  <w15:docId w15:val="{36C7FFB6-B949-455F-8987-7E5EF6267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efault">
    <w:name w:val="Default"/>
    <w:rsid w:val="00C808C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Ulstomtale">
    <w:name w:val="Unresolved Mention"/>
    <w:basedOn w:val="Standardskrifttypeiafsnit"/>
    <w:uiPriority w:val="99"/>
    <w:semiHidden/>
    <w:unhideWhenUsed/>
    <w:rsid w:val="00C808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81\AppData\Local\cBrain\F2\.tmp\57d6740f864d4c5381212a8a413986a5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97B8-F556-4564-A932-6E7EAEDC0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57d6740f864d4c5381212a8a413986a5.dotx</Template>
  <TotalTime>8</TotalTime>
  <Pages>2</Pages>
  <Words>108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 Spalevic</dc:creator>
  <cp:lastModifiedBy>Tamara Spalevic</cp:lastModifiedBy>
  <cp:revision>4</cp:revision>
  <cp:lastPrinted>2024-09-02T08:04:00Z</cp:lastPrinted>
  <dcterms:created xsi:type="dcterms:W3CDTF">2025-11-03T14:06:00Z</dcterms:created>
  <dcterms:modified xsi:type="dcterms:W3CDTF">2025-11-14T12:48:00Z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