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7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59"/>
        <w:gridCol w:w="3478"/>
      </w:tblGrid>
      <w:tr w:rsidR="00447719" w14:paraId="3C1DD64F" w14:textId="77777777" w:rsidTr="00D266E8">
        <w:trPr>
          <w:trHeight w:hRule="exact" w:val="728"/>
        </w:trPr>
        <w:tc>
          <w:tcPr>
            <w:tcW w:w="6559" w:type="dxa"/>
            <w:tcMar>
              <w:right w:w="567" w:type="dxa"/>
            </w:tcMar>
          </w:tcPr>
          <w:p w14:paraId="3E552C21" w14:textId="77777777" w:rsidR="00447719" w:rsidRPr="006973D8" w:rsidRDefault="006973D8" w:rsidP="0002094E">
            <w:pPr>
              <w:pStyle w:val="Template-Dokumenttype"/>
              <w:rPr>
                <w:b w:val="0"/>
              </w:rPr>
            </w:pPr>
            <w:bookmarkStart w:id="0" w:name="Dokumenttype" w:colFirst="0" w:colLast="0"/>
            <w:r w:rsidRPr="006973D8">
              <w:rPr>
                <w:b w:val="0"/>
              </w:rPr>
              <w:t>Høringsliste</w:t>
            </w:r>
          </w:p>
        </w:tc>
        <w:tc>
          <w:tcPr>
            <w:tcW w:w="3478" w:type="dxa"/>
          </w:tcPr>
          <w:p w14:paraId="648ACE6B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5005B969" w14:textId="77777777" w:rsidTr="00D266E8">
        <w:trPr>
          <w:trHeight w:hRule="exact" w:val="866"/>
        </w:trPr>
        <w:tc>
          <w:tcPr>
            <w:tcW w:w="6559" w:type="dxa"/>
            <w:tcMar>
              <w:bottom w:w="567" w:type="dxa"/>
              <w:right w:w="567" w:type="dxa"/>
            </w:tcMar>
          </w:tcPr>
          <w:p w14:paraId="5FB35CB4" w14:textId="77777777" w:rsidR="00FF7F66" w:rsidRPr="00A519E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78" w:type="dxa"/>
          </w:tcPr>
          <w:p w14:paraId="17D1C740" w14:textId="615EC487" w:rsidR="00F849CA" w:rsidRDefault="00E86346" w:rsidP="00FF7F66">
            <w:pPr>
              <w:pStyle w:val="Template-Adresse"/>
            </w:pPr>
            <w:r>
              <w:t>20</w:t>
            </w:r>
            <w:r w:rsidR="007F7623">
              <w:t>2</w:t>
            </w:r>
            <w:r w:rsidR="00D266E8">
              <w:t>5-</w:t>
            </w:r>
            <w:r w:rsidR="0064287D">
              <w:t>3639</w:t>
            </w:r>
          </w:p>
          <w:p w14:paraId="65D5A41C" w14:textId="77777777" w:rsidR="00FF7F66" w:rsidRDefault="00FF7F66" w:rsidP="00FF7F66">
            <w:pPr>
              <w:pStyle w:val="Template-Adresse"/>
            </w:pPr>
          </w:p>
        </w:tc>
      </w:tr>
    </w:tbl>
    <w:p w14:paraId="06A6D8ED" w14:textId="0D3E4078" w:rsidR="00A32AD7" w:rsidRDefault="006973D8" w:rsidP="00A32AD7">
      <w:pPr>
        <w:pStyle w:val="Overskrift1"/>
      </w:pPr>
      <w:bookmarkStart w:id="3" w:name="Overskrift1"/>
      <w:bookmarkEnd w:id="1"/>
      <w:bookmarkEnd w:id="2"/>
      <w:r w:rsidRPr="006973D8">
        <w:t xml:space="preserve">Høring over udkast til </w:t>
      </w:r>
      <w:r w:rsidR="00D266E8">
        <w:t xml:space="preserve">bekendtgørelse </w:t>
      </w:r>
      <w:r w:rsidR="0064287D" w:rsidRPr="0064287D">
        <w:t>om ophævelse af Færdselsstyrelsens parkeringskontrol på statslige veje</w:t>
      </w:r>
    </w:p>
    <w:bookmarkEnd w:id="3"/>
    <w:p w14:paraId="49DC9F2A" w14:textId="77777777" w:rsidR="00D266E8" w:rsidRPr="00D266E8" w:rsidRDefault="00A66A38" w:rsidP="00D266E8">
      <w:pPr>
        <w:spacing w:after="0" w:line="0" w:lineRule="atLeast"/>
        <w:rPr>
          <w:rFonts w:eastAsia="Calibri"/>
        </w:rPr>
      </w:pPr>
      <w:r>
        <w:br/>
      </w:r>
      <w:r w:rsidR="00D266E8" w:rsidRPr="00D266E8">
        <w:rPr>
          <w:rFonts w:eastAsia="Calibri"/>
        </w:rPr>
        <w:t>3F Fælles Fagligt Forbund</w:t>
      </w:r>
    </w:p>
    <w:p w14:paraId="2FD2E86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Advokatsamfundet </w:t>
      </w:r>
    </w:p>
    <w:p w14:paraId="492A583D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Aluminium Danmark </w:t>
      </w:r>
    </w:p>
    <w:p w14:paraId="7887E510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AMU Transport Danmark</w:t>
      </w:r>
    </w:p>
    <w:p w14:paraId="106B8CE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Arbejderbevægelsens Erhvervsråd</w:t>
      </w:r>
    </w:p>
    <w:p w14:paraId="0909379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Arbejdsgiverforeningen KA</w:t>
      </w:r>
    </w:p>
    <w:p w14:paraId="41A63BC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Arbejdsgiverforeningen for Transport og Logistik (ATL)</w:t>
      </w:r>
    </w:p>
    <w:p w14:paraId="2150034F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Arbejdstilsynet </w:t>
      </w:r>
    </w:p>
    <w:p w14:paraId="159BA22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ATAX Arbejdsgiverforening for persontransport </w:t>
      </w:r>
    </w:p>
    <w:p w14:paraId="0EA86B5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Associationen Dansk Biobrændsel (ADB)</w:t>
      </w:r>
    </w:p>
    <w:p w14:paraId="6E2AB2C8" w14:textId="645284D7" w:rsidR="00D266E8" w:rsidRPr="00D266E8" w:rsidRDefault="00D266E8" w:rsidP="00D266E8">
      <w:pPr>
        <w:spacing w:after="0" w:line="0" w:lineRule="atLeast"/>
        <w:rPr>
          <w:rFonts w:eastAsia="Calibri"/>
        </w:rPr>
      </w:pPr>
      <w:proofErr w:type="spellStart"/>
      <w:r w:rsidRPr="00D266E8">
        <w:rPr>
          <w:rFonts w:eastAsia="Calibri"/>
        </w:rPr>
        <w:t>AutoBranchen</w:t>
      </w:r>
      <w:proofErr w:type="spellEnd"/>
      <w:r w:rsidRPr="00D266E8">
        <w:rPr>
          <w:rFonts w:eastAsia="Calibri"/>
        </w:rPr>
        <w:t xml:space="preserve"> Danmark </w:t>
      </w:r>
    </w:p>
    <w:p w14:paraId="77199C1D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AUTIG - Autobranchens Handels- og Industriforening i Danmark</w:t>
      </w:r>
    </w:p>
    <w:p w14:paraId="2C86EF4F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BAT</w:t>
      </w:r>
    </w:p>
    <w:p w14:paraId="4F977D65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Bilbranchen</w:t>
      </w:r>
    </w:p>
    <w:p w14:paraId="01B2616A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Blik- og Rørarbejderforbundet</w:t>
      </w:r>
    </w:p>
    <w:p w14:paraId="334FCB31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Borger- og retssikkerhedschefen i Skatteforvaltningen</w:t>
      </w:r>
    </w:p>
    <w:p w14:paraId="1732ECA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Brancheforeningen af Danske Distributionsvirksomheder</w:t>
      </w:r>
    </w:p>
    <w:p w14:paraId="17AE531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Brancheforeningen Cirkulær</w:t>
      </w:r>
    </w:p>
    <w:p w14:paraId="15B71DB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Brintbranchen </w:t>
      </w:r>
    </w:p>
    <w:p w14:paraId="2CFC707E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Bryggeriforeningen </w:t>
      </w:r>
    </w:p>
    <w:p w14:paraId="6B74584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Business Danmark</w:t>
      </w:r>
    </w:p>
    <w:p w14:paraId="696B9912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proofErr w:type="spellStart"/>
      <w:r w:rsidRPr="00D266E8">
        <w:rPr>
          <w:rFonts w:eastAsia="Calibri"/>
        </w:rPr>
        <w:t>Carta</w:t>
      </w:r>
      <w:proofErr w:type="spellEnd"/>
    </w:p>
    <w:p w14:paraId="5FDC3C5A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Cevea </w:t>
      </w:r>
    </w:p>
    <w:p w14:paraId="1F04295B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DAKOFA (Dansk Kompetencecenter for Cirkulær Omstilling)</w:t>
      </w:r>
    </w:p>
    <w:p w14:paraId="7DB347AB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Agroindustri</w:t>
      </w:r>
    </w:p>
    <w:p w14:paraId="3B4872BA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Arbejdsgiverforening (DA)</w:t>
      </w:r>
    </w:p>
    <w:p w14:paraId="65662E1F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 </w:t>
      </w:r>
      <w:proofErr w:type="spellStart"/>
      <w:r w:rsidRPr="00D266E8">
        <w:rPr>
          <w:rFonts w:eastAsia="Calibri"/>
        </w:rPr>
        <w:t>AutoGenbrug</w:t>
      </w:r>
      <w:proofErr w:type="spellEnd"/>
    </w:p>
    <w:p w14:paraId="1C045253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Bilbrancheråd</w:t>
      </w:r>
    </w:p>
    <w:p w14:paraId="6CD705AD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Bilforhandler Union</w:t>
      </w:r>
    </w:p>
    <w:p w14:paraId="1001C1A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Byggeri</w:t>
      </w:r>
    </w:p>
    <w:p w14:paraId="2E6EC443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 Elbil Alliance  </w:t>
      </w:r>
    </w:p>
    <w:p w14:paraId="6A6C18B3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Erhverv (DE)</w:t>
      </w:r>
    </w:p>
    <w:p w14:paraId="4FFC8D7A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Erhvervsfremme (DEF)</w:t>
      </w:r>
    </w:p>
    <w:p w14:paraId="26CC643A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Fjernvarme</w:t>
      </w:r>
    </w:p>
    <w:p w14:paraId="0A2DD5E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Forening for International Motorkøretøjsforsikring (DFIM)</w:t>
      </w:r>
    </w:p>
    <w:p w14:paraId="1B7471D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 Gartneri </w:t>
      </w:r>
    </w:p>
    <w:p w14:paraId="5D3FF3EF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 Gasteknisk Center  </w:t>
      </w:r>
    </w:p>
    <w:p w14:paraId="797E05D1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Industri – Transport</w:t>
      </w:r>
    </w:p>
    <w:p w14:paraId="72B215A3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Kørelærer-Union</w:t>
      </w:r>
    </w:p>
    <w:p w14:paraId="34F51204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Maskinhandlerforening</w:t>
      </w:r>
    </w:p>
    <w:p w14:paraId="38C0EA69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Metal</w:t>
      </w:r>
    </w:p>
    <w:p w14:paraId="5BED9882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 </w:t>
      </w:r>
      <w:proofErr w:type="spellStart"/>
      <w:r w:rsidRPr="00D266E8">
        <w:rPr>
          <w:rFonts w:eastAsia="Calibri"/>
        </w:rPr>
        <w:t>Methanolforening</w:t>
      </w:r>
      <w:proofErr w:type="spellEnd"/>
      <w:r w:rsidRPr="00D266E8">
        <w:rPr>
          <w:rFonts w:eastAsia="Calibri"/>
        </w:rPr>
        <w:t xml:space="preserve"> </w:t>
      </w:r>
    </w:p>
    <w:p w14:paraId="45008F50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 Mobilitet </w:t>
      </w:r>
    </w:p>
    <w:p w14:paraId="4186D2F8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Offshore</w:t>
      </w:r>
    </w:p>
    <w:p w14:paraId="6C5844F0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lastRenderedPageBreak/>
        <w:t>Dansk Person Transport</w:t>
      </w:r>
    </w:p>
    <w:p w14:paraId="1159AB05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 Told- og Skatteforbund </w:t>
      </w:r>
    </w:p>
    <w:p w14:paraId="38028DC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 Transport og Logistik (DTL) </w:t>
      </w:r>
    </w:p>
    <w:p w14:paraId="5506A0AD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 Vejforening</w:t>
      </w:r>
    </w:p>
    <w:p w14:paraId="7A4EF751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Danske Advokater </w:t>
      </w:r>
    </w:p>
    <w:p w14:paraId="4272E2E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Danske Byggefag </w:t>
      </w:r>
    </w:p>
    <w:p w14:paraId="4C7770CA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Danske Handicaporganisationer </w:t>
      </w:r>
    </w:p>
    <w:p w14:paraId="1D2ECA0E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Danske Havne</w:t>
      </w:r>
    </w:p>
    <w:p w14:paraId="270A384E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Danske Kørelæreres Landsforbund (DKL)</w:t>
      </w:r>
    </w:p>
    <w:p w14:paraId="4E1ECB2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Danske Maritime </w:t>
      </w:r>
    </w:p>
    <w:p w14:paraId="0E6531BA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Danske Rederier</w:t>
      </w:r>
    </w:p>
    <w:p w14:paraId="5B315EC5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Danske Regioner</w:t>
      </w:r>
    </w:p>
    <w:p w14:paraId="100DA03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Danske Speditører </w:t>
      </w:r>
    </w:p>
    <w:p w14:paraId="69D0D0AE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Eksportrådet </w:t>
      </w:r>
    </w:p>
    <w:p w14:paraId="0AE296E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Emballageindustrien </w:t>
      </w:r>
    </w:p>
    <w:p w14:paraId="31C3E0C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proofErr w:type="spellStart"/>
      <w:r w:rsidRPr="00D266E8">
        <w:rPr>
          <w:rFonts w:eastAsia="Calibri"/>
        </w:rPr>
        <w:t>ERFAgruppen</w:t>
      </w:r>
      <w:proofErr w:type="spellEnd"/>
      <w:r w:rsidRPr="00D266E8">
        <w:rPr>
          <w:rFonts w:eastAsia="Calibri"/>
        </w:rPr>
        <w:t xml:space="preserve"> Bilsyn</w:t>
      </w:r>
    </w:p>
    <w:p w14:paraId="4293095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Fagbevægelsens Hovedorganisation (FH)</w:t>
      </w:r>
    </w:p>
    <w:p w14:paraId="1DDAEAD0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FALCK Danmark A/S</w:t>
      </w:r>
    </w:p>
    <w:p w14:paraId="726EDF9D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Finans Danmark</w:t>
      </w:r>
    </w:p>
    <w:p w14:paraId="228570C4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Finans og Leasing</w:t>
      </w:r>
    </w:p>
    <w:p w14:paraId="7443C3E0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Finansforbundet </w:t>
      </w:r>
    </w:p>
    <w:p w14:paraId="66BE5CD0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proofErr w:type="gramStart"/>
      <w:r w:rsidRPr="00D266E8">
        <w:rPr>
          <w:rFonts w:eastAsia="Calibri"/>
        </w:rPr>
        <w:t>FK distribution</w:t>
      </w:r>
      <w:proofErr w:type="gramEnd"/>
      <w:r w:rsidRPr="00D266E8">
        <w:rPr>
          <w:rFonts w:eastAsia="Calibri"/>
        </w:rPr>
        <w:t xml:space="preserve"> A/S</w:t>
      </w:r>
    </w:p>
    <w:p w14:paraId="2FFB7BE5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FOA</w:t>
      </w:r>
    </w:p>
    <w:p w14:paraId="5DCCBBF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Forbrugerrådet Tænk</w:t>
      </w:r>
    </w:p>
    <w:p w14:paraId="12548A71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FORCE Technology </w:t>
      </w:r>
    </w:p>
    <w:p w14:paraId="504FC700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Foreningen af Danske Skatteankenævn </w:t>
      </w:r>
    </w:p>
    <w:p w14:paraId="1F921C73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Forenede Danske Motorejere (FDM)</w:t>
      </w:r>
    </w:p>
    <w:p w14:paraId="435A2C43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Foreningen af Frie Kørelærere</w:t>
      </w:r>
    </w:p>
    <w:p w14:paraId="7560E0ED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Foreningen af Offentlige Anklagere</w:t>
      </w:r>
    </w:p>
    <w:p w14:paraId="20A1D51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Forhandlingsfællesskabet (SHK og KTO)</w:t>
      </w:r>
    </w:p>
    <w:p w14:paraId="7B78A9E5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Forsikring &amp; Pension</w:t>
      </w:r>
    </w:p>
    <w:p w14:paraId="5F1AAE8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Frie Danske Lastbilvognmænd (FDL)</w:t>
      </w:r>
    </w:p>
    <w:p w14:paraId="1DA64018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Frie Funktionærer  </w:t>
      </w:r>
    </w:p>
    <w:p w14:paraId="0DF5A46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FSR – Danske revisorer </w:t>
      </w:r>
    </w:p>
    <w:p w14:paraId="4A4624D1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GAFSAM  </w:t>
      </w:r>
    </w:p>
    <w:p w14:paraId="7FFF3A11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GLS- Danmark</w:t>
      </w:r>
    </w:p>
    <w:p w14:paraId="7D639DB3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Green Power Denmark</w:t>
      </w:r>
    </w:p>
    <w:p w14:paraId="71A5E239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Havarikommissionen for vejtrafikulykker</w:t>
      </w:r>
    </w:p>
    <w:p w14:paraId="03E48AD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HK Trafik og Jernbane</w:t>
      </w:r>
    </w:p>
    <w:p w14:paraId="71AEFD65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Ingeniørforeningen (IDA)</w:t>
      </w:r>
    </w:p>
    <w:p w14:paraId="550EDFA1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International Transport Danmark (ITD)</w:t>
      </w:r>
    </w:p>
    <w:p w14:paraId="36A5FB74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ITS Danmark</w:t>
      </w:r>
    </w:p>
    <w:p w14:paraId="18AC746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Klimarådet </w:t>
      </w:r>
    </w:p>
    <w:p w14:paraId="2AFB2090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Kommunal Teknisk Chefforening</w:t>
      </w:r>
    </w:p>
    <w:p w14:paraId="7F1CF92B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Kommunal Vejteknisk Forening</w:t>
      </w:r>
    </w:p>
    <w:p w14:paraId="158FE40E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Kommunernes Landsforening (KL)</w:t>
      </w:r>
    </w:p>
    <w:p w14:paraId="4C2CA342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Kraka </w:t>
      </w:r>
    </w:p>
    <w:p w14:paraId="67800154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Kran Blok </w:t>
      </w:r>
      <w:proofErr w:type="spellStart"/>
      <w:r w:rsidRPr="00D266E8">
        <w:rPr>
          <w:rFonts w:eastAsia="Calibri"/>
        </w:rPr>
        <w:t>Erfa</w:t>
      </w:r>
      <w:proofErr w:type="spellEnd"/>
    </w:p>
    <w:p w14:paraId="3DE825B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Kørelærerforeningen</w:t>
      </w:r>
    </w:p>
    <w:p w14:paraId="08D7C2F4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Landdistrikternes Fællesråd</w:t>
      </w:r>
    </w:p>
    <w:p w14:paraId="455A1A73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Ledernes Hovedorganisation</w:t>
      </w:r>
    </w:p>
    <w:p w14:paraId="4C56FC1A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proofErr w:type="spellStart"/>
      <w:r w:rsidRPr="00D266E8">
        <w:rPr>
          <w:rFonts w:eastAsia="Calibri"/>
        </w:rPr>
        <w:t>Mobility</w:t>
      </w:r>
      <w:proofErr w:type="spellEnd"/>
      <w:r w:rsidRPr="00D266E8">
        <w:rPr>
          <w:rFonts w:eastAsia="Calibri"/>
        </w:rPr>
        <w:t xml:space="preserve"> Denmark</w:t>
      </w:r>
    </w:p>
    <w:p w14:paraId="40125A1F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Motorhistorisk Samråd</w:t>
      </w:r>
    </w:p>
    <w:p w14:paraId="1B18279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Mover </w:t>
      </w:r>
    </w:p>
    <w:p w14:paraId="08B3748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lastRenderedPageBreak/>
        <w:t>NOAH-Trafik</w:t>
      </w:r>
    </w:p>
    <w:p w14:paraId="678AC42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Politiforbundet</w:t>
      </w:r>
    </w:p>
    <w:p w14:paraId="5194B75B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Rådet for Bæredygtig Trafik</w:t>
      </w:r>
    </w:p>
    <w:p w14:paraId="514B0310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Rådet for Grøn Omstilling</w:t>
      </w:r>
    </w:p>
    <w:p w14:paraId="45C150F5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Rådet for Sikker Trafik</w:t>
      </w:r>
    </w:p>
    <w:p w14:paraId="244BA02C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Samtlige byretter</w:t>
      </w:r>
    </w:p>
    <w:p w14:paraId="044C714F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SEGES</w:t>
      </w:r>
    </w:p>
    <w:p w14:paraId="03A39575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Sikre Veje</w:t>
      </w:r>
    </w:p>
    <w:p w14:paraId="35A94DFF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SKAD - Køretøjsbygger- og Autoskadebranchen i Danmark</w:t>
      </w:r>
    </w:p>
    <w:p w14:paraId="3B21F4B9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proofErr w:type="spellStart"/>
      <w:r w:rsidRPr="00D266E8">
        <w:rPr>
          <w:rFonts w:eastAsia="Calibri"/>
        </w:rPr>
        <w:t>SMVdanmark</w:t>
      </w:r>
      <w:proofErr w:type="spellEnd"/>
    </w:p>
    <w:p w14:paraId="20B622D1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SRF Skattefaglig forening </w:t>
      </w:r>
    </w:p>
    <w:p w14:paraId="06627BF4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Sund &amp; Bælt Holding A/S</w:t>
      </w:r>
    </w:p>
    <w:p w14:paraId="0B39F2D2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Sø- og Handelsretten </w:t>
      </w:r>
    </w:p>
    <w:p w14:paraId="49251816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Teknisk Landsforbund</w:t>
      </w:r>
    </w:p>
    <w:p w14:paraId="2F19EDDE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Trafikforbundet</w:t>
      </w:r>
    </w:p>
    <w:p w14:paraId="10C72A61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Trafikselskaberne i Danmark</w:t>
      </w:r>
    </w:p>
    <w:p w14:paraId="43B17EB7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 xml:space="preserve">Transportens Arbejdsgivere (ATL)  </w:t>
      </w:r>
    </w:p>
    <w:p w14:paraId="0B570428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Transporterhvervets Uddannelser (TUR)</w:t>
      </w:r>
    </w:p>
    <w:p w14:paraId="2898631A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Vestre Landsret</w:t>
      </w:r>
    </w:p>
    <w:p w14:paraId="791EA86B" w14:textId="77777777" w:rsidR="00D266E8" w:rsidRPr="00D266E8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Østre Landsret</w:t>
      </w:r>
    </w:p>
    <w:p w14:paraId="2830181E" w14:textId="77777777" w:rsidR="0072487F" w:rsidRDefault="00D266E8" w:rsidP="00D266E8">
      <w:pPr>
        <w:spacing w:after="0" w:line="0" w:lineRule="atLeast"/>
        <w:rPr>
          <w:rFonts w:eastAsia="Calibri"/>
        </w:rPr>
      </w:pPr>
      <w:r w:rsidRPr="00D266E8">
        <w:rPr>
          <w:rFonts w:eastAsia="Calibri"/>
        </w:rPr>
        <w:t>Ældre Sagen</w:t>
      </w:r>
    </w:p>
    <w:p w14:paraId="581A0B7E" w14:textId="77777777" w:rsidR="00F46E25" w:rsidRPr="00F46E25" w:rsidRDefault="00F46E25" w:rsidP="001871AA"/>
    <w:sectPr w:rsidR="00F46E25" w:rsidRPr="00F46E25" w:rsidSect="00D266E8">
      <w:headerReference w:type="default" r:id="rId8"/>
      <w:headerReference w:type="first" r:id="rId9"/>
      <w:pgSz w:w="11906" w:h="16838" w:code="9"/>
      <w:pgMar w:top="1418" w:right="2975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C0633" w14:textId="77777777" w:rsidR="000316F5" w:rsidRDefault="000316F5" w:rsidP="00A56EBB">
      <w:pPr>
        <w:spacing w:line="240" w:lineRule="auto"/>
      </w:pPr>
      <w:r>
        <w:separator/>
      </w:r>
    </w:p>
  </w:endnote>
  <w:endnote w:type="continuationSeparator" w:id="0">
    <w:p w14:paraId="03683959" w14:textId="77777777" w:rsidR="000316F5" w:rsidRDefault="000316F5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058AE" w14:textId="77777777" w:rsidR="000316F5" w:rsidRDefault="000316F5" w:rsidP="00A56EBB">
      <w:pPr>
        <w:spacing w:line="240" w:lineRule="auto"/>
      </w:pPr>
      <w:r>
        <w:separator/>
      </w:r>
    </w:p>
  </w:footnote>
  <w:footnote w:type="continuationSeparator" w:id="0">
    <w:p w14:paraId="5FA5453A" w14:textId="77777777" w:rsidR="000316F5" w:rsidRDefault="000316F5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2EA29F42" w14:textId="77777777" w:rsidTr="00A32AD7">
      <w:trPr>
        <w:trHeight w:hRule="exact" w:val="794"/>
      </w:trPr>
      <w:tc>
        <w:tcPr>
          <w:tcW w:w="6521" w:type="dxa"/>
        </w:tcPr>
        <w:p w14:paraId="34A28FD6" w14:textId="77777777"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14:paraId="5B74E5D9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B9EECD0" wp14:editId="0AEFB92A">
                <wp:extent cx="297181" cy="217932"/>
                <wp:effectExtent l="0" t="0" r="7620" b="0"/>
                <wp:docPr id="16" name="Billede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685D9422" w14:textId="77777777" w:rsidTr="00B06CE9">
      <w:trPr>
        <w:trHeight w:hRule="exact" w:val="680"/>
      </w:trPr>
      <w:tc>
        <w:tcPr>
          <w:tcW w:w="6521" w:type="dxa"/>
          <w:vAlign w:val="bottom"/>
        </w:tcPr>
        <w:p w14:paraId="2FC47042" w14:textId="77777777"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14:paraId="1E13602E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423256">
            <w:t>3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423256">
            <w:t>3</w:t>
          </w:r>
          <w:r w:rsidR="005E5363">
            <w:fldChar w:fldCharType="end"/>
          </w:r>
        </w:p>
      </w:tc>
    </w:tr>
    <w:tr w:rsidR="00B06CE9" w14:paraId="03A6F02C" w14:textId="77777777" w:rsidTr="00B06CE9">
      <w:trPr>
        <w:trHeight w:hRule="exact" w:val="397"/>
      </w:trPr>
      <w:tc>
        <w:tcPr>
          <w:tcW w:w="6521" w:type="dxa"/>
          <w:vAlign w:val="bottom"/>
        </w:tcPr>
        <w:p w14:paraId="6908CADE" w14:textId="77777777"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14:paraId="115BA3C8" w14:textId="77777777" w:rsidR="00B06CE9" w:rsidRPr="00B06CE9" w:rsidRDefault="00B06CE9" w:rsidP="0027154C">
          <w:pPr>
            <w:pStyle w:val="Sidenummerering"/>
          </w:pPr>
        </w:p>
      </w:tc>
    </w:tr>
    <w:bookmarkEnd w:id="6"/>
  </w:tbl>
  <w:p w14:paraId="36588A86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064C6CF2" w14:textId="77777777" w:rsidTr="00213607">
      <w:trPr>
        <w:trHeight w:hRule="exact" w:val="794"/>
      </w:trPr>
      <w:tc>
        <w:tcPr>
          <w:tcW w:w="6520" w:type="dxa"/>
        </w:tcPr>
        <w:p w14:paraId="54C6BE8B" w14:textId="77777777" w:rsidR="00B06CE9" w:rsidRPr="00630E97" w:rsidRDefault="00B06CE9" w:rsidP="00630E97">
          <w:pPr>
            <w:pStyle w:val="Billedfelt"/>
          </w:pPr>
          <w:bookmarkStart w:id="7" w:name="Logo_Side1" w:colFirst="1" w:colLast="1"/>
          <w:bookmarkStart w:id="8" w:name="AfstandHøjre_Logo1" w:colFirst="0" w:colLast="0"/>
        </w:p>
      </w:tc>
      <w:tc>
        <w:tcPr>
          <w:tcW w:w="3458" w:type="dxa"/>
        </w:tcPr>
        <w:p w14:paraId="6788CDCF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99F2C51" wp14:editId="5A73F1C5">
                <wp:extent cx="2162560" cy="466345"/>
                <wp:effectExtent l="0" t="0" r="0" b="0"/>
                <wp:docPr id="17" name="Billede 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14:paraId="3CFC4539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D0F044F" wp14:editId="34251A33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35F90A51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0E6AE5A8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14:paraId="57E69070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2E0D8651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14:paraId="0BA6246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3400FAC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14:paraId="58214F1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FCF8B56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14:paraId="37D32A76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10E4E288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14:paraId="0EA4CEC6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3B10CD67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14:paraId="21C8E070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639D3A0D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14:paraId="3256E8C1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0F044F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35F90A51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0E6AE5A8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14:paraId="57E69070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2E0D8651" w14:textId="77777777"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14:paraId="0BA6246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3400FAC" w14:textId="77777777"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14:paraId="58214F1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FCF8B56" w14:textId="77777777"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14:paraId="37D32A76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10E4E288" w14:textId="77777777"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14:paraId="0EA4CEC6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3B10CD67" w14:textId="77777777"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14:paraId="21C8E070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639D3A0D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14:paraId="3256E8C1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D4E"/>
    <w:rsid w:val="00016421"/>
    <w:rsid w:val="00021748"/>
    <w:rsid w:val="000316F5"/>
    <w:rsid w:val="00034F5F"/>
    <w:rsid w:val="00055044"/>
    <w:rsid w:val="00061AE8"/>
    <w:rsid w:val="000865A7"/>
    <w:rsid w:val="000B02E8"/>
    <w:rsid w:val="000D6EFE"/>
    <w:rsid w:val="000E3C87"/>
    <w:rsid w:val="000E4E84"/>
    <w:rsid w:val="000F3CD3"/>
    <w:rsid w:val="00103795"/>
    <w:rsid w:val="00107FA5"/>
    <w:rsid w:val="00144211"/>
    <w:rsid w:val="00166E12"/>
    <w:rsid w:val="001871AA"/>
    <w:rsid w:val="00197A69"/>
    <w:rsid w:val="001A1309"/>
    <w:rsid w:val="001C5895"/>
    <w:rsid w:val="001D31D5"/>
    <w:rsid w:val="001E4B9B"/>
    <w:rsid w:val="001E69D1"/>
    <w:rsid w:val="00213607"/>
    <w:rsid w:val="00226B28"/>
    <w:rsid w:val="002343CA"/>
    <w:rsid w:val="00252317"/>
    <w:rsid w:val="00256B21"/>
    <w:rsid w:val="0025719F"/>
    <w:rsid w:val="00261CD5"/>
    <w:rsid w:val="002632FC"/>
    <w:rsid w:val="0027154C"/>
    <w:rsid w:val="00277ADB"/>
    <w:rsid w:val="002A0B45"/>
    <w:rsid w:val="002B1AEB"/>
    <w:rsid w:val="002C2259"/>
    <w:rsid w:val="002F4BFB"/>
    <w:rsid w:val="003243C9"/>
    <w:rsid w:val="00330B03"/>
    <w:rsid w:val="0033363C"/>
    <w:rsid w:val="00334AE0"/>
    <w:rsid w:val="003370DF"/>
    <w:rsid w:val="00340CEF"/>
    <w:rsid w:val="00345EB2"/>
    <w:rsid w:val="00361DDB"/>
    <w:rsid w:val="0036246E"/>
    <w:rsid w:val="0037357C"/>
    <w:rsid w:val="00383EB6"/>
    <w:rsid w:val="00395393"/>
    <w:rsid w:val="003B3C77"/>
    <w:rsid w:val="003B6DDA"/>
    <w:rsid w:val="004002F2"/>
    <w:rsid w:val="00421E8A"/>
    <w:rsid w:val="00423256"/>
    <w:rsid w:val="00434AE3"/>
    <w:rsid w:val="00441A40"/>
    <w:rsid w:val="00447719"/>
    <w:rsid w:val="00456918"/>
    <w:rsid w:val="004639E2"/>
    <w:rsid w:val="0047194D"/>
    <w:rsid w:val="004A5102"/>
    <w:rsid w:val="004C570F"/>
    <w:rsid w:val="004F5D4A"/>
    <w:rsid w:val="005178A0"/>
    <w:rsid w:val="00530A37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4287D"/>
    <w:rsid w:val="006944DA"/>
    <w:rsid w:val="006973D8"/>
    <w:rsid w:val="006A117C"/>
    <w:rsid w:val="006A1325"/>
    <w:rsid w:val="006E1899"/>
    <w:rsid w:val="006F0AA7"/>
    <w:rsid w:val="00702228"/>
    <w:rsid w:val="00723CCD"/>
    <w:rsid w:val="0072487F"/>
    <w:rsid w:val="007302E0"/>
    <w:rsid w:val="00730564"/>
    <w:rsid w:val="0073127D"/>
    <w:rsid w:val="00752F78"/>
    <w:rsid w:val="00766FAD"/>
    <w:rsid w:val="00770B6D"/>
    <w:rsid w:val="007A30FD"/>
    <w:rsid w:val="007B7B63"/>
    <w:rsid w:val="007C0F16"/>
    <w:rsid w:val="007C3067"/>
    <w:rsid w:val="007C4FF0"/>
    <w:rsid w:val="007D7CE2"/>
    <w:rsid w:val="007F48D0"/>
    <w:rsid w:val="007F7623"/>
    <w:rsid w:val="00825288"/>
    <w:rsid w:val="00827B2F"/>
    <w:rsid w:val="0086479F"/>
    <w:rsid w:val="00885CFB"/>
    <w:rsid w:val="008912FD"/>
    <w:rsid w:val="008939F6"/>
    <w:rsid w:val="008A5EAA"/>
    <w:rsid w:val="008B04D1"/>
    <w:rsid w:val="008B2837"/>
    <w:rsid w:val="008F7E27"/>
    <w:rsid w:val="0090472D"/>
    <w:rsid w:val="00935DD1"/>
    <w:rsid w:val="00936696"/>
    <w:rsid w:val="00972C0D"/>
    <w:rsid w:val="009978E9"/>
    <w:rsid w:val="00997E41"/>
    <w:rsid w:val="009A2A10"/>
    <w:rsid w:val="009A3416"/>
    <w:rsid w:val="009A37B2"/>
    <w:rsid w:val="009A50EF"/>
    <w:rsid w:val="009A5946"/>
    <w:rsid w:val="009B2D62"/>
    <w:rsid w:val="009D302C"/>
    <w:rsid w:val="009D5A17"/>
    <w:rsid w:val="009D6F99"/>
    <w:rsid w:val="009E0D9C"/>
    <w:rsid w:val="009F2D78"/>
    <w:rsid w:val="009F6DB8"/>
    <w:rsid w:val="00A02DFA"/>
    <w:rsid w:val="00A04EBF"/>
    <w:rsid w:val="00A15B65"/>
    <w:rsid w:val="00A2528E"/>
    <w:rsid w:val="00A32AD7"/>
    <w:rsid w:val="00A519EC"/>
    <w:rsid w:val="00A54E81"/>
    <w:rsid w:val="00A56EBB"/>
    <w:rsid w:val="00A619E9"/>
    <w:rsid w:val="00A66A38"/>
    <w:rsid w:val="00AA46DD"/>
    <w:rsid w:val="00AB704E"/>
    <w:rsid w:val="00AC5E09"/>
    <w:rsid w:val="00AD3040"/>
    <w:rsid w:val="00AE6783"/>
    <w:rsid w:val="00AF52DF"/>
    <w:rsid w:val="00AF76EC"/>
    <w:rsid w:val="00B06CE9"/>
    <w:rsid w:val="00B101B6"/>
    <w:rsid w:val="00B13569"/>
    <w:rsid w:val="00B22A5F"/>
    <w:rsid w:val="00B24EB5"/>
    <w:rsid w:val="00B37548"/>
    <w:rsid w:val="00B54820"/>
    <w:rsid w:val="00B64857"/>
    <w:rsid w:val="00B7452A"/>
    <w:rsid w:val="00B82CC2"/>
    <w:rsid w:val="00B85E8E"/>
    <w:rsid w:val="00BE543C"/>
    <w:rsid w:val="00C0593A"/>
    <w:rsid w:val="00C21C9A"/>
    <w:rsid w:val="00C34A5A"/>
    <w:rsid w:val="00C441F5"/>
    <w:rsid w:val="00C671D3"/>
    <w:rsid w:val="00C736C6"/>
    <w:rsid w:val="00C9049E"/>
    <w:rsid w:val="00CA0161"/>
    <w:rsid w:val="00CC4256"/>
    <w:rsid w:val="00D0532D"/>
    <w:rsid w:val="00D237AE"/>
    <w:rsid w:val="00D266E8"/>
    <w:rsid w:val="00D379B0"/>
    <w:rsid w:val="00D56605"/>
    <w:rsid w:val="00D567DB"/>
    <w:rsid w:val="00D84AC5"/>
    <w:rsid w:val="00D91B7A"/>
    <w:rsid w:val="00D946E8"/>
    <w:rsid w:val="00D94B80"/>
    <w:rsid w:val="00DA048E"/>
    <w:rsid w:val="00DB558C"/>
    <w:rsid w:val="00DC5B8A"/>
    <w:rsid w:val="00DE4D4E"/>
    <w:rsid w:val="00E3177A"/>
    <w:rsid w:val="00E56E39"/>
    <w:rsid w:val="00E72593"/>
    <w:rsid w:val="00E74E0F"/>
    <w:rsid w:val="00E86346"/>
    <w:rsid w:val="00EA2DFA"/>
    <w:rsid w:val="00EB4D64"/>
    <w:rsid w:val="00EC7CF6"/>
    <w:rsid w:val="00F01601"/>
    <w:rsid w:val="00F46E25"/>
    <w:rsid w:val="00F47FD8"/>
    <w:rsid w:val="00F50359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A048FB"/>
  <w15:docId w15:val="{699B919C-C2B5-4208-901E-674F202C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efault">
    <w:name w:val="Default"/>
    <w:rsid w:val="008939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5035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5035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50359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5035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50359"/>
    <w:rPr>
      <w:rFonts w:eastAsiaTheme="minorEastAs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a\AppData\Local\cBrain\F2\.tmp\ba072620d61c4cd48d92c794abbd7f8e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BF19E-9131-4CB8-9C3E-F013148A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ba072620d61c4cd48d92c794abbd7f8e.dotx</Template>
  <TotalTime>0</TotalTime>
  <Pages>3</Pages>
  <Words>416</Words>
  <Characters>2543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Sif Saltoft Fontaine</dc:creator>
  <cp:lastModifiedBy>Amalie Munch-Jensen</cp:lastModifiedBy>
  <cp:revision>2</cp:revision>
  <cp:lastPrinted>2024-11-01T15:35:00Z</cp:lastPrinted>
  <dcterms:created xsi:type="dcterms:W3CDTF">2025-10-06T06:50:00Z</dcterms:created>
  <dcterms:modified xsi:type="dcterms:W3CDTF">2025-10-06T06:50:00Z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