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86C2F" w14:textId="77777777" w:rsidR="00581621" w:rsidRPr="00581621" w:rsidRDefault="00581621" w:rsidP="00581621">
      <w:pPr>
        <w:spacing w:line="300" w:lineRule="auto"/>
        <w:ind w:firstLine="238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  <w:r w:rsidRPr="00581621">
        <w:rPr>
          <w:rFonts w:ascii="Times New Roman" w:hAnsi="Times New Roman" w:cs="Times New Roman"/>
          <w:b/>
          <w:i/>
          <w:sz w:val="26"/>
          <w:szCs w:val="26"/>
        </w:rPr>
        <w:t>UDKAST</w:t>
      </w:r>
    </w:p>
    <w:p w14:paraId="655B1765" w14:textId="77777777" w:rsidR="00581621" w:rsidRPr="00581621" w:rsidRDefault="00581621" w:rsidP="00581621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581621">
        <w:rPr>
          <w:rFonts w:ascii="Times New Roman" w:hAnsi="Times New Roman" w:cs="Times New Roman"/>
          <w:sz w:val="26"/>
          <w:szCs w:val="26"/>
        </w:rPr>
        <w:t>til</w:t>
      </w:r>
    </w:p>
    <w:p w14:paraId="729D731A" w14:textId="77777777" w:rsidR="00581621" w:rsidRPr="00581621" w:rsidRDefault="00581621" w:rsidP="00581621">
      <w:pPr>
        <w:spacing w:line="300" w:lineRule="auto"/>
        <w:ind w:firstLine="23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621">
        <w:rPr>
          <w:rFonts w:ascii="Times New Roman" w:hAnsi="Times New Roman" w:cs="Times New Roman"/>
          <w:b/>
          <w:sz w:val="26"/>
          <w:szCs w:val="26"/>
        </w:rPr>
        <w:t>Forslag</w:t>
      </w:r>
    </w:p>
    <w:p w14:paraId="0036C1E4" w14:textId="78ADE691" w:rsidR="00581621" w:rsidRPr="00581621" w:rsidRDefault="00581621" w:rsidP="00581621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581621">
        <w:rPr>
          <w:rFonts w:ascii="Times New Roman" w:hAnsi="Times New Roman" w:cs="Times New Roman"/>
          <w:sz w:val="26"/>
          <w:szCs w:val="26"/>
        </w:rPr>
        <w:t>til</w:t>
      </w:r>
    </w:p>
    <w:p w14:paraId="5E137FBF" w14:textId="197D3F8E" w:rsidR="005852E5" w:rsidRDefault="00CC33CF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2E3F70">
        <w:rPr>
          <w:rFonts w:ascii="Times New Roman" w:hAnsi="Times New Roman" w:cs="Times New Roman"/>
          <w:sz w:val="26"/>
          <w:szCs w:val="26"/>
        </w:rPr>
        <w:t xml:space="preserve">Bekendtgørelse om ændring af bekendtgørelse om </w:t>
      </w:r>
      <w:r w:rsidR="00476633">
        <w:rPr>
          <w:rFonts w:ascii="Times New Roman" w:hAnsi="Times New Roman" w:cs="Times New Roman"/>
          <w:sz w:val="26"/>
          <w:szCs w:val="26"/>
        </w:rPr>
        <w:t>indgåelse af visse aftaler om parkering og udstedelse af kontrolafgifter på private parkeringsområder</w:t>
      </w:r>
    </w:p>
    <w:p w14:paraId="22460FA3" w14:textId="77777777" w:rsidR="00CF33A1" w:rsidRDefault="00CF33A1" w:rsidP="00CF33A1">
      <w:pPr>
        <w:spacing w:line="300" w:lineRule="auto"/>
        <w:rPr>
          <w:rFonts w:ascii="Times New Roman" w:hAnsi="Times New Roman" w:cs="Times New Roman"/>
          <w:sz w:val="26"/>
          <w:szCs w:val="26"/>
        </w:rPr>
      </w:pPr>
    </w:p>
    <w:p w14:paraId="632BB12E" w14:textId="00191A53" w:rsidR="00CC33CF" w:rsidRPr="005852E5" w:rsidRDefault="00CC33CF" w:rsidP="00CF33A1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2E3F70">
        <w:rPr>
          <w:rFonts w:ascii="Times New Roman" w:hAnsi="Times New Roman" w:cs="Times New Roman"/>
          <w:b/>
          <w:sz w:val="26"/>
          <w:szCs w:val="26"/>
        </w:rPr>
        <w:t>§ 1</w:t>
      </w:r>
    </w:p>
    <w:p w14:paraId="78A3E336" w14:textId="77777777" w:rsidR="00CC33CF" w:rsidRPr="002E3F70" w:rsidRDefault="00CC33CF" w:rsidP="00CF33A1">
      <w:pPr>
        <w:spacing w:line="300" w:lineRule="auto"/>
        <w:ind w:firstLine="23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B344E36" w14:textId="3A465CF0" w:rsidR="00CC33CF" w:rsidRPr="002E3F70" w:rsidRDefault="00CC33CF" w:rsidP="00E1258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2E3F70">
        <w:rPr>
          <w:rFonts w:ascii="Times New Roman" w:hAnsi="Times New Roman" w:cs="Times New Roman"/>
          <w:sz w:val="26"/>
          <w:szCs w:val="26"/>
        </w:rPr>
        <w:t xml:space="preserve">I bekendtgørelse nr. </w:t>
      </w:r>
      <w:r w:rsidR="000738CE">
        <w:rPr>
          <w:rFonts w:ascii="Times New Roman" w:hAnsi="Times New Roman" w:cs="Times New Roman"/>
          <w:sz w:val="26"/>
          <w:szCs w:val="26"/>
        </w:rPr>
        <w:t>202</w:t>
      </w:r>
      <w:r w:rsidRPr="002E3F70">
        <w:rPr>
          <w:rFonts w:ascii="Times New Roman" w:hAnsi="Times New Roman" w:cs="Times New Roman"/>
          <w:sz w:val="26"/>
          <w:szCs w:val="26"/>
        </w:rPr>
        <w:t xml:space="preserve"> af </w:t>
      </w:r>
      <w:r w:rsidR="000738CE">
        <w:rPr>
          <w:rFonts w:ascii="Times New Roman" w:hAnsi="Times New Roman" w:cs="Times New Roman"/>
          <w:sz w:val="26"/>
          <w:szCs w:val="26"/>
        </w:rPr>
        <w:t>28. februar 2014</w:t>
      </w:r>
      <w:r w:rsidRPr="002E3F70">
        <w:rPr>
          <w:rFonts w:ascii="Times New Roman" w:hAnsi="Times New Roman" w:cs="Times New Roman"/>
          <w:sz w:val="26"/>
          <w:szCs w:val="26"/>
        </w:rPr>
        <w:t xml:space="preserve"> om </w:t>
      </w:r>
      <w:r w:rsidR="006A5945">
        <w:rPr>
          <w:rFonts w:ascii="Times New Roman" w:hAnsi="Times New Roman" w:cs="Times New Roman"/>
          <w:sz w:val="26"/>
          <w:szCs w:val="26"/>
        </w:rPr>
        <w:t>indgåelse af visse aftaler om parkering og udstedelse af kontrolafgifter på private parkeringsområder</w:t>
      </w:r>
      <w:r w:rsidRPr="002E3F70">
        <w:rPr>
          <w:rFonts w:ascii="Times New Roman" w:hAnsi="Times New Roman" w:cs="Times New Roman"/>
          <w:sz w:val="26"/>
          <w:szCs w:val="26"/>
        </w:rPr>
        <w:t>, foretages følgende ændring:</w:t>
      </w:r>
    </w:p>
    <w:p w14:paraId="0B62CF46" w14:textId="638EC5B0" w:rsidR="001118E3" w:rsidRDefault="001118E3" w:rsidP="00110A05">
      <w:pPr>
        <w:spacing w:line="300" w:lineRule="auto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</w:p>
    <w:p w14:paraId="6EE342F3" w14:textId="0EC9D310" w:rsidR="007552E3" w:rsidRPr="007552E3" w:rsidRDefault="00A42233" w:rsidP="007552E3">
      <w:pPr>
        <w:spacing w:line="300" w:lineRule="auto"/>
        <w:ind w:left="238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  <w:r w:rsidRPr="007552E3">
        <w:rPr>
          <w:rFonts w:ascii="Times New Roman" w:eastAsia="Times New Roman" w:hAnsi="Times New Roman" w:cs="Times New Roman"/>
          <w:b/>
          <w:bCs/>
          <w:sz w:val="26"/>
          <w:szCs w:val="26"/>
          <w:lang w:eastAsia="da-DK"/>
        </w:rPr>
        <w:t>1.</w:t>
      </w:r>
      <w:r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I </w:t>
      </w:r>
      <w:r w:rsidRPr="007552E3">
        <w:rPr>
          <w:rFonts w:ascii="Times New Roman" w:eastAsia="Times New Roman" w:hAnsi="Times New Roman" w:cs="Times New Roman"/>
          <w:i/>
          <w:iCs/>
          <w:sz w:val="26"/>
          <w:szCs w:val="26"/>
          <w:lang w:eastAsia="da-DK"/>
        </w:rPr>
        <w:t>§ 1, stk. 1,</w:t>
      </w:r>
      <w:r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</w:t>
      </w:r>
      <w:r w:rsidR="007552E3"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>affattes således:</w:t>
      </w:r>
    </w:p>
    <w:p w14:paraId="7742CA2D" w14:textId="3193DE28" w:rsidR="00A42233" w:rsidRPr="007552E3" w:rsidRDefault="007552E3" w:rsidP="007552E3">
      <w:pPr>
        <w:spacing w:line="300" w:lineRule="auto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  <w:r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>»</w:t>
      </w:r>
      <w:r w:rsidR="002424FF" w:rsidRPr="002424FF">
        <w:t xml:space="preserve"> </w:t>
      </w:r>
      <w:r w:rsidR="00AD5DC3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En </w:t>
      </w:r>
      <w:r w:rsidR="002424FF" w:rsidRPr="002424FF">
        <w:rPr>
          <w:rFonts w:ascii="Times New Roman" w:eastAsia="Times New Roman" w:hAnsi="Times New Roman" w:cs="Times New Roman"/>
          <w:sz w:val="26"/>
          <w:szCs w:val="26"/>
          <w:lang w:eastAsia="da-DK"/>
        </w:rPr>
        <w:t>kontrolafgift på private parkeringsområder skal meddeles føreren ved, at et dokument, som indeholder oplysning om kontrolafgiften</w:t>
      </w:r>
      <w:r w:rsidR="002424FF">
        <w:rPr>
          <w:rFonts w:ascii="Times New Roman" w:eastAsia="Times New Roman" w:hAnsi="Times New Roman" w:cs="Times New Roman"/>
          <w:sz w:val="26"/>
          <w:szCs w:val="26"/>
          <w:lang w:eastAsia="da-DK"/>
        </w:rPr>
        <w:t>,</w:t>
      </w:r>
      <w:r w:rsidR="002424FF" w:rsidRPr="002424FF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anbringes umiddelbart synligt på køretøjet eller overgives til føreren på det pågældende parkeringsområde.</w:t>
      </w:r>
      <w:r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>«</w:t>
      </w:r>
      <w:r w:rsidR="00A42233" w:rsidRP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br/>
      </w:r>
    </w:p>
    <w:p w14:paraId="2B642865" w14:textId="5AB2C16D" w:rsidR="006C3837" w:rsidRDefault="00A42233" w:rsidP="00C64011">
      <w:pPr>
        <w:spacing w:line="300" w:lineRule="auto"/>
        <w:ind w:firstLine="238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da-DK"/>
        </w:rPr>
        <w:t>2</w:t>
      </w:r>
      <w:r w:rsidR="001118E3" w:rsidRPr="00581621">
        <w:rPr>
          <w:rFonts w:ascii="Times New Roman" w:eastAsia="Times New Roman" w:hAnsi="Times New Roman" w:cs="Times New Roman"/>
          <w:b/>
          <w:bCs/>
          <w:sz w:val="26"/>
          <w:szCs w:val="26"/>
          <w:lang w:eastAsia="da-DK"/>
        </w:rPr>
        <w:t>.</w:t>
      </w:r>
      <w:r w:rsidR="001118E3" w:rsidRPr="00581621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</w:t>
      </w:r>
      <w:r w:rsidR="001118E3" w:rsidRPr="00581621">
        <w:rPr>
          <w:rFonts w:ascii="Times New Roman" w:eastAsia="Times New Roman" w:hAnsi="Times New Roman" w:cs="Times New Roman"/>
          <w:i/>
          <w:iCs/>
          <w:sz w:val="26"/>
          <w:szCs w:val="26"/>
          <w:lang w:eastAsia="da-DK"/>
        </w:rPr>
        <w:t xml:space="preserve">§ </w:t>
      </w:r>
      <w:r w:rsidR="0065609D" w:rsidRPr="00581621">
        <w:rPr>
          <w:rFonts w:ascii="Times New Roman" w:eastAsia="Times New Roman" w:hAnsi="Times New Roman" w:cs="Times New Roman"/>
          <w:i/>
          <w:iCs/>
          <w:sz w:val="26"/>
          <w:szCs w:val="26"/>
          <w:lang w:eastAsia="da-DK"/>
        </w:rPr>
        <w:t>1</w:t>
      </w:r>
      <w:r w:rsidR="001118E3" w:rsidRPr="00581621">
        <w:rPr>
          <w:rFonts w:ascii="Times New Roman" w:eastAsia="Times New Roman" w:hAnsi="Times New Roman" w:cs="Times New Roman"/>
          <w:i/>
          <w:iCs/>
          <w:sz w:val="26"/>
          <w:szCs w:val="26"/>
          <w:lang w:eastAsia="da-DK"/>
        </w:rPr>
        <w:t>, stk. 2,</w:t>
      </w:r>
      <w:r w:rsidR="001118E3" w:rsidRPr="00581621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</w:t>
      </w:r>
      <w:r w:rsidR="007552E3">
        <w:rPr>
          <w:rFonts w:ascii="Times New Roman" w:eastAsia="Times New Roman" w:hAnsi="Times New Roman" w:cs="Times New Roman"/>
          <w:sz w:val="26"/>
          <w:szCs w:val="26"/>
          <w:lang w:eastAsia="da-DK"/>
        </w:rPr>
        <w:t>ophæves.</w:t>
      </w:r>
      <w:r w:rsidR="001118E3" w:rsidRPr="00581621">
        <w:rPr>
          <w:rFonts w:ascii="Times New Roman" w:eastAsia="Times New Roman" w:hAnsi="Times New Roman" w:cs="Times New Roman"/>
          <w:sz w:val="26"/>
          <w:szCs w:val="26"/>
          <w:lang w:eastAsia="da-DK"/>
        </w:rPr>
        <w:br/>
      </w:r>
      <w:bookmarkStart w:id="1" w:name="_Hlk198557099"/>
    </w:p>
    <w:bookmarkEnd w:id="1"/>
    <w:p w14:paraId="1D4E077C" w14:textId="77777777" w:rsidR="006C3837" w:rsidRDefault="006C3837" w:rsidP="006C3837">
      <w:pPr>
        <w:spacing w:line="300" w:lineRule="auto"/>
        <w:ind w:firstLine="238"/>
        <w:jc w:val="both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</w:p>
    <w:p w14:paraId="3E3F3399" w14:textId="7A06D48B" w:rsidR="001118E3" w:rsidRPr="002E3F70" w:rsidRDefault="001118E3" w:rsidP="00CF33A1">
      <w:pPr>
        <w:spacing w:line="300" w:lineRule="auto"/>
        <w:ind w:firstLine="238"/>
        <w:jc w:val="center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  <w:r w:rsidRPr="002E3F70">
        <w:rPr>
          <w:rFonts w:ascii="Times New Roman" w:eastAsia="Times New Roman" w:hAnsi="Times New Roman" w:cs="Times New Roman"/>
          <w:b/>
          <w:bCs/>
          <w:sz w:val="26"/>
          <w:szCs w:val="26"/>
          <w:lang w:eastAsia="da-DK"/>
        </w:rPr>
        <w:t>§ 2</w:t>
      </w:r>
    </w:p>
    <w:p w14:paraId="4E26BD72" w14:textId="61780F1C" w:rsidR="001118E3" w:rsidRPr="002E3F70" w:rsidRDefault="001118E3" w:rsidP="00C64011">
      <w:pPr>
        <w:spacing w:line="300" w:lineRule="auto"/>
        <w:ind w:firstLine="238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  <w:r w:rsidRPr="002E3F70">
        <w:rPr>
          <w:rFonts w:ascii="Times New Roman" w:eastAsia="Times New Roman" w:hAnsi="Times New Roman" w:cs="Times New Roman"/>
          <w:sz w:val="26"/>
          <w:szCs w:val="26"/>
          <w:lang w:eastAsia="da-DK"/>
        </w:rPr>
        <w:t>  </w:t>
      </w:r>
      <w:r w:rsidRPr="002E3F70">
        <w:rPr>
          <w:rFonts w:ascii="Times New Roman" w:eastAsia="Times New Roman" w:hAnsi="Times New Roman" w:cs="Times New Roman"/>
          <w:i/>
          <w:sz w:val="26"/>
          <w:szCs w:val="26"/>
          <w:lang w:eastAsia="da-DK"/>
        </w:rPr>
        <w:t>Stk. 1.</w:t>
      </w:r>
      <w:r w:rsidRPr="002E3F70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Bekendtgørelsen træder i kraft den </w:t>
      </w:r>
      <w:r w:rsidR="00A42233">
        <w:rPr>
          <w:rFonts w:ascii="Times New Roman" w:eastAsia="Times New Roman" w:hAnsi="Times New Roman" w:cs="Times New Roman"/>
          <w:sz w:val="26"/>
          <w:szCs w:val="26"/>
          <w:lang w:eastAsia="da-DK"/>
        </w:rPr>
        <w:t>1</w:t>
      </w:r>
      <w:r w:rsidR="001F1B12">
        <w:rPr>
          <w:rFonts w:ascii="Times New Roman" w:eastAsia="Times New Roman" w:hAnsi="Times New Roman" w:cs="Times New Roman"/>
          <w:sz w:val="26"/>
          <w:szCs w:val="26"/>
          <w:lang w:eastAsia="da-DK"/>
        </w:rPr>
        <w:t>.</w:t>
      </w:r>
      <w:r w:rsidR="00A42233">
        <w:rPr>
          <w:rFonts w:ascii="Times New Roman" w:eastAsia="Times New Roman" w:hAnsi="Times New Roman" w:cs="Times New Roman"/>
          <w:sz w:val="26"/>
          <w:szCs w:val="26"/>
          <w:lang w:eastAsia="da-DK"/>
        </w:rPr>
        <w:t xml:space="preserve"> juli 2025</w:t>
      </w:r>
    </w:p>
    <w:p w14:paraId="059DF0C8" w14:textId="77777777" w:rsidR="001118E3" w:rsidRPr="002E3F70" w:rsidRDefault="001118E3" w:rsidP="00CF33A1">
      <w:pPr>
        <w:spacing w:line="300" w:lineRule="auto"/>
        <w:ind w:firstLine="238"/>
        <w:jc w:val="both"/>
        <w:rPr>
          <w:rFonts w:ascii="Times New Roman" w:eastAsia="Times New Roman" w:hAnsi="Times New Roman" w:cs="Times New Roman"/>
          <w:sz w:val="26"/>
          <w:szCs w:val="26"/>
          <w:lang w:eastAsia="da-DK"/>
        </w:rPr>
      </w:pPr>
    </w:p>
    <w:p w14:paraId="2241E7D4" w14:textId="77777777" w:rsidR="002A2A0F" w:rsidRDefault="002A2A0F" w:rsidP="00581621">
      <w:pPr>
        <w:spacing w:line="300" w:lineRule="auto"/>
        <w:rPr>
          <w:rFonts w:ascii="Times New Roman" w:hAnsi="Times New Roman" w:cs="Times New Roman"/>
          <w:sz w:val="26"/>
          <w:szCs w:val="26"/>
        </w:rPr>
      </w:pPr>
    </w:p>
    <w:p w14:paraId="50D0BD1F" w14:textId="586127D4" w:rsidR="002A2A0F" w:rsidRPr="00A86FCA" w:rsidRDefault="002A2A0F" w:rsidP="002A2A0F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[Hovedunderskriver]</w:t>
      </w:r>
    </w:p>
    <w:p w14:paraId="72F42986" w14:textId="77777777" w:rsidR="002A2A0F" w:rsidRPr="00A86FCA" w:rsidRDefault="002A2A0F" w:rsidP="002A2A0F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A86FCA">
        <w:rPr>
          <w:rFonts w:ascii="Times New Roman" w:hAnsi="Times New Roman" w:cs="Times New Roman"/>
          <w:sz w:val="26"/>
          <w:szCs w:val="26"/>
        </w:rPr>
        <w:t>/</w:t>
      </w:r>
    </w:p>
    <w:p w14:paraId="1BE9DCAA" w14:textId="77777777" w:rsidR="002A2A0F" w:rsidRPr="00A86FCA" w:rsidRDefault="002A2A0F" w:rsidP="002A2A0F">
      <w:pPr>
        <w:spacing w:line="300" w:lineRule="auto"/>
        <w:ind w:firstLine="23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[Medunderskriver]</w:t>
      </w:r>
    </w:p>
    <w:sectPr w:rsidR="002A2A0F" w:rsidRPr="00A86F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5B5D" w14:textId="77777777" w:rsidR="00745460" w:rsidRDefault="00745460" w:rsidP="002E3F70">
      <w:pPr>
        <w:spacing w:after="0" w:line="240" w:lineRule="auto"/>
      </w:pPr>
      <w:r>
        <w:separator/>
      </w:r>
    </w:p>
  </w:endnote>
  <w:endnote w:type="continuationSeparator" w:id="0">
    <w:p w14:paraId="61D01C4F" w14:textId="77777777" w:rsidR="00745460" w:rsidRDefault="00745460" w:rsidP="002E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A9494" w14:textId="77777777" w:rsidR="00745460" w:rsidRDefault="00745460" w:rsidP="002E3F70">
      <w:pPr>
        <w:spacing w:after="0" w:line="240" w:lineRule="auto"/>
      </w:pPr>
      <w:r>
        <w:separator/>
      </w:r>
    </w:p>
  </w:footnote>
  <w:footnote w:type="continuationSeparator" w:id="0">
    <w:p w14:paraId="4DE400D6" w14:textId="77777777" w:rsidR="00745460" w:rsidRDefault="00745460" w:rsidP="002E3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A769F"/>
    <w:multiLevelType w:val="hybridMultilevel"/>
    <w:tmpl w:val="1278FD5A"/>
    <w:lvl w:ilvl="0" w:tplc="8D241544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318" w:hanging="360"/>
      </w:pPr>
    </w:lvl>
    <w:lvl w:ilvl="2" w:tplc="0406001B" w:tentative="1">
      <w:start w:val="1"/>
      <w:numFmt w:val="lowerRoman"/>
      <w:lvlText w:val="%3."/>
      <w:lvlJc w:val="right"/>
      <w:pPr>
        <w:ind w:left="2038" w:hanging="180"/>
      </w:pPr>
    </w:lvl>
    <w:lvl w:ilvl="3" w:tplc="0406000F" w:tentative="1">
      <w:start w:val="1"/>
      <w:numFmt w:val="decimal"/>
      <w:lvlText w:val="%4."/>
      <w:lvlJc w:val="left"/>
      <w:pPr>
        <w:ind w:left="2758" w:hanging="360"/>
      </w:pPr>
    </w:lvl>
    <w:lvl w:ilvl="4" w:tplc="04060019" w:tentative="1">
      <w:start w:val="1"/>
      <w:numFmt w:val="lowerLetter"/>
      <w:lvlText w:val="%5."/>
      <w:lvlJc w:val="left"/>
      <w:pPr>
        <w:ind w:left="3478" w:hanging="360"/>
      </w:pPr>
    </w:lvl>
    <w:lvl w:ilvl="5" w:tplc="0406001B" w:tentative="1">
      <w:start w:val="1"/>
      <w:numFmt w:val="lowerRoman"/>
      <w:lvlText w:val="%6."/>
      <w:lvlJc w:val="right"/>
      <w:pPr>
        <w:ind w:left="4198" w:hanging="180"/>
      </w:pPr>
    </w:lvl>
    <w:lvl w:ilvl="6" w:tplc="0406000F" w:tentative="1">
      <w:start w:val="1"/>
      <w:numFmt w:val="decimal"/>
      <w:lvlText w:val="%7."/>
      <w:lvlJc w:val="left"/>
      <w:pPr>
        <w:ind w:left="4918" w:hanging="360"/>
      </w:pPr>
    </w:lvl>
    <w:lvl w:ilvl="7" w:tplc="04060019" w:tentative="1">
      <w:start w:val="1"/>
      <w:numFmt w:val="lowerLetter"/>
      <w:lvlText w:val="%8."/>
      <w:lvlJc w:val="left"/>
      <w:pPr>
        <w:ind w:left="5638" w:hanging="360"/>
      </w:pPr>
    </w:lvl>
    <w:lvl w:ilvl="8" w:tplc="0406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" w15:restartNumberingAfterBreak="0">
    <w:nsid w:val="13333535"/>
    <w:multiLevelType w:val="hybridMultilevel"/>
    <w:tmpl w:val="981AB28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33"/>
    <w:rsid w:val="000738CE"/>
    <w:rsid w:val="00075BBA"/>
    <w:rsid w:val="000826E1"/>
    <w:rsid w:val="000A37B6"/>
    <w:rsid w:val="000D3AC7"/>
    <w:rsid w:val="000E3956"/>
    <w:rsid w:val="000F2342"/>
    <w:rsid w:val="00110A05"/>
    <w:rsid w:val="001118E3"/>
    <w:rsid w:val="001628AF"/>
    <w:rsid w:val="0016495A"/>
    <w:rsid w:val="001B2A6B"/>
    <w:rsid w:val="001E2631"/>
    <w:rsid w:val="001F1B12"/>
    <w:rsid w:val="002424FF"/>
    <w:rsid w:val="002A2A0F"/>
    <w:rsid w:val="002A40DC"/>
    <w:rsid w:val="002D2EB9"/>
    <w:rsid w:val="002E3F70"/>
    <w:rsid w:val="0030096D"/>
    <w:rsid w:val="00302934"/>
    <w:rsid w:val="00466DDA"/>
    <w:rsid w:val="0047180E"/>
    <w:rsid w:val="00476633"/>
    <w:rsid w:val="00482739"/>
    <w:rsid w:val="004F1B11"/>
    <w:rsid w:val="00570FCE"/>
    <w:rsid w:val="0057692A"/>
    <w:rsid w:val="00581621"/>
    <w:rsid w:val="005852E5"/>
    <w:rsid w:val="005908CD"/>
    <w:rsid w:val="005A306D"/>
    <w:rsid w:val="005F3ABF"/>
    <w:rsid w:val="006519C7"/>
    <w:rsid w:val="0065609D"/>
    <w:rsid w:val="006A5945"/>
    <w:rsid w:val="006B2003"/>
    <w:rsid w:val="006C3333"/>
    <w:rsid w:val="006C3837"/>
    <w:rsid w:val="006E0CE4"/>
    <w:rsid w:val="006E712C"/>
    <w:rsid w:val="0073511E"/>
    <w:rsid w:val="00745460"/>
    <w:rsid w:val="007552E3"/>
    <w:rsid w:val="00782C11"/>
    <w:rsid w:val="00785A63"/>
    <w:rsid w:val="007B1107"/>
    <w:rsid w:val="007C735D"/>
    <w:rsid w:val="00875E41"/>
    <w:rsid w:val="0088679C"/>
    <w:rsid w:val="008A1D65"/>
    <w:rsid w:val="008B6DDF"/>
    <w:rsid w:val="008E6E62"/>
    <w:rsid w:val="00956EE8"/>
    <w:rsid w:val="009B1189"/>
    <w:rsid w:val="009B2823"/>
    <w:rsid w:val="009C06BD"/>
    <w:rsid w:val="009F2518"/>
    <w:rsid w:val="00A07388"/>
    <w:rsid w:val="00A42233"/>
    <w:rsid w:val="00A62E33"/>
    <w:rsid w:val="00A82E30"/>
    <w:rsid w:val="00A96C06"/>
    <w:rsid w:val="00AD5DC3"/>
    <w:rsid w:val="00AE2EF5"/>
    <w:rsid w:val="00B2311E"/>
    <w:rsid w:val="00B26621"/>
    <w:rsid w:val="00B60CA4"/>
    <w:rsid w:val="00B8775D"/>
    <w:rsid w:val="00BA32BA"/>
    <w:rsid w:val="00C64011"/>
    <w:rsid w:val="00C65D77"/>
    <w:rsid w:val="00C6739E"/>
    <w:rsid w:val="00CC33CF"/>
    <w:rsid w:val="00CF33A1"/>
    <w:rsid w:val="00D22F79"/>
    <w:rsid w:val="00D51B4E"/>
    <w:rsid w:val="00D97FC5"/>
    <w:rsid w:val="00DA6961"/>
    <w:rsid w:val="00DA739A"/>
    <w:rsid w:val="00DC45A5"/>
    <w:rsid w:val="00E06559"/>
    <w:rsid w:val="00E12583"/>
    <w:rsid w:val="00E20C55"/>
    <w:rsid w:val="00E44902"/>
    <w:rsid w:val="00E63B99"/>
    <w:rsid w:val="00E86DEE"/>
    <w:rsid w:val="00EB0922"/>
    <w:rsid w:val="00EC406D"/>
    <w:rsid w:val="00EF0C50"/>
    <w:rsid w:val="00F05639"/>
    <w:rsid w:val="00F112EF"/>
    <w:rsid w:val="00F84DE6"/>
    <w:rsid w:val="00F90A76"/>
    <w:rsid w:val="00FB0440"/>
    <w:rsid w:val="00F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351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A3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CC33C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C33C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C33C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33C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33C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33CF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CC33C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6E712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E712C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6E712C"/>
    <w:rPr>
      <w:color w:val="954F72" w:themeColor="followedHyperlink"/>
      <w:u w:val="single"/>
    </w:rPr>
  </w:style>
  <w:style w:type="character" w:styleId="Fremhv">
    <w:name w:val="Emphasis"/>
    <w:basedOn w:val="Standardskrifttypeiafsnit"/>
    <w:uiPriority w:val="20"/>
    <w:qFormat/>
    <w:rsid w:val="001118E3"/>
    <w:rPr>
      <w:i/>
      <w:iCs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2E3F70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E3F70"/>
    <w:rPr>
      <w:sz w:val="20"/>
      <w:szCs w:val="20"/>
    </w:rPr>
  </w:style>
  <w:style w:type="character" w:styleId="Slutnotehenvisning">
    <w:name w:val="endnote reference"/>
    <w:basedOn w:val="Standardskrifttypeiafsnit"/>
    <w:uiPriority w:val="99"/>
    <w:semiHidden/>
    <w:unhideWhenUsed/>
    <w:rsid w:val="002E3F70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2E3F7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E3F7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2E3F70"/>
    <w:rPr>
      <w:vertAlign w:val="superscript"/>
    </w:rPr>
  </w:style>
  <w:style w:type="paragraph" w:styleId="Sidehoved">
    <w:name w:val="header"/>
    <w:basedOn w:val="Normal"/>
    <w:link w:val="SidehovedTegn"/>
    <w:uiPriority w:val="99"/>
    <w:unhideWhenUsed/>
    <w:rsid w:val="009F25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2518"/>
  </w:style>
  <w:style w:type="paragraph" w:styleId="Sidefod">
    <w:name w:val="footer"/>
    <w:basedOn w:val="Normal"/>
    <w:link w:val="SidefodTegn"/>
    <w:uiPriority w:val="99"/>
    <w:unhideWhenUsed/>
    <w:rsid w:val="009F25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2518"/>
  </w:style>
  <w:style w:type="character" w:customStyle="1" w:styleId="Overskrift1Tegn">
    <w:name w:val="Overskrift 1 Tegn"/>
    <w:basedOn w:val="Standardskrifttypeiafsnit"/>
    <w:link w:val="Overskrift1"/>
    <w:uiPriority w:val="9"/>
    <w:rsid w:val="00BA32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DA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110A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C3E1C-0155-4DF9-9682-3A1E03E4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ændringsbekendtgørelse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ændringsbekendtgørelse</dc:title>
  <dc:subject/>
  <dc:creator/>
  <cp:keywords/>
  <dc:description/>
  <cp:lastModifiedBy/>
  <cp:revision>1</cp:revision>
  <dcterms:created xsi:type="dcterms:W3CDTF">2025-05-23T11:20:00Z</dcterms:created>
  <dcterms:modified xsi:type="dcterms:W3CDTF">2025-05-23T11:20:00Z</dcterms:modified>
</cp:coreProperties>
</file>