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1F1E3C" w14:paraId="6CB4541C" w14:textId="77777777" w:rsidTr="00D81185">
        <w:trPr>
          <w:cantSplit/>
          <w:trHeight w:val="70"/>
        </w:trPr>
        <w:tc>
          <w:tcPr>
            <w:tcW w:w="7144" w:type="dxa"/>
          </w:tcPr>
          <w:p w14:paraId="4ADA2237" w14:textId="77777777" w:rsidR="00D65E69" w:rsidRPr="00DD4A78" w:rsidRDefault="00D65E69" w:rsidP="00662871">
            <w:pPr>
              <w:rPr>
                <w:rFonts w:cs="Arial"/>
                <w:b/>
                <w:szCs w:val="22"/>
              </w:rPr>
            </w:pPr>
          </w:p>
          <w:p w14:paraId="2D5F7784" w14:textId="77777777" w:rsidR="00D65E69" w:rsidRPr="001F1E3C" w:rsidRDefault="00D65E69" w:rsidP="00662871">
            <w:pPr>
              <w:rPr>
                <w:rFonts w:cs="Arial"/>
                <w:szCs w:val="22"/>
              </w:rPr>
            </w:pPr>
            <w:r w:rsidRPr="001F1E3C">
              <w:rPr>
                <w:rFonts w:cs="Arial"/>
                <w:szCs w:val="22"/>
              </w:rPr>
              <w:t xml:space="preserve">  </w:t>
            </w:r>
          </w:p>
          <w:p w14:paraId="4278CD22" w14:textId="77777777" w:rsidR="001E63D8" w:rsidRPr="001F1E3C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1F1E3C">
              <w:rPr>
                <w:rFonts w:cs="Arial"/>
                <w:szCs w:val="22"/>
              </w:rPr>
              <w:t xml:space="preserve"> </w:t>
            </w:r>
          </w:p>
          <w:p w14:paraId="2F626473" w14:textId="77777777" w:rsidR="0077532B" w:rsidRPr="001F1E3C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14:paraId="5D0BA92F" w14:textId="77777777" w:rsidR="00A85ECD" w:rsidRDefault="009A7987" w:rsidP="00944EE8">
      <w:pPr>
        <w:pStyle w:val="DocumentHeading"/>
      </w:pPr>
      <w:r>
        <w:t>Høringsliste</w:t>
      </w:r>
    </w:p>
    <w:p w14:paraId="23666963" w14:textId="77777777" w:rsidR="00C87312" w:rsidRPr="001F1E3C" w:rsidRDefault="00C87312" w:rsidP="00944EE8">
      <w:pPr>
        <w:pStyle w:val="DocumentHeading"/>
      </w:pPr>
    </w:p>
    <w:p w14:paraId="2AE5B15D" w14:textId="534CE6FA" w:rsidR="00C87312" w:rsidRDefault="00C87312" w:rsidP="00C87312">
      <w:r>
        <w:t>Agrolab</w:t>
      </w:r>
    </w:p>
    <w:p w14:paraId="4845DAFD" w14:textId="6DED2F6A" w:rsidR="004E0994" w:rsidRDefault="004E0994" w:rsidP="00C87312">
      <w:r>
        <w:t>Advokatsamfundet</w:t>
      </w:r>
    </w:p>
    <w:p w14:paraId="48D211AE" w14:textId="77777777" w:rsidR="00C87312" w:rsidRDefault="00C87312" w:rsidP="00C87312">
      <w:r>
        <w:t xml:space="preserve">Albertslund Kommune </w:t>
      </w:r>
    </w:p>
    <w:p w14:paraId="3DFD1255" w14:textId="77777777" w:rsidR="00C87312" w:rsidRDefault="00C87312" w:rsidP="00C87312">
      <w:r>
        <w:t xml:space="preserve">Allerød Kommune </w:t>
      </w:r>
    </w:p>
    <w:p w14:paraId="30B523B7" w14:textId="77777777" w:rsidR="00C87312" w:rsidRDefault="00C87312" w:rsidP="00C87312">
      <w:r>
        <w:t>ALS Denmark A/S</w:t>
      </w:r>
    </w:p>
    <w:p w14:paraId="3027FF58" w14:textId="77777777" w:rsidR="00C87312" w:rsidRDefault="00C87312" w:rsidP="00C87312">
      <w:r>
        <w:t xml:space="preserve">Assens Kommune </w:t>
      </w:r>
    </w:p>
    <w:p w14:paraId="6EF10707" w14:textId="77777777" w:rsidR="00083116" w:rsidRDefault="00C87312" w:rsidP="00C87312">
      <w:r>
        <w:t xml:space="preserve">Ballerup Kommune </w:t>
      </w:r>
    </w:p>
    <w:p w14:paraId="66DB274D" w14:textId="4071F5D7" w:rsidR="00C87312" w:rsidRDefault="00C87312" w:rsidP="00C87312">
      <w:r>
        <w:t xml:space="preserve">Billund Kommune </w:t>
      </w:r>
    </w:p>
    <w:p w14:paraId="3540D2E2" w14:textId="63A82CF5" w:rsidR="004E0994" w:rsidRDefault="004E0994" w:rsidP="00C87312">
      <w:r w:rsidRPr="004E0994">
        <w:t>Benzinforhandlernes Fælles Repræsentation</w:t>
      </w:r>
    </w:p>
    <w:p w14:paraId="007FB3AE" w14:textId="3CAE33B3" w:rsidR="00C87312" w:rsidRDefault="00C87312" w:rsidP="00C87312">
      <w:r>
        <w:t>Biologforbundet</w:t>
      </w:r>
    </w:p>
    <w:p w14:paraId="020238AA" w14:textId="2C3DCDF0" w:rsidR="004E0994" w:rsidRDefault="004E0994" w:rsidP="00C87312">
      <w:r>
        <w:t>Boligselskabernes landsforening</w:t>
      </w:r>
    </w:p>
    <w:p w14:paraId="3E1CD39B" w14:textId="77777777" w:rsidR="00C87312" w:rsidRDefault="00C87312" w:rsidP="00C87312">
      <w:r>
        <w:t xml:space="preserve">Bornholms Regionskommune </w:t>
      </w:r>
    </w:p>
    <w:p w14:paraId="72EEC064" w14:textId="77777777" w:rsidR="00C87312" w:rsidRDefault="00C87312" w:rsidP="00C87312">
      <w:r>
        <w:t xml:space="preserve">Brancheforeningen for kommunal Skadedyrsbekæmpelse, c/o Mortalin </w:t>
      </w:r>
    </w:p>
    <w:p w14:paraId="4C57B4E3" w14:textId="77777777" w:rsidR="00C87312" w:rsidRDefault="00C87312" w:rsidP="00C87312">
      <w:r>
        <w:t>Bryggeriforeningen (Danske Læskedrik Fabrikanter)</w:t>
      </w:r>
    </w:p>
    <w:p w14:paraId="5BC34C58" w14:textId="77777777" w:rsidR="00C87312" w:rsidRDefault="00C87312" w:rsidP="00C87312">
      <w:r>
        <w:t xml:space="preserve">Brøndby Kommune </w:t>
      </w:r>
    </w:p>
    <w:p w14:paraId="6E54AAAD" w14:textId="77777777" w:rsidR="00C87312" w:rsidRDefault="00C87312" w:rsidP="00C87312">
      <w:r>
        <w:t xml:space="preserve">Brønderslev Kommune </w:t>
      </w:r>
    </w:p>
    <w:p w14:paraId="41249F77" w14:textId="77777777" w:rsidR="00C87312" w:rsidRDefault="00C87312" w:rsidP="00C87312">
      <w:r>
        <w:t xml:space="preserve">Byggesocietetet </w:t>
      </w:r>
    </w:p>
    <w:p w14:paraId="3506725F" w14:textId="77777777" w:rsidR="00C87312" w:rsidRDefault="00C87312" w:rsidP="00C87312">
      <w:r>
        <w:t>Bygherreforeningen</w:t>
      </w:r>
    </w:p>
    <w:p w14:paraId="535E6DB1" w14:textId="77777777" w:rsidR="00C87312" w:rsidRDefault="00C87312" w:rsidP="00C87312">
      <w:r>
        <w:t xml:space="preserve">Bæredygtigt Landbrug </w:t>
      </w:r>
    </w:p>
    <w:p w14:paraId="68A30E91" w14:textId="77777777" w:rsidR="00C87312" w:rsidRDefault="00C87312" w:rsidP="00C87312">
      <w:r>
        <w:t>Carlsberg Danmark</w:t>
      </w:r>
    </w:p>
    <w:p w14:paraId="5272C6C3" w14:textId="6EF458E8" w:rsidR="00C87312" w:rsidRDefault="00C87312" w:rsidP="00C87312">
      <w:r>
        <w:t>Centralorganisationernes Fællesudvalg (CFU)</w:t>
      </w:r>
    </w:p>
    <w:p w14:paraId="2F03A901" w14:textId="10747A3A" w:rsidR="00DE700A" w:rsidRPr="008A217F" w:rsidRDefault="00DE700A" w:rsidP="00C87312">
      <w:pPr>
        <w:rPr>
          <w:lang w:val="en-US"/>
        </w:rPr>
      </w:pPr>
      <w:r w:rsidRPr="008A217F">
        <w:rPr>
          <w:lang w:val="en-US"/>
        </w:rPr>
        <w:t>COOP Danmark A/S</w:t>
      </w:r>
    </w:p>
    <w:p w14:paraId="61063DB8" w14:textId="6C540944" w:rsidR="00DE700A" w:rsidRPr="00C87312" w:rsidRDefault="00C87312" w:rsidP="00C87312">
      <w:pPr>
        <w:rPr>
          <w:lang w:val="en-US"/>
        </w:rPr>
      </w:pPr>
      <w:r w:rsidRPr="00C87312">
        <w:rPr>
          <w:lang w:val="en-US"/>
        </w:rPr>
        <w:t>CO-Industri</w:t>
      </w:r>
    </w:p>
    <w:p w14:paraId="6BEDD34B" w14:textId="77777777" w:rsidR="00C87312" w:rsidRPr="008A217F" w:rsidRDefault="00C87312" w:rsidP="00C87312">
      <w:r w:rsidRPr="008A217F">
        <w:t>COWI A/S</w:t>
      </w:r>
    </w:p>
    <w:p w14:paraId="1DCFCCA0" w14:textId="77777777" w:rsidR="00C87312" w:rsidRPr="008A217F" w:rsidRDefault="00C87312" w:rsidP="00C87312">
      <w:r w:rsidRPr="008A217F">
        <w:t>DAKOFA</w:t>
      </w:r>
    </w:p>
    <w:p w14:paraId="508C185A" w14:textId="1E0600AD" w:rsidR="004E0994" w:rsidRDefault="00C87312" w:rsidP="00C87312">
      <w:r w:rsidRPr="008A2C99">
        <w:t>DANAK</w:t>
      </w:r>
    </w:p>
    <w:p w14:paraId="6754BDB1" w14:textId="0C7C429D" w:rsidR="004E0994" w:rsidRDefault="004E0994" w:rsidP="00C87312">
      <w:r>
        <w:t xml:space="preserve">Danmarks </w:t>
      </w:r>
      <w:r w:rsidR="005D182D">
        <w:t>A</w:t>
      </w:r>
      <w:r>
        <w:t>potekerforening</w:t>
      </w:r>
    </w:p>
    <w:p w14:paraId="3EA377B9" w14:textId="4583F174" w:rsidR="004E0994" w:rsidRPr="008A2C99" w:rsidRDefault="004E0994" w:rsidP="00C87312">
      <w:r w:rsidRPr="004E0994">
        <w:t>Danmarks Fiskeriforening  Producent Organisation</w:t>
      </w:r>
    </w:p>
    <w:p w14:paraId="6F1028CE" w14:textId="71D2C71B" w:rsidR="00C87312" w:rsidRDefault="00C87312" w:rsidP="00C87312">
      <w:r>
        <w:t>Danmarks Naturfredningsforening</w:t>
      </w:r>
    </w:p>
    <w:p w14:paraId="3E2D3A17" w14:textId="6D33ACB6" w:rsidR="004E0994" w:rsidRDefault="004E0994" w:rsidP="00C87312">
      <w:r w:rsidRPr="004E0994">
        <w:t>Danmarks Sportsfiskerforbund</w:t>
      </w:r>
    </w:p>
    <w:p w14:paraId="7275ADF0" w14:textId="7D94D75E" w:rsidR="00DE700A" w:rsidRDefault="00DE700A" w:rsidP="00C87312">
      <w:r w:rsidRPr="00DE700A">
        <w:t>Dansk Arbejdsgiverforening</w:t>
      </w:r>
    </w:p>
    <w:p w14:paraId="521723F0" w14:textId="7C5D2139" w:rsidR="00DE700A" w:rsidRDefault="00DE700A" w:rsidP="00C87312">
      <w:r w:rsidRPr="00DE700A">
        <w:t>Dansk Bilbrancheråd</w:t>
      </w:r>
    </w:p>
    <w:p w14:paraId="59FA5342" w14:textId="5A1241C8" w:rsidR="00C87312" w:rsidRDefault="00C87312" w:rsidP="00C87312">
      <w:r>
        <w:t xml:space="preserve">Dansk Botanisk Forening </w:t>
      </w:r>
    </w:p>
    <w:p w14:paraId="09728E72" w14:textId="3BE0E686" w:rsidR="004E0994" w:rsidRDefault="004E0994" w:rsidP="00C87312">
      <w:r>
        <w:t>Dansk Byggeri</w:t>
      </w:r>
    </w:p>
    <w:p w14:paraId="7358DE85" w14:textId="1BD0775A" w:rsidR="00C87312" w:rsidRDefault="00C87312" w:rsidP="00C87312">
      <w:r>
        <w:t>Dansk Byplanlaboratorium,</w:t>
      </w:r>
    </w:p>
    <w:p w14:paraId="277F840D" w14:textId="32EECBCB" w:rsidR="00DE700A" w:rsidRDefault="00DE700A" w:rsidP="00C87312">
      <w:r>
        <w:t>Dansk Detail</w:t>
      </w:r>
    </w:p>
    <w:p w14:paraId="335D8276" w14:textId="77777777" w:rsidR="00C87312" w:rsidRDefault="00C87312" w:rsidP="00C87312">
      <w:r>
        <w:t>Dansk Erhverv</w:t>
      </w:r>
    </w:p>
    <w:p w14:paraId="2562C34F" w14:textId="77777777" w:rsidR="00C87312" w:rsidRDefault="00C87312" w:rsidP="00C87312">
      <w:r>
        <w:t xml:space="preserve">Dansk Gartneri </w:t>
      </w:r>
    </w:p>
    <w:p w14:paraId="58EB6A64" w14:textId="77777777" w:rsidR="00C87312" w:rsidRDefault="00C87312" w:rsidP="00C87312">
      <w:r>
        <w:t>Dansk Metal</w:t>
      </w:r>
    </w:p>
    <w:p w14:paraId="5A5D5D1C" w14:textId="2BFCBAA2" w:rsidR="00C87312" w:rsidRDefault="00C87312" w:rsidP="00C87312">
      <w:r>
        <w:t>Dansk Miljøteknologi</w:t>
      </w:r>
    </w:p>
    <w:p w14:paraId="1990B5EA" w14:textId="5F9F9C69" w:rsidR="00DE700A" w:rsidRDefault="00DE700A" w:rsidP="00C87312">
      <w:r w:rsidRPr="00DE700A">
        <w:t>Dansk Mode og Textil</w:t>
      </w:r>
    </w:p>
    <w:p w14:paraId="4AC9F2C2" w14:textId="77777777" w:rsidR="00C87312" w:rsidRDefault="00C87312" w:rsidP="00C87312">
      <w:r>
        <w:t>Dansk Ornitologisk Forening</w:t>
      </w:r>
    </w:p>
    <w:p w14:paraId="4072D26B" w14:textId="77777777" w:rsidR="00C87312" w:rsidRDefault="00C87312" w:rsidP="00C87312">
      <w:r>
        <w:t xml:space="preserve">Dansk Planteværn </w:t>
      </w:r>
    </w:p>
    <w:p w14:paraId="0FFF39D3" w14:textId="77777777" w:rsidR="00C87312" w:rsidRDefault="00C87312" w:rsidP="00C87312">
      <w:r>
        <w:t xml:space="preserve">Dansk Skovforening </w:t>
      </w:r>
    </w:p>
    <w:p w14:paraId="4D5A1D28" w14:textId="77777777" w:rsidR="00C87312" w:rsidRDefault="00C87312" w:rsidP="00C87312">
      <w:r>
        <w:lastRenderedPageBreak/>
        <w:t>Dansk Vandrelaug</w:t>
      </w:r>
    </w:p>
    <w:p w14:paraId="6609821D" w14:textId="77777777" w:rsidR="00052C9F" w:rsidRDefault="00C87312" w:rsidP="00C87312">
      <w:r>
        <w:t xml:space="preserve">Danske Advokater </w:t>
      </w:r>
    </w:p>
    <w:p w14:paraId="151D68A4" w14:textId="07C685D9" w:rsidR="00C87312" w:rsidRDefault="00C87312" w:rsidP="00C87312">
      <w:r>
        <w:t>Danske Beredskaber</w:t>
      </w:r>
    </w:p>
    <w:p w14:paraId="2A9D2EB7" w14:textId="77777777" w:rsidR="006A7FBB" w:rsidRDefault="00C87312" w:rsidP="00C87312">
      <w:r>
        <w:t>Danske Havne</w:t>
      </w:r>
    </w:p>
    <w:p w14:paraId="645842DB" w14:textId="295B3216" w:rsidR="00C87312" w:rsidRDefault="00C87312" w:rsidP="00C87312">
      <w:r>
        <w:t>Danske Maskinstationer og Entreprenører</w:t>
      </w:r>
    </w:p>
    <w:p w14:paraId="2039F966" w14:textId="77777777" w:rsidR="00052C9F" w:rsidRDefault="00DE700A" w:rsidP="00C87312">
      <w:r>
        <w:t>Danske Maritime</w:t>
      </w:r>
    </w:p>
    <w:p w14:paraId="2909BE20" w14:textId="15D179CA" w:rsidR="00C87312" w:rsidRDefault="00C87312" w:rsidP="00C87312">
      <w:r>
        <w:t xml:space="preserve">Danske Regioner </w:t>
      </w:r>
    </w:p>
    <w:p w14:paraId="5E60A2DF" w14:textId="6E4F61AF" w:rsidR="00EE0F7E" w:rsidRDefault="00EE0F7E" w:rsidP="00C87312">
      <w:r>
        <w:t>Danske Tegl</w:t>
      </w:r>
    </w:p>
    <w:p w14:paraId="75CFA10C" w14:textId="77777777" w:rsidR="00C87312" w:rsidRDefault="00C87312" w:rsidP="00C87312">
      <w:r>
        <w:t>Danske Træindustrier</w:t>
      </w:r>
    </w:p>
    <w:p w14:paraId="396237E1" w14:textId="77777777" w:rsidR="00C87312" w:rsidRDefault="00C87312" w:rsidP="00C87312">
      <w:r>
        <w:t>Danske Vandløb</w:t>
      </w:r>
    </w:p>
    <w:p w14:paraId="08068995" w14:textId="77777777" w:rsidR="00C87312" w:rsidRDefault="00C87312" w:rsidP="00C87312">
      <w:r>
        <w:t>Danske Vandværker</w:t>
      </w:r>
    </w:p>
    <w:p w14:paraId="7DD8E09B" w14:textId="09405026" w:rsidR="00C87312" w:rsidRDefault="00C87312" w:rsidP="00C87312">
      <w:r>
        <w:t>DANVA</w:t>
      </w:r>
    </w:p>
    <w:p w14:paraId="034F79C8" w14:textId="4A68CB6A" w:rsidR="00DE700A" w:rsidRDefault="00DE700A" w:rsidP="00C87312">
      <w:r>
        <w:t>DASU (Dansk Automobil Sports Union)</w:t>
      </w:r>
    </w:p>
    <w:p w14:paraId="042DA574" w14:textId="5142EF60" w:rsidR="00C87312" w:rsidRDefault="00C87312" w:rsidP="00C87312">
      <w:bookmarkStart w:id="0" w:name="_Hlk181964877"/>
      <w:r>
        <w:t>Datatilsynet</w:t>
      </w:r>
      <w:bookmarkEnd w:id="0"/>
    </w:p>
    <w:p w14:paraId="66311274" w14:textId="77777777" w:rsidR="00C87312" w:rsidRDefault="00C87312" w:rsidP="00C87312">
      <w:r>
        <w:t>DCE - Nationalt center for miljø og energi</w:t>
      </w:r>
    </w:p>
    <w:p w14:paraId="039DD8A4" w14:textId="77777777" w:rsidR="00C87312" w:rsidRDefault="00C87312" w:rsidP="00C87312">
      <w:r>
        <w:t>De Samvirkende Købmænd</w:t>
      </w:r>
    </w:p>
    <w:p w14:paraId="598CBFA7" w14:textId="77777777" w:rsidR="00C87312" w:rsidRDefault="00C87312" w:rsidP="00C87312">
      <w:r>
        <w:t>DELTA</w:t>
      </w:r>
    </w:p>
    <w:p w14:paraId="07A14CBA" w14:textId="77777777" w:rsidR="00C87312" w:rsidRDefault="00C87312" w:rsidP="00C87312">
      <w:r>
        <w:t>Den Danske Landinspektørforening</w:t>
      </w:r>
    </w:p>
    <w:p w14:paraId="520933FE" w14:textId="77777777" w:rsidR="00C87312" w:rsidRDefault="00C87312" w:rsidP="00C87312">
      <w:r>
        <w:t>DHI</w:t>
      </w:r>
    </w:p>
    <w:p w14:paraId="42A0A870" w14:textId="77777777" w:rsidR="006A7FBB" w:rsidRDefault="00C87312" w:rsidP="00C87312">
      <w:r>
        <w:t>DI</w:t>
      </w:r>
    </w:p>
    <w:p w14:paraId="4AE1A614" w14:textId="6B15E936" w:rsidR="00C87312" w:rsidRDefault="00C87312" w:rsidP="00C87312">
      <w:r>
        <w:t>Djursland Landboforening</w:t>
      </w:r>
    </w:p>
    <w:p w14:paraId="4DAD3437" w14:textId="77777777" w:rsidR="00C87312" w:rsidRDefault="00C87312" w:rsidP="00C87312">
      <w:r>
        <w:t>DLBR (tidl. Dansk Landbrugsrådgivning)</w:t>
      </w:r>
    </w:p>
    <w:p w14:paraId="08B911DA" w14:textId="77777777" w:rsidR="00C87312" w:rsidRDefault="00C87312" w:rsidP="00C87312">
      <w:r>
        <w:t>DONSlab</w:t>
      </w:r>
    </w:p>
    <w:p w14:paraId="3EEE92F1" w14:textId="7A985478" w:rsidR="00C87312" w:rsidRDefault="00C87312" w:rsidP="00C87312">
      <w:r>
        <w:t xml:space="preserve">Dragør Kommune </w:t>
      </w:r>
    </w:p>
    <w:p w14:paraId="40ED8B8F" w14:textId="40CE8CEB" w:rsidR="00DE700A" w:rsidRDefault="00DE700A" w:rsidP="00C87312">
      <w:r w:rsidRPr="00DE700A">
        <w:t>DTL Danske Vognmænd</w:t>
      </w:r>
    </w:p>
    <w:p w14:paraId="6187EA9C" w14:textId="77777777" w:rsidR="00C87312" w:rsidRDefault="00C87312" w:rsidP="00C87312">
      <w:r>
        <w:t>DTU</w:t>
      </w:r>
    </w:p>
    <w:p w14:paraId="36405251" w14:textId="77777777" w:rsidR="00C87312" w:rsidRDefault="00C87312" w:rsidP="00C87312">
      <w:r>
        <w:t xml:space="preserve">Dyrenes Beskyttelse </w:t>
      </w:r>
    </w:p>
    <w:p w14:paraId="22217CBA" w14:textId="79BAB286" w:rsidR="00EE0F7E" w:rsidRDefault="00C87312" w:rsidP="00C87312">
      <w:r>
        <w:t xml:space="preserve">Egedal Kommune </w:t>
      </w:r>
    </w:p>
    <w:p w14:paraId="63E71137" w14:textId="77777777" w:rsidR="005D182D" w:rsidRDefault="00C87312" w:rsidP="00C87312">
      <w:r>
        <w:t>Energinet.dk</w:t>
      </w:r>
    </w:p>
    <w:p w14:paraId="1ECDC72C" w14:textId="575E9E2D" w:rsidR="005D182D" w:rsidRDefault="00C87312" w:rsidP="00C87312">
      <w:r>
        <w:t>EnviNa - Foreningen af miljø, plan og naturmedarbejdere i det offentlige</w:t>
      </w:r>
    </w:p>
    <w:p w14:paraId="65D33B06" w14:textId="16142B4C" w:rsidR="00C87312" w:rsidRDefault="00C87312" w:rsidP="00C87312">
      <w:r>
        <w:t xml:space="preserve">Esbjerg Kommune </w:t>
      </w:r>
    </w:p>
    <w:p w14:paraId="738C3C0E" w14:textId="4F89A8D9" w:rsidR="00C87312" w:rsidRPr="007D5B36" w:rsidRDefault="00C87312" w:rsidP="00C87312">
      <w:r w:rsidRPr="007D5B36">
        <w:t xml:space="preserve">Eurofins </w:t>
      </w:r>
      <w:r w:rsidR="00460477" w:rsidRPr="007D5B36">
        <w:t>Miljø</w:t>
      </w:r>
      <w:r w:rsidR="00EE0F7E" w:rsidRPr="007D5B36">
        <w:t xml:space="preserve"> Luft A/S</w:t>
      </w:r>
    </w:p>
    <w:p w14:paraId="65E8CDFC" w14:textId="77777777" w:rsidR="00C87312" w:rsidRDefault="00C87312" w:rsidP="00C87312">
      <w:r>
        <w:t>Eurolab Danmark</w:t>
      </w:r>
    </w:p>
    <w:p w14:paraId="2F3321C7" w14:textId="77777777" w:rsidR="00C87312" w:rsidRDefault="00C87312" w:rsidP="00C87312">
      <w:r>
        <w:t xml:space="preserve">Fanø Kommune </w:t>
      </w:r>
    </w:p>
    <w:p w14:paraId="57A391FA" w14:textId="77777777" w:rsidR="00C87312" w:rsidRDefault="00C87312" w:rsidP="00C87312">
      <w:r>
        <w:t xml:space="preserve">Favrskov Kommune </w:t>
      </w:r>
    </w:p>
    <w:p w14:paraId="392416FC" w14:textId="77777777" w:rsidR="00C87312" w:rsidRDefault="00C87312" w:rsidP="00C87312">
      <w:r>
        <w:t xml:space="preserve">Faxe Kommune </w:t>
      </w:r>
    </w:p>
    <w:p w14:paraId="3892A25B" w14:textId="77777777" w:rsidR="00C87312" w:rsidRDefault="00C87312" w:rsidP="00C87312">
      <w:r>
        <w:t>Finans Danmark</w:t>
      </w:r>
    </w:p>
    <w:p w14:paraId="6C6B4A9B" w14:textId="7A99E70C" w:rsidR="00C87312" w:rsidRDefault="00C87312" w:rsidP="00C87312">
      <w:r>
        <w:t>Fjordland</w:t>
      </w:r>
    </w:p>
    <w:p w14:paraId="6B1A1C6F" w14:textId="77777777" w:rsidR="00C87312" w:rsidRDefault="00C87312" w:rsidP="00C87312">
      <w:r>
        <w:t xml:space="preserve">Force Technology  </w:t>
      </w:r>
    </w:p>
    <w:p w14:paraId="63C1BF8A" w14:textId="77777777" w:rsidR="00C87312" w:rsidRDefault="00C87312" w:rsidP="00C87312">
      <w:r>
        <w:t>Foreningen af Byplanlæggere (FAB)</w:t>
      </w:r>
    </w:p>
    <w:p w14:paraId="1ADDFCA8" w14:textId="77777777" w:rsidR="00C87312" w:rsidRDefault="00C87312" w:rsidP="00C87312">
      <w:r>
        <w:t>Foreningen af Danske Biologer</w:t>
      </w:r>
    </w:p>
    <w:p w14:paraId="5132859B" w14:textId="77777777" w:rsidR="00C87312" w:rsidRDefault="00C87312" w:rsidP="00C87312">
      <w:r>
        <w:t>Foreningen af danske brøndborere</w:t>
      </w:r>
    </w:p>
    <w:p w14:paraId="1A3C7D94" w14:textId="345C54EA" w:rsidR="00C87312" w:rsidRDefault="00C87312" w:rsidP="00C87312">
      <w:r>
        <w:t>Foreningen af Rådgivende Ingeniører (FRI)</w:t>
      </w:r>
    </w:p>
    <w:p w14:paraId="553268C7" w14:textId="3A22B461" w:rsidR="004E0994" w:rsidRDefault="004E0994" w:rsidP="00C87312">
      <w:r>
        <w:t>Foreningen for Bevaringsværdige Bygninger</w:t>
      </w:r>
    </w:p>
    <w:p w14:paraId="4F88A0CA" w14:textId="77777777" w:rsidR="005D182D" w:rsidRDefault="00C87312" w:rsidP="00C87312">
      <w:r>
        <w:t xml:space="preserve">Foreningen for Biodynamisk Jordbrug </w:t>
      </w:r>
    </w:p>
    <w:p w14:paraId="16594A9C" w14:textId="328C6843" w:rsidR="004E0994" w:rsidRDefault="004E0994" w:rsidP="00C87312">
      <w:r w:rsidRPr="004E0994">
        <w:t>Foreningen Bæredygtige Byer og Bygninger</w:t>
      </w:r>
    </w:p>
    <w:p w14:paraId="11C4D39D" w14:textId="77777777" w:rsidR="005D182D" w:rsidRDefault="00C87312" w:rsidP="00C87312">
      <w:r>
        <w:t>Foreningen for Reduceret jordbearbejdning i Danmark</w:t>
      </w:r>
    </w:p>
    <w:p w14:paraId="096F822B" w14:textId="77777777" w:rsidR="005D182D" w:rsidRDefault="004E0994" w:rsidP="00C87312">
      <w:r>
        <w:t>Foreningen for Vandværker i Danmark</w:t>
      </w:r>
    </w:p>
    <w:p w14:paraId="61E10771" w14:textId="46F6E9AE" w:rsidR="00C87312" w:rsidRDefault="00C87312" w:rsidP="00C87312">
      <w:r>
        <w:t xml:space="preserve">Fredensborg Kommune </w:t>
      </w:r>
    </w:p>
    <w:p w14:paraId="10E76F04" w14:textId="77777777" w:rsidR="00C87312" w:rsidRDefault="00C87312" w:rsidP="00C87312">
      <w:r>
        <w:t xml:space="preserve">Fredericia Kommune </w:t>
      </w:r>
    </w:p>
    <w:p w14:paraId="199AB4B0" w14:textId="77777777" w:rsidR="00C87312" w:rsidRDefault="00C87312" w:rsidP="00C87312">
      <w:r>
        <w:lastRenderedPageBreak/>
        <w:t xml:space="preserve">Frederiksberg Kommune </w:t>
      </w:r>
    </w:p>
    <w:p w14:paraId="5F127B4F" w14:textId="77777777" w:rsidR="00C87312" w:rsidRDefault="00C87312" w:rsidP="00C87312">
      <w:r>
        <w:t>Frederikshavn Kommune</w:t>
      </w:r>
    </w:p>
    <w:p w14:paraId="63116874" w14:textId="77777777" w:rsidR="00C87312" w:rsidRDefault="00C87312" w:rsidP="00C87312">
      <w:r>
        <w:t xml:space="preserve">Frederikssund Kommune </w:t>
      </w:r>
    </w:p>
    <w:p w14:paraId="2DE1136B" w14:textId="77777777" w:rsidR="00C87312" w:rsidRDefault="00C87312" w:rsidP="00C87312">
      <w:r>
        <w:t xml:space="preserve">Furesø Kommune </w:t>
      </w:r>
    </w:p>
    <w:p w14:paraId="5576757B" w14:textId="77777777" w:rsidR="00DD4A78" w:rsidRDefault="00C87312" w:rsidP="00C87312">
      <w:r>
        <w:t>Faaborg -Midtfyn Kommune</w:t>
      </w:r>
    </w:p>
    <w:p w14:paraId="175F316D" w14:textId="77777777" w:rsidR="00C87312" w:rsidRDefault="00C87312" w:rsidP="00C87312">
      <w:r>
        <w:t>Genanvend Biomasse</w:t>
      </w:r>
    </w:p>
    <w:p w14:paraId="162D530C" w14:textId="77777777" w:rsidR="00566D01" w:rsidRDefault="00C87312" w:rsidP="00C87312">
      <w:r>
        <w:t xml:space="preserve">Gentofte Kommune </w:t>
      </w:r>
    </w:p>
    <w:p w14:paraId="77EFD9A0" w14:textId="7AA139A4" w:rsidR="00C87312" w:rsidRDefault="00C87312" w:rsidP="00C87312">
      <w:r>
        <w:t>GEUS - Danmarks og Grønlands Geologiske Undersøgelser</w:t>
      </w:r>
    </w:p>
    <w:p w14:paraId="477CCF1A" w14:textId="77777777" w:rsidR="00C87312" w:rsidRDefault="00C87312" w:rsidP="00C87312">
      <w:r>
        <w:t>Giftlinjen, Bisp</w:t>
      </w:r>
      <w:bookmarkStart w:id="1" w:name="_GoBack"/>
      <w:bookmarkEnd w:id="1"/>
      <w:r>
        <w:t>ebjerg Hospital</w:t>
      </w:r>
    </w:p>
    <w:p w14:paraId="1A21FB94" w14:textId="77777777" w:rsidR="00C87312" w:rsidRDefault="00C87312" w:rsidP="00C87312">
      <w:r>
        <w:t xml:space="preserve">Gladsaxe Kommune </w:t>
      </w:r>
    </w:p>
    <w:p w14:paraId="24BD1C28" w14:textId="106C3463" w:rsidR="00C87312" w:rsidRDefault="00C87312" w:rsidP="00C87312">
      <w:r>
        <w:t xml:space="preserve">Glostrup Kommune </w:t>
      </w:r>
    </w:p>
    <w:p w14:paraId="222261FB" w14:textId="01E29E54" w:rsidR="00DE700A" w:rsidRPr="008A217F" w:rsidRDefault="00DE700A" w:rsidP="00C87312">
      <w:pPr>
        <w:rPr>
          <w:lang w:val="en-US"/>
        </w:rPr>
      </w:pPr>
      <w:r w:rsidRPr="008A217F">
        <w:rPr>
          <w:lang w:val="en-US"/>
        </w:rPr>
        <w:t>Green Power Denmark </w:t>
      </w:r>
    </w:p>
    <w:p w14:paraId="03A52144" w14:textId="77777777" w:rsidR="005D182D" w:rsidRDefault="00C87312" w:rsidP="00C87312">
      <w:pPr>
        <w:rPr>
          <w:lang w:val="en-US"/>
        </w:rPr>
      </w:pPr>
      <w:r w:rsidRPr="008A217F">
        <w:rPr>
          <w:lang w:val="en-US"/>
        </w:rPr>
        <w:t>Greenpeace, Danmark</w:t>
      </w:r>
    </w:p>
    <w:p w14:paraId="1541D82C" w14:textId="15E169D1" w:rsidR="00C87312" w:rsidRDefault="00C87312" w:rsidP="00C87312">
      <w:r>
        <w:t xml:space="preserve">Greve Kommune </w:t>
      </w:r>
    </w:p>
    <w:p w14:paraId="1A0ECD0E" w14:textId="77777777" w:rsidR="00C87312" w:rsidRDefault="00C87312" w:rsidP="00C87312">
      <w:r>
        <w:t xml:space="preserve">Gribskov Kommune </w:t>
      </w:r>
    </w:p>
    <w:p w14:paraId="44DD46FC" w14:textId="77777777" w:rsidR="00C87312" w:rsidRDefault="00C87312" w:rsidP="00C87312">
      <w:r>
        <w:t>Grøn Hverdag</w:t>
      </w:r>
    </w:p>
    <w:p w14:paraId="77F91486" w14:textId="77777777" w:rsidR="00C87312" w:rsidRDefault="00C87312" w:rsidP="00C87312">
      <w:r>
        <w:t xml:space="preserve">GTS (Godkendt Teknologisk Service) </w:t>
      </w:r>
    </w:p>
    <w:p w14:paraId="299556DC" w14:textId="77777777" w:rsidR="00C87312" w:rsidRDefault="00C87312" w:rsidP="00C87312">
      <w:r>
        <w:t xml:space="preserve">Guldborgsund Kommune </w:t>
      </w:r>
    </w:p>
    <w:p w14:paraId="61320B43" w14:textId="77777777" w:rsidR="00C87312" w:rsidRDefault="00C87312" w:rsidP="00C87312">
      <w:r>
        <w:t xml:space="preserve">Haderslev Kommune </w:t>
      </w:r>
    </w:p>
    <w:p w14:paraId="57E70545" w14:textId="77777777" w:rsidR="00C87312" w:rsidRDefault="00C87312" w:rsidP="00C87312">
      <w:r>
        <w:t xml:space="preserve">Halsnæs Kommune </w:t>
      </w:r>
    </w:p>
    <w:p w14:paraId="54C2128A" w14:textId="77777777" w:rsidR="00C87312" w:rsidRDefault="00C87312" w:rsidP="00C87312">
      <w:r>
        <w:t xml:space="preserve">HedeDanmark A/S </w:t>
      </w:r>
    </w:p>
    <w:p w14:paraId="344E163E" w14:textId="77777777" w:rsidR="00C87312" w:rsidRDefault="00C87312" w:rsidP="00C87312">
      <w:r>
        <w:t xml:space="preserve">Hedensted Kommune </w:t>
      </w:r>
    </w:p>
    <w:p w14:paraId="32B827C2" w14:textId="77777777" w:rsidR="00C87312" w:rsidRDefault="00C87312" w:rsidP="00C87312">
      <w:r>
        <w:t xml:space="preserve">Helsingør Kommune </w:t>
      </w:r>
    </w:p>
    <w:p w14:paraId="5DDA1225" w14:textId="77777777" w:rsidR="00C87312" w:rsidRDefault="00C87312" w:rsidP="00C87312">
      <w:r>
        <w:t xml:space="preserve">Herlev Kommune </w:t>
      </w:r>
    </w:p>
    <w:p w14:paraId="11F6F906" w14:textId="77777777" w:rsidR="00C87312" w:rsidRDefault="00C87312" w:rsidP="00C87312">
      <w:r>
        <w:t xml:space="preserve">Herning Kommune </w:t>
      </w:r>
    </w:p>
    <w:p w14:paraId="4ABC1E04" w14:textId="77777777" w:rsidR="00C87312" w:rsidRDefault="00C87312" w:rsidP="00C87312">
      <w:r>
        <w:t xml:space="preserve">Hillerød Kommune </w:t>
      </w:r>
    </w:p>
    <w:p w14:paraId="2DD85A31" w14:textId="77777777" w:rsidR="00C87312" w:rsidRDefault="00C87312" w:rsidP="00C87312">
      <w:r>
        <w:t xml:space="preserve">Hjørring Kommune </w:t>
      </w:r>
    </w:p>
    <w:p w14:paraId="6008E25D" w14:textId="77777777" w:rsidR="00C87312" w:rsidRDefault="00C87312" w:rsidP="00C87312">
      <w:r>
        <w:t>HK-Kommunal Miljøudvalg</w:t>
      </w:r>
    </w:p>
    <w:p w14:paraId="4FE0FE73" w14:textId="77777777" w:rsidR="00C87312" w:rsidRDefault="00C87312" w:rsidP="00C87312">
      <w:r>
        <w:t>HOFOR</w:t>
      </w:r>
    </w:p>
    <w:p w14:paraId="058E5481" w14:textId="77777777" w:rsidR="00C87312" w:rsidRDefault="00C87312" w:rsidP="00C87312">
      <w:r>
        <w:t xml:space="preserve">Holbæk Kommune </w:t>
      </w:r>
    </w:p>
    <w:p w14:paraId="404C7A5B" w14:textId="77777777" w:rsidR="00C87312" w:rsidRDefault="00C87312" w:rsidP="00C87312">
      <w:r>
        <w:t xml:space="preserve">Holstebro Kommune </w:t>
      </w:r>
    </w:p>
    <w:p w14:paraId="50FED651" w14:textId="77777777" w:rsidR="00C87312" w:rsidRDefault="00C87312" w:rsidP="00C87312">
      <w:r>
        <w:t>Horesta</w:t>
      </w:r>
    </w:p>
    <w:p w14:paraId="5B70B26C" w14:textId="77777777" w:rsidR="00C87312" w:rsidRDefault="00C87312" w:rsidP="00C87312">
      <w:r>
        <w:t xml:space="preserve">Horsens Kommune </w:t>
      </w:r>
    </w:p>
    <w:p w14:paraId="0D79C0A4" w14:textId="77777777" w:rsidR="00C87312" w:rsidRDefault="00C87312" w:rsidP="00C87312">
      <w:r>
        <w:t>HortiAdvice</w:t>
      </w:r>
    </w:p>
    <w:p w14:paraId="12DFFA2B" w14:textId="77777777" w:rsidR="00C87312" w:rsidRDefault="00C87312" w:rsidP="00C87312">
      <w:r>
        <w:t xml:space="preserve">Hvidovre Kommune </w:t>
      </w:r>
    </w:p>
    <w:p w14:paraId="358D0C01" w14:textId="77777777" w:rsidR="00C87312" w:rsidRDefault="00C87312" w:rsidP="00C87312">
      <w:r>
        <w:t xml:space="preserve">Høje-Taastrup Kommune </w:t>
      </w:r>
    </w:p>
    <w:p w14:paraId="7F1247AB" w14:textId="77777777" w:rsidR="00C87312" w:rsidRPr="008A217F" w:rsidRDefault="00C87312" w:rsidP="00C87312">
      <w:r w:rsidRPr="008A217F">
        <w:t>Højmarklaboratoriet A/S</w:t>
      </w:r>
    </w:p>
    <w:p w14:paraId="7B546BFF" w14:textId="77777777" w:rsidR="00C87312" w:rsidRPr="00C87312" w:rsidRDefault="00C87312" w:rsidP="00C87312">
      <w:pPr>
        <w:rPr>
          <w:lang w:val="en-US"/>
        </w:rPr>
      </w:pPr>
      <w:r w:rsidRPr="00C87312">
        <w:rPr>
          <w:lang w:val="en-US"/>
        </w:rPr>
        <w:t>Højvang Laboratorier A/S</w:t>
      </w:r>
    </w:p>
    <w:p w14:paraId="70BFFFA8" w14:textId="77777777" w:rsidR="00C87312" w:rsidRPr="008A217F" w:rsidRDefault="00C87312" w:rsidP="00C87312">
      <w:pPr>
        <w:rPr>
          <w:lang w:val="en-US"/>
        </w:rPr>
      </w:pPr>
      <w:r w:rsidRPr="008A217F">
        <w:rPr>
          <w:lang w:val="en-US"/>
        </w:rPr>
        <w:t xml:space="preserve">Hørsholm Kommune </w:t>
      </w:r>
    </w:p>
    <w:p w14:paraId="10BFD123" w14:textId="77777777" w:rsidR="00C87312" w:rsidRPr="008A217F" w:rsidRDefault="00C87312" w:rsidP="00C87312">
      <w:pPr>
        <w:rPr>
          <w:lang w:val="en-US"/>
        </w:rPr>
      </w:pPr>
      <w:r w:rsidRPr="008A217F">
        <w:rPr>
          <w:lang w:val="en-US"/>
        </w:rPr>
        <w:t>ICP A/S</w:t>
      </w:r>
    </w:p>
    <w:p w14:paraId="29C6DDFE" w14:textId="77777777" w:rsidR="00C87312" w:rsidRDefault="00C87312" w:rsidP="00C87312">
      <w:r>
        <w:t xml:space="preserve">Ikast -Brande Kommune </w:t>
      </w:r>
    </w:p>
    <w:p w14:paraId="425AD3E0" w14:textId="0A96889D" w:rsidR="00D6157C" w:rsidRDefault="00C87312" w:rsidP="00C87312">
      <w:r>
        <w:t>Ingeniørforeningen i Danmark</w:t>
      </w:r>
    </w:p>
    <w:p w14:paraId="0BE95919" w14:textId="02138826" w:rsidR="00C87312" w:rsidRDefault="00C87312" w:rsidP="00C87312">
      <w:r>
        <w:t xml:space="preserve">Ishøj Kommune </w:t>
      </w:r>
    </w:p>
    <w:p w14:paraId="120BDC51" w14:textId="77777777" w:rsidR="00C87312" w:rsidRDefault="00C87312" w:rsidP="00C87312">
      <w:r>
        <w:t>ITD</w:t>
      </w:r>
    </w:p>
    <w:p w14:paraId="5CD4E3B3" w14:textId="4C03AE0D" w:rsidR="00D6157C" w:rsidRDefault="00C87312" w:rsidP="00C87312">
      <w:r>
        <w:t xml:space="preserve">Jammerbugt Kommune </w:t>
      </w:r>
    </w:p>
    <w:p w14:paraId="344A62DE" w14:textId="200E3A07" w:rsidR="00C87312" w:rsidRDefault="00C87312" w:rsidP="00C87312">
      <w:r>
        <w:t xml:space="preserve">Kalundborg Kommune </w:t>
      </w:r>
    </w:p>
    <w:p w14:paraId="24BFA1B6" w14:textId="77777777" w:rsidR="00C87312" w:rsidRDefault="00C87312" w:rsidP="00C87312">
      <w:r>
        <w:t xml:space="preserve">Kemi &amp; Life Science  </w:t>
      </w:r>
    </w:p>
    <w:p w14:paraId="1C77F919" w14:textId="77777777" w:rsidR="00DD4A78" w:rsidRDefault="00C87312" w:rsidP="00C87312">
      <w:r>
        <w:t>Kerteminde Kommune</w:t>
      </w:r>
    </w:p>
    <w:p w14:paraId="27A5E843" w14:textId="106B1024" w:rsidR="00D6157C" w:rsidRDefault="00C87312" w:rsidP="00C87312">
      <w:r>
        <w:t>KL</w:t>
      </w:r>
    </w:p>
    <w:p w14:paraId="56754066" w14:textId="0F681979" w:rsidR="00C87312" w:rsidRDefault="00C87312" w:rsidP="00C87312">
      <w:r>
        <w:t xml:space="preserve">Kolding Kommune </w:t>
      </w:r>
    </w:p>
    <w:p w14:paraId="6B347792" w14:textId="616CDB10" w:rsidR="00C87312" w:rsidRDefault="00C87312" w:rsidP="00C87312">
      <w:r>
        <w:lastRenderedPageBreak/>
        <w:t>KTC</w:t>
      </w:r>
    </w:p>
    <w:p w14:paraId="56DC192B" w14:textId="6D42F69E" w:rsidR="00C87312" w:rsidRDefault="00C87312" w:rsidP="00C87312">
      <w:r>
        <w:t>Københavns Havn</w:t>
      </w:r>
    </w:p>
    <w:p w14:paraId="58BDD9A7" w14:textId="56482EA0" w:rsidR="00D6157C" w:rsidRDefault="00C87312" w:rsidP="00C87312">
      <w:r>
        <w:t>Københavns Kommune</w:t>
      </w:r>
      <w:r w:rsidR="00D6157C">
        <w:t>, Teknik- og miljøforvaltning</w:t>
      </w:r>
      <w:r>
        <w:t xml:space="preserve"> </w:t>
      </w:r>
    </w:p>
    <w:p w14:paraId="288149C8" w14:textId="43AB4935" w:rsidR="00C87312" w:rsidRDefault="00C87312" w:rsidP="00C87312">
      <w:r>
        <w:t>Københavns Universitet</w:t>
      </w:r>
    </w:p>
    <w:p w14:paraId="1D245BB6" w14:textId="69721B7F" w:rsidR="00DE700A" w:rsidRDefault="00DE700A" w:rsidP="00C87312">
      <w:r w:rsidRPr="00DE700A">
        <w:t>Københavns Universitet, Nationalt Center for Skov, Landskab og Planlægning</w:t>
      </w:r>
    </w:p>
    <w:p w14:paraId="02F83448" w14:textId="77777777" w:rsidR="00C87312" w:rsidRDefault="00C87312" w:rsidP="00C87312">
      <w:r>
        <w:t xml:space="preserve">Køge Kommune </w:t>
      </w:r>
    </w:p>
    <w:p w14:paraId="06FA7198" w14:textId="77777777" w:rsidR="00C87312" w:rsidRDefault="00C87312" w:rsidP="00C87312">
      <w:r>
        <w:t>Laboratoriernes Brancheforening</w:t>
      </w:r>
    </w:p>
    <w:p w14:paraId="50E499FB" w14:textId="77777777" w:rsidR="00C87312" w:rsidRDefault="00C87312" w:rsidP="00C87312">
      <w:r>
        <w:t>Landbo Limfjord</w:t>
      </w:r>
    </w:p>
    <w:p w14:paraId="6CF400C6" w14:textId="77777777" w:rsidR="00C87312" w:rsidRDefault="00C87312" w:rsidP="00C87312">
      <w:r>
        <w:t>LandboForeningen Midtjylland</w:t>
      </w:r>
    </w:p>
    <w:p w14:paraId="67CE8B3D" w14:textId="77777777" w:rsidR="00C87312" w:rsidRDefault="00C87312" w:rsidP="00C87312">
      <w:r>
        <w:t>LandboNord</w:t>
      </w:r>
    </w:p>
    <w:p w14:paraId="79C07ECB" w14:textId="77777777" w:rsidR="00C87312" w:rsidRDefault="00C87312" w:rsidP="00C87312">
      <w:r>
        <w:t xml:space="preserve">LandboSyd </w:t>
      </w:r>
    </w:p>
    <w:p w14:paraId="68CD3791" w14:textId="77777777" w:rsidR="00C87312" w:rsidRDefault="00C87312" w:rsidP="00C87312">
      <w:r>
        <w:t xml:space="preserve">LandboUngdom </w:t>
      </w:r>
    </w:p>
    <w:p w14:paraId="23D99F67" w14:textId="77777777" w:rsidR="00C87312" w:rsidRDefault="00C87312" w:rsidP="00C87312">
      <w:r>
        <w:t>Landbrug &amp; Fødevarer</w:t>
      </w:r>
    </w:p>
    <w:p w14:paraId="6EC4F135" w14:textId="77777777" w:rsidR="00C87312" w:rsidRDefault="00C87312" w:rsidP="00C87312">
      <w:r>
        <w:t>Landbrugsrådgivning Syd</w:t>
      </w:r>
    </w:p>
    <w:p w14:paraId="14666057" w14:textId="77777777" w:rsidR="00C87312" w:rsidRDefault="00C87312" w:rsidP="00C87312">
      <w:r>
        <w:t xml:space="preserve">Landsforeningen Praktisk Økologi </w:t>
      </w:r>
    </w:p>
    <w:p w14:paraId="368A943E" w14:textId="77777777" w:rsidR="00C87312" w:rsidRDefault="00C87312" w:rsidP="00C87312">
      <w:r>
        <w:t xml:space="preserve">Langeland Kommune </w:t>
      </w:r>
    </w:p>
    <w:p w14:paraId="7D65CF8F" w14:textId="77777777" w:rsidR="00C87312" w:rsidRDefault="00C87312" w:rsidP="00C87312">
      <w:r>
        <w:t xml:space="preserve">Lejre Kommune </w:t>
      </w:r>
    </w:p>
    <w:p w14:paraId="45D89444" w14:textId="77777777" w:rsidR="00C87312" w:rsidRDefault="00C87312" w:rsidP="00C87312">
      <w:r>
        <w:t xml:space="preserve">Lemvig Kommune </w:t>
      </w:r>
    </w:p>
    <w:p w14:paraId="20BCBD29" w14:textId="77777777" w:rsidR="00C87312" w:rsidRDefault="00C87312" w:rsidP="00C87312">
      <w:r>
        <w:t>Lif</w:t>
      </w:r>
    </w:p>
    <w:p w14:paraId="03B19A2D" w14:textId="77777777" w:rsidR="00C87312" w:rsidRDefault="00C87312" w:rsidP="00C87312">
      <w:r>
        <w:t xml:space="preserve">Lolland Kommune </w:t>
      </w:r>
    </w:p>
    <w:p w14:paraId="4F746060" w14:textId="77777777" w:rsidR="00C87312" w:rsidRDefault="00C87312" w:rsidP="00C87312">
      <w:r>
        <w:t xml:space="preserve">Lyngby-Taarbæk Kommune </w:t>
      </w:r>
    </w:p>
    <w:p w14:paraId="3EA22D46" w14:textId="77777777" w:rsidR="00C87312" w:rsidRDefault="00C87312" w:rsidP="00C87312">
      <w:r>
        <w:t>Lægeforeningen</w:t>
      </w:r>
    </w:p>
    <w:p w14:paraId="6EAFAD92" w14:textId="77777777" w:rsidR="00C87312" w:rsidRDefault="00C87312" w:rsidP="00C87312">
      <w:r>
        <w:t xml:space="preserve">Læsø Kommune </w:t>
      </w:r>
    </w:p>
    <w:p w14:paraId="64A29D64" w14:textId="77777777" w:rsidR="00C87312" w:rsidRDefault="00C87312" w:rsidP="00C87312">
      <w:r>
        <w:t xml:space="preserve">Mariagerfjord Kommune </w:t>
      </w:r>
    </w:p>
    <w:p w14:paraId="4D7D0023" w14:textId="766375E0" w:rsidR="00C87312" w:rsidRDefault="00C87312" w:rsidP="00C87312">
      <w:r>
        <w:t>Marine Ingredients Denmark</w:t>
      </w:r>
    </w:p>
    <w:p w14:paraId="60AE0397" w14:textId="3397BDE4" w:rsidR="00EE0F7E" w:rsidRDefault="00EE0F7E" w:rsidP="00C87312">
      <w:r>
        <w:t>Mejeriforeningen</w:t>
      </w:r>
    </w:p>
    <w:p w14:paraId="29C9FE25" w14:textId="77777777" w:rsidR="0006487B" w:rsidRDefault="00C87312" w:rsidP="00C87312">
      <w:r>
        <w:t xml:space="preserve">Middelfart Kommune </w:t>
      </w:r>
    </w:p>
    <w:p w14:paraId="3EBD8487" w14:textId="56A241FA" w:rsidR="00C87312" w:rsidRDefault="00C87312" w:rsidP="00C87312">
      <w:r>
        <w:t xml:space="preserve">Morsø Kommune </w:t>
      </w:r>
    </w:p>
    <w:p w14:paraId="079208A9" w14:textId="77777777" w:rsidR="00C87312" w:rsidRDefault="00C87312" w:rsidP="00C87312">
      <w:r>
        <w:t>Natur og Ungdom</w:t>
      </w:r>
    </w:p>
    <w:p w14:paraId="0862F82A" w14:textId="77777777" w:rsidR="00C87312" w:rsidRDefault="00C87312" w:rsidP="00C87312">
      <w:r>
        <w:t>Niras</w:t>
      </w:r>
    </w:p>
    <w:p w14:paraId="57D722A5" w14:textId="77777777" w:rsidR="00C87312" w:rsidRDefault="00C87312" w:rsidP="00C87312">
      <w:r>
        <w:t>NOAH</w:t>
      </w:r>
    </w:p>
    <w:p w14:paraId="73590767" w14:textId="77777777" w:rsidR="00C87312" w:rsidRDefault="00C87312" w:rsidP="00C87312">
      <w:r>
        <w:t xml:space="preserve">Norddjurs Kommune </w:t>
      </w:r>
    </w:p>
    <w:p w14:paraId="397DF719" w14:textId="77777777" w:rsidR="00C87312" w:rsidRDefault="00C87312" w:rsidP="00C87312">
      <w:r>
        <w:t xml:space="preserve">Nordfyns Kommune </w:t>
      </w:r>
    </w:p>
    <w:p w14:paraId="307D5D83" w14:textId="77777777" w:rsidR="00C87312" w:rsidRDefault="00C87312" w:rsidP="00C87312">
      <w:r>
        <w:t>Nordisk konservatorforbund</w:t>
      </w:r>
    </w:p>
    <w:p w14:paraId="547945DA" w14:textId="77777777" w:rsidR="00C87312" w:rsidRDefault="00C87312" w:rsidP="00C87312">
      <w:r>
        <w:t xml:space="preserve">Nyborg Kommune </w:t>
      </w:r>
    </w:p>
    <w:p w14:paraId="4B799F2D" w14:textId="77777777" w:rsidR="00C87312" w:rsidRDefault="00C87312" w:rsidP="00C87312">
      <w:r>
        <w:t xml:space="preserve">Næstved Kommune </w:t>
      </w:r>
    </w:p>
    <w:p w14:paraId="13DC592B" w14:textId="77777777" w:rsidR="00C87312" w:rsidRDefault="00C87312" w:rsidP="00C87312">
      <w:r>
        <w:t xml:space="preserve">Odder Kommune </w:t>
      </w:r>
    </w:p>
    <w:p w14:paraId="0755759B" w14:textId="77777777" w:rsidR="00C87312" w:rsidRDefault="00C87312" w:rsidP="00C87312">
      <w:r>
        <w:t xml:space="preserve">Odense Kommune </w:t>
      </w:r>
    </w:p>
    <w:p w14:paraId="748D6A83" w14:textId="77777777" w:rsidR="00C87312" w:rsidRDefault="00C87312" w:rsidP="00C87312">
      <w:r>
        <w:t xml:space="preserve">Odsherred Kommune </w:t>
      </w:r>
    </w:p>
    <w:p w14:paraId="703C0E0F" w14:textId="77777777" w:rsidR="00C87312" w:rsidRDefault="00C87312" w:rsidP="00C87312">
      <w:r>
        <w:t>Parcelhusejernes Landsorganisation</w:t>
      </w:r>
    </w:p>
    <w:p w14:paraId="4AF459FF" w14:textId="77777777" w:rsidR="00C87312" w:rsidRDefault="00C87312" w:rsidP="00C87312">
      <w:r>
        <w:t>Plastindustrien</w:t>
      </w:r>
    </w:p>
    <w:p w14:paraId="1B2D71EB" w14:textId="77777777" w:rsidR="00C87312" w:rsidRDefault="00C87312" w:rsidP="00C87312">
      <w:r>
        <w:t>Rambøll Danmark</w:t>
      </w:r>
    </w:p>
    <w:p w14:paraId="3977F586" w14:textId="77777777" w:rsidR="00C87312" w:rsidRDefault="00C87312" w:rsidP="00C87312">
      <w:r>
        <w:t xml:space="preserve">Randers Kommune </w:t>
      </w:r>
    </w:p>
    <w:p w14:paraId="4A12F583" w14:textId="77777777" w:rsidR="00C87312" w:rsidRDefault="00C87312" w:rsidP="00C87312">
      <w:r>
        <w:t xml:space="preserve">Rebild Kommune </w:t>
      </w:r>
    </w:p>
    <w:p w14:paraId="546188A4" w14:textId="77777777" w:rsidR="00460477" w:rsidRDefault="00460477" w:rsidP="00C87312">
      <w:r>
        <w:t>Referencelaboratoriet</w:t>
      </w:r>
    </w:p>
    <w:p w14:paraId="3CC3E48E" w14:textId="77777777" w:rsidR="00C87312" w:rsidRDefault="00C87312" w:rsidP="00C87312">
      <w:r>
        <w:t xml:space="preserve">Ringkøbing-Skjern Kommune </w:t>
      </w:r>
    </w:p>
    <w:p w14:paraId="4223E16B" w14:textId="77777777" w:rsidR="00C87312" w:rsidRDefault="00C87312" w:rsidP="00C87312">
      <w:r>
        <w:t xml:space="preserve">Ringsted Kommune </w:t>
      </w:r>
    </w:p>
    <w:p w14:paraId="758BAACC" w14:textId="77777777" w:rsidR="00C87312" w:rsidRDefault="00C87312" w:rsidP="00C87312">
      <w:r>
        <w:t xml:space="preserve">Roskilde Kommune </w:t>
      </w:r>
    </w:p>
    <w:p w14:paraId="0A2447A7" w14:textId="77777777" w:rsidR="00C87312" w:rsidRDefault="00C87312" w:rsidP="00C87312">
      <w:r>
        <w:t xml:space="preserve">Rudersdal Kommune </w:t>
      </w:r>
    </w:p>
    <w:p w14:paraId="299C232B" w14:textId="77777777" w:rsidR="004F4801" w:rsidRDefault="00C87312" w:rsidP="00C87312">
      <w:r>
        <w:t xml:space="preserve">Rødovre Kommune </w:t>
      </w:r>
    </w:p>
    <w:p w14:paraId="49D3A7E8" w14:textId="0D023AF3" w:rsidR="00C87312" w:rsidRDefault="00C87312" w:rsidP="00C87312">
      <w:r>
        <w:lastRenderedPageBreak/>
        <w:t>SAGRO</w:t>
      </w:r>
    </w:p>
    <w:p w14:paraId="57DD42AD" w14:textId="77777777" w:rsidR="00C87312" w:rsidRDefault="00C87312" w:rsidP="00C87312">
      <w:r>
        <w:t xml:space="preserve">Samsø Kommune </w:t>
      </w:r>
    </w:p>
    <w:p w14:paraId="5E53C70E" w14:textId="77777777" w:rsidR="00C87312" w:rsidRDefault="00C87312" w:rsidP="00C87312">
      <w:r>
        <w:t>SEGES</w:t>
      </w:r>
    </w:p>
    <w:p w14:paraId="4F08469E" w14:textId="77777777" w:rsidR="00460477" w:rsidRDefault="00460477" w:rsidP="00C87312">
      <w:r>
        <w:t>SGS Analytics Denmark</w:t>
      </w:r>
    </w:p>
    <w:p w14:paraId="0B89EFC5" w14:textId="77777777" w:rsidR="00C87312" w:rsidRDefault="00C87312" w:rsidP="00C87312">
      <w:r>
        <w:t>Silkeborg Kommune</w:t>
      </w:r>
    </w:p>
    <w:p w14:paraId="3B1B6C16" w14:textId="77777777" w:rsidR="005D182D" w:rsidRDefault="00C87312" w:rsidP="00C87312">
      <w:r>
        <w:t>Skanderborg Kommune</w:t>
      </w:r>
    </w:p>
    <w:p w14:paraId="76A2F0BF" w14:textId="70F9D2DD" w:rsidR="00C87312" w:rsidRDefault="00C87312" w:rsidP="00C87312">
      <w:r>
        <w:t xml:space="preserve">Skive Kommune </w:t>
      </w:r>
    </w:p>
    <w:p w14:paraId="63FACEFD" w14:textId="77777777" w:rsidR="00C87312" w:rsidRDefault="00C87312" w:rsidP="00C87312">
      <w:r>
        <w:t>Skovdyrkerne</w:t>
      </w:r>
    </w:p>
    <w:p w14:paraId="0DF79AA5" w14:textId="77777777" w:rsidR="005D182D" w:rsidRDefault="00C87312" w:rsidP="00C87312">
      <w:r>
        <w:t>Slagelse Kommune</w:t>
      </w:r>
    </w:p>
    <w:p w14:paraId="637C962D" w14:textId="260E4EF4" w:rsidR="00C87312" w:rsidRDefault="00C87312" w:rsidP="00C87312">
      <w:r>
        <w:t xml:space="preserve">Solrød Kommune </w:t>
      </w:r>
    </w:p>
    <w:p w14:paraId="3D9A29D2" w14:textId="77777777" w:rsidR="00C87312" w:rsidRDefault="00C87312" w:rsidP="00C87312">
      <w:r>
        <w:t xml:space="preserve">Sorø Kommune </w:t>
      </w:r>
    </w:p>
    <w:p w14:paraId="305399AA" w14:textId="77777777" w:rsidR="005D182D" w:rsidRDefault="00C87312" w:rsidP="00C87312">
      <w:r>
        <w:t>Spildevandsteknisk forening</w:t>
      </w:r>
    </w:p>
    <w:p w14:paraId="5011C7EA" w14:textId="6EF461AA" w:rsidR="00C87312" w:rsidRDefault="00C87312" w:rsidP="00C87312">
      <w:r>
        <w:t xml:space="preserve">Stevns Kommune </w:t>
      </w:r>
    </w:p>
    <w:p w14:paraId="552F3FA9" w14:textId="77777777" w:rsidR="00C87312" w:rsidRDefault="00C87312" w:rsidP="00C87312">
      <w:r>
        <w:t xml:space="preserve">Struer Kommune </w:t>
      </w:r>
    </w:p>
    <w:p w14:paraId="77A116C5" w14:textId="77777777" w:rsidR="005D182D" w:rsidRDefault="00C87312" w:rsidP="00C87312">
      <w:r>
        <w:t xml:space="preserve">Svendborg Kommune </w:t>
      </w:r>
    </w:p>
    <w:p w14:paraId="6A9638ED" w14:textId="123ADF9C" w:rsidR="00C87312" w:rsidRDefault="00C87312" w:rsidP="00C87312">
      <w:r>
        <w:t xml:space="preserve">Syddjurs Kommune </w:t>
      </w:r>
    </w:p>
    <w:p w14:paraId="2012DB67" w14:textId="77777777" w:rsidR="00C87312" w:rsidRDefault="00C87312" w:rsidP="00C87312">
      <w:r>
        <w:t xml:space="preserve">Sønderborg Kommune </w:t>
      </w:r>
    </w:p>
    <w:p w14:paraId="0E77C933" w14:textId="77777777" w:rsidR="00C87312" w:rsidRDefault="00C87312" w:rsidP="00C87312">
      <w:r>
        <w:t>TEKNIQ Arbejdsgiverne</w:t>
      </w:r>
    </w:p>
    <w:p w14:paraId="246E67A5" w14:textId="77777777" w:rsidR="00C87312" w:rsidRDefault="00C87312" w:rsidP="00C87312">
      <w:r>
        <w:t>Teknologisk Institut</w:t>
      </w:r>
    </w:p>
    <w:p w14:paraId="7D7A1A9B" w14:textId="77777777" w:rsidR="00856390" w:rsidRDefault="00C87312" w:rsidP="00C87312">
      <w:r>
        <w:t xml:space="preserve">Thisted Kommune </w:t>
      </w:r>
    </w:p>
    <w:p w14:paraId="7EF30C21" w14:textId="240C0DCC" w:rsidR="00C87312" w:rsidRDefault="00C87312" w:rsidP="00C87312">
      <w:r>
        <w:t>Træinfo</w:t>
      </w:r>
    </w:p>
    <w:p w14:paraId="4D255169" w14:textId="77777777" w:rsidR="00C87312" w:rsidRDefault="00C87312" w:rsidP="00C87312">
      <w:r>
        <w:t xml:space="preserve">Tønder Kommune </w:t>
      </w:r>
    </w:p>
    <w:p w14:paraId="00133963" w14:textId="33CD5989" w:rsidR="00D6157C" w:rsidRDefault="00C87312" w:rsidP="00C87312">
      <w:r>
        <w:t xml:space="preserve">Tårnby Kommune </w:t>
      </w:r>
    </w:p>
    <w:p w14:paraId="4441A763" w14:textId="77777777" w:rsidR="00C87312" w:rsidRDefault="00C87312" w:rsidP="00C87312">
      <w:r>
        <w:t xml:space="preserve">Vallensbæk Kommune </w:t>
      </w:r>
    </w:p>
    <w:p w14:paraId="25BF570F" w14:textId="77777777" w:rsidR="00C87312" w:rsidRDefault="00C87312" w:rsidP="00C87312">
      <w:r>
        <w:t xml:space="preserve">Varde Kommune </w:t>
      </w:r>
    </w:p>
    <w:p w14:paraId="387BA8FA" w14:textId="77777777" w:rsidR="00C87312" w:rsidRDefault="00C87312" w:rsidP="00C87312">
      <w:r>
        <w:t xml:space="preserve">Vejen Kommune </w:t>
      </w:r>
    </w:p>
    <w:p w14:paraId="7B0E4014" w14:textId="77777777" w:rsidR="00C87312" w:rsidRDefault="00C87312" w:rsidP="00C87312">
      <w:r>
        <w:t xml:space="preserve">Vejle Kommune </w:t>
      </w:r>
    </w:p>
    <w:p w14:paraId="6CBD477C" w14:textId="77777777" w:rsidR="00C87312" w:rsidRDefault="00C87312" w:rsidP="00C87312">
      <w:r>
        <w:t>Velas (tidligere LMO)</w:t>
      </w:r>
    </w:p>
    <w:p w14:paraId="346C4294" w14:textId="77777777" w:rsidR="00C87312" w:rsidRDefault="00C87312" w:rsidP="00C87312">
      <w:r>
        <w:t>VELTEK</w:t>
      </w:r>
    </w:p>
    <w:p w14:paraId="3842FC36" w14:textId="77777777" w:rsidR="00C87312" w:rsidRDefault="00C87312" w:rsidP="00C87312">
      <w:r>
        <w:t>Verdensnaturfonden</w:t>
      </w:r>
    </w:p>
    <w:p w14:paraId="7CD2724A" w14:textId="77777777" w:rsidR="00C87312" w:rsidRDefault="00C87312" w:rsidP="00C87312">
      <w:r>
        <w:t xml:space="preserve">Vesthimmerlands Kommune </w:t>
      </w:r>
    </w:p>
    <w:p w14:paraId="30777672" w14:textId="77777777" w:rsidR="00C87312" w:rsidRDefault="00C87312" w:rsidP="00C87312">
      <w:r>
        <w:t>Vestjysk Landboforening</w:t>
      </w:r>
    </w:p>
    <w:p w14:paraId="7207CD1A" w14:textId="77777777" w:rsidR="00C87312" w:rsidRDefault="00C87312" w:rsidP="00C87312">
      <w:r>
        <w:t xml:space="preserve">Viborg Kommune </w:t>
      </w:r>
    </w:p>
    <w:p w14:paraId="3054488C" w14:textId="77777777" w:rsidR="00C87312" w:rsidRDefault="00C87312" w:rsidP="00C87312">
      <w:r>
        <w:t xml:space="preserve">Vordingborg Kommune </w:t>
      </w:r>
    </w:p>
    <w:p w14:paraId="2C6FDE21" w14:textId="77777777" w:rsidR="00C87312" w:rsidRDefault="00C87312" w:rsidP="00C87312">
      <w:r>
        <w:t>Wind Denmark</w:t>
      </w:r>
    </w:p>
    <w:p w14:paraId="5AA96576" w14:textId="77777777" w:rsidR="00C87312" w:rsidRDefault="00C87312" w:rsidP="00C87312">
      <w:r>
        <w:t xml:space="preserve">Ærø Kommune </w:t>
      </w:r>
    </w:p>
    <w:p w14:paraId="2FA65907" w14:textId="77777777" w:rsidR="00C87312" w:rsidRDefault="00C87312" w:rsidP="00C87312">
      <w:r>
        <w:t>Økologisk Landsforening</w:t>
      </w:r>
    </w:p>
    <w:p w14:paraId="1BB2305F" w14:textId="77777777" w:rsidR="00C87312" w:rsidRDefault="00C87312" w:rsidP="00C87312">
      <w:r>
        <w:t>Ørsted</w:t>
      </w:r>
    </w:p>
    <w:p w14:paraId="1DF66349" w14:textId="77777777" w:rsidR="00C87312" w:rsidRDefault="00C87312" w:rsidP="00C87312">
      <w:r>
        <w:t>Østdansk Landboforening</w:t>
      </w:r>
    </w:p>
    <w:p w14:paraId="104BB8E5" w14:textId="77777777" w:rsidR="00C87312" w:rsidRDefault="00C87312" w:rsidP="00C87312">
      <w:r>
        <w:t xml:space="preserve">Aabenraa Kommune </w:t>
      </w:r>
    </w:p>
    <w:p w14:paraId="4400E6B5" w14:textId="77777777" w:rsidR="00C87312" w:rsidRDefault="00C87312" w:rsidP="00C87312">
      <w:r>
        <w:t xml:space="preserve">Aalborg Kommune </w:t>
      </w:r>
    </w:p>
    <w:p w14:paraId="719F8C76" w14:textId="77777777" w:rsidR="00C87312" w:rsidRDefault="00C87312" w:rsidP="00C87312">
      <w:r>
        <w:t>Aalborg Universitet</w:t>
      </w:r>
    </w:p>
    <w:p w14:paraId="10DC7B7D" w14:textId="77777777" w:rsidR="00C87312" w:rsidRDefault="00C87312" w:rsidP="00C87312">
      <w:r>
        <w:t>Aarhus Kommune</w:t>
      </w:r>
    </w:p>
    <w:p w14:paraId="757A1E2F" w14:textId="6DE0B7C8" w:rsidR="00C87312" w:rsidRDefault="00C87312" w:rsidP="00C87312">
      <w:r>
        <w:t>Aarhus Universitet</w:t>
      </w:r>
    </w:p>
    <w:p w14:paraId="60F7677F" w14:textId="44A33168" w:rsidR="00DE700A" w:rsidRDefault="00DE700A" w:rsidP="00C87312">
      <w:r w:rsidRPr="00DE700A">
        <w:t>Aarhus Universitet, DCE - Nationalt Center for Miljø og Energi</w:t>
      </w:r>
    </w:p>
    <w:p w14:paraId="68E4DE9E" w14:textId="433B4182" w:rsidR="00FE7E77" w:rsidRPr="001F1E3C" w:rsidRDefault="004E0994" w:rsidP="00FE7E77">
      <w:r>
        <w:t>3F</w:t>
      </w:r>
    </w:p>
    <w:sectPr w:rsidR="00FE7E77" w:rsidRPr="001F1E3C" w:rsidSect="0048667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8C215" w14:textId="77777777" w:rsidR="006375D4" w:rsidRDefault="006375D4">
      <w:r>
        <w:separator/>
      </w:r>
    </w:p>
  </w:endnote>
  <w:endnote w:type="continuationSeparator" w:id="0">
    <w:p w14:paraId="7A711B77" w14:textId="77777777" w:rsidR="006375D4" w:rsidRDefault="0063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5577B" w14:textId="77777777" w:rsidR="00662871" w:rsidRDefault="00662871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7FD9CD7D" w14:textId="77777777" w:rsidR="00662871" w:rsidRDefault="00662871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833B" w14:textId="77777777" w:rsidR="00662871" w:rsidRPr="001C6975" w:rsidRDefault="00662871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59A02" w14:textId="77777777" w:rsidR="00662871" w:rsidRPr="001F1E3C" w:rsidRDefault="00662871" w:rsidP="00EE0137">
    <w:pPr>
      <w:pStyle w:val="Template-Address"/>
    </w:pPr>
    <w:bookmarkStart w:id="3" w:name="OFF_Institution"/>
    <w:bookmarkStart w:id="4" w:name="OFF_InstitutionHIF"/>
    <w:bookmarkStart w:id="5" w:name="XIF_MMFirstAddressLine"/>
    <w:r w:rsidRPr="001F1E3C">
      <w:t>Miljøministeriet</w:t>
    </w:r>
    <w:bookmarkEnd w:id="3"/>
    <w:r w:rsidRPr="001F1E3C">
      <w:t xml:space="preserve"> </w:t>
    </w:r>
    <w:bookmarkEnd w:id="4"/>
    <w:r w:rsidRPr="001F1E3C">
      <w:t xml:space="preserve">• </w:t>
    </w:r>
    <w:bookmarkStart w:id="6" w:name="OFF_AddressA"/>
    <w:bookmarkStart w:id="7" w:name="OFF_AddressAHIF"/>
    <w:r w:rsidRPr="001F1E3C">
      <w:t>Frederiksholms Kanal 26</w:t>
    </w:r>
    <w:bookmarkEnd w:id="6"/>
    <w:r w:rsidRPr="001F1E3C">
      <w:t xml:space="preserve"> </w:t>
    </w:r>
    <w:bookmarkEnd w:id="7"/>
    <w:r w:rsidRPr="001F1E3C">
      <w:rPr>
        <w:vanish/>
      </w:rPr>
      <w:t xml:space="preserve">• </w:t>
    </w:r>
    <w:bookmarkStart w:id="8" w:name="OFF_AddressB"/>
    <w:bookmarkStart w:id="9" w:name="OFF_AddressBHIF"/>
    <w:bookmarkEnd w:id="8"/>
    <w:r w:rsidRPr="001F1E3C">
      <w:rPr>
        <w:vanish/>
      </w:rPr>
      <w:t xml:space="preserve"> </w:t>
    </w:r>
    <w:bookmarkEnd w:id="9"/>
    <w:r w:rsidRPr="001F1E3C">
      <w:rPr>
        <w:vanish/>
      </w:rPr>
      <w:t xml:space="preserve">• </w:t>
    </w:r>
    <w:bookmarkStart w:id="10" w:name="OFF_AddressC"/>
    <w:bookmarkStart w:id="11" w:name="OFF_AddressCHIF"/>
    <w:bookmarkEnd w:id="10"/>
    <w:r w:rsidRPr="001F1E3C">
      <w:rPr>
        <w:vanish/>
      </w:rPr>
      <w:t xml:space="preserve"> </w:t>
    </w:r>
    <w:bookmarkEnd w:id="11"/>
    <w:r w:rsidRPr="001F1E3C">
      <w:t xml:space="preserve">• </w:t>
    </w:r>
    <w:bookmarkStart w:id="12" w:name="OFF_AddressD"/>
    <w:bookmarkStart w:id="13" w:name="OFF_AddressDHIF"/>
    <w:r w:rsidRPr="001F1E3C">
      <w:t>1220</w:t>
    </w:r>
    <w:bookmarkEnd w:id="12"/>
    <w:r w:rsidRPr="001F1E3C">
      <w:t xml:space="preserve"> </w:t>
    </w:r>
    <w:bookmarkStart w:id="14" w:name="OFF_City"/>
    <w:r>
      <w:t>København K</w:t>
    </w:r>
    <w:bookmarkEnd w:id="14"/>
    <w:r w:rsidRPr="001F1E3C">
      <w:t xml:space="preserve"> </w:t>
    </w:r>
    <w:bookmarkEnd w:id="13"/>
  </w:p>
  <w:p w14:paraId="06F20324" w14:textId="77777777" w:rsidR="00662871" w:rsidRPr="00956D3A" w:rsidRDefault="00662871" w:rsidP="00EE0137">
    <w:pPr>
      <w:pStyle w:val="Template-Address"/>
    </w:pPr>
    <w:bookmarkStart w:id="15" w:name="LAN_Phone"/>
    <w:bookmarkStart w:id="16" w:name="OFF_PhoneHIF"/>
    <w:bookmarkStart w:id="17" w:name="XIF_MMSecondAddressLine"/>
    <w:bookmarkEnd w:id="5"/>
    <w:r w:rsidRPr="001F1E3C">
      <w:t>Tlf.</w:t>
    </w:r>
    <w:bookmarkEnd w:id="15"/>
    <w:r w:rsidRPr="001F1E3C">
      <w:t xml:space="preserve"> </w:t>
    </w:r>
    <w:bookmarkStart w:id="18" w:name="OFF_Phone"/>
    <w:r w:rsidRPr="001F1E3C">
      <w:t>38 14 21 42</w:t>
    </w:r>
    <w:bookmarkEnd w:id="18"/>
    <w:r w:rsidRPr="001F1E3C">
      <w:t xml:space="preserve"> </w:t>
    </w:r>
    <w:bookmarkEnd w:id="16"/>
    <w:r w:rsidRPr="001F1E3C">
      <w:rPr>
        <w:vanish/>
      </w:rPr>
      <w:t xml:space="preserve">• </w:t>
    </w:r>
    <w:bookmarkStart w:id="19" w:name="LAN_Fax"/>
    <w:bookmarkStart w:id="20" w:name="OFF_FaxHIF"/>
    <w:r w:rsidRPr="001F1E3C">
      <w:rPr>
        <w:vanish/>
      </w:rPr>
      <w:t>Fax</w:t>
    </w:r>
    <w:bookmarkEnd w:id="19"/>
    <w:r w:rsidRPr="001F1E3C">
      <w:rPr>
        <w:vanish/>
      </w:rPr>
      <w:t xml:space="preserve"> </w:t>
    </w:r>
    <w:bookmarkStart w:id="21" w:name="OFF_Fax"/>
    <w:bookmarkEnd w:id="21"/>
    <w:r w:rsidRPr="001F1E3C">
      <w:rPr>
        <w:vanish/>
      </w:rPr>
      <w:t xml:space="preserve"> </w:t>
    </w:r>
    <w:bookmarkEnd w:id="20"/>
    <w:r w:rsidRPr="001F1E3C">
      <w:t xml:space="preserve">• </w:t>
    </w:r>
    <w:bookmarkStart w:id="22" w:name="OFF_CVRHIF"/>
    <w:r w:rsidRPr="001F1E3C">
      <w:t xml:space="preserve">CVR </w:t>
    </w:r>
    <w:bookmarkStart w:id="23" w:name="OFF_CVR"/>
    <w:r w:rsidRPr="001F1E3C">
      <w:t>12854358</w:t>
    </w:r>
    <w:bookmarkEnd w:id="23"/>
    <w:r w:rsidRPr="001F1E3C">
      <w:t xml:space="preserve"> </w:t>
    </w:r>
    <w:bookmarkEnd w:id="22"/>
    <w:r w:rsidRPr="001F1E3C">
      <w:t xml:space="preserve">• </w:t>
    </w:r>
    <w:bookmarkStart w:id="24" w:name="OFF_EANHIF"/>
    <w:r w:rsidRPr="001F1E3C">
      <w:t xml:space="preserve">EAN </w:t>
    </w:r>
    <w:bookmarkStart w:id="25" w:name="OFF_EAN"/>
    <w:r w:rsidRPr="001F1E3C">
      <w:t>5798000862005</w:t>
    </w:r>
    <w:bookmarkEnd w:id="25"/>
    <w:r w:rsidRPr="001F1E3C">
      <w:t xml:space="preserve"> </w:t>
    </w:r>
    <w:bookmarkEnd w:id="24"/>
    <w:r w:rsidRPr="001F1E3C">
      <w:t xml:space="preserve">• </w:t>
    </w:r>
    <w:bookmarkStart w:id="26" w:name="OFF_Email"/>
    <w:bookmarkStart w:id="27" w:name="OFF_EmailHIF"/>
    <w:r w:rsidRPr="001F1E3C">
      <w:t>mim@mim.dk</w:t>
    </w:r>
    <w:bookmarkEnd w:id="26"/>
    <w:r w:rsidRPr="001F1E3C">
      <w:t xml:space="preserve"> </w:t>
    </w:r>
    <w:bookmarkEnd w:id="27"/>
    <w:r w:rsidRPr="001F1E3C">
      <w:t xml:space="preserve">• </w:t>
    </w:r>
    <w:bookmarkStart w:id="28" w:name="OFF_Web"/>
    <w:bookmarkStart w:id="29" w:name="OFF_WebHIF"/>
    <w:r w:rsidRPr="001F1E3C">
      <w:t>www.mim.dk</w:t>
    </w:r>
    <w:bookmarkEnd w:id="28"/>
    <w:r w:rsidRPr="001F1E3C">
      <w:t xml:space="preserve"> </w:t>
    </w:r>
    <w:bookmarkEnd w:id="17"/>
    <w:bookmarkEnd w:id="29"/>
  </w:p>
  <w:p w14:paraId="0D6F2957" w14:textId="77777777" w:rsidR="00662871" w:rsidRPr="00EE0137" w:rsidRDefault="00662871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7BC2B" w14:textId="77777777" w:rsidR="006375D4" w:rsidRDefault="006375D4">
      <w:r>
        <w:separator/>
      </w:r>
    </w:p>
  </w:footnote>
  <w:footnote w:type="continuationSeparator" w:id="0">
    <w:p w14:paraId="3B3C6F32" w14:textId="77777777" w:rsidR="006375D4" w:rsidRDefault="0063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AA29C" w14:textId="77777777" w:rsidR="00662871" w:rsidRPr="00E959A5" w:rsidRDefault="00662871" w:rsidP="00EE0137">
    <w:bookmarkStart w:id="2" w:name="BIT_DocumentName"/>
    <w:bookmarkEnd w:id="2"/>
    <w:r>
      <w:rPr>
        <w:noProof/>
      </w:rPr>
      <w:drawing>
        <wp:anchor distT="0" distB="0" distL="114300" distR="114300" simplePos="0" relativeHeight="251660288" behindDoc="0" locked="1" layoutInCell="1" allowOverlap="1" wp14:anchorId="3ECC18B2" wp14:editId="36DC2FD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CD2991" w14:textId="77777777" w:rsidR="00662871" w:rsidRDefault="00662871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E3C"/>
    <w:rsid w:val="00002EA0"/>
    <w:rsid w:val="00003636"/>
    <w:rsid w:val="00005FAA"/>
    <w:rsid w:val="00006DF6"/>
    <w:rsid w:val="0001457C"/>
    <w:rsid w:val="0001528D"/>
    <w:rsid w:val="000166A0"/>
    <w:rsid w:val="00030051"/>
    <w:rsid w:val="00037E7E"/>
    <w:rsid w:val="00052C9F"/>
    <w:rsid w:val="0005434B"/>
    <w:rsid w:val="00060BC5"/>
    <w:rsid w:val="000647F2"/>
    <w:rsid w:val="0006487B"/>
    <w:rsid w:val="00066A0C"/>
    <w:rsid w:val="00070BA1"/>
    <w:rsid w:val="00073466"/>
    <w:rsid w:val="00074F1A"/>
    <w:rsid w:val="000758FD"/>
    <w:rsid w:val="00082404"/>
    <w:rsid w:val="000825EC"/>
    <w:rsid w:val="00083116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77886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1E3C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98B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35B83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3474"/>
    <w:rsid w:val="003C67E6"/>
    <w:rsid w:val="003D3CB2"/>
    <w:rsid w:val="003D518E"/>
    <w:rsid w:val="003E06B4"/>
    <w:rsid w:val="003E09D1"/>
    <w:rsid w:val="003E1377"/>
    <w:rsid w:val="003E3617"/>
    <w:rsid w:val="003F0D75"/>
    <w:rsid w:val="003F7642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0914"/>
    <w:rsid w:val="004232F9"/>
    <w:rsid w:val="00433A1E"/>
    <w:rsid w:val="00440668"/>
    <w:rsid w:val="004421D7"/>
    <w:rsid w:val="00447B83"/>
    <w:rsid w:val="00450475"/>
    <w:rsid w:val="00457882"/>
    <w:rsid w:val="00460477"/>
    <w:rsid w:val="00460B5A"/>
    <w:rsid w:val="0046583B"/>
    <w:rsid w:val="0046600E"/>
    <w:rsid w:val="00467E79"/>
    <w:rsid w:val="00476722"/>
    <w:rsid w:val="00481145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0994"/>
    <w:rsid w:val="004E33EF"/>
    <w:rsid w:val="004E562B"/>
    <w:rsid w:val="004E642A"/>
    <w:rsid w:val="004E7C82"/>
    <w:rsid w:val="004F4801"/>
    <w:rsid w:val="004F7C92"/>
    <w:rsid w:val="004F7F26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6D01"/>
    <w:rsid w:val="005672CB"/>
    <w:rsid w:val="0057035C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182D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251E2"/>
    <w:rsid w:val="0063273A"/>
    <w:rsid w:val="00632DB3"/>
    <w:rsid w:val="00632EB9"/>
    <w:rsid w:val="006375D4"/>
    <w:rsid w:val="00641AE1"/>
    <w:rsid w:val="00642F64"/>
    <w:rsid w:val="00655780"/>
    <w:rsid w:val="00656763"/>
    <w:rsid w:val="00656C96"/>
    <w:rsid w:val="00662871"/>
    <w:rsid w:val="006665A1"/>
    <w:rsid w:val="006706E8"/>
    <w:rsid w:val="0067217C"/>
    <w:rsid w:val="0067771A"/>
    <w:rsid w:val="00684B85"/>
    <w:rsid w:val="0068783F"/>
    <w:rsid w:val="00696E85"/>
    <w:rsid w:val="006A18C5"/>
    <w:rsid w:val="006A7FBB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D5B36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16339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56390"/>
    <w:rsid w:val="00860D2C"/>
    <w:rsid w:val="00860D34"/>
    <w:rsid w:val="00861CBA"/>
    <w:rsid w:val="00863B4C"/>
    <w:rsid w:val="00872AC0"/>
    <w:rsid w:val="00875531"/>
    <w:rsid w:val="00882741"/>
    <w:rsid w:val="00892B13"/>
    <w:rsid w:val="00896FD6"/>
    <w:rsid w:val="008A1C6B"/>
    <w:rsid w:val="008A217F"/>
    <w:rsid w:val="008A2C99"/>
    <w:rsid w:val="008B1B83"/>
    <w:rsid w:val="008B3ADA"/>
    <w:rsid w:val="008C5F4A"/>
    <w:rsid w:val="008D1674"/>
    <w:rsid w:val="008D2C18"/>
    <w:rsid w:val="008E3990"/>
    <w:rsid w:val="008F17E5"/>
    <w:rsid w:val="008F272E"/>
    <w:rsid w:val="008F6B2B"/>
    <w:rsid w:val="00905C37"/>
    <w:rsid w:val="00906916"/>
    <w:rsid w:val="0092514B"/>
    <w:rsid w:val="009264AA"/>
    <w:rsid w:val="00943C46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97D57"/>
    <w:rsid w:val="009A7987"/>
    <w:rsid w:val="009C27D5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569BD"/>
    <w:rsid w:val="00A67D37"/>
    <w:rsid w:val="00A72DDE"/>
    <w:rsid w:val="00A777B8"/>
    <w:rsid w:val="00A77855"/>
    <w:rsid w:val="00A8271B"/>
    <w:rsid w:val="00A85ECD"/>
    <w:rsid w:val="00A908A3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959"/>
    <w:rsid w:val="00B67E21"/>
    <w:rsid w:val="00B734BB"/>
    <w:rsid w:val="00B77950"/>
    <w:rsid w:val="00B80700"/>
    <w:rsid w:val="00B81B85"/>
    <w:rsid w:val="00B82539"/>
    <w:rsid w:val="00B86940"/>
    <w:rsid w:val="00B87347"/>
    <w:rsid w:val="00B90A33"/>
    <w:rsid w:val="00B90C7E"/>
    <w:rsid w:val="00B912F1"/>
    <w:rsid w:val="00B91712"/>
    <w:rsid w:val="00B91D48"/>
    <w:rsid w:val="00B932C3"/>
    <w:rsid w:val="00BA7059"/>
    <w:rsid w:val="00BB40C8"/>
    <w:rsid w:val="00BB6985"/>
    <w:rsid w:val="00BC31CE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312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6164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157C"/>
    <w:rsid w:val="00D65E69"/>
    <w:rsid w:val="00D81185"/>
    <w:rsid w:val="00D922CF"/>
    <w:rsid w:val="00D951B4"/>
    <w:rsid w:val="00DA32B3"/>
    <w:rsid w:val="00DA6734"/>
    <w:rsid w:val="00DB56B3"/>
    <w:rsid w:val="00DD4A78"/>
    <w:rsid w:val="00DE24BE"/>
    <w:rsid w:val="00DE5B21"/>
    <w:rsid w:val="00DE700A"/>
    <w:rsid w:val="00DE7479"/>
    <w:rsid w:val="00DF128B"/>
    <w:rsid w:val="00DF2F94"/>
    <w:rsid w:val="00E1113C"/>
    <w:rsid w:val="00E11688"/>
    <w:rsid w:val="00E26EAA"/>
    <w:rsid w:val="00E2711E"/>
    <w:rsid w:val="00E27CC3"/>
    <w:rsid w:val="00E30FCA"/>
    <w:rsid w:val="00E36F97"/>
    <w:rsid w:val="00E42057"/>
    <w:rsid w:val="00E44C4F"/>
    <w:rsid w:val="00E4634B"/>
    <w:rsid w:val="00E52EA0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B718F"/>
    <w:rsid w:val="00EC1285"/>
    <w:rsid w:val="00EC2095"/>
    <w:rsid w:val="00EC5E51"/>
    <w:rsid w:val="00EC76B0"/>
    <w:rsid w:val="00ED48AE"/>
    <w:rsid w:val="00EE0137"/>
    <w:rsid w:val="00EE0F7E"/>
    <w:rsid w:val="00EE65A7"/>
    <w:rsid w:val="00EE7435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13A0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3CCA97"/>
  <w15:docId w15:val="{58935429-77ED-428C-A001-4D433208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table" w:styleId="Almindeligtabel2">
    <w:name w:val="Plain Table 2"/>
    <w:basedOn w:val="Tabel-Normal"/>
    <w:uiPriority w:val="42"/>
    <w:rsid w:val="0046583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44915\AppData\Local\cBrain\F2\.tmp\181c307a53994a52bad814bf9b9bdef3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62D93-1FB5-4130-A21A-C78ED195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181c307a53994a52bad814bf9b9bdef3.dotx</Template>
  <TotalTime>33</TotalTime>
  <Pages>5</Pages>
  <Words>692</Words>
  <Characters>4226</Characters>
  <Application>Microsoft Office Word</Application>
  <DocSecurity>0</DocSecurity>
  <Lines>35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Mathilde Halberg Engell</dc:creator>
  <cp:keywords/>
  <dc:description/>
  <cp:lastModifiedBy>Tine Kruse Scharling</cp:lastModifiedBy>
  <cp:revision>11</cp:revision>
  <cp:lastPrinted>2005-05-20T12:11:00Z</cp:lastPrinted>
  <dcterms:created xsi:type="dcterms:W3CDTF">2024-11-08T13:11:00Z</dcterms:created>
  <dcterms:modified xsi:type="dcterms:W3CDTF">2024-11-15T12:54:00Z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IntegrationInfoAdded">
    <vt:bool>true</vt:bool>
  </property>
  <property fmtid="{D5CDD505-2E9C-101B-9397-08002B2CF9AE}" pid="13" name="SD_DocumentLanguage">
    <vt:lpwstr>da-DK</vt:lpwstr>
  </property>
  <property fmtid="{D5CDD505-2E9C-101B-9397-08002B2CF9AE}" pid="14" name="sdDocumentDate">
    <vt:lpwstr>45180</vt:lpwstr>
  </property>
  <property fmtid="{D5CDD505-2E9C-101B-9397-08002B2CF9AE}" pid="15" name="sdDocumentDateFormat">
    <vt:lpwstr>da-DK:'Den' d. MMMM yyyy</vt:lpwstr>
  </property>
  <property fmtid="{D5CDD505-2E9C-101B-9397-08002B2CF9AE}" pid="16" name="SD_DocumentLanguageString">
    <vt:lpwstr>Dansk</vt:lpwstr>
  </property>
  <property fmtid="{D5CDD505-2E9C-101B-9397-08002B2CF9AE}" pid="17" name="SD_CtlText_Usersettings_Userprofile">
    <vt:lpwstr>Standard</vt:lpwstr>
  </property>
  <property fmtid="{D5CDD505-2E9C-101B-9397-08002B2CF9AE}" pid="18" name="SD_CtlText_Generelt_CaseNoF2">
    <vt:lpwstr>2021 - 814</vt:lpwstr>
  </property>
  <property fmtid="{D5CDD505-2E9C-101B-9397-08002B2CF9AE}" pid="19" name="SD_UserprofileName">
    <vt:lpwstr>Standard</vt:lpwstr>
  </property>
  <property fmtid="{D5CDD505-2E9C-101B-9397-08002B2CF9AE}" pid="20" name="SD_Office_OFF_ID">
    <vt:lpwstr>143</vt:lpwstr>
  </property>
  <property fmtid="{D5CDD505-2E9C-101B-9397-08002B2CF9AE}" pid="21" name="CurrentOfficeID">
    <vt:lpwstr>143</vt:lpwstr>
  </property>
  <property fmtid="{D5CDD505-2E9C-101B-9397-08002B2CF9AE}" pid="22" name="SD_Office_OFF_Organisation">
    <vt:lpwstr>MIM</vt:lpwstr>
  </property>
  <property fmtid="{D5CDD505-2E9C-101B-9397-08002B2CF9AE}" pid="23" name="SD_Office_OFF_ArtworkDefinition">
    <vt:lpwstr>MIM</vt:lpwstr>
  </property>
  <property fmtid="{D5CDD505-2E9C-101B-9397-08002B2CF9AE}" pid="24" name="SD_Office_OFF_LogoFileName">
    <vt:lpwstr>MIMDEP</vt:lpwstr>
  </property>
  <property fmtid="{D5CDD505-2E9C-101B-9397-08002B2CF9AE}" pid="25" name="SD_Office_OFF_Institution">
    <vt:lpwstr>Miljøministeriet</vt:lpwstr>
  </property>
  <property fmtid="{D5CDD505-2E9C-101B-9397-08002B2CF9AE}" pid="26" name="SD_Office_OFF_Institution_EN">
    <vt:lpwstr>Ministry of Environment</vt:lpwstr>
  </property>
  <property fmtid="{D5CDD505-2E9C-101B-9397-08002B2CF9AE}" pid="27" name="SD_Office_OFF_kontor">
    <vt:lpwstr>Rent drikkevand og sikker kemi</vt:lpwstr>
  </property>
  <property fmtid="{D5CDD505-2E9C-101B-9397-08002B2CF9AE}" pid="28" name="SD_Office_OFF_Department">
    <vt:lpwstr>Rent drikkevand og sikker kemi</vt:lpwstr>
  </property>
  <property fmtid="{D5CDD505-2E9C-101B-9397-08002B2CF9AE}" pid="29" name="SD_Office_OFF_Department_EN">
    <vt:lpwstr>Rent drikkevand og sikker kemi</vt:lpwstr>
  </property>
  <property fmtid="{D5CDD505-2E9C-101B-9397-08002B2CF9AE}" pid="30" name="SD_Office_OFF_Footertext">
    <vt:lpwstr/>
  </property>
  <property fmtid="{D5CDD505-2E9C-101B-9397-08002B2CF9AE}" pid="31" name="SD_Office_OFF_AddressA">
    <vt:lpwstr>Frederiksholms Kanal 26</vt:lpwstr>
  </property>
  <property fmtid="{D5CDD505-2E9C-101B-9397-08002B2CF9AE}" pid="32" name="SD_Office_OFF_AddressB">
    <vt:lpwstr/>
  </property>
  <property fmtid="{D5CDD505-2E9C-101B-9397-08002B2CF9AE}" pid="33" name="SD_Office_OFF_AddressC">
    <vt:lpwstr/>
  </property>
  <property fmtid="{D5CDD505-2E9C-101B-9397-08002B2CF9AE}" pid="34" name="SD_Office_OFF_AddressCollected">
    <vt:lpwstr>Frederiksholms Kanal 26</vt:lpwstr>
  </property>
  <property fmtid="{D5CDD505-2E9C-101B-9397-08002B2CF9AE}" pid="35" name="SD_Office_OFF_AddressD">
    <vt:lpwstr>1220</vt:lpwstr>
  </property>
  <property fmtid="{D5CDD505-2E9C-101B-9397-08002B2CF9AE}" pid="36" name="SD_Office_OFF_City">
    <vt:lpwstr>København K</vt:lpwstr>
  </property>
  <property fmtid="{D5CDD505-2E9C-101B-9397-08002B2CF9AE}" pid="37" name="SD_Office_OFF_City_EN">
    <vt:lpwstr>Copenhagen K Denmark</vt:lpwstr>
  </property>
  <property fmtid="{D5CDD505-2E9C-101B-9397-08002B2CF9AE}" pid="38" name="SD_Office_OFF_Phone">
    <vt:lpwstr>38 14 21 42</vt:lpwstr>
  </property>
  <property fmtid="{D5CDD505-2E9C-101B-9397-08002B2CF9AE}" pid="39" name="SD_Office_OFF_Phone_EN">
    <vt:lpwstr>+45 38 14 21 42</vt:lpwstr>
  </property>
  <property fmtid="{D5CDD505-2E9C-101B-9397-08002B2CF9AE}" pid="40" name="SD_Office_OFF_Fax">
    <vt:lpwstr/>
  </property>
  <property fmtid="{D5CDD505-2E9C-101B-9397-08002B2CF9AE}" pid="41" name="SD_Office_OFF_Fax_EN">
    <vt:lpwstr/>
  </property>
  <property fmtid="{D5CDD505-2E9C-101B-9397-08002B2CF9AE}" pid="42" name="SD_Office_OFF_Email">
    <vt:lpwstr>mim@mim.dk</vt:lpwstr>
  </property>
  <property fmtid="{D5CDD505-2E9C-101B-9397-08002B2CF9AE}" pid="43" name="SD_Office_OFF_Web">
    <vt:lpwstr>www.mim.dk</vt:lpwstr>
  </property>
  <property fmtid="{D5CDD505-2E9C-101B-9397-08002B2CF9AE}" pid="44" name="SD_Office_OFF_CVR">
    <vt:lpwstr>12854358</vt:lpwstr>
  </property>
  <property fmtid="{D5CDD505-2E9C-101B-9397-08002B2CF9AE}" pid="45" name="SD_Office_OFF_EAN">
    <vt:lpwstr>5798000862005</vt:lpwstr>
  </property>
  <property fmtid="{D5CDD505-2E9C-101B-9397-08002B2CF9AE}" pid="46" name="SD_Office_OFF_EAN_EN">
    <vt:lpwstr>5798000862005</vt:lpwstr>
  </property>
  <property fmtid="{D5CDD505-2E9C-101B-9397-08002B2CF9AE}" pid="47" name="SD_Office_OFF_ColorTheme">
    <vt:lpwstr>MFVM - Departementet_Koncern</vt:lpwstr>
  </property>
  <property fmtid="{D5CDD505-2E9C-101B-9397-08002B2CF9AE}" pid="48" name="LastCompletedArtworkDefinition">
    <vt:lpwstr>MIM</vt:lpwstr>
  </property>
  <property fmtid="{D5CDD505-2E9C-101B-9397-08002B2CF9AE}" pid="49" name="USR_Name">
    <vt:lpwstr>Mathilde Halberg Engell</vt:lpwstr>
  </property>
  <property fmtid="{D5CDD505-2E9C-101B-9397-08002B2CF9AE}" pid="50" name="USR_Initials">
    <vt:lpwstr>MHENG</vt:lpwstr>
  </property>
  <property fmtid="{D5CDD505-2E9C-101B-9397-08002B2CF9AE}" pid="51" name="USR_Title">
    <vt:lpwstr>Fuldmægtig</vt:lpwstr>
  </property>
  <property fmtid="{D5CDD505-2E9C-101B-9397-08002B2CF9AE}" pid="52" name="USR_DirectPhone">
    <vt:lpwstr>+45 21 18 27 76</vt:lpwstr>
  </property>
  <property fmtid="{D5CDD505-2E9C-101B-9397-08002B2CF9AE}" pid="53" name="USR_Mobile">
    <vt:lpwstr>+45 21 18 27 76</vt:lpwstr>
  </property>
  <property fmtid="{D5CDD505-2E9C-101B-9397-08002B2CF9AE}" pid="54" name="USR_Email">
    <vt:lpwstr>mheng@mim.dk</vt:lpwstr>
  </property>
  <property fmtid="{D5CDD505-2E9C-101B-9397-08002B2CF9AE}" pid="55" name="DocumentInfoFinished">
    <vt:lpwstr>True</vt:lpwstr>
  </property>
</Properties>
</file>