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2894" w:type="dxa"/>
        <w:tblInd w:w="-19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</w:tblGrid>
      <w:tr w:rsidR="00DE38C7" w:rsidTr="0053351C">
        <w:trPr>
          <w:trHeight w:val="2806"/>
        </w:trPr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tcMar>
              <w:bottom w:w="765" w:type="dxa"/>
              <w:right w:w="0" w:type="dxa"/>
            </w:tcMar>
          </w:tcPr>
          <w:p w:rsidR="007423C7" w:rsidRDefault="007423C7" w:rsidP="00FD70C3"/>
        </w:tc>
      </w:tr>
    </w:tbl>
    <w:tbl>
      <w:tblPr>
        <w:tblpPr w:leftFromText="142" w:rightFromText="142" w:vertAnchor="page" w:horzAnchor="page" w:tblpX="1135" w:tblpY="5841"/>
        <w:tblW w:w="1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</w:tblGrid>
      <w:tr w:rsidR="00E55753" w:rsidTr="0053351C">
        <w:tc>
          <w:tcPr>
            <w:tcW w:w="1560" w:type="dxa"/>
          </w:tcPr>
          <w:p w:rsidR="002E0292" w:rsidRPr="00111DF0" w:rsidRDefault="002E0292" w:rsidP="002E0292">
            <w:pPr>
              <w:pStyle w:val="Dokumentinfooverskrift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proofErr w:type="spellStart"/>
            <w:r w:rsidRPr="00111DF0">
              <w:rPr>
                <w:rFonts w:ascii="Verdana" w:hAnsi="Verdana"/>
                <w:lang w:val="en-US"/>
              </w:rPr>
              <w:t>Sagsnr</w:t>
            </w:r>
            <w:proofErr w:type="spellEnd"/>
            <w:r w:rsidRPr="00111DF0">
              <w:rPr>
                <w:rFonts w:ascii="Verdana" w:hAnsi="Verdana"/>
                <w:lang w:val="en-US"/>
              </w:rPr>
              <w:t>.</w:t>
            </w:r>
          </w:p>
          <w:p w:rsidR="002E0292" w:rsidRPr="00111DF0" w:rsidRDefault="002E0292" w:rsidP="002E0292">
            <w:pPr>
              <w:pStyle w:val="Dokumentinfo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r w:rsidRPr="00111DF0">
              <w:rPr>
                <w:rFonts w:ascii="Verdana" w:hAnsi="Verdana" w:cs="Arial"/>
                <w:lang w:val="en-US"/>
              </w:rPr>
              <w:t>2023 - 2608</w:t>
            </w:r>
          </w:p>
          <w:p w:rsidR="002E0292" w:rsidRPr="00111DF0" w:rsidRDefault="002E0292" w:rsidP="002E0292">
            <w:pPr>
              <w:pStyle w:val="Dokumentinfo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</w:p>
          <w:p w:rsidR="002E0292" w:rsidRPr="00111DF0" w:rsidRDefault="002E0292" w:rsidP="002E0292">
            <w:pPr>
              <w:pStyle w:val="Dokumentinfooverskrift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proofErr w:type="spellStart"/>
            <w:r w:rsidRPr="00111DF0">
              <w:rPr>
                <w:rFonts w:ascii="Verdana" w:hAnsi="Verdana"/>
                <w:lang w:val="en-US"/>
              </w:rPr>
              <w:t>Doknr</w:t>
            </w:r>
            <w:proofErr w:type="spellEnd"/>
            <w:r w:rsidRPr="00111DF0">
              <w:rPr>
                <w:rFonts w:ascii="Verdana" w:hAnsi="Verdana"/>
                <w:lang w:val="en-US"/>
              </w:rPr>
              <w:t>.</w:t>
            </w:r>
          </w:p>
          <w:p w:rsidR="002E0292" w:rsidRPr="00111DF0" w:rsidRDefault="002E0292" w:rsidP="002E0292">
            <w:pPr>
              <w:pStyle w:val="Dokumentinfo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r w:rsidRPr="00111DF0">
              <w:rPr>
                <w:rFonts w:ascii="Verdana" w:hAnsi="Verdana" w:cs="Arial"/>
                <w:lang w:val="en-US"/>
              </w:rPr>
              <w:t>953135</w:t>
            </w:r>
          </w:p>
          <w:p w:rsidR="00E55753" w:rsidRPr="00406582" w:rsidRDefault="00E55753" w:rsidP="0053351C">
            <w:pPr>
              <w:pStyle w:val="Dokumentinfo"/>
              <w:framePr w:hSpace="0" w:wrap="auto" w:vAnchor="margin" w:hAnchor="text" w:xAlign="left" w:yAlign="inline"/>
              <w:rPr>
                <w:lang w:val="en-US"/>
              </w:rPr>
            </w:pPr>
          </w:p>
          <w:p w:rsidR="00E55753" w:rsidRDefault="00E55753" w:rsidP="0053351C">
            <w:pPr>
              <w:pStyle w:val="Dokumentinfooverskrift"/>
              <w:framePr w:hSpace="0" w:wrap="auto" w:vAnchor="margin" w:hAnchor="text" w:xAlign="left" w:yAlign="inline"/>
            </w:pPr>
            <w:r>
              <w:t>Dato</w:t>
            </w:r>
          </w:p>
          <w:p w:rsidR="00E55753" w:rsidRDefault="00BA3D99" w:rsidP="0053351C">
            <w:pPr>
              <w:pStyle w:val="Dokumentinfo"/>
              <w:framePr w:hSpace="0" w:wrap="auto" w:vAnchor="margin" w:hAnchor="text" w:xAlign="left" w:yAlign="inline"/>
            </w:pPr>
            <w:r>
              <w:t>12-05-2025</w:t>
            </w:r>
            <w:bookmarkStart w:id="0" w:name="_GoBack"/>
            <w:bookmarkEnd w:id="0"/>
          </w:p>
        </w:tc>
      </w:tr>
    </w:tbl>
    <w:p w:rsidR="009A18F8" w:rsidRDefault="009A18F8" w:rsidP="009A18F8">
      <w:pPr>
        <w:pStyle w:val="Overskrift1"/>
      </w:pPr>
      <w:r>
        <w:t>Høringsliste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Advokatrådet, </w:t>
      </w:r>
      <w:bookmarkStart w:id="1" w:name="_Hlk175130993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"mailto:postkasse@advokatsamfundet.dk"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postkasse@advokatsamfundet.dk</w:t>
      </w:r>
      <w:bookmarkEnd w:id="1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Alzheimerforeningen, </w:t>
      </w:r>
      <w:bookmarkStart w:id="2" w:name="_Hlk175131015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"mailto:post@alzheimer.dk"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post@alzheimer.dk</w:t>
      </w:r>
      <w:r>
        <w:rPr>
          <w:rFonts w:cs="Arial"/>
          <w:szCs w:val="20"/>
        </w:rPr>
        <w:fldChar w:fldCharType="end"/>
      </w:r>
      <w:bookmarkEnd w:id="2"/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Ankestyrelsen, </w:t>
      </w:r>
      <w:bookmarkStart w:id="3" w:name="_Hlk175131039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"mailto:ast@ast.dk"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ast@ast.dk</w:t>
      </w:r>
      <w:r>
        <w:rPr>
          <w:rFonts w:cs="Arial"/>
          <w:szCs w:val="20"/>
        </w:rPr>
        <w:fldChar w:fldCharType="end"/>
      </w:r>
      <w:bookmarkEnd w:id="3"/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Arbejdsmiljøklagenævnet, </w:t>
      </w:r>
      <w:hyperlink r:id="rId7" w:history="1">
        <w:r>
          <w:rPr>
            <w:rStyle w:val="Hyperlink"/>
            <w:rFonts w:cs="Arial"/>
            <w:szCs w:val="20"/>
          </w:rPr>
          <w:t>ast@ast.dk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Arbejdsmiljørådet, </w:t>
      </w:r>
      <w:hyperlink r:id="rId8" w:history="1">
        <w:r>
          <w:rPr>
            <w:rStyle w:val="Hyperlink"/>
            <w:rFonts w:cs="Arial"/>
            <w:szCs w:val="20"/>
          </w:rPr>
          <w:t>post@amr.dk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Arbejdsmiljørådgiverne, </w:t>
      </w:r>
      <w:hyperlink r:id="rId9" w:history="1">
        <w:r>
          <w:rPr>
            <w:rStyle w:val="Hyperlink"/>
            <w:rFonts w:cs="Arial"/>
            <w:szCs w:val="20"/>
          </w:rPr>
          <w:t>info@am-pro.dk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Arbejdstilsynet, </w:t>
      </w:r>
      <w:hyperlink r:id="rId10" w:history="1">
        <w:r>
          <w:rPr>
            <w:rStyle w:val="Hyperlink"/>
            <w:rFonts w:cs="Arial"/>
            <w:szCs w:val="20"/>
          </w:rPr>
          <w:t>at@at.dk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Beredskabsstyrelsen, </w:t>
      </w:r>
      <w:hyperlink r:id="rId11" w:history="1">
        <w:r>
          <w:rPr>
            <w:rStyle w:val="Hyperlink"/>
            <w:rFonts w:cs="Arial"/>
            <w:szCs w:val="20"/>
          </w:rPr>
          <w:t>brs@brs.dk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BL - Danmarks Almene Boliger, </w:t>
      </w:r>
      <w:bookmarkStart w:id="4" w:name="_Hlk175131058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"mailto:bl@bl.dk"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bl@bl.dk</w:t>
      </w:r>
      <w:bookmarkEnd w:id="4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Blå Kors, </w:t>
      </w:r>
      <w:hyperlink r:id="rId12" w:history="1">
        <w:r>
          <w:rPr>
            <w:rStyle w:val="Hyperlink"/>
            <w:rFonts w:cs="Arial"/>
            <w:szCs w:val="20"/>
          </w:rPr>
          <w:t>bkd@blaakors.dk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>Center for Sund Aldring – KU,</w:t>
      </w:r>
      <w:bookmarkStart w:id="5" w:name="_Hlk175131079"/>
      <w:r>
        <w:t xml:space="preserve"> </w:t>
      </w:r>
      <w:hyperlink r:id="rId13" w:history="1">
        <w:r>
          <w:rPr>
            <w:rStyle w:val="Hyperlink"/>
            <w:rFonts w:cs="Arial"/>
            <w:szCs w:val="20"/>
          </w:rPr>
          <w:t>lenera@sund.ku.dk </w:t>
        </w:r>
      </w:hyperlink>
      <w:bookmarkEnd w:id="5"/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Civilsamfundets Brancheforening, </w:t>
      </w:r>
      <w:hyperlink r:id="rId14" w:history="1">
        <w:r>
          <w:rPr>
            <w:rStyle w:val="Hyperlink"/>
            <w:rFonts w:cs="Arial"/>
            <w:szCs w:val="20"/>
          </w:rPr>
          <w:t>lobl@danskerhverv.dk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Danmarks Frie Fagforening, </w:t>
      </w:r>
      <w:hyperlink r:id="rId15" w:history="1">
        <w:r>
          <w:rPr>
            <w:rStyle w:val="Hyperlink"/>
            <w:rFonts w:cs="Arial"/>
            <w:szCs w:val="20"/>
          </w:rPr>
          <w:t>dff@dff.net</w:t>
        </w:r>
      </w:hyperlink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 Arbejdsgiverforening, </w:t>
      </w:r>
      <w:hyperlink r:id="rId16" w:history="1">
        <w:r>
          <w:rPr>
            <w:rStyle w:val="Hyperlink"/>
            <w:rFonts w:cs="Arial"/>
            <w:szCs w:val="20"/>
          </w:rPr>
          <w:t>da@da.dk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 Erhverv, </w:t>
      </w:r>
      <w:bookmarkStart w:id="6" w:name="_Hlk175131230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"mailto:hoeringssager@danskerhverv.dk"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hoeringssager@danskerhverv.dk</w:t>
      </w:r>
      <w:r>
        <w:rPr>
          <w:rFonts w:cs="Arial"/>
          <w:szCs w:val="20"/>
        </w:rPr>
        <w:fldChar w:fldCharType="end"/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 Handicap Forbund, </w:t>
      </w:r>
      <w:bookmarkStart w:id="7" w:name="_Hlk175131246"/>
      <w:r>
        <w:fldChar w:fldCharType="begin"/>
      </w:r>
      <w:r>
        <w:instrText xml:space="preserve"> HYPERLINK "mailto:dhf@danskhandicapforbund.dk" </w:instrText>
      </w:r>
      <w:r>
        <w:fldChar w:fldCharType="separate"/>
      </w:r>
      <w:r>
        <w:rPr>
          <w:rStyle w:val="Hyperlink"/>
          <w:rFonts w:cs="Arial"/>
          <w:szCs w:val="20"/>
        </w:rPr>
        <w:t>dhf@danskhandicapforbund.dk</w:t>
      </w:r>
      <w:r>
        <w:fldChar w:fldCharType="end"/>
      </w:r>
      <w:bookmarkEnd w:id="7"/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 Industri, </w:t>
      </w:r>
      <w:bookmarkStart w:id="8" w:name="_Hlk175131258"/>
      <w:r>
        <w:fldChar w:fldCharType="begin"/>
      </w:r>
      <w:r>
        <w:instrText xml:space="preserve"> HYPERLINK "mailto:di@di.dk" </w:instrText>
      </w:r>
      <w:r>
        <w:fldChar w:fldCharType="separate"/>
      </w:r>
      <w:r>
        <w:rPr>
          <w:rStyle w:val="Hyperlink"/>
          <w:rFonts w:cs="Arial"/>
          <w:szCs w:val="20"/>
        </w:rPr>
        <w:t>di@di.dk</w:t>
      </w:r>
      <w:bookmarkEnd w:id="8"/>
      <w: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 Sygeplejeråd, </w:t>
      </w:r>
      <w:bookmarkStart w:id="9" w:name="_Hlk175131270"/>
      <w:r>
        <w:fldChar w:fldCharType="begin"/>
      </w:r>
      <w:r>
        <w:instrText xml:space="preserve"> HYPERLINK "mailto:dsr@dsr.dk" </w:instrText>
      </w:r>
      <w:r>
        <w:fldChar w:fldCharType="separate"/>
      </w:r>
      <w:r>
        <w:rPr>
          <w:rStyle w:val="Hyperlink"/>
          <w:rFonts w:cs="Arial"/>
          <w:szCs w:val="20"/>
        </w:rPr>
        <w:t>dsr@dsr.dk</w:t>
      </w:r>
      <w:bookmarkEnd w:id="9"/>
      <w:r>
        <w:fldChar w:fldCharType="end"/>
      </w:r>
      <w:bookmarkEnd w:id="6"/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Beredskaber, </w:t>
      </w:r>
      <w:hyperlink r:id="rId17" w:history="1">
        <w:r>
          <w:rPr>
            <w:rStyle w:val="Hyperlink"/>
            <w:rFonts w:cs="Arial"/>
            <w:szCs w:val="20"/>
          </w:rPr>
          <w:t>post@danskeberedskaber.dk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Diakonhjem, </w:t>
      </w:r>
      <w:bookmarkStart w:id="10" w:name="_Hlk175129330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"mailto:danske@diakon.dk"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danske@diakon.dk</w:t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bookmarkEnd w:id="10"/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Fysioterapeuter, </w:t>
      </w:r>
      <w:bookmarkStart w:id="11" w:name="_Hlk175129343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"mailto:fysio@fysio.dk"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fysio@fysio.dk</w:t>
      </w:r>
      <w:bookmarkEnd w:id="11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Handicaporganisationer, </w:t>
      </w:r>
      <w:bookmarkStart w:id="12" w:name="_Hlk175131325"/>
      <w:bookmarkStart w:id="13" w:name="_Hlk17512935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"mailto:dh@handicap.dk"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dh@handicap.dk</w:t>
      </w:r>
      <w:bookmarkEnd w:id="12"/>
      <w:r>
        <w:rPr>
          <w:rFonts w:cs="Arial"/>
          <w:szCs w:val="20"/>
        </w:rPr>
        <w:fldChar w:fldCharType="end"/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Patienter, </w:t>
      </w:r>
      <w:hyperlink r:id="rId18" w:history="1">
        <w:r>
          <w:rPr>
            <w:rStyle w:val="Hyperlink"/>
            <w:rFonts w:cs="Arial"/>
            <w:szCs w:val="20"/>
          </w:rPr>
          <w:t>info@danskepatienter.dk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Regioner, </w:t>
      </w:r>
      <w:bookmarkStart w:id="14" w:name="_Hlk175131343"/>
      <w:r>
        <w:fldChar w:fldCharType="begin"/>
      </w:r>
      <w:r>
        <w:instrText xml:space="preserve"> HYPERLINK "mailto:regioner@regioner.dk" </w:instrText>
      </w:r>
      <w:r>
        <w:fldChar w:fldCharType="separate"/>
      </w:r>
      <w:r>
        <w:rPr>
          <w:rStyle w:val="Hyperlink"/>
        </w:rPr>
        <w:t>regioner@regioner.dk</w:t>
      </w:r>
      <w:bookmarkEnd w:id="14"/>
      <w:r>
        <w:fldChar w:fldCharType="end"/>
      </w:r>
      <w:r>
        <w:t xml:space="preserve"> </w:t>
      </w:r>
    </w:p>
    <w:bookmarkEnd w:id="13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Seniorer, </w:t>
      </w:r>
      <w:bookmarkStart w:id="15" w:name="_Hlk175131357"/>
      <w:bookmarkStart w:id="16" w:name="_Hlk175129440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"mailto:info@danske-seniorer.dk"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info@danske-seniorer.dk</w:t>
      </w:r>
      <w:bookmarkEnd w:id="15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16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Danske Ældreråd, </w:t>
      </w:r>
      <w:bookmarkStart w:id="17" w:name="_Hlk175129452"/>
      <w:bookmarkStart w:id="18" w:name="_Hlk17513141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"mailto:info@aeldreraad.dk"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info@aeldreraad.dk</w:t>
      </w:r>
      <w:bookmarkEnd w:id="17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18"/>
    <w:p w:rsidR="009A18F8" w:rsidRDefault="009A18F8" w:rsidP="009A18F8">
      <w:pPr>
        <w:pStyle w:val="BMBullets"/>
        <w:numPr>
          <w:ilvl w:val="0"/>
          <w:numId w:val="0"/>
        </w:numPr>
        <w:tabs>
          <w:tab w:val="left" w:pos="1304"/>
        </w:tabs>
        <w:ind w:left="284" w:hanging="284"/>
        <w:rPr>
          <w:rFonts w:ascii="Arial" w:hAnsi="Arial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Datatilsynet,</w:t>
      </w:r>
      <w:r>
        <w:rPr>
          <w:rFonts w:ascii="Arial" w:hAnsi="Arial" w:cs="Arial"/>
          <w:sz w:val="20"/>
          <w:szCs w:val="20"/>
        </w:rPr>
        <w:t xml:space="preserve"> </w:t>
      </w:r>
      <w:bookmarkStart w:id="19" w:name="_Hlk175131491"/>
      <w:r>
        <w:fldChar w:fldCharType="begin"/>
      </w:r>
      <w:r>
        <w:instrText xml:space="preserve"> HYPERLINK "mailto:dt@datatilsynet.dk" </w:instrText>
      </w:r>
      <w:r>
        <w:fldChar w:fldCharType="separate"/>
      </w:r>
      <w:r>
        <w:rPr>
          <w:rStyle w:val="Hyperlink"/>
          <w:rFonts w:asciiTheme="minorHAnsi" w:eastAsia="Times New Roman" w:hAnsiTheme="minorHAnsi" w:cs="Arial"/>
          <w:sz w:val="20"/>
          <w:szCs w:val="20"/>
        </w:rPr>
        <w:t>dt@datatilsynet.dk</w:t>
      </w:r>
      <w: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bookmarkEnd w:id="19"/>
    </w:p>
    <w:p w:rsidR="009A18F8" w:rsidRDefault="009A18F8" w:rsidP="009A18F8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DemensKoordinatorer</w:t>
      </w:r>
      <w:proofErr w:type="spellEnd"/>
      <w:r>
        <w:rPr>
          <w:rFonts w:cs="Arial"/>
          <w:szCs w:val="20"/>
        </w:rPr>
        <w:t xml:space="preserve"> i Danmark, </w:t>
      </w:r>
      <w:bookmarkStart w:id="20" w:name="_Hlk17512950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"mailto:info@demens-dk.dk"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info@demens-dk.dk</w:t>
      </w:r>
      <w:bookmarkEnd w:id="20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Den Danske Dommerforening, </w:t>
      </w:r>
      <w:bookmarkStart w:id="21" w:name="_Hlk175129521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"mailto:dommerforeningen@gmail.com"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dommerforeningen@gmail.com</w:t>
      </w:r>
      <w:bookmarkEnd w:id="21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Den Uvildige Konsulentordning på Handicapområdet, </w:t>
      </w:r>
      <w:bookmarkStart w:id="22" w:name="_Hlk175129538"/>
      <w:bookmarkStart w:id="23" w:name="_Hlk175131664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"mailto:mail@dukh.dk"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mail@dukh.dk</w:t>
      </w:r>
      <w:bookmarkEnd w:id="22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23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Det Centrale Handicapråd, </w:t>
      </w:r>
      <w:bookmarkStart w:id="24" w:name="_Hlk175129592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"mailto:dch@dch.dk"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dch@dch.dk</w:t>
      </w:r>
      <w:bookmarkEnd w:id="24"/>
      <w:r>
        <w:rPr>
          <w:rFonts w:cs="Arial"/>
          <w:szCs w:val="20"/>
        </w:rPr>
        <w:fldChar w:fldCharType="end"/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DGI, </w:t>
      </w:r>
      <w:hyperlink r:id="rId19" w:history="1">
        <w:r>
          <w:rPr>
            <w:rStyle w:val="Hyperlink"/>
            <w:rFonts w:cs="Arial"/>
            <w:szCs w:val="20"/>
          </w:rPr>
          <w:t>info@dgi.dk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Digitaliseringsstyrelsen, </w:t>
      </w:r>
      <w:hyperlink r:id="rId20" w:history="1">
        <w:r>
          <w:rPr>
            <w:rStyle w:val="Hyperlink"/>
            <w:rFonts w:cs="Arial"/>
            <w:szCs w:val="20"/>
          </w:rPr>
          <w:t>klarlovgivning@digst.dk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Domstolsstyrelsen, </w:t>
      </w:r>
      <w:bookmarkStart w:id="25" w:name="_Hlk175129573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"mailto:post@domstolsstyrelsen.dk"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post@domstolsstyrelsen.dk</w:t>
      </w:r>
      <w:bookmarkEnd w:id="25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EGV, </w:t>
      </w:r>
      <w:bookmarkStart w:id="26" w:name="_Hlk175129616"/>
      <w:bookmarkStart w:id="27" w:name="_Hlk175131719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"mailto:egv@egv.dk"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egv@egv.dk</w:t>
      </w:r>
      <w:bookmarkEnd w:id="26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27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Ergoterapeutforeningen, </w:t>
      </w:r>
      <w:bookmarkStart w:id="28" w:name="_Hlk175131733"/>
      <w:bookmarkStart w:id="29" w:name="_Hlk17512962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"mailto:etf@etf.dk"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etf@etf.dk</w:t>
      </w:r>
      <w:bookmarkEnd w:id="28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29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Erhvervsstyrelsen, </w:t>
      </w:r>
      <w:hyperlink r:id="rId21" w:history="1">
        <w:r>
          <w:rPr>
            <w:rStyle w:val="Hyperlink"/>
            <w:rFonts w:cs="Arial"/>
            <w:szCs w:val="20"/>
          </w:rPr>
          <w:t>erst@erst.dk</w:t>
        </w:r>
      </w:hyperlink>
      <w:r>
        <w:rPr>
          <w:rFonts w:cs="Arial"/>
          <w:szCs w:val="20"/>
        </w:rPr>
        <w:t xml:space="preserve"> 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Fagbevægelsens Hovedorganisation, </w:t>
      </w:r>
      <w:hyperlink r:id="rId22" w:history="1">
        <w:r>
          <w:rPr>
            <w:rStyle w:val="Hyperlink"/>
            <w:rFonts w:cs="Arial"/>
            <w:szCs w:val="20"/>
          </w:rPr>
          <w:t>FH@fho.dk</w:t>
        </w:r>
      </w:hyperlink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Faglige Seniorer, </w:t>
      </w:r>
      <w:hyperlink r:id="rId23" w:history="1">
        <w:r>
          <w:rPr>
            <w:rStyle w:val="Hyperlink"/>
            <w:rFonts w:cs="Arial"/>
            <w:szCs w:val="20"/>
          </w:rPr>
          <w:t>info@fagligsenior.dk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FOA, </w:t>
      </w:r>
      <w:bookmarkStart w:id="30" w:name="_Hlk175129641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"mailto:foa@foa.dk"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foa@foa.dk</w:t>
      </w:r>
      <w:bookmarkEnd w:id="30"/>
      <w:r>
        <w:rPr>
          <w:rFonts w:cs="Arial"/>
          <w:szCs w:val="20"/>
        </w:rPr>
        <w:fldChar w:fldCharType="end"/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>Frivilligcentre og Selvhjælp Danmark (</w:t>
      </w:r>
      <w:proofErr w:type="spellStart"/>
      <w:r>
        <w:rPr>
          <w:rFonts w:cs="Arial"/>
          <w:szCs w:val="20"/>
        </w:rPr>
        <w:t>FriSe</w:t>
      </w:r>
      <w:proofErr w:type="spellEnd"/>
      <w:r>
        <w:rPr>
          <w:rFonts w:cs="Arial"/>
          <w:szCs w:val="20"/>
        </w:rPr>
        <w:t>),</w:t>
      </w:r>
      <w:r>
        <w:t xml:space="preserve"> </w:t>
      </w:r>
      <w:hyperlink r:id="rId24" w:history="1">
        <w:r>
          <w:rPr>
            <w:rStyle w:val="Hyperlink"/>
            <w:rFonts w:cs="Arial"/>
            <w:szCs w:val="20"/>
          </w:rPr>
          <w:t>frise@frise.dk</w:t>
        </w:r>
      </w:hyperlink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Fødevarestyrelsen, </w:t>
      </w:r>
      <w:hyperlink r:id="rId25" w:history="1">
        <w:r>
          <w:rPr>
            <w:rStyle w:val="Hyperlink"/>
            <w:rFonts w:cs="Arial"/>
            <w:szCs w:val="20"/>
          </w:rPr>
          <w:t>email@fvst.dk</w:t>
        </w:r>
      </w:hyperlink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Institut for Menneskerettigheder, </w:t>
      </w:r>
      <w:bookmarkStart w:id="31" w:name="_Hlk17512976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"mailto:info@humanrights.dk"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info@humanrights.dk</w:t>
      </w:r>
      <w:bookmarkEnd w:id="31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Kirkens Korshær, </w:t>
      </w:r>
      <w:hyperlink r:id="rId26" w:history="1">
        <w:r>
          <w:rPr>
            <w:rStyle w:val="Hyperlink"/>
            <w:rFonts w:cs="Arial"/>
            <w:szCs w:val="20"/>
          </w:rPr>
          <w:t>kk@kirkenskorshaer.dk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Style w:val="Hyperlink"/>
        </w:rPr>
      </w:pPr>
      <w:r>
        <w:rPr>
          <w:rFonts w:cs="Arial"/>
          <w:szCs w:val="20"/>
        </w:rPr>
        <w:t xml:space="preserve">KL, </w:t>
      </w:r>
      <w:bookmarkStart w:id="32" w:name="_Hlk175132154"/>
      <w:r>
        <w:fldChar w:fldCharType="begin"/>
      </w:r>
      <w:r>
        <w:instrText xml:space="preserve"> HYPERLINK "mailto:kl@kl.dk" </w:instrText>
      </w:r>
      <w:r>
        <w:fldChar w:fldCharType="separate"/>
      </w:r>
      <w:r>
        <w:rPr>
          <w:rStyle w:val="Hyperlink"/>
          <w:rFonts w:cs="Arial"/>
          <w:szCs w:val="20"/>
        </w:rPr>
        <w:t>kl@kl.dk</w:t>
      </w:r>
      <w:r>
        <w:fldChar w:fldCharType="end"/>
      </w:r>
      <w:bookmarkEnd w:id="32"/>
    </w:p>
    <w:p w:rsidR="009A18F8" w:rsidRDefault="009A18F8" w:rsidP="009A18F8">
      <w:r>
        <w:rPr>
          <w:rFonts w:cs="Arial"/>
          <w:szCs w:val="20"/>
        </w:rPr>
        <w:t xml:space="preserve">Kommunale Velfærdschefer, </w:t>
      </w:r>
      <w:bookmarkStart w:id="33" w:name="_Hlk175129701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"mailto:info@velfaerdschefer.dk"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info@velfaerdschefer.dk</w:t>
      </w:r>
      <w:bookmarkEnd w:id="33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Kost &amp; Ernæringsforbundet, </w:t>
      </w:r>
      <w:bookmarkStart w:id="34" w:name="_Hlk175132186"/>
      <w:bookmarkStart w:id="35" w:name="_Hlk175129810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"mailto:post@kost.dk"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post@kost.dk</w:t>
      </w:r>
      <w:bookmarkEnd w:id="34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35"/>
    <w:p w:rsidR="009A18F8" w:rsidRDefault="009A18F8" w:rsidP="009A18F8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LandboSenior</w:t>
      </w:r>
      <w:proofErr w:type="spellEnd"/>
      <w:r>
        <w:rPr>
          <w:rFonts w:cs="Arial"/>
          <w:szCs w:val="20"/>
        </w:rPr>
        <w:t xml:space="preserve">, </w:t>
      </w:r>
      <w:hyperlink r:id="rId27" w:history="1">
        <w:r>
          <w:rPr>
            <w:rStyle w:val="Hyperlink"/>
            <w:rFonts w:cs="Arial"/>
            <w:szCs w:val="20"/>
          </w:rPr>
          <w:t>landsforeningen@landbosenior.dk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Lederne, </w:t>
      </w:r>
      <w:hyperlink r:id="rId28" w:history="1">
        <w:r>
          <w:rPr>
            <w:rStyle w:val="Hyperlink"/>
            <w:rFonts w:cs="Arial"/>
            <w:szCs w:val="20"/>
          </w:rPr>
          <w:t>lederne@lederne.dk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Lægeforeningen, </w:t>
      </w:r>
      <w:bookmarkStart w:id="36" w:name="_Hlk175130171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"mailto:dadl@dadl.dk"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dadl@dadl.dk</w:t>
      </w:r>
      <w:bookmarkEnd w:id="36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Medarbejder- og Kompetencestyrelsen, </w:t>
      </w:r>
      <w:hyperlink r:id="rId29" w:history="1">
        <w:r>
          <w:rPr>
            <w:rStyle w:val="Hyperlink"/>
            <w:rFonts w:cs="Arial"/>
            <w:szCs w:val="20"/>
          </w:rPr>
          <w:t>medst@medst.dk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>Menighedsplejen i Danmark,</w:t>
      </w:r>
      <w:r>
        <w:rPr>
          <w:rFonts w:cs="Arial"/>
          <w:color w:val="FF0000"/>
          <w:szCs w:val="20"/>
        </w:rPr>
        <w:t xml:space="preserve"> </w:t>
      </w:r>
      <w:bookmarkStart w:id="37" w:name="_Hlk175129549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"mailto:info@menighedsplejen.dk"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info@menighedsplejen.dk</w:t>
      </w:r>
      <w:bookmarkEnd w:id="37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Nationalt Videnscenter for Demens, </w:t>
      </w:r>
      <w:bookmarkStart w:id="38" w:name="_Hlk175130184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"mailto:vide@regionh.dk"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vide@regionh.dk</w:t>
      </w:r>
      <w:bookmarkEnd w:id="38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OK-Fonden, </w:t>
      </w:r>
      <w:bookmarkStart w:id="39" w:name="_Hlk17513019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"mailto:info@ok-fonden.dk"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info@ok-fonden.dk</w:t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 </w:t>
      </w:r>
      <w:bookmarkEnd w:id="39"/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PLO, </w:t>
      </w:r>
      <w:bookmarkStart w:id="40" w:name="_Hlk175130207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"mailto:plo@dadl.dk"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plo@dadl.dk</w:t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 </w:t>
      </w:r>
      <w:bookmarkEnd w:id="40"/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Røde Kors, </w:t>
      </w:r>
      <w:hyperlink r:id="rId30" w:history="1">
        <w:r>
          <w:rPr>
            <w:rStyle w:val="Hyperlink"/>
            <w:rFonts w:cs="Arial"/>
            <w:szCs w:val="20"/>
          </w:rPr>
          <w:t>info@rodekors.dk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Selveje Danmark, </w:t>
      </w:r>
      <w:bookmarkStart w:id="41" w:name="_Hlk175130316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"mailto:kontakt@selveje.dk"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kontakt@selveje.dk</w:t>
      </w:r>
      <w:bookmarkEnd w:id="41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Socialpædagogernes Landsforbund, </w:t>
      </w:r>
      <w:bookmarkStart w:id="42" w:name="_Hlk175134639"/>
      <w:bookmarkStart w:id="43" w:name="_Hlk175130329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"mailto:sl@sl.dk"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sl@sl.dk</w:t>
      </w:r>
      <w:bookmarkEnd w:id="42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43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Styrelsen for Patientsikkerhed, </w:t>
      </w:r>
      <w:hyperlink r:id="rId31" w:history="1">
        <w:r>
          <w:rPr>
            <w:rStyle w:val="Hyperlink"/>
            <w:rFonts w:cs="Arial"/>
            <w:szCs w:val="20"/>
          </w:rPr>
          <w:t>stps@stps.dk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SUFO (Landsforeningen for ansatte i sundhedsfremmende og forebyggende hjemmebesøg), </w:t>
      </w:r>
      <w:bookmarkStart w:id="44" w:name="_Hlk175130343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"mailto:info@sufo.dk"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info@sufo.dk</w:t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 </w:t>
      </w:r>
      <w:bookmarkEnd w:id="44"/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Sundhedsdatastyrelsen, </w:t>
      </w:r>
      <w:hyperlink r:id="rId32" w:history="1">
        <w:r>
          <w:rPr>
            <w:rStyle w:val="Hyperlink"/>
            <w:rFonts w:cs="Arial"/>
            <w:szCs w:val="20"/>
          </w:rPr>
          <w:t>kontakt@sundhedsdata.dk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Sundhedsstyrelsen, </w:t>
      </w:r>
      <w:hyperlink r:id="rId33" w:history="1">
        <w:r>
          <w:rPr>
            <w:rStyle w:val="Hyperlink"/>
            <w:rFonts w:cs="Arial"/>
            <w:szCs w:val="20"/>
          </w:rPr>
          <w:t>sst@sst.dk</w:t>
        </w:r>
      </w:hyperlink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VIVE, </w:t>
      </w:r>
      <w:bookmarkStart w:id="45" w:name="_Hlk175130355"/>
      <w:bookmarkStart w:id="46" w:name="_Hlk175134657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"mailto:vive@vive.dk"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vive@vive.dk</w:t>
      </w:r>
      <w:bookmarkEnd w:id="45"/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bookmarkEnd w:id="46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Ældre Sagen, </w:t>
      </w:r>
      <w:bookmarkStart w:id="47" w:name="_Hlk175130365"/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HYPERLINK "mailto:aeldresagen@aeldresagen.dk" 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aeldresagen@aeldresagen.dk</w:t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Ældretilsynet i Hjørring Kommune, </w:t>
      </w:r>
      <w:hyperlink r:id="rId34" w:history="1">
        <w:r>
          <w:rPr>
            <w:rStyle w:val="Hyperlink"/>
            <w:rFonts w:cs="Arial"/>
            <w:szCs w:val="20"/>
          </w:rPr>
          <w:t>aeldretilsynnord@hjoerring.dk</w:t>
        </w:r>
      </w:hyperlink>
      <w:r>
        <w:rPr>
          <w:rFonts w:cs="Arial"/>
          <w:szCs w:val="20"/>
        </w:rPr>
        <w:t xml:space="preserve"> </w:t>
      </w:r>
    </w:p>
    <w:bookmarkEnd w:id="47"/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Ældretilsynet i Silkeborg Kommune, </w:t>
      </w:r>
    </w:p>
    <w:p w:rsidR="009A18F8" w:rsidRDefault="009A18F8" w:rsidP="009A18F8">
      <w:pPr>
        <w:rPr>
          <w:rFonts w:cs="Arial"/>
          <w:szCs w:val="20"/>
        </w:rPr>
      </w:pPr>
      <w:r>
        <w:rPr>
          <w:rFonts w:cs="Arial"/>
          <w:szCs w:val="20"/>
        </w:rPr>
        <w:t xml:space="preserve">Ældretilsynet i Gentofte Kommune, </w:t>
      </w:r>
    </w:p>
    <w:p w:rsidR="009A18F8" w:rsidRDefault="009A18F8" w:rsidP="009A18F8">
      <w:pPr>
        <w:spacing w:line="240" w:lineRule="auto"/>
        <w:rPr>
          <w:rFonts w:cs="Arial"/>
          <w:szCs w:val="20"/>
        </w:rPr>
      </w:pPr>
    </w:p>
    <w:p w:rsidR="007B4AB2" w:rsidRPr="007B4AB2" w:rsidRDefault="007B4AB2" w:rsidP="009A18F8">
      <w:pPr>
        <w:pStyle w:val="Brevoverskrift"/>
        <w:rPr>
          <w:sz w:val="2"/>
          <w:szCs w:val="2"/>
        </w:rPr>
      </w:pPr>
    </w:p>
    <w:sectPr w:rsidR="007B4AB2" w:rsidRPr="007B4AB2" w:rsidSect="0053351C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2240" w:right="1758" w:bottom="964" w:left="3119" w:header="1049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A27" w:rsidRDefault="00CD6A27" w:rsidP="00354FC0">
      <w:r>
        <w:separator/>
      </w:r>
    </w:p>
  </w:endnote>
  <w:endnote w:type="continuationSeparator" w:id="0">
    <w:p w:rsidR="00CD6A27" w:rsidRDefault="00CD6A27" w:rsidP="0035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siver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14C" w:rsidRPr="00F3614C" w:rsidRDefault="00F3614C" w:rsidP="00F3614C">
    <w:pPr>
      <w:pStyle w:val="Sidefod"/>
    </w:pPr>
    <w:r>
      <w:fldChar w:fldCharType="begin"/>
    </w:r>
    <w:r>
      <w:instrText xml:space="preserve"> page </w:instrText>
    </w:r>
    <w:r>
      <w:fldChar w:fldCharType="separate"/>
    </w:r>
    <w:r w:rsidR="001A21E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304" w:rsidRDefault="002D2304" w:rsidP="002D2304">
    <w:pPr>
      <w:pStyle w:val="Sidefod"/>
    </w:pPr>
    <w:r>
      <w:fldChar w:fldCharType="begin"/>
    </w:r>
    <w:r>
      <w:instrText xml:space="preserve"> page </w:instrText>
    </w:r>
    <w:r>
      <w:fldChar w:fldCharType="separate"/>
    </w:r>
    <w:r w:rsidR="00B50E6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A27" w:rsidRDefault="00CD6A27" w:rsidP="00354FC0">
      <w:r>
        <w:separator/>
      </w:r>
    </w:p>
  </w:footnote>
  <w:footnote w:type="continuationSeparator" w:id="0">
    <w:p w:rsidR="00CD6A27" w:rsidRDefault="00CD6A27" w:rsidP="0035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378" w:rsidRPr="002D2304" w:rsidRDefault="00BA7BA8" w:rsidP="002D2304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3115CA8" wp14:editId="4D40CABA">
          <wp:simplePos x="0" y="0"/>
          <wp:positionH relativeFrom="column">
            <wp:posOffset>-1261110</wp:posOffset>
          </wp:positionH>
          <wp:positionV relativeFrom="page">
            <wp:posOffset>1355725</wp:posOffset>
          </wp:positionV>
          <wp:extent cx="414020" cy="349885"/>
          <wp:effectExtent l="0" t="0" r="5080" b="5715"/>
          <wp:wrapNone/>
          <wp:docPr id="856248422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248422" name="Graphic 856248422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4BA" w:rsidRDefault="00BA7BA8" w:rsidP="00E55753">
    <w:pPr>
      <w:pStyle w:val="Sidehoved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FC9D7FB" wp14:editId="14A41407">
          <wp:simplePos x="0" y="0"/>
          <wp:positionH relativeFrom="column">
            <wp:posOffset>3285490</wp:posOffset>
          </wp:positionH>
          <wp:positionV relativeFrom="page">
            <wp:posOffset>690357</wp:posOffset>
          </wp:positionV>
          <wp:extent cx="1694180" cy="337185"/>
          <wp:effectExtent l="0" t="0" r="0" b="5715"/>
          <wp:wrapNone/>
          <wp:docPr id="74752404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524049" name="Graphic 74752404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180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753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4FD7F020" wp14:editId="25378EE8">
              <wp:simplePos x="0" y="0"/>
              <wp:positionH relativeFrom="page">
                <wp:posOffset>5269230</wp:posOffset>
              </wp:positionH>
              <wp:positionV relativeFrom="page">
                <wp:posOffset>1422400</wp:posOffset>
              </wp:positionV>
              <wp:extent cx="1363980" cy="723265"/>
              <wp:effectExtent l="0" t="0" r="7620" b="635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7232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H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ol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bergsgade 6</w:t>
                          </w:r>
                        </w:p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10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57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 xml:space="preserve"> København K</w:t>
                          </w:r>
                        </w:p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Telefon 33 92 93 00</w:t>
                          </w:r>
                        </w:p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post@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aeldremin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.dk</w:t>
                          </w:r>
                        </w:p>
                        <w:p w:rsidR="00E55753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www.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aeldremin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7F020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6" type="#_x0000_t202" style="position:absolute;left:0;text-align:left;margin-left:414.9pt;margin-top:112pt;width:107.4pt;height:56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" filled="f" stroked="f" strokeweight=".5pt">
              <v:textbox inset="0,0,0,0">
                <w:txbxContent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>
                      <w:rPr>
                        <w:color w:val="6B5B23" w:themeColor="accent2"/>
                        <w:sz w:val="16"/>
                        <w:szCs w:val="16"/>
                      </w:rPr>
                      <w:t>H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ol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bergsgade 6</w:t>
                    </w:r>
                  </w:p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10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57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 xml:space="preserve"> København K</w:t>
                    </w:r>
                  </w:p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Telefon 33 92 93 00</w:t>
                    </w:r>
                  </w:p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post@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aeldremin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.dk</w:t>
                    </w:r>
                  </w:p>
                  <w:p w:rsidR="00E55753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www.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aeldremin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.dk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55630"/>
    <w:multiLevelType w:val="hybridMultilevel"/>
    <w:tmpl w:val="B1EC43C4"/>
    <w:lvl w:ilvl="0" w:tplc="D6586F06">
      <w:start w:val="1"/>
      <w:numFmt w:val="decimal"/>
      <w:pStyle w:val="Talopstilling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156D5B"/>
    <w:multiLevelType w:val="hybridMultilevel"/>
    <w:tmpl w:val="4D6C882A"/>
    <w:lvl w:ilvl="0" w:tplc="1BA634E8">
      <w:start w:val="1"/>
      <w:numFmt w:val="bullet"/>
      <w:pStyle w:val="Listeafsni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position w:val="2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B0D69"/>
    <w:multiLevelType w:val="hybridMultilevel"/>
    <w:tmpl w:val="E7F07A94"/>
    <w:lvl w:ilvl="0" w:tplc="1E367842">
      <w:start w:val="1"/>
      <w:numFmt w:val="bullet"/>
      <w:pStyle w:val="Punktliste"/>
      <w:lvlText w:val=""/>
      <w:lvlJc w:val="left"/>
      <w:pPr>
        <w:tabs>
          <w:tab w:val="num" w:pos="198"/>
        </w:tabs>
        <w:ind w:left="198" w:hanging="198"/>
      </w:pPr>
      <w:rPr>
        <w:rFonts w:ascii="Symbol" w:hAnsi="Symbol" w:hint="default"/>
        <w:sz w:val="15"/>
        <w:szCs w:val="15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F1A"/>
    <w:rsid w:val="00014D36"/>
    <w:rsid w:val="0001724F"/>
    <w:rsid w:val="00023BD0"/>
    <w:rsid w:val="000311C6"/>
    <w:rsid w:val="000409AB"/>
    <w:rsid w:val="00054A97"/>
    <w:rsid w:val="00070DCD"/>
    <w:rsid w:val="000716E6"/>
    <w:rsid w:val="000731AF"/>
    <w:rsid w:val="0007511B"/>
    <w:rsid w:val="00075B36"/>
    <w:rsid w:val="000852A9"/>
    <w:rsid w:val="0009586B"/>
    <w:rsid w:val="00097CF9"/>
    <w:rsid w:val="000A07B9"/>
    <w:rsid w:val="000A52DA"/>
    <w:rsid w:val="000A7095"/>
    <w:rsid w:val="000C7153"/>
    <w:rsid w:val="000E1F9F"/>
    <w:rsid w:val="000E4C5F"/>
    <w:rsid w:val="00104A40"/>
    <w:rsid w:val="00107568"/>
    <w:rsid w:val="001078CB"/>
    <w:rsid w:val="00111918"/>
    <w:rsid w:val="00120342"/>
    <w:rsid w:val="00144A8F"/>
    <w:rsid w:val="00154E9A"/>
    <w:rsid w:val="00161AD3"/>
    <w:rsid w:val="00196407"/>
    <w:rsid w:val="001A21EE"/>
    <w:rsid w:val="001B18CC"/>
    <w:rsid w:val="001C32A9"/>
    <w:rsid w:val="001C774A"/>
    <w:rsid w:val="001E1718"/>
    <w:rsid w:val="001E7AD4"/>
    <w:rsid w:val="002148BD"/>
    <w:rsid w:val="00234CF0"/>
    <w:rsid w:val="002411D4"/>
    <w:rsid w:val="00241547"/>
    <w:rsid w:val="00247D22"/>
    <w:rsid w:val="00253686"/>
    <w:rsid w:val="00253DF0"/>
    <w:rsid w:val="00265E8F"/>
    <w:rsid w:val="0027260D"/>
    <w:rsid w:val="00276D16"/>
    <w:rsid w:val="00292640"/>
    <w:rsid w:val="002B13F3"/>
    <w:rsid w:val="002B32A2"/>
    <w:rsid w:val="002D2304"/>
    <w:rsid w:val="002D6E9A"/>
    <w:rsid w:val="002E0292"/>
    <w:rsid w:val="002E211A"/>
    <w:rsid w:val="002F2009"/>
    <w:rsid w:val="002F7058"/>
    <w:rsid w:val="003028F7"/>
    <w:rsid w:val="003061FA"/>
    <w:rsid w:val="00317C0A"/>
    <w:rsid w:val="003334EA"/>
    <w:rsid w:val="00342EA9"/>
    <w:rsid w:val="00354FC0"/>
    <w:rsid w:val="0037511E"/>
    <w:rsid w:val="00395046"/>
    <w:rsid w:val="003A41F5"/>
    <w:rsid w:val="003A5076"/>
    <w:rsid w:val="003B44D5"/>
    <w:rsid w:val="003B5C9E"/>
    <w:rsid w:val="003C44B3"/>
    <w:rsid w:val="00406582"/>
    <w:rsid w:val="00413204"/>
    <w:rsid w:val="00416BC0"/>
    <w:rsid w:val="004211F4"/>
    <w:rsid w:val="00421A2B"/>
    <w:rsid w:val="00425FAA"/>
    <w:rsid w:val="00432F08"/>
    <w:rsid w:val="004412A9"/>
    <w:rsid w:val="00444286"/>
    <w:rsid w:val="00456D8D"/>
    <w:rsid w:val="004602B0"/>
    <w:rsid w:val="004608CC"/>
    <w:rsid w:val="0046235B"/>
    <w:rsid w:val="00470A96"/>
    <w:rsid w:val="00477F81"/>
    <w:rsid w:val="004A5891"/>
    <w:rsid w:val="004B1135"/>
    <w:rsid w:val="004C0287"/>
    <w:rsid w:val="004C379B"/>
    <w:rsid w:val="004D468A"/>
    <w:rsid w:val="004D46E4"/>
    <w:rsid w:val="004E38B5"/>
    <w:rsid w:val="004E41DE"/>
    <w:rsid w:val="004F297B"/>
    <w:rsid w:val="004F4FF8"/>
    <w:rsid w:val="00502AEF"/>
    <w:rsid w:val="00510F1A"/>
    <w:rsid w:val="0051131F"/>
    <w:rsid w:val="00514DAD"/>
    <w:rsid w:val="0052603E"/>
    <w:rsid w:val="0053351C"/>
    <w:rsid w:val="0053674D"/>
    <w:rsid w:val="00546289"/>
    <w:rsid w:val="00551516"/>
    <w:rsid w:val="00565009"/>
    <w:rsid w:val="005844BA"/>
    <w:rsid w:val="0058727C"/>
    <w:rsid w:val="005A528E"/>
    <w:rsid w:val="005A5BFA"/>
    <w:rsid w:val="005A6458"/>
    <w:rsid w:val="005B0234"/>
    <w:rsid w:val="005C4842"/>
    <w:rsid w:val="005E1F18"/>
    <w:rsid w:val="005F09CA"/>
    <w:rsid w:val="005F4689"/>
    <w:rsid w:val="005F71DC"/>
    <w:rsid w:val="0060062F"/>
    <w:rsid w:val="006131F8"/>
    <w:rsid w:val="00614355"/>
    <w:rsid w:val="00634169"/>
    <w:rsid w:val="006409AC"/>
    <w:rsid w:val="00641BE0"/>
    <w:rsid w:val="006427C0"/>
    <w:rsid w:val="00645DE2"/>
    <w:rsid w:val="0064686A"/>
    <w:rsid w:val="00646F5A"/>
    <w:rsid w:val="00680BCC"/>
    <w:rsid w:val="0068381B"/>
    <w:rsid w:val="006949A3"/>
    <w:rsid w:val="006C43F0"/>
    <w:rsid w:val="006C5035"/>
    <w:rsid w:val="006D49B6"/>
    <w:rsid w:val="006E7488"/>
    <w:rsid w:val="006F7898"/>
    <w:rsid w:val="007137B0"/>
    <w:rsid w:val="007151BE"/>
    <w:rsid w:val="007423C7"/>
    <w:rsid w:val="00750378"/>
    <w:rsid w:val="00787F05"/>
    <w:rsid w:val="0079668A"/>
    <w:rsid w:val="007B4AB2"/>
    <w:rsid w:val="007C0FE3"/>
    <w:rsid w:val="007C3F93"/>
    <w:rsid w:val="007D54FD"/>
    <w:rsid w:val="007D6EB3"/>
    <w:rsid w:val="007F1627"/>
    <w:rsid w:val="007F57DB"/>
    <w:rsid w:val="00816F40"/>
    <w:rsid w:val="0081719A"/>
    <w:rsid w:val="00817B61"/>
    <w:rsid w:val="00822143"/>
    <w:rsid w:val="00852A6D"/>
    <w:rsid w:val="008643BF"/>
    <w:rsid w:val="008652B9"/>
    <w:rsid w:val="00892C16"/>
    <w:rsid w:val="008A59E1"/>
    <w:rsid w:val="008B1F18"/>
    <w:rsid w:val="008C27BA"/>
    <w:rsid w:val="008D4C15"/>
    <w:rsid w:val="008E398D"/>
    <w:rsid w:val="008E7CAB"/>
    <w:rsid w:val="008F1D16"/>
    <w:rsid w:val="00900209"/>
    <w:rsid w:val="009037C6"/>
    <w:rsid w:val="00914943"/>
    <w:rsid w:val="00923934"/>
    <w:rsid w:val="00944F67"/>
    <w:rsid w:val="00945C2B"/>
    <w:rsid w:val="00950F4A"/>
    <w:rsid w:val="0097748B"/>
    <w:rsid w:val="00981568"/>
    <w:rsid w:val="009900F1"/>
    <w:rsid w:val="00992351"/>
    <w:rsid w:val="009935D1"/>
    <w:rsid w:val="009A18F8"/>
    <w:rsid w:val="009B0C91"/>
    <w:rsid w:val="009C0850"/>
    <w:rsid w:val="009C0992"/>
    <w:rsid w:val="009E0C98"/>
    <w:rsid w:val="009F17C1"/>
    <w:rsid w:val="009F2E88"/>
    <w:rsid w:val="009F5D00"/>
    <w:rsid w:val="009F7DD0"/>
    <w:rsid w:val="00A157D0"/>
    <w:rsid w:val="00A23264"/>
    <w:rsid w:val="00A240B8"/>
    <w:rsid w:val="00A367EC"/>
    <w:rsid w:val="00A607EA"/>
    <w:rsid w:val="00A61A3E"/>
    <w:rsid w:val="00A90605"/>
    <w:rsid w:val="00A9097C"/>
    <w:rsid w:val="00AA21E8"/>
    <w:rsid w:val="00AA46A8"/>
    <w:rsid w:val="00AC03AA"/>
    <w:rsid w:val="00AC5F08"/>
    <w:rsid w:val="00AC6101"/>
    <w:rsid w:val="00AD0A11"/>
    <w:rsid w:val="00AE5FC8"/>
    <w:rsid w:val="00AE6C3A"/>
    <w:rsid w:val="00B0564B"/>
    <w:rsid w:val="00B07175"/>
    <w:rsid w:val="00B25FF1"/>
    <w:rsid w:val="00B427C9"/>
    <w:rsid w:val="00B4789E"/>
    <w:rsid w:val="00B50E65"/>
    <w:rsid w:val="00B52433"/>
    <w:rsid w:val="00B66D28"/>
    <w:rsid w:val="00B80BF1"/>
    <w:rsid w:val="00B8272B"/>
    <w:rsid w:val="00B83F84"/>
    <w:rsid w:val="00B87903"/>
    <w:rsid w:val="00BA2033"/>
    <w:rsid w:val="00BA3D99"/>
    <w:rsid w:val="00BA7BA8"/>
    <w:rsid w:val="00BC0A3C"/>
    <w:rsid w:val="00BC2CF9"/>
    <w:rsid w:val="00BC4C50"/>
    <w:rsid w:val="00BD2956"/>
    <w:rsid w:val="00BE29E4"/>
    <w:rsid w:val="00BF088F"/>
    <w:rsid w:val="00BF2BEE"/>
    <w:rsid w:val="00C01CBD"/>
    <w:rsid w:val="00C05CDC"/>
    <w:rsid w:val="00C115A4"/>
    <w:rsid w:val="00C26CAD"/>
    <w:rsid w:val="00C3609E"/>
    <w:rsid w:val="00C374AD"/>
    <w:rsid w:val="00C4050A"/>
    <w:rsid w:val="00C45229"/>
    <w:rsid w:val="00C66B81"/>
    <w:rsid w:val="00C7387A"/>
    <w:rsid w:val="00C76889"/>
    <w:rsid w:val="00C76E33"/>
    <w:rsid w:val="00C92843"/>
    <w:rsid w:val="00CA37DE"/>
    <w:rsid w:val="00CB65EA"/>
    <w:rsid w:val="00CC1FA7"/>
    <w:rsid w:val="00CC3117"/>
    <w:rsid w:val="00CD6A27"/>
    <w:rsid w:val="00CD7502"/>
    <w:rsid w:val="00CE01EF"/>
    <w:rsid w:val="00CE6187"/>
    <w:rsid w:val="00CF5DF3"/>
    <w:rsid w:val="00D12502"/>
    <w:rsid w:val="00D25CCC"/>
    <w:rsid w:val="00D344D2"/>
    <w:rsid w:val="00D35420"/>
    <w:rsid w:val="00D35CC4"/>
    <w:rsid w:val="00D43152"/>
    <w:rsid w:val="00D45E1B"/>
    <w:rsid w:val="00D528A6"/>
    <w:rsid w:val="00D6575E"/>
    <w:rsid w:val="00D71260"/>
    <w:rsid w:val="00D73A79"/>
    <w:rsid w:val="00D9112D"/>
    <w:rsid w:val="00DA1CFC"/>
    <w:rsid w:val="00DB6672"/>
    <w:rsid w:val="00DC2324"/>
    <w:rsid w:val="00DC7D7D"/>
    <w:rsid w:val="00DE38C7"/>
    <w:rsid w:val="00DF7D8C"/>
    <w:rsid w:val="00E203DF"/>
    <w:rsid w:val="00E24C21"/>
    <w:rsid w:val="00E3108E"/>
    <w:rsid w:val="00E3638D"/>
    <w:rsid w:val="00E3728E"/>
    <w:rsid w:val="00E511EB"/>
    <w:rsid w:val="00E5199F"/>
    <w:rsid w:val="00E55753"/>
    <w:rsid w:val="00E67866"/>
    <w:rsid w:val="00E869A6"/>
    <w:rsid w:val="00E95D29"/>
    <w:rsid w:val="00EB38A2"/>
    <w:rsid w:val="00EB4E97"/>
    <w:rsid w:val="00EE02CE"/>
    <w:rsid w:val="00EE3253"/>
    <w:rsid w:val="00EE40B0"/>
    <w:rsid w:val="00EE7935"/>
    <w:rsid w:val="00EF6A79"/>
    <w:rsid w:val="00F04F86"/>
    <w:rsid w:val="00F06ED0"/>
    <w:rsid w:val="00F07F6F"/>
    <w:rsid w:val="00F14AD6"/>
    <w:rsid w:val="00F35B06"/>
    <w:rsid w:val="00F3614C"/>
    <w:rsid w:val="00F41248"/>
    <w:rsid w:val="00F41C4A"/>
    <w:rsid w:val="00F74A87"/>
    <w:rsid w:val="00F814B4"/>
    <w:rsid w:val="00F959D3"/>
    <w:rsid w:val="00FB58AD"/>
    <w:rsid w:val="00FC4BF7"/>
    <w:rsid w:val="00FD39AC"/>
    <w:rsid w:val="00FD70C3"/>
    <w:rsid w:val="00FE2330"/>
    <w:rsid w:val="00FE24DE"/>
    <w:rsid w:val="00FF160A"/>
    <w:rsid w:val="00FF3BBE"/>
    <w:rsid w:val="00FF53F9"/>
    <w:rsid w:val="00FF5901"/>
    <w:rsid w:val="00FF5DAE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99A7FA"/>
  <w15:docId w15:val="{72F136F3-8033-41D7-B3C3-1BADA780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qFormat="1"/>
    <w:lsdException w:name="heading 3" w:uiPriority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4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2"/>
    <w:qFormat/>
    <w:rsid w:val="00BA7BA8"/>
    <w:pPr>
      <w:spacing w:line="240" w:lineRule="atLeast"/>
    </w:pPr>
    <w:rPr>
      <w:rFonts w:asciiTheme="minorHAnsi" w:hAnsiTheme="minorHAnsi"/>
      <w:szCs w:val="24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5FC8"/>
    <w:pPr>
      <w:spacing w:after="240"/>
      <w:outlineLvl w:val="0"/>
    </w:pPr>
    <w:rPr>
      <w:b/>
      <w:color w:val="000000"/>
      <w:sz w:val="26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5FC8"/>
    <w:pPr>
      <w:keepNext/>
      <w:keepLines/>
      <w:spacing w:before="24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5FC8"/>
    <w:pPr>
      <w:keepNext/>
      <w:keepLines/>
      <w:spacing w:before="240"/>
      <w:outlineLvl w:val="2"/>
    </w:pPr>
    <w:rPr>
      <w:rFonts w:eastAsiaTheme="majorEastAsia" w:cstheme="majorBidi"/>
      <w:i/>
      <w:color w:val="1B1352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rsid w:val="00E869A6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link w:val="SidefodTegn"/>
    <w:uiPriority w:val="99"/>
    <w:semiHidden/>
    <w:rsid w:val="002D2304"/>
    <w:pPr>
      <w:tabs>
        <w:tab w:val="center" w:pos="4986"/>
        <w:tab w:val="right" w:pos="9972"/>
      </w:tabs>
      <w:spacing w:line="240" w:lineRule="auto"/>
      <w:jc w:val="right"/>
    </w:pPr>
    <w:rPr>
      <w:sz w:val="16"/>
    </w:rPr>
  </w:style>
  <w:style w:type="paragraph" w:customStyle="1" w:styleId="Adresse">
    <w:name w:val="Adresse"/>
    <w:basedOn w:val="Normal"/>
    <w:semiHidden/>
    <w:rsid w:val="00425FAA"/>
    <w:pPr>
      <w:framePr w:hSpace="142" w:wrap="around" w:vAnchor="page" w:hAnchor="page" w:x="7967" w:y="11341"/>
      <w:autoSpaceDE w:val="0"/>
      <w:autoSpaceDN w:val="0"/>
      <w:adjustRightInd w:val="0"/>
      <w:spacing w:line="240" w:lineRule="auto"/>
      <w:suppressOverlap/>
      <w:jc w:val="right"/>
    </w:pPr>
    <w:rPr>
      <w:rFonts w:cs="Calibri"/>
      <w:color w:val="787878"/>
      <w:szCs w:val="18"/>
    </w:rPr>
  </w:style>
  <w:style w:type="paragraph" w:customStyle="1" w:styleId="TypografiAdresseMnsterMassiv100Hvid">
    <w:name w:val="Typografi Adresse + Mønster: Massiv (100%) (Hvid)"/>
    <w:basedOn w:val="Adresse"/>
    <w:semiHidden/>
    <w:rsid w:val="00B0564B"/>
    <w:pPr>
      <w:framePr w:wrap="around"/>
      <w:shd w:val="solid" w:color="FFFFFF" w:fill="FFFFFF"/>
      <w:spacing w:line="260" w:lineRule="exact"/>
    </w:pPr>
    <w:rPr>
      <w:szCs w:val="20"/>
    </w:rPr>
  </w:style>
  <w:style w:type="paragraph" w:customStyle="1" w:styleId="TypografiAdresseMnsterMassiv100Hvid1">
    <w:name w:val="Typografi Adresse + Mønster: Massiv (100%) (Hvid)1"/>
    <w:basedOn w:val="Adresse"/>
    <w:semiHidden/>
    <w:rsid w:val="00B0564B"/>
    <w:pPr>
      <w:framePr w:wrap="around"/>
      <w:shd w:val="solid" w:color="FFFFFF" w:fill="FFFFFF"/>
    </w:pPr>
    <w:rPr>
      <w:szCs w:val="20"/>
    </w:rPr>
  </w:style>
  <w:style w:type="paragraph" w:customStyle="1" w:styleId="Dato1">
    <w:name w:val="Dato1"/>
    <w:autoRedefine/>
    <w:semiHidden/>
    <w:rsid w:val="00342EA9"/>
    <w:pPr>
      <w:framePr w:w="2835" w:h="284" w:hRule="exact" w:wrap="around" w:vAnchor="page" w:hAnchor="page" w:x="5784" w:y="3970"/>
      <w:shd w:val="solid" w:color="FFFFFF" w:fill="FFFFFF"/>
      <w:spacing w:line="360" w:lineRule="auto"/>
    </w:pPr>
    <w:rPr>
      <w:rFonts w:ascii="Verdana" w:hAnsi="Verdana"/>
      <w:noProof/>
      <w:sz w:val="18"/>
      <w:szCs w:val="18"/>
    </w:rPr>
  </w:style>
  <w:style w:type="table" w:styleId="Tabel-Gitter">
    <w:name w:val="Table Grid"/>
    <w:basedOn w:val="Tabel-Normal"/>
    <w:rsid w:val="00354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typeiafsnit"/>
    <w:link w:val="Overskrift1"/>
    <w:uiPriority w:val="1"/>
    <w:rsid w:val="00AE5FC8"/>
    <w:rPr>
      <w:rFonts w:ascii="Arial" w:hAnsi="Arial"/>
      <w:b/>
      <w:color w:val="000000"/>
      <w:sz w:val="26"/>
      <w:szCs w:val="24"/>
    </w:rPr>
  </w:style>
  <w:style w:type="paragraph" w:styleId="Markeringsbobletekst">
    <w:name w:val="Balloon Text"/>
    <w:basedOn w:val="Normal"/>
    <w:link w:val="MarkeringsbobletekstTegn"/>
    <w:semiHidden/>
    <w:rsid w:val="00D9112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104A40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rsid w:val="00107568"/>
    <w:rPr>
      <w:color w:val="3727A7" w:themeColor="accent1"/>
      <w:u w:val="single"/>
    </w:rPr>
  </w:style>
  <w:style w:type="paragraph" w:customStyle="1" w:styleId="Hjlpetekst">
    <w:name w:val="Hjælpetekst"/>
    <w:basedOn w:val="Sidehoved"/>
    <w:semiHidden/>
    <w:qFormat/>
    <w:rsid w:val="00981568"/>
    <w:pPr>
      <w:ind w:right="2720"/>
    </w:pPr>
    <w:rPr>
      <w:i/>
      <w:vanish/>
      <w:color w:val="C00000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5FC8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Listeafsnit">
    <w:name w:val="List Paragraph"/>
    <w:basedOn w:val="Normal"/>
    <w:uiPriority w:val="34"/>
    <w:qFormat/>
    <w:rsid w:val="006427C0"/>
    <w:pPr>
      <w:numPr>
        <w:numId w:val="7"/>
      </w:numPr>
      <w:spacing w:before="120" w:after="12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D2304"/>
    <w:rPr>
      <w:rFonts w:ascii="Arial" w:hAnsi="Arial"/>
      <w:sz w:val="16"/>
      <w:szCs w:val="24"/>
    </w:rPr>
  </w:style>
  <w:style w:type="paragraph" w:customStyle="1" w:styleId="Punktliste">
    <w:name w:val="Punktliste"/>
    <w:basedOn w:val="Listeafsnit"/>
    <w:uiPriority w:val="2"/>
    <w:semiHidden/>
    <w:qFormat/>
    <w:rsid w:val="00C05CDC"/>
    <w:pPr>
      <w:keepNext/>
      <w:widowControl w:val="0"/>
      <w:numPr>
        <w:numId w:val="1"/>
      </w:numPr>
      <w:spacing w:after="240"/>
    </w:pPr>
  </w:style>
  <w:style w:type="paragraph" w:styleId="Afsenderadresse">
    <w:name w:val="envelope return"/>
    <w:basedOn w:val="Normal"/>
    <w:semiHidden/>
    <w:rsid w:val="003028F7"/>
    <w:pPr>
      <w:spacing w:line="200" w:lineRule="exact"/>
    </w:pPr>
    <w:rPr>
      <w:rFonts w:eastAsiaTheme="majorEastAsia" w:cstheme="majorBidi"/>
      <w:color w:val="DFDED7" w:themeColor="background2"/>
      <w:sz w:val="18"/>
      <w:szCs w:val="20"/>
    </w:rPr>
  </w:style>
  <w:style w:type="paragraph" w:customStyle="1" w:styleId="Sidenummerering">
    <w:name w:val="Sidenummerering"/>
    <w:basedOn w:val="Sidefod"/>
    <w:uiPriority w:val="3"/>
    <w:semiHidden/>
    <w:qFormat/>
    <w:rsid w:val="005844BA"/>
    <w:rPr>
      <w:color w:val="000000" w:themeColor="text1"/>
      <w:sz w:val="15"/>
    </w:rPr>
  </w:style>
  <w:style w:type="paragraph" w:customStyle="1" w:styleId="Dokumentdato">
    <w:name w:val="Dokumentdato"/>
    <w:basedOn w:val="Normal"/>
    <w:next w:val="Normal"/>
    <w:uiPriority w:val="1"/>
    <w:semiHidden/>
    <w:qFormat/>
    <w:rsid w:val="00852A6D"/>
    <w:pPr>
      <w:framePr w:hSpace="142" w:wrap="around" w:vAnchor="page" w:hAnchor="page" w:x="1367" w:y="6238"/>
      <w:spacing w:line="200" w:lineRule="atLeast"/>
    </w:pPr>
    <w:rPr>
      <w:rFonts w:ascii="Lasiver Light" w:hAnsi="Lasiver Light"/>
      <w:color w:val="162767"/>
      <w:sz w:val="14"/>
    </w:rPr>
  </w:style>
  <w:style w:type="paragraph" w:customStyle="1" w:styleId="Reference">
    <w:name w:val="Reference"/>
    <w:basedOn w:val="Afsenderadresse1"/>
    <w:next w:val="Normal"/>
    <w:uiPriority w:val="1"/>
    <w:semiHidden/>
    <w:qFormat/>
    <w:rsid w:val="00852A6D"/>
    <w:pPr>
      <w:framePr w:wrap="auto" w:vAnchor="margin" w:hAnchor="text" w:x="1702" w:y="9243"/>
    </w:pPr>
  </w:style>
  <w:style w:type="paragraph" w:customStyle="1" w:styleId="Emailadresse">
    <w:name w:val="Emailadresse"/>
    <w:basedOn w:val="Afsenderadresse1"/>
    <w:uiPriority w:val="1"/>
    <w:semiHidden/>
    <w:qFormat/>
    <w:rsid w:val="00852A6D"/>
    <w:pPr>
      <w:framePr w:wrap="auto" w:vAnchor="margin" w:hAnchor="text" w:x="1702" w:y="9243"/>
    </w:pPr>
  </w:style>
  <w:style w:type="paragraph" w:customStyle="1" w:styleId="Afsenderadresse1">
    <w:name w:val="Afsenderadresse1"/>
    <w:basedOn w:val="Dokumentdato"/>
    <w:uiPriority w:val="1"/>
    <w:semiHidden/>
    <w:qFormat/>
    <w:rsid w:val="00852A6D"/>
    <w:pPr>
      <w:framePr w:wrap="around"/>
    </w:pPr>
    <w:rPr>
      <w:noProof/>
      <w:lang w:val="en-US"/>
    </w:rPr>
  </w:style>
  <w:style w:type="paragraph" w:customStyle="1" w:styleId="Underskrivernavn">
    <w:name w:val="Underskrivernavn"/>
    <w:basedOn w:val="Normal"/>
    <w:next w:val="Normal"/>
    <w:uiPriority w:val="2"/>
    <w:semiHidden/>
    <w:qFormat/>
    <w:rsid w:val="00DE38C7"/>
    <w:pPr>
      <w:keepNext/>
      <w:widowControl w:val="0"/>
    </w:pPr>
  </w:style>
  <w:style w:type="paragraph" w:customStyle="1" w:styleId="Dokumentinfo">
    <w:name w:val="Dokumentinfo"/>
    <w:basedOn w:val="Normal"/>
    <w:uiPriority w:val="2"/>
    <w:semiHidden/>
    <w:qFormat/>
    <w:rsid w:val="00E55753"/>
    <w:pPr>
      <w:framePr w:hSpace="142" w:wrap="around" w:vAnchor="page" w:hAnchor="page" w:x="1135" w:y="5671"/>
      <w:spacing w:line="160" w:lineRule="exact"/>
    </w:pPr>
    <w:rPr>
      <w:sz w:val="16"/>
    </w:rPr>
  </w:style>
  <w:style w:type="paragraph" w:customStyle="1" w:styleId="Dokumentinfooverskrift">
    <w:name w:val="Dokumentinfo overskrift"/>
    <w:basedOn w:val="Dokumentinfo"/>
    <w:next w:val="Dokumentinfo"/>
    <w:uiPriority w:val="2"/>
    <w:semiHidden/>
    <w:qFormat/>
    <w:rsid w:val="00E55753"/>
    <w:pPr>
      <w:framePr w:wrap="around"/>
    </w:pPr>
    <w:rPr>
      <w:b/>
    </w:rPr>
  </w:style>
  <w:style w:type="paragraph" w:customStyle="1" w:styleId="Talopstilling">
    <w:name w:val="Talopstilling"/>
    <w:basedOn w:val="Listeafsnit"/>
    <w:uiPriority w:val="2"/>
    <w:qFormat/>
    <w:rsid w:val="00C4050A"/>
    <w:pPr>
      <w:numPr>
        <w:numId w:val="5"/>
      </w:numPr>
    </w:pPr>
  </w:style>
  <w:style w:type="character" w:customStyle="1" w:styleId="Overskrift3Tegn">
    <w:name w:val="Overskrift 3 Tegn"/>
    <w:basedOn w:val="Standardskrifttypeiafsnit"/>
    <w:link w:val="Overskrift3"/>
    <w:uiPriority w:val="1"/>
    <w:rsid w:val="00AE5FC8"/>
    <w:rPr>
      <w:rFonts w:ascii="Arial" w:eastAsiaTheme="majorEastAsia" w:hAnsi="Arial" w:cstheme="majorBidi"/>
      <w:i/>
      <w:color w:val="1B1352" w:themeColor="accent1" w:themeShade="7F"/>
      <w:szCs w:val="24"/>
    </w:rPr>
  </w:style>
  <w:style w:type="paragraph" w:customStyle="1" w:styleId="Brevoverskrift">
    <w:name w:val="Brevoverskrift"/>
    <w:basedOn w:val="Overskrift2"/>
    <w:next w:val="Normal"/>
    <w:qFormat/>
    <w:rsid w:val="00AE5FC8"/>
    <w:pPr>
      <w:spacing w:before="0" w:after="240"/>
    </w:pPr>
  </w:style>
  <w:style w:type="paragraph" w:customStyle="1" w:styleId="Manchet">
    <w:name w:val="Manchet"/>
    <w:basedOn w:val="Normal"/>
    <w:next w:val="Normal"/>
    <w:uiPriority w:val="2"/>
    <w:qFormat/>
    <w:rsid w:val="00AE5FC8"/>
    <w:pPr>
      <w:spacing w:before="240" w:after="240"/>
    </w:pPr>
    <w:rPr>
      <w:b/>
      <w:color w:val="000000"/>
    </w:rPr>
  </w:style>
  <w:style w:type="paragraph" w:customStyle="1" w:styleId="Rubrik">
    <w:name w:val="Rubrik"/>
    <w:basedOn w:val="Manchet"/>
    <w:next w:val="Normal"/>
    <w:uiPriority w:val="1"/>
    <w:semiHidden/>
    <w:qFormat/>
    <w:rsid w:val="00AE5FC8"/>
  </w:style>
  <w:style w:type="paragraph" w:styleId="Fodnotetekst">
    <w:name w:val="footnote text"/>
    <w:basedOn w:val="Anmrkning"/>
    <w:link w:val="FodnotetekstTegn"/>
    <w:uiPriority w:val="41"/>
    <w:rsid w:val="00AA21E8"/>
    <w:pPr>
      <w:tabs>
        <w:tab w:val="left" w:pos="397"/>
      </w:tabs>
      <w:ind w:left="397" w:hanging="397"/>
    </w:pPr>
  </w:style>
  <w:style w:type="character" w:customStyle="1" w:styleId="FodnotetekstTegn">
    <w:name w:val="Fodnotetekst Tegn"/>
    <w:basedOn w:val="Standardskrifttypeiafsnit"/>
    <w:link w:val="Fodnotetekst"/>
    <w:uiPriority w:val="41"/>
    <w:rsid w:val="00AA21E8"/>
    <w:rPr>
      <w:rFonts w:ascii="Arial" w:hAnsi="Arial"/>
      <w:sz w:val="14"/>
      <w:szCs w:val="24"/>
    </w:rPr>
  </w:style>
  <w:style w:type="paragraph" w:customStyle="1" w:styleId="Kilde">
    <w:name w:val="Kilde"/>
    <w:basedOn w:val="Normal"/>
    <w:uiPriority w:val="37"/>
    <w:qFormat/>
    <w:rsid w:val="00AA21E8"/>
    <w:pPr>
      <w:spacing w:line="200" w:lineRule="atLeast"/>
    </w:pPr>
    <w:rPr>
      <w:sz w:val="14"/>
    </w:rPr>
  </w:style>
  <w:style w:type="paragraph" w:customStyle="1" w:styleId="Anmrkning">
    <w:name w:val="Anmærkning"/>
    <w:basedOn w:val="Kilde"/>
    <w:uiPriority w:val="38"/>
    <w:qFormat/>
    <w:rsid w:val="00AA21E8"/>
  </w:style>
  <w:style w:type="paragraph" w:styleId="Billedtekst">
    <w:name w:val="caption"/>
    <w:basedOn w:val="Normal"/>
    <w:next w:val="Normal"/>
    <w:uiPriority w:val="39"/>
    <w:qFormat/>
    <w:rsid w:val="00AA21E8"/>
    <w:pPr>
      <w:spacing w:line="210" w:lineRule="atLeast"/>
    </w:pPr>
    <w:rPr>
      <w:b/>
      <w:iCs/>
      <w:sz w:val="15"/>
      <w:szCs w:val="18"/>
    </w:rPr>
  </w:style>
  <w:style w:type="paragraph" w:customStyle="1" w:styleId="Figurtekst">
    <w:name w:val="Figurtekst"/>
    <w:basedOn w:val="Normal"/>
    <w:uiPriority w:val="39"/>
    <w:qFormat/>
    <w:rsid w:val="00AA21E8"/>
    <w:pPr>
      <w:spacing w:line="200" w:lineRule="atLeast"/>
    </w:pPr>
    <w:rPr>
      <w:sz w:val="14"/>
    </w:rPr>
  </w:style>
  <w:style w:type="paragraph" w:customStyle="1" w:styleId="Figuroverskrift">
    <w:name w:val="Figuroverskrift"/>
    <w:basedOn w:val="Figurtekst"/>
    <w:uiPriority w:val="40"/>
    <w:qFormat/>
    <w:rsid w:val="00AA21E8"/>
    <w:rPr>
      <w:b/>
    </w:rPr>
  </w:style>
  <w:style w:type="paragraph" w:customStyle="1" w:styleId="BMBullets">
    <w:name w:val="BMBullets"/>
    <w:basedOn w:val="Normal"/>
    <w:rsid w:val="009A18F8"/>
    <w:pPr>
      <w:numPr>
        <w:numId w:val="8"/>
      </w:numPr>
      <w:spacing w:line="260" w:lineRule="atLeast"/>
    </w:pPr>
    <w:rPr>
      <w:rFonts w:ascii="Times New Roman" w:eastAsiaTheme="minorHAnsi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9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amr.dk" TargetMode="External"/><Relationship Id="rId13" Type="http://schemas.openxmlformats.org/officeDocument/2006/relationships/hyperlink" Target="mailto:lenera@sund.ku.dk" TargetMode="External"/><Relationship Id="rId18" Type="http://schemas.openxmlformats.org/officeDocument/2006/relationships/hyperlink" Target="mailto:info@danskepatienter.dk" TargetMode="External"/><Relationship Id="rId26" Type="http://schemas.openxmlformats.org/officeDocument/2006/relationships/hyperlink" Target="mailto:kk@kirkenskorshaer.dk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erst@erst.dk" TargetMode="External"/><Relationship Id="rId34" Type="http://schemas.openxmlformats.org/officeDocument/2006/relationships/hyperlink" Target="mailto:aeldretilsynnord@hjoerring.dk" TargetMode="External"/><Relationship Id="rId7" Type="http://schemas.openxmlformats.org/officeDocument/2006/relationships/hyperlink" Target="mailto:ast@ast.dk" TargetMode="External"/><Relationship Id="rId12" Type="http://schemas.openxmlformats.org/officeDocument/2006/relationships/hyperlink" Target="mailto:bkd@blaakors.dk" TargetMode="External"/><Relationship Id="rId17" Type="http://schemas.openxmlformats.org/officeDocument/2006/relationships/hyperlink" Target="mailto:post@danskeberedskaber.dk" TargetMode="External"/><Relationship Id="rId25" Type="http://schemas.openxmlformats.org/officeDocument/2006/relationships/hyperlink" Target="mailto:email@fvst.dk" TargetMode="External"/><Relationship Id="rId33" Type="http://schemas.openxmlformats.org/officeDocument/2006/relationships/hyperlink" Target="mailto:sst@sst.dk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da@da.dk" TargetMode="External"/><Relationship Id="rId20" Type="http://schemas.openxmlformats.org/officeDocument/2006/relationships/hyperlink" Target="mailto:klarlovgivning@digst.dk" TargetMode="External"/><Relationship Id="rId29" Type="http://schemas.openxmlformats.org/officeDocument/2006/relationships/hyperlink" Target="mailto:medst@medst.d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s@brs.dk" TargetMode="External"/><Relationship Id="rId24" Type="http://schemas.openxmlformats.org/officeDocument/2006/relationships/hyperlink" Target="mailto:frise@frise.dk" TargetMode="External"/><Relationship Id="rId32" Type="http://schemas.openxmlformats.org/officeDocument/2006/relationships/hyperlink" Target="mailto:kontakt@sundhedsdata.dk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dff@dff.net" TargetMode="External"/><Relationship Id="rId23" Type="http://schemas.openxmlformats.org/officeDocument/2006/relationships/hyperlink" Target="mailto:info@fagligsenior.dk" TargetMode="External"/><Relationship Id="rId28" Type="http://schemas.openxmlformats.org/officeDocument/2006/relationships/hyperlink" Target="mailto:lederne@lederne.dk" TargetMode="External"/><Relationship Id="rId36" Type="http://schemas.openxmlformats.org/officeDocument/2006/relationships/footer" Target="footer1.xml"/><Relationship Id="rId10" Type="http://schemas.openxmlformats.org/officeDocument/2006/relationships/hyperlink" Target="mailto:at@at.dk" TargetMode="External"/><Relationship Id="rId19" Type="http://schemas.openxmlformats.org/officeDocument/2006/relationships/hyperlink" Target="mailto:info@dgi.dk" TargetMode="External"/><Relationship Id="rId31" Type="http://schemas.openxmlformats.org/officeDocument/2006/relationships/hyperlink" Target="mailto:stps@stps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m-pro.dk" TargetMode="External"/><Relationship Id="rId14" Type="http://schemas.openxmlformats.org/officeDocument/2006/relationships/hyperlink" Target="mailto:lobl@danskerhverv.dk" TargetMode="External"/><Relationship Id="rId22" Type="http://schemas.openxmlformats.org/officeDocument/2006/relationships/hyperlink" Target="mailto:FH@fho.dk" TargetMode="External"/><Relationship Id="rId27" Type="http://schemas.openxmlformats.org/officeDocument/2006/relationships/hyperlink" Target="mailto:landsforeningen@landbosenior.dk" TargetMode="External"/><Relationship Id="rId30" Type="http://schemas.openxmlformats.org/officeDocument/2006/relationships/hyperlink" Target="mailto:info@rodekors.dk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5920\AppData\Local\cBrain\F2\.tmp\c4167634b1f24f2a86805f9264e3fe66.dotx" TargetMode="External"/></Relationships>
</file>

<file path=word/theme/theme1.xml><?xml version="1.0" encoding="utf-8"?>
<a:theme xmlns:a="http://schemas.openxmlformats.org/drawingml/2006/main" name="ÆM">
  <a:themeElements>
    <a:clrScheme name="ÆM">
      <a:dk1>
        <a:srgbClr val="000000"/>
      </a:dk1>
      <a:lt1>
        <a:srgbClr val="FFFFFF"/>
      </a:lt1>
      <a:dk2>
        <a:srgbClr val="3827A7"/>
      </a:dk2>
      <a:lt2>
        <a:srgbClr val="DFDED7"/>
      </a:lt2>
      <a:accent1>
        <a:srgbClr val="3727A7"/>
      </a:accent1>
      <a:accent2>
        <a:srgbClr val="6B5B23"/>
      </a:accent2>
      <a:accent3>
        <a:srgbClr val="DEDC91"/>
      </a:accent3>
      <a:accent4>
        <a:srgbClr val="B8B6A7"/>
      </a:accent4>
      <a:accent5>
        <a:srgbClr val="211D2F"/>
      </a:accent5>
      <a:accent6>
        <a:srgbClr val="DEDED6"/>
      </a:accent6>
      <a:hlink>
        <a:srgbClr val="3727A7"/>
      </a:hlink>
      <a:folHlink>
        <a:srgbClr val="000000"/>
      </a:folHlink>
    </a:clrScheme>
    <a:fontScheme name="Office 2">
      <a:majorFont>
        <a:latin typeface="Verdan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Verdan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ÆM" id="{F867181E-6263-9342-9E74-241E65F8248C}" vid="{85192FAD-5AAD-934C-86B0-E09D832AEE3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c4167634b1f24f2a86805f9264e3fe66.dotx</Template>
  <TotalTime>5</TotalTime>
  <Pages>2</Pages>
  <Words>756</Words>
  <Characters>4613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Hillerød Forsyning A/S</vt:lpstr>
    </vt:vector>
  </TitlesOfParts>
  <Company>Word Specialisten v/Helle Nielsen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Louise Skovgaard Petersen</dc:creator>
  <cp:lastModifiedBy>Louise Skovgaard Petersen</cp:lastModifiedBy>
  <cp:revision>3</cp:revision>
  <dcterms:created xsi:type="dcterms:W3CDTF">2025-04-10T08:14:00Z</dcterms:created>
  <dcterms:modified xsi:type="dcterms:W3CDTF">2025-04-10T08:50:00Z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