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7BEAB" w14:textId="77777777" w:rsidR="00EE3BA3" w:rsidRPr="00083FB8" w:rsidRDefault="00EE3BA3">
      <w:r w:rsidRPr="00083FB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198A8F2" wp14:editId="18961EA3">
                <wp:simplePos x="0" y="0"/>
                <wp:positionH relativeFrom="rightMargin">
                  <wp:align>right</wp:align>
                </wp:positionH>
                <wp:positionV relativeFrom="page">
                  <wp:align>bottom</wp:align>
                </wp:positionV>
                <wp:extent cx="1962000" cy="7437600"/>
                <wp:effectExtent l="0" t="0" r="635" b="11430"/>
                <wp:wrapNone/>
                <wp:docPr id="2" name="Kolofon" descr="Kolofonen indeholder adresseoplysninger, dato, sagsbehandler information og lignende for FIVU" title="Kolofon oplysning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74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330"/>
                            </w:tblGrid>
                            <w:tr w:rsidR="00EE3BA3" w14:paraId="26AA2847" w14:textId="77777777" w:rsidTr="00066CD1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330" w:type="dxa"/>
                                </w:tcPr>
                                <w:p w14:paraId="74B4AAFD" w14:textId="77777777" w:rsidR="00EE3BA3" w:rsidRPr="00083FB8" w:rsidRDefault="00EE3BA3" w:rsidP="005815CA">
                                  <w:pPr>
                                    <w:pStyle w:val="TemplateOfficeName"/>
                                    <w:rPr>
                                      <w:vanish/>
                                    </w:rPr>
                                  </w:pPr>
                                  <w:bookmarkStart w:id="0" w:name="SD_FLD_AfsenderUdvalg"/>
                                  <w:bookmarkStart w:id="1" w:name="HideStartKolofon"/>
                                  <w:bookmarkStart w:id="2" w:name="HIF_SD_FLD_AfsenderUdvalg"/>
                                  <w:bookmarkEnd w:id="0"/>
                                  <w:r w:rsidRPr="00083FB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p>
                                <w:p w14:paraId="5210A0A6" w14:textId="77777777" w:rsidR="00EE3BA3" w:rsidRPr="00083FB8" w:rsidRDefault="00EE3BA3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</w:p>
                                <w:bookmarkEnd w:id="2" w:displacedByCustomXml="next"/>
                                <w:sdt>
                                  <w:sdtPr>
                                    <w:tag w:val="DocumentDate"/>
                                    <w:id w:val="1563056269"/>
                                    <w:placeholder>
                                      <w:docPart w:val="81F93177DD164D6AA440231FD07096E5"/>
                                    </w:placeholder>
  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p w14:paraId="62EFDA24" w14:textId="60E945ED" w:rsidR="00EE3BA3" w:rsidRPr="00561D6B" w:rsidRDefault="005B062C" w:rsidP="005815CA">
                                      <w:pPr>
                                        <w:pStyle w:val="TemplateAdresse"/>
                                      </w:pPr>
                                      <w:r>
                                        <w:t>4</w:t>
                                      </w:r>
                                      <w:r w:rsidR="00083FB8">
                                        <w:t xml:space="preserve">. </w:t>
                                      </w:r>
                                      <w:r w:rsidR="00E308F6">
                                        <w:t>april</w:t>
                                      </w:r>
                                      <w:r w:rsidR="00083FB8">
                                        <w:t xml:space="preserve"> 2025</w:t>
                                      </w:r>
                                    </w:p>
                                  </w:sdtContent>
                                </w:sdt>
                                <w:p w14:paraId="26908F1D" w14:textId="77777777" w:rsidR="00EE3BA3" w:rsidRPr="00561D6B" w:rsidRDefault="00EE3BA3" w:rsidP="005815CA">
                                  <w:pPr>
                                    <w:pStyle w:val="TemplateAdresse"/>
                                  </w:pPr>
                                </w:p>
                                <w:p w14:paraId="12CF24ED" w14:textId="77777777" w:rsidR="00EE3BA3" w:rsidRPr="00083FB8" w:rsidRDefault="00083FB8" w:rsidP="005815CA">
                                  <w:pPr>
                                    <w:pStyle w:val="TemplateOfficeName"/>
                                  </w:pPr>
                                  <w:bookmarkStart w:id="3" w:name="SD_OFF_Myndighed"/>
                                  <w:bookmarkStart w:id="4" w:name="HIF_SD_OFF_Myndighed"/>
                                  <w:bookmarkEnd w:id="1"/>
                                  <w:r w:rsidRPr="00083FB8">
                                    <w:t>Uddannelses- og Forskningsstyrelsen</w:t>
                                  </w:r>
                                  <w:bookmarkEnd w:id="3"/>
                                </w:p>
                                <w:p w14:paraId="2FC86653" w14:textId="77777777" w:rsidR="00EE3BA3" w:rsidRPr="00083FB8" w:rsidRDefault="00EE3BA3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5" w:name="SD_OFF_Undermyndighed"/>
                                  <w:bookmarkStart w:id="6" w:name="HIF_SD_OFF_Undermyndighed"/>
                                  <w:bookmarkEnd w:id="4"/>
                                  <w:bookmarkEnd w:id="5"/>
                                </w:p>
                                <w:p w14:paraId="360A49E8" w14:textId="77777777" w:rsidR="00EE3BA3" w:rsidRPr="00083FB8" w:rsidRDefault="00083FB8" w:rsidP="005815CA">
                                  <w:pPr>
                                    <w:pStyle w:val="TemplateAdresse"/>
                                  </w:pPr>
                                  <w:bookmarkStart w:id="7" w:name="SD_USR_Kontornavn"/>
                                  <w:bookmarkStart w:id="8" w:name="HIF_SD_USR_Kontornavn"/>
                                  <w:bookmarkEnd w:id="6"/>
                                  <w:r w:rsidRPr="00083FB8">
                                    <w:t>Jura og Institutionspersonale</w:t>
                                  </w:r>
                                  <w:bookmarkEnd w:id="7"/>
                                </w:p>
                                <w:bookmarkEnd w:id="8"/>
                                <w:p w14:paraId="43C21542" w14:textId="77777777" w:rsidR="00EE3BA3" w:rsidRPr="00561D6B" w:rsidRDefault="00EE3BA3" w:rsidP="005815CA">
                                  <w:pPr>
                                    <w:pStyle w:val="TemplateAdresse"/>
                                  </w:pPr>
                                </w:p>
                                <w:p w14:paraId="07B665DD" w14:textId="77777777" w:rsidR="00EE3BA3" w:rsidRPr="00083FB8" w:rsidRDefault="00083FB8" w:rsidP="00FD6631">
                                  <w:pPr>
                                    <w:pStyle w:val="TemplateAdresse"/>
                                    <w:tabs>
                                      <w:tab w:val="left" w:pos="720"/>
                                    </w:tabs>
                                  </w:pPr>
                                  <w:bookmarkStart w:id="9" w:name="SD_OFF_Address"/>
                                  <w:bookmarkStart w:id="10" w:name="HIF_SD_OFF_Address"/>
                                  <w:r w:rsidRPr="00083FB8">
                                    <w:t>Haraldsgade 53</w:t>
                                  </w:r>
                                  <w:r w:rsidRPr="00083FB8">
                                    <w:br/>
                                    <w:t>2100 København Ø</w:t>
                                  </w:r>
                                  <w:bookmarkEnd w:id="9"/>
                                </w:p>
                                <w:p w14:paraId="7B6E7D70" w14:textId="77777777" w:rsidR="00EE3BA3" w:rsidRPr="00083FB8" w:rsidRDefault="00083FB8" w:rsidP="005815CA">
                                  <w:pPr>
                                    <w:pStyle w:val="TemplateAdresse"/>
                                  </w:pPr>
                                  <w:bookmarkStart w:id="11" w:name="SD_LAN_Phone"/>
                                  <w:bookmarkStart w:id="12" w:name="HIF_SD_OFF_Phone"/>
                                  <w:bookmarkEnd w:id="10"/>
                                  <w:r w:rsidRPr="00083FB8">
                                    <w:t>Tel.</w:t>
                                  </w:r>
                                  <w:bookmarkEnd w:id="11"/>
                                  <w:r w:rsidR="00EE3BA3" w:rsidRPr="00083FB8">
                                    <w:t xml:space="preserve"> </w:t>
                                  </w:r>
                                  <w:bookmarkStart w:id="13" w:name="SD_OFF_Phone"/>
                                  <w:r w:rsidRPr="00083FB8">
                                    <w:t>7231 7800</w:t>
                                  </w:r>
                                  <w:bookmarkEnd w:id="13"/>
                                </w:p>
                                <w:p w14:paraId="58CF2DB1" w14:textId="77777777" w:rsidR="00EE3BA3" w:rsidRPr="00EC3050" w:rsidRDefault="00EE3BA3" w:rsidP="00AE584E">
                                  <w:pPr>
                                    <w:pStyle w:val="Template-Mail"/>
                                    <w:rPr>
                                      <w:noProof/>
                                    </w:rPr>
                                  </w:pPr>
                                  <w:bookmarkStart w:id="14" w:name="HIF_SD_OFF_Email"/>
                                  <w:bookmarkEnd w:id="12"/>
                                </w:p>
                                <w:p w14:paraId="1F18D0D2" w14:textId="77777777" w:rsidR="00EE3BA3" w:rsidRPr="00083FB8" w:rsidRDefault="00083FB8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  <w:bookmarkStart w:id="15" w:name="SD_OFF_Web"/>
                                  <w:bookmarkStart w:id="16" w:name="HIF_SD_OFF_Web"/>
                                  <w:bookmarkEnd w:id="14"/>
                                  <w:r w:rsidRPr="00083FB8">
                                    <w:rPr>
                                      <w:rFonts w:eastAsiaTheme="majorEastAsia"/>
                                    </w:rPr>
                                    <w:t>www.ufm.dk</w:t>
                                  </w:r>
                                  <w:bookmarkEnd w:id="15"/>
                                </w:p>
                                <w:bookmarkEnd w:id="16"/>
                                <w:p w14:paraId="160FC2E3" w14:textId="77777777" w:rsidR="00EE3BA3" w:rsidRPr="00EC3050" w:rsidRDefault="00EE3BA3" w:rsidP="005815CA">
                                  <w:pPr>
                                    <w:pStyle w:val="TemplateAdresse"/>
                                  </w:pPr>
                                </w:p>
                                <w:p w14:paraId="75B43396" w14:textId="77777777" w:rsidR="00EE3BA3" w:rsidRPr="00083FB8" w:rsidRDefault="00083FB8" w:rsidP="005815CA">
                                  <w:pPr>
                                    <w:pStyle w:val="TemplateAdresse"/>
                                  </w:pPr>
                                  <w:bookmarkStart w:id="17" w:name="SD_LAN_CVR"/>
                                  <w:bookmarkStart w:id="18" w:name="HIF_SD_OFF_CVR"/>
                                  <w:r w:rsidRPr="00083FB8">
                                    <w:t>CVR-nr.</w:t>
                                  </w:r>
                                  <w:bookmarkEnd w:id="17"/>
                                  <w:r w:rsidR="00EE3BA3" w:rsidRPr="00083FB8">
                                    <w:t xml:space="preserve"> </w:t>
                                  </w:r>
                                  <w:bookmarkStart w:id="19" w:name="SD_OFF_CVR"/>
                                  <w:r w:rsidRPr="00083FB8">
                                    <w:rPr>
                                      <w:rFonts w:eastAsiaTheme="majorEastAsia"/>
                                    </w:rPr>
                                    <w:t>3404 2012</w:t>
                                  </w:r>
                                  <w:bookmarkEnd w:id="19"/>
                                </w:p>
                                <w:bookmarkEnd w:id="18"/>
                                <w:p w14:paraId="1D2BF961" w14:textId="77777777" w:rsidR="00EE3BA3" w:rsidRPr="00EC3050" w:rsidRDefault="00EE3BA3" w:rsidP="005815CA">
                                  <w:pPr>
                                    <w:pStyle w:val="TemplateAdresse"/>
                                  </w:pPr>
                                </w:p>
                                <w:p w14:paraId="3B0AC9B1" w14:textId="77777777" w:rsidR="00EE3BA3" w:rsidRPr="00561D6B" w:rsidRDefault="00083FB8" w:rsidP="005815CA">
                                  <w:pPr>
                                    <w:pStyle w:val="TemplateAdresse"/>
                                  </w:pPr>
                                  <w:bookmarkStart w:id="20" w:name="SD_LAN_Sagsbehandler"/>
                                  <w:bookmarkStart w:id="21" w:name="HideSagsbehandler"/>
                                  <w:bookmarkStart w:id="22" w:name="HideSagsbehandlerFull"/>
                                  <w:r>
                                    <w:t>Sagsbehandler</w:t>
                                  </w:r>
                                  <w:bookmarkEnd w:id="20"/>
                                </w:p>
                                <w:p w14:paraId="27E861C5" w14:textId="77777777" w:rsidR="00EE3BA3" w:rsidRPr="00F018BD" w:rsidRDefault="00083FB8" w:rsidP="005815CA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bookmarkStart w:id="23" w:name="SD_USR_Name_N1"/>
                                  <w:r w:rsidRPr="00F018BD">
                                    <w:rPr>
                                      <w:lang w:val="en-US"/>
                                    </w:rPr>
                                    <w:t>Emma Holm</w:t>
                                  </w:r>
                                  <w:bookmarkEnd w:id="23"/>
                                </w:p>
                                <w:p w14:paraId="18FB8D93" w14:textId="77777777" w:rsidR="00EE3BA3" w:rsidRPr="00F018BD" w:rsidRDefault="00083FB8" w:rsidP="005815CA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bookmarkStart w:id="24" w:name="SD_LAN_DirectPhone"/>
                                  <w:bookmarkStart w:id="25" w:name="HIF_SD_USR_DirectPhone"/>
                                  <w:bookmarkStart w:id="26" w:name="HideDirekteNummer"/>
                                  <w:bookmarkEnd w:id="21"/>
                                  <w:r w:rsidRPr="00F018BD">
                                    <w:rPr>
                                      <w:lang w:val="en-US"/>
                                    </w:rPr>
                                    <w:t>Tel.</w:t>
                                  </w:r>
                                  <w:bookmarkEnd w:id="24"/>
                                  <w:r w:rsidR="00EE3BA3" w:rsidRPr="00F018BD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bookmarkStart w:id="27" w:name="SD_USR_DirectPhone"/>
                                  <w:r w:rsidRPr="00F018BD">
                                    <w:rPr>
                                      <w:lang w:val="en-US"/>
                                    </w:rPr>
                                    <w:t>72 31 78 04</w:t>
                                  </w:r>
                                  <w:bookmarkEnd w:id="27"/>
                                </w:p>
                                <w:p w14:paraId="0572ED10" w14:textId="77777777" w:rsidR="00EE3BA3" w:rsidRPr="00F018BD" w:rsidRDefault="00083FB8" w:rsidP="00AE584E">
                                  <w:pPr>
                                    <w:pStyle w:val="Template-Mail"/>
                                    <w:rPr>
                                      <w:noProof/>
                                      <w:lang w:val="en-US"/>
                                    </w:rPr>
                                  </w:pPr>
                                  <w:bookmarkStart w:id="28" w:name="SD_USR_Email"/>
                                  <w:bookmarkStart w:id="29" w:name="HIF_SD_USR_Email"/>
                                  <w:bookmarkEnd w:id="25"/>
                                  <w:r w:rsidRPr="00F018BD">
                                    <w:rPr>
                                      <w:noProof/>
                                      <w:lang w:val="en-US"/>
                                    </w:rPr>
                                    <w:t>emho@ufm.dk</w:t>
                                  </w:r>
                                  <w:bookmarkEnd w:id="28"/>
                                </w:p>
                                <w:p w14:paraId="24FD3C2E" w14:textId="77777777" w:rsidR="00EE3BA3" w:rsidRPr="00F018BD" w:rsidRDefault="00EE3BA3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en-US"/>
                                    </w:rPr>
                                  </w:pPr>
                                  <w:bookmarkStart w:id="30" w:name="HIF_SD_FLD_Web"/>
                                  <w:bookmarkEnd w:id="26"/>
                                  <w:bookmarkEnd w:id="29"/>
                                  <w:r w:rsidRPr="00F018BD">
                                    <w:rPr>
                                      <w:vanish/>
                                      <w:lang w:val="en-US"/>
                                    </w:rPr>
                                    <w:t xml:space="preserve"> </w:t>
                                  </w:r>
                                  <w:bookmarkStart w:id="31" w:name="SD_FLD_Web"/>
                                  <w:bookmarkEnd w:id="31"/>
                                </w:p>
                                <w:bookmarkEnd w:id="30"/>
                                <w:p w14:paraId="21FA817C" w14:textId="77777777" w:rsidR="00EE3BA3" w:rsidRPr="00F018BD" w:rsidRDefault="00EE3BA3" w:rsidP="005815CA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2246448C" w14:textId="77777777" w:rsidR="00EE3BA3" w:rsidRPr="00D4356C" w:rsidRDefault="00083FB8" w:rsidP="005815CA">
                                  <w:pPr>
                                    <w:pStyle w:val="TemplateAdresse"/>
                                  </w:pPr>
                                  <w:bookmarkStart w:id="32" w:name="SD_LAN_SagsNr"/>
                                  <w:bookmarkStart w:id="33" w:name="HIF_SD_FLD_Sagsnr"/>
                                  <w:bookmarkEnd w:id="22"/>
                                  <w:r>
                                    <w:t>Ref.-nr.</w:t>
                                  </w:r>
                                  <w:bookmarkEnd w:id="32"/>
                                </w:p>
                                <w:p w14:paraId="7CC061CF" w14:textId="0FEC53EB" w:rsidR="00EE3BA3" w:rsidRDefault="003C704B" w:rsidP="005815CA">
                                  <w:pPr>
                                    <w:pStyle w:val="TemplateAdresse"/>
                                  </w:pPr>
                                  <w:sdt>
                                    <w:sdtPr>
                                      <w:rPr>
                                        <w:lang w:val="de-DE"/>
                                      </w:rPr>
                                      <w:tag w:val="DocumentNumber"/>
                                      <w:id w:val="1864008171"/>
                                      <w:placeholder>
                                        <w:docPart w:val="FE16FE46C01C4652B349BCDF6794E06E"/>
                                      </w:placeholder>
        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        <w:text/>
                                    </w:sdtPr>
                                    <w:sdtEndPr/>
                                    <w:sdtContent>
                                      <w:r w:rsidR="00083FB8">
                                        <w:rPr>
                                          <w:lang w:val="de-DE"/>
                                        </w:rPr>
                                        <w:t>825191</w:t>
                                      </w:r>
                                    </w:sdtContent>
                                  </w:sdt>
                                  <w:r w:rsidR="00EE3BA3" w:rsidRPr="00561D6B">
                                    <w:t xml:space="preserve"> </w:t>
                                  </w:r>
                                </w:p>
                                <w:p w14:paraId="785C1704" w14:textId="25F08615" w:rsidR="00E46501" w:rsidRDefault="00E46501" w:rsidP="005815CA">
                                  <w:pPr>
                                    <w:pStyle w:val="TemplateAdresse"/>
                                  </w:pPr>
                                </w:p>
                                <w:p w14:paraId="1754998A" w14:textId="11813E13" w:rsidR="00E46501" w:rsidRPr="00561D6B" w:rsidRDefault="00E46501" w:rsidP="005815CA">
                                  <w:pPr>
                                    <w:pStyle w:val="TemplateAdresse"/>
                                  </w:pPr>
                                  <w:r>
                                    <w:t>2025-10876</w:t>
                                  </w:r>
                                </w:p>
                                <w:bookmarkEnd w:id="33"/>
                                <w:p w14:paraId="7B752FD1" w14:textId="77777777" w:rsidR="00EE3BA3" w:rsidRDefault="00EE3BA3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  <w:p w14:paraId="59B85B3C" w14:textId="77777777" w:rsidR="00EE3BA3" w:rsidRPr="00083FB8" w:rsidRDefault="00083FB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4" w:name="SD_LAN_YourRef"/>
                                  <w:bookmarkStart w:id="35" w:name="HIF_SD_FLD_DeresRef"/>
                                  <w:r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>Deres ref.</w:t>
                                  </w:r>
                                  <w:bookmarkEnd w:id="34"/>
                                  <w:r w:rsidR="00EE3BA3"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6" w:name="SD_FLD_DeresRef"/>
                                  <w:bookmarkEnd w:id="36"/>
                                </w:p>
                                <w:p w14:paraId="109105CF" w14:textId="77777777" w:rsidR="00EE3BA3" w:rsidRPr="00083FB8" w:rsidRDefault="00083FB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7" w:name="SD_LAN_CVR_N1"/>
                                  <w:bookmarkStart w:id="38" w:name="HIF_SD_FLD_DeresCVR"/>
                                  <w:bookmarkEnd w:id="35"/>
                                  <w:r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>CVR-nr.</w:t>
                                  </w:r>
                                  <w:bookmarkEnd w:id="37"/>
                                  <w:r w:rsidR="00EE3BA3"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9" w:name="SD_FLD_DeresCVR"/>
                                  <w:bookmarkEnd w:id="39"/>
                                </w:p>
                                <w:p w14:paraId="26989717" w14:textId="77777777" w:rsidR="00EE3BA3" w:rsidRPr="00083FB8" w:rsidRDefault="00083FB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40" w:name="SD_LAN_CPR"/>
                                  <w:bookmarkStart w:id="41" w:name="HIF_SD_FLD_CPRnr"/>
                                  <w:bookmarkEnd w:id="38"/>
                                  <w:r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>Cpr.-nr.</w:t>
                                  </w:r>
                                  <w:bookmarkEnd w:id="40"/>
                                  <w:r w:rsidR="00EE3BA3"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42" w:name="SD_FLD_CPRnr"/>
                                  <w:bookmarkEnd w:id="42"/>
                                </w:p>
                                <w:p w14:paraId="46E90C5F" w14:textId="77777777" w:rsidR="00EE3BA3" w:rsidRPr="00083FB8" w:rsidRDefault="00083FB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43" w:name="SD_LAN_Copy"/>
                                  <w:bookmarkStart w:id="44" w:name="HIF_SD_FLD_KopiTil"/>
                                  <w:bookmarkEnd w:id="41"/>
                                  <w:r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>Kopi</w:t>
                                  </w:r>
                                  <w:bookmarkEnd w:id="43"/>
                                  <w:r w:rsidR="00EE3BA3" w:rsidRPr="00083FB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45" w:name="SD_FLD_KopiTil"/>
                                  <w:bookmarkEnd w:id="45"/>
                                </w:p>
                                <w:bookmarkEnd w:id="44"/>
                                <w:p w14:paraId="758C6922" w14:textId="77777777" w:rsidR="00EE3BA3" w:rsidRPr="005815CA" w:rsidRDefault="00EE3BA3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</w:tc>
                            </w:tr>
                            <w:tr w:rsidR="00EE3BA3" w14:paraId="413ECFAE" w14:textId="77777777" w:rsidTr="00066CD1">
                              <w:trPr>
                                <w:trHeight w:val="3214"/>
                                <w:tblHeader/>
                              </w:trPr>
                              <w:tc>
                                <w:tcPr>
                                  <w:tcW w:w="2330" w:type="dxa"/>
                                  <w:vAlign w:val="bottom"/>
                                </w:tcPr>
                                <w:p w14:paraId="68D7E70F" w14:textId="77777777" w:rsidR="00EE3BA3" w:rsidRDefault="00EE3BA3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6" w:name="SD_OFF_EkstraTekstHeader"/>
                                  <w:bookmarkEnd w:id="46"/>
                                </w:p>
                                <w:p w14:paraId="3DC81E4A" w14:textId="77777777" w:rsidR="00EE3BA3" w:rsidRDefault="00EE3BA3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7" w:name="SD_OFF_EkstraTekstText"/>
                                  <w:bookmarkEnd w:id="47"/>
                                  <w:r>
                                    <w:rPr>
                                      <w:rFonts w:eastAsiaTheme="majorEastAsia"/>
                                      <w:szCs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1B2150A" w14:textId="77777777" w:rsidR="00EE3BA3" w:rsidRPr="009974B5" w:rsidRDefault="00EE3BA3" w:rsidP="00EE3BA3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8A8F2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alt="Titel: Kolofon oplysninger - Beskrivelse: Kolofonen indeholder adresseoplysninger, dato, sagsbehandler information og lignende for FIVU" style="position:absolute;margin-left:103.3pt;margin-top:0;width:154.5pt;height:585.65pt;z-index:25165670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330"/>
                      </w:tblGrid>
                      <w:tr w:rsidR="00EE3BA3" w14:paraId="26AA2847" w14:textId="77777777" w:rsidTr="00066CD1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330" w:type="dxa"/>
                          </w:tcPr>
                          <w:p w14:paraId="74B4AAFD" w14:textId="77777777" w:rsidR="00EE3BA3" w:rsidRPr="00083FB8" w:rsidRDefault="00EE3BA3" w:rsidP="005815CA">
                            <w:pPr>
                              <w:pStyle w:val="TemplateOfficeName"/>
                              <w:rPr>
                                <w:vanish/>
                              </w:rPr>
                            </w:pPr>
                            <w:bookmarkStart w:id="48" w:name="SD_FLD_AfsenderUdvalg"/>
                            <w:bookmarkStart w:id="49" w:name="HideStartKolofon"/>
                            <w:bookmarkStart w:id="50" w:name="HIF_SD_FLD_AfsenderUdvalg"/>
                            <w:bookmarkEnd w:id="48"/>
                            <w:r w:rsidRPr="00083FB8">
                              <w:rPr>
                                <w:vanish/>
                              </w:rPr>
                              <w:t xml:space="preserve"> </w:t>
                            </w:r>
                          </w:p>
                          <w:p w14:paraId="5210A0A6" w14:textId="77777777" w:rsidR="00EE3BA3" w:rsidRPr="00083FB8" w:rsidRDefault="00EE3BA3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</w:p>
                          <w:bookmarkEnd w:id="50" w:displacedByCustomXml="next"/>
                          <w:sdt>
                            <w:sdtPr>
                              <w:tag w:val="DocumentDate"/>
                              <w:id w:val="1563056269"/>
                              <w:placeholder>
                                <w:docPart w:val="81F93177DD164D6AA440231FD07096E5"/>
                              </w:placeholder>
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<w:text/>
                            </w:sdtPr>
                            <w:sdtEndPr/>
                            <w:sdtContent>
                              <w:p w14:paraId="62EFDA24" w14:textId="60E945ED" w:rsidR="00EE3BA3" w:rsidRPr="00561D6B" w:rsidRDefault="005B062C" w:rsidP="005815CA">
                                <w:pPr>
                                  <w:pStyle w:val="TemplateAdresse"/>
                                </w:pPr>
                                <w:r>
                                  <w:t>4</w:t>
                                </w:r>
                                <w:r w:rsidR="00083FB8">
                                  <w:t xml:space="preserve">. </w:t>
                                </w:r>
                                <w:r w:rsidR="00E308F6">
                                  <w:t>april</w:t>
                                </w:r>
                                <w:r w:rsidR="00083FB8">
                                  <w:t xml:space="preserve"> 2025</w:t>
                                </w:r>
                              </w:p>
                            </w:sdtContent>
                          </w:sdt>
                          <w:p w14:paraId="26908F1D" w14:textId="77777777" w:rsidR="00EE3BA3" w:rsidRPr="00561D6B" w:rsidRDefault="00EE3BA3" w:rsidP="005815CA">
                            <w:pPr>
                              <w:pStyle w:val="TemplateAdresse"/>
                            </w:pPr>
                          </w:p>
                          <w:p w14:paraId="12CF24ED" w14:textId="77777777" w:rsidR="00EE3BA3" w:rsidRPr="00083FB8" w:rsidRDefault="00083FB8" w:rsidP="005815CA">
                            <w:pPr>
                              <w:pStyle w:val="TemplateOfficeName"/>
                            </w:pPr>
                            <w:bookmarkStart w:id="51" w:name="SD_OFF_Myndighed"/>
                            <w:bookmarkStart w:id="52" w:name="HIF_SD_OFF_Myndighed"/>
                            <w:bookmarkEnd w:id="49"/>
                            <w:r w:rsidRPr="00083FB8">
                              <w:t>Uddannelses- og Forskningsstyrelsen</w:t>
                            </w:r>
                            <w:bookmarkEnd w:id="51"/>
                          </w:p>
                          <w:p w14:paraId="2FC86653" w14:textId="77777777" w:rsidR="00EE3BA3" w:rsidRPr="00083FB8" w:rsidRDefault="00EE3BA3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53" w:name="SD_OFF_Undermyndighed"/>
                            <w:bookmarkStart w:id="54" w:name="HIF_SD_OFF_Undermyndighed"/>
                            <w:bookmarkEnd w:id="52"/>
                            <w:bookmarkEnd w:id="53"/>
                          </w:p>
                          <w:p w14:paraId="360A49E8" w14:textId="77777777" w:rsidR="00EE3BA3" w:rsidRPr="00083FB8" w:rsidRDefault="00083FB8" w:rsidP="005815CA">
                            <w:pPr>
                              <w:pStyle w:val="TemplateAdresse"/>
                            </w:pPr>
                            <w:bookmarkStart w:id="55" w:name="SD_USR_Kontornavn"/>
                            <w:bookmarkStart w:id="56" w:name="HIF_SD_USR_Kontornavn"/>
                            <w:bookmarkEnd w:id="54"/>
                            <w:r w:rsidRPr="00083FB8">
                              <w:t>Jura og Institutionspersonale</w:t>
                            </w:r>
                            <w:bookmarkEnd w:id="55"/>
                          </w:p>
                          <w:bookmarkEnd w:id="56"/>
                          <w:p w14:paraId="43C21542" w14:textId="77777777" w:rsidR="00EE3BA3" w:rsidRPr="00561D6B" w:rsidRDefault="00EE3BA3" w:rsidP="005815CA">
                            <w:pPr>
                              <w:pStyle w:val="TemplateAdresse"/>
                            </w:pPr>
                          </w:p>
                          <w:p w14:paraId="07B665DD" w14:textId="77777777" w:rsidR="00EE3BA3" w:rsidRPr="00083FB8" w:rsidRDefault="00083FB8" w:rsidP="00FD6631">
                            <w:pPr>
                              <w:pStyle w:val="TemplateAdresse"/>
                              <w:tabs>
                                <w:tab w:val="left" w:pos="720"/>
                              </w:tabs>
                            </w:pPr>
                            <w:bookmarkStart w:id="57" w:name="SD_OFF_Address"/>
                            <w:bookmarkStart w:id="58" w:name="HIF_SD_OFF_Address"/>
                            <w:r w:rsidRPr="00083FB8">
                              <w:t>Haraldsgade 53</w:t>
                            </w:r>
                            <w:r w:rsidRPr="00083FB8">
                              <w:br/>
                              <w:t>2100 København Ø</w:t>
                            </w:r>
                            <w:bookmarkEnd w:id="57"/>
                          </w:p>
                          <w:p w14:paraId="7B6E7D70" w14:textId="77777777" w:rsidR="00EE3BA3" w:rsidRPr="00083FB8" w:rsidRDefault="00083FB8" w:rsidP="005815CA">
                            <w:pPr>
                              <w:pStyle w:val="TemplateAdresse"/>
                            </w:pPr>
                            <w:bookmarkStart w:id="59" w:name="SD_LAN_Phone"/>
                            <w:bookmarkStart w:id="60" w:name="HIF_SD_OFF_Phone"/>
                            <w:bookmarkEnd w:id="58"/>
                            <w:r w:rsidRPr="00083FB8">
                              <w:t>Tel.</w:t>
                            </w:r>
                            <w:bookmarkEnd w:id="59"/>
                            <w:r w:rsidR="00EE3BA3" w:rsidRPr="00083FB8">
                              <w:t xml:space="preserve"> </w:t>
                            </w:r>
                            <w:bookmarkStart w:id="61" w:name="SD_OFF_Phone"/>
                            <w:r w:rsidRPr="00083FB8">
                              <w:t>7231 7800</w:t>
                            </w:r>
                            <w:bookmarkEnd w:id="61"/>
                          </w:p>
                          <w:p w14:paraId="58CF2DB1" w14:textId="77777777" w:rsidR="00EE3BA3" w:rsidRPr="00EC3050" w:rsidRDefault="00EE3BA3" w:rsidP="00AE584E">
                            <w:pPr>
                              <w:pStyle w:val="Template-Mail"/>
                              <w:rPr>
                                <w:noProof/>
                              </w:rPr>
                            </w:pPr>
                            <w:bookmarkStart w:id="62" w:name="HIF_SD_OFF_Email"/>
                            <w:bookmarkEnd w:id="60"/>
                          </w:p>
                          <w:p w14:paraId="1F18D0D2" w14:textId="77777777" w:rsidR="00EE3BA3" w:rsidRPr="00083FB8" w:rsidRDefault="00083FB8" w:rsidP="005815CA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  <w:bookmarkStart w:id="63" w:name="SD_OFF_Web"/>
                            <w:bookmarkStart w:id="64" w:name="HIF_SD_OFF_Web"/>
                            <w:bookmarkEnd w:id="62"/>
                            <w:r w:rsidRPr="00083FB8">
                              <w:rPr>
                                <w:rFonts w:eastAsiaTheme="majorEastAsia"/>
                              </w:rPr>
                              <w:t>www.ufm.dk</w:t>
                            </w:r>
                            <w:bookmarkEnd w:id="63"/>
                          </w:p>
                          <w:bookmarkEnd w:id="64"/>
                          <w:p w14:paraId="160FC2E3" w14:textId="77777777" w:rsidR="00EE3BA3" w:rsidRPr="00EC3050" w:rsidRDefault="00EE3BA3" w:rsidP="005815CA">
                            <w:pPr>
                              <w:pStyle w:val="TemplateAdresse"/>
                            </w:pPr>
                          </w:p>
                          <w:p w14:paraId="75B43396" w14:textId="77777777" w:rsidR="00EE3BA3" w:rsidRPr="00083FB8" w:rsidRDefault="00083FB8" w:rsidP="005815CA">
                            <w:pPr>
                              <w:pStyle w:val="TemplateAdresse"/>
                            </w:pPr>
                            <w:bookmarkStart w:id="65" w:name="SD_LAN_CVR"/>
                            <w:bookmarkStart w:id="66" w:name="HIF_SD_OFF_CVR"/>
                            <w:r w:rsidRPr="00083FB8">
                              <w:t>CVR-nr.</w:t>
                            </w:r>
                            <w:bookmarkEnd w:id="65"/>
                            <w:r w:rsidR="00EE3BA3" w:rsidRPr="00083FB8">
                              <w:t xml:space="preserve"> </w:t>
                            </w:r>
                            <w:bookmarkStart w:id="67" w:name="SD_OFF_CVR"/>
                            <w:r w:rsidRPr="00083FB8">
                              <w:rPr>
                                <w:rFonts w:eastAsiaTheme="majorEastAsia"/>
                              </w:rPr>
                              <w:t>3404 2012</w:t>
                            </w:r>
                            <w:bookmarkEnd w:id="67"/>
                          </w:p>
                          <w:bookmarkEnd w:id="66"/>
                          <w:p w14:paraId="1D2BF961" w14:textId="77777777" w:rsidR="00EE3BA3" w:rsidRPr="00EC3050" w:rsidRDefault="00EE3BA3" w:rsidP="005815CA">
                            <w:pPr>
                              <w:pStyle w:val="TemplateAdresse"/>
                            </w:pPr>
                          </w:p>
                          <w:p w14:paraId="3B0AC9B1" w14:textId="77777777" w:rsidR="00EE3BA3" w:rsidRPr="00561D6B" w:rsidRDefault="00083FB8" w:rsidP="005815CA">
                            <w:pPr>
                              <w:pStyle w:val="TemplateAdresse"/>
                            </w:pPr>
                            <w:bookmarkStart w:id="68" w:name="SD_LAN_Sagsbehandler"/>
                            <w:bookmarkStart w:id="69" w:name="HideSagsbehandler"/>
                            <w:bookmarkStart w:id="70" w:name="HideSagsbehandlerFull"/>
                            <w:r>
                              <w:t>Sagsbehandler</w:t>
                            </w:r>
                            <w:bookmarkEnd w:id="68"/>
                          </w:p>
                          <w:p w14:paraId="27E861C5" w14:textId="77777777" w:rsidR="00EE3BA3" w:rsidRPr="00F018BD" w:rsidRDefault="00083FB8" w:rsidP="005815CA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bookmarkStart w:id="71" w:name="SD_USR_Name_N1"/>
                            <w:r w:rsidRPr="00F018BD">
                              <w:rPr>
                                <w:lang w:val="en-US"/>
                              </w:rPr>
                              <w:t>Emma Holm</w:t>
                            </w:r>
                            <w:bookmarkEnd w:id="71"/>
                          </w:p>
                          <w:p w14:paraId="18FB8D93" w14:textId="77777777" w:rsidR="00EE3BA3" w:rsidRPr="00F018BD" w:rsidRDefault="00083FB8" w:rsidP="005815CA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bookmarkStart w:id="72" w:name="SD_LAN_DirectPhone"/>
                            <w:bookmarkStart w:id="73" w:name="HIF_SD_USR_DirectPhone"/>
                            <w:bookmarkStart w:id="74" w:name="HideDirekteNummer"/>
                            <w:bookmarkEnd w:id="69"/>
                            <w:r w:rsidRPr="00F018BD">
                              <w:rPr>
                                <w:lang w:val="en-US"/>
                              </w:rPr>
                              <w:t>Tel.</w:t>
                            </w:r>
                            <w:bookmarkEnd w:id="72"/>
                            <w:r w:rsidR="00EE3BA3" w:rsidRPr="00F018BD">
                              <w:rPr>
                                <w:lang w:val="en-US"/>
                              </w:rPr>
                              <w:t xml:space="preserve"> </w:t>
                            </w:r>
                            <w:bookmarkStart w:id="75" w:name="SD_USR_DirectPhone"/>
                            <w:r w:rsidRPr="00F018BD">
                              <w:rPr>
                                <w:lang w:val="en-US"/>
                              </w:rPr>
                              <w:t>72 31 78 04</w:t>
                            </w:r>
                            <w:bookmarkEnd w:id="75"/>
                          </w:p>
                          <w:p w14:paraId="0572ED10" w14:textId="77777777" w:rsidR="00EE3BA3" w:rsidRPr="00F018BD" w:rsidRDefault="00083FB8" w:rsidP="00AE584E">
                            <w:pPr>
                              <w:pStyle w:val="Template-Mail"/>
                              <w:rPr>
                                <w:noProof/>
                                <w:lang w:val="en-US"/>
                              </w:rPr>
                            </w:pPr>
                            <w:bookmarkStart w:id="76" w:name="SD_USR_Email"/>
                            <w:bookmarkStart w:id="77" w:name="HIF_SD_USR_Email"/>
                            <w:bookmarkEnd w:id="73"/>
                            <w:r w:rsidRPr="00F018BD">
                              <w:rPr>
                                <w:noProof/>
                                <w:lang w:val="en-US"/>
                              </w:rPr>
                              <w:t>emho@ufm.dk</w:t>
                            </w:r>
                            <w:bookmarkEnd w:id="76"/>
                          </w:p>
                          <w:p w14:paraId="24FD3C2E" w14:textId="77777777" w:rsidR="00EE3BA3" w:rsidRPr="00F018BD" w:rsidRDefault="00EE3BA3" w:rsidP="005815CA">
                            <w:pPr>
                              <w:pStyle w:val="TemplateAdresse"/>
                              <w:rPr>
                                <w:vanish/>
                                <w:lang w:val="en-US"/>
                              </w:rPr>
                            </w:pPr>
                            <w:bookmarkStart w:id="78" w:name="HIF_SD_FLD_Web"/>
                            <w:bookmarkEnd w:id="74"/>
                            <w:bookmarkEnd w:id="77"/>
                            <w:r w:rsidRPr="00F018BD">
                              <w:rPr>
                                <w:vanish/>
                                <w:lang w:val="en-US"/>
                              </w:rPr>
                              <w:t xml:space="preserve"> </w:t>
                            </w:r>
                            <w:bookmarkStart w:id="79" w:name="SD_FLD_Web"/>
                            <w:bookmarkEnd w:id="79"/>
                          </w:p>
                          <w:bookmarkEnd w:id="78"/>
                          <w:p w14:paraId="21FA817C" w14:textId="77777777" w:rsidR="00EE3BA3" w:rsidRPr="00F018BD" w:rsidRDefault="00EE3BA3" w:rsidP="005815CA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</w:p>
                          <w:p w14:paraId="2246448C" w14:textId="77777777" w:rsidR="00EE3BA3" w:rsidRPr="00D4356C" w:rsidRDefault="00083FB8" w:rsidP="005815CA">
                            <w:pPr>
                              <w:pStyle w:val="TemplateAdresse"/>
                            </w:pPr>
                            <w:bookmarkStart w:id="80" w:name="SD_LAN_SagsNr"/>
                            <w:bookmarkStart w:id="81" w:name="HIF_SD_FLD_Sagsnr"/>
                            <w:bookmarkEnd w:id="70"/>
                            <w:r>
                              <w:t>Ref.-nr.</w:t>
                            </w:r>
                            <w:bookmarkEnd w:id="80"/>
                          </w:p>
                          <w:p w14:paraId="7CC061CF" w14:textId="0FEC53EB" w:rsidR="00EE3BA3" w:rsidRDefault="003C704B" w:rsidP="005815CA">
                            <w:pPr>
                              <w:pStyle w:val="TemplateAdresse"/>
                            </w:pPr>
                            <w:sdt>
                              <w:sdtPr>
                                <w:rPr>
                                  <w:lang w:val="de-DE"/>
                                </w:rPr>
                                <w:tag w:val="DocumentNumber"/>
                                <w:id w:val="1864008171"/>
                                <w:placeholder>
                                  <w:docPart w:val="FE16FE46C01C4652B349BCDF6794E06E"/>
                                </w:placeholder>
  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  <w:text/>
                              </w:sdtPr>
                              <w:sdtEndPr/>
                              <w:sdtContent>
                                <w:r w:rsidR="00083FB8">
                                  <w:rPr>
                                    <w:lang w:val="de-DE"/>
                                  </w:rPr>
                                  <w:t>825191</w:t>
                                </w:r>
                              </w:sdtContent>
                            </w:sdt>
                            <w:r w:rsidR="00EE3BA3" w:rsidRPr="00561D6B">
                              <w:t xml:space="preserve"> </w:t>
                            </w:r>
                          </w:p>
                          <w:p w14:paraId="785C1704" w14:textId="25F08615" w:rsidR="00E46501" w:rsidRDefault="00E46501" w:rsidP="005815CA">
                            <w:pPr>
                              <w:pStyle w:val="TemplateAdresse"/>
                            </w:pPr>
                          </w:p>
                          <w:p w14:paraId="1754998A" w14:textId="11813E13" w:rsidR="00E46501" w:rsidRPr="00561D6B" w:rsidRDefault="00E46501" w:rsidP="005815CA">
                            <w:pPr>
                              <w:pStyle w:val="TemplateAdresse"/>
                            </w:pPr>
                            <w:r>
                              <w:t>2025-10876</w:t>
                            </w:r>
                          </w:p>
                          <w:bookmarkEnd w:id="81"/>
                          <w:p w14:paraId="7B752FD1" w14:textId="77777777" w:rsidR="00EE3BA3" w:rsidRDefault="00EE3BA3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  <w:p w14:paraId="59B85B3C" w14:textId="77777777" w:rsidR="00EE3BA3" w:rsidRPr="00083FB8" w:rsidRDefault="00083FB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2" w:name="SD_LAN_YourRef"/>
                            <w:bookmarkStart w:id="83" w:name="HIF_SD_FLD_DeresRef"/>
                            <w:r w:rsidRPr="00083FB8">
                              <w:rPr>
                                <w:rFonts w:eastAsiaTheme="majorEastAsia"/>
                                <w:vanish/>
                              </w:rPr>
                              <w:t>Deres ref.</w:t>
                            </w:r>
                            <w:bookmarkEnd w:id="82"/>
                            <w:r w:rsidR="00EE3BA3" w:rsidRPr="00083FB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4" w:name="SD_FLD_DeresRef"/>
                            <w:bookmarkEnd w:id="84"/>
                          </w:p>
                          <w:p w14:paraId="109105CF" w14:textId="77777777" w:rsidR="00EE3BA3" w:rsidRPr="00083FB8" w:rsidRDefault="00083FB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5" w:name="SD_LAN_CVR_N1"/>
                            <w:bookmarkStart w:id="86" w:name="HIF_SD_FLD_DeresCVR"/>
                            <w:bookmarkEnd w:id="83"/>
                            <w:r w:rsidRPr="00083FB8">
                              <w:rPr>
                                <w:rFonts w:eastAsiaTheme="majorEastAsia"/>
                                <w:vanish/>
                              </w:rPr>
                              <w:t>CVR-nr.</w:t>
                            </w:r>
                            <w:bookmarkEnd w:id="85"/>
                            <w:r w:rsidR="00EE3BA3" w:rsidRPr="00083FB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7" w:name="SD_FLD_DeresCVR"/>
                            <w:bookmarkEnd w:id="87"/>
                          </w:p>
                          <w:p w14:paraId="26989717" w14:textId="77777777" w:rsidR="00EE3BA3" w:rsidRPr="00083FB8" w:rsidRDefault="00083FB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8" w:name="SD_LAN_CPR"/>
                            <w:bookmarkStart w:id="89" w:name="HIF_SD_FLD_CPRnr"/>
                            <w:bookmarkEnd w:id="86"/>
                            <w:r w:rsidRPr="00083FB8">
                              <w:rPr>
                                <w:rFonts w:eastAsiaTheme="majorEastAsia"/>
                                <w:vanish/>
                              </w:rPr>
                              <w:t>Cpr.-nr.</w:t>
                            </w:r>
                            <w:bookmarkEnd w:id="88"/>
                            <w:r w:rsidR="00EE3BA3" w:rsidRPr="00083FB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90" w:name="SD_FLD_CPRnr"/>
                            <w:bookmarkEnd w:id="90"/>
                          </w:p>
                          <w:p w14:paraId="46E90C5F" w14:textId="77777777" w:rsidR="00EE3BA3" w:rsidRPr="00083FB8" w:rsidRDefault="00083FB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91" w:name="SD_LAN_Copy"/>
                            <w:bookmarkStart w:id="92" w:name="HIF_SD_FLD_KopiTil"/>
                            <w:bookmarkEnd w:id="89"/>
                            <w:r w:rsidRPr="00083FB8">
                              <w:rPr>
                                <w:rFonts w:eastAsiaTheme="majorEastAsia"/>
                                <w:vanish/>
                              </w:rPr>
                              <w:t>Kopi</w:t>
                            </w:r>
                            <w:bookmarkEnd w:id="91"/>
                            <w:r w:rsidR="00EE3BA3" w:rsidRPr="00083FB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93" w:name="SD_FLD_KopiTil"/>
                            <w:bookmarkEnd w:id="93"/>
                          </w:p>
                          <w:bookmarkEnd w:id="92"/>
                          <w:p w14:paraId="758C6922" w14:textId="77777777" w:rsidR="00EE3BA3" w:rsidRPr="005815CA" w:rsidRDefault="00EE3BA3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</w:tc>
                      </w:tr>
                      <w:tr w:rsidR="00EE3BA3" w14:paraId="413ECFAE" w14:textId="77777777" w:rsidTr="00066CD1">
                        <w:trPr>
                          <w:trHeight w:val="3214"/>
                          <w:tblHeader/>
                        </w:trPr>
                        <w:tc>
                          <w:tcPr>
                            <w:tcW w:w="2330" w:type="dxa"/>
                            <w:vAlign w:val="bottom"/>
                          </w:tcPr>
                          <w:p w14:paraId="68D7E70F" w14:textId="77777777" w:rsidR="00EE3BA3" w:rsidRDefault="00EE3BA3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94" w:name="SD_OFF_EkstraTekstHeader"/>
                            <w:bookmarkEnd w:id="94"/>
                          </w:p>
                          <w:p w14:paraId="3DC81E4A" w14:textId="77777777" w:rsidR="00EE3BA3" w:rsidRDefault="00EE3BA3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95" w:name="SD_OFF_EkstraTekstText"/>
                            <w:bookmarkEnd w:id="95"/>
                            <w:r>
                              <w:rPr>
                                <w:rFonts w:eastAsiaTheme="majorEastAsia"/>
                                <w:szCs w:val="1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1B2150A" w14:textId="77777777" w:rsidR="00EE3BA3" w:rsidRPr="009974B5" w:rsidRDefault="00EE3BA3" w:rsidP="00EE3BA3">
                      <w:pPr>
                        <w:pStyle w:val="TemplateAdresse"/>
                        <w:rPr>
                          <w:rFonts w:eastAsiaTheme="majorEastAsia"/>
                          <w:szCs w:val="13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7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Modtager oplysninger"/>
        <w:tblDescription w:val="Navn, adresse og post adresse"/>
      </w:tblPr>
      <w:tblGrid>
        <w:gridCol w:w="7371"/>
      </w:tblGrid>
      <w:tr w:rsidR="00055B05" w:rsidRPr="00083FB8" w14:paraId="06DAB93C" w14:textId="77777777" w:rsidTr="00066CD1">
        <w:trPr>
          <w:trHeight w:val="3075"/>
          <w:tblHeader/>
        </w:trPr>
        <w:tc>
          <w:tcPr>
            <w:tcW w:w="7371" w:type="dxa"/>
          </w:tcPr>
          <w:p w14:paraId="03EA90E6" w14:textId="3150D969" w:rsidR="00BB16CB" w:rsidRPr="00083FB8" w:rsidRDefault="00393145" w:rsidP="0051313D">
            <w:pPr>
              <w:pStyle w:val="Modtageradresse"/>
            </w:pPr>
            <w:r>
              <w:rPr>
                <w:rStyle w:val="Linjenummer"/>
              </w:rPr>
              <w:t>Se høringsliste</w:t>
            </w:r>
          </w:p>
          <w:p w14:paraId="58C574CF" w14:textId="77777777" w:rsidR="00D60B44" w:rsidRPr="00083FB8" w:rsidRDefault="00D60B44" w:rsidP="0051313D">
            <w:pPr>
              <w:pStyle w:val="Modtageradresse"/>
            </w:pPr>
          </w:p>
          <w:p w14:paraId="2A1F1E50" w14:textId="77777777" w:rsidR="00FE5150" w:rsidRPr="00083FB8" w:rsidRDefault="00FE5150" w:rsidP="005F6686">
            <w:pPr>
              <w:rPr>
                <w:rStyle w:val="Linjenummer"/>
              </w:rPr>
            </w:pPr>
          </w:p>
        </w:tc>
      </w:tr>
    </w:tbl>
    <w:sdt>
      <w:sdtPr>
        <w:rPr>
          <w:i/>
        </w:rPr>
        <w:tag w:val="Title"/>
        <w:id w:val="10000"/>
        <w:placeholder>
          <w:docPart w:val="EB220EE8F9B349EF90AB999E0C776C3B"/>
        </w:placeholder>
        <w:dataBinding w:prefixMappings="xmlns:gbs='http://www.software-innovation.no/growBusinessDocument'" w:xpath="/gbs:GrowBusinessDocument/gbs:Title[@gbs:key='10000']" w:storeItemID="{5A87A1EE-A141-4CA1-9191-E34DC29EB90C}"/>
        <w:text/>
      </w:sdtPr>
      <w:sdtEndPr/>
      <w:sdtContent>
        <w:p w14:paraId="1000E1EE" w14:textId="77777777" w:rsidR="001B4442" w:rsidRPr="00607293" w:rsidRDefault="001B4442" w:rsidP="001B4442">
          <w:pPr>
            <w:pStyle w:val="DokumentOverskrift"/>
          </w:pPr>
          <w:r w:rsidRPr="001B4442">
            <w:rPr>
              <w:i/>
            </w:rPr>
            <w:t>Høring over udkast til bekendtgørelse om adgangskursus og adgangseksamen til visse videregående uddannelser</w:t>
          </w:r>
        </w:p>
      </w:sdtContent>
    </w:sdt>
    <w:p w14:paraId="0CE8249B" w14:textId="77777777" w:rsidR="001B4442" w:rsidRPr="00607293" w:rsidRDefault="001B4442" w:rsidP="001B4442">
      <w:r w:rsidRPr="00607293">
        <w:t xml:space="preserve"> </w:t>
      </w:r>
    </w:p>
    <w:p w14:paraId="40D10A2D" w14:textId="35401C90" w:rsidR="001B4442" w:rsidRDefault="001B4442" w:rsidP="001B4442">
      <w:pPr>
        <w:pStyle w:val="DokumentOverskrift"/>
        <w:jc w:val="both"/>
        <w:rPr>
          <w:b w:val="0"/>
          <w:sz w:val="20"/>
        </w:rPr>
      </w:pPr>
      <w:r w:rsidRPr="00607293">
        <w:rPr>
          <w:b w:val="0"/>
          <w:sz w:val="20"/>
        </w:rPr>
        <w:t>Uddannelses- og Forskningsstyrelsen sender hermed udkast til</w:t>
      </w:r>
      <w:r>
        <w:rPr>
          <w:b w:val="0"/>
          <w:sz w:val="20"/>
        </w:rPr>
        <w:t xml:space="preserve"> bekendtgørelse om</w:t>
      </w:r>
      <w:r w:rsidRPr="00607293">
        <w:rPr>
          <w:b w:val="0"/>
          <w:sz w:val="20"/>
        </w:rPr>
        <w:t xml:space="preserve"> </w:t>
      </w:r>
      <w:r>
        <w:rPr>
          <w:b w:val="0"/>
          <w:sz w:val="20"/>
        </w:rPr>
        <w:t>adgangskursus og adgangseksamen til visse videregående uddannelser (adgangskursusbekendtgørelsen)</w:t>
      </w:r>
      <w:r w:rsidRPr="00607293">
        <w:rPr>
          <w:b w:val="0"/>
          <w:sz w:val="20"/>
        </w:rPr>
        <w:t xml:space="preserve"> i høring.</w:t>
      </w:r>
    </w:p>
    <w:p w14:paraId="77949235" w14:textId="19B9E98D" w:rsidR="00B162C1" w:rsidRDefault="00B162C1" w:rsidP="001B4442">
      <w:pPr>
        <w:pStyle w:val="DokumentOverskrift"/>
        <w:jc w:val="both"/>
        <w:rPr>
          <w:b w:val="0"/>
          <w:sz w:val="20"/>
        </w:rPr>
      </w:pPr>
    </w:p>
    <w:p w14:paraId="749D9E3F" w14:textId="1FEB7E76" w:rsidR="00B162C1" w:rsidRPr="00607293" w:rsidRDefault="00B162C1" w:rsidP="00B162C1">
      <w:r w:rsidRPr="00607293">
        <w:t xml:space="preserve">Styrelsen skal anmode om eventuelle bemærkninger til høringsudkastet sendes til </w:t>
      </w:r>
      <w:hyperlink r:id="rId9" w:history="1">
        <w:r w:rsidRPr="00A924F5">
          <w:rPr>
            <w:rStyle w:val="Hyperlink"/>
          </w:rPr>
          <w:t>ufs-hoering@ufm.dk</w:t>
        </w:r>
      </w:hyperlink>
      <w:r w:rsidRPr="00607293">
        <w:rPr>
          <w:rStyle w:val="Hyperlink"/>
        </w:rPr>
        <w:t>,</w:t>
      </w:r>
      <w:r w:rsidRPr="00607293">
        <w:t xml:space="preserve"> cc. </w:t>
      </w:r>
      <w:r>
        <w:t>Rikke Lise Simested</w:t>
      </w:r>
      <w:r w:rsidRPr="00607293">
        <w:t xml:space="preserve"> med reference til sag</w:t>
      </w:r>
      <w:r w:rsidR="00944D75">
        <w:t>snr. 2025-10876</w:t>
      </w:r>
      <w:r w:rsidRPr="00607293">
        <w:t xml:space="preserve"> senest </w:t>
      </w:r>
    </w:p>
    <w:p w14:paraId="5DCCC76D" w14:textId="77777777" w:rsidR="00B162C1" w:rsidRPr="00607293" w:rsidRDefault="00B162C1" w:rsidP="00B162C1"/>
    <w:p w14:paraId="140B9A36" w14:textId="24CFE234" w:rsidR="00B162C1" w:rsidRPr="005B062C" w:rsidRDefault="005B062C" w:rsidP="00B162C1">
      <w:pPr>
        <w:jc w:val="center"/>
        <w:rPr>
          <w:b/>
          <w:i/>
        </w:rPr>
      </w:pPr>
      <w:r w:rsidRPr="005B062C">
        <w:rPr>
          <w:b/>
          <w:i/>
        </w:rPr>
        <w:t>Fredag den 9. maj, kl. 12:00</w:t>
      </w:r>
    </w:p>
    <w:p w14:paraId="1C27B587" w14:textId="77777777" w:rsidR="00B162C1" w:rsidRPr="00607293" w:rsidRDefault="00B162C1" w:rsidP="00B162C1"/>
    <w:p w14:paraId="3A6BC074" w14:textId="21D89F55" w:rsidR="00B162C1" w:rsidRPr="00607293" w:rsidRDefault="00B162C1" w:rsidP="00B162C1">
      <w:r w:rsidRPr="00607293">
        <w:t xml:space="preserve">Spørgsmål til høringsudkastet bedes rettet til undertegnede, </w:t>
      </w:r>
      <w:r>
        <w:t xml:space="preserve">Rikke Lise Simested, e-mail: </w:t>
      </w:r>
      <w:hyperlink r:id="rId10" w:history="1">
        <w:r w:rsidRPr="006F7B9E">
          <w:rPr>
            <w:rStyle w:val="Hyperlink"/>
          </w:rPr>
          <w:t>rils@ufm.dk</w:t>
        </w:r>
      </w:hyperlink>
      <w:r>
        <w:t xml:space="preserve"> og telefonnr. 7231 7876</w:t>
      </w:r>
      <w:r w:rsidRPr="00607293">
        <w:t xml:space="preserve"> </w:t>
      </w:r>
    </w:p>
    <w:p w14:paraId="52C2F5C3" w14:textId="77777777" w:rsidR="00B162C1" w:rsidRPr="00607293" w:rsidRDefault="00B162C1" w:rsidP="00B162C1"/>
    <w:p w14:paraId="1C5B0898" w14:textId="77777777" w:rsidR="00B162C1" w:rsidRPr="00607293" w:rsidRDefault="00B162C1" w:rsidP="00B162C1">
      <w:r w:rsidRPr="00607293">
        <w:t xml:space="preserve">Høringen er også offentliggjort på </w:t>
      </w:r>
      <w:hyperlink r:id="rId11" w:history="1">
        <w:r w:rsidRPr="00607293">
          <w:rPr>
            <w:rStyle w:val="Hyperlink"/>
          </w:rPr>
          <w:t>Høringsportalen</w:t>
        </w:r>
      </w:hyperlink>
      <w:r w:rsidRPr="00607293">
        <w:t xml:space="preserve">. </w:t>
      </w:r>
    </w:p>
    <w:p w14:paraId="6B655F05" w14:textId="77777777" w:rsidR="00B162C1" w:rsidRPr="00607293" w:rsidRDefault="00B162C1" w:rsidP="00B162C1"/>
    <w:p w14:paraId="2AFB3EAD" w14:textId="77777777" w:rsidR="00B162C1" w:rsidRPr="00607293" w:rsidRDefault="00B162C1" w:rsidP="00B162C1">
      <w:r w:rsidRPr="00607293">
        <w:t xml:space="preserve">Høringssvar </w:t>
      </w:r>
      <w:r>
        <w:t xml:space="preserve">fra ikke-ministerielle høringsparter </w:t>
      </w:r>
      <w:r w:rsidRPr="00607293">
        <w:t xml:space="preserve">offentliggøres på </w:t>
      </w:r>
      <w:r>
        <w:t>H</w:t>
      </w:r>
      <w:r w:rsidRPr="00607293">
        <w:t xml:space="preserve">øringsportalen efter høringsfristens udløb. Ved afgivelse af høringssvar samtykker høringsparten i, at vedkommendes høringssvar, inkl. navn og evt. angivet adresse eller e-mailadresse offentliggøres på Høringsportalen efter endt høring. </w:t>
      </w:r>
    </w:p>
    <w:p w14:paraId="0C418817" w14:textId="39AF2D63" w:rsidR="00B162C1" w:rsidRDefault="005B062C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7216" behindDoc="1" locked="0" layoutInCell="1" allowOverlap="1" wp14:anchorId="4CA62872" wp14:editId="5D34E16E">
            <wp:simplePos x="0" y="0"/>
            <wp:positionH relativeFrom="column">
              <wp:posOffset>3175</wp:posOffset>
            </wp:positionH>
            <wp:positionV relativeFrom="paragraph">
              <wp:posOffset>35395</wp:posOffset>
            </wp:positionV>
            <wp:extent cx="3019425" cy="809625"/>
            <wp:effectExtent l="0" t="0" r="9525" b="9525"/>
            <wp:wrapNone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ikke Lise SimestedI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41465" w14:textId="77777777" w:rsidR="00B162C1" w:rsidRPr="00607293" w:rsidRDefault="00B162C1" w:rsidP="00B162C1">
      <w:pPr>
        <w:keepNext/>
        <w:keepLines/>
      </w:pPr>
      <w:r w:rsidRPr="00607293">
        <w:t>Med venlig hilsen</w:t>
      </w:r>
    </w:p>
    <w:p w14:paraId="5C531183" w14:textId="1E7BC1EC" w:rsidR="00B162C1" w:rsidRDefault="00B162C1" w:rsidP="001B4442">
      <w:pPr>
        <w:pStyle w:val="DokumentOverskrift"/>
        <w:jc w:val="both"/>
        <w:rPr>
          <w:b w:val="0"/>
          <w:sz w:val="20"/>
        </w:rPr>
      </w:pPr>
    </w:p>
    <w:p w14:paraId="5D2ED9BB" w14:textId="6FD42C2A" w:rsidR="00B162C1" w:rsidRDefault="00B162C1" w:rsidP="001B4442">
      <w:pPr>
        <w:pStyle w:val="DokumentOverskrift"/>
        <w:jc w:val="both"/>
        <w:rPr>
          <w:b w:val="0"/>
          <w:sz w:val="20"/>
        </w:rPr>
      </w:pPr>
    </w:p>
    <w:p w14:paraId="30B92600" w14:textId="721081E6" w:rsidR="00B162C1" w:rsidRDefault="00B162C1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Rikke L. Simested</w:t>
      </w:r>
    </w:p>
    <w:p w14:paraId="7E545BDF" w14:textId="5C00F306" w:rsidR="00B162C1" w:rsidRDefault="00B162C1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Specialkonsulent</w:t>
      </w:r>
    </w:p>
    <w:p w14:paraId="2B78146F" w14:textId="38B4A557" w:rsidR="00B162C1" w:rsidRDefault="00B162C1">
      <w:r>
        <w:rPr>
          <w:b/>
        </w:rPr>
        <w:br w:type="page"/>
      </w:r>
      <w:bookmarkStart w:id="96" w:name="_GoBack"/>
      <w:bookmarkEnd w:id="96"/>
    </w:p>
    <w:p w14:paraId="0537CB3B" w14:textId="179E24AE" w:rsidR="00B162C1" w:rsidRPr="00607293" w:rsidRDefault="00B162C1" w:rsidP="00B162C1">
      <w:pPr>
        <w:pStyle w:val="Overskrift1"/>
      </w:pPr>
      <w:r>
        <w:lastRenderedPageBreak/>
        <w:t>Generelle bemærkninger</w:t>
      </w:r>
    </w:p>
    <w:p w14:paraId="2E803F35" w14:textId="77777777" w:rsidR="001B4442" w:rsidRDefault="001B4442" w:rsidP="001B4442">
      <w:pPr>
        <w:pStyle w:val="DokumentOverskrift"/>
        <w:jc w:val="both"/>
        <w:rPr>
          <w:b w:val="0"/>
          <w:sz w:val="20"/>
        </w:rPr>
      </w:pPr>
    </w:p>
    <w:p w14:paraId="647C4046" w14:textId="7E9E8A31" w:rsidR="00E308F6" w:rsidRDefault="001B4442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Uddannelses- og Forskningsstyrelsen har på baggrund af bl.a. henvendelser fra</w:t>
      </w:r>
      <w:r w:rsidR="009907B9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udbydere af adgangskurserne arbejdet videre med indholdet af adgangskursusbekendtgørelsen. </w:t>
      </w:r>
    </w:p>
    <w:p w14:paraId="4A8F00A2" w14:textId="77777777" w:rsidR="00E308F6" w:rsidRDefault="00E308F6" w:rsidP="001B4442">
      <w:pPr>
        <w:pStyle w:val="DokumentOverskrift"/>
        <w:jc w:val="both"/>
        <w:rPr>
          <w:b w:val="0"/>
          <w:sz w:val="20"/>
        </w:rPr>
      </w:pPr>
    </w:p>
    <w:p w14:paraId="0905AC73" w14:textId="15DB90D5" w:rsidR="001B4442" w:rsidRDefault="001B4442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Nedenfor er kort gennemgang af nye elementer i bekendtgørelsen samt styrelsens overvejelser om udbydernes mulighed for at samarbejde med fx VUC om</w:t>
      </w:r>
      <w:r w:rsidR="009907B9">
        <w:rPr>
          <w:b w:val="0"/>
          <w:sz w:val="20"/>
        </w:rPr>
        <w:t xml:space="preserve"> undervisning i adgangskurserne </w:t>
      </w:r>
      <w:r w:rsidR="00E308F6">
        <w:rPr>
          <w:b w:val="0"/>
          <w:sz w:val="20"/>
        </w:rPr>
        <w:t>(se punkt 2)</w:t>
      </w:r>
      <w:r w:rsidR="009907B9">
        <w:rPr>
          <w:b w:val="0"/>
          <w:sz w:val="20"/>
        </w:rPr>
        <w:t>.</w:t>
      </w:r>
    </w:p>
    <w:p w14:paraId="630E9035" w14:textId="40BF3CA9" w:rsidR="00B162C1" w:rsidRDefault="00B162C1" w:rsidP="001B4442">
      <w:pPr>
        <w:pStyle w:val="DokumentOverskrift"/>
        <w:jc w:val="both"/>
        <w:rPr>
          <w:b w:val="0"/>
          <w:sz w:val="20"/>
        </w:rPr>
      </w:pPr>
    </w:p>
    <w:p w14:paraId="0386FF75" w14:textId="291C387E" w:rsidR="00B162C1" w:rsidRDefault="00B162C1" w:rsidP="001B4442">
      <w:pPr>
        <w:pStyle w:val="DokumentOverskrift"/>
        <w:jc w:val="both"/>
        <w:rPr>
          <w:i/>
          <w:sz w:val="20"/>
        </w:rPr>
      </w:pPr>
      <w:r>
        <w:rPr>
          <w:i/>
          <w:sz w:val="20"/>
        </w:rPr>
        <w:t>1. Omformulering af §§ 1 og 2</w:t>
      </w:r>
    </w:p>
    <w:p w14:paraId="651AAA2D" w14:textId="5D002F5A" w:rsidR="00B162C1" w:rsidRPr="00B162C1" w:rsidRDefault="00B162C1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Styrelsen foreslår en omformulering af §§ 1 og 2, som ikke indebærer regelændring, men</w:t>
      </w:r>
      <w:r w:rsidR="00C74AE9">
        <w:rPr>
          <w:b w:val="0"/>
          <w:sz w:val="20"/>
        </w:rPr>
        <w:t xml:space="preserve"> alene</w:t>
      </w:r>
      <w:r>
        <w:rPr>
          <w:b w:val="0"/>
          <w:sz w:val="20"/>
        </w:rPr>
        <w:t xml:space="preserve"> </w:t>
      </w:r>
      <w:r w:rsidR="00CC5628">
        <w:rPr>
          <w:b w:val="0"/>
          <w:sz w:val="20"/>
        </w:rPr>
        <w:t xml:space="preserve">har til formål at give </w:t>
      </w:r>
      <w:r>
        <w:rPr>
          <w:b w:val="0"/>
          <w:sz w:val="20"/>
        </w:rPr>
        <w:t xml:space="preserve">en mere enkel </w:t>
      </w:r>
      <w:r w:rsidR="00E308F6">
        <w:rPr>
          <w:b w:val="0"/>
          <w:sz w:val="20"/>
        </w:rPr>
        <w:t>beskrivelse</w:t>
      </w:r>
      <w:r>
        <w:rPr>
          <w:b w:val="0"/>
          <w:sz w:val="20"/>
        </w:rPr>
        <w:t xml:space="preserve"> af de </w:t>
      </w:r>
      <w:r w:rsidR="00E308F6">
        <w:rPr>
          <w:b w:val="0"/>
          <w:sz w:val="20"/>
        </w:rPr>
        <w:t xml:space="preserve">eksisterende </w:t>
      </w:r>
      <w:r>
        <w:rPr>
          <w:b w:val="0"/>
          <w:sz w:val="20"/>
        </w:rPr>
        <w:t xml:space="preserve">adgangseksamener. </w:t>
      </w:r>
    </w:p>
    <w:p w14:paraId="39B5633D" w14:textId="77777777" w:rsidR="001B4442" w:rsidRDefault="001B4442" w:rsidP="001B4442">
      <w:pPr>
        <w:pStyle w:val="DokumentOverskrift"/>
        <w:jc w:val="both"/>
        <w:rPr>
          <w:b w:val="0"/>
          <w:sz w:val="20"/>
        </w:rPr>
      </w:pPr>
    </w:p>
    <w:p w14:paraId="7EACDC1F" w14:textId="416CF520" w:rsidR="001B4442" w:rsidRPr="009907B9" w:rsidRDefault="00E308F6" w:rsidP="001B4442">
      <w:pPr>
        <w:pStyle w:val="DokumentOverskrift"/>
        <w:jc w:val="both"/>
        <w:rPr>
          <w:i/>
          <w:sz w:val="20"/>
        </w:rPr>
      </w:pPr>
      <w:r>
        <w:rPr>
          <w:i/>
          <w:sz w:val="20"/>
        </w:rPr>
        <w:t>2</w:t>
      </w:r>
      <w:r w:rsidR="009907B9">
        <w:rPr>
          <w:i/>
          <w:sz w:val="20"/>
        </w:rPr>
        <w:t>. Mulighed for tildeling af merit</w:t>
      </w:r>
    </w:p>
    <w:p w14:paraId="1858C50B" w14:textId="15F536F2" w:rsidR="00DE6103" w:rsidRDefault="009907B9" w:rsidP="00DE6103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 xml:space="preserve">Styrelsen foreslår med en ny </w:t>
      </w:r>
      <w:r w:rsidRPr="00EA601F">
        <w:rPr>
          <w:b w:val="0"/>
          <w:sz w:val="20"/>
        </w:rPr>
        <w:t>§ 8</w:t>
      </w:r>
      <w:r>
        <w:rPr>
          <w:b w:val="0"/>
          <w:sz w:val="20"/>
        </w:rPr>
        <w:t>, at der gives udbyderne mulighed for at tildele begrænset merit for gennemførte gymnasiale fag ind i adgangs</w:t>
      </w:r>
      <w:r w:rsidR="002867F6">
        <w:rPr>
          <w:b w:val="0"/>
          <w:sz w:val="20"/>
        </w:rPr>
        <w:t>eksamen</w:t>
      </w:r>
      <w:r>
        <w:rPr>
          <w:b w:val="0"/>
          <w:sz w:val="20"/>
        </w:rPr>
        <w:t xml:space="preserve">. Det foreslås, at der kan tildeles merit for </w:t>
      </w:r>
      <w:r w:rsidR="00DE6103">
        <w:rPr>
          <w:b w:val="0"/>
          <w:sz w:val="20"/>
        </w:rPr>
        <w:t>dansk på A-niveau og engelsk på C eller B-niveau</w:t>
      </w:r>
      <w:r>
        <w:rPr>
          <w:b w:val="0"/>
          <w:sz w:val="20"/>
        </w:rPr>
        <w:t xml:space="preserve"> i adgangs</w:t>
      </w:r>
      <w:r w:rsidR="002867F6">
        <w:rPr>
          <w:b w:val="0"/>
          <w:sz w:val="20"/>
        </w:rPr>
        <w:t>eksamen</w:t>
      </w:r>
      <w:r w:rsidR="003A540A">
        <w:rPr>
          <w:b w:val="0"/>
          <w:sz w:val="20"/>
        </w:rPr>
        <w:t xml:space="preserve">, og </w:t>
      </w:r>
      <w:r w:rsidR="00CC5628">
        <w:rPr>
          <w:b w:val="0"/>
          <w:sz w:val="20"/>
        </w:rPr>
        <w:t xml:space="preserve">alene </w:t>
      </w:r>
      <w:r w:rsidR="003A540A">
        <w:rPr>
          <w:b w:val="0"/>
          <w:sz w:val="20"/>
        </w:rPr>
        <w:t>fag</w:t>
      </w:r>
      <w:r w:rsidR="00CC5628">
        <w:rPr>
          <w:b w:val="0"/>
          <w:sz w:val="20"/>
        </w:rPr>
        <w:t>,</w:t>
      </w:r>
      <w:r w:rsidR="003A540A">
        <w:rPr>
          <w:b w:val="0"/>
          <w:sz w:val="20"/>
        </w:rPr>
        <w:t xml:space="preserve"> som er bestået</w:t>
      </w:r>
      <w:r w:rsidR="00CC5628">
        <w:rPr>
          <w:b w:val="0"/>
          <w:sz w:val="20"/>
        </w:rPr>
        <w:t>,</w:t>
      </w:r>
      <w:r w:rsidR="003A540A">
        <w:rPr>
          <w:b w:val="0"/>
          <w:sz w:val="20"/>
        </w:rPr>
        <w:t xml:space="preserve"> kan give merit</w:t>
      </w:r>
      <w:r>
        <w:rPr>
          <w:b w:val="0"/>
          <w:sz w:val="20"/>
        </w:rPr>
        <w:t xml:space="preserve">. </w:t>
      </w:r>
      <w:r w:rsidR="00DE6103">
        <w:rPr>
          <w:b w:val="0"/>
          <w:sz w:val="20"/>
        </w:rPr>
        <w:t xml:space="preserve">Det </w:t>
      </w:r>
      <w:r w:rsidR="00C74AE9">
        <w:rPr>
          <w:b w:val="0"/>
          <w:sz w:val="20"/>
        </w:rPr>
        <w:t>betyder</w:t>
      </w:r>
      <w:r w:rsidR="00DE6103">
        <w:rPr>
          <w:b w:val="0"/>
          <w:sz w:val="20"/>
        </w:rPr>
        <w:t>, at alle de naturfaglige fag skal gennemføres som adgangskursusfag før,</w:t>
      </w:r>
      <w:r w:rsidR="00C74AE9">
        <w:rPr>
          <w:b w:val="0"/>
          <w:sz w:val="20"/>
        </w:rPr>
        <w:t xml:space="preserve"> </w:t>
      </w:r>
      <w:r w:rsidR="00DE6103">
        <w:rPr>
          <w:b w:val="0"/>
          <w:sz w:val="20"/>
        </w:rPr>
        <w:t>der kan udstedes et bevis for en fuld adgangseksamen.</w:t>
      </w:r>
    </w:p>
    <w:p w14:paraId="3C374A6B" w14:textId="302EB414" w:rsidR="00DE6103" w:rsidRDefault="00DE6103" w:rsidP="00DE6103">
      <w:pPr>
        <w:pStyle w:val="DokumentOverskrift"/>
        <w:jc w:val="both"/>
        <w:rPr>
          <w:b w:val="0"/>
          <w:sz w:val="20"/>
        </w:rPr>
      </w:pPr>
    </w:p>
    <w:p w14:paraId="0ABF2881" w14:textId="4F907F09" w:rsidR="00DE6103" w:rsidRDefault="00DE6103" w:rsidP="00DE6103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Når der alene gives mulighed for begrænset tildeling af merit skyldes det, at adgangseksamen blandt andet har til formål at give kursisterne indblik i studie- og fagmiljøet på de tekniske videregående uddannelsesinstitutioner. Kursisterne skal derfor have mulighed for at modtage undervisningen, gå til eksamenerne og opholde sig på den videregående institution, hvor adgangseksamen udbydes.</w:t>
      </w:r>
    </w:p>
    <w:p w14:paraId="0610D8FA" w14:textId="77777777" w:rsidR="009907B9" w:rsidRDefault="009907B9" w:rsidP="001B4442">
      <w:pPr>
        <w:pStyle w:val="DokumentOverskrift"/>
        <w:jc w:val="both"/>
        <w:rPr>
          <w:b w:val="0"/>
          <w:sz w:val="20"/>
        </w:rPr>
      </w:pPr>
    </w:p>
    <w:p w14:paraId="4F60A179" w14:textId="35058649" w:rsidR="001B4442" w:rsidRDefault="009907B9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>Styrelsen bemærker, at institutioner, der udbyder</w:t>
      </w:r>
      <w:r w:rsidR="002867F6">
        <w:rPr>
          <w:b w:val="0"/>
          <w:sz w:val="20"/>
        </w:rPr>
        <w:t xml:space="preserve"> </w:t>
      </w:r>
      <w:r>
        <w:rPr>
          <w:b w:val="0"/>
          <w:sz w:val="20"/>
        </w:rPr>
        <w:t>adgangs</w:t>
      </w:r>
      <w:r w:rsidR="002867F6">
        <w:rPr>
          <w:b w:val="0"/>
          <w:sz w:val="20"/>
        </w:rPr>
        <w:t>eksamen</w:t>
      </w:r>
      <w:r>
        <w:rPr>
          <w:b w:val="0"/>
          <w:sz w:val="20"/>
        </w:rPr>
        <w:t xml:space="preserve"> online</w:t>
      </w:r>
      <w:r w:rsidR="00C74AE9">
        <w:rPr>
          <w:b w:val="0"/>
          <w:sz w:val="20"/>
        </w:rPr>
        <w:t>,</w:t>
      </w:r>
      <w:r>
        <w:rPr>
          <w:b w:val="0"/>
          <w:sz w:val="20"/>
        </w:rPr>
        <w:t xml:space="preserve"> tillige skal sikre, at kursisterne har gode muligheder for at få indblik i studie- og fagmiljø på den udbydende institution, ligesom eksamenerne skal foregå på institutionen. </w:t>
      </w:r>
    </w:p>
    <w:p w14:paraId="491F70B4" w14:textId="77777777" w:rsidR="009907B9" w:rsidRDefault="009907B9" w:rsidP="001B4442">
      <w:pPr>
        <w:pStyle w:val="DokumentOverskrift"/>
        <w:jc w:val="both"/>
        <w:rPr>
          <w:b w:val="0"/>
          <w:sz w:val="20"/>
        </w:rPr>
      </w:pPr>
    </w:p>
    <w:p w14:paraId="563389BF" w14:textId="2BB79AC8" w:rsidR="009907B9" w:rsidRDefault="00E308F6" w:rsidP="001B4442">
      <w:pPr>
        <w:pStyle w:val="DokumentOverskrift"/>
        <w:jc w:val="both"/>
        <w:rPr>
          <w:i/>
          <w:sz w:val="20"/>
        </w:rPr>
      </w:pPr>
      <w:r>
        <w:rPr>
          <w:i/>
          <w:sz w:val="20"/>
        </w:rPr>
        <w:t>3</w:t>
      </w:r>
      <w:r w:rsidR="009907B9">
        <w:rPr>
          <w:i/>
          <w:sz w:val="20"/>
        </w:rPr>
        <w:t>. Justering af valgfag i adgangs</w:t>
      </w:r>
      <w:r w:rsidR="002867F6">
        <w:rPr>
          <w:i/>
          <w:sz w:val="20"/>
        </w:rPr>
        <w:t>eksamen</w:t>
      </w:r>
      <w:r w:rsidR="009907B9">
        <w:rPr>
          <w:i/>
          <w:sz w:val="20"/>
        </w:rPr>
        <w:t xml:space="preserve"> til ingeniøruddannelserne</w:t>
      </w:r>
    </w:p>
    <w:p w14:paraId="123854DB" w14:textId="77777777" w:rsidR="006A4870" w:rsidRDefault="006A4870" w:rsidP="001B4442">
      <w:pPr>
        <w:pStyle w:val="DokumentOverskrift"/>
        <w:jc w:val="both"/>
        <w:rPr>
          <w:b w:val="0"/>
          <w:sz w:val="20"/>
        </w:rPr>
      </w:pPr>
    </w:p>
    <w:p w14:paraId="161C21B0" w14:textId="7CA61C95" w:rsidR="002867F6" w:rsidRDefault="009907B9" w:rsidP="001B4442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 xml:space="preserve">Styrelsen </w:t>
      </w:r>
      <w:r w:rsidR="000F078E">
        <w:rPr>
          <w:b w:val="0"/>
          <w:sz w:val="20"/>
        </w:rPr>
        <w:t>har fundet anledning til at fjerne flere valgfag på adgangs</w:t>
      </w:r>
      <w:r w:rsidR="002867F6">
        <w:rPr>
          <w:b w:val="0"/>
          <w:sz w:val="20"/>
        </w:rPr>
        <w:t>eksamen</w:t>
      </w:r>
      <w:r w:rsidR="000F078E">
        <w:rPr>
          <w:b w:val="0"/>
          <w:sz w:val="20"/>
        </w:rPr>
        <w:t xml:space="preserve"> til ingeniøruddannelserne</w:t>
      </w:r>
      <w:r w:rsidR="002867F6">
        <w:rPr>
          <w:b w:val="0"/>
          <w:sz w:val="20"/>
        </w:rPr>
        <w:t xml:space="preserve">, </w:t>
      </w:r>
      <w:r w:rsidR="002867F6" w:rsidRPr="00EA601F">
        <w:rPr>
          <w:b w:val="0"/>
          <w:sz w:val="20"/>
        </w:rPr>
        <w:t>jf. § 9</w:t>
      </w:r>
      <w:r w:rsidR="000F078E" w:rsidRPr="00EA601F">
        <w:rPr>
          <w:b w:val="0"/>
          <w:sz w:val="20"/>
        </w:rPr>
        <w:t>.</w:t>
      </w:r>
      <w:r w:rsidR="000F078E">
        <w:rPr>
          <w:b w:val="0"/>
          <w:sz w:val="20"/>
        </w:rPr>
        <w:t xml:space="preserve"> Det skyld</w:t>
      </w:r>
      <w:r w:rsidR="006A4870">
        <w:rPr>
          <w:b w:val="0"/>
          <w:sz w:val="20"/>
        </w:rPr>
        <w:t>e</w:t>
      </w:r>
      <w:r w:rsidR="000F078E">
        <w:rPr>
          <w:b w:val="0"/>
          <w:sz w:val="20"/>
        </w:rPr>
        <w:t xml:space="preserve">s, at </w:t>
      </w:r>
      <w:r w:rsidR="00D622F8">
        <w:rPr>
          <w:b w:val="0"/>
          <w:sz w:val="20"/>
        </w:rPr>
        <w:t xml:space="preserve">flere </w:t>
      </w:r>
      <w:r w:rsidR="002867F6">
        <w:rPr>
          <w:b w:val="0"/>
          <w:sz w:val="20"/>
        </w:rPr>
        <w:t>obligatoriske kursus</w:t>
      </w:r>
      <w:r w:rsidR="00F9235D">
        <w:rPr>
          <w:b w:val="0"/>
          <w:sz w:val="20"/>
        </w:rPr>
        <w:t>fag</w:t>
      </w:r>
      <w:r w:rsidR="002867F6">
        <w:rPr>
          <w:b w:val="0"/>
          <w:sz w:val="20"/>
        </w:rPr>
        <w:t xml:space="preserve"> i adgangseksamen</w:t>
      </w:r>
      <w:r w:rsidR="000F078E">
        <w:rPr>
          <w:b w:val="0"/>
          <w:sz w:val="20"/>
        </w:rPr>
        <w:t xml:space="preserve"> niveau</w:t>
      </w:r>
      <w:r w:rsidR="002867F6">
        <w:rPr>
          <w:b w:val="0"/>
          <w:sz w:val="20"/>
        </w:rPr>
        <w:t>mæssigt</w:t>
      </w:r>
      <w:r w:rsidR="000F078E">
        <w:rPr>
          <w:b w:val="0"/>
          <w:sz w:val="20"/>
        </w:rPr>
        <w:t xml:space="preserve"> er højere end </w:t>
      </w:r>
      <w:r w:rsidR="00F9235D">
        <w:rPr>
          <w:b w:val="0"/>
          <w:sz w:val="20"/>
        </w:rPr>
        <w:t xml:space="preserve">tilsvarende </w:t>
      </w:r>
      <w:r w:rsidR="003A7A3E">
        <w:rPr>
          <w:b w:val="0"/>
          <w:sz w:val="20"/>
        </w:rPr>
        <w:t xml:space="preserve">valgfag. </w:t>
      </w:r>
    </w:p>
    <w:p w14:paraId="50452564" w14:textId="77777777" w:rsidR="002867F6" w:rsidRDefault="002867F6" w:rsidP="001B4442">
      <w:pPr>
        <w:pStyle w:val="DokumentOverskrift"/>
        <w:jc w:val="both"/>
        <w:rPr>
          <w:b w:val="0"/>
          <w:sz w:val="20"/>
        </w:rPr>
      </w:pPr>
    </w:p>
    <w:p w14:paraId="07B85FF9" w14:textId="169DBCE3" w:rsidR="009907B9" w:rsidRPr="00CC5628" w:rsidRDefault="000F078E" w:rsidP="001B4442">
      <w:pPr>
        <w:pStyle w:val="DokumentOverskrift"/>
        <w:jc w:val="both"/>
        <w:rPr>
          <w:i/>
          <w:sz w:val="20"/>
        </w:rPr>
      </w:pPr>
      <w:r>
        <w:rPr>
          <w:b w:val="0"/>
          <w:sz w:val="20"/>
        </w:rPr>
        <w:t xml:space="preserve"> </w:t>
      </w:r>
      <w:r w:rsidR="00E308F6" w:rsidRPr="00EA601F">
        <w:rPr>
          <w:i/>
          <w:sz w:val="20"/>
        </w:rPr>
        <w:t>4</w:t>
      </w:r>
      <w:r w:rsidR="002867F6" w:rsidRPr="00CC5628">
        <w:rPr>
          <w:i/>
          <w:sz w:val="20"/>
        </w:rPr>
        <w:t>. Ændring af reglerne for at have bestået adgangseksamen</w:t>
      </w:r>
    </w:p>
    <w:p w14:paraId="4746837C" w14:textId="77777777" w:rsidR="002867F6" w:rsidRDefault="002867F6" w:rsidP="001B4442">
      <w:pPr>
        <w:pStyle w:val="DokumentOverskrift"/>
        <w:jc w:val="both"/>
        <w:rPr>
          <w:i/>
          <w:sz w:val="20"/>
        </w:rPr>
      </w:pPr>
    </w:p>
    <w:p w14:paraId="499DB0E9" w14:textId="181C2E40" w:rsidR="00066CD1" w:rsidRPr="00083FB8" w:rsidRDefault="002867F6" w:rsidP="00E308F6">
      <w:pPr>
        <w:pStyle w:val="DokumentOverskrift"/>
        <w:jc w:val="both"/>
      </w:pPr>
      <w:r>
        <w:rPr>
          <w:b w:val="0"/>
          <w:sz w:val="20"/>
        </w:rPr>
        <w:t>Styrelsen vurdere</w:t>
      </w:r>
      <w:r w:rsidR="00C74AE9">
        <w:rPr>
          <w:b w:val="0"/>
          <w:sz w:val="20"/>
        </w:rPr>
        <w:t>r</w:t>
      </w:r>
      <w:r>
        <w:rPr>
          <w:b w:val="0"/>
          <w:sz w:val="20"/>
        </w:rPr>
        <w:t>, at reglerne for at bestå adgangseksamen til</w:t>
      </w:r>
      <w:r w:rsidR="002E4577">
        <w:rPr>
          <w:b w:val="0"/>
          <w:sz w:val="20"/>
        </w:rPr>
        <w:t xml:space="preserve"> </w:t>
      </w:r>
      <w:r w:rsidR="00B162C1">
        <w:rPr>
          <w:b w:val="0"/>
          <w:sz w:val="20"/>
        </w:rPr>
        <w:t>de øvrige videregående uddannelser</w:t>
      </w:r>
      <w:r w:rsidR="00CC5628">
        <w:rPr>
          <w:b w:val="0"/>
          <w:sz w:val="20"/>
        </w:rPr>
        <w:t xml:space="preserve">, </w:t>
      </w:r>
      <w:r w:rsidR="00B162C1">
        <w:rPr>
          <w:b w:val="0"/>
          <w:sz w:val="20"/>
        </w:rPr>
        <w:t xml:space="preserve">herunder </w:t>
      </w:r>
      <w:r>
        <w:rPr>
          <w:b w:val="0"/>
          <w:sz w:val="20"/>
        </w:rPr>
        <w:t>ingeniøruddannelserne</w:t>
      </w:r>
      <w:r w:rsidR="00CC5628">
        <w:rPr>
          <w:b w:val="0"/>
          <w:sz w:val="20"/>
        </w:rPr>
        <w:t>,</w:t>
      </w:r>
      <w:r w:rsidR="00B162C1">
        <w:rPr>
          <w:b w:val="0"/>
          <w:sz w:val="20"/>
        </w:rPr>
        <w:t xml:space="preserve"> </w:t>
      </w:r>
      <w:r>
        <w:rPr>
          <w:b w:val="0"/>
          <w:sz w:val="20"/>
        </w:rPr>
        <w:t>skal ensartes med reglerne for adgangseksamen til de maritime professionsbacheloruddannelser</w:t>
      </w:r>
      <w:r w:rsidR="00D622F8" w:rsidRPr="00EA601F">
        <w:rPr>
          <w:b w:val="0"/>
          <w:sz w:val="20"/>
        </w:rPr>
        <w:t>, jf. § 10</w:t>
      </w:r>
      <w:r w:rsidR="00D622F8">
        <w:rPr>
          <w:b w:val="0"/>
          <w:i/>
          <w:sz w:val="20"/>
        </w:rPr>
        <w:t>, stk. 2</w:t>
      </w:r>
      <w:r>
        <w:rPr>
          <w:b w:val="0"/>
          <w:sz w:val="20"/>
        </w:rPr>
        <w:t>. Det medfører, at hvert kursusfag skal være bestået med mindst 02</w:t>
      </w:r>
      <w:r w:rsidR="003A540A">
        <w:rPr>
          <w:b w:val="0"/>
          <w:sz w:val="20"/>
        </w:rPr>
        <w:t xml:space="preserve"> i den pågældende eksamen, for at de</w:t>
      </w:r>
      <w:r w:rsidR="00885951">
        <w:rPr>
          <w:b w:val="0"/>
          <w:sz w:val="20"/>
        </w:rPr>
        <w:t>r kan udstedes et eksamensbevis for den fulde adgangs</w:t>
      </w:r>
      <w:r w:rsidR="003A540A">
        <w:rPr>
          <w:b w:val="0"/>
          <w:sz w:val="20"/>
        </w:rPr>
        <w:t>eksamen.</w:t>
      </w:r>
      <w:r>
        <w:rPr>
          <w:b w:val="0"/>
          <w:sz w:val="20"/>
        </w:rPr>
        <w:t xml:space="preserve"> </w:t>
      </w:r>
      <w:r w:rsidR="002B40DB">
        <w:rPr>
          <w:b w:val="0"/>
          <w:sz w:val="20"/>
        </w:rPr>
        <w:t xml:space="preserve">Ændringen er begrundet i, at et adgangskursus består af et begrænset antal gymnasiale fag, hvorfor det vurderes, at der bør </w:t>
      </w:r>
      <w:r w:rsidR="002E4577">
        <w:rPr>
          <w:b w:val="0"/>
          <w:sz w:val="20"/>
        </w:rPr>
        <w:t xml:space="preserve">stilles krav om, at alle de underliggende fag enkeltvis er bestået, før der kan udstedes et fuldt bevis for gennemført adgangseksamen. </w:t>
      </w:r>
      <w:bookmarkStart w:id="97" w:name="SD_CNT_Signatur"/>
      <w:bookmarkEnd w:id="97"/>
    </w:p>
    <w:sectPr w:rsidR="00066CD1" w:rsidRPr="00083FB8" w:rsidSect="00EE3B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F5E51" w14:textId="77777777" w:rsidR="003C704B" w:rsidRDefault="003C704B" w:rsidP="009849C2">
      <w:pPr>
        <w:spacing w:line="240" w:lineRule="auto"/>
      </w:pPr>
      <w:r>
        <w:separator/>
      </w:r>
    </w:p>
  </w:endnote>
  <w:endnote w:type="continuationSeparator" w:id="0">
    <w:p w14:paraId="73CEE5F9" w14:textId="77777777" w:rsidR="003C704B" w:rsidRDefault="003C704B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23180" w14:textId="77777777" w:rsidR="00083FB8" w:rsidRDefault="00083FB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3B5727" w14:paraId="4BB805C4" w14:textId="77777777" w:rsidTr="007A2864">
      <w:trPr>
        <w:trHeight w:val="1247"/>
      </w:trPr>
      <w:tc>
        <w:tcPr>
          <w:tcW w:w="3657" w:type="dxa"/>
          <w:hideMark/>
        </w:tcPr>
        <w:p w14:paraId="4B09A2D1" w14:textId="77777777" w:rsidR="003B5727" w:rsidRDefault="00083FB8" w:rsidP="007A2864">
          <w:pPr>
            <w:pStyle w:val="TemplatePagenumber"/>
          </w:pPr>
          <w:bookmarkStart w:id="98" w:name="SD_LAN_Page_N1"/>
          <w:r>
            <w:t>Side</w:t>
          </w:r>
          <w:bookmarkEnd w:id="98"/>
          <w:r w:rsidR="003B5727">
            <w:t xml:space="preserve"> </w:t>
          </w:r>
          <w:r w:rsidR="003B5727">
            <w:fldChar w:fldCharType="begin"/>
          </w:r>
          <w:r w:rsidR="003B5727">
            <w:instrText xml:space="preserve"> PAGE </w:instrText>
          </w:r>
          <w:r w:rsidR="003B5727">
            <w:fldChar w:fldCharType="separate"/>
          </w:r>
          <w:r w:rsidR="00113347">
            <w:t>2</w:t>
          </w:r>
          <w:r w:rsidR="003B5727">
            <w:fldChar w:fldCharType="end"/>
          </w:r>
          <w:r w:rsidR="003B5727">
            <w:t>/</w:t>
          </w:r>
          <w:r w:rsidR="003B5727">
            <w:fldChar w:fldCharType="begin"/>
          </w:r>
          <w:r w:rsidR="003B5727">
            <w:instrText xml:space="preserve"> NUMPAGES  </w:instrText>
          </w:r>
          <w:r w:rsidR="003B5727">
            <w:fldChar w:fldCharType="separate"/>
          </w:r>
          <w:r w:rsidR="00113347">
            <w:t>2</w:t>
          </w:r>
          <w:r w:rsidR="003B5727">
            <w:fldChar w:fldCharType="end"/>
          </w:r>
        </w:p>
      </w:tc>
    </w:tr>
  </w:tbl>
  <w:p w14:paraId="6DC201DF" w14:textId="77777777" w:rsidR="00894BF5" w:rsidRPr="00D16E03" w:rsidRDefault="00894BF5" w:rsidP="00D16E03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3B5727" w14:paraId="4574717D" w14:textId="77777777" w:rsidTr="003B5727">
      <w:trPr>
        <w:trHeight w:val="1247"/>
      </w:trPr>
      <w:tc>
        <w:tcPr>
          <w:tcW w:w="3657" w:type="dxa"/>
          <w:hideMark/>
        </w:tcPr>
        <w:p w14:paraId="2673D9BA" w14:textId="77777777" w:rsidR="003B5727" w:rsidRDefault="00083FB8">
          <w:pPr>
            <w:pStyle w:val="TemplatePagenumber"/>
          </w:pPr>
          <w:bookmarkStart w:id="105" w:name="SD_LAN_Page"/>
          <w:bookmarkStart w:id="106" w:name="_Hlk493252278"/>
          <w:bookmarkStart w:id="107" w:name="_Hlk493252279"/>
          <w:bookmarkStart w:id="108" w:name="_Hlk493252280"/>
          <w:bookmarkStart w:id="109" w:name="_Hlk493253278"/>
          <w:bookmarkStart w:id="110" w:name="_Hlk493253279"/>
          <w:bookmarkStart w:id="111" w:name="_Hlk493253280"/>
          <w:bookmarkStart w:id="112" w:name="_Hlk493489881"/>
          <w:bookmarkStart w:id="113" w:name="_Hlk493489882"/>
          <w:bookmarkStart w:id="114" w:name="_Hlk493489883"/>
          <w:r>
            <w:t>Side</w:t>
          </w:r>
          <w:bookmarkEnd w:id="105"/>
          <w:r w:rsidR="003B5727">
            <w:t xml:space="preserve"> </w:t>
          </w:r>
          <w:r w:rsidR="003B5727">
            <w:fldChar w:fldCharType="begin"/>
          </w:r>
          <w:r w:rsidR="003B5727">
            <w:instrText xml:space="preserve"> PAGE </w:instrText>
          </w:r>
          <w:r w:rsidR="003B5727">
            <w:fldChar w:fldCharType="separate"/>
          </w:r>
          <w:r w:rsidR="006F3B2C">
            <w:t>1</w:t>
          </w:r>
          <w:r w:rsidR="003B5727">
            <w:fldChar w:fldCharType="end"/>
          </w:r>
          <w:r w:rsidR="003B5727">
            <w:t>/</w:t>
          </w:r>
          <w:r w:rsidR="003B5727">
            <w:fldChar w:fldCharType="begin"/>
          </w:r>
          <w:r w:rsidR="003B5727">
            <w:instrText xml:space="preserve"> NUMPAGES  </w:instrText>
          </w:r>
          <w:r w:rsidR="003B5727">
            <w:fldChar w:fldCharType="separate"/>
          </w:r>
          <w:r w:rsidR="006F3B2C">
            <w:t>1</w:t>
          </w:r>
          <w:r w:rsidR="003B5727">
            <w:fldChar w:fldCharType="end"/>
          </w:r>
        </w:p>
      </w:tc>
    </w:tr>
  </w:tbl>
  <w:bookmarkEnd w:id="106"/>
  <w:bookmarkEnd w:id="107"/>
  <w:bookmarkEnd w:id="108"/>
  <w:bookmarkEnd w:id="109"/>
  <w:bookmarkEnd w:id="110"/>
  <w:bookmarkEnd w:id="111"/>
  <w:bookmarkEnd w:id="112"/>
  <w:bookmarkEnd w:id="113"/>
  <w:bookmarkEnd w:id="114"/>
  <w:p w14:paraId="1F3295BD" w14:textId="77777777" w:rsidR="00D16E03" w:rsidRPr="00894BF5" w:rsidRDefault="00D16E03" w:rsidP="00D16E03">
    <w:pPr>
      <w:pStyle w:val="TemplatePagenumber"/>
      <w:tabs>
        <w:tab w:val="clear" w:pos="7881"/>
        <w:tab w:val="left" w:pos="7895"/>
      </w:tabs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2A6DD" w14:textId="77777777" w:rsidR="003C704B" w:rsidRDefault="003C704B" w:rsidP="009849C2">
      <w:pPr>
        <w:spacing w:line="240" w:lineRule="auto"/>
      </w:pPr>
      <w:r>
        <w:separator/>
      </w:r>
    </w:p>
  </w:footnote>
  <w:footnote w:type="continuationSeparator" w:id="0">
    <w:p w14:paraId="19E6B448" w14:textId="77777777" w:rsidR="003C704B" w:rsidRDefault="003C704B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51552" w14:textId="77777777" w:rsidR="00083FB8" w:rsidRDefault="00083FB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D4752" w14:textId="77777777" w:rsidR="00D16E03" w:rsidRDefault="00083FB8" w:rsidP="00D16E03">
    <w:pPr>
      <w:pStyle w:val="Sidehoved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4E41524" wp14:editId="0D0BC612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861344" w14:textId="77777777" w:rsidR="00D16E03" w:rsidRPr="00156E4B" w:rsidRDefault="00D16E03" w:rsidP="00D16E03">
    <w:pPr>
      <w:pStyle w:val="Sidehoved"/>
    </w:pPr>
  </w:p>
  <w:p w14:paraId="579E08EB" w14:textId="77777777" w:rsidR="00FE5150" w:rsidRDefault="00FE5150" w:rsidP="00D16E03">
    <w:pPr>
      <w:pStyle w:val="Sidehoved"/>
    </w:pPr>
  </w:p>
  <w:p w14:paraId="64C90AD1" w14:textId="77777777" w:rsidR="00EE3BA3" w:rsidRDefault="00EE3BA3" w:rsidP="00D16E03">
    <w:pPr>
      <w:pStyle w:val="Sidehoved"/>
    </w:pPr>
  </w:p>
  <w:p w14:paraId="0FB0DFE7" w14:textId="77777777" w:rsidR="00EE3BA3" w:rsidRDefault="00EE3BA3" w:rsidP="00D16E03">
    <w:pPr>
      <w:pStyle w:val="Sidehoved"/>
    </w:pPr>
  </w:p>
  <w:p w14:paraId="0F8A4A95" w14:textId="77777777" w:rsidR="00EE3BA3" w:rsidRPr="00D16E03" w:rsidRDefault="00EE3BA3" w:rsidP="00EE3BA3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27882" w14:textId="77777777" w:rsidR="004A5F62" w:rsidRPr="00040906" w:rsidRDefault="00083FB8" w:rsidP="00040906">
    <w:pPr>
      <w:pStyle w:val="Headeroverskrif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17BA58AA" wp14:editId="62E8271B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3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EE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F311D3B" wp14:editId="1A3B6C41">
              <wp:simplePos x="0" y="0"/>
              <wp:positionH relativeFrom="column">
                <wp:posOffset>4267200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1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996F60C" w14:textId="77777777" w:rsidR="00E40EEC" w:rsidRDefault="00E40EEC" w:rsidP="00E40EE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3F6A0912" w14:textId="77777777" w:rsidR="00E40EEC" w:rsidRDefault="00E40EEC" w:rsidP="00E40EE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99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2025 - 10876 </w:t>
                          </w:r>
                          <w:bookmarkEnd w:id="99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61EAC1CB" w14:textId="77777777" w:rsidR="00E40EEC" w:rsidRPr="008A4F3E" w:rsidRDefault="00E40EEC" w:rsidP="00E40EEC">
                          <w:pPr>
                            <w:rPr>
                              <w:lang w:val="en-GB"/>
                            </w:rPr>
                          </w:pPr>
                          <w:bookmarkStart w:id="100" w:name="dossier_documentnumber"/>
                          <w:r>
                            <w:rPr>
                              <w:lang w:val="de-DE"/>
                            </w:rPr>
                            <w:t xml:space="preserve"> 825191 </w:t>
                          </w:r>
                          <w:bookmarkEnd w:id="100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311D3B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36pt;margin-top:1.95pt;width:188pt;height:52pt;z-index:25165772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" fillcolor="white [3201]" strokeweight=".5pt">
              <v:textbox>
                <w:txbxContent>
                  <w:p w14:paraId="4996F60C" w14:textId="77777777" w:rsidR="00E40EEC" w:rsidRDefault="00E40EEC" w:rsidP="00E40EEC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3F6A0912" w14:textId="77777777" w:rsidR="00E40EEC" w:rsidRDefault="00E40EEC" w:rsidP="00E40EE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101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2025 - 10876 </w:t>
                    </w:r>
                    <w:bookmarkEnd w:id="101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61EAC1CB" w14:textId="77777777" w:rsidR="00E40EEC" w:rsidRPr="008A4F3E" w:rsidRDefault="00E40EEC" w:rsidP="00E40EEC">
                    <w:pPr>
                      <w:rPr>
                        <w:lang w:val="en-GB"/>
                      </w:rPr>
                    </w:pPr>
                    <w:bookmarkStart w:id="102" w:name="dossier_documentnumber"/>
                    <w:r>
                      <w:rPr>
                        <w:lang w:val="de-DE"/>
                      </w:rPr>
                      <w:t xml:space="preserve"> 825191 </w:t>
                    </w:r>
                    <w:bookmarkEnd w:id="102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7665BF95" w14:textId="77777777" w:rsidR="004A5F62" w:rsidRPr="00040906" w:rsidRDefault="004A5F62" w:rsidP="00040906">
    <w:pPr>
      <w:pStyle w:val="Headeroverskrift"/>
    </w:pPr>
    <w:bookmarkStart w:id="103" w:name="SD_Standard"/>
    <w:bookmarkEnd w:id="103"/>
  </w:p>
  <w:p w14:paraId="3873A559" w14:textId="77777777" w:rsidR="00FE5150" w:rsidRPr="003E36D0" w:rsidRDefault="00FE5150" w:rsidP="00040906">
    <w:pPr>
      <w:pStyle w:val="Headeroverskrift"/>
    </w:pPr>
    <w:bookmarkStart w:id="104" w:name="SD_USR_HeaderTekst"/>
    <w:bookmarkEnd w:id="10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B4AB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B81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7205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70AC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49A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3682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8D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742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ECC304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6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FB8"/>
    <w:rsid w:val="00022EC6"/>
    <w:rsid w:val="00030088"/>
    <w:rsid w:val="00040906"/>
    <w:rsid w:val="000470A3"/>
    <w:rsid w:val="00055B05"/>
    <w:rsid w:val="000623D2"/>
    <w:rsid w:val="000648DF"/>
    <w:rsid w:val="00066CD1"/>
    <w:rsid w:val="00070D7D"/>
    <w:rsid w:val="00083FB8"/>
    <w:rsid w:val="000952E6"/>
    <w:rsid w:val="000A0C18"/>
    <w:rsid w:val="000B4AFD"/>
    <w:rsid w:val="000B585A"/>
    <w:rsid w:val="000B7F0D"/>
    <w:rsid w:val="000D32A6"/>
    <w:rsid w:val="000E4E95"/>
    <w:rsid w:val="000F078E"/>
    <w:rsid w:val="000F5D84"/>
    <w:rsid w:val="0010396A"/>
    <w:rsid w:val="001105DB"/>
    <w:rsid w:val="00113347"/>
    <w:rsid w:val="00113ADB"/>
    <w:rsid w:val="001176E2"/>
    <w:rsid w:val="00124691"/>
    <w:rsid w:val="001268AB"/>
    <w:rsid w:val="001431A0"/>
    <w:rsid w:val="00145846"/>
    <w:rsid w:val="001537BA"/>
    <w:rsid w:val="00156C03"/>
    <w:rsid w:val="001573E4"/>
    <w:rsid w:val="00160C21"/>
    <w:rsid w:val="001927B1"/>
    <w:rsid w:val="001958B2"/>
    <w:rsid w:val="0019769C"/>
    <w:rsid w:val="001A4002"/>
    <w:rsid w:val="001B4442"/>
    <w:rsid w:val="001B49C6"/>
    <w:rsid w:val="001C6C8E"/>
    <w:rsid w:val="001D623A"/>
    <w:rsid w:val="001D649B"/>
    <w:rsid w:val="001D7E65"/>
    <w:rsid w:val="00204443"/>
    <w:rsid w:val="00210120"/>
    <w:rsid w:val="00210376"/>
    <w:rsid w:val="00217676"/>
    <w:rsid w:val="00233BB3"/>
    <w:rsid w:val="00235C4E"/>
    <w:rsid w:val="00245B61"/>
    <w:rsid w:val="00263921"/>
    <w:rsid w:val="00281310"/>
    <w:rsid w:val="002867F6"/>
    <w:rsid w:val="00287CDB"/>
    <w:rsid w:val="002A09B6"/>
    <w:rsid w:val="002A32B0"/>
    <w:rsid w:val="002B40DB"/>
    <w:rsid w:val="002D4C7F"/>
    <w:rsid w:val="002E065C"/>
    <w:rsid w:val="002E4577"/>
    <w:rsid w:val="002F53E4"/>
    <w:rsid w:val="00307DD3"/>
    <w:rsid w:val="00311457"/>
    <w:rsid w:val="003134CD"/>
    <w:rsid w:val="00330664"/>
    <w:rsid w:val="00331986"/>
    <w:rsid w:val="00335147"/>
    <w:rsid w:val="00346B82"/>
    <w:rsid w:val="00354599"/>
    <w:rsid w:val="003552FC"/>
    <w:rsid w:val="00377C5C"/>
    <w:rsid w:val="0038127F"/>
    <w:rsid w:val="0039076E"/>
    <w:rsid w:val="0039146C"/>
    <w:rsid w:val="00393145"/>
    <w:rsid w:val="00397524"/>
    <w:rsid w:val="003A3A2B"/>
    <w:rsid w:val="003A540A"/>
    <w:rsid w:val="003A7A3E"/>
    <w:rsid w:val="003B5727"/>
    <w:rsid w:val="003B7AC5"/>
    <w:rsid w:val="003C47DF"/>
    <w:rsid w:val="003C704B"/>
    <w:rsid w:val="003E36D0"/>
    <w:rsid w:val="003F1009"/>
    <w:rsid w:val="003F2801"/>
    <w:rsid w:val="003F58A6"/>
    <w:rsid w:val="003F7D05"/>
    <w:rsid w:val="00402100"/>
    <w:rsid w:val="00406A8C"/>
    <w:rsid w:val="00437889"/>
    <w:rsid w:val="004511AF"/>
    <w:rsid w:val="004901F2"/>
    <w:rsid w:val="00490525"/>
    <w:rsid w:val="00496C6D"/>
    <w:rsid w:val="004A4B09"/>
    <w:rsid w:val="004A5F62"/>
    <w:rsid w:val="004B0ABE"/>
    <w:rsid w:val="004D4795"/>
    <w:rsid w:val="004F72ED"/>
    <w:rsid w:val="0051313D"/>
    <w:rsid w:val="0052426B"/>
    <w:rsid w:val="00531E0D"/>
    <w:rsid w:val="00535253"/>
    <w:rsid w:val="0055463A"/>
    <w:rsid w:val="00556219"/>
    <w:rsid w:val="00561D6B"/>
    <w:rsid w:val="00566AEF"/>
    <w:rsid w:val="00574F8A"/>
    <w:rsid w:val="00580B39"/>
    <w:rsid w:val="005815CA"/>
    <w:rsid w:val="0058291F"/>
    <w:rsid w:val="00584A43"/>
    <w:rsid w:val="005A44AA"/>
    <w:rsid w:val="005B062C"/>
    <w:rsid w:val="005B73FB"/>
    <w:rsid w:val="005B79C3"/>
    <w:rsid w:val="005C1FD5"/>
    <w:rsid w:val="005C5422"/>
    <w:rsid w:val="005C68E1"/>
    <w:rsid w:val="005E4643"/>
    <w:rsid w:val="005E5320"/>
    <w:rsid w:val="005F6686"/>
    <w:rsid w:val="006145A2"/>
    <w:rsid w:val="0061796E"/>
    <w:rsid w:val="00642022"/>
    <w:rsid w:val="00642812"/>
    <w:rsid w:val="00661BC7"/>
    <w:rsid w:val="0068060E"/>
    <w:rsid w:val="00694E3C"/>
    <w:rsid w:val="00695B8C"/>
    <w:rsid w:val="006A0BF0"/>
    <w:rsid w:val="006A2C8A"/>
    <w:rsid w:val="006A3953"/>
    <w:rsid w:val="006A4870"/>
    <w:rsid w:val="006A491E"/>
    <w:rsid w:val="006A7665"/>
    <w:rsid w:val="006C3A0B"/>
    <w:rsid w:val="006D5A7C"/>
    <w:rsid w:val="006E7FE2"/>
    <w:rsid w:val="006F3B2C"/>
    <w:rsid w:val="00703EAA"/>
    <w:rsid w:val="007160EC"/>
    <w:rsid w:val="007253C7"/>
    <w:rsid w:val="00731AFC"/>
    <w:rsid w:val="0073592F"/>
    <w:rsid w:val="00744FAC"/>
    <w:rsid w:val="00745A52"/>
    <w:rsid w:val="007604D7"/>
    <w:rsid w:val="00763D9F"/>
    <w:rsid w:val="0076642E"/>
    <w:rsid w:val="007679F1"/>
    <w:rsid w:val="0078574A"/>
    <w:rsid w:val="007900F6"/>
    <w:rsid w:val="00796262"/>
    <w:rsid w:val="007A1C7A"/>
    <w:rsid w:val="007F1B5C"/>
    <w:rsid w:val="0080538C"/>
    <w:rsid w:val="0081511B"/>
    <w:rsid w:val="00832BA3"/>
    <w:rsid w:val="00852D52"/>
    <w:rsid w:val="00860638"/>
    <w:rsid w:val="00872E2A"/>
    <w:rsid w:val="00885951"/>
    <w:rsid w:val="00894BF5"/>
    <w:rsid w:val="008C3CA7"/>
    <w:rsid w:val="008C5927"/>
    <w:rsid w:val="008D2440"/>
    <w:rsid w:val="008E76C5"/>
    <w:rsid w:val="008F3C40"/>
    <w:rsid w:val="008F5BE2"/>
    <w:rsid w:val="008F653B"/>
    <w:rsid w:val="00900CCA"/>
    <w:rsid w:val="00901E04"/>
    <w:rsid w:val="0090318A"/>
    <w:rsid w:val="00925243"/>
    <w:rsid w:val="00925CED"/>
    <w:rsid w:val="00944D75"/>
    <w:rsid w:val="0096785F"/>
    <w:rsid w:val="0097327F"/>
    <w:rsid w:val="009755CF"/>
    <w:rsid w:val="00984730"/>
    <w:rsid w:val="009849C2"/>
    <w:rsid w:val="0099050E"/>
    <w:rsid w:val="009907B9"/>
    <w:rsid w:val="009974B5"/>
    <w:rsid w:val="009A21F3"/>
    <w:rsid w:val="009B3B20"/>
    <w:rsid w:val="009B71D3"/>
    <w:rsid w:val="009C3C3D"/>
    <w:rsid w:val="009C46E4"/>
    <w:rsid w:val="009C4DDC"/>
    <w:rsid w:val="009C6852"/>
    <w:rsid w:val="009D3BF2"/>
    <w:rsid w:val="009D5FD3"/>
    <w:rsid w:val="009D60A6"/>
    <w:rsid w:val="009D6E48"/>
    <w:rsid w:val="009E5EEC"/>
    <w:rsid w:val="009F7FD3"/>
    <w:rsid w:val="00A0764C"/>
    <w:rsid w:val="00A106E6"/>
    <w:rsid w:val="00A11A4B"/>
    <w:rsid w:val="00A13FD3"/>
    <w:rsid w:val="00A25002"/>
    <w:rsid w:val="00A30CB5"/>
    <w:rsid w:val="00A3642D"/>
    <w:rsid w:val="00A51F34"/>
    <w:rsid w:val="00A52DAF"/>
    <w:rsid w:val="00A93E2B"/>
    <w:rsid w:val="00AA1676"/>
    <w:rsid w:val="00AD0051"/>
    <w:rsid w:val="00AE162A"/>
    <w:rsid w:val="00AE364C"/>
    <w:rsid w:val="00AE584E"/>
    <w:rsid w:val="00AF0B9D"/>
    <w:rsid w:val="00B0177D"/>
    <w:rsid w:val="00B04614"/>
    <w:rsid w:val="00B162C1"/>
    <w:rsid w:val="00B202C4"/>
    <w:rsid w:val="00B20D12"/>
    <w:rsid w:val="00B25386"/>
    <w:rsid w:val="00B269DA"/>
    <w:rsid w:val="00B42BC1"/>
    <w:rsid w:val="00B4324B"/>
    <w:rsid w:val="00B43472"/>
    <w:rsid w:val="00B6439A"/>
    <w:rsid w:val="00B83CFA"/>
    <w:rsid w:val="00B90439"/>
    <w:rsid w:val="00B926B4"/>
    <w:rsid w:val="00B93F93"/>
    <w:rsid w:val="00B94EC3"/>
    <w:rsid w:val="00B975AB"/>
    <w:rsid w:val="00BB16CB"/>
    <w:rsid w:val="00BC53C7"/>
    <w:rsid w:val="00BD61CF"/>
    <w:rsid w:val="00C245A6"/>
    <w:rsid w:val="00C25128"/>
    <w:rsid w:val="00C323EF"/>
    <w:rsid w:val="00C572D2"/>
    <w:rsid w:val="00C6052B"/>
    <w:rsid w:val="00C70A65"/>
    <w:rsid w:val="00C70C61"/>
    <w:rsid w:val="00C714E1"/>
    <w:rsid w:val="00C7195D"/>
    <w:rsid w:val="00C74AE9"/>
    <w:rsid w:val="00C75351"/>
    <w:rsid w:val="00C818E8"/>
    <w:rsid w:val="00C9276F"/>
    <w:rsid w:val="00C93F55"/>
    <w:rsid w:val="00CA62A3"/>
    <w:rsid w:val="00CC3D5D"/>
    <w:rsid w:val="00CC5628"/>
    <w:rsid w:val="00CD0555"/>
    <w:rsid w:val="00CD5F3D"/>
    <w:rsid w:val="00CE0DB2"/>
    <w:rsid w:val="00CE5A6E"/>
    <w:rsid w:val="00D02EB3"/>
    <w:rsid w:val="00D108AC"/>
    <w:rsid w:val="00D149E8"/>
    <w:rsid w:val="00D16E03"/>
    <w:rsid w:val="00D27B1C"/>
    <w:rsid w:val="00D4356C"/>
    <w:rsid w:val="00D60B44"/>
    <w:rsid w:val="00D61643"/>
    <w:rsid w:val="00D622F8"/>
    <w:rsid w:val="00D67AF8"/>
    <w:rsid w:val="00D7294C"/>
    <w:rsid w:val="00D729BA"/>
    <w:rsid w:val="00D8736A"/>
    <w:rsid w:val="00DA13DB"/>
    <w:rsid w:val="00DB3B16"/>
    <w:rsid w:val="00DC6233"/>
    <w:rsid w:val="00DD30BC"/>
    <w:rsid w:val="00DE1B77"/>
    <w:rsid w:val="00DE4F33"/>
    <w:rsid w:val="00DE6103"/>
    <w:rsid w:val="00DE664F"/>
    <w:rsid w:val="00E03B8D"/>
    <w:rsid w:val="00E069E0"/>
    <w:rsid w:val="00E23B8C"/>
    <w:rsid w:val="00E27E26"/>
    <w:rsid w:val="00E308F6"/>
    <w:rsid w:val="00E325FC"/>
    <w:rsid w:val="00E40EEC"/>
    <w:rsid w:val="00E449C0"/>
    <w:rsid w:val="00E45C77"/>
    <w:rsid w:val="00E46501"/>
    <w:rsid w:val="00E805FB"/>
    <w:rsid w:val="00E85F8A"/>
    <w:rsid w:val="00E9198A"/>
    <w:rsid w:val="00E9304A"/>
    <w:rsid w:val="00E945BE"/>
    <w:rsid w:val="00E948FC"/>
    <w:rsid w:val="00E96B74"/>
    <w:rsid w:val="00E96D61"/>
    <w:rsid w:val="00EA096B"/>
    <w:rsid w:val="00EA601F"/>
    <w:rsid w:val="00EB2851"/>
    <w:rsid w:val="00EB5D68"/>
    <w:rsid w:val="00EC3050"/>
    <w:rsid w:val="00ED1CCB"/>
    <w:rsid w:val="00EE0186"/>
    <w:rsid w:val="00EE3BA3"/>
    <w:rsid w:val="00EF22B6"/>
    <w:rsid w:val="00EF40DA"/>
    <w:rsid w:val="00EF4F57"/>
    <w:rsid w:val="00EF57FA"/>
    <w:rsid w:val="00F018BD"/>
    <w:rsid w:val="00F051A8"/>
    <w:rsid w:val="00F05645"/>
    <w:rsid w:val="00F17BEB"/>
    <w:rsid w:val="00F21387"/>
    <w:rsid w:val="00F24DF9"/>
    <w:rsid w:val="00F3467E"/>
    <w:rsid w:val="00F45D2E"/>
    <w:rsid w:val="00F67A47"/>
    <w:rsid w:val="00F708D9"/>
    <w:rsid w:val="00F746E6"/>
    <w:rsid w:val="00F839B8"/>
    <w:rsid w:val="00F85DAF"/>
    <w:rsid w:val="00F9235D"/>
    <w:rsid w:val="00FA09F6"/>
    <w:rsid w:val="00FD44B7"/>
    <w:rsid w:val="00FD6256"/>
    <w:rsid w:val="00FD6631"/>
    <w:rsid w:val="00FE5150"/>
    <w:rsid w:val="00FE7A5D"/>
    <w:rsid w:val="00FF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2A98"/>
  <w15:docId w15:val="{31BC2DE2-E39F-4AED-8203-8D4CEC3B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Reference" w:semiHidden="1"/>
    <w:lsdException w:name="Book Title" w:semiHidden="1"/>
    <w:lsdException w:name="Bibliography" w:semiHidden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D9F"/>
  </w:style>
  <w:style w:type="paragraph" w:styleId="Overskrift1">
    <w:name w:val="heading 1"/>
    <w:basedOn w:val="Normal"/>
    <w:next w:val="Normal"/>
    <w:link w:val="Overskrift1Tegn"/>
    <w:uiPriority w:val="1"/>
    <w:qFormat/>
    <w:rsid w:val="00D16E03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D16E03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D16E03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D16E03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D16E03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D16E03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D16E03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D16E03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D16E03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D16E03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D16E03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D16E03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D16E03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D16E03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D16E03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D16E03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D16E03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D16E03"/>
    <w:pPr>
      <w:numPr>
        <w:numId w:val="19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D16E03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D16E03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D16E03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D16E03"/>
    <w:rPr>
      <w:rFonts w:ascii="Campton Book" w:eastAsiaTheme="majorEastAsia" w:hAnsi="Campton Book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D16E03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D16E03"/>
    <w:rPr>
      <w:rFonts w:ascii="Campton Book" w:eastAsiaTheme="majorEastAsia" w:hAnsi="Campton Book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D16E03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99"/>
    <w:semiHidden/>
    <w:qFormat/>
    <w:rsid w:val="00D16E03"/>
    <w:rPr>
      <w:i/>
      <w:iCs/>
    </w:rPr>
  </w:style>
  <w:style w:type="paragraph" w:styleId="Billedtekst">
    <w:name w:val="caption"/>
    <w:basedOn w:val="Normal"/>
    <w:next w:val="Normal"/>
    <w:uiPriority w:val="4"/>
    <w:rsid w:val="0051313D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D16E03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D16E03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D16E03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D16E03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D16E03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D16E03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D16E03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D16E03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D16E03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D16E03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3B5727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3B5727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3B5727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B5727"/>
    <w:rPr>
      <w:sz w:val="16"/>
    </w:rPr>
  </w:style>
  <w:style w:type="paragraph" w:styleId="Opstilling-punkttegn">
    <w:name w:val="List Bullet"/>
    <w:basedOn w:val="Normal"/>
    <w:uiPriority w:val="2"/>
    <w:qFormat/>
    <w:rsid w:val="00D16E03"/>
    <w:pPr>
      <w:numPr>
        <w:numId w:val="18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16E03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D16E03"/>
    <w:rPr>
      <w:rFonts w:ascii="Campton Book" w:hAnsi="Campton Book"/>
      <w:sz w:val="18"/>
      <w:szCs w:val="19"/>
    </w:rPr>
  </w:style>
  <w:style w:type="paragraph" w:styleId="Slutnotetekst">
    <w:name w:val="endnote text"/>
    <w:basedOn w:val="Normal"/>
    <w:link w:val="SlutnotetekstTegn"/>
    <w:uiPriority w:val="99"/>
    <w:semiHidden/>
    <w:rsid w:val="00D16E03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D16E03"/>
    <w:rPr>
      <w:rFonts w:ascii="Campton Book" w:hAnsi="Campton Book"/>
      <w:sz w:val="18"/>
      <w:szCs w:val="19"/>
    </w:rPr>
  </w:style>
  <w:style w:type="paragraph" w:customStyle="1" w:styleId="Template">
    <w:name w:val="Template"/>
    <w:uiPriority w:val="4"/>
    <w:semiHidden/>
    <w:qFormat/>
    <w:rsid w:val="003B5727"/>
    <w:pPr>
      <w:spacing w:line="220" w:lineRule="atLeast"/>
    </w:pPr>
    <w:rPr>
      <w:sz w:val="16"/>
      <w:szCs w:val="19"/>
    </w:rPr>
  </w:style>
  <w:style w:type="paragraph" w:customStyle="1" w:styleId="TemplateAdresse">
    <w:name w:val="Template Adresse"/>
    <w:basedOn w:val="Template"/>
    <w:uiPriority w:val="4"/>
    <w:semiHidden/>
    <w:qFormat/>
    <w:rsid w:val="00D16E03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16E03"/>
    <w:pPr>
      <w:suppressAutoHyphens/>
    </w:pPr>
    <w:rPr>
      <w:b/>
      <w:color w:val="000000"/>
    </w:rPr>
  </w:style>
  <w:style w:type="paragraph" w:customStyle="1" w:styleId="DokumentOverskrift">
    <w:name w:val="Dokument Overskrift"/>
    <w:basedOn w:val="Normal"/>
    <w:uiPriority w:val="1"/>
    <w:rsid w:val="00DD30BC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D16E03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3B5727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D16E03"/>
  </w:style>
  <w:style w:type="table" w:styleId="Tabel-Gitter">
    <w:name w:val="Table Grid"/>
    <w:basedOn w:val="Tabel-Normal"/>
    <w:uiPriority w:val="59"/>
    <w:rsid w:val="003B5727"/>
    <w:pPr>
      <w:spacing w:line="240" w:lineRule="auto"/>
    </w:pPr>
    <w:rPr>
      <w:szCs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D16E03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D16E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3B5727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D16E03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3B5727"/>
    <w:pPr>
      <w:tabs>
        <w:tab w:val="left" w:pos="7881"/>
      </w:tabs>
      <w:spacing w:line="160" w:lineRule="exact"/>
      <w:ind w:left="567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paragraph" w:customStyle="1" w:styleId="Template-Mail">
    <w:name w:val="Template - Mail"/>
    <w:basedOn w:val="Normal"/>
    <w:uiPriority w:val="4"/>
    <w:semiHidden/>
    <w:rsid w:val="003B5727"/>
    <w:pPr>
      <w:spacing w:line="200" w:lineRule="atLeast"/>
    </w:pPr>
    <w:rPr>
      <w:color w:val="000000"/>
      <w:sz w:val="16"/>
    </w:rPr>
  </w:style>
  <w:style w:type="paragraph" w:customStyle="1" w:styleId="Figur-TabelTitel">
    <w:name w:val="Figur-Tabel Titel"/>
    <w:basedOn w:val="Normal"/>
    <w:next w:val="Normal"/>
    <w:uiPriority w:val="5"/>
    <w:rsid w:val="001176E2"/>
    <w:pPr>
      <w:keepNext/>
      <w:keepLines/>
      <w:spacing w:after="260"/>
    </w:pPr>
    <w:rPr>
      <w:color w:val="000000"/>
      <w:sz w:val="18"/>
    </w:rPr>
  </w:style>
  <w:style w:type="paragraph" w:styleId="Opstilling-punkttegn2">
    <w:name w:val="List Bullet 2"/>
    <w:basedOn w:val="Normal"/>
    <w:uiPriority w:val="2"/>
    <w:qFormat/>
    <w:rsid w:val="00D16E03"/>
    <w:pPr>
      <w:numPr>
        <w:ilvl w:val="1"/>
        <w:numId w:val="18"/>
      </w:numPr>
      <w:contextualSpacing/>
    </w:pPr>
  </w:style>
  <w:style w:type="paragraph" w:styleId="Opstilling-punkttegn3">
    <w:name w:val="List Bullet 3"/>
    <w:basedOn w:val="Normal"/>
    <w:uiPriority w:val="2"/>
    <w:qFormat/>
    <w:rsid w:val="00D16E03"/>
    <w:pPr>
      <w:numPr>
        <w:ilvl w:val="2"/>
        <w:numId w:val="18"/>
      </w:numPr>
      <w:contextualSpacing/>
    </w:pPr>
  </w:style>
  <w:style w:type="paragraph" w:customStyle="1" w:styleId="Modtageradresse">
    <w:name w:val="Modtager adresse"/>
    <w:basedOn w:val="Normal"/>
    <w:uiPriority w:val="5"/>
    <w:rsid w:val="00D16E03"/>
    <w:pPr>
      <w:spacing w:line="240" w:lineRule="atLeast"/>
    </w:pPr>
  </w:style>
  <w:style w:type="table" w:customStyle="1" w:styleId="UFM-Tabel">
    <w:name w:val="UFM - Tabel"/>
    <w:basedOn w:val="Tabel-Normal"/>
    <w:uiPriority w:val="99"/>
    <w:rsid w:val="00D16E03"/>
    <w:pPr>
      <w:spacing w:before="40" w:after="40" w:line="160" w:lineRule="atLeast"/>
    </w:pPr>
    <w:rPr>
      <w:rFonts w:ascii="Campton Book" w:hAnsi="Campton Book"/>
      <w:sz w:val="15"/>
      <w:szCs w:val="19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rFonts w:ascii="Campton Book" w:hAnsi="Campton Book"/>
        <w:b w:val="0"/>
      </w:rPr>
    </w:tblStylePr>
  </w:style>
  <w:style w:type="paragraph" w:customStyle="1" w:styleId="Billede-Tekst">
    <w:name w:val="Billede - Tekst"/>
    <w:basedOn w:val="Normal"/>
    <w:uiPriority w:val="3"/>
    <w:rsid w:val="00A52D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763D9F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763D9F"/>
    <w:pPr>
      <w:spacing w:before="170" w:line="230" w:lineRule="atLeast"/>
      <w:ind w:left="227" w:right="227"/>
    </w:pPr>
    <w:rPr>
      <w:b/>
      <w:bCs/>
      <w:color w:val="46328C" w:themeColor="background2"/>
      <w:sz w:val="15"/>
    </w:rPr>
  </w:style>
  <w:style w:type="character" w:styleId="Hyperlink">
    <w:name w:val="Hyperlink"/>
    <w:basedOn w:val="Standardskrifttypeiafsnit"/>
    <w:uiPriority w:val="99"/>
    <w:unhideWhenUsed/>
    <w:rsid w:val="001B4442"/>
    <w:rPr>
      <w:color w:val="46328C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018B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018BD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018BD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018B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018BD"/>
    <w:rPr>
      <w:b/>
      <w:bCs/>
    </w:rPr>
  </w:style>
  <w:style w:type="character" w:styleId="Ulstomtale">
    <w:name w:val="Unresolved Mention"/>
    <w:basedOn w:val="Standardskrifttypeiafsnit"/>
    <w:uiPriority w:val="99"/>
    <w:semiHidden/>
    <w:unhideWhenUsed/>
    <w:rsid w:val="00B16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oeringsportalen.dk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ils@ufm.dk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ufs-hoering@ufm.d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120466\AppData\Local\cBrain\F2\.tmp\909537a375fe406caa0a8bdaa6d187e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1F93177DD164D6AA440231FD07096E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91286EC-5F8F-497D-A549-6EF43D8DD007}"/>
      </w:docPartPr>
      <w:docPartBody>
        <w:p w:rsidR="00A142D0" w:rsidRDefault="00A871A8">
          <w:pPr>
            <w:pStyle w:val="81F93177DD164D6AA440231FD07096E5"/>
          </w:pPr>
          <w:r w:rsidRPr="00A53A0C">
            <w:rPr>
              <w:rStyle w:val="Pladsholdertekst"/>
            </w:rPr>
            <w:t>3. september 2013</w:t>
          </w:r>
        </w:p>
      </w:docPartBody>
    </w:docPart>
    <w:docPart>
      <w:docPartPr>
        <w:name w:val="FE16FE46C01C4652B349BCDF6794E06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0B0CB09-C816-4F70-9053-79B5C77E715B}"/>
      </w:docPartPr>
      <w:docPartBody>
        <w:p w:rsidR="00A142D0" w:rsidRDefault="00A871A8">
          <w:pPr>
            <w:pStyle w:val="FE16FE46C01C4652B349BCDF6794E06E"/>
          </w:pPr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EB220EE8F9B349EF90AB999E0C776C3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4484484-1323-4240-B040-B0A9ED1AD8B8}"/>
      </w:docPartPr>
      <w:docPartBody>
        <w:p w:rsidR="00A142D0" w:rsidRDefault="00DB53F6" w:rsidP="00DB53F6">
          <w:pPr>
            <w:pStyle w:val="EB220EE8F9B349EF90AB999E0C776C3B"/>
          </w:pPr>
          <w:r w:rsidRPr="00737E74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F6"/>
    <w:rsid w:val="0003560F"/>
    <w:rsid w:val="00061479"/>
    <w:rsid w:val="00215CE7"/>
    <w:rsid w:val="002E0C83"/>
    <w:rsid w:val="002E7504"/>
    <w:rsid w:val="00312992"/>
    <w:rsid w:val="00495B4B"/>
    <w:rsid w:val="005319B5"/>
    <w:rsid w:val="006F777B"/>
    <w:rsid w:val="007C75B5"/>
    <w:rsid w:val="00946F0F"/>
    <w:rsid w:val="00A142D0"/>
    <w:rsid w:val="00A871A8"/>
    <w:rsid w:val="00C836A9"/>
    <w:rsid w:val="00DB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DB53F6"/>
    <w:rPr>
      <w:color w:val="808080"/>
    </w:rPr>
  </w:style>
  <w:style w:type="paragraph" w:customStyle="1" w:styleId="423C811A51794A428298A553B4E91848">
    <w:name w:val="423C811A51794A428298A553B4E91848"/>
  </w:style>
  <w:style w:type="paragraph" w:customStyle="1" w:styleId="EB0FE4F7772A434094DBEE9E5528886D">
    <w:name w:val="EB0FE4F7772A434094DBEE9E5528886D"/>
  </w:style>
  <w:style w:type="paragraph" w:customStyle="1" w:styleId="80E847CAD1854393B751F946C9B1A488">
    <w:name w:val="80E847CAD1854393B751F946C9B1A488"/>
  </w:style>
  <w:style w:type="paragraph" w:customStyle="1" w:styleId="CC0246EAC8C44D5B96C1531A41C46C35">
    <w:name w:val="CC0246EAC8C44D5B96C1531A41C46C35"/>
  </w:style>
  <w:style w:type="paragraph" w:customStyle="1" w:styleId="58F61708C0A340868DDAD714F1936CDE">
    <w:name w:val="58F61708C0A340868DDAD714F1936CDE"/>
  </w:style>
  <w:style w:type="paragraph" w:customStyle="1" w:styleId="81F93177DD164D6AA440231FD07096E5">
    <w:name w:val="81F93177DD164D6AA440231FD07096E5"/>
  </w:style>
  <w:style w:type="paragraph" w:customStyle="1" w:styleId="FE16FE46C01C4652B349BCDF6794E06E">
    <w:name w:val="FE16FE46C01C4652B349BCDF6794E06E"/>
  </w:style>
  <w:style w:type="paragraph" w:customStyle="1" w:styleId="EB220EE8F9B349EF90AB999E0C776C3B">
    <w:name w:val="EB220EE8F9B349EF90AB999E0C776C3B"/>
    <w:rsid w:val="00DB53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825191</gbs:DocumentNumber>
  <gbs:DocumentDate gbs:loadFromGrowBusiness="OnProduce" gbs:saveInGrowBusiness="False" gbs:connected="true" gbs:recno="" gbs:entity="" gbs:datatype="date" gbs:key="265971304" gbs:removeContentControl="0">4. april 2025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D34C230B-6962-4842-BB12-285F6C857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909537a375fe406caa0a8bdaa6d187e2.dotx</Template>
  <TotalTime>0</TotalTime>
  <Pages>1</Pages>
  <Words>540</Words>
  <Characters>3397</Characters>
  <Application>Microsoft Office Word</Application>
  <DocSecurity>0</DocSecurity>
  <Lines>87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 Holm</dc:creator>
  <cp:lastModifiedBy>Rikke Lise Simested</cp:lastModifiedBy>
  <cp:revision>3</cp:revision>
  <cp:lastPrinted>2025-04-04T11:31:00Z</cp:lastPrinted>
  <dcterms:created xsi:type="dcterms:W3CDTF">2025-04-04T11:31:00Z</dcterms:created>
  <dcterms:modified xsi:type="dcterms:W3CDTF">2025-04-04T11:31:00Z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ShowKaere">
    <vt:lpwstr>True</vt:lpwstr>
  </property>
  <property fmtid="{D5CDD505-2E9C-101B-9397-08002B2CF9AE}" pid="6" name="SD_BrandingGraphicBehavior">
    <vt:lpwstr>Standard</vt:lpwstr>
  </property>
  <property fmtid="{D5CDD505-2E9C-101B-9397-08002B2CF9AE}" pid="7" name="Engine">
    <vt:lpwstr>SkabelonEngine</vt:lpwstr>
  </property>
  <property fmtid="{D5CDD505-2E9C-101B-9397-08002B2CF9AE}" pid="8" name="SD_Standard">
    <vt:lpwstr>True</vt:lpwstr>
  </property>
  <property fmtid="{D5CDD505-2E9C-101B-9397-08002B2CF9AE}" pid="9" name="ContentRemapped">
    <vt:lpwstr>true</vt:lpwstr>
  </property>
  <property fmtid="{D5CDD505-2E9C-101B-9397-08002B2CF9AE}" pid="10" name="SD_DocumentLanguage">
    <vt:lpwstr>da-DK</vt:lpwstr>
  </property>
  <property fmtid="{D5CDD505-2E9C-101B-9397-08002B2CF9AE}" pid="11" name="sdDocumentDate">
    <vt:lpwstr>45720</vt:lpwstr>
  </property>
  <property fmtid="{D5CDD505-2E9C-101B-9397-08002B2CF9AE}" pid="12" name="sdDocumentDateFormat">
    <vt:lpwstr>da-DK:d. MMMM 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Emma intern</vt:lpwstr>
  </property>
  <property fmtid="{D5CDD505-2E9C-101B-9397-08002B2CF9AE}" pid="15" name="SD_CtlText_General_AfsenderRaad">
    <vt:lpwstr/>
  </property>
  <property fmtid="{D5CDD505-2E9C-101B-9397-08002B2CF9AE}" pid="16" name="SD_ADuser">
    <vt:lpwstr/>
  </property>
  <property fmtid="{D5CDD505-2E9C-101B-9397-08002B2CF9AE}" pid="17" name="SD_CtlText_General_AndenSagsbehandler">
    <vt:lpwstr/>
  </property>
  <property fmtid="{D5CDD505-2E9C-101B-9397-08002B2CF9AE}" pid="18" name="SD_CtlText_General_Web">
    <vt:lpwstr/>
  </property>
  <property fmtid="{D5CDD505-2E9C-101B-9397-08002B2CF9AE}" pid="19" name="SD_OFF_SD_OFF_ID">
    <vt:lpwstr>1</vt:lpwstr>
  </property>
  <property fmtid="{D5CDD505-2E9C-101B-9397-08002B2CF9AE}" pid="20" name="SD_OFF_SD_OFF_Type">
    <vt:lpwstr>(ingen)</vt:lpwstr>
  </property>
  <property fmtid="{D5CDD505-2E9C-101B-9397-08002B2CF9AE}" pid="21" name="SD_OFF_SD_OFF_EkstraTekstHeader">
    <vt:lpwstr/>
  </property>
  <property fmtid="{D5CDD505-2E9C-101B-9397-08002B2CF9AE}" pid="22" name="SD_OFF_SD_OFF_EkstraTekstText">
    <vt:lpwstr/>
  </property>
  <property fmtid="{D5CDD505-2E9C-101B-9397-08002B2CF9AE}" pid="23" name="SD_OFF_SD_OFF_EkstraTekstHeader_EN">
    <vt:lpwstr/>
  </property>
  <property fmtid="{D5CDD505-2E9C-101B-9397-08002B2CF9AE}" pid="24" name="SD_OFF_SD_OFF_EkstraTekstText_EN">
    <vt:lpwstr/>
  </property>
  <property fmtid="{D5CDD505-2E9C-101B-9397-08002B2CF9AE}" pid="25" name="SD_CtlText_General_EkstraTekst">
    <vt:lpwstr/>
  </property>
  <property fmtid="{D5CDD505-2E9C-101B-9397-08002B2CF9AE}" pid="26" name="SD_CtlText_General_DeresRef">
    <vt:lpwstr/>
  </property>
  <property fmtid="{D5CDD505-2E9C-101B-9397-08002B2CF9AE}" pid="27" name="SD_CtlText_General_DeresCVR">
    <vt:lpwstr/>
  </property>
  <property fmtid="{D5CDD505-2E9C-101B-9397-08002B2CF9AE}" pid="28" name="SD_CtlText_General_CPRnr">
    <vt:lpwstr/>
  </property>
  <property fmtid="{D5CDD505-2E9C-101B-9397-08002B2CF9AE}" pid="29" name="SD_CtlText_General_KopiTil">
    <vt:lpwstr/>
  </property>
  <property fmtid="{D5CDD505-2E9C-101B-9397-08002B2CF9AE}" pid="30" name="SD_CtlText_General_ManuelTopTekst">
    <vt:lpwstr/>
  </property>
  <property fmtid="{D5CDD505-2E9C-101B-9397-08002B2CF9AE}" pid="31" name="SD_CtlText_General_SignatureCheck">
    <vt:lpwstr>False</vt:lpwstr>
  </property>
  <property fmtid="{D5CDD505-2E9C-101B-9397-08002B2CF9AE}" pid="32" name="SD_UserprofileName">
    <vt:lpwstr>Emma intern</vt:lpwstr>
  </property>
  <property fmtid="{D5CDD505-2E9C-101B-9397-08002B2CF9AE}" pid="33" name="SD_Office_SD_OFF_ID">
    <vt:lpwstr>100</vt:lpwstr>
  </property>
  <property fmtid="{D5CDD505-2E9C-101B-9397-08002B2CF9AE}" pid="34" name="CurrentOfficeID">
    <vt:lpwstr>100</vt:lpwstr>
  </property>
  <property fmtid="{D5CDD505-2E9C-101B-9397-08002B2CF9AE}" pid="35" name="SD_Office_SD_OFF_Display">
    <vt:lpwstr>UFS - Uddannelses- og Forskningsstyrelsen</vt:lpwstr>
  </property>
  <property fmtid="{D5CDD505-2E9C-101B-9397-08002B2CF9AE}" pid="36" name="SD_Office_SD_OFF_Myndighed">
    <vt:lpwstr>Uddannelses- og Forskningsstyrelsen</vt:lpwstr>
  </property>
  <property fmtid="{D5CDD505-2E9C-101B-9397-08002B2CF9AE}" pid="37" name="SD_Office_SD_OFF_Myndighed_EN">
    <vt:lpwstr>Danish Agency for Higher Education and Science</vt:lpwstr>
  </property>
  <property fmtid="{D5CDD505-2E9C-101B-9397-08002B2CF9AE}" pid="38" name="SD_Office_SD_OFF_Undermyndighed">
    <vt:lpwstr/>
  </property>
  <property fmtid="{D5CDD505-2E9C-101B-9397-08002B2CF9AE}" pid="39" name="SD_Office_SD_OFF_Undermyndighed_EN">
    <vt:lpwstr/>
  </property>
  <property fmtid="{D5CDD505-2E9C-101B-9397-08002B2CF9AE}" pid="40" name="SD_Office_SD_OFF_Address">
    <vt:lpwstr>Haraldsgade 53*2100 København Ø</vt:lpwstr>
  </property>
  <property fmtid="{D5CDD505-2E9C-101B-9397-08002B2CF9AE}" pid="41" name="SD_Office_SD_OFF_Address_EN">
    <vt:lpwstr>Haraldsgade 53*2100 Copenhagen Ø*Denmark</vt:lpwstr>
  </property>
  <property fmtid="{D5CDD505-2E9C-101B-9397-08002B2CF9AE}" pid="42" name="SD_Office_SD_OFF_Phone">
    <vt:lpwstr>7231 7800</vt:lpwstr>
  </property>
  <property fmtid="{D5CDD505-2E9C-101B-9397-08002B2CF9AE}" pid="43" name="SD_Office_SD_OFF_Fax">
    <vt:lpwstr/>
  </property>
  <property fmtid="{D5CDD505-2E9C-101B-9397-08002B2CF9AE}" pid="44" name="SD_Office_SD_OFF_Phone_EN">
    <vt:lpwstr>+45 7231 7800</vt:lpwstr>
  </property>
  <property fmtid="{D5CDD505-2E9C-101B-9397-08002B2CF9AE}" pid="45" name="SD_Office_SD_OFF_Fax_EN">
    <vt:lpwstr/>
  </property>
  <property fmtid="{D5CDD505-2E9C-101B-9397-08002B2CF9AE}" pid="46" name="SD_Office_SD_OFF_Email">
    <vt:lpwstr>ufs@ufm.dk</vt:lpwstr>
  </property>
  <property fmtid="{D5CDD505-2E9C-101B-9397-08002B2CF9AE}" pid="47" name="SD_Office_SD_OFF_Web">
    <vt:lpwstr>www.ufm.dk</vt:lpwstr>
  </property>
  <property fmtid="{D5CDD505-2E9C-101B-9397-08002B2CF9AE}" pid="48" name="SD_Office_SD_OFF_Web_EN">
    <vt:lpwstr>www.ufm.dk/en</vt:lpwstr>
  </property>
  <property fmtid="{D5CDD505-2E9C-101B-9397-08002B2CF9AE}" pid="49" name="SD_Office_SD_OFF_CVR">
    <vt:lpwstr>3404 2012</vt:lpwstr>
  </property>
  <property fmtid="{D5CDD505-2E9C-101B-9397-08002B2CF9AE}" pid="50" name="SD_Office_SD_OFF_ArtworkDefinition">
    <vt:lpwstr>Logo</vt:lpwstr>
  </property>
  <property fmtid="{D5CDD505-2E9C-101B-9397-08002B2CF9AE}" pid="51" name="SD_Office_SD_OFF_LogoName">
    <vt:lpwstr>UFS</vt:lpwstr>
  </property>
  <property fmtid="{D5CDD505-2E9C-101B-9397-08002B2CF9AE}" pid="52" name="SD_Office_SD_OFF_PublicationLogoName">
    <vt:lpwstr>UFS</vt:lpwstr>
  </property>
  <property fmtid="{D5CDD505-2E9C-101B-9397-08002B2CF9AE}" pid="53" name="LastCompletedArtworkDefinition">
    <vt:lpwstr>Logo</vt:lpwstr>
  </property>
  <property fmtid="{D5CDD505-2E9C-101B-9397-08002B2CF9AE}" pid="54" name="SD_USR_Kontornavn">
    <vt:lpwstr>Jura og Institutionspersonale</vt:lpwstr>
  </property>
  <property fmtid="{D5CDD505-2E9C-101B-9397-08002B2CF9AE}" pid="55" name="SD_USR_Name">
    <vt:lpwstr>Emma Holm</vt:lpwstr>
  </property>
  <property fmtid="{D5CDD505-2E9C-101B-9397-08002B2CF9AE}" pid="56" name="SD_USR_Title">
    <vt:lpwstr>Specialkonsulent</vt:lpwstr>
  </property>
  <property fmtid="{D5CDD505-2E9C-101B-9397-08002B2CF9AE}" pid="57" name="SD_USR_DirectPhone">
    <vt:lpwstr>+45 72 31 78 04</vt:lpwstr>
  </property>
  <property fmtid="{D5CDD505-2E9C-101B-9397-08002B2CF9AE}" pid="58" name="SD_USR_Mobile">
    <vt:lpwstr>+45 72 31 78 04</vt:lpwstr>
  </property>
  <property fmtid="{D5CDD505-2E9C-101B-9397-08002B2CF9AE}" pid="59" name="SD_USR_Email">
    <vt:lpwstr>emho@ufm.dk</vt:lpwstr>
  </property>
  <property fmtid="{D5CDD505-2E9C-101B-9397-08002B2CF9AE}" pid="60" name="DocumentInfoFinished">
    <vt:lpwstr>True</vt:lpwstr>
  </property>
</Properties>
</file>