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2087B" w14:textId="3EABFF1C" w:rsidR="00632F53" w:rsidRPr="001A1E19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 w:val="22"/>
          <w:szCs w:val="22"/>
        </w:rPr>
      </w:pPr>
      <w:bookmarkStart w:id="0" w:name="Hjemstavn"/>
      <w:bookmarkEnd w:id="0"/>
      <w:r w:rsidRPr="00173707">
        <w:rPr>
          <w:rFonts w:cs="Segoe UI"/>
          <w:b/>
          <w:bCs/>
          <w:color w:val="000000"/>
          <w:sz w:val="22"/>
          <w:szCs w:val="22"/>
        </w:rPr>
        <w:t>Høringsliste</w:t>
      </w:r>
      <w:r w:rsidR="00173707" w:rsidRPr="00173707">
        <w:rPr>
          <w:rFonts w:cs="Segoe UI"/>
          <w:b/>
          <w:bCs/>
          <w:color w:val="000000"/>
          <w:sz w:val="22"/>
          <w:szCs w:val="22"/>
        </w:rPr>
        <w:t xml:space="preserve"> m. mailadresser</w:t>
      </w:r>
      <w:r w:rsidRPr="00173707">
        <w:rPr>
          <w:rFonts w:cs="Segoe UI"/>
          <w:b/>
          <w:bCs/>
          <w:color w:val="000000"/>
          <w:sz w:val="22"/>
          <w:szCs w:val="22"/>
        </w:rPr>
        <w:t xml:space="preserve"> i forbindelse med Banedanmarks høring af Bekendtgørelse om </w:t>
      </w:r>
      <w:r w:rsidR="00495E54" w:rsidRPr="00173707">
        <w:rPr>
          <w:rFonts w:cs="Segoe UI"/>
          <w:b/>
          <w:bCs/>
          <w:color w:val="000000"/>
          <w:sz w:val="22"/>
          <w:szCs w:val="22"/>
        </w:rPr>
        <w:t xml:space="preserve">gebyrer for </w:t>
      </w:r>
      <w:r w:rsidR="00495E54" w:rsidRPr="001A1E19">
        <w:rPr>
          <w:rFonts w:cs="Segoe UI"/>
          <w:b/>
          <w:bCs/>
          <w:color w:val="auto"/>
          <w:sz w:val="22"/>
          <w:szCs w:val="22"/>
        </w:rPr>
        <w:t>Banedanmarks beredskabsydelser, kurser og uddannelse samt 3. partsprojekter</w:t>
      </w:r>
      <w:r w:rsidR="000957C4" w:rsidRPr="001A1E19">
        <w:rPr>
          <w:rFonts w:cs="Segoe UI"/>
          <w:b/>
          <w:bCs/>
          <w:color w:val="auto"/>
          <w:sz w:val="22"/>
          <w:szCs w:val="22"/>
        </w:rPr>
        <w:t>.</w:t>
      </w:r>
    </w:p>
    <w:p w14:paraId="3183E3EA" w14:textId="77777777" w:rsidR="00DF08A0" w:rsidRPr="001A1E19" w:rsidRDefault="00DF08A0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Cs w:val="20"/>
        </w:rPr>
      </w:pPr>
    </w:p>
    <w:tbl>
      <w:tblPr>
        <w:tblStyle w:val="Tabel-Gitter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1A1E19" w:rsidRPr="001A1E19" w14:paraId="68146A6E" w14:textId="77777777" w:rsidTr="003E163F">
        <w:tc>
          <w:tcPr>
            <w:tcW w:w="4678" w:type="dxa"/>
          </w:tcPr>
          <w:p w14:paraId="2D0A2B6C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Transportministeriet </w:t>
            </w:r>
          </w:p>
        </w:tc>
        <w:tc>
          <w:tcPr>
            <w:tcW w:w="5103" w:type="dxa"/>
          </w:tcPr>
          <w:p w14:paraId="7A30927E" w14:textId="5F043EAF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trm@trm.dk</w:t>
            </w:r>
          </w:p>
        </w:tc>
      </w:tr>
      <w:tr w:rsidR="001A1E19" w:rsidRPr="001A1E19" w14:paraId="2EEE443A" w14:textId="77777777" w:rsidTr="003E163F">
        <w:tc>
          <w:tcPr>
            <w:tcW w:w="4678" w:type="dxa"/>
          </w:tcPr>
          <w:p w14:paraId="7243E150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Trafikstyrelsen</w:t>
            </w:r>
          </w:p>
        </w:tc>
        <w:tc>
          <w:tcPr>
            <w:tcW w:w="5103" w:type="dxa"/>
          </w:tcPr>
          <w:p w14:paraId="3127B4B9" w14:textId="5FE3A80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info@trafikstyrelsen.dk</w:t>
              </w:r>
            </w:hyperlink>
          </w:p>
        </w:tc>
      </w:tr>
      <w:tr w:rsidR="001A1E19" w:rsidRPr="001A1E19" w14:paraId="69C6305C" w14:textId="77777777" w:rsidTr="003E163F">
        <w:tc>
          <w:tcPr>
            <w:tcW w:w="4678" w:type="dxa"/>
          </w:tcPr>
          <w:p w14:paraId="05BC39D1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bookmarkStart w:id="1" w:name="_Hlk123635624"/>
            <w:r w:rsidRPr="001A1E19">
              <w:rPr>
                <w:rFonts w:cs="Segoe UI"/>
                <w:color w:val="auto"/>
                <w:szCs w:val="20"/>
              </w:rPr>
              <w:t xml:space="preserve">DSB </w:t>
            </w:r>
          </w:p>
        </w:tc>
        <w:tc>
          <w:tcPr>
            <w:tcW w:w="5103" w:type="dxa"/>
          </w:tcPr>
          <w:p w14:paraId="2102CB1D" w14:textId="3BB245E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dsbpost@dsb.dk</w:t>
              </w:r>
            </w:hyperlink>
          </w:p>
        </w:tc>
      </w:tr>
      <w:tr w:rsidR="001A1E19" w:rsidRPr="001A1E19" w14:paraId="7D952B0D" w14:textId="77777777" w:rsidTr="003E163F">
        <w:tc>
          <w:tcPr>
            <w:tcW w:w="4678" w:type="dxa"/>
          </w:tcPr>
          <w:p w14:paraId="733A34D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ARRIVA Tog A/S </w:t>
            </w:r>
          </w:p>
        </w:tc>
        <w:tc>
          <w:tcPr>
            <w:tcW w:w="5103" w:type="dxa"/>
          </w:tcPr>
          <w:p w14:paraId="1B09A014" w14:textId="4130773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info@arriva.dk</w:t>
              </w:r>
            </w:hyperlink>
          </w:p>
        </w:tc>
      </w:tr>
      <w:tr w:rsidR="001A1E19" w:rsidRPr="001A1E19" w14:paraId="422328D1" w14:textId="77777777" w:rsidTr="003E163F">
        <w:tc>
          <w:tcPr>
            <w:tcW w:w="4678" w:type="dxa"/>
          </w:tcPr>
          <w:p w14:paraId="5EA17AD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Midtjyske Jernbaner Drift A/S </w:t>
            </w:r>
          </w:p>
        </w:tc>
        <w:tc>
          <w:tcPr>
            <w:tcW w:w="5103" w:type="dxa"/>
          </w:tcPr>
          <w:p w14:paraId="73F2AAAD" w14:textId="7B5AAA68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mjba@mjba.dk</w:t>
              </w:r>
            </w:hyperlink>
          </w:p>
        </w:tc>
      </w:tr>
      <w:tr w:rsidR="001A1E19" w:rsidRPr="001A1E19" w14:paraId="1E33AB6D" w14:textId="77777777" w:rsidTr="003E163F">
        <w:tc>
          <w:tcPr>
            <w:tcW w:w="4678" w:type="dxa"/>
          </w:tcPr>
          <w:p w14:paraId="59E1BE7A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Lokaltog A/S </w:t>
            </w:r>
          </w:p>
        </w:tc>
        <w:tc>
          <w:tcPr>
            <w:tcW w:w="5103" w:type="dxa"/>
          </w:tcPr>
          <w:p w14:paraId="44554562" w14:textId="60485CC7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post@lokaltog.dk</w:t>
              </w:r>
            </w:hyperlink>
          </w:p>
        </w:tc>
      </w:tr>
      <w:tr w:rsidR="001A1E19" w:rsidRPr="001A1E19" w14:paraId="13AF007E" w14:textId="77777777" w:rsidTr="003E163F">
        <w:tc>
          <w:tcPr>
            <w:tcW w:w="4678" w:type="dxa"/>
          </w:tcPr>
          <w:p w14:paraId="3F443B7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Nordjyske Jernbaner A/S </w:t>
            </w:r>
          </w:p>
        </w:tc>
        <w:tc>
          <w:tcPr>
            <w:tcW w:w="5103" w:type="dxa"/>
          </w:tcPr>
          <w:p w14:paraId="37AAB114" w14:textId="531C280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nj@nj.dk</w:t>
              </w:r>
            </w:hyperlink>
          </w:p>
        </w:tc>
      </w:tr>
      <w:tr w:rsidR="001A1E19" w:rsidRPr="001A1E19" w14:paraId="1841470D" w14:textId="77777777" w:rsidTr="003E163F">
        <w:tc>
          <w:tcPr>
            <w:tcW w:w="4678" w:type="dxa"/>
          </w:tcPr>
          <w:p w14:paraId="3BB28FC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DB Schencker Cargo Rail Scandinavia A/S </w:t>
            </w:r>
          </w:p>
        </w:tc>
        <w:tc>
          <w:tcPr>
            <w:tcW w:w="5103" w:type="dxa"/>
          </w:tcPr>
          <w:p w14:paraId="4C42B35D" w14:textId="7A38069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3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rail.dk@deutschebahn.com</w:t>
              </w:r>
            </w:hyperlink>
          </w:p>
        </w:tc>
      </w:tr>
      <w:tr w:rsidR="001A1E19" w:rsidRPr="001A1E19" w14:paraId="542CDC45" w14:textId="77777777" w:rsidTr="003E163F">
        <w:tc>
          <w:tcPr>
            <w:tcW w:w="4678" w:type="dxa"/>
          </w:tcPr>
          <w:p w14:paraId="1B4F7E0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Hector Rail AB </w:t>
            </w:r>
          </w:p>
        </w:tc>
        <w:tc>
          <w:tcPr>
            <w:tcW w:w="5103" w:type="dxa"/>
          </w:tcPr>
          <w:p w14:paraId="53A20D15" w14:textId="52624A64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info@hectorrail.com</w:t>
              </w:r>
            </w:hyperlink>
          </w:p>
        </w:tc>
      </w:tr>
      <w:tr w:rsidR="001A1E19" w:rsidRPr="001A1E19" w14:paraId="035BB572" w14:textId="77777777" w:rsidTr="003E163F">
        <w:trPr>
          <w:trHeight w:val="337"/>
        </w:trPr>
        <w:tc>
          <w:tcPr>
            <w:tcW w:w="4678" w:type="dxa"/>
          </w:tcPr>
          <w:p w14:paraId="580B1A6F" w14:textId="417D3A76" w:rsidR="003225FA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SJ AB </w:t>
            </w:r>
          </w:p>
        </w:tc>
        <w:tc>
          <w:tcPr>
            <w:tcW w:w="5103" w:type="dxa"/>
          </w:tcPr>
          <w:p w14:paraId="3D01E639" w14:textId="55378DA5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kundeservice@sj.se</w:t>
              </w:r>
            </w:hyperlink>
          </w:p>
        </w:tc>
      </w:tr>
      <w:tr w:rsidR="001A1E19" w:rsidRPr="001A1E19" w14:paraId="6FC2B9D8" w14:textId="77777777" w:rsidTr="003E163F">
        <w:tc>
          <w:tcPr>
            <w:tcW w:w="4678" w:type="dxa"/>
          </w:tcPr>
          <w:p w14:paraId="704C7CED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CFL Cargo Danmark </w:t>
            </w:r>
          </w:p>
        </w:tc>
        <w:tc>
          <w:tcPr>
            <w:tcW w:w="5103" w:type="dxa"/>
          </w:tcPr>
          <w:p w14:paraId="416177E0" w14:textId="0A6EEA8F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6" w:history="1"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szCs w:val="20"/>
                  <w:u w:val="none"/>
                </w:rPr>
                <w:t>sekretariatet@</w:t>
              </w:r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szCs w:val="20"/>
                  <w:u w:val="none"/>
                  <w:shd w:val="clear" w:color="auto" w:fill="FFFFFF"/>
                </w:rPr>
                <w:t>cfl-cargo.dk</w:t>
              </w:r>
            </w:hyperlink>
          </w:p>
        </w:tc>
      </w:tr>
      <w:tr w:rsidR="001A1E19" w:rsidRPr="001A1E19" w14:paraId="21D9AA36" w14:textId="77777777" w:rsidTr="003E163F">
        <w:tc>
          <w:tcPr>
            <w:tcW w:w="4678" w:type="dxa"/>
          </w:tcPr>
          <w:p w14:paraId="1C607CE5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1E19">
              <w:rPr>
                <w:rFonts w:asciiTheme="minorHAnsi" w:hAnsiTheme="minorHAnsi" w:cstheme="minorHAnsi"/>
                <w:color w:val="auto"/>
                <w:szCs w:val="20"/>
              </w:rPr>
              <w:t xml:space="preserve">TX Logistik </w:t>
            </w:r>
          </w:p>
        </w:tc>
        <w:tc>
          <w:tcPr>
            <w:tcW w:w="5103" w:type="dxa"/>
          </w:tcPr>
          <w:p w14:paraId="3CA4268C" w14:textId="5C291689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hyperlink r:id="rId17" w:history="1"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u w:val="none"/>
                  <w:shd w:val="clear" w:color="auto" w:fill="FFFFFF"/>
                </w:rPr>
                <w:t>info@txlogistik.eu</w:t>
              </w:r>
            </w:hyperlink>
          </w:p>
        </w:tc>
      </w:tr>
      <w:tr w:rsidR="001A1E19" w:rsidRPr="001A1E19" w14:paraId="6AB5310D" w14:textId="77777777" w:rsidTr="003E163F">
        <w:tc>
          <w:tcPr>
            <w:tcW w:w="4678" w:type="dxa"/>
          </w:tcPr>
          <w:p w14:paraId="3663A22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Sund &amp; Bælt Holding A/S </w:t>
            </w:r>
          </w:p>
        </w:tc>
        <w:tc>
          <w:tcPr>
            <w:tcW w:w="5103" w:type="dxa"/>
          </w:tcPr>
          <w:p w14:paraId="27506D70" w14:textId="2F52748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info@sbf.dk</w:t>
              </w:r>
            </w:hyperlink>
          </w:p>
        </w:tc>
      </w:tr>
      <w:tr w:rsidR="001A1E19" w:rsidRPr="001A1E19" w14:paraId="206A156D" w14:textId="77777777" w:rsidTr="003E163F">
        <w:tc>
          <w:tcPr>
            <w:tcW w:w="4678" w:type="dxa"/>
          </w:tcPr>
          <w:p w14:paraId="4427B4E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Øresundsbro Konsortiet </w:t>
            </w:r>
          </w:p>
        </w:tc>
        <w:tc>
          <w:tcPr>
            <w:tcW w:w="5103" w:type="dxa"/>
          </w:tcPr>
          <w:p w14:paraId="42542BC8" w14:textId="094CB14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info@oresundbron.com</w:t>
              </w:r>
            </w:hyperlink>
          </w:p>
        </w:tc>
      </w:tr>
      <w:tr w:rsidR="001A1E19" w:rsidRPr="001A1E19" w14:paraId="06ECC328" w14:textId="77777777" w:rsidTr="003E163F">
        <w:tc>
          <w:tcPr>
            <w:tcW w:w="4678" w:type="dxa"/>
          </w:tcPr>
          <w:p w14:paraId="20C4AEF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DB Netz </w:t>
            </w:r>
          </w:p>
        </w:tc>
        <w:tc>
          <w:tcPr>
            <w:tcW w:w="5103" w:type="dxa"/>
          </w:tcPr>
          <w:p w14:paraId="3478442B" w14:textId="2F45157E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dbnetz@deutschebahn.com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E08E61D" w14:textId="77777777" w:rsidTr="003E163F">
        <w:tc>
          <w:tcPr>
            <w:tcW w:w="4678" w:type="dxa"/>
          </w:tcPr>
          <w:p w14:paraId="44077C3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Bane NOR </w:t>
            </w:r>
          </w:p>
        </w:tc>
        <w:tc>
          <w:tcPr>
            <w:tcW w:w="5103" w:type="dxa"/>
          </w:tcPr>
          <w:p w14:paraId="6E345983" w14:textId="736B2D5E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postmottak@banenor.no</w:t>
              </w:r>
            </w:hyperlink>
          </w:p>
        </w:tc>
      </w:tr>
      <w:tr w:rsidR="001A1E19" w:rsidRPr="001A1E19" w14:paraId="7E9F3575" w14:textId="77777777" w:rsidTr="003E163F">
        <w:tc>
          <w:tcPr>
            <w:tcW w:w="4678" w:type="dxa"/>
          </w:tcPr>
          <w:p w14:paraId="1670DAFA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Contec Rail </w:t>
            </w:r>
          </w:p>
        </w:tc>
        <w:tc>
          <w:tcPr>
            <w:tcW w:w="5103" w:type="dxa"/>
          </w:tcPr>
          <w:p w14:paraId="028D66A4" w14:textId="217D960C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info@contecrail.dk</w:t>
              </w:r>
            </w:hyperlink>
          </w:p>
        </w:tc>
      </w:tr>
      <w:tr w:rsidR="001A1E19" w:rsidRPr="001A1E19" w14:paraId="0C510764" w14:textId="77777777" w:rsidTr="003E163F">
        <w:tc>
          <w:tcPr>
            <w:tcW w:w="4678" w:type="dxa"/>
          </w:tcPr>
          <w:p w14:paraId="3CD2BC0F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Green Cargo AB</w:t>
            </w:r>
          </w:p>
        </w:tc>
        <w:tc>
          <w:tcPr>
            <w:tcW w:w="5103" w:type="dxa"/>
          </w:tcPr>
          <w:p w14:paraId="7B857206" w14:textId="69F2015B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3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info@greencargo.com</w:t>
              </w:r>
            </w:hyperlink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</w:t>
            </w:r>
          </w:p>
        </w:tc>
      </w:tr>
      <w:tr w:rsidR="001A1E19" w:rsidRPr="001A1E19" w14:paraId="715FA6BA" w14:textId="77777777" w:rsidTr="003E163F">
        <w:tc>
          <w:tcPr>
            <w:tcW w:w="4678" w:type="dxa"/>
          </w:tcPr>
          <w:p w14:paraId="1B954885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Havne </w:t>
            </w:r>
          </w:p>
        </w:tc>
        <w:tc>
          <w:tcPr>
            <w:tcW w:w="5103" w:type="dxa"/>
          </w:tcPr>
          <w:p w14:paraId="490BCAD7" w14:textId="5E3931D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danskehavne@danskehavne.dk</w:t>
              </w:r>
            </w:hyperlink>
          </w:p>
        </w:tc>
      </w:tr>
      <w:tr w:rsidR="001A1E19" w:rsidRPr="001A1E19" w14:paraId="1417E2E3" w14:textId="77777777" w:rsidTr="003E163F">
        <w:tc>
          <w:tcPr>
            <w:tcW w:w="4678" w:type="dxa"/>
          </w:tcPr>
          <w:p w14:paraId="7D8C276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Speditører </w:t>
            </w:r>
          </w:p>
        </w:tc>
        <w:tc>
          <w:tcPr>
            <w:tcW w:w="5103" w:type="dxa"/>
          </w:tcPr>
          <w:p w14:paraId="04D081BF" w14:textId="7DDCE5C6" w:rsidR="00742796" w:rsidRPr="008E04AC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5" w:history="1">
              <w:r w:rsidRPr="008E04AC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riba@dasp.dk</w:t>
              </w:r>
            </w:hyperlink>
            <w:r w:rsidRPr="008E04AC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3EB6179" w14:textId="77777777" w:rsidTr="003E163F">
        <w:tc>
          <w:tcPr>
            <w:tcW w:w="4678" w:type="dxa"/>
          </w:tcPr>
          <w:p w14:paraId="7367DF4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Erhverv </w:t>
            </w:r>
          </w:p>
        </w:tc>
        <w:tc>
          <w:tcPr>
            <w:tcW w:w="5103" w:type="dxa"/>
          </w:tcPr>
          <w:p w14:paraId="72ED8533" w14:textId="01D6D90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info@danskerhverv.dk</w:t>
              </w:r>
            </w:hyperlink>
          </w:p>
        </w:tc>
      </w:tr>
      <w:tr w:rsidR="001A1E19" w:rsidRPr="001A1E19" w14:paraId="2444D8DC" w14:textId="77777777" w:rsidTr="003E163F">
        <w:tc>
          <w:tcPr>
            <w:tcW w:w="4678" w:type="dxa"/>
          </w:tcPr>
          <w:p w14:paraId="08074B0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Transport og Logistik </w:t>
            </w:r>
          </w:p>
        </w:tc>
        <w:tc>
          <w:tcPr>
            <w:tcW w:w="5103" w:type="dxa"/>
          </w:tcPr>
          <w:p w14:paraId="1AD53C5C" w14:textId="38DBCA2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dtl@dtl.eu</w:t>
              </w:r>
            </w:hyperlink>
          </w:p>
        </w:tc>
      </w:tr>
      <w:tr w:rsidR="001A1E19" w:rsidRPr="001A1E19" w14:paraId="2E287B05" w14:textId="77777777" w:rsidTr="003E163F">
        <w:tc>
          <w:tcPr>
            <w:tcW w:w="4678" w:type="dxa"/>
          </w:tcPr>
          <w:p w14:paraId="00402FE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Transdev Sverige AB </w:t>
            </w:r>
          </w:p>
        </w:tc>
        <w:tc>
          <w:tcPr>
            <w:tcW w:w="5103" w:type="dxa"/>
          </w:tcPr>
          <w:p w14:paraId="397AE7A2" w14:textId="62E7654D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info@transdev.se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6C9BAFCD" w14:textId="77777777" w:rsidTr="003E163F">
        <w:tc>
          <w:tcPr>
            <w:tcW w:w="4678" w:type="dxa"/>
          </w:tcPr>
          <w:p w14:paraId="62044BF3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Jernbanenævnet </w:t>
            </w:r>
          </w:p>
        </w:tc>
        <w:tc>
          <w:tcPr>
            <w:tcW w:w="5103" w:type="dxa"/>
          </w:tcPr>
          <w:p w14:paraId="59E2A103" w14:textId="5B300786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info@jernbanenaevnet.dk</w:t>
              </w:r>
            </w:hyperlink>
          </w:p>
        </w:tc>
      </w:tr>
      <w:tr w:rsidR="001A1E19" w:rsidRPr="001A1E19" w14:paraId="47AE1DB2" w14:textId="77777777" w:rsidTr="003E163F">
        <w:tc>
          <w:tcPr>
            <w:tcW w:w="4678" w:type="dxa"/>
          </w:tcPr>
          <w:p w14:paraId="2BB43C17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Rådet for Bæredygtig Trafik </w:t>
            </w:r>
          </w:p>
        </w:tc>
        <w:tc>
          <w:tcPr>
            <w:tcW w:w="5103" w:type="dxa"/>
          </w:tcPr>
          <w:p w14:paraId="3C72187F" w14:textId="28751692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info@baeredygtigtrafik.dk</w:t>
              </w:r>
            </w:hyperlink>
          </w:p>
        </w:tc>
      </w:tr>
      <w:tr w:rsidR="001A1E19" w:rsidRPr="001A1E19" w14:paraId="51BF50A0" w14:textId="77777777" w:rsidTr="003E163F">
        <w:tc>
          <w:tcPr>
            <w:tcW w:w="4678" w:type="dxa"/>
          </w:tcPr>
          <w:p w14:paraId="7DB60563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DI Transport </w:t>
            </w:r>
          </w:p>
        </w:tc>
        <w:tc>
          <w:tcPr>
            <w:tcW w:w="5103" w:type="dxa"/>
          </w:tcPr>
          <w:p w14:paraId="4AF99961" w14:textId="2A4FF35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transport@di.dk</w:t>
              </w:r>
            </w:hyperlink>
          </w:p>
        </w:tc>
      </w:tr>
      <w:tr w:rsidR="001A1E19" w:rsidRPr="001A1E19" w14:paraId="44DA71EE" w14:textId="77777777" w:rsidTr="003E163F">
        <w:tc>
          <w:tcPr>
            <w:tcW w:w="4678" w:type="dxa"/>
          </w:tcPr>
          <w:p w14:paraId="3384DC0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HK Trafik &amp; Jernbane </w:t>
            </w:r>
          </w:p>
        </w:tc>
        <w:tc>
          <w:tcPr>
            <w:tcW w:w="5103" w:type="dxa"/>
          </w:tcPr>
          <w:p w14:paraId="0AF99A1D" w14:textId="5836899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trafik-jernbane@hk.dk</w:t>
              </w:r>
            </w:hyperlink>
          </w:p>
        </w:tc>
      </w:tr>
      <w:tr w:rsidR="001A1E19" w:rsidRPr="001A1E19" w14:paraId="0C327FD2" w14:textId="77777777" w:rsidTr="003E163F">
        <w:tc>
          <w:tcPr>
            <w:tcW w:w="4678" w:type="dxa"/>
          </w:tcPr>
          <w:p w14:paraId="0B519F3D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Midttrafik </w:t>
            </w:r>
          </w:p>
        </w:tc>
        <w:tc>
          <w:tcPr>
            <w:tcW w:w="5103" w:type="dxa"/>
          </w:tcPr>
          <w:p w14:paraId="5556B097" w14:textId="35ED295B" w:rsidR="00742796" w:rsidRPr="008E04AC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3" w:history="1">
              <w:r w:rsidRPr="008E04AC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blm@midttrafik.dk</w:t>
              </w:r>
            </w:hyperlink>
            <w:r w:rsidR="00742796" w:rsidRPr="008E04AC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7EF41FD2" w14:textId="77777777" w:rsidTr="003E163F">
        <w:tc>
          <w:tcPr>
            <w:tcW w:w="4678" w:type="dxa"/>
          </w:tcPr>
          <w:p w14:paraId="085E645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Movia </w:t>
            </w:r>
          </w:p>
        </w:tc>
        <w:tc>
          <w:tcPr>
            <w:tcW w:w="5103" w:type="dxa"/>
          </w:tcPr>
          <w:p w14:paraId="283C61A2" w14:textId="458EB2F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movia@moviatrafik.dk</w:t>
              </w:r>
            </w:hyperlink>
          </w:p>
        </w:tc>
      </w:tr>
      <w:tr w:rsidR="001A1E19" w:rsidRPr="001A1E19" w14:paraId="49E6F319" w14:textId="77777777" w:rsidTr="003E163F">
        <w:tc>
          <w:tcPr>
            <w:tcW w:w="4678" w:type="dxa"/>
          </w:tcPr>
          <w:p w14:paraId="7675C2F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NOAH-Trafik </w:t>
            </w:r>
          </w:p>
        </w:tc>
        <w:tc>
          <w:tcPr>
            <w:tcW w:w="5103" w:type="dxa"/>
          </w:tcPr>
          <w:p w14:paraId="1EC61597" w14:textId="7A4BFA3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ivan@noah.dk</w:t>
              </w:r>
            </w:hyperlink>
          </w:p>
        </w:tc>
      </w:tr>
      <w:tr w:rsidR="001A1E19" w:rsidRPr="001A1E19" w14:paraId="690F001C" w14:textId="77777777" w:rsidTr="003E163F">
        <w:tc>
          <w:tcPr>
            <w:tcW w:w="4678" w:type="dxa"/>
          </w:tcPr>
          <w:p w14:paraId="3C08ED8F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Passagerpulsen </w:t>
            </w:r>
          </w:p>
        </w:tc>
        <w:tc>
          <w:tcPr>
            <w:tcW w:w="5103" w:type="dxa"/>
          </w:tcPr>
          <w:p w14:paraId="3D8E5ADF" w14:textId="793E6921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passagerpulsen@fbr.dk</w:t>
              </w:r>
            </w:hyperlink>
          </w:p>
        </w:tc>
      </w:tr>
      <w:tr w:rsidR="001A1E19" w:rsidRPr="001A1E19" w14:paraId="22E94FC6" w14:textId="77777777" w:rsidTr="003E163F">
        <w:tc>
          <w:tcPr>
            <w:tcW w:w="4678" w:type="dxa"/>
          </w:tcPr>
          <w:p w14:paraId="7F842F8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Sydtrafik </w:t>
            </w:r>
          </w:p>
        </w:tc>
        <w:tc>
          <w:tcPr>
            <w:tcW w:w="5103" w:type="dxa"/>
          </w:tcPr>
          <w:p w14:paraId="0D202377" w14:textId="36F66561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post@sydtrafik.dk</w:t>
              </w:r>
            </w:hyperlink>
          </w:p>
        </w:tc>
      </w:tr>
      <w:tr w:rsidR="001A1E19" w:rsidRPr="001A1E19" w14:paraId="07004435" w14:textId="77777777" w:rsidTr="003E163F">
        <w:tc>
          <w:tcPr>
            <w:tcW w:w="4678" w:type="dxa"/>
          </w:tcPr>
          <w:p w14:paraId="6BA6170C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Trafikselskaberne i Danmark </w:t>
            </w:r>
          </w:p>
        </w:tc>
        <w:tc>
          <w:tcPr>
            <w:tcW w:w="5103" w:type="dxa"/>
          </w:tcPr>
          <w:p w14:paraId="5DCF296F" w14:textId="68B9EB21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mba@movia.trafik.dk</w:t>
              </w:r>
            </w:hyperlink>
          </w:p>
        </w:tc>
      </w:tr>
      <w:tr w:rsidR="001A1E19" w:rsidRPr="001A1E19" w14:paraId="7EA249A5" w14:textId="77777777" w:rsidTr="003E163F">
        <w:tc>
          <w:tcPr>
            <w:tcW w:w="4678" w:type="dxa"/>
          </w:tcPr>
          <w:p w14:paraId="304556A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Vestbanen A/S </w:t>
            </w:r>
          </w:p>
        </w:tc>
        <w:tc>
          <w:tcPr>
            <w:tcW w:w="5103" w:type="dxa"/>
          </w:tcPr>
          <w:p w14:paraId="6F195339" w14:textId="3F7E4128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jkoe@vestbanen.dk</w:t>
              </w:r>
            </w:hyperlink>
          </w:p>
        </w:tc>
      </w:tr>
      <w:tr w:rsidR="001A1E19" w:rsidRPr="001A1E19" w14:paraId="576C1744" w14:textId="77777777" w:rsidTr="003E163F">
        <w:tc>
          <w:tcPr>
            <w:tcW w:w="4678" w:type="dxa"/>
          </w:tcPr>
          <w:p w14:paraId="32F04DE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C Rail Safety </w:t>
            </w:r>
          </w:p>
        </w:tc>
        <w:tc>
          <w:tcPr>
            <w:tcW w:w="5103" w:type="dxa"/>
          </w:tcPr>
          <w:p w14:paraId="47E986A3" w14:textId="0048372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4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info@crsa.dk</w:t>
              </w:r>
            </w:hyperlink>
          </w:p>
        </w:tc>
      </w:tr>
      <w:tr w:rsidR="001A1E19" w:rsidRPr="001A1E19" w14:paraId="6DB1D871" w14:textId="77777777" w:rsidTr="003E163F">
        <w:trPr>
          <w:trHeight w:val="328"/>
        </w:trPr>
        <w:tc>
          <w:tcPr>
            <w:tcW w:w="4678" w:type="dxa"/>
          </w:tcPr>
          <w:p w14:paraId="68C57A9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Strukton </w:t>
            </w:r>
          </w:p>
        </w:tc>
        <w:tc>
          <w:tcPr>
            <w:tcW w:w="5103" w:type="dxa"/>
          </w:tcPr>
          <w:p w14:paraId="7AFD12D3" w14:textId="2F991656" w:rsidR="00742796" w:rsidRPr="001A1E19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info@strukton.dk</w:t>
            </w:r>
          </w:p>
        </w:tc>
      </w:tr>
      <w:tr w:rsidR="001A1E19" w:rsidRPr="001A1E19" w14:paraId="32FAB8DF" w14:textId="77777777" w:rsidTr="003E163F">
        <w:tc>
          <w:tcPr>
            <w:tcW w:w="4678" w:type="dxa"/>
          </w:tcPr>
          <w:p w14:paraId="5AC9489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Aarsleff Rail </w:t>
            </w:r>
          </w:p>
        </w:tc>
        <w:tc>
          <w:tcPr>
            <w:tcW w:w="5103" w:type="dxa"/>
          </w:tcPr>
          <w:p w14:paraId="76F34F54" w14:textId="4B17CABA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4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info@aarsleffrail.com</w:t>
              </w:r>
            </w:hyperlink>
          </w:p>
        </w:tc>
      </w:tr>
      <w:tr w:rsidR="001A1E19" w:rsidRPr="001A1E19" w14:paraId="177EEE71" w14:textId="77777777" w:rsidTr="003E163F">
        <w:tc>
          <w:tcPr>
            <w:tcW w:w="4678" w:type="dxa"/>
          </w:tcPr>
          <w:p w14:paraId="57930C11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Spitzke </w:t>
            </w:r>
          </w:p>
        </w:tc>
        <w:tc>
          <w:tcPr>
            <w:tcW w:w="5103" w:type="dxa"/>
          </w:tcPr>
          <w:p w14:paraId="3F42C5D6" w14:textId="38F97DBE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koge@spitzke.com</w:t>
              </w:r>
            </w:hyperlink>
          </w:p>
        </w:tc>
      </w:tr>
      <w:tr w:rsidR="001A1E19" w:rsidRPr="001A1E19" w14:paraId="18374242" w14:textId="77777777" w:rsidTr="003E163F">
        <w:tc>
          <w:tcPr>
            <w:tcW w:w="4678" w:type="dxa"/>
          </w:tcPr>
          <w:p w14:paraId="7B8E200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Erhvervsstyrelsen/OBR </w:t>
            </w:r>
          </w:p>
        </w:tc>
        <w:tc>
          <w:tcPr>
            <w:tcW w:w="5103" w:type="dxa"/>
          </w:tcPr>
          <w:p w14:paraId="166F37C9" w14:textId="293477ED" w:rsidR="00742796" w:rsidRPr="008E04AC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3" w:history="1">
              <w:r w:rsidRPr="008E04AC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erst@erst.dk</w:t>
              </w:r>
            </w:hyperlink>
          </w:p>
        </w:tc>
      </w:tr>
      <w:tr w:rsidR="001A1E19" w:rsidRPr="001A1E19" w14:paraId="1B95EB9B" w14:textId="77777777" w:rsidTr="003E163F">
        <w:tc>
          <w:tcPr>
            <w:tcW w:w="4678" w:type="dxa"/>
          </w:tcPr>
          <w:p w14:paraId="1AF59A9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Malus </w:t>
            </w:r>
          </w:p>
        </w:tc>
        <w:tc>
          <w:tcPr>
            <w:tcW w:w="5103" w:type="dxa"/>
          </w:tcPr>
          <w:p w14:paraId="5B389109" w14:textId="4123AE0E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nj@malus.dk</w:t>
              </w:r>
            </w:hyperlink>
          </w:p>
        </w:tc>
      </w:tr>
      <w:tr w:rsidR="001A1E19" w:rsidRPr="001A1E19" w14:paraId="6B70509D" w14:textId="77777777" w:rsidTr="003E163F">
        <w:tc>
          <w:tcPr>
            <w:tcW w:w="4678" w:type="dxa"/>
          </w:tcPr>
          <w:p w14:paraId="617C5D6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Snälltåget </w:t>
            </w:r>
          </w:p>
        </w:tc>
        <w:tc>
          <w:tcPr>
            <w:tcW w:w="5103" w:type="dxa"/>
          </w:tcPr>
          <w:p w14:paraId="7B18AFFA" w14:textId="10D91572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snalltaget@snalltaget.se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A200749" w14:textId="77777777" w:rsidTr="003E163F">
        <w:tc>
          <w:tcPr>
            <w:tcW w:w="4678" w:type="dxa"/>
          </w:tcPr>
          <w:p w14:paraId="4ED181A8" w14:textId="77777777" w:rsidR="00742796" w:rsidRPr="001A1E19" w:rsidRDefault="00742796" w:rsidP="00AB05E9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Aalborg Havn Logistik A/S (port of aalborg). </w:t>
            </w:r>
          </w:p>
        </w:tc>
        <w:tc>
          <w:tcPr>
            <w:tcW w:w="5103" w:type="dxa"/>
          </w:tcPr>
          <w:p w14:paraId="5667F627" w14:textId="73187F64" w:rsidR="00742796" w:rsidRPr="001A1E19" w:rsidRDefault="00742796" w:rsidP="00AB05E9">
            <w:pPr>
              <w:rPr>
                <w:rFonts w:cs="Segoe UI"/>
                <w:color w:val="auto"/>
                <w:szCs w:val="20"/>
              </w:rPr>
            </w:pPr>
            <w:hyperlink r:id="rId4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info@portofaalborg.com</w:t>
              </w:r>
            </w:hyperlink>
          </w:p>
        </w:tc>
      </w:tr>
      <w:bookmarkEnd w:id="1"/>
      <w:tr w:rsidR="001A1E19" w:rsidRPr="001A1E19" w14:paraId="76397D44" w14:textId="77777777" w:rsidTr="003E163F">
        <w:tc>
          <w:tcPr>
            <w:tcW w:w="4678" w:type="dxa"/>
          </w:tcPr>
          <w:p w14:paraId="143F3439" w14:textId="19170A36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lastRenderedPageBreak/>
              <w:t xml:space="preserve">Århus Letbane </w:t>
            </w:r>
          </w:p>
        </w:tc>
        <w:tc>
          <w:tcPr>
            <w:tcW w:w="5103" w:type="dxa"/>
          </w:tcPr>
          <w:p w14:paraId="57C330F1" w14:textId="3B83B7AF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info@aarhusletbane.dk</w:t>
            </w:r>
          </w:p>
        </w:tc>
      </w:tr>
      <w:tr w:rsidR="001A1E19" w:rsidRPr="001A1E19" w14:paraId="64536F6F" w14:textId="77777777" w:rsidTr="003E163F">
        <w:tc>
          <w:tcPr>
            <w:tcW w:w="4678" w:type="dxa"/>
          </w:tcPr>
          <w:p w14:paraId="31F64A66" w14:textId="23EF6F1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Odense Letbane </w:t>
            </w:r>
          </w:p>
        </w:tc>
        <w:tc>
          <w:tcPr>
            <w:tcW w:w="5103" w:type="dxa"/>
          </w:tcPr>
          <w:p w14:paraId="5090F6A8" w14:textId="472A82CD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info@odenseletbane.dk</w:t>
            </w:r>
          </w:p>
        </w:tc>
      </w:tr>
      <w:tr w:rsidR="001A1E19" w:rsidRPr="001A1E19" w14:paraId="6815C90B" w14:textId="77777777" w:rsidTr="003E163F">
        <w:tc>
          <w:tcPr>
            <w:tcW w:w="4678" w:type="dxa"/>
          </w:tcPr>
          <w:p w14:paraId="5B7198B2" w14:textId="33869FE6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Metroselskabet </w:t>
            </w:r>
          </w:p>
        </w:tc>
        <w:tc>
          <w:tcPr>
            <w:tcW w:w="5103" w:type="dxa"/>
          </w:tcPr>
          <w:p w14:paraId="2FFBC087" w14:textId="44E8BE3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hyperlink r:id="rId4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m@m.dk</w:t>
              </w:r>
            </w:hyperlink>
          </w:p>
        </w:tc>
      </w:tr>
      <w:tr w:rsidR="001A1E19" w:rsidRPr="001A1E19" w14:paraId="2666B717" w14:textId="77777777" w:rsidTr="003E163F">
        <w:tc>
          <w:tcPr>
            <w:tcW w:w="4678" w:type="dxa"/>
          </w:tcPr>
          <w:p w14:paraId="721773F9" w14:textId="4EB117C4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Beredskaber </w:t>
            </w:r>
          </w:p>
        </w:tc>
        <w:tc>
          <w:tcPr>
            <w:tcW w:w="5103" w:type="dxa"/>
          </w:tcPr>
          <w:p w14:paraId="08C91CE8" w14:textId="2FD6830D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post@danskeberedskaber.dk</w:t>
            </w:r>
          </w:p>
        </w:tc>
      </w:tr>
      <w:tr w:rsidR="001A1E19" w:rsidRPr="001A1E19" w14:paraId="518F7578" w14:textId="77777777" w:rsidTr="003E163F">
        <w:tc>
          <w:tcPr>
            <w:tcW w:w="4678" w:type="dxa"/>
          </w:tcPr>
          <w:p w14:paraId="29ECD2B4" w14:textId="7AE9928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Beredskabsstyrelsen </w:t>
            </w:r>
          </w:p>
        </w:tc>
        <w:tc>
          <w:tcPr>
            <w:tcW w:w="5103" w:type="dxa"/>
          </w:tcPr>
          <w:p w14:paraId="7D5C1B47" w14:textId="536E443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brs@brs.dk</w:t>
            </w:r>
          </w:p>
        </w:tc>
      </w:tr>
      <w:tr w:rsidR="001A1E19" w:rsidRPr="001A1E19" w14:paraId="751D4EFD" w14:textId="77777777" w:rsidTr="003E163F">
        <w:tc>
          <w:tcPr>
            <w:tcW w:w="4678" w:type="dxa"/>
          </w:tcPr>
          <w:p w14:paraId="28D50946" w14:textId="6DA7BE41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Kommunernes Landsforening</w:t>
            </w:r>
          </w:p>
        </w:tc>
        <w:tc>
          <w:tcPr>
            <w:tcW w:w="5103" w:type="dxa"/>
          </w:tcPr>
          <w:p w14:paraId="0FD18D10" w14:textId="483CD30B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hyperlink r:id="rId4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kl@kl.dk</w:t>
              </w:r>
            </w:hyperlink>
          </w:p>
        </w:tc>
      </w:tr>
      <w:tr w:rsidR="001A1E19" w:rsidRPr="001A1E19" w14:paraId="20F86840" w14:textId="77777777" w:rsidTr="003E163F">
        <w:tc>
          <w:tcPr>
            <w:tcW w:w="4678" w:type="dxa"/>
          </w:tcPr>
          <w:p w14:paraId="41EF9DDE" w14:textId="573AA2D9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Regioner </w:t>
            </w:r>
          </w:p>
        </w:tc>
        <w:tc>
          <w:tcPr>
            <w:tcW w:w="5103" w:type="dxa"/>
          </w:tcPr>
          <w:p w14:paraId="20881E20" w14:textId="607922A3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regioner@regioner.dk</w:t>
            </w:r>
          </w:p>
        </w:tc>
      </w:tr>
      <w:tr w:rsidR="001A1E19" w:rsidRPr="001A1E19" w14:paraId="6E4A0A09" w14:textId="77777777" w:rsidTr="003E163F">
        <w:tc>
          <w:tcPr>
            <w:tcW w:w="4678" w:type="dxa"/>
          </w:tcPr>
          <w:p w14:paraId="20F6ADB4" w14:textId="2A55FBEB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Vejdirektoratet</w:t>
            </w:r>
          </w:p>
        </w:tc>
        <w:tc>
          <w:tcPr>
            <w:tcW w:w="5103" w:type="dxa"/>
          </w:tcPr>
          <w:p w14:paraId="3272844B" w14:textId="54B4C9B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hoeringer@vd.dk</w:t>
            </w:r>
          </w:p>
        </w:tc>
      </w:tr>
      <w:tr w:rsidR="001A1E19" w:rsidRPr="001A1E19" w14:paraId="0168B7B0" w14:textId="77777777" w:rsidTr="003E163F">
        <w:tc>
          <w:tcPr>
            <w:tcW w:w="4678" w:type="dxa"/>
          </w:tcPr>
          <w:p w14:paraId="533E4031" w14:textId="3FAE2649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DI -Byggeri </w:t>
            </w:r>
          </w:p>
        </w:tc>
        <w:tc>
          <w:tcPr>
            <w:tcW w:w="5103" w:type="dxa"/>
          </w:tcPr>
          <w:p w14:paraId="16316E7F" w14:textId="36AC6F3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dibyggeri@di.dk</w:t>
            </w:r>
          </w:p>
        </w:tc>
      </w:tr>
      <w:tr w:rsidR="001A1E19" w:rsidRPr="001A1E19" w14:paraId="2B02C8ED" w14:textId="77777777" w:rsidTr="003E163F">
        <w:tc>
          <w:tcPr>
            <w:tcW w:w="4678" w:type="dxa"/>
          </w:tcPr>
          <w:p w14:paraId="7387C797" w14:textId="16FF960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Green Power</w:t>
            </w:r>
          </w:p>
        </w:tc>
        <w:tc>
          <w:tcPr>
            <w:tcW w:w="5103" w:type="dxa"/>
          </w:tcPr>
          <w:p w14:paraId="3B00DBF3" w14:textId="1034629C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info@greenpowerdenmark.dk</w:t>
            </w:r>
          </w:p>
        </w:tc>
      </w:tr>
      <w:tr w:rsidR="001A1E19" w:rsidRPr="001A1E19" w14:paraId="6813E480" w14:textId="77777777" w:rsidTr="003E163F">
        <w:tc>
          <w:tcPr>
            <w:tcW w:w="4678" w:type="dxa"/>
          </w:tcPr>
          <w:p w14:paraId="0B5A2F9D" w14:textId="662BB71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Vandværker </w:t>
            </w:r>
          </w:p>
        </w:tc>
        <w:tc>
          <w:tcPr>
            <w:tcW w:w="5103" w:type="dxa"/>
          </w:tcPr>
          <w:p w14:paraId="1DE15202" w14:textId="44B7C048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info@danskevv.dk</w:t>
            </w:r>
          </w:p>
        </w:tc>
      </w:tr>
      <w:tr w:rsidR="001A1E19" w:rsidRPr="001A1E19" w14:paraId="27BA1375" w14:textId="77777777" w:rsidTr="003E163F">
        <w:tc>
          <w:tcPr>
            <w:tcW w:w="4678" w:type="dxa"/>
          </w:tcPr>
          <w:p w14:paraId="7306C5C9" w14:textId="361C4680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Danva </w:t>
            </w:r>
          </w:p>
        </w:tc>
        <w:tc>
          <w:tcPr>
            <w:tcW w:w="5103" w:type="dxa"/>
          </w:tcPr>
          <w:p w14:paraId="65DE99AB" w14:textId="58585A2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danva@danva.dk</w:t>
            </w:r>
          </w:p>
        </w:tc>
      </w:tr>
      <w:tr w:rsidR="001A1E19" w:rsidRPr="001A1E19" w14:paraId="60C42522" w14:textId="77777777" w:rsidTr="003E163F">
        <w:tc>
          <w:tcPr>
            <w:tcW w:w="4678" w:type="dxa"/>
          </w:tcPr>
          <w:p w14:paraId="1B248293" w14:textId="75C95F1C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Fjernvarme </w:t>
            </w:r>
          </w:p>
        </w:tc>
        <w:tc>
          <w:tcPr>
            <w:tcW w:w="5103" w:type="dxa"/>
          </w:tcPr>
          <w:p w14:paraId="62B1F9AC" w14:textId="50887040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mail@danskfjernvarme.dk</w:t>
            </w:r>
          </w:p>
        </w:tc>
      </w:tr>
      <w:tr w:rsidR="001A1E19" w:rsidRPr="001A1E19" w14:paraId="3042ABFA" w14:textId="77777777" w:rsidTr="003E163F">
        <w:tc>
          <w:tcPr>
            <w:tcW w:w="4678" w:type="dxa"/>
          </w:tcPr>
          <w:p w14:paraId="19F99902" w14:textId="4952A15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HOFOR </w:t>
            </w:r>
          </w:p>
        </w:tc>
        <w:tc>
          <w:tcPr>
            <w:tcW w:w="5103" w:type="dxa"/>
          </w:tcPr>
          <w:p w14:paraId="176F9F65" w14:textId="1D47236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kundeservice@hofor.dk</w:t>
            </w:r>
          </w:p>
        </w:tc>
      </w:tr>
      <w:tr w:rsidR="001A1E19" w:rsidRPr="001A1E19" w14:paraId="0DD6076C" w14:textId="77777777" w:rsidTr="003E163F">
        <w:tc>
          <w:tcPr>
            <w:tcW w:w="4678" w:type="dxa"/>
          </w:tcPr>
          <w:p w14:paraId="4B564180" w14:textId="52DCC9A7" w:rsidR="00B33685" w:rsidRPr="001A1E19" w:rsidRDefault="00B9627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Midtjyske Jernbaner</w:t>
            </w:r>
          </w:p>
        </w:tc>
        <w:tc>
          <w:tcPr>
            <w:tcW w:w="5103" w:type="dxa"/>
          </w:tcPr>
          <w:p w14:paraId="471BBAB2" w14:textId="50A0A7A5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mjba@mjba.dk</w:t>
            </w:r>
          </w:p>
        </w:tc>
      </w:tr>
      <w:tr w:rsidR="001A1E19" w:rsidRPr="001A1E19" w14:paraId="0EBE937E" w14:textId="77777777" w:rsidTr="003E163F">
        <w:tc>
          <w:tcPr>
            <w:tcW w:w="4678" w:type="dxa"/>
          </w:tcPr>
          <w:p w14:paraId="51600884" w14:textId="66145D24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Nordjyllands Trafikselskab </w:t>
            </w:r>
            <w:r w:rsidRPr="001A1E19">
              <w:rPr>
                <w:rFonts w:cs="Segoe UI"/>
                <w:color w:val="auto"/>
                <w:szCs w:val="20"/>
              </w:rPr>
              <w:tab/>
            </w:r>
          </w:p>
        </w:tc>
        <w:tc>
          <w:tcPr>
            <w:tcW w:w="5103" w:type="dxa"/>
          </w:tcPr>
          <w:p w14:paraId="6C337FE6" w14:textId="3D5832B0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info@NTmail.dk</w:t>
            </w:r>
          </w:p>
        </w:tc>
      </w:tr>
      <w:tr w:rsidR="001A1E19" w:rsidRPr="001A1E19" w14:paraId="75E24D45" w14:textId="77777777" w:rsidTr="003E163F">
        <w:tc>
          <w:tcPr>
            <w:tcW w:w="4678" w:type="dxa"/>
          </w:tcPr>
          <w:p w14:paraId="273A5804" w14:textId="34041FF4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Nordjyske Jernbaner </w:t>
            </w:r>
            <w:r w:rsidRPr="001A1E19">
              <w:rPr>
                <w:rFonts w:cs="Segoe UI"/>
                <w:color w:val="auto"/>
                <w:szCs w:val="20"/>
              </w:rPr>
              <w:tab/>
            </w:r>
          </w:p>
        </w:tc>
        <w:tc>
          <w:tcPr>
            <w:tcW w:w="5103" w:type="dxa"/>
          </w:tcPr>
          <w:p w14:paraId="044F6BAC" w14:textId="1D4AAAC9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hyperlink r:id="rId4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nj@nj.dk</w:t>
              </w:r>
            </w:hyperlink>
          </w:p>
        </w:tc>
      </w:tr>
      <w:tr w:rsidR="001A1E19" w:rsidRPr="001A1E19" w14:paraId="30B1B391" w14:textId="77777777" w:rsidTr="003E163F">
        <w:tc>
          <w:tcPr>
            <w:tcW w:w="4678" w:type="dxa"/>
          </w:tcPr>
          <w:p w14:paraId="6C574CA1" w14:textId="36E4DE00" w:rsidR="00B33685" w:rsidRPr="001A1E19" w:rsidRDefault="00B9627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Hovedstadens Letbane</w:t>
            </w:r>
          </w:p>
        </w:tc>
        <w:tc>
          <w:tcPr>
            <w:tcW w:w="5103" w:type="dxa"/>
          </w:tcPr>
          <w:p w14:paraId="6C23B3B2" w14:textId="18797D62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hyperlink r:id="rId5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info@dinletbane.dk</w:t>
              </w:r>
            </w:hyperlink>
          </w:p>
        </w:tc>
      </w:tr>
      <w:tr w:rsidR="001A1E19" w:rsidRPr="001A1E19" w14:paraId="499C1878" w14:textId="77777777" w:rsidTr="003E163F">
        <w:tc>
          <w:tcPr>
            <w:tcW w:w="4678" w:type="dxa"/>
          </w:tcPr>
          <w:p w14:paraId="0CFE0838" w14:textId="6BF06CDA" w:rsidR="002639BC" w:rsidRPr="001A1E19" w:rsidRDefault="00491F6D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Terranor </w:t>
            </w:r>
            <w:r w:rsidRPr="001A1E19">
              <w:rPr>
                <w:rFonts w:cs="Segoe UI"/>
                <w:color w:val="auto"/>
                <w:szCs w:val="20"/>
                <w:lang w:val="en-US"/>
              </w:rPr>
              <w:tab/>
            </w:r>
          </w:p>
        </w:tc>
        <w:tc>
          <w:tcPr>
            <w:tcW w:w="5103" w:type="dxa"/>
          </w:tcPr>
          <w:p w14:paraId="088DF928" w14:textId="605218BA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info@</w:t>
            </w:r>
            <w:r w:rsidR="00491F6D" w:rsidRPr="001A1E19">
              <w:rPr>
                <w:rFonts w:cs="Segoe UI"/>
                <w:color w:val="auto"/>
                <w:szCs w:val="20"/>
                <w:lang w:val="en-US"/>
              </w:rPr>
              <w:t>terranor.dk</w:t>
            </w:r>
          </w:p>
        </w:tc>
      </w:tr>
      <w:tr w:rsidR="001A1E19" w:rsidRPr="001A1E19" w14:paraId="503E55C5" w14:textId="77777777" w:rsidTr="003E163F">
        <w:tc>
          <w:tcPr>
            <w:tcW w:w="4678" w:type="dxa"/>
          </w:tcPr>
          <w:p w14:paraId="3C73D573" w14:textId="1FB1754F" w:rsidR="00B33685" w:rsidRPr="001A1E19" w:rsidRDefault="00491F6D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Railway Security</w:t>
            </w:r>
          </w:p>
        </w:tc>
        <w:tc>
          <w:tcPr>
            <w:tcW w:w="5103" w:type="dxa"/>
          </w:tcPr>
          <w:p w14:paraId="42D0684E" w14:textId="76B0C80F" w:rsidR="00B33685" w:rsidRPr="001A1E19" w:rsidRDefault="00491F6D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tommy@tgsn.dk</w:t>
            </w:r>
          </w:p>
        </w:tc>
      </w:tr>
      <w:tr w:rsidR="001A1E19" w:rsidRPr="001A1E19" w14:paraId="06A1F41F" w14:textId="77777777" w:rsidTr="003E163F">
        <w:tc>
          <w:tcPr>
            <w:tcW w:w="4678" w:type="dxa"/>
          </w:tcPr>
          <w:p w14:paraId="2C6474FB" w14:textId="42A67E8D" w:rsidR="00B33685" w:rsidRPr="001A1E19" w:rsidRDefault="00491F6D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Zøllner</w:t>
            </w:r>
          </w:p>
        </w:tc>
        <w:tc>
          <w:tcPr>
            <w:tcW w:w="5103" w:type="dxa"/>
          </w:tcPr>
          <w:p w14:paraId="24E880CD" w14:textId="07DE5BFC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info@zollner.as</w:t>
            </w:r>
            <w:r w:rsidR="00491F6D"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1A9E64A1" w14:textId="77777777" w:rsidTr="003E163F">
        <w:tc>
          <w:tcPr>
            <w:tcW w:w="4678" w:type="dxa"/>
          </w:tcPr>
          <w:p w14:paraId="3E11733C" w14:textId="2E74925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HedeDanmark</w:t>
            </w:r>
          </w:p>
        </w:tc>
        <w:tc>
          <w:tcPr>
            <w:tcW w:w="5103" w:type="dxa"/>
          </w:tcPr>
          <w:p w14:paraId="3E7E9EC9" w14:textId="6679002F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info@hededanmark.dk</w:t>
            </w:r>
          </w:p>
        </w:tc>
      </w:tr>
      <w:tr w:rsidR="001A1E19" w:rsidRPr="001A1E19" w14:paraId="6F5DB3A9" w14:textId="77777777" w:rsidTr="003E163F">
        <w:tc>
          <w:tcPr>
            <w:tcW w:w="4678" w:type="dxa"/>
          </w:tcPr>
          <w:p w14:paraId="7261C67F" w14:textId="039935A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Eltel Networks A/S</w:t>
            </w:r>
          </w:p>
        </w:tc>
        <w:tc>
          <w:tcPr>
            <w:tcW w:w="5103" w:type="dxa"/>
          </w:tcPr>
          <w:p w14:paraId="2C08F9A3" w14:textId="5B7BA9DA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Info.dk</w:t>
            </w:r>
            <w:r w:rsidR="00A83885" w:rsidRPr="001A1E19">
              <w:rPr>
                <w:rFonts w:cs="Segoe UI"/>
                <w:color w:val="auto"/>
                <w:szCs w:val="20"/>
                <w:lang w:val="en-US"/>
              </w:rPr>
              <w:t>@eltelnetworks.com</w:t>
            </w:r>
          </w:p>
        </w:tc>
      </w:tr>
      <w:tr w:rsidR="001A1E19" w:rsidRPr="001A1E19" w14:paraId="60C2DD95" w14:textId="77777777" w:rsidTr="003E163F">
        <w:tc>
          <w:tcPr>
            <w:tcW w:w="4678" w:type="dxa"/>
          </w:tcPr>
          <w:p w14:paraId="4D4EC483" w14:textId="5CE41BC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Fugro RailData</w:t>
            </w:r>
          </w:p>
        </w:tc>
        <w:tc>
          <w:tcPr>
            <w:tcW w:w="5103" w:type="dxa"/>
          </w:tcPr>
          <w:p w14:paraId="61D5C3BC" w14:textId="2C00DBA0" w:rsidR="00B33685" w:rsidRPr="001A1E19" w:rsidRDefault="00A83885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p.hansen@fugro.com</w:t>
            </w:r>
          </w:p>
        </w:tc>
      </w:tr>
      <w:tr w:rsidR="001A1E19" w:rsidRPr="001A1E19" w14:paraId="7D138D2E" w14:textId="77777777" w:rsidTr="003E163F">
        <w:tc>
          <w:tcPr>
            <w:tcW w:w="4678" w:type="dxa"/>
          </w:tcPr>
          <w:p w14:paraId="41883EAC" w14:textId="527F4622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AB-ELCO</w:t>
            </w:r>
          </w:p>
        </w:tc>
        <w:tc>
          <w:tcPr>
            <w:tcW w:w="5103" w:type="dxa"/>
          </w:tcPr>
          <w:p w14:paraId="22D91551" w14:textId="49AE8429" w:rsidR="008A5543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</w:t>
            </w:r>
            <w:r w:rsidR="00A83885" w:rsidRPr="001A1E19">
              <w:rPr>
                <w:rFonts w:cs="Segoe UI"/>
                <w:color w:val="auto"/>
                <w:szCs w:val="20"/>
                <w:lang w:val="en-US"/>
              </w:rPr>
              <w:t>@ab-elco.dk</w:t>
            </w:r>
          </w:p>
        </w:tc>
      </w:tr>
      <w:tr w:rsidR="001A1E19" w:rsidRPr="001A1E19" w14:paraId="50E8A51C" w14:textId="77777777" w:rsidTr="003E163F">
        <w:tc>
          <w:tcPr>
            <w:tcW w:w="4678" w:type="dxa"/>
          </w:tcPr>
          <w:p w14:paraId="62185B03" w14:textId="5120C9A2" w:rsidR="008A5543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Swietelsky</w:t>
            </w:r>
          </w:p>
        </w:tc>
        <w:tc>
          <w:tcPr>
            <w:tcW w:w="5103" w:type="dxa"/>
          </w:tcPr>
          <w:p w14:paraId="5B6871F5" w14:textId="10D8E5E2" w:rsidR="008A5543" w:rsidRPr="001A1E19" w:rsidRDefault="00A83885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thorsten.madsen@swietelsky.dk</w:t>
            </w:r>
          </w:p>
        </w:tc>
      </w:tr>
      <w:tr w:rsidR="001A1E19" w:rsidRPr="001A1E19" w14:paraId="5494CA06" w14:textId="77777777" w:rsidTr="003E163F">
        <w:tc>
          <w:tcPr>
            <w:tcW w:w="4678" w:type="dxa"/>
          </w:tcPr>
          <w:p w14:paraId="58CF5BA8" w14:textId="4FAE83AF" w:rsidR="008A5543" w:rsidRPr="001A1E19" w:rsidRDefault="00057BBE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Bravida</w:t>
            </w:r>
          </w:p>
        </w:tc>
        <w:tc>
          <w:tcPr>
            <w:tcW w:w="5103" w:type="dxa"/>
          </w:tcPr>
          <w:p w14:paraId="25FC2143" w14:textId="2732B373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jasper.raffel@bravida.dk</w:t>
            </w:r>
          </w:p>
        </w:tc>
      </w:tr>
      <w:tr w:rsidR="001A1E19" w:rsidRPr="001A1E19" w14:paraId="5866525F" w14:textId="77777777" w:rsidTr="003E163F">
        <w:tc>
          <w:tcPr>
            <w:tcW w:w="4678" w:type="dxa"/>
          </w:tcPr>
          <w:p w14:paraId="12CEC2D9" w14:textId="684E2331" w:rsidR="008A5543" w:rsidRPr="001A1E19" w:rsidRDefault="00057BBE" w:rsidP="00057BBE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CBG-service ApS</w:t>
            </w:r>
          </w:p>
        </w:tc>
        <w:tc>
          <w:tcPr>
            <w:tcW w:w="5103" w:type="dxa"/>
          </w:tcPr>
          <w:p w14:paraId="2115B24F" w14:textId="3670835B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cbgentreprise@gmail.com</w:t>
            </w:r>
          </w:p>
        </w:tc>
      </w:tr>
      <w:tr w:rsidR="001A1E19" w:rsidRPr="001A1E19" w14:paraId="1EDCA1F6" w14:textId="77777777" w:rsidTr="003E163F">
        <w:tc>
          <w:tcPr>
            <w:tcW w:w="4678" w:type="dxa"/>
          </w:tcPr>
          <w:p w14:paraId="3728AA32" w14:textId="2996A045" w:rsidR="008A5543" w:rsidRPr="001A1E19" w:rsidRDefault="00057BBE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Kaghøjgaard Service</w:t>
            </w:r>
          </w:p>
        </w:tc>
        <w:tc>
          <w:tcPr>
            <w:tcW w:w="5103" w:type="dxa"/>
          </w:tcPr>
          <w:p w14:paraId="2E160C25" w14:textId="1A1DA7E5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kaghojgaard@gmail.com</w:t>
            </w:r>
          </w:p>
        </w:tc>
      </w:tr>
      <w:tr w:rsidR="001A1E19" w:rsidRPr="001A1E19" w14:paraId="7DA285C4" w14:textId="77777777" w:rsidTr="003E163F">
        <w:tc>
          <w:tcPr>
            <w:tcW w:w="4678" w:type="dxa"/>
          </w:tcPr>
          <w:p w14:paraId="333A4D40" w14:textId="4E74840F" w:rsidR="008A5543" w:rsidRPr="001A1E19" w:rsidRDefault="00B45B47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Jysk Skovteknik</w:t>
            </w:r>
          </w:p>
        </w:tc>
        <w:tc>
          <w:tcPr>
            <w:tcW w:w="5103" w:type="dxa"/>
          </w:tcPr>
          <w:p w14:paraId="5EB26A3D" w14:textId="7D65E046" w:rsidR="008A5543" w:rsidRPr="001A1E19" w:rsidRDefault="00B45B47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bc@jyskskovteknik.dk</w:t>
            </w:r>
          </w:p>
        </w:tc>
      </w:tr>
      <w:tr w:rsidR="001A1E19" w:rsidRPr="001A1E19" w14:paraId="4CDAE501" w14:textId="77777777" w:rsidTr="003E163F">
        <w:tc>
          <w:tcPr>
            <w:tcW w:w="4678" w:type="dxa"/>
          </w:tcPr>
          <w:p w14:paraId="3C50BB16" w14:textId="45EDA134" w:rsidR="008A5543" w:rsidRPr="001A1E19" w:rsidRDefault="00FD2BE1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BHF Gruppen</w:t>
            </w:r>
          </w:p>
        </w:tc>
        <w:tc>
          <w:tcPr>
            <w:tcW w:w="5103" w:type="dxa"/>
          </w:tcPr>
          <w:p w14:paraId="00260001" w14:textId="5F7B5077" w:rsidR="008A5543" w:rsidRPr="001A1E19" w:rsidRDefault="001A1E19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sf</w:t>
            </w:r>
            <w:r w:rsidR="00FD2BE1" w:rsidRPr="001A1E19">
              <w:rPr>
                <w:rFonts w:cs="Segoe UI"/>
                <w:color w:val="auto"/>
                <w:szCs w:val="20"/>
                <w:lang w:val="en-US"/>
              </w:rPr>
              <w:t>@bhfgruppen.dk</w:t>
            </w:r>
          </w:p>
        </w:tc>
      </w:tr>
      <w:tr w:rsidR="001A1E19" w:rsidRPr="001A1E19" w14:paraId="7FD49D09" w14:textId="77777777" w:rsidTr="003E163F">
        <w:tc>
          <w:tcPr>
            <w:tcW w:w="4678" w:type="dxa"/>
          </w:tcPr>
          <w:p w14:paraId="5E6B0A2E" w14:textId="6E4B86AC" w:rsidR="008A5543" w:rsidRPr="001A1E19" w:rsidRDefault="00FD2BE1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Vagtnetværket</w:t>
            </w:r>
          </w:p>
        </w:tc>
        <w:tc>
          <w:tcPr>
            <w:tcW w:w="5103" w:type="dxa"/>
          </w:tcPr>
          <w:p w14:paraId="4B726D36" w14:textId="0551FEA2" w:rsidR="008A5543" w:rsidRPr="001A1E19" w:rsidRDefault="00FD2BE1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jge@lite.dk</w:t>
            </w:r>
          </w:p>
        </w:tc>
      </w:tr>
      <w:tr w:rsidR="001A1E19" w:rsidRPr="001A1E19" w14:paraId="0D2D28F2" w14:textId="77777777" w:rsidTr="003E163F">
        <w:tc>
          <w:tcPr>
            <w:tcW w:w="4678" w:type="dxa"/>
          </w:tcPr>
          <w:p w14:paraId="055DAE2E" w14:textId="05D09D70" w:rsidR="008A5543" w:rsidRPr="001A1E19" w:rsidRDefault="0004311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Atkins</w:t>
            </w:r>
          </w:p>
        </w:tc>
        <w:tc>
          <w:tcPr>
            <w:tcW w:w="5103" w:type="dxa"/>
          </w:tcPr>
          <w:p w14:paraId="75EFD78D" w14:textId="0D367A38" w:rsidR="00043110" w:rsidRPr="008E04AC" w:rsidRDefault="001A1E19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hyperlink r:id="rId51" w:history="1">
              <w:r w:rsidRPr="008E04AC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</w:t>
              </w:r>
              <w:r w:rsidRPr="008E04AC">
                <w:rPr>
                  <w:rStyle w:val="Hyperlink"/>
                  <w:color w:val="auto"/>
                  <w:u w:val="none"/>
                </w:rPr>
                <w:t>nfo-dk</w:t>
              </w:r>
              <w:r w:rsidRPr="008E04AC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@atkinsglobal.com</w:t>
              </w:r>
            </w:hyperlink>
          </w:p>
        </w:tc>
      </w:tr>
      <w:tr w:rsidR="001A1E19" w:rsidRPr="001A1E19" w14:paraId="2C1CCB1B" w14:textId="77777777" w:rsidTr="003E163F">
        <w:trPr>
          <w:trHeight w:val="70"/>
        </w:trPr>
        <w:tc>
          <w:tcPr>
            <w:tcW w:w="4678" w:type="dxa"/>
          </w:tcPr>
          <w:p w14:paraId="733B7EF1" w14:textId="58DD8300" w:rsidR="00FD401C" w:rsidRPr="001A1E19" w:rsidRDefault="00FD401C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Railsafe</w:t>
            </w:r>
          </w:p>
        </w:tc>
        <w:tc>
          <w:tcPr>
            <w:tcW w:w="5103" w:type="dxa"/>
          </w:tcPr>
          <w:p w14:paraId="4C81D6DD" w14:textId="4DE38CD5" w:rsidR="00FD401C" w:rsidRPr="001A1E19" w:rsidRDefault="001A1E19" w:rsidP="002639BC">
            <w:pPr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</w:t>
            </w:r>
            <w:r w:rsidR="00FD401C" w:rsidRPr="001A1E19">
              <w:rPr>
                <w:rFonts w:cs="Segoe UI"/>
                <w:color w:val="auto"/>
                <w:szCs w:val="20"/>
                <w:lang w:val="en-US"/>
              </w:rPr>
              <w:t>@railsafe.dk</w:t>
            </w:r>
          </w:p>
        </w:tc>
      </w:tr>
      <w:tr w:rsidR="003E163F" w:rsidRPr="001A1E19" w14:paraId="38E92276" w14:textId="58073025" w:rsidTr="003E163F">
        <w:trPr>
          <w:trHeight w:val="70"/>
        </w:trPr>
        <w:tc>
          <w:tcPr>
            <w:tcW w:w="4678" w:type="dxa"/>
          </w:tcPr>
          <w:p w14:paraId="007FA425" w14:textId="0A90B05A" w:rsidR="003E163F" w:rsidRPr="001A1E19" w:rsidRDefault="003E163F" w:rsidP="003E163F">
            <w:pPr>
              <w:spacing w:line="240" w:lineRule="auto"/>
            </w:pPr>
            <w:r>
              <w:t>Ravn Bane</w:t>
            </w:r>
          </w:p>
        </w:tc>
        <w:tc>
          <w:tcPr>
            <w:tcW w:w="5103" w:type="dxa"/>
          </w:tcPr>
          <w:p w14:paraId="26CED1E9" w14:textId="525DE683" w:rsidR="003E163F" w:rsidRPr="001A1E19" w:rsidRDefault="003E163F" w:rsidP="003E163F">
            <w:pPr>
              <w:spacing w:line="240" w:lineRule="auto"/>
            </w:pPr>
            <w:r>
              <w:t>jesper@ravn-bane.dk</w:t>
            </w:r>
          </w:p>
        </w:tc>
      </w:tr>
    </w:tbl>
    <w:p w14:paraId="7575F566" w14:textId="008CF19B" w:rsidR="0034125E" w:rsidRDefault="0034125E" w:rsidP="00632F53">
      <w:pPr>
        <w:rPr>
          <w:rFonts w:cs="Segoe UI"/>
          <w:color w:val="auto"/>
          <w:szCs w:val="20"/>
        </w:rPr>
      </w:pPr>
    </w:p>
    <w:p w14:paraId="43DB7EDE" w14:textId="77777777" w:rsidR="0057328F" w:rsidRDefault="0057328F" w:rsidP="00632F53">
      <w:pPr>
        <w:rPr>
          <w:rFonts w:cs="Segoe UI"/>
          <w:color w:val="auto"/>
          <w:szCs w:val="20"/>
        </w:rPr>
      </w:pPr>
    </w:p>
    <w:p w14:paraId="28AD8137" w14:textId="77777777" w:rsidR="0057328F" w:rsidRDefault="0057328F" w:rsidP="00632F53">
      <w:pPr>
        <w:rPr>
          <w:rFonts w:cs="Segoe UI"/>
          <w:color w:val="auto"/>
          <w:szCs w:val="20"/>
        </w:rPr>
      </w:pPr>
    </w:p>
    <w:p w14:paraId="558409D6" w14:textId="260FB07F" w:rsidR="0057328F" w:rsidRPr="00C432E9" w:rsidRDefault="0057328F" w:rsidP="00632F53">
      <w:pPr>
        <w:rPr>
          <w:rFonts w:cs="Segoe UI"/>
          <w:color w:val="auto"/>
          <w:szCs w:val="20"/>
        </w:rPr>
      </w:pPr>
      <w:r w:rsidRPr="0057328F">
        <w:rPr>
          <w:rFonts w:cs="Segoe UI"/>
          <w:color w:val="auto"/>
          <w:szCs w:val="20"/>
        </w:rPr>
        <w:t xml:space="preserve">"info@trafikstyrelsen.dk" &lt;info@trafikstyrelsen.dk&gt;; "dsbpost@dsb.dk" &lt;dsbpost@dsb.dk&gt;; "info@arriva.dk" &lt;info@arriva.dk&gt;; "Midtjyske Jernbaner" &lt;mjba@mjba.dk&gt;; "Lokaltog" &lt;post@lokaltog.dk&gt;; "nj@nj.dk" &lt;nj@nj.dk&gt;; "rail.dk@deutschebahn.com" &lt;rail.dk@deutschebahn.com&gt;; "info@hectorrail.com" &lt;info@hectorrail.com&gt;; "sekretariatet@cfl-cargo.dk" &lt;sekretariatet@cfl-cargo.dk&gt;; "info@txlogistik.eu" &lt;info@txlogistik.eu&gt;; "info@oresundbron.com" &lt;info@oresundbron.com&gt;; "dbnetz@deutschebahn.com" &lt;dbnetz@deutschebahn.com&gt;; "postmottak@banenor.no" &lt;postmottak@banenor.no&gt;; "info@contecrail.dk" &lt;info@contecrail.dk&gt;; </w:t>
      </w:r>
      <w:r w:rsidRPr="0057328F">
        <w:rPr>
          <w:rFonts w:cs="Segoe UI"/>
          <w:color w:val="auto"/>
          <w:szCs w:val="20"/>
        </w:rPr>
        <w:lastRenderedPageBreak/>
        <w:t xml:space="preserve">"info@greencargo.com" &lt;info@greencargo.com&gt;; "Danske Havne" &lt;danskehavne@danskehavne.dk&gt;; "riba@dasp.dk" &lt;riba@dasp.dk&gt;; "info@danskerhverv.dk" &lt;info@danskerhverv.dk&gt;; "dtl@dtl.eu" &lt;dtl@dtl.eu&gt;; "info@transdev.se" &lt;info@transdev.se&gt;; "'Jernbanenævnet'" &lt;info@jernbanenaevnet.dk&gt;; "info@baeredygtigtrafik.dk" &lt;info@baeredygtigtrafik.dk&gt;; "DI – Transport" &lt;transport@di.dk&gt;; "HK Trafik og jernbane" &lt;trafik-jernbane@hk.dk&gt;; "blm@midttrafik.dk" &lt;blm@midttrafik.dk&gt;; "'movia@moviatrafik.dk'" &lt;movia@moviatrafik.dk&gt;; "ivan@noah.dk" &lt;ivan@noah.dk&gt;; "passagerpulsen@fbr.dk" &lt;passagerpulsen@fbr.dk&gt;; "post@sydtrafik.dk" &lt;post@sydtrafik.dk&gt;; "mba@movia.trafik.dk" &lt;mba@movia.trafik.dk&gt;; "Jens Kristian Ørnskov" &lt;jkoe@vestbanen.dk&gt;; "info@crsa.dk" &lt;info@crsa.dk&gt;; "info@strukton.dk" &lt;info@strukton.dk&gt;; "Aarsleff Rail A/S" &lt;info@aarsleffrail.com&gt;; "koge@spitzke.com" &lt;koge@spitzke.com&gt;; "Erhvervsstyrelsen" &lt;erst@erst.dk&gt;; "Metroselskabet I/S" &lt;m@m.dk&gt;; "Snalltaget@snalltaget.se" &lt;Snalltaget@snalltaget.se&gt;; "info@portofaalborg.com" &lt;info@portofaalborg.com&gt;; "Info" &lt;Info@aarhusletbane.dk&gt;; "info@odenseletbane.dk" &lt;info@odenseletbane.dk&gt;; "post@danskeberedskaber.dk" &lt;post@danskeberedskaber.dk&gt;; "Beredskabsstyrelsen" &lt;brs@brs.dk&gt;; "kl@kl.dk" &lt;kl@kl.dk&gt;; "regioner@regioner.dk" &lt;regioner@regioner.dk&gt;; "hoeringer@vd.dk" &lt;hoeringer@vd.dk&gt;; "dibyggeri@di.dk" &lt;dibyggeri@di.dk&gt;; "info@greenpowerdenmark.dk" &lt;info@greenpowerdenmark.dk&gt;; "info@danskevv.dk" &lt;info@danskevv.dk&gt;; "danva@danva.dk" &lt;danva@danva.dk&gt;; "'Dansk Fjernvarme'" &lt;mail@danskfjernvarme.dk&gt;; "HOFOR Kundeservice" &lt;kundeservice@hofor.dk&gt;; "info@NTmail.dk" &lt;info@NTmail.dk&gt;; "info@dinletbane.dk" &lt;info@dinletbane.dk&gt;; "info@terranor.dk" &lt;info@terranor.dk&gt;; "Tommy Nielsen" &lt;tommy@tgsn.dk&gt;; "tommy@tsgn.dk" &lt;tommy@tsgn.dk&gt;; "INFO@ZOLLNER.AS" &lt;INFO@ZOLLNER.AS&gt;; "info@hededanmark.dk" &lt;info@hededanmark.dk&gt;; "info.dk@eltelnetworks.com" &lt;info.dk@eltelnetworks.com&gt;; "p.hansen@fugro.com" &lt;p.hansen@fugro.com&gt;; "info@ab-elco.dk" &lt;info@ab-elco.dk&gt;; "Madsen Thorsten" &lt;thorsten.madsen@swietelsky.dk&gt;; "CBG Entreprise" &lt;cbgentreprise@gmail.com&gt;; "Kaghøjgaard Service v/ Allan Anker Hansen" &lt;kaghojgaard@gmail.com&gt;; "bc@jyskskovteknik.dk" &lt;bc@jyskskovteknik.dk&gt;; "Atkins Danmark A/S" &lt;Info-dk@atkinsglobal.com&gt;; "Railsafe ApS" &lt;info@railsafe.dk&gt;; "Transport- og Boligministeriet" &lt;trm@trm.dk&gt;; "'Sund &amp; Bælt'" &lt;info@sbf.dk&gt;; "Niels Jessen" &lt;nj@malus.dk&gt;; "Bravida" &lt;info@bravida.dk&gt;; "BHF Gruppen A/S" &lt;sf@bhfgruppen.dk&gt;; "jge@lite.dk" &lt;jge@lite.dk&gt;; "kundeservice@sj.se" </w:t>
      </w:r>
      <w:hyperlink r:id="rId52" w:history="1">
        <w:r w:rsidR="003E163F" w:rsidRPr="00801A19">
          <w:rPr>
            <w:rStyle w:val="Hyperlink"/>
            <w:rFonts w:cs="Segoe UI"/>
            <w:szCs w:val="20"/>
          </w:rPr>
          <w:t>kundeservice@sj.se</w:t>
        </w:r>
      </w:hyperlink>
      <w:r w:rsidR="001D3D12">
        <w:rPr>
          <w:rFonts w:cs="Segoe UI"/>
          <w:color w:val="auto"/>
          <w:szCs w:val="20"/>
        </w:rPr>
        <w:t xml:space="preserve">; </w:t>
      </w:r>
      <w:r w:rsidR="001D3D12" w:rsidRPr="00C432E9">
        <w:rPr>
          <w:rFonts w:cs="Segoe UI"/>
          <w:color w:val="auto"/>
          <w:szCs w:val="20"/>
        </w:rPr>
        <w:t>”</w:t>
      </w:r>
      <w:r w:rsidR="00B8599C" w:rsidRPr="00C432E9">
        <w:rPr>
          <w:rFonts w:cs="Segoe UI"/>
          <w:color w:val="000000"/>
          <w:szCs w:val="20"/>
        </w:rPr>
        <w:t>jesper@ravn-bane.dk</w:t>
      </w:r>
      <w:r w:rsidR="00C432E9">
        <w:rPr>
          <w:rFonts w:cs="Segoe UI"/>
          <w:color w:val="000000"/>
          <w:szCs w:val="20"/>
        </w:rPr>
        <w:t>”</w:t>
      </w:r>
    </w:p>
    <w:p w14:paraId="07F7464A" w14:textId="77777777" w:rsidR="0057328F" w:rsidRDefault="0057328F" w:rsidP="00632F53">
      <w:pPr>
        <w:rPr>
          <w:rFonts w:cs="Segoe UI"/>
          <w:color w:val="auto"/>
          <w:szCs w:val="20"/>
        </w:rPr>
      </w:pPr>
    </w:p>
    <w:p w14:paraId="055DE9C9" w14:textId="77777777" w:rsidR="0057328F" w:rsidRPr="00FD401C" w:rsidRDefault="0057328F" w:rsidP="00632F53">
      <w:pPr>
        <w:rPr>
          <w:rFonts w:cs="Segoe UI"/>
          <w:color w:val="auto"/>
          <w:szCs w:val="20"/>
        </w:rPr>
      </w:pPr>
    </w:p>
    <w:sectPr w:rsidR="0057328F" w:rsidRPr="00FD401C" w:rsidSect="00346A9C">
      <w:headerReference w:type="default" r:id="rId53"/>
      <w:footerReference w:type="default" r:id="rId54"/>
      <w:headerReference w:type="first" r:id="rId55"/>
      <w:footerReference w:type="first" r:id="rId56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4F714" w14:textId="77777777" w:rsidR="002D046A" w:rsidRDefault="002D046A" w:rsidP="005B0F5E">
      <w:r>
        <w:separator/>
      </w:r>
    </w:p>
  </w:endnote>
  <w:endnote w:type="continuationSeparator" w:id="0">
    <w:p w14:paraId="6E171460" w14:textId="77777777" w:rsidR="002D046A" w:rsidRDefault="002D046A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B27E9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527902F" wp14:editId="79D3113F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A81FE" w14:textId="77777777" w:rsidR="001F4AF6" w:rsidRPr="001F4AF6" w:rsidRDefault="00632F53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90651" w14:textId="77777777" w:rsidR="002D046A" w:rsidRDefault="002D046A" w:rsidP="005B0F5E">
      <w:r>
        <w:separator/>
      </w:r>
    </w:p>
  </w:footnote>
  <w:footnote w:type="continuationSeparator" w:id="0">
    <w:p w14:paraId="6F13941C" w14:textId="77777777" w:rsidR="002D046A" w:rsidRDefault="002D046A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2563F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3ED84AF" wp14:editId="7A0822AF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C6E10C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2" w:name="Side2"/>
                          <w:r w:rsidRPr="00624434">
                            <w:t>Side</w:t>
                          </w:r>
                          <w:bookmarkEnd w:id="2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fldSimple w:instr="NUMPAGES  \* Arabic  \* MERGEFORMAT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D84AF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" fillcolor="white [3201]" stroked="f" strokeweight=".5pt">
              <v:textbox inset="0,0,0,0">
                <w:txbxContent>
                  <w:p w14:paraId="5DC6E10C" w14:textId="77777777" w:rsidR="001F4AF6" w:rsidRPr="00624434" w:rsidRDefault="001F4AF6" w:rsidP="00307AB0">
                    <w:pPr>
                      <w:pStyle w:val="Sidehoved"/>
                    </w:pPr>
                    <w:bookmarkStart w:id="25" w:name="Side2"/>
                    <w:r w:rsidRPr="00624434">
                      <w:t>Side</w:t>
                    </w:r>
                    <w:bookmarkEnd w:id="25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7421DB">
                      <w:fldChar w:fldCharType="begin"/>
                    </w:r>
                    <w:r w:rsidR="007421DB">
                      <w:instrText>NUMPAGES  \* Arabic  \* MERGEFORMAT</w:instrText>
                    </w:r>
                    <w:r w:rsidR="007421DB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7421D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45A1E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3149843D" wp14:editId="6C62F6CB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A2B366" wp14:editId="1BC9080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A9EF8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3" w:name="Side"/>
                          <w:r w:rsidRPr="00307AB0">
                            <w:t>Side</w:t>
                          </w:r>
                          <w:bookmarkEnd w:id="3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fldSimple w:instr="NUMPAGES  \* Arabic  \* MERGEFORMAT">
                            <w:r w:rsidR="00A558B5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A2B366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" fillcolor="white [3201]" stroked="f" strokeweight=".5pt">
              <v:textbox inset="0,0,0,0">
                <w:txbxContent>
                  <w:p w14:paraId="718A9EF8" w14:textId="77777777" w:rsidR="001F4AF6" w:rsidRPr="00307AB0" w:rsidRDefault="001F4AF6" w:rsidP="00307AB0">
                    <w:pPr>
                      <w:pStyle w:val="Sidehoved"/>
                    </w:pPr>
                    <w:bookmarkStart w:id="27" w:name="Side"/>
                    <w:r w:rsidRPr="00307AB0">
                      <w:t>Side</w:t>
                    </w:r>
                    <w:bookmarkEnd w:id="27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7421DB">
                      <w:fldChar w:fldCharType="begin"/>
                    </w:r>
                    <w:r w:rsidR="007421DB">
                      <w:instrText>NUMPAGES  \* Arabic  \* MERGEFORMAT</w:instrText>
                    </w:r>
                    <w:r w:rsidR="007421DB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7421D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94456"/>
    <w:multiLevelType w:val="hybridMultilevel"/>
    <w:tmpl w:val="064A985A"/>
    <w:lvl w:ilvl="0" w:tplc="F022D4B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B2D8A"/>
    <w:multiLevelType w:val="hybridMultilevel"/>
    <w:tmpl w:val="22FC63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82C673C"/>
    <w:multiLevelType w:val="hybridMultilevel"/>
    <w:tmpl w:val="5568E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3220">
    <w:abstractNumId w:val="0"/>
  </w:num>
  <w:num w:numId="2" w16cid:durableId="1781220952">
    <w:abstractNumId w:val="1"/>
  </w:num>
  <w:num w:numId="3" w16cid:durableId="157769509">
    <w:abstractNumId w:val="5"/>
  </w:num>
  <w:num w:numId="4" w16cid:durableId="1766538904">
    <w:abstractNumId w:val="3"/>
  </w:num>
  <w:num w:numId="5" w16cid:durableId="585265418">
    <w:abstractNumId w:val="4"/>
  </w:num>
  <w:num w:numId="6" w16cid:durableId="1549220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53"/>
    <w:rsid w:val="00002E25"/>
    <w:rsid w:val="00006F24"/>
    <w:rsid w:val="000070A5"/>
    <w:rsid w:val="000129AE"/>
    <w:rsid w:val="00021EFD"/>
    <w:rsid w:val="00030055"/>
    <w:rsid w:val="0003484A"/>
    <w:rsid w:val="00037A92"/>
    <w:rsid w:val="00043110"/>
    <w:rsid w:val="00050FCD"/>
    <w:rsid w:val="000570F7"/>
    <w:rsid w:val="00057BBE"/>
    <w:rsid w:val="00062C96"/>
    <w:rsid w:val="000643B5"/>
    <w:rsid w:val="00065571"/>
    <w:rsid w:val="00071358"/>
    <w:rsid w:val="0008206B"/>
    <w:rsid w:val="0008423B"/>
    <w:rsid w:val="00084B8C"/>
    <w:rsid w:val="00086672"/>
    <w:rsid w:val="00086B68"/>
    <w:rsid w:val="00090545"/>
    <w:rsid w:val="00091DE6"/>
    <w:rsid w:val="00091EDE"/>
    <w:rsid w:val="000951CE"/>
    <w:rsid w:val="000957C4"/>
    <w:rsid w:val="000969B8"/>
    <w:rsid w:val="000B3FED"/>
    <w:rsid w:val="000B454C"/>
    <w:rsid w:val="000B5645"/>
    <w:rsid w:val="000C2A44"/>
    <w:rsid w:val="000D7694"/>
    <w:rsid w:val="000E5209"/>
    <w:rsid w:val="000E6EAE"/>
    <w:rsid w:val="00130013"/>
    <w:rsid w:val="00130BFA"/>
    <w:rsid w:val="0013237D"/>
    <w:rsid w:val="00132893"/>
    <w:rsid w:val="00134756"/>
    <w:rsid w:val="001470EA"/>
    <w:rsid w:val="001521D2"/>
    <w:rsid w:val="00152305"/>
    <w:rsid w:val="00152352"/>
    <w:rsid w:val="00155BC2"/>
    <w:rsid w:val="00156FCA"/>
    <w:rsid w:val="00161833"/>
    <w:rsid w:val="001631B1"/>
    <w:rsid w:val="00165283"/>
    <w:rsid w:val="00165993"/>
    <w:rsid w:val="00173707"/>
    <w:rsid w:val="00176B59"/>
    <w:rsid w:val="00183037"/>
    <w:rsid w:val="00193B4A"/>
    <w:rsid w:val="001A1E19"/>
    <w:rsid w:val="001B7B95"/>
    <w:rsid w:val="001C4C72"/>
    <w:rsid w:val="001D16A6"/>
    <w:rsid w:val="001D3CE8"/>
    <w:rsid w:val="001D3D12"/>
    <w:rsid w:val="001D5915"/>
    <w:rsid w:val="001D6FD1"/>
    <w:rsid w:val="001D7AA0"/>
    <w:rsid w:val="001D7C12"/>
    <w:rsid w:val="001F4AF6"/>
    <w:rsid w:val="00205DA5"/>
    <w:rsid w:val="00212412"/>
    <w:rsid w:val="00212672"/>
    <w:rsid w:val="00214ADC"/>
    <w:rsid w:val="0022076D"/>
    <w:rsid w:val="00235632"/>
    <w:rsid w:val="00235DEC"/>
    <w:rsid w:val="00237152"/>
    <w:rsid w:val="0024386D"/>
    <w:rsid w:val="00254E64"/>
    <w:rsid w:val="002639BC"/>
    <w:rsid w:val="002642C8"/>
    <w:rsid w:val="00267334"/>
    <w:rsid w:val="00277163"/>
    <w:rsid w:val="002818A5"/>
    <w:rsid w:val="0029758B"/>
    <w:rsid w:val="002A07B0"/>
    <w:rsid w:val="002A3E7B"/>
    <w:rsid w:val="002A5D54"/>
    <w:rsid w:val="002A7A8B"/>
    <w:rsid w:val="002B059D"/>
    <w:rsid w:val="002B30BB"/>
    <w:rsid w:val="002B54BE"/>
    <w:rsid w:val="002C0E2E"/>
    <w:rsid w:val="002D046A"/>
    <w:rsid w:val="002D100D"/>
    <w:rsid w:val="002E26C4"/>
    <w:rsid w:val="002E47E1"/>
    <w:rsid w:val="002E7E1E"/>
    <w:rsid w:val="002F4EFE"/>
    <w:rsid w:val="00307AB0"/>
    <w:rsid w:val="003111EA"/>
    <w:rsid w:val="00316510"/>
    <w:rsid w:val="0031699B"/>
    <w:rsid w:val="003225FA"/>
    <w:rsid w:val="0032312D"/>
    <w:rsid w:val="00330F8A"/>
    <w:rsid w:val="0034125E"/>
    <w:rsid w:val="00345ADF"/>
    <w:rsid w:val="00346A9C"/>
    <w:rsid w:val="00350B3B"/>
    <w:rsid w:val="00357E84"/>
    <w:rsid w:val="003600CB"/>
    <w:rsid w:val="00361C7C"/>
    <w:rsid w:val="00370FBC"/>
    <w:rsid w:val="0037212C"/>
    <w:rsid w:val="003829F2"/>
    <w:rsid w:val="00390C06"/>
    <w:rsid w:val="003923EF"/>
    <w:rsid w:val="003C068F"/>
    <w:rsid w:val="003E163F"/>
    <w:rsid w:val="003E7F91"/>
    <w:rsid w:val="003F547B"/>
    <w:rsid w:val="003F7317"/>
    <w:rsid w:val="00404CB7"/>
    <w:rsid w:val="00404E31"/>
    <w:rsid w:val="00406B3F"/>
    <w:rsid w:val="0041489C"/>
    <w:rsid w:val="004164B7"/>
    <w:rsid w:val="00420D1E"/>
    <w:rsid w:val="00424429"/>
    <w:rsid w:val="004300CD"/>
    <w:rsid w:val="00437A15"/>
    <w:rsid w:val="004454E8"/>
    <w:rsid w:val="00452D31"/>
    <w:rsid w:val="00455C8D"/>
    <w:rsid w:val="00462847"/>
    <w:rsid w:val="0046605D"/>
    <w:rsid w:val="004668F4"/>
    <w:rsid w:val="004768FE"/>
    <w:rsid w:val="004772C7"/>
    <w:rsid w:val="00477E87"/>
    <w:rsid w:val="004801EE"/>
    <w:rsid w:val="00480EDB"/>
    <w:rsid w:val="00481AFF"/>
    <w:rsid w:val="00484B0D"/>
    <w:rsid w:val="00486750"/>
    <w:rsid w:val="00491F6D"/>
    <w:rsid w:val="00495E54"/>
    <w:rsid w:val="0049632C"/>
    <w:rsid w:val="0049649A"/>
    <w:rsid w:val="0049724C"/>
    <w:rsid w:val="004A3BC9"/>
    <w:rsid w:val="004A58A8"/>
    <w:rsid w:val="004B0196"/>
    <w:rsid w:val="004C511F"/>
    <w:rsid w:val="004C7A33"/>
    <w:rsid w:val="004F2801"/>
    <w:rsid w:val="004F6D68"/>
    <w:rsid w:val="0050109A"/>
    <w:rsid w:val="00514E55"/>
    <w:rsid w:val="00521F30"/>
    <w:rsid w:val="005222DA"/>
    <w:rsid w:val="00522404"/>
    <w:rsid w:val="00524ABA"/>
    <w:rsid w:val="00524EDD"/>
    <w:rsid w:val="005276F0"/>
    <w:rsid w:val="00532E93"/>
    <w:rsid w:val="00533643"/>
    <w:rsid w:val="00543FE8"/>
    <w:rsid w:val="00544FD1"/>
    <w:rsid w:val="00553568"/>
    <w:rsid w:val="0056507A"/>
    <w:rsid w:val="00566E78"/>
    <w:rsid w:val="005677A1"/>
    <w:rsid w:val="0057328F"/>
    <w:rsid w:val="00581E2F"/>
    <w:rsid w:val="005831F2"/>
    <w:rsid w:val="005849D4"/>
    <w:rsid w:val="005868CA"/>
    <w:rsid w:val="00590EB2"/>
    <w:rsid w:val="00596383"/>
    <w:rsid w:val="00596990"/>
    <w:rsid w:val="005A49BA"/>
    <w:rsid w:val="005B0F5E"/>
    <w:rsid w:val="005B1C6C"/>
    <w:rsid w:val="005B1D05"/>
    <w:rsid w:val="005B3635"/>
    <w:rsid w:val="005C0714"/>
    <w:rsid w:val="005C539B"/>
    <w:rsid w:val="005D7794"/>
    <w:rsid w:val="005E2A5F"/>
    <w:rsid w:val="00610E74"/>
    <w:rsid w:val="006208AD"/>
    <w:rsid w:val="00622B98"/>
    <w:rsid w:val="00624434"/>
    <w:rsid w:val="00632F53"/>
    <w:rsid w:val="0063726B"/>
    <w:rsid w:val="00642391"/>
    <w:rsid w:val="0065023A"/>
    <w:rsid w:val="00654821"/>
    <w:rsid w:val="006549DA"/>
    <w:rsid w:val="00663B70"/>
    <w:rsid w:val="006717A6"/>
    <w:rsid w:val="0067479A"/>
    <w:rsid w:val="00674927"/>
    <w:rsid w:val="00676B60"/>
    <w:rsid w:val="00684920"/>
    <w:rsid w:val="006910B5"/>
    <w:rsid w:val="0069512F"/>
    <w:rsid w:val="006A658F"/>
    <w:rsid w:val="006C699F"/>
    <w:rsid w:val="006D14D0"/>
    <w:rsid w:val="006D7FF2"/>
    <w:rsid w:val="006E222D"/>
    <w:rsid w:val="006E7DA5"/>
    <w:rsid w:val="006F2749"/>
    <w:rsid w:val="006F7BCF"/>
    <w:rsid w:val="00700D3B"/>
    <w:rsid w:val="00703642"/>
    <w:rsid w:val="007039F4"/>
    <w:rsid w:val="00715989"/>
    <w:rsid w:val="00731721"/>
    <w:rsid w:val="007370CC"/>
    <w:rsid w:val="007421DB"/>
    <w:rsid w:val="00742796"/>
    <w:rsid w:val="0074672E"/>
    <w:rsid w:val="00746B06"/>
    <w:rsid w:val="00750058"/>
    <w:rsid w:val="007535FC"/>
    <w:rsid w:val="0075377A"/>
    <w:rsid w:val="00755504"/>
    <w:rsid w:val="00757636"/>
    <w:rsid w:val="00764597"/>
    <w:rsid w:val="007749EC"/>
    <w:rsid w:val="00775FB8"/>
    <w:rsid w:val="00777CFB"/>
    <w:rsid w:val="00781B97"/>
    <w:rsid w:val="00794DF6"/>
    <w:rsid w:val="007B1A7A"/>
    <w:rsid w:val="007B3015"/>
    <w:rsid w:val="007C7393"/>
    <w:rsid w:val="007D5E22"/>
    <w:rsid w:val="007E1FB6"/>
    <w:rsid w:val="00801E6B"/>
    <w:rsid w:val="00802E86"/>
    <w:rsid w:val="008044FC"/>
    <w:rsid w:val="008059E8"/>
    <w:rsid w:val="00813E1D"/>
    <w:rsid w:val="00816790"/>
    <w:rsid w:val="00816EFC"/>
    <w:rsid w:val="00827CDE"/>
    <w:rsid w:val="00835C42"/>
    <w:rsid w:val="008470E9"/>
    <w:rsid w:val="00850D42"/>
    <w:rsid w:val="00852415"/>
    <w:rsid w:val="00862A64"/>
    <w:rsid w:val="00865CCB"/>
    <w:rsid w:val="00874F8D"/>
    <w:rsid w:val="00875A38"/>
    <w:rsid w:val="008760BF"/>
    <w:rsid w:val="008829E2"/>
    <w:rsid w:val="00887255"/>
    <w:rsid w:val="008A5543"/>
    <w:rsid w:val="008B1863"/>
    <w:rsid w:val="008B2AB5"/>
    <w:rsid w:val="008C18BA"/>
    <w:rsid w:val="008C2EA3"/>
    <w:rsid w:val="008C5099"/>
    <w:rsid w:val="008C57C4"/>
    <w:rsid w:val="008D4D65"/>
    <w:rsid w:val="008D6DC4"/>
    <w:rsid w:val="008E04AC"/>
    <w:rsid w:val="008E0545"/>
    <w:rsid w:val="008E1BE0"/>
    <w:rsid w:val="008E622D"/>
    <w:rsid w:val="008E70D7"/>
    <w:rsid w:val="008E75B1"/>
    <w:rsid w:val="008F23AB"/>
    <w:rsid w:val="008F2E9E"/>
    <w:rsid w:val="008F379E"/>
    <w:rsid w:val="008F38B3"/>
    <w:rsid w:val="008F6BE7"/>
    <w:rsid w:val="0091149E"/>
    <w:rsid w:val="00912B80"/>
    <w:rsid w:val="0092404D"/>
    <w:rsid w:val="0092759C"/>
    <w:rsid w:val="009426B7"/>
    <w:rsid w:val="00943B05"/>
    <w:rsid w:val="00953F3E"/>
    <w:rsid w:val="009569B7"/>
    <w:rsid w:val="009624D3"/>
    <w:rsid w:val="009633F9"/>
    <w:rsid w:val="00963589"/>
    <w:rsid w:val="00963AC2"/>
    <w:rsid w:val="00964883"/>
    <w:rsid w:val="0096552A"/>
    <w:rsid w:val="00965CCB"/>
    <w:rsid w:val="009708A6"/>
    <w:rsid w:val="00971832"/>
    <w:rsid w:val="00972C6F"/>
    <w:rsid w:val="00981EA1"/>
    <w:rsid w:val="00985B1E"/>
    <w:rsid w:val="00986B90"/>
    <w:rsid w:val="009937E2"/>
    <w:rsid w:val="009A1EF4"/>
    <w:rsid w:val="009A36E8"/>
    <w:rsid w:val="009B5B9D"/>
    <w:rsid w:val="009C08A0"/>
    <w:rsid w:val="009C493E"/>
    <w:rsid w:val="009E78CF"/>
    <w:rsid w:val="009F0DA2"/>
    <w:rsid w:val="009F153F"/>
    <w:rsid w:val="009F1DD6"/>
    <w:rsid w:val="009F3E94"/>
    <w:rsid w:val="00A07D44"/>
    <w:rsid w:val="00A325F8"/>
    <w:rsid w:val="00A33A8A"/>
    <w:rsid w:val="00A33E98"/>
    <w:rsid w:val="00A558B5"/>
    <w:rsid w:val="00A67F09"/>
    <w:rsid w:val="00A70FA3"/>
    <w:rsid w:val="00A77A0F"/>
    <w:rsid w:val="00A83885"/>
    <w:rsid w:val="00A91DB8"/>
    <w:rsid w:val="00A9435A"/>
    <w:rsid w:val="00A96ADB"/>
    <w:rsid w:val="00AB3ED9"/>
    <w:rsid w:val="00AB6F36"/>
    <w:rsid w:val="00AD1865"/>
    <w:rsid w:val="00AD5A64"/>
    <w:rsid w:val="00AD7296"/>
    <w:rsid w:val="00AE0D9C"/>
    <w:rsid w:val="00AF279B"/>
    <w:rsid w:val="00AF3CCA"/>
    <w:rsid w:val="00B10110"/>
    <w:rsid w:val="00B1533B"/>
    <w:rsid w:val="00B17406"/>
    <w:rsid w:val="00B21972"/>
    <w:rsid w:val="00B25E44"/>
    <w:rsid w:val="00B33685"/>
    <w:rsid w:val="00B44598"/>
    <w:rsid w:val="00B458B4"/>
    <w:rsid w:val="00B45B47"/>
    <w:rsid w:val="00B50EDB"/>
    <w:rsid w:val="00B53FF2"/>
    <w:rsid w:val="00B55D5E"/>
    <w:rsid w:val="00B65B51"/>
    <w:rsid w:val="00B73E0B"/>
    <w:rsid w:val="00B815C1"/>
    <w:rsid w:val="00B8599C"/>
    <w:rsid w:val="00B96270"/>
    <w:rsid w:val="00BC6007"/>
    <w:rsid w:val="00BD3167"/>
    <w:rsid w:val="00BD35B9"/>
    <w:rsid w:val="00C00060"/>
    <w:rsid w:val="00C1487C"/>
    <w:rsid w:val="00C14A9E"/>
    <w:rsid w:val="00C15888"/>
    <w:rsid w:val="00C22CE7"/>
    <w:rsid w:val="00C24357"/>
    <w:rsid w:val="00C317F6"/>
    <w:rsid w:val="00C31CFD"/>
    <w:rsid w:val="00C340DF"/>
    <w:rsid w:val="00C432E9"/>
    <w:rsid w:val="00C45FED"/>
    <w:rsid w:val="00C477AD"/>
    <w:rsid w:val="00C505AE"/>
    <w:rsid w:val="00C51AFC"/>
    <w:rsid w:val="00C57133"/>
    <w:rsid w:val="00C63E38"/>
    <w:rsid w:val="00C64F04"/>
    <w:rsid w:val="00C67463"/>
    <w:rsid w:val="00C67525"/>
    <w:rsid w:val="00C73576"/>
    <w:rsid w:val="00C75190"/>
    <w:rsid w:val="00C76963"/>
    <w:rsid w:val="00C80EF9"/>
    <w:rsid w:val="00C8286D"/>
    <w:rsid w:val="00C938C7"/>
    <w:rsid w:val="00CA1927"/>
    <w:rsid w:val="00CB6E4C"/>
    <w:rsid w:val="00CC07A2"/>
    <w:rsid w:val="00CC29C8"/>
    <w:rsid w:val="00CC656C"/>
    <w:rsid w:val="00CD7668"/>
    <w:rsid w:val="00CE1045"/>
    <w:rsid w:val="00CE31BC"/>
    <w:rsid w:val="00CE474B"/>
    <w:rsid w:val="00CF0A12"/>
    <w:rsid w:val="00CF64BE"/>
    <w:rsid w:val="00D049F2"/>
    <w:rsid w:val="00D06FAD"/>
    <w:rsid w:val="00D10D16"/>
    <w:rsid w:val="00D143CC"/>
    <w:rsid w:val="00D14706"/>
    <w:rsid w:val="00D169B8"/>
    <w:rsid w:val="00D26423"/>
    <w:rsid w:val="00D32868"/>
    <w:rsid w:val="00D40EC2"/>
    <w:rsid w:val="00D4154E"/>
    <w:rsid w:val="00D45310"/>
    <w:rsid w:val="00D453CE"/>
    <w:rsid w:val="00D46434"/>
    <w:rsid w:val="00D622C4"/>
    <w:rsid w:val="00D630BA"/>
    <w:rsid w:val="00D64FD1"/>
    <w:rsid w:val="00D668B2"/>
    <w:rsid w:val="00D67CB4"/>
    <w:rsid w:val="00D70A7E"/>
    <w:rsid w:val="00D72B7E"/>
    <w:rsid w:val="00D74F6D"/>
    <w:rsid w:val="00D771FE"/>
    <w:rsid w:val="00D77AC0"/>
    <w:rsid w:val="00D81E9F"/>
    <w:rsid w:val="00D82347"/>
    <w:rsid w:val="00D828CB"/>
    <w:rsid w:val="00DA100B"/>
    <w:rsid w:val="00DA2525"/>
    <w:rsid w:val="00DA35E0"/>
    <w:rsid w:val="00DC264C"/>
    <w:rsid w:val="00DC62B1"/>
    <w:rsid w:val="00DC7A75"/>
    <w:rsid w:val="00DD2EA0"/>
    <w:rsid w:val="00DD5A0F"/>
    <w:rsid w:val="00DE650C"/>
    <w:rsid w:val="00DF08A0"/>
    <w:rsid w:val="00DF1E3A"/>
    <w:rsid w:val="00E004B4"/>
    <w:rsid w:val="00E053DB"/>
    <w:rsid w:val="00E13310"/>
    <w:rsid w:val="00E275D6"/>
    <w:rsid w:val="00E36C00"/>
    <w:rsid w:val="00E36F2F"/>
    <w:rsid w:val="00E53705"/>
    <w:rsid w:val="00E734E4"/>
    <w:rsid w:val="00E802C8"/>
    <w:rsid w:val="00E835FB"/>
    <w:rsid w:val="00E86337"/>
    <w:rsid w:val="00E86646"/>
    <w:rsid w:val="00E96073"/>
    <w:rsid w:val="00EA5389"/>
    <w:rsid w:val="00EC042D"/>
    <w:rsid w:val="00EC417E"/>
    <w:rsid w:val="00ED0F9E"/>
    <w:rsid w:val="00ED6D8D"/>
    <w:rsid w:val="00ED6F9C"/>
    <w:rsid w:val="00EE627D"/>
    <w:rsid w:val="00EF41FC"/>
    <w:rsid w:val="00EF75E1"/>
    <w:rsid w:val="00F10AD1"/>
    <w:rsid w:val="00F313C5"/>
    <w:rsid w:val="00F326C6"/>
    <w:rsid w:val="00F3396A"/>
    <w:rsid w:val="00F439C3"/>
    <w:rsid w:val="00F45B65"/>
    <w:rsid w:val="00F50EA4"/>
    <w:rsid w:val="00F51C8B"/>
    <w:rsid w:val="00F72727"/>
    <w:rsid w:val="00F84490"/>
    <w:rsid w:val="00F84EDF"/>
    <w:rsid w:val="00F94C81"/>
    <w:rsid w:val="00FA4C98"/>
    <w:rsid w:val="00FB26D3"/>
    <w:rsid w:val="00FB7379"/>
    <w:rsid w:val="00FD1208"/>
    <w:rsid w:val="00FD2BE1"/>
    <w:rsid w:val="00FD401C"/>
    <w:rsid w:val="00FE4BFE"/>
    <w:rsid w:val="00FF29DE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CD08F"/>
  <w15:chartTrackingRefBased/>
  <w15:docId w15:val="{4839E81E-0D24-4358-B677-04EE4C00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rsid w:val="00632F5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2F53"/>
    <w:pPr>
      <w:spacing w:line="240" w:lineRule="auto"/>
    </w:pPr>
    <w:rPr>
      <w:rFonts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2F53"/>
    <w:rPr>
      <w:rFonts w:ascii="Segoe UI" w:hAnsi="Segoe UI" w:cs="Segoe UI"/>
      <w:color w:val="323232"/>
      <w:sz w:val="18"/>
      <w:szCs w:val="18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77CFB"/>
    <w:pPr>
      <w:spacing w:line="240" w:lineRule="auto"/>
    </w:pPr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77CFB"/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styleId="Hyperlink">
    <w:name w:val="Hyperlink"/>
    <w:basedOn w:val="Standardskrifttypeiafsnit"/>
    <w:uiPriority w:val="99"/>
    <w:unhideWhenUsed/>
    <w:rsid w:val="00152352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52352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134756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1470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14706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14706"/>
    <w:rPr>
      <w:rFonts w:ascii="Segoe UI" w:hAnsi="Segoe UI"/>
      <w:color w:val="32323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1470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14706"/>
    <w:rPr>
      <w:rFonts w:ascii="Segoe UI" w:hAnsi="Segoe UI"/>
      <w:b/>
      <w:bCs/>
      <w:color w:val="323232"/>
      <w:sz w:val="20"/>
      <w:szCs w:val="20"/>
    </w:rPr>
  </w:style>
  <w:style w:type="character" w:styleId="Strk">
    <w:name w:val="Strong"/>
    <w:basedOn w:val="Standardskrifttypeiafsnit"/>
    <w:uiPriority w:val="22"/>
    <w:qFormat/>
    <w:rsid w:val="00311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ail.dk@deutschebahn.com" TargetMode="External"/><Relationship Id="rId18" Type="http://schemas.openxmlformats.org/officeDocument/2006/relationships/hyperlink" Target="mailto:info@sbf.dk" TargetMode="External"/><Relationship Id="rId26" Type="http://schemas.openxmlformats.org/officeDocument/2006/relationships/hyperlink" Target="mailto:info@danskerhverv.dk" TargetMode="External"/><Relationship Id="rId39" Type="http://schemas.openxmlformats.org/officeDocument/2006/relationships/hyperlink" Target="mailto:jkoe@vestbanen.dk" TargetMode="External"/><Relationship Id="rId21" Type="http://schemas.openxmlformats.org/officeDocument/2006/relationships/hyperlink" Target="mailto:postmottak@banenor.no" TargetMode="External"/><Relationship Id="rId34" Type="http://schemas.openxmlformats.org/officeDocument/2006/relationships/hyperlink" Target="mailto:movia@moviatrafik.dk" TargetMode="External"/><Relationship Id="rId42" Type="http://schemas.openxmlformats.org/officeDocument/2006/relationships/hyperlink" Target="mailto:koge@spitzke.com" TargetMode="External"/><Relationship Id="rId47" Type="http://schemas.openxmlformats.org/officeDocument/2006/relationships/hyperlink" Target="mailto:m@m.dk" TargetMode="External"/><Relationship Id="rId50" Type="http://schemas.openxmlformats.org/officeDocument/2006/relationships/hyperlink" Target="mailto:info@dinletbane.dk" TargetMode="External"/><Relationship Id="rId55" Type="http://schemas.openxmlformats.org/officeDocument/2006/relationships/header" Target="header2.xml"/><Relationship Id="rId7" Type="http://schemas.openxmlformats.org/officeDocument/2006/relationships/hyperlink" Target="mailto:info@trafikstyrelsen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sekretariatet@cfl-cargo.dk" TargetMode="External"/><Relationship Id="rId29" Type="http://schemas.openxmlformats.org/officeDocument/2006/relationships/hyperlink" Target="mailto:info@jernbanenaevnet.dk" TargetMode="External"/><Relationship Id="rId11" Type="http://schemas.openxmlformats.org/officeDocument/2006/relationships/hyperlink" Target="mailto:post@lokaltog.dk" TargetMode="External"/><Relationship Id="rId24" Type="http://schemas.openxmlformats.org/officeDocument/2006/relationships/hyperlink" Target="mailto:danskehavne@danskehavne.dk" TargetMode="External"/><Relationship Id="rId32" Type="http://schemas.openxmlformats.org/officeDocument/2006/relationships/hyperlink" Target="mailto:trafik-jernbane@hk.dk" TargetMode="External"/><Relationship Id="rId37" Type="http://schemas.openxmlformats.org/officeDocument/2006/relationships/hyperlink" Target="mailto:post@sydtrafik.dk" TargetMode="External"/><Relationship Id="rId40" Type="http://schemas.openxmlformats.org/officeDocument/2006/relationships/hyperlink" Target="mailto:info@crsa.dk" TargetMode="External"/><Relationship Id="rId45" Type="http://schemas.openxmlformats.org/officeDocument/2006/relationships/hyperlink" Target="mailto:snalltaget@snalltaget.se" TargetMode="External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mailto:info@oresundbr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riva.dk" TargetMode="External"/><Relationship Id="rId14" Type="http://schemas.openxmlformats.org/officeDocument/2006/relationships/hyperlink" Target="mailto:info@hectorrail.com" TargetMode="External"/><Relationship Id="rId22" Type="http://schemas.openxmlformats.org/officeDocument/2006/relationships/hyperlink" Target="mailto:info@contecrail.dk" TargetMode="External"/><Relationship Id="rId27" Type="http://schemas.openxmlformats.org/officeDocument/2006/relationships/hyperlink" Target="mailto:dtl@dtl.eu" TargetMode="External"/><Relationship Id="rId30" Type="http://schemas.openxmlformats.org/officeDocument/2006/relationships/hyperlink" Target="mailto:info@baeredygtigtrafik.dk" TargetMode="External"/><Relationship Id="rId35" Type="http://schemas.openxmlformats.org/officeDocument/2006/relationships/hyperlink" Target="mailto:ivan@noah.dk" TargetMode="External"/><Relationship Id="rId43" Type="http://schemas.openxmlformats.org/officeDocument/2006/relationships/hyperlink" Target="mailto:erst@erst.dk" TargetMode="External"/><Relationship Id="rId48" Type="http://schemas.openxmlformats.org/officeDocument/2006/relationships/hyperlink" Target="mailto:kl@kl.dk" TargetMode="External"/><Relationship Id="rId56" Type="http://schemas.openxmlformats.org/officeDocument/2006/relationships/footer" Target="footer2.xml"/><Relationship Id="rId8" Type="http://schemas.openxmlformats.org/officeDocument/2006/relationships/hyperlink" Target="mailto:dsbpost@dsb.dk" TargetMode="External"/><Relationship Id="rId51" Type="http://schemas.openxmlformats.org/officeDocument/2006/relationships/hyperlink" Target="mailto:info-dk@atkinsgloba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nj@nj.dk" TargetMode="External"/><Relationship Id="rId17" Type="http://schemas.openxmlformats.org/officeDocument/2006/relationships/hyperlink" Target="mailto:info@txlogistik.eu" TargetMode="External"/><Relationship Id="rId25" Type="http://schemas.openxmlformats.org/officeDocument/2006/relationships/hyperlink" Target="mailto:riba@dasp.dk" TargetMode="External"/><Relationship Id="rId33" Type="http://schemas.openxmlformats.org/officeDocument/2006/relationships/hyperlink" Target="mailto:blm@midttrafik.dk" TargetMode="External"/><Relationship Id="rId38" Type="http://schemas.openxmlformats.org/officeDocument/2006/relationships/hyperlink" Target="mailto:mba@movia.trafik.dk" TargetMode="External"/><Relationship Id="rId46" Type="http://schemas.openxmlformats.org/officeDocument/2006/relationships/hyperlink" Target="mailto:info@portofaalborg.com" TargetMode="External"/><Relationship Id="rId20" Type="http://schemas.openxmlformats.org/officeDocument/2006/relationships/hyperlink" Target="mailto:dbnetz@deutschebahn.com" TargetMode="External"/><Relationship Id="rId41" Type="http://schemas.openxmlformats.org/officeDocument/2006/relationships/hyperlink" Target="mailto:info@aarsleffrail.com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kundeservice@sj.se" TargetMode="External"/><Relationship Id="rId23" Type="http://schemas.openxmlformats.org/officeDocument/2006/relationships/hyperlink" Target="mailto:info@greencargo.com" TargetMode="External"/><Relationship Id="rId28" Type="http://schemas.openxmlformats.org/officeDocument/2006/relationships/hyperlink" Target="mailto:info@transdev.se" TargetMode="External"/><Relationship Id="rId36" Type="http://schemas.openxmlformats.org/officeDocument/2006/relationships/hyperlink" Target="mailto:passagerpulsen@fbr.dk" TargetMode="External"/><Relationship Id="rId49" Type="http://schemas.openxmlformats.org/officeDocument/2006/relationships/hyperlink" Target="mailto:nj@nj.dk" TargetMode="External"/><Relationship Id="rId57" Type="http://schemas.openxmlformats.org/officeDocument/2006/relationships/fontTable" Target="fontTable.xml"/><Relationship Id="rId10" Type="http://schemas.openxmlformats.org/officeDocument/2006/relationships/hyperlink" Target="mailto:mjba@mjba.dk" TargetMode="External"/><Relationship Id="rId31" Type="http://schemas.openxmlformats.org/officeDocument/2006/relationships/hyperlink" Target="mailto:transport@di.dk" TargetMode="External"/><Relationship Id="rId44" Type="http://schemas.openxmlformats.org/officeDocument/2006/relationships/hyperlink" Target="mailto:nj@malus.dk" TargetMode="External"/><Relationship Id="rId52" Type="http://schemas.openxmlformats.org/officeDocument/2006/relationships/hyperlink" Target="mailto:kundeservice@sj.s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2</TotalTime>
  <Pages>3</Pages>
  <Words>1124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Bekendtgørelse om gebyrer for Banedanmarks beredskabsydelser, kurser og uddannelse samt 3. partsprojekter.</vt:lpstr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gebyrer for Banedanmarks beredskabsydelser, kurser og uddannelse samt 3. partsprojekter.</dc:title>
  <dc:subject/>
  <dc:creator>Kenneth Juul Andersen (KJA)</dc:creator>
  <cp:keywords/>
  <dc:description>09-11-2021</dc:description>
  <cp:lastModifiedBy>Ruben Toft Sindahl (RTSI)</cp:lastModifiedBy>
  <cp:revision>3</cp:revision>
  <cp:lastPrinted>2022-11-16T07:56:00Z</cp:lastPrinted>
  <dcterms:created xsi:type="dcterms:W3CDTF">2024-09-20T12:29:00Z</dcterms:created>
  <dcterms:modified xsi:type="dcterms:W3CDTF">2024-10-21T07:14:00Z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Kenneth Juul Andersen (KJA)</vt:lpwstr>
  </property>
  <property fmtid="{D5CDD505-2E9C-101B-9397-08002B2CF9AE}" pid="4" name="Dokumentejer">
    <vt:lpwstr>Kenneth Juul Andersen (KJA)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