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-Gitter"/>
        <w:tblW w:w="7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</w:tblGrid>
      <w:tr w:rsidR="00C2582B" w:rsidRPr="00C2582B" w14:paraId="2F4AF0DC" w14:textId="77777777" w:rsidTr="00307AB0">
        <w:trPr>
          <w:cantSplit/>
          <w:trHeight w:hRule="exact" w:val="2551"/>
        </w:trPr>
        <w:tc>
          <w:tcPr>
            <w:tcW w:w="7512" w:type="dxa"/>
            <w:tcMar>
              <w:left w:w="0" w:type="dxa"/>
              <w:right w:w="0" w:type="dxa"/>
            </w:tcMar>
          </w:tcPr>
          <w:p w14:paraId="5C07FD14" w14:textId="77777777" w:rsidR="008E1BE0" w:rsidRPr="00C2582B" w:rsidRDefault="00F51FC8" w:rsidP="00C2582B">
            <w:pPr>
              <w:jc w:val="both"/>
              <w:rPr>
                <w:color w:val="auto"/>
              </w:rPr>
            </w:pPr>
            <w:bookmarkStart w:id="0" w:name="Modtager"/>
            <w:bookmarkEnd w:id="0"/>
            <w:r w:rsidRPr="00C2582B">
              <w:rPr>
                <w:color w:val="auto"/>
              </w:rPr>
              <w:t>Til diverse høringsparter, jf. vedlagte høringsliste</w:t>
            </w:r>
          </w:p>
          <w:p w14:paraId="3984E0AD" w14:textId="77777777" w:rsidR="00F51FC8" w:rsidRPr="00C2582B" w:rsidRDefault="00F51FC8" w:rsidP="00C2582B">
            <w:pPr>
              <w:jc w:val="both"/>
              <w:rPr>
                <w:color w:val="auto"/>
              </w:rPr>
            </w:pPr>
          </w:p>
          <w:p w14:paraId="39AC22B7" w14:textId="77777777" w:rsidR="00F51FC8" w:rsidRPr="00C2582B" w:rsidRDefault="00F51FC8" w:rsidP="00C2582B">
            <w:pPr>
              <w:jc w:val="both"/>
              <w:rPr>
                <w:color w:val="auto"/>
              </w:rPr>
            </w:pPr>
            <w:r w:rsidRPr="00C2582B">
              <w:rPr>
                <w:color w:val="auto"/>
              </w:rPr>
              <w:t xml:space="preserve"> </w:t>
            </w:r>
          </w:p>
          <w:p w14:paraId="1BBCA677" w14:textId="77777777" w:rsidR="00F51FC8" w:rsidRPr="00C2582B" w:rsidRDefault="00F51FC8" w:rsidP="00C2582B">
            <w:pPr>
              <w:jc w:val="both"/>
              <w:rPr>
                <w:color w:val="auto"/>
              </w:rPr>
            </w:pPr>
          </w:p>
        </w:tc>
      </w:tr>
    </w:tbl>
    <w:p w14:paraId="6906E24A" w14:textId="08855AF9" w:rsidR="00357E84" w:rsidRPr="00C2582B" w:rsidRDefault="004611D7" w:rsidP="00C2582B">
      <w:pPr>
        <w:pStyle w:val="Overskrift1"/>
        <w:jc w:val="both"/>
      </w:pPr>
      <w:bookmarkStart w:id="1" w:name="Overskrift"/>
      <w:bookmarkEnd w:id="1"/>
      <w:r w:rsidRPr="00C2582B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64AFF" wp14:editId="5E6B1813">
                <wp:simplePos x="0" y="0"/>
                <wp:positionH relativeFrom="page">
                  <wp:posOffset>5943600</wp:posOffset>
                </wp:positionH>
                <wp:positionV relativeFrom="page">
                  <wp:posOffset>3000375</wp:posOffset>
                </wp:positionV>
                <wp:extent cx="1419225" cy="2483485"/>
                <wp:effectExtent l="0" t="0" r="9525" b="0"/>
                <wp:wrapNone/>
                <wp:docPr id="1" name="SignaturRu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483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8255F" w14:textId="4E9DD8E6" w:rsidR="001F4AF6" w:rsidRPr="00307AB0" w:rsidRDefault="005165BA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5165BA">
                              <w:rPr>
                                <w:noProof/>
                              </w:rPr>
                              <w:t>21</w:t>
                            </w:r>
                            <w:r w:rsidR="00D74114" w:rsidRPr="005165BA">
                              <w:rPr>
                                <w:noProof/>
                              </w:rPr>
                              <w:t>.</w:t>
                            </w:r>
                            <w:r w:rsidRPr="005165BA">
                              <w:rPr>
                                <w:noProof/>
                              </w:rPr>
                              <w:t>10</w:t>
                            </w:r>
                            <w:r w:rsidR="00F51FC8" w:rsidRPr="005165BA">
                              <w:rPr>
                                <w:noProof/>
                              </w:rPr>
                              <w:t>.202</w:t>
                            </w:r>
                            <w:r w:rsidR="001C1835" w:rsidRPr="005165BA">
                              <w:rPr>
                                <w:noProof/>
                              </w:rPr>
                              <w:t>4</w:t>
                            </w:r>
                          </w:p>
                          <w:p w14:paraId="5C0E7152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311E3F64" w14:textId="21CE8758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2" w:name="Journalnr"/>
                            <w:r w:rsidRPr="00307AB0">
                              <w:rPr>
                                <w:noProof/>
                              </w:rPr>
                              <w:t>Sagsnum</w:t>
                            </w:r>
                            <w:r w:rsidRPr="0001798A">
                              <w:rPr>
                                <w:noProof/>
                                <w:color w:val="auto"/>
                              </w:rPr>
                              <w:t>mer</w:t>
                            </w:r>
                            <w:bookmarkEnd w:id="2"/>
                            <w:r w:rsidRPr="0001798A">
                              <w:rPr>
                                <w:noProof/>
                                <w:color w:val="auto"/>
                              </w:rPr>
                              <w:t xml:space="preserve">: </w:t>
                            </w:r>
                            <w:bookmarkStart w:id="3" w:name="Journalnummer"/>
                            <w:bookmarkEnd w:id="3"/>
                            <w:r w:rsidR="0001798A" w:rsidRPr="0001798A">
                              <w:rPr>
                                <w:noProof/>
                                <w:color w:val="auto"/>
                              </w:rPr>
                              <w:t>20</w:t>
                            </w:r>
                            <w:r w:rsidR="005165BA">
                              <w:rPr>
                                <w:noProof/>
                                <w:color w:val="auto"/>
                              </w:rPr>
                              <w:t>24-20423</w:t>
                            </w:r>
                          </w:p>
                          <w:p w14:paraId="7072A8AE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79BE14BE" w14:textId="37B69A96" w:rsidR="001F4AF6" w:rsidRPr="00AC410C" w:rsidRDefault="004611D7" w:rsidP="00307AB0">
                            <w:pPr>
                              <w:pStyle w:val="Signaturblok"/>
                              <w:rPr>
                                <w:b/>
                                <w:noProof/>
                              </w:rPr>
                            </w:pPr>
                            <w:bookmarkStart w:id="4" w:name="Afsender2"/>
                            <w:bookmarkEnd w:id="4"/>
                            <w:r>
                              <w:rPr>
                                <w:b/>
                                <w:noProof/>
                              </w:rPr>
                              <w:t>Ruben Toft Sindahl</w:t>
                            </w:r>
                          </w:p>
                          <w:p w14:paraId="0C2EAED8" w14:textId="41FD5852" w:rsidR="001F4AF6" w:rsidRPr="00AC410C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5" w:name="Omraade"/>
                            <w:bookmarkEnd w:id="5"/>
                            <w:r w:rsidRPr="00AC410C">
                              <w:rPr>
                                <w:noProof/>
                              </w:rPr>
                              <w:t>Jura, Udbud &amp; Bæredygtighed</w:t>
                            </w:r>
                          </w:p>
                          <w:p w14:paraId="75F644A5" w14:textId="3D9ACC24" w:rsidR="001F4AF6" w:rsidRPr="00AC410C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6" w:name="Afdeling"/>
                            <w:bookmarkEnd w:id="6"/>
                            <w:r w:rsidRPr="00AC410C">
                              <w:rPr>
                                <w:noProof/>
                              </w:rPr>
                              <w:t>Forvaltningsret og Generel J</w:t>
                            </w:r>
                            <w:r w:rsidR="004611D7">
                              <w:rPr>
                                <w:noProof/>
                              </w:rPr>
                              <w:t>ura</w:t>
                            </w:r>
                          </w:p>
                          <w:p w14:paraId="3AC480D8" w14:textId="443EB17B" w:rsidR="001F4AF6" w:rsidRPr="00307AB0" w:rsidRDefault="004611D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7" w:name="DirekteTlf"/>
                            <w:bookmarkEnd w:id="7"/>
                            <w:r w:rsidRPr="004611D7">
                              <w:rPr>
                                <w:noProof/>
                              </w:rPr>
                              <w:t xml:space="preserve">+45 2021 9198 </w:t>
                            </w:r>
                            <w:r>
                              <w:rPr>
                                <w:noProof/>
                              </w:rPr>
                              <w:br/>
                              <w:t>rtsi</w:t>
                            </w:r>
                            <w:r w:rsidR="00F51FC8" w:rsidRPr="00AC410C">
                              <w:rPr>
                                <w:noProof/>
                              </w:rPr>
                              <w:t>@bane.dk</w:t>
                            </w:r>
                          </w:p>
                          <w:p w14:paraId="1F8FAA26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657F38D0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Banedanmark</w:t>
                            </w:r>
                          </w:p>
                          <w:p w14:paraId="5CB36890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8" w:name="Gade"/>
                            <w:bookmarkEnd w:id="8"/>
                            <w:r>
                              <w:rPr>
                                <w:noProof/>
                              </w:rPr>
                              <w:t>Carsten Niebuhrs Gade 43</w:t>
                            </w:r>
                          </w:p>
                          <w:p w14:paraId="69BF56D1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9" w:name="Postnr"/>
                            <w:bookmarkEnd w:id="9"/>
                            <w:r>
                              <w:rPr>
                                <w:noProof/>
                              </w:rPr>
                              <w:t>1577</w:t>
                            </w:r>
                            <w:r w:rsidR="001F4AF6" w:rsidRPr="00307AB0">
                              <w:rPr>
                                <w:noProof/>
                              </w:rPr>
                              <w:t xml:space="preserve"> </w:t>
                            </w:r>
                            <w:bookmarkStart w:id="10" w:name="By"/>
                            <w:bookmarkEnd w:id="10"/>
                            <w:r>
                              <w:rPr>
                                <w:noProof/>
                              </w:rPr>
                              <w:t>København V</w:t>
                            </w:r>
                          </w:p>
                          <w:p w14:paraId="6C728F74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1" w:name="Hovednr"/>
                            <w:bookmarkEnd w:id="11"/>
                            <w:r>
                              <w:rPr>
                                <w:noProof/>
                              </w:rPr>
                              <w:t>+45 8234 0000</w:t>
                            </w:r>
                          </w:p>
                          <w:p w14:paraId="01F634D4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5D555AD7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2" w:name="Web"/>
                            <w:bookmarkEnd w:id="12"/>
                            <w:r>
                              <w:rPr>
                                <w:noProof/>
                              </w:rPr>
                              <w:t>banedanmark.dk</w:t>
                            </w:r>
                          </w:p>
                          <w:p w14:paraId="2E8AE24B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CVR: 1863 2276</w:t>
                            </w:r>
                          </w:p>
                          <w:p w14:paraId="21182F37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64AFF" id="_x0000_t202" coordsize="21600,21600" o:spt="202" path="m,l,21600r21600,l21600,xe">
                <v:stroke joinstyle="miter"/>
                <v:path gradientshapeok="t" o:connecttype="rect"/>
              </v:shapetype>
              <v:shape id="SignaturRude" o:spid="_x0000_s1026" type="#_x0000_t202" style="position:absolute;left:0;text-align:left;margin-left:468pt;margin-top:236.25pt;width:111.75pt;height:195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" fillcolor="white [3201]" stroked="f" strokeweight=".5pt">
                <v:textbox inset="0,0,0,0">
                  <w:txbxContent>
                    <w:p w14:paraId="2288255F" w14:textId="4E9DD8E6" w:rsidR="001F4AF6" w:rsidRPr="00307AB0" w:rsidRDefault="005165BA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5165BA">
                        <w:rPr>
                          <w:noProof/>
                        </w:rPr>
                        <w:t>21</w:t>
                      </w:r>
                      <w:r w:rsidR="00D74114" w:rsidRPr="005165BA">
                        <w:rPr>
                          <w:noProof/>
                        </w:rPr>
                        <w:t>.</w:t>
                      </w:r>
                      <w:r w:rsidRPr="005165BA">
                        <w:rPr>
                          <w:noProof/>
                        </w:rPr>
                        <w:t>10</w:t>
                      </w:r>
                      <w:r w:rsidR="00F51FC8" w:rsidRPr="005165BA">
                        <w:rPr>
                          <w:noProof/>
                        </w:rPr>
                        <w:t>.202</w:t>
                      </w:r>
                      <w:r w:rsidR="001C1835" w:rsidRPr="005165BA">
                        <w:rPr>
                          <w:noProof/>
                        </w:rPr>
                        <w:t>4</w:t>
                      </w:r>
                    </w:p>
                    <w:p w14:paraId="5C0E7152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311E3F64" w14:textId="21CE8758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3" w:name="Journalnr"/>
                      <w:r w:rsidRPr="00307AB0">
                        <w:rPr>
                          <w:noProof/>
                        </w:rPr>
                        <w:t>Sagsnum</w:t>
                      </w:r>
                      <w:r w:rsidRPr="0001798A">
                        <w:rPr>
                          <w:noProof/>
                          <w:color w:val="auto"/>
                        </w:rPr>
                        <w:t>mer</w:t>
                      </w:r>
                      <w:bookmarkEnd w:id="13"/>
                      <w:r w:rsidRPr="0001798A">
                        <w:rPr>
                          <w:noProof/>
                          <w:color w:val="auto"/>
                        </w:rPr>
                        <w:t xml:space="preserve">: </w:t>
                      </w:r>
                      <w:bookmarkStart w:id="14" w:name="Journalnummer"/>
                      <w:bookmarkEnd w:id="14"/>
                      <w:r w:rsidR="0001798A" w:rsidRPr="0001798A">
                        <w:rPr>
                          <w:noProof/>
                          <w:color w:val="auto"/>
                        </w:rPr>
                        <w:t>20</w:t>
                      </w:r>
                      <w:r w:rsidR="005165BA">
                        <w:rPr>
                          <w:noProof/>
                          <w:color w:val="auto"/>
                        </w:rPr>
                        <w:t>24-20423</w:t>
                      </w:r>
                    </w:p>
                    <w:p w14:paraId="7072A8AE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79BE14BE" w14:textId="37B69A96" w:rsidR="001F4AF6" w:rsidRPr="00AC410C" w:rsidRDefault="004611D7" w:rsidP="00307AB0">
                      <w:pPr>
                        <w:pStyle w:val="Signaturblok"/>
                        <w:rPr>
                          <w:b/>
                          <w:noProof/>
                        </w:rPr>
                      </w:pPr>
                      <w:bookmarkStart w:id="15" w:name="Afsender2"/>
                      <w:bookmarkEnd w:id="15"/>
                      <w:r>
                        <w:rPr>
                          <w:b/>
                          <w:noProof/>
                        </w:rPr>
                        <w:t>Ruben Toft Sindahl</w:t>
                      </w:r>
                    </w:p>
                    <w:p w14:paraId="0C2EAED8" w14:textId="41FD5852" w:rsidR="001F4AF6" w:rsidRPr="00AC410C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6" w:name="Omraade"/>
                      <w:bookmarkEnd w:id="16"/>
                      <w:r w:rsidRPr="00AC410C">
                        <w:rPr>
                          <w:noProof/>
                        </w:rPr>
                        <w:t>Jura, Udbud &amp; Bæredygtighed</w:t>
                      </w:r>
                    </w:p>
                    <w:p w14:paraId="75F644A5" w14:textId="3D9ACC24" w:rsidR="001F4AF6" w:rsidRPr="00AC410C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7" w:name="Afdeling"/>
                      <w:bookmarkEnd w:id="17"/>
                      <w:r w:rsidRPr="00AC410C">
                        <w:rPr>
                          <w:noProof/>
                        </w:rPr>
                        <w:t>Forvaltningsret og Generel J</w:t>
                      </w:r>
                      <w:r w:rsidR="004611D7">
                        <w:rPr>
                          <w:noProof/>
                        </w:rPr>
                        <w:t>ura</w:t>
                      </w:r>
                    </w:p>
                    <w:p w14:paraId="3AC480D8" w14:textId="443EB17B" w:rsidR="001F4AF6" w:rsidRPr="00307AB0" w:rsidRDefault="004611D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8" w:name="DirekteTlf"/>
                      <w:bookmarkEnd w:id="18"/>
                      <w:r w:rsidRPr="004611D7">
                        <w:rPr>
                          <w:noProof/>
                        </w:rPr>
                        <w:t xml:space="preserve">+45 2021 9198 </w:t>
                      </w:r>
                      <w:r>
                        <w:rPr>
                          <w:noProof/>
                        </w:rPr>
                        <w:br/>
                        <w:t>rtsi</w:t>
                      </w:r>
                      <w:r w:rsidR="00F51FC8" w:rsidRPr="00AC410C">
                        <w:rPr>
                          <w:noProof/>
                        </w:rPr>
                        <w:t>@bane.dk</w:t>
                      </w:r>
                    </w:p>
                    <w:p w14:paraId="1F8FAA26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657F38D0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Banedanmark</w:t>
                      </w:r>
                    </w:p>
                    <w:p w14:paraId="5CB36890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9" w:name="Gade"/>
                      <w:bookmarkEnd w:id="19"/>
                      <w:r>
                        <w:rPr>
                          <w:noProof/>
                        </w:rPr>
                        <w:t>Carsten Niebuhrs Gade 43</w:t>
                      </w:r>
                    </w:p>
                    <w:p w14:paraId="69BF56D1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0" w:name="Postnr"/>
                      <w:bookmarkEnd w:id="20"/>
                      <w:r>
                        <w:rPr>
                          <w:noProof/>
                        </w:rPr>
                        <w:t>1577</w:t>
                      </w:r>
                      <w:r w:rsidR="001F4AF6" w:rsidRPr="00307AB0">
                        <w:rPr>
                          <w:noProof/>
                        </w:rPr>
                        <w:t xml:space="preserve"> </w:t>
                      </w:r>
                      <w:bookmarkStart w:id="21" w:name="By"/>
                      <w:bookmarkEnd w:id="21"/>
                      <w:r>
                        <w:rPr>
                          <w:noProof/>
                        </w:rPr>
                        <w:t>København V</w:t>
                      </w:r>
                    </w:p>
                    <w:p w14:paraId="6C728F74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2" w:name="Hovednr"/>
                      <w:bookmarkEnd w:id="22"/>
                      <w:r>
                        <w:rPr>
                          <w:noProof/>
                        </w:rPr>
                        <w:t>+45 8234 0000</w:t>
                      </w:r>
                    </w:p>
                    <w:p w14:paraId="01F634D4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5D555AD7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3" w:name="Web"/>
                      <w:bookmarkEnd w:id="23"/>
                      <w:r>
                        <w:rPr>
                          <w:noProof/>
                        </w:rPr>
                        <w:t>banedanmark.dk</w:t>
                      </w:r>
                    </w:p>
                    <w:p w14:paraId="2E8AE24B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CVR: 1863 2276</w:t>
                      </w:r>
                    </w:p>
                    <w:p w14:paraId="21182F37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32395" w:rsidRPr="00C2582B">
        <w:t>H</w:t>
      </w:r>
      <w:r w:rsidR="00F51FC8" w:rsidRPr="00C2582B">
        <w:t xml:space="preserve">øring over udkast til bekendtgørelse om gebyrer for Banedanmarks beredskabsydelser, kurser og uddannelse samt tredjepartsprojekter </w:t>
      </w:r>
    </w:p>
    <w:p w14:paraId="248978B8" w14:textId="2A0E679D" w:rsidR="00F51FC8" w:rsidRDefault="00F51FC8" w:rsidP="00C2582B">
      <w:pPr>
        <w:pStyle w:val="default"/>
        <w:jc w:val="both"/>
        <w:rPr>
          <w:rFonts w:asciiTheme="minorHAnsi" w:hAnsiTheme="minorHAnsi" w:cstheme="minorHAnsi"/>
        </w:rPr>
      </w:pPr>
      <w:r w:rsidRPr="00C2582B">
        <w:rPr>
          <w:rFonts w:asciiTheme="minorHAnsi" w:hAnsiTheme="minorHAnsi" w:cstheme="minorHAnsi"/>
        </w:rPr>
        <w:t xml:space="preserve">Hermed sendes udkast til </w:t>
      </w:r>
      <w:r w:rsidR="009B61C9">
        <w:rPr>
          <w:rFonts w:asciiTheme="minorHAnsi" w:hAnsiTheme="minorHAnsi" w:cstheme="minorHAnsi"/>
        </w:rPr>
        <w:t>b</w:t>
      </w:r>
      <w:r w:rsidRPr="00C2582B">
        <w:rPr>
          <w:rFonts w:asciiTheme="minorHAnsi" w:hAnsiTheme="minorHAnsi" w:cstheme="minorHAnsi"/>
        </w:rPr>
        <w:t xml:space="preserve">ekendtgørelse om gebyrer for Banedanmarks beredskabsydelser, kurser og uddannelse samt 3. partsprojekter i høring. </w:t>
      </w:r>
    </w:p>
    <w:p w14:paraId="7C2E16DF" w14:textId="0F306459" w:rsidR="009B61C9" w:rsidRDefault="009B61C9" w:rsidP="00C2582B">
      <w:pPr>
        <w:pStyle w:val="default"/>
        <w:jc w:val="both"/>
        <w:rPr>
          <w:rFonts w:asciiTheme="minorHAnsi" w:hAnsiTheme="minorHAnsi" w:cstheme="minorHAnsi"/>
        </w:rPr>
      </w:pPr>
    </w:p>
    <w:p w14:paraId="4E865D35" w14:textId="60DA4071" w:rsidR="009B61C9" w:rsidRPr="00C2582B" w:rsidRDefault="009B61C9" w:rsidP="00C2582B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Udkastet indeholder </w:t>
      </w:r>
      <w:r w:rsidR="004611D7">
        <w:rPr>
          <w:rFonts w:asciiTheme="minorHAnsi" w:hAnsiTheme="minorHAnsi" w:cstheme="minorHAnsi"/>
        </w:rPr>
        <w:t>en ændring af § 2, stk. 4</w:t>
      </w:r>
      <w:r w:rsidR="00B9683C">
        <w:rPr>
          <w:rFonts w:asciiTheme="minorHAnsi" w:hAnsiTheme="minorHAnsi" w:cstheme="minorHAnsi"/>
        </w:rPr>
        <w:t>,</w:t>
      </w:r>
      <w:r w:rsidR="004611D7">
        <w:rPr>
          <w:rFonts w:asciiTheme="minorHAnsi" w:hAnsiTheme="minorHAnsi" w:cstheme="minorHAnsi"/>
        </w:rPr>
        <w:t xml:space="preserve"> og i bilag 2 samt en</w:t>
      </w:r>
      <w:r>
        <w:rPr>
          <w:rFonts w:asciiTheme="minorHAnsi" w:hAnsiTheme="minorHAnsi" w:cstheme="minorHAnsi"/>
        </w:rPr>
        <w:t xml:space="preserve"> ændring af gebyrsatserne i bilag 1 – 3. </w:t>
      </w:r>
    </w:p>
    <w:p w14:paraId="01E089F8" w14:textId="77777777" w:rsidR="00937977" w:rsidRDefault="00937977" w:rsidP="00C2582B">
      <w:pPr>
        <w:jc w:val="both"/>
        <w:rPr>
          <w:color w:val="auto"/>
        </w:rPr>
      </w:pPr>
    </w:p>
    <w:p w14:paraId="220F365D" w14:textId="740A40C6" w:rsidR="00F2510A" w:rsidRPr="00C2582B" w:rsidRDefault="00776A5B" w:rsidP="00C2582B">
      <w:pPr>
        <w:jc w:val="both"/>
        <w:rPr>
          <w:color w:val="auto"/>
        </w:rPr>
      </w:pPr>
      <w:r>
        <w:rPr>
          <w:color w:val="auto"/>
        </w:rPr>
        <w:t xml:space="preserve">Udover </w:t>
      </w:r>
      <w:r w:rsidR="004611D7">
        <w:rPr>
          <w:color w:val="auto"/>
        </w:rPr>
        <w:t>ændring af gebyrsatserne er bekendtgørelsen ændret således, at ledningsarbejder på Banedanmarks grund afregnes med en fast pris.</w:t>
      </w:r>
    </w:p>
    <w:p w14:paraId="2D6EBA5D" w14:textId="77777777" w:rsidR="00F2510A" w:rsidRPr="00C2582B" w:rsidRDefault="00F2510A" w:rsidP="00C2582B">
      <w:pPr>
        <w:jc w:val="both"/>
        <w:rPr>
          <w:color w:val="auto"/>
        </w:rPr>
      </w:pPr>
    </w:p>
    <w:p w14:paraId="19316CD3" w14:textId="11A7AF98" w:rsidR="00F51FC8" w:rsidRPr="00C2582B" w:rsidRDefault="00F51FC8" w:rsidP="00C2582B">
      <w:pPr>
        <w:jc w:val="both"/>
        <w:rPr>
          <w:color w:val="auto"/>
        </w:rPr>
      </w:pPr>
      <w:r w:rsidRPr="00C2582B">
        <w:rPr>
          <w:color w:val="auto"/>
        </w:rPr>
        <w:t xml:space="preserve">Bekendtgørelsen forventes fortsat at træde i kraft </w:t>
      </w:r>
      <w:r w:rsidR="00232395" w:rsidRPr="00C2582B">
        <w:rPr>
          <w:color w:val="auto"/>
        </w:rPr>
        <w:t>d</w:t>
      </w:r>
      <w:r w:rsidRPr="00C2582B">
        <w:rPr>
          <w:color w:val="auto"/>
        </w:rPr>
        <w:t>. 1. j</w:t>
      </w:r>
      <w:r w:rsidR="00C2582B" w:rsidRPr="00C2582B">
        <w:rPr>
          <w:color w:val="auto"/>
        </w:rPr>
        <w:t>anuar</w:t>
      </w:r>
      <w:r w:rsidRPr="00C2582B">
        <w:rPr>
          <w:color w:val="auto"/>
        </w:rPr>
        <w:t xml:space="preserve"> 202</w:t>
      </w:r>
      <w:r w:rsidR="004611D7">
        <w:rPr>
          <w:color w:val="auto"/>
        </w:rPr>
        <w:t>5</w:t>
      </w:r>
      <w:r w:rsidRPr="00C2582B">
        <w:rPr>
          <w:color w:val="auto"/>
        </w:rPr>
        <w:t xml:space="preserve">. </w:t>
      </w:r>
    </w:p>
    <w:p w14:paraId="450DB562" w14:textId="39F43F94" w:rsidR="00F51FC8" w:rsidRPr="00C2582B" w:rsidRDefault="00F51FC8" w:rsidP="00C2582B">
      <w:pPr>
        <w:jc w:val="both"/>
        <w:rPr>
          <w:color w:val="auto"/>
        </w:rPr>
      </w:pPr>
    </w:p>
    <w:p w14:paraId="545BA7AF" w14:textId="453101B4" w:rsidR="0044123C" w:rsidRPr="00C2582B" w:rsidRDefault="00F51FC8" w:rsidP="00C2582B">
      <w:pPr>
        <w:jc w:val="both"/>
        <w:rPr>
          <w:rStyle w:val="Hyperlink"/>
          <w:color w:val="auto"/>
        </w:rPr>
      </w:pPr>
      <w:r w:rsidRPr="00C2582B">
        <w:rPr>
          <w:color w:val="auto"/>
        </w:rPr>
        <w:t>Spørgsmål til den</w:t>
      </w:r>
      <w:r w:rsidR="00CF6DA7" w:rsidRPr="00C2582B">
        <w:rPr>
          <w:color w:val="auto"/>
        </w:rPr>
        <w:t>ne</w:t>
      </w:r>
      <w:r w:rsidRPr="00C2582B">
        <w:rPr>
          <w:color w:val="auto"/>
        </w:rPr>
        <w:t xml:space="preserve"> høring kan rettes til </w:t>
      </w:r>
      <w:r w:rsidR="004611D7">
        <w:rPr>
          <w:color w:val="auto"/>
        </w:rPr>
        <w:t>Ruben Toft Sindahl</w:t>
      </w:r>
      <w:r w:rsidR="00E81883" w:rsidRPr="00C2582B">
        <w:rPr>
          <w:color w:val="auto"/>
        </w:rPr>
        <w:t xml:space="preserve"> på </w:t>
      </w:r>
      <w:r w:rsidR="00F22855" w:rsidRPr="00C2582B">
        <w:rPr>
          <w:color w:val="auto"/>
        </w:rPr>
        <w:t xml:space="preserve">e-mail: </w:t>
      </w:r>
      <w:hyperlink r:id="rId7" w:history="1"/>
    </w:p>
    <w:p w14:paraId="6A37D579" w14:textId="05E46581" w:rsidR="00F51FC8" w:rsidRPr="00C2582B" w:rsidRDefault="004611D7" w:rsidP="00C2582B">
      <w:pPr>
        <w:jc w:val="both"/>
        <w:rPr>
          <w:color w:val="auto"/>
        </w:rPr>
      </w:pPr>
      <w:hyperlink r:id="rId8" w:history="1">
        <w:r w:rsidRPr="0048349E">
          <w:rPr>
            <w:rStyle w:val="Hyperlink"/>
          </w:rPr>
          <w:t>rtsi@bane.dk</w:t>
        </w:r>
      </w:hyperlink>
      <w:r w:rsidR="00617D8F" w:rsidRPr="00C2582B">
        <w:rPr>
          <w:color w:val="auto"/>
        </w:rPr>
        <w:t xml:space="preserve"> </w:t>
      </w:r>
      <w:r w:rsidR="00F22855" w:rsidRPr="00C2582B">
        <w:rPr>
          <w:color w:val="auto"/>
        </w:rPr>
        <w:t>eller på tlf</w:t>
      </w:r>
      <w:r w:rsidR="002573DB" w:rsidRPr="00C2582B">
        <w:rPr>
          <w:color w:val="auto"/>
        </w:rPr>
        <w:t xml:space="preserve">.: </w:t>
      </w:r>
      <w:r>
        <w:rPr>
          <w:color w:val="auto"/>
        </w:rPr>
        <w:t>2021 9198</w:t>
      </w:r>
      <w:r w:rsidR="00617D8F" w:rsidRPr="00C2582B">
        <w:rPr>
          <w:color w:val="auto"/>
        </w:rPr>
        <w:t>.</w:t>
      </w:r>
    </w:p>
    <w:p w14:paraId="0A82F550" w14:textId="5D09C58B" w:rsidR="00F51FC8" w:rsidRPr="00C2582B" w:rsidRDefault="00F51FC8" w:rsidP="00C2582B">
      <w:pPr>
        <w:jc w:val="both"/>
        <w:rPr>
          <w:color w:val="auto"/>
        </w:rPr>
      </w:pPr>
    </w:p>
    <w:p w14:paraId="7D6628A3" w14:textId="521F4D0D" w:rsidR="00F51FC8" w:rsidRPr="00C2582B" w:rsidRDefault="00F51FC8" w:rsidP="00C2582B">
      <w:pPr>
        <w:pStyle w:val="Default0"/>
        <w:jc w:val="both"/>
        <w:rPr>
          <w:b/>
          <w:bCs/>
          <w:color w:val="auto"/>
          <w:sz w:val="20"/>
          <w:szCs w:val="20"/>
        </w:rPr>
      </w:pPr>
      <w:r w:rsidRPr="00C2582B">
        <w:rPr>
          <w:color w:val="auto"/>
          <w:sz w:val="20"/>
          <w:szCs w:val="20"/>
        </w:rPr>
        <w:t>Eventuelle bemærkninger til udkast til</w:t>
      </w:r>
      <w:r w:rsidR="0021083D" w:rsidRPr="00C2582B">
        <w:rPr>
          <w:color w:val="auto"/>
          <w:sz w:val="20"/>
          <w:szCs w:val="20"/>
        </w:rPr>
        <w:t xml:space="preserve"> den tilrettede</w:t>
      </w:r>
      <w:r w:rsidRPr="00C2582B">
        <w:rPr>
          <w:color w:val="auto"/>
          <w:sz w:val="20"/>
          <w:szCs w:val="20"/>
        </w:rPr>
        <w:t xml:space="preserve"> Bekendtgørelse om gebyrer for Banedanmarks beredskabsydelser, kurser og uddannelse samt tredjepartsprojekter bedes sendt til </w:t>
      </w:r>
      <w:hyperlink r:id="rId9" w:history="1">
        <w:r w:rsidRPr="00C2582B">
          <w:rPr>
            <w:rStyle w:val="Hyperlink"/>
            <w:color w:val="auto"/>
            <w:sz w:val="20"/>
            <w:szCs w:val="20"/>
          </w:rPr>
          <w:t>banedanmark@bane.dk</w:t>
        </w:r>
      </w:hyperlink>
      <w:r w:rsidR="005165BA">
        <w:rPr>
          <w:rStyle w:val="Hyperlink"/>
          <w:color w:val="auto"/>
          <w:sz w:val="20"/>
          <w:szCs w:val="20"/>
          <w:u w:val="none"/>
        </w:rPr>
        <w:t xml:space="preserve"> og </w:t>
      </w:r>
      <w:r w:rsidR="005165BA" w:rsidRPr="005165BA">
        <w:rPr>
          <w:rStyle w:val="Hyperlink"/>
          <w:color w:val="auto"/>
          <w:sz w:val="20"/>
          <w:szCs w:val="20"/>
        </w:rPr>
        <w:t>rtsi@bane.dk</w:t>
      </w:r>
      <w:r w:rsidRPr="00C2582B">
        <w:rPr>
          <w:color w:val="auto"/>
          <w:sz w:val="20"/>
          <w:szCs w:val="20"/>
        </w:rPr>
        <w:t xml:space="preserve"> </w:t>
      </w:r>
      <w:r w:rsidRPr="00C2582B">
        <w:rPr>
          <w:b/>
          <w:bCs/>
          <w:color w:val="auto"/>
          <w:sz w:val="20"/>
          <w:szCs w:val="20"/>
        </w:rPr>
        <w:t xml:space="preserve">senest </w:t>
      </w:r>
      <w:r w:rsidR="005165BA">
        <w:rPr>
          <w:b/>
          <w:bCs/>
          <w:color w:val="auto"/>
          <w:sz w:val="20"/>
          <w:szCs w:val="20"/>
        </w:rPr>
        <w:t>18</w:t>
      </w:r>
      <w:r w:rsidRPr="005165BA">
        <w:rPr>
          <w:b/>
          <w:bCs/>
          <w:color w:val="auto"/>
          <w:sz w:val="20"/>
          <w:szCs w:val="20"/>
        </w:rPr>
        <w:t>.</w:t>
      </w:r>
      <w:r w:rsidR="00C2582B" w:rsidRPr="005165BA">
        <w:rPr>
          <w:b/>
          <w:bCs/>
          <w:color w:val="auto"/>
          <w:sz w:val="20"/>
          <w:szCs w:val="20"/>
        </w:rPr>
        <w:t>11</w:t>
      </w:r>
      <w:r w:rsidRPr="005165BA">
        <w:rPr>
          <w:b/>
          <w:bCs/>
          <w:color w:val="auto"/>
          <w:sz w:val="20"/>
          <w:szCs w:val="20"/>
        </w:rPr>
        <w:t>.202</w:t>
      </w:r>
      <w:r w:rsidR="004611D7" w:rsidRPr="005165BA">
        <w:rPr>
          <w:b/>
          <w:bCs/>
          <w:color w:val="auto"/>
          <w:sz w:val="20"/>
          <w:szCs w:val="20"/>
        </w:rPr>
        <w:t>4</w:t>
      </w:r>
      <w:r w:rsidR="00C2582B">
        <w:rPr>
          <w:b/>
          <w:bCs/>
          <w:color w:val="auto"/>
          <w:sz w:val="20"/>
          <w:szCs w:val="20"/>
        </w:rPr>
        <w:t xml:space="preserve"> </w:t>
      </w:r>
      <w:r w:rsidRPr="00C2582B">
        <w:rPr>
          <w:color w:val="auto"/>
          <w:sz w:val="20"/>
          <w:szCs w:val="20"/>
        </w:rPr>
        <w:t xml:space="preserve">med angivelse af </w:t>
      </w:r>
      <w:r w:rsidRPr="00C2582B">
        <w:rPr>
          <w:b/>
          <w:bCs/>
          <w:color w:val="auto"/>
          <w:sz w:val="20"/>
          <w:szCs w:val="20"/>
        </w:rPr>
        <w:t>”Bekendtgørelse vedr. gebyrer”</w:t>
      </w:r>
      <w:r w:rsidRPr="00C2582B">
        <w:rPr>
          <w:color w:val="auto"/>
          <w:sz w:val="20"/>
          <w:szCs w:val="20"/>
        </w:rPr>
        <w:t xml:space="preserve"> i emnefeltet.</w:t>
      </w:r>
    </w:p>
    <w:p w14:paraId="5331E6BB" w14:textId="77777777" w:rsidR="00F51FC8" w:rsidRPr="00C2582B" w:rsidRDefault="00F51FC8" w:rsidP="00C2582B">
      <w:pPr>
        <w:jc w:val="both"/>
        <w:rPr>
          <w:color w:val="auto"/>
        </w:rPr>
      </w:pPr>
    </w:p>
    <w:p w14:paraId="5AEC4A46" w14:textId="77777777" w:rsidR="00F51FC8" w:rsidRPr="00C2582B" w:rsidRDefault="00F51FC8" w:rsidP="00C2582B">
      <w:pPr>
        <w:jc w:val="both"/>
        <w:rPr>
          <w:color w:val="auto"/>
        </w:rPr>
      </w:pPr>
    </w:p>
    <w:p w14:paraId="0B360740" w14:textId="77777777" w:rsidR="008E1BE0" w:rsidRPr="00C2582B" w:rsidRDefault="008E1BE0" w:rsidP="00C2582B">
      <w:pPr>
        <w:jc w:val="both"/>
        <w:rPr>
          <w:color w:val="auto"/>
        </w:rPr>
      </w:pPr>
    </w:p>
    <w:p w14:paraId="7F34636A" w14:textId="28001C21" w:rsidR="008E1BE0" w:rsidRPr="004611D7" w:rsidRDefault="008E1BE0" w:rsidP="00C2582B">
      <w:pPr>
        <w:jc w:val="both"/>
        <w:rPr>
          <w:b/>
          <w:color w:val="auto"/>
        </w:rPr>
      </w:pPr>
      <w:bookmarkStart w:id="24" w:name="MedVenligHilsen"/>
      <w:r w:rsidRPr="00C2582B">
        <w:rPr>
          <w:b/>
          <w:color w:val="auto"/>
        </w:rPr>
        <w:t>Med venlig hilsen</w:t>
      </w:r>
      <w:bookmarkEnd w:id="24"/>
    </w:p>
    <w:p w14:paraId="141A90A1" w14:textId="77777777" w:rsidR="00C2582B" w:rsidRPr="00C2582B" w:rsidRDefault="00C2582B" w:rsidP="00C2582B">
      <w:pPr>
        <w:jc w:val="both"/>
        <w:rPr>
          <w:color w:val="auto"/>
        </w:rPr>
      </w:pPr>
    </w:p>
    <w:p w14:paraId="17D6CBB4" w14:textId="2C7E2116" w:rsidR="008E1BE0" w:rsidRPr="00C2582B" w:rsidRDefault="004611D7" w:rsidP="00C2582B">
      <w:pPr>
        <w:jc w:val="both"/>
        <w:rPr>
          <w:b/>
          <w:color w:val="auto"/>
        </w:rPr>
      </w:pPr>
      <w:bookmarkStart w:id="25" w:name="Afsender"/>
      <w:bookmarkEnd w:id="25"/>
      <w:r>
        <w:rPr>
          <w:b/>
          <w:color w:val="auto"/>
        </w:rPr>
        <w:t>Ruben Toft Sindahl</w:t>
      </w:r>
    </w:p>
    <w:p w14:paraId="265164FA" w14:textId="235C539B" w:rsidR="008E1BE0" w:rsidRPr="00C2582B" w:rsidRDefault="004611D7" w:rsidP="00C2582B">
      <w:pPr>
        <w:jc w:val="both"/>
        <w:rPr>
          <w:color w:val="auto"/>
        </w:rPr>
      </w:pPr>
      <w:bookmarkStart w:id="26" w:name="Titel"/>
      <w:bookmarkEnd w:id="26"/>
      <w:r>
        <w:rPr>
          <w:color w:val="auto"/>
        </w:rPr>
        <w:t>Jurist</w:t>
      </w:r>
    </w:p>
    <w:p w14:paraId="5296F448" w14:textId="4614F520" w:rsidR="001F4AF6" w:rsidRPr="00C2582B" w:rsidRDefault="008E1BE0" w:rsidP="00C2582B">
      <w:pPr>
        <w:jc w:val="both"/>
        <w:rPr>
          <w:color w:val="auto"/>
        </w:rPr>
      </w:pPr>
      <w:bookmarkStart w:id="27" w:name="Raadgiver"/>
      <w:bookmarkEnd w:id="27"/>
      <w:r w:rsidRPr="00C2582B">
        <w:rPr>
          <w:noProof/>
          <w:color w:val="auto"/>
        </w:rPr>
        <w:t>Banedanmark</w:t>
      </w:r>
    </w:p>
    <w:sectPr w:rsidR="001F4AF6" w:rsidRPr="00C2582B" w:rsidSect="00346A9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155" w:right="3119" w:bottom="1758" w:left="1276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3DD1F" w14:textId="77777777" w:rsidR="00BE2C8C" w:rsidRDefault="00BE2C8C" w:rsidP="005B0F5E">
      <w:r>
        <w:separator/>
      </w:r>
    </w:p>
  </w:endnote>
  <w:endnote w:type="continuationSeparator" w:id="0">
    <w:p w14:paraId="6496CC2E" w14:textId="77777777" w:rsidR="00BE2C8C" w:rsidRDefault="00BE2C8C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9407B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2FA2DF14" wp14:editId="1654D969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4" name="Billede 4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AA344" w14:textId="77777777" w:rsidR="001F4AF6" w:rsidRPr="001F4AF6" w:rsidRDefault="00F51FC8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430A6" w14:textId="77777777" w:rsidR="00BE2C8C" w:rsidRDefault="00BE2C8C" w:rsidP="005B0F5E">
      <w:r>
        <w:separator/>
      </w:r>
    </w:p>
  </w:footnote>
  <w:footnote w:type="continuationSeparator" w:id="0">
    <w:p w14:paraId="1B4EEDCD" w14:textId="77777777" w:rsidR="00BE2C8C" w:rsidRDefault="00BE2C8C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FE1D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977FF14" wp14:editId="7B816F97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D8BF7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28" w:name="Side2"/>
                          <w:r w:rsidRPr="00624434">
                            <w:t>Side</w:t>
                          </w:r>
                          <w:bookmarkEnd w:id="28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fldSimple w:instr="NUMPAGES  \* Arabic  \* MERGEFORMAT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77FF14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" fillcolor="white [3201]" stroked="f" strokeweight=".5pt">
              <v:textbox inset="0,0,0,0">
                <w:txbxContent>
                  <w:p w14:paraId="0CAD8BF7" w14:textId="77777777" w:rsidR="001F4AF6" w:rsidRPr="00624434" w:rsidRDefault="001F4AF6" w:rsidP="00307AB0">
                    <w:pPr>
                      <w:pStyle w:val="Sidehoved"/>
                    </w:pPr>
                    <w:bookmarkStart w:id="31" w:name="Side2"/>
                    <w:r w:rsidRPr="00624434">
                      <w:t>Side</w:t>
                    </w:r>
                    <w:bookmarkEnd w:id="31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D00A4E">
                      <w:fldChar w:fldCharType="begin"/>
                    </w:r>
                    <w:r w:rsidR="00D00A4E">
                      <w:instrText>NUMPAGES  \* Arabic  \* MERGEFORMAT</w:instrText>
                    </w:r>
                    <w:r w:rsidR="00D00A4E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D00A4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21C0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50254E23" wp14:editId="42336902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2" name="Billede 2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5058D4" wp14:editId="2A6C9475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C7E595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29" w:name="Side"/>
                          <w:r w:rsidRPr="00307AB0">
                            <w:t>Side</w:t>
                          </w:r>
                          <w:bookmarkEnd w:id="29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fldSimple w:instr="NUMPAGES  \* Arabic  \* MERGEFORMAT">
                            <w:r w:rsidR="00A558B5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5058D4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" fillcolor="white [3201]" stroked="f" strokeweight=".5pt">
              <v:textbox inset="0,0,0,0">
                <w:txbxContent>
                  <w:p w14:paraId="25C7E595" w14:textId="77777777" w:rsidR="001F4AF6" w:rsidRPr="00307AB0" w:rsidRDefault="001F4AF6" w:rsidP="00307AB0">
                    <w:pPr>
                      <w:pStyle w:val="Sidehoved"/>
                    </w:pPr>
                    <w:bookmarkStart w:id="33" w:name="Side"/>
                    <w:r w:rsidRPr="00307AB0">
                      <w:t>Side</w:t>
                    </w:r>
                    <w:bookmarkEnd w:id="33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r w:rsidR="00D00A4E">
                      <w:fldChar w:fldCharType="begin"/>
                    </w:r>
                    <w:r w:rsidR="00D00A4E">
                      <w:instrText>NUMPAGES  \* Arabic  \* MERGEFORMAT</w:instrText>
                    </w:r>
                    <w:r w:rsidR="00D00A4E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="00D00A4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84183">
    <w:abstractNumId w:val="0"/>
  </w:num>
  <w:num w:numId="2" w16cid:durableId="229080468">
    <w:abstractNumId w:val="1"/>
  </w:num>
  <w:num w:numId="3" w16cid:durableId="1957178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C8"/>
    <w:rsid w:val="0001798A"/>
    <w:rsid w:val="00037A92"/>
    <w:rsid w:val="000643B5"/>
    <w:rsid w:val="0008206B"/>
    <w:rsid w:val="00083991"/>
    <w:rsid w:val="00084B8C"/>
    <w:rsid w:val="00086672"/>
    <w:rsid w:val="00090545"/>
    <w:rsid w:val="00091DE6"/>
    <w:rsid w:val="000951CE"/>
    <w:rsid w:val="000969B8"/>
    <w:rsid w:val="000C2A44"/>
    <w:rsid w:val="000D7694"/>
    <w:rsid w:val="000E6EAE"/>
    <w:rsid w:val="00130BFA"/>
    <w:rsid w:val="00132893"/>
    <w:rsid w:val="00152305"/>
    <w:rsid w:val="00153F9B"/>
    <w:rsid w:val="00165283"/>
    <w:rsid w:val="00176B59"/>
    <w:rsid w:val="00183037"/>
    <w:rsid w:val="001A1ECA"/>
    <w:rsid w:val="001C1835"/>
    <w:rsid w:val="001D5570"/>
    <w:rsid w:val="001D5915"/>
    <w:rsid w:val="001D6FD1"/>
    <w:rsid w:val="001F4AF6"/>
    <w:rsid w:val="00205DA5"/>
    <w:rsid w:val="00206CB0"/>
    <w:rsid w:val="0021083D"/>
    <w:rsid w:val="00212672"/>
    <w:rsid w:val="002268F3"/>
    <w:rsid w:val="00232395"/>
    <w:rsid w:val="00237152"/>
    <w:rsid w:val="00254E64"/>
    <w:rsid w:val="002573DB"/>
    <w:rsid w:val="00267334"/>
    <w:rsid w:val="00271F2A"/>
    <w:rsid w:val="002818A5"/>
    <w:rsid w:val="002A5D54"/>
    <w:rsid w:val="002B30BB"/>
    <w:rsid w:val="002B54BE"/>
    <w:rsid w:val="002E7E1E"/>
    <w:rsid w:val="00307AB0"/>
    <w:rsid w:val="00316510"/>
    <w:rsid w:val="0031699B"/>
    <w:rsid w:val="0032312D"/>
    <w:rsid w:val="00346A9C"/>
    <w:rsid w:val="00350B3B"/>
    <w:rsid w:val="00357E84"/>
    <w:rsid w:val="003600CB"/>
    <w:rsid w:val="00361C7C"/>
    <w:rsid w:val="00390C06"/>
    <w:rsid w:val="003923EF"/>
    <w:rsid w:val="003C068F"/>
    <w:rsid w:val="003E10B3"/>
    <w:rsid w:val="003F547B"/>
    <w:rsid w:val="003F7317"/>
    <w:rsid w:val="004164B7"/>
    <w:rsid w:val="0044123C"/>
    <w:rsid w:val="00443FAE"/>
    <w:rsid w:val="00452D31"/>
    <w:rsid w:val="004611D7"/>
    <w:rsid w:val="004668F4"/>
    <w:rsid w:val="00477E87"/>
    <w:rsid w:val="00484B0D"/>
    <w:rsid w:val="0049649A"/>
    <w:rsid w:val="004A58A8"/>
    <w:rsid w:val="004B0196"/>
    <w:rsid w:val="004B3B3D"/>
    <w:rsid w:val="004C511F"/>
    <w:rsid w:val="004E532A"/>
    <w:rsid w:val="00514E55"/>
    <w:rsid w:val="005165BA"/>
    <w:rsid w:val="00522404"/>
    <w:rsid w:val="00524EDD"/>
    <w:rsid w:val="00533643"/>
    <w:rsid w:val="00544FD1"/>
    <w:rsid w:val="00552D96"/>
    <w:rsid w:val="00553568"/>
    <w:rsid w:val="0056507A"/>
    <w:rsid w:val="00566E78"/>
    <w:rsid w:val="005722EE"/>
    <w:rsid w:val="005849D4"/>
    <w:rsid w:val="005868CA"/>
    <w:rsid w:val="005B0F5E"/>
    <w:rsid w:val="005B1D05"/>
    <w:rsid w:val="005C0714"/>
    <w:rsid w:val="00617D8F"/>
    <w:rsid w:val="00624434"/>
    <w:rsid w:val="00642391"/>
    <w:rsid w:val="006549DA"/>
    <w:rsid w:val="0067169B"/>
    <w:rsid w:val="0067479A"/>
    <w:rsid w:val="00674927"/>
    <w:rsid w:val="00676B60"/>
    <w:rsid w:val="00684920"/>
    <w:rsid w:val="006910B5"/>
    <w:rsid w:val="006A3672"/>
    <w:rsid w:val="006E222D"/>
    <w:rsid w:val="006F6AA4"/>
    <w:rsid w:val="00700D3B"/>
    <w:rsid w:val="00731721"/>
    <w:rsid w:val="0074672E"/>
    <w:rsid w:val="00750058"/>
    <w:rsid w:val="007535FC"/>
    <w:rsid w:val="0075377A"/>
    <w:rsid w:val="00773D09"/>
    <w:rsid w:val="00776A5B"/>
    <w:rsid w:val="00777909"/>
    <w:rsid w:val="00781B97"/>
    <w:rsid w:val="00794DF6"/>
    <w:rsid w:val="007C1435"/>
    <w:rsid w:val="00802E86"/>
    <w:rsid w:val="008044FC"/>
    <w:rsid w:val="008059E8"/>
    <w:rsid w:val="00806126"/>
    <w:rsid w:val="00813E1D"/>
    <w:rsid w:val="00816EFC"/>
    <w:rsid w:val="00827CDE"/>
    <w:rsid w:val="008829E2"/>
    <w:rsid w:val="008B2AB5"/>
    <w:rsid w:val="008D4D65"/>
    <w:rsid w:val="008D6DC4"/>
    <w:rsid w:val="008E0545"/>
    <w:rsid w:val="008E1BE0"/>
    <w:rsid w:val="008E75B1"/>
    <w:rsid w:val="0092759C"/>
    <w:rsid w:val="00932FF5"/>
    <w:rsid w:val="00937977"/>
    <w:rsid w:val="009426B7"/>
    <w:rsid w:val="00943B05"/>
    <w:rsid w:val="009633F9"/>
    <w:rsid w:val="00963AC2"/>
    <w:rsid w:val="00964883"/>
    <w:rsid w:val="009708A6"/>
    <w:rsid w:val="00971832"/>
    <w:rsid w:val="00985B1E"/>
    <w:rsid w:val="009A1EF4"/>
    <w:rsid w:val="009A36E8"/>
    <w:rsid w:val="009B61C9"/>
    <w:rsid w:val="009C493E"/>
    <w:rsid w:val="009F0DA2"/>
    <w:rsid w:val="009F3E94"/>
    <w:rsid w:val="00A34E3D"/>
    <w:rsid w:val="00A51305"/>
    <w:rsid w:val="00A558B5"/>
    <w:rsid w:val="00A7387D"/>
    <w:rsid w:val="00AA39CF"/>
    <w:rsid w:val="00AC410C"/>
    <w:rsid w:val="00AE0D9C"/>
    <w:rsid w:val="00B17406"/>
    <w:rsid w:val="00B21972"/>
    <w:rsid w:val="00B25E44"/>
    <w:rsid w:val="00B431EB"/>
    <w:rsid w:val="00B50EDB"/>
    <w:rsid w:val="00B52184"/>
    <w:rsid w:val="00B57E74"/>
    <w:rsid w:val="00B73E0B"/>
    <w:rsid w:val="00B77A69"/>
    <w:rsid w:val="00B9683C"/>
    <w:rsid w:val="00BC6007"/>
    <w:rsid w:val="00BD3167"/>
    <w:rsid w:val="00BE2C8C"/>
    <w:rsid w:val="00C00060"/>
    <w:rsid w:val="00C14A9E"/>
    <w:rsid w:val="00C15888"/>
    <w:rsid w:val="00C24357"/>
    <w:rsid w:val="00C2582B"/>
    <w:rsid w:val="00C477AD"/>
    <w:rsid w:val="00C73576"/>
    <w:rsid w:val="00C75190"/>
    <w:rsid w:val="00C938C7"/>
    <w:rsid w:val="00CC07A2"/>
    <w:rsid w:val="00CD0589"/>
    <w:rsid w:val="00CF0A12"/>
    <w:rsid w:val="00CF6DA7"/>
    <w:rsid w:val="00D00A4E"/>
    <w:rsid w:val="00D10D16"/>
    <w:rsid w:val="00D169B8"/>
    <w:rsid w:val="00D4154E"/>
    <w:rsid w:val="00D42327"/>
    <w:rsid w:val="00D453CE"/>
    <w:rsid w:val="00D67CB4"/>
    <w:rsid w:val="00D72B7E"/>
    <w:rsid w:val="00D74114"/>
    <w:rsid w:val="00D77AC0"/>
    <w:rsid w:val="00D81D96"/>
    <w:rsid w:val="00D828CB"/>
    <w:rsid w:val="00D90B17"/>
    <w:rsid w:val="00DA2525"/>
    <w:rsid w:val="00DC62B1"/>
    <w:rsid w:val="00DC7A75"/>
    <w:rsid w:val="00DD5A0F"/>
    <w:rsid w:val="00DF1E3A"/>
    <w:rsid w:val="00E004B4"/>
    <w:rsid w:val="00E36C00"/>
    <w:rsid w:val="00E36F2F"/>
    <w:rsid w:val="00E67040"/>
    <w:rsid w:val="00E734E4"/>
    <w:rsid w:val="00E802C8"/>
    <w:rsid w:val="00E81883"/>
    <w:rsid w:val="00E835FB"/>
    <w:rsid w:val="00E86646"/>
    <w:rsid w:val="00E87C0F"/>
    <w:rsid w:val="00EC417E"/>
    <w:rsid w:val="00ED0F9E"/>
    <w:rsid w:val="00EE627D"/>
    <w:rsid w:val="00EF75E1"/>
    <w:rsid w:val="00F22855"/>
    <w:rsid w:val="00F2510A"/>
    <w:rsid w:val="00F313C5"/>
    <w:rsid w:val="00F50EA4"/>
    <w:rsid w:val="00F51FC8"/>
    <w:rsid w:val="00F52030"/>
    <w:rsid w:val="00F84490"/>
    <w:rsid w:val="00F84EDF"/>
    <w:rsid w:val="00F94C81"/>
    <w:rsid w:val="00FA0ACF"/>
    <w:rsid w:val="00FB26D3"/>
    <w:rsid w:val="00FD6D79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D534F"/>
  <w15:chartTrackingRefBased/>
  <w15:docId w15:val="{02D9B447-1247-406B-995B-67CA7EBA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basedOn w:val="Normal"/>
    <w:rsid w:val="00F51FC8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  <w:style w:type="paragraph" w:customStyle="1" w:styleId="Default0">
    <w:name w:val="Default"/>
    <w:rsid w:val="00F51FC8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F51FC8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F228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25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tsi@bane.d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sb@bane.d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anedanmark@bane.dk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(09-11-2021).dotm</Template>
  <TotalTime>37</TotalTime>
  <Pages>1</Pages>
  <Words>173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 over udkast til bekendtgørelse om gebyrer for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over udkast til bekendtgørelse om gebyrer for</dc:title>
  <dc:subject/>
  <dc:creator>Cassandra Sophie Green (CSGR)</dc:creator>
  <cp:keywords/>
  <dc:description>09-11-2021</dc:description>
  <cp:lastModifiedBy>Ruben Toft Sindahl (RTSI)</cp:lastModifiedBy>
  <cp:revision>5</cp:revision>
  <dcterms:created xsi:type="dcterms:W3CDTF">2024-09-20T11:10:00Z</dcterms:created>
  <dcterms:modified xsi:type="dcterms:W3CDTF">2024-10-21T07:13:00Z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Cassandra Sophie Green (CSGR)</vt:lpwstr>
  </property>
  <property fmtid="{D5CDD505-2E9C-101B-9397-08002B2CF9AE}" pid="4" name="Dokumentejer">
    <vt:lpwstr>Cassandra Sophie Green (CSGR)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