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A0686" w:rsidTr="00FA0686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sdt>
            <w:sdtPr>
              <w:id w:val="-119993793"/>
              <w:placeholder>
                <w:docPart w:val="B6D55D76DE434BF8A3D02725B471814A"/>
              </w:placeholder>
            </w:sdtPr>
            <w:sdtEndPr/>
            <w:sdtContent>
              <w:p w:rsidR="00FA0686" w:rsidRDefault="006A48FA" w:rsidP="00462608">
                <w:sdt>
                  <w:sdtPr>
                    <w:rPr>
                      <w:b/>
                      <w:sz w:val="24"/>
                      <w:szCs w:val="24"/>
                    </w:rPr>
                    <w:tag w:val="?=vDokumentModtager"/>
                    <w:id w:val="-2099627780"/>
                    <w:placeholder>
                      <w:docPart w:val="B6D55D76DE434BF8A3D02725B471814A"/>
                    </w:placeholder>
                  </w:sdtPr>
                  <w:sdtEndPr/>
                  <w:sdtContent>
                    <w:r w:rsidR="00FA0686" w:rsidRPr="004D3733">
                      <w:rPr>
                        <w:b/>
                        <w:sz w:val="24"/>
                        <w:szCs w:val="24"/>
                      </w:rPr>
                      <w:t>Høringsparter</w:t>
                    </w:r>
                  </w:sdtContent>
                </w:sdt>
              </w:p>
            </w:sdtContent>
          </w:sdt>
        </w:tc>
        <w:tc>
          <w:tcPr>
            <w:tcW w:w="567" w:type="dxa"/>
          </w:tcPr>
          <w:p w:rsidR="00FA0686" w:rsidRDefault="00FA0686" w:rsidP="00462608"/>
        </w:tc>
        <w:tc>
          <w:tcPr>
            <w:tcW w:w="1986" w:type="dxa"/>
            <w:vMerge w:val="restart"/>
          </w:tcPr>
          <w:sdt>
            <w:sdtPr>
              <w:tag w:val="?=sEnhedsNavn"/>
              <w:id w:val="-2072260114"/>
            </w:sdtPr>
            <w:sdtEndPr/>
            <w:sdtContent>
              <w:p w:rsidR="00FA0686" w:rsidRDefault="00FA0686" w:rsidP="00FA0686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:rsidR="00FA0686" w:rsidRDefault="00FA0686" w:rsidP="00FA0686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:rsidR="00FA0686" w:rsidRDefault="00FA0686" w:rsidP="00866E55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:rsidR="00FA0686" w:rsidRDefault="00FA0686" w:rsidP="00FA0686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:rsidR="00FA0686" w:rsidRDefault="00FA0686" w:rsidP="00FA0686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:rsidR="00FA0686" w:rsidRDefault="00FA0686" w:rsidP="00866E55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:rsidR="00FA0686" w:rsidRDefault="00FA0686" w:rsidP="00866E55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:rsidR="00FA0686" w:rsidRDefault="00EB6980" w:rsidP="00FA0686">
                <w:pPr>
                  <w:pStyle w:val="BMAdr"/>
                </w:pPr>
                <w:r>
                  <w:t>4</w:t>
                </w:r>
                <w:r w:rsidR="00FA0686">
                  <w:t>.</w:t>
                </w:r>
                <w:r>
                  <w:t>oktober</w:t>
                </w:r>
                <w:r w:rsidR="00FA0686">
                  <w:t xml:space="preserve"> 2024</w:t>
                </w:r>
              </w:p>
            </w:sdtContent>
          </w:sdt>
          <w:p w:rsidR="00FA0686" w:rsidRDefault="00FA0686" w:rsidP="00FA0686">
            <w:pPr>
              <w:pStyle w:val="BMAdr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 w:rsidR="00EB6980">
                  <w:t>2024 - 56220</w:t>
                </w:r>
              </w:sdtContent>
            </w:sdt>
          </w:p>
          <w:p w:rsidR="00FA0686" w:rsidRDefault="00FA0686" w:rsidP="00462608"/>
        </w:tc>
      </w:tr>
      <w:tr w:rsidR="00FA0686" w:rsidTr="00FA0686">
        <w:trPr>
          <w:cantSplit/>
          <w:trHeight w:val="510"/>
        </w:trPr>
        <w:tc>
          <w:tcPr>
            <w:tcW w:w="7358" w:type="dxa"/>
            <w:shd w:val="clear" w:color="auto" w:fill="auto"/>
          </w:tcPr>
          <w:p w:rsidR="00FA0686" w:rsidRPr="004D3733" w:rsidRDefault="006A48FA" w:rsidP="00404AF2">
            <w:pPr>
              <w:pStyle w:val="Overskrift1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320614"/>
                <w:placeholder>
                  <w:docPart w:val="B6D55D76DE434BF8A3D02725B471814A"/>
                </w:placeholder>
              </w:sdtPr>
              <w:sdtEndPr/>
              <w:sdtContent>
                <w:r w:rsidR="004D3733" w:rsidRPr="004D3733">
                  <w:rPr>
                    <w:rFonts w:ascii="Times New Roman" w:hAnsi="Times New Roman" w:cs="Times New Roman"/>
                    <w:sz w:val="24"/>
                    <w:szCs w:val="24"/>
                  </w:rPr>
                  <w:t>Høringsliste</w:t>
                </w:r>
              </w:sdtContent>
            </w:sdt>
          </w:p>
          <w:p w:rsidR="00FA0686" w:rsidRPr="007A42D5" w:rsidRDefault="00FA0686" w:rsidP="00F246C0"/>
        </w:tc>
        <w:tc>
          <w:tcPr>
            <w:tcW w:w="567" w:type="dxa"/>
          </w:tcPr>
          <w:p w:rsidR="00FA0686" w:rsidRDefault="00FA0686" w:rsidP="00404AF2">
            <w:pPr>
              <w:pStyle w:val="Overskrift1"/>
            </w:pPr>
          </w:p>
        </w:tc>
        <w:tc>
          <w:tcPr>
            <w:tcW w:w="1986" w:type="dxa"/>
            <w:vMerge/>
          </w:tcPr>
          <w:p w:rsidR="00FA0686" w:rsidRDefault="00FA0686" w:rsidP="00404AF2">
            <w:pPr>
              <w:pStyle w:val="Overskrift1"/>
            </w:pPr>
          </w:p>
        </w:tc>
      </w:tr>
    </w:tbl>
    <w:sdt>
      <w:sdtPr>
        <w:alias w:val="Brev opsætning"/>
        <w:tag w:val="?DocTypeBrev['Shown']==True"/>
        <w:id w:val="806812505"/>
        <w:placeholder>
          <w:docPart w:val="ED002D46D859413888908F346E5C60FE"/>
        </w:placeholder>
      </w:sdtPr>
      <w:sdtEndPr/>
      <w:sdtContent>
        <w:p w:rsidR="000A3B76" w:rsidRPr="000A3B76" w:rsidRDefault="000A3B76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160551">
            <w:t>A</w:t>
          </w:r>
          <w:r>
            <w:t>DHD-Foreningen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>Advokatrådet</w:t>
          </w:r>
        </w:p>
        <w:p w:rsidR="00AB138F" w:rsidRDefault="00AB138F" w:rsidP="00AF34F8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AB138F">
            <w:rPr>
              <w:rFonts w:cs="Times New Roman"/>
            </w:rPr>
            <w:t>Advokatsamfundet</w:t>
          </w:r>
        </w:p>
        <w:p w:rsidR="00AB138F" w:rsidRDefault="00AB138F" w:rsidP="00AF34F8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>
            <w:rPr>
              <w:rFonts w:cs="Times New Roman"/>
            </w:rPr>
            <w:t>Ak</w:t>
          </w:r>
          <w:r w:rsidRPr="00AB138F">
            <w:rPr>
              <w:rFonts w:cs="Times New Roman"/>
            </w:rPr>
            <w:t xml:space="preserve">ademikernes Centralorganisation </w:t>
          </w:r>
        </w:p>
        <w:p w:rsidR="00AB138F" w:rsidRDefault="00AB138F" w:rsidP="00AF34F8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>
            <w:rPr>
              <w:rFonts w:cs="Times New Roman"/>
            </w:rPr>
            <w:t>AM-PRO</w:t>
          </w:r>
        </w:p>
        <w:p w:rsidR="000A3B76" w:rsidRPr="00AB138F" w:rsidRDefault="000A3B76" w:rsidP="00AF34F8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72182F">
            <w:t>Ankenævnet for Statens Uddannelsesstøtteordninger</w:t>
          </w:r>
        </w:p>
        <w:p w:rsidR="00AB138F" w:rsidRPr="00AB138F" w:rsidRDefault="00AB138F" w:rsidP="00B6796D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AB138F">
            <w:rPr>
              <w:rFonts w:cs="Times New Roman"/>
            </w:rPr>
            <w:t>Ankestyrelsen</w:t>
          </w:r>
          <w:r w:rsidRPr="00AB138F">
            <w:rPr>
              <w:rFonts w:cs="Times New Roman"/>
              <w:lang w:val="en-US"/>
            </w:rPr>
            <w:t xml:space="preserve"> </w:t>
          </w:r>
        </w:p>
        <w:p w:rsidR="00AB138F" w:rsidRDefault="00AB138F" w:rsidP="00B6796D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AB138F">
            <w:rPr>
              <w:rFonts w:cs="Times New Roman"/>
            </w:rPr>
            <w:t xml:space="preserve">Arbejderbevægelsens Erhvervsråd </w:t>
          </w:r>
        </w:p>
        <w:p w:rsidR="000A3B76" w:rsidRPr="00AB138F" w:rsidRDefault="000A3B76" w:rsidP="00B6796D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72182F">
            <w:t>Arbejdsgivernes Uddannelsesbidrag</w:t>
          </w:r>
        </w:p>
        <w:p w:rsidR="00AB138F" w:rsidRDefault="00AB138F" w:rsidP="003632D7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AB138F">
            <w:rPr>
              <w:rFonts w:cs="Times New Roman"/>
            </w:rPr>
            <w:t xml:space="preserve">Arbejdsmarkedets Erhvervssikring </w:t>
          </w:r>
        </w:p>
        <w:p w:rsidR="00AB138F" w:rsidRDefault="00AB138F" w:rsidP="003632D7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AB138F">
            <w:rPr>
              <w:rFonts w:cs="Times New Roman"/>
            </w:rPr>
            <w:t>Arbejdsmarkedets Tillægspension</w:t>
          </w:r>
        </w:p>
        <w:p w:rsidR="00AB138F" w:rsidRDefault="00AB138F" w:rsidP="003632D7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>
            <w:rPr>
              <w:rFonts w:cs="Times New Roman"/>
            </w:rPr>
            <w:t>Arbejdsmiljørådet</w:t>
          </w:r>
        </w:p>
        <w:p w:rsidR="000A3B76" w:rsidRPr="000A3B76" w:rsidRDefault="000A3B76" w:rsidP="003632D7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72182F">
            <w:t>Astra</w:t>
          </w:r>
          <w:r>
            <w:t xml:space="preserve"> – Center for Læring i Natur, Teknik og Sundhed</w:t>
          </w:r>
        </w:p>
        <w:p w:rsidR="000A3B76" w:rsidRPr="000A3B76" w:rsidRDefault="000A3B76" w:rsidP="003632D7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C9597F">
            <w:t>Autismeforeningen</w:t>
          </w:r>
        </w:p>
        <w:p w:rsidR="007445E0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>Bedre Psykiatri</w:t>
          </w:r>
        </w:p>
        <w:p w:rsidR="00AB138F" w:rsidRPr="007445E0" w:rsidRDefault="007445E0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7445E0">
            <w:rPr>
              <w:rFonts w:cs="Times New Roman"/>
              <w:lang w:eastAsia="da-DK"/>
            </w:rPr>
            <w:t>Beskæftigelsesrådet</w:t>
          </w:r>
          <w:r w:rsidR="00AB138F" w:rsidRPr="007445E0">
            <w:rPr>
              <w:rFonts w:cs="Times New Roman"/>
            </w:rPr>
            <w:t xml:space="preserve">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Borger- og Retssikkerhedschefen i Skatteforvaltningen) </w:t>
          </w:r>
        </w:p>
        <w:p w:rsidR="00F161EE" w:rsidRPr="000564AB" w:rsidRDefault="00F161EE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>
            <w:rPr>
              <w:rFonts w:cs="Times New Roman"/>
            </w:rPr>
            <w:t>Brancheforeningen af Danske Distributionsvirksomheder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 xml:space="preserve">Business </w:t>
          </w:r>
          <w:proofErr w:type="spellStart"/>
          <w:r w:rsidRPr="000564AB">
            <w:rPr>
              <w:rFonts w:cs="Times New Roman"/>
              <w:lang w:val="en-US"/>
            </w:rPr>
            <w:t>Danmark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Børne- og kulturchefforeningen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Børne- og Ungdomspædagogernes Landsforbund (BUPL)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Børne- og Ungdomspædagogernes Landsforbund (BUPL) – Lederforening) </w:t>
          </w:r>
        </w:p>
        <w:p w:rsidR="007445E0" w:rsidRPr="007445E0" w:rsidRDefault="007445E0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7445E0">
            <w:rPr>
              <w:rFonts w:cs="Times New Roman"/>
              <w:lang w:eastAsia="da-DK"/>
            </w:rPr>
            <w:t>Børnenes Bureau</w:t>
          </w:r>
        </w:p>
        <w:p w:rsidR="007445E0" w:rsidRPr="000564AB" w:rsidRDefault="007445E0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72182F">
            <w:t>Børne- og kulturchefforeningen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Børnerådet </w:t>
          </w:r>
        </w:p>
        <w:p w:rsidR="007445E0" w:rsidRPr="000564AB" w:rsidRDefault="007445E0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>
            <w:t>Børnesagens Fællesråd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Børns Vilkår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Centralorganisationernes Fællesudvalg (CFU) </w:t>
          </w:r>
        </w:p>
        <w:p w:rsidR="00AB138F" w:rsidRDefault="00AB138F" w:rsidP="00C16950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 w:rsidRPr="00AB138F">
            <w:rPr>
              <w:rFonts w:cs="Times New Roman"/>
            </w:rPr>
            <w:t xml:space="preserve">CEPOS </w:t>
          </w:r>
        </w:p>
        <w:p w:rsidR="00AB138F" w:rsidRDefault="00AB138F" w:rsidP="00C16950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proofErr w:type="spellStart"/>
          <w:r w:rsidRPr="00AB138F">
            <w:rPr>
              <w:rFonts w:cs="Times New Roman"/>
            </w:rPr>
            <w:t>Cevea</w:t>
          </w:r>
          <w:proofErr w:type="spellEnd"/>
          <w:r w:rsidRPr="00AB138F">
            <w:rPr>
              <w:rFonts w:cs="Times New Roman"/>
            </w:rPr>
            <w:t xml:space="preserve"> </w:t>
          </w:r>
        </w:p>
        <w:p w:rsidR="00235D1D" w:rsidRPr="00AB138F" w:rsidRDefault="00235D1D" w:rsidP="00C16950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</w:rPr>
          </w:pPr>
          <w:r>
            <w:rPr>
              <w:rFonts w:cs="Times New Roman"/>
            </w:rPr>
            <w:t>COF – Certificerende Organers Forum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9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lastRenderedPageBreak/>
            <w:t>Contea</w:t>
          </w:r>
          <w:proofErr w:type="spellEnd"/>
          <w:r w:rsidRPr="000564AB">
            <w:rPr>
              <w:rFonts w:cs="Times New Roman"/>
              <w:lang w:val="en-US"/>
            </w:rPr>
            <w:t xml:space="preserve"> 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  <w:lang w:eastAsia="da-DK"/>
            </w:rPr>
            <w:t xml:space="preserve">Daginstitutionernes </w:t>
          </w:r>
          <w:proofErr w:type="spellStart"/>
          <w:r w:rsidRPr="000564AB">
            <w:rPr>
              <w:rFonts w:cs="Times New Roman"/>
              <w:lang w:eastAsia="da-DK"/>
            </w:rPr>
            <w:t>Lands-Organisation</w:t>
          </w:r>
          <w:proofErr w:type="spellEnd"/>
          <w:r w:rsidRPr="000564AB">
            <w:rPr>
              <w:rFonts w:cs="Times New Roman"/>
              <w:lang w:eastAsia="da-DK"/>
            </w:rPr>
            <w:t xml:space="preserve"> (DLO) </w:t>
          </w:r>
        </w:p>
        <w:p w:rsidR="00AB138F" w:rsidRPr="00235D1D" w:rsidRDefault="00AB138F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AB138F">
            <w:rPr>
              <w:rFonts w:cs="Times New Roman"/>
              <w:lang w:val="en-US"/>
            </w:rPr>
            <w:t xml:space="preserve">Dahlberg </w:t>
          </w:r>
        </w:p>
        <w:p w:rsidR="00235D1D" w:rsidRPr="009E733E" w:rsidRDefault="00235D1D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  <w:lang w:val="en-US"/>
            </w:rPr>
            <w:t xml:space="preserve">DANAK – Den Danske </w:t>
          </w:r>
          <w:proofErr w:type="spellStart"/>
          <w:r>
            <w:rPr>
              <w:rFonts w:cs="Times New Roman"/>
              <w:lang w:val="en-US"/>
            </w:rPr>
            <w:t>Akkrediteringsfond</w:t>
          </w:r>
          <w:proofErr w:type="spellEnd"/>
        </w:p>
        <w:p w:rsidR="009E733E" w:rsidRPr="009E733E" w:rsidRDefault="009E733E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Danmarks Fiskeriforening Producent Organisation</w:t>
          </w:r>
        </w:p>
        <w:p w:rsidR="009E733E" w:rsidRPr="000564AB" w:rsidRDefault="009E733E" w:rsidP="009E733E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Danmarks Frie Fagforening </w:t>
          </w:r>
        </w:p>
        <w:p w:rsidR="009E733E" w:rsidRPr="009E733E" w:rsidRDefault="009E733E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40D6F">
            <w:t>Danmarks Idrætsforbund</w:t>
          </w:r>
        </w:p>
        <w:p w:rsidR="009E733E" w:rsidRPr="009E733E" w:rsidRDefault="009E733E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Danmarks Lærerforening</w:t>
          </w:r>
        </w:p>
        <w:p w:rsidR="009E733E" w:rsidRPr="009E733E" w:rsidRDefault="009E733E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Danmarks Private Skoler – grundskoler &amp; gymnasier</w:t>
          </w:r>
        </w:p>
        <w:p w:rsidR="00AB138F" w:rsidRDefault="00AB138F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AB138F">
            <w:rPr>
              <w:rFonts w:cs="Times New Roman"/>
            </w:rPr>
            <w:t xml:space="preserve">Danmarks Statistik </w:t>
          </w:r>
          <w:bookmarkStart w:id="0" w:name="_GoBack"/>
          <w:bookmarkEnd w:id="0"/>
          <w:r w:rsidRPr="00AB138F">
            <w:rPr>
              <w:rFonts w:cs="Times New Roman"/>
            </w:rPr>
            <w:t xml:space="preserve"> </w:t>
          </w:r>
        </w:p>
        <w:p w:rsidR="009E733E" w:rsidRPr="00AB138F" w:rsidRDefault="009E733E" w:rsidP="007B5F6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Danmarks Vejlederforening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 Arbejdsgiverforening</w:t>
          </w:r>
        </w:p>
        <w:p w:rsidR="009E733E" w:rsidRPr="000564AB" w:rsidRDefault="009E733E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 Blindesamfund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 </w:t>
          </w:r>
          <w:r w:rsidR="009E733E">
            <w:rPr>
              <w:rFonts w:cs="Times New Roman"/>
            </w:rPr>
            <w:t>B</w:t>
          </w:r>
          <w:r w:rsidRPr="000564AB">
            <w:rPr>
              <w:rFonts w:cs="Times New Roman"/>
            </w:rPr>
            <w:t xml:space="preserve">yggeri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 Center for Undervisningsmiljø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 Erhverv </w:t>
          </w:r>
        </w:p>
        <w:p w:rsidR="009E733E" w:rsidRPr="000564AB" w:rsidRDefault="009E733E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Dansk Flygtningehjælp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 Industri</w:t>
          </w:r>
        </w:p>
        <w:p w:rsidR="009E733E" w:rsidRPr="009E733E" w:rsidRDefault="009E733E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 Folkeoplysnings Samråd</w:t>
          </w:r>
        </w:p>
        <w:p w:rsidR="009E733E" w:rsidRPr="009E733E" w:rsidRDefault="009E733E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 Handicap Forbund</w:t>
          </w:r>
        </w:p>
        <w:p w:rsidR="009E733E" w:rsidRDefault="009E733E" w:rsidP="009E733E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 Metal</w:t>
          </w:r>
        </w:p>
        <w:p w:rsidR="009E733E" w:rsidRDefault="009E733E" w:rsidP="009E733E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 Psykolog Forening (DP)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 Skoleforening for Sydslesvig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 Socialrådgiverforening</w:t>
          </w:r>
        </w:p>
        <w:p w:rsidR="009E733E" w:rsidRPr="00CA0FED" w:rsidRDefault="009E733E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Dansk Skoleidræt</w:t>
          </w:r>
        </w:p>
        <w:p w:rsidR="00CA0FED" w:rsidRPr="000564AB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 Socialrådgiverforening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 sygeplejeråd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Advokater 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9929A3">
            <w:rPr>
              <w:color w:val="000000"/>
              <w:lang w:eastAsia="da-DK"/>
            </w:rPr>
            <w:t>Danske Dagbehandlingstilbuds Netværk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40D6F">
            <w:t>Danske Døves Landsforbund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Erhvervsakademier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Erhvervsskoler og -Gymnasier – Bestyrelserne</w:t>
          </w:r>
        </w:p>
        <w:p w:rsidR="00CA0FED" w:rsidRPr="000564AB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Erhvervsskoler og -Gymnasier – Lederne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Fodterapeuter </w:t>
          </w:r>
        </w:p>
        <w:p w:rsidR="00CA0FED" w:rsidRPr="000564AB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Forlag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Fysioterapeuter 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Gymnasieelevers Sammenslutning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Gymnasier</w:t>
          </w:r>
        </w:p>
        <w:p w:rsidR="00CA0FED" w:rsidRPr="00CA0FED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40D6F">
            <w:t>Danske Gymnastik- og Idrætsforeninger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Handicaporganisationer (DH) </w:t>
          </w:r>
        </w:p>
        <w:p w:rsidR="0086323A" w:rsidRP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HF &amp; VUC</w:t>
          </w:r>
        </w:p>
        <w:p w:rsidR="0086323A" w:rsidRP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53FA3">
            <w:t xml:space="preserve">Danske HF og VUC </w:t>
          </w:r>
          <w:r>
            <w:t>–</w:t>
          </w:r>
          <w:r w:rsidRPr="00753FA3">
            <w:t xml:space="preserve"> Bestyrelserne</w:t>
          </w:r>
        </w:p>
        <w:p w:rsidR="0086323A" w:rsidRP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Landbrugsskoler</w:t>
          </w:r>
        </w:p>
        <w:p w:rsidR="0086323A" w:rsidRP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Danske Musik- og Kulturskoler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Patienter </w:t>
          </w:r>
        </w:p>
        <w:p w:rsidR="0086323A" w:rsidRPr="000564AB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Professionshøjskoler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lastRenderedPageBreak/>
            <w:t>Danske Rederier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Danske Regioner</w:t>
          </w:r>
        </w:p>
        <w:p w:rsidR="0086323A" w:rsidRPr="000564AB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Revisorer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Seniorer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Danske Skoleelever </w:t>
          </w:r>
        </w:p>
        <w:p w:rsidR="0086323A" w:rsidRP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Danske SOSU-skoler</w:t>
          </w:r>
        </w:p>
        <w:p w:rsid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B3AE5">
            <w:t>Danske SOSU-skoler -Bestyrelserne</w:t>
          </w:r>
        </w:p>
        <w:p w:rsidR="00AB138F" w:rsidRPr="007D08BE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Style w:val="Hyperlink"/>
              <w:rFonts w:cs="Times New Roman"/>
            </w:rPr>
          </w:pPr>
          <w:r w:rsidRPr="007D08BE">
            <w:rPr>
              <w:rFonts w:cs="Times New Roman"/>
            </w:rPr>
            <w:t>Danske Underviserorganisationers Samråd</w:t>
          </w:r>
        </w:p>
        <w:p w:rsidR="0086323A" w:rsidRPr="0086323A" w:rsidRDefault="00AB138F" w:rsidP="00A00823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86323A">
            <w:rPr>
              <w:rFonts w:cs="Times New Roman"/>
            </w:rPr>
            <w:t xml:space="preserve">Danske Ældreråd </w:t>
          </w:r>
        </w:p>
        <w:p w:rsidR="00CA0FED" w:rsidRPr="0086323A" w:rsidRDefault="00CA0FE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Dansk Ungdoms Fællesråd</w:t>
          </w:r>
        </w:p>
        <w:p w:rsidR="0086323A" w:rsidRPr="000564AB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B503F9">
            <w:t>Datatilsynet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De Anbragtes Vilkår </w:t>
          </w:r>
        </w:p>
        <w:p w:rsid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>DEA</w:t>
          </w:r>
        </w:p>
        <w:p w:rsid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Den uvildige konsulentordning på handicapområdet (DUKH)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Den danske Aktuarforening 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Det Centrale Handicapråd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Det Faglige Hus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Det Kriminalpræventive Råd </w:t>
          </w:r>
        </w:p>
        <w:p w:rsidR="0086323A" w:rsidRPr="0086323A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 w:rsidRPr="00302376">
            <w:rPr>
              <w:lang w:val="en-US"/>
            </w:rPr>
            <w:t>Det</w:t>
          </w:r>
          <w:proofErr w:type="spellEnd"/>
          <w:r w:rsidRPr="00302376">
            <w:rPr>
              <w:lang w:val="en-US"/>
            </w:rPr>
            <w:t xml:space="preserve"> </w:t>
          </w:r>
          <w:proofErr w:type="spellStart"/>
          <w:r w:rsidRPr="00302376">
            <w:rPr>
              <w:lang w:val="en-US"/>
            </w:rPr>
            <w:t>Nationale</w:t>
          </w:r>
          <w:proofErr w:type="spellEnd"/>
          <w:r w:rsidRPr="00302376">
            <w:rPr>
              <w:lang w:val="en-US"/>
            </w:rPr>
            <w:t xml:space="preserve"> </w:t>
          </w:r>
          <w:proofErr w:type="spellStart"/>
          <w:r w:rsidRPr="00302376">
            <w:rPr>
              <w:lang w:val="en-US"/>
            </w:rPr>
            <w:t>Integrationsråd</w:t>
          </w:r>
          <w:proofErr w:type="spellEnd"/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De private sociale tilbud (LOS)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t>Deutscher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  <w:proofErr w:type="spellStart"/>
          <w:r w:rsidRPr="000564AB">
            <w:rPr>
              <w:rFonts w:cs="Times New Roman"/>
              <w:lang w:val="en-US"/>
            </w:rPr>
            <w:t>Schul</w:t>
          </w:r>
          <w:proofErr w:type="spellEnd"/>
          <w:r w:rsidRPr="000564AB">
            <w:rPr>
              <w:rFonts w:cs="Times New Roman"/>
              <w:lang w:val="en-US"/>
            </w:rPr>
            <w:t xml:space="preserve">- und </w:t>
          </w:r>
          <w:proofErr w:type="spellStart"/>
          <w:r w:rsidRPr="000564AB">
            <w:rPr>
              <w:rFonts w:cs="Times New Roman"/>
              <w:lang w:val="en-US"/>
            </w:rPr>
            <w:t>Sprachverein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  <w:proofErr w:type="spellStart"/>
          <w:r w:rsidRPr="000564AB">
            <w:rPr>
              <w:rFonts w:cs="Times New Roman"/>
              <w:lang w:val="en-US"/>
            </w:rPr>
            <w:t>für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  <w:proofErr w:type="spellStart"/>
          <w:r w:rsidRPr="000564AB">
            <w:rPr>
              <w:rFonts w:cs="Times New Roman"/>
              <w:lang w:val="en-US"/>
            </w:rPr>
            <w:t>Nordschleswig</w:t>
          </w:r>
          <w:proofErr w:type="spellEnd"/>
          <w:r w:rsidRPr="000564AB">
            <w:rPr>
              <w:rFonts w:cs="Times New Roman"/>
              <w:lang w:val="en-US"/>
            </w:rPr>
            <w:t xml:space="preserve">  </w:t>
          </w:r>
        </w:p>
        <w:p w:rsidR="0086323A" w:rsidRPr="000564AB" w:rsidRDefault="00863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>
            <w:rPr>
              <w:rFonts w:cs="Times New Roman"/>
              <w:lang w:val="en-US"/>
            </w:rPr>
            <w:t>Digitaliseringsstyrelsen</w:t>
          </w:r>
          <w:proofErr w:type="spellEnd"/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Direktoratet for Kriminalforsorgen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Efterskoleforeningen </w:t>
          </w:r>
        </w:p>
        <w:p w:rsidR="00C42D76" w:rsidRPr="00C42D76" w:rsidRDefault="00C42D7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t>Engineer</w:t>
          </w:r>
          <w:proofErr w:type="spellEnd"/>
          <w:r>
            <w:t xml:space="preserve"> the Future</w:t>
          </w:r>
        </w:p>
        <w:p w:rsidR="00C42D76" w:rsidRPr="00C42D76" w:rsidRDefault="00C42D7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Erhvervsskolernes Elevorganisation</w:t>
          </w:r>
        </w:p>
        <w:p w:rsidR="00C42D76" w:rsidRPr="000564AB" w:rsidRDefault="00C42D7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40D6F">
            <w:t>Erhvervsskolelederne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Erhvervsstyrelsen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Ergoterapeutforeningen (</w:t>
          </w:r>
          <w:proofErr w:type="spellStart"/>
          <w:r w:rsidRPr="000564AB">
            <w:rPr>
              <w:rFonts w:cs="Times New Roman"/>
            </w:rPr>
            <w:t>Etf</w:t>
          </w:r>
          <w:proofErr w:type="spellEnd"/>
          <w:r w:rsidRPr="000564AB">
            <w:rPr>
              <w:rFonts w:cs="Times New Roman"/>
            </w:rPr>
            <w:t xml:space="preserve">)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EVA - Danmarks Evalueringsinstitut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FABU 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Fagbevægelsens Hovedorganisation </w:t>
          </w:r>
        </w:p>
        <w:p w:rsidR="00AB138F" w:rsidRDefault="00AB138F" w:rsidP="00D0535B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AB138F">
            <w:rPr>
              <w:rFonts w:cs="Times New Roman"/>
            </w:rPr>
            <w:t xml:space="preserve">Faglige Seniorer </w:t>
          </w:r>
        </w:p>
        <w:p w:rsidR="00AB138F" w:rsidRDefault="00AB138F" w:rsidP="00D0535B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AB138F">
            <w:rPr>
              <w:rFonts w:cs="Times New Roman"/>
            </w:rPr>
            <w:t xml:space="preserve">Fagligt Fælles Forbund (3F) </w:t>
          </w:r>
        </w:p>
        <w:p w:rsidR="00F059BB" w:rsidRPr="00AB138F" w:rsidRDefault="00F059BB" w:rsidP="00D0535B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>Fag og Arbejde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  <w:lang w:eastAsia="da-DK"/>
            </w:rPr>
            <w:t>FGU Danmark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Finans Danmark </w:t>
          </w:r>
        </w:p>
        <w:p w:rsidR="00AB138F" w:rsidRPr="00F059B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Finansforbundet</w:t>
          </w:r>
          <w:r w:rsidRPr="000564AB">
            <w:rPr>
              <w:rFonts w:cs="Times New Roman"/>
              <w:lang w:val="en-US"/>
            </w:rPr>
            <w:t xml:space="preserve"> </w:t>
          </w:r>
        </w:p>
        <w:p w:rsidR="00F059BB" w:rsidRPr="00F059B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rPr>
              <w:rFonts w:cs="Times New Roman"/>
              <w:lang w:val="en-US"/>
            </w:rPr>
            <w:t>Finanstilsynet</w:t>
          </w:r>
          <w:proofErr w:type="spellEnd"/>
        </w:p>
        <w:p w:rsidR="00F059BB" w:rsidRPr="00F059B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rPr>
              <w:rFonts w:cs="Times New Roman"/>
              <w:lang w:val="en-US"/>
            </w:rPr>
            <w:t>Firmaidrætten</w:t>
          </w:r>
          <w:proofErr w:type="spellEnd"/>
        </w:p>
        <w:p w:rsidR="00AB138F" w:rsidRPr="00F059B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  <w:lang w:val="en-US"/>
            </w:rPr>
            <w:t>FO</w:t>
          </w:r>
          <w:r w:rsidRPr="000564AB">
            <w:rPr>
              <w:rFonts w:cs="Times New Roman"/>
              <w:lang w:val="en-US"/>
            </w:rPr>
            <w:t xml:space="preserve">A </w:t>
          </w:r>
        </w:p>
        <w:p w:rsidR="00F059BB" w:rsidRPr="00F059B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F</w:t>
          </w:r>
          <w:r w:rsidRPr="0072182F">
            <w:t>olkehøjskolernes Forening i Danmark</w:t>
          </w:r>
        </w:p>
        <w:p w:rsidR="00F059BB" w:rsidRPr="000564A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Fora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af Døgn og Dagtilbud for udsatte børn og unge (FADD)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af Fængselsinspektører og </w:t>
          </w:r>
          <w:r w:rsidRPr="00FA2492">
            <w:rPr>
              <w:rFonts w:cs="Times New Roman"/>
            </w:rPr>
            <w:t>Vicefængselsinspektører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af Interne Revisorer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lastRenderedPageBreak/>
            <w:t xml:space="preserve">Foreningen af katolske skoler i Danmark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af Kommunale Social-, Sundheds- og Arbejdsmarkedschefer i Danmark (FSD)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af Kristne Friskoler </w:t>
          </w:r>
        </w:p>
        <w:p w:rsidR="00F059BB" w:rsidRPr="000564A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Foreningen af Private Udbydere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af Speciallæger (FAS)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 xml:space="preserve">Foreningen Danske Revisorer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for Forældre til Elever i Fri- og Privatskoler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Foreningen Frie Fagskoler </w:t>
          </w:r>
        </w:p>
        <w:p w:rsidR="00F059BB" w:rsidRPr="000564A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color w:val="000000"/>
            </w:rPr>
            <w:t>Foreningen til gavn for børn og unge (</w:t>
          </w:r>
          <w:proofErr w:type="spellStart"/>
          <w:r>
            <w:rPr>
              <w:color w:val="000000"/>
            </w:rPr>
            <w:t>fobu</w:t>
          </w:r>
          <w:proofErr w:type="spellEnd"/>
          <w:r>
            <w:rPr>
              <w:color w:val="000000"/>
            </w:rPr>
            <w:t>)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t>Forhandlingsfællesskabet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</w:p>
        <w:p w:rsidR="00F059BB" w:rsidRPr="000564A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72182F">
            <w:t>Foreningsfællesskabet Ligeværd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t>Forsikringsforbundet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Forsikring &amp; Pension 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t>Forsikringsmæglerforeningen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Forældrenes Landsorganisation (FOLA)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Frie Funktionærer </w:t>
          </w:r>
        </w:p>
        <w:p w:rsidR="00430379" w:rsidRPr="00430379" w:rsidRDefault="00AB138F" w:rsidP="00C945C0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430379">
            <w:rPr>
              <w:rFonts w:cs="Times New Roman"/>
            </w:rPr>
            <w:t xml:space="preserve">Frie Skolers Lærerforening </w:t>
          </w:r>
        </w:p>
        <w:p w:rsidR="00AB138F" w:rsidRPr="00430379" w:rsidRDefault="00AB138F" w:rsidP="00C945C0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430379">
            <w:rPr>
              <w:rFonts w:cs="Times New Roman"/>
              <w:lang w:val="en-US"/>
            </w:rPr>
            <w:t>Frivilligrådet</w:t>
          </w:r>
          <w:proofErr w:type="spellEnd"/>
          <w:r w:rsidRPr="00430379">
            <w:rPr>
              <w:rFonts w:cs="Times New Roman"/>
              <w:lang w:val="en-US"/>
            </w:rPr>
            <w:t xml:space="preserve">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</w:rPr>
            <w:t xml:space="preserve">Friskolerne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FSR – Danske Revisorer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Fængselsforbundet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 xml:space="preserve">GLS-A </w:t>
          </w:r>
        </w:p>
        <w:p w:rsidR="00F059BB" w:rsidRPr="00F059B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72182F">
            <w:t>Gymnasiernes Bestyrelsesforening</w:t>
          </w:r>
        </w:p>
        <w:p w:rsidR="00F059BB" w:rsidRDefault="00F059BB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72182F">
            <w:t>Gymnasieskolernes Lærerforening</w:t>
          </w:r>
        </w:p>
        <w:p w:rsidR="007975C9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>HK</w:t>
          </w:r>
          <w:r w:rsidR="007975C9">
            <w:rPr>
              <w:rFonts w:cs="Times New Roman"/>
              <w:lang w:val="en-US"/>
            </w:rPr>
            <w:t>/</w:t>
          </w:r>
          <w:proofErr w:type="spellStart"/>
          <w:r w:rsidR="007975C9">
            <w:rPr>
              <w:rFonts w:cs="Times New Roman"/>
              <w:lang w:val="en-US"/>
            </w:rPr>
            <w:t>Kommunal</w:t>
          </w:r>
          <w:proofErr w:type="spellEnd"/>
        </w:p>
        <w:p w:rsidR="00AB138F" w:rsidRPr="000564AB" w:rsidRDefault="007975C9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>
            <w:rPr>
              <w:rFonts w:cs="Times New Roman"/>
              <w:lang w:val="en-US"/>
            </w:rPr>
            <w:t>HK/Stat</w:t>
          </w:r>
          <w:r w:rsidR="00AB138F" w:rsidRPr="000564AB">
            <w:rPr>
              <w:rFonts w:cs="Times New Roman"/>
              <w:lang w:val="en-US"/>
            </w:rPr>
            <w:t xml:space="preserve">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 xml:space="preserve">IDA </w:t>
          </w:r>
        </w:p>
        <w:p w:rsidR="009810BA" w:rsidRPr="009810BA" w:rsidRDefault="009810B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9810BA">
            <w:rPr>
              <w:rFonts w:cs="Times New Roman"/>
            </w:rPr>
            <w:t>IFFD – Idræts- og Fritidsfaciliteter i Danmark</w:t>
          </w:r>
        </w:p>
        <w:p w:rsidR="00C7623A" w:rsidRPr="00C7623A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573868">
            <w:t>Industriens Fond</w:t>
          </w:r>
        </w:p>
        <w:p w:rsidR="00C7623A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72182F">
            <w:t>Institut for Menneskerettigheder</w:t>
          </w:r>
        </w:p>
        <w:p w:rsidR="00AB138F" w:rsidRPr="001F2592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 xml:space="preserve">Justitia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 xml:space="preserve">KL </w:t>
          </w:r>
        </w:p>
        <w:p w:rsidR="00C7623A" w:rsidRPr="00C7623A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>
            <w:t>Klagenævnet for Specialundervisning</w:t>
          </w:r>
        </w:p>
        <w:p w:rsidR="00C7623A" w:rsidRPr="000564AB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>
            <w:t>Kommunale Velfærdschefer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Kooperationen – Danmarks Kooperative arbejdsgiver- og interesseorganisation </w:t>
          </w:r>
        </w:p>
        <w:p w:rsidR="00430379" w:rsidRDefault="00AB138F" w:rsidP="00BC717D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430379">
            <w:rPr>
              <w:rFonts w:cs="Times New Roman"/>
            </w:rPr>
            <w:t xml:space="preserve">Kraka </w:t>
          </w:r>
        </w:p>
        <w:p w:rsidR="00AB138F" w:rsidRPr="00430379" w:rsidRDefault="00AB138F" w:rsidP="00BC717D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430379">
            <w:rPr>
              <w:rFonts w:cs="Times New Roman"/>
            </w:rPr>
            <w:t xml:space="preserve">Kriminalforsorgsforeningen </w:t>
          </w:r>
        </w:p>
        <w:p w:rsidR="00430379" w:rsidRDefault="00AB138F" w:rsidP="002E458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430379">
            <w:rPr>
              <w:rFonts w:cs="Times New Roman"/>
            </w:rPr>
            <w:t xml:space="preserve">Kristelig Arbejdsgiverforening </w:t>
          </w:r>
        </w:p>
        <w:p w:rsidR="00AB138F" w:rsidRDefault="00AB138F" w:rsidP="002E458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430379">
            <w:rPr>
              <w:rFonts w:cs="Times New Roman"/>
            </w:rPr>
            <w:t>Kristelig Fagforening (</w:t>
          </w:r>
          <w:proofErr w:type="spellStart"/>
          <w:r w:rsidRPr="00430379">
            <w:rPr>
              <w:rFonts w:cs="Times New Roman"/>
            </w:rPr>
            <w:t>krifa</w:t>
          </w:r>
          <w:proofErr w:type="spellEnd"/>
          <w:r w:rsidRPr="00430379">
            <w:rPr>
              <w:rFonts w:cs="Times New Roman"/>
            </w:rPr>
            <w:t xml:space="preserve">) </w:t>
          </w:r>
        </w:p>
        <w:p w:rsidR="00C7623A" w:rsidRDefault="00C7623A" w:rsidP="002E4584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 w:rsidRPr="0072182F">
            <w:t>LandboUngdom</w:t>
          </w:r>
          <w:proofErr w:type="spellEnd"/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Landbrug &amp; Fødevarer </w:t>
          </w:r>
        </w:p>
        <w:p w:rsidR="00C7623A" w:rsidRPr="000564AB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Landdistrikternes Fællesråd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Landsforeningen af Kvindekrisecentre (LOKK)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Landsforeningen af </w:t>
          </w:r>
          <w:proofErr w:type="spellStart"/>
          <w:r w:rsidRPr="000564AB">
            <w:rPr>
              <w:rFonts w:cs="Times New Roman"/>
            </w:rPr>
            <w:t>VæreSteder</w:t>
          </w:r>
          <w:proofErr w:type="spellEnd"/>
          <w:r w:rsidRPr="000564AB">
            <w:rPr>
              <w:rFonts w:cs="Times New Roman"/>
            </w:rPr>
            <w:t xml:space="preserve"> (LSV) </w:t>
          </w:r>
        </w:p>
        <w:p w:rsidR="00C7623A" w:rsidRPr="00C7623A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lastRenderedPageBreak/>
            <w:t>Landsforeningen af 10. Klasseskoler i Danmark</w:t>
          </w:r>
        </w:p>
        <w:p w:rsidR="00C7623A" w:rsidRPr="000564AB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Landsforeningen af Ungdomsskoleledere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Landsforeningen for Arbejdsmiljø og Arbejdsskadede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>Landsforeningen for social</w:t>
          </w:r>
          <w:r>
            <w:rPr>
              <w:rFonts w:cs="Times New Roman"/>
            </w:rPr>
            <w:t>e</w:t>
          </w:r>
          <w:r w:rsidRPr="000564AB">
            <w:rPr>
              <w:rFonts w:cs="Times New Roman"/>
            </w:rPr>
            <w:t xml:space="preserve"> tilbud (LOS)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Landsforeningen for Socialpædagoger </w:t>
          </w:r>
        </w:p>
        <w:p w:rsidR="00AB138F" w:rsidRPr="00C7623A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  <w:color w:val="000000"/>
            </w:rPr>
            <w:t xml:space="preserve">Landsorganisationen Danske Daginstitutioner (LDD) </w:t>
          </w:r>
        </w:p>
        <w:p w:rsidR="00C7623A" w:rsidRPr="000564AB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Landssammenslutningen af Handelsskoleelever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Landssamråd for PPR-chefer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Landsskatteretten </w:t>
          </w:r>
        </w:p>
        <w:p w:rsidR="009810BA" w:rsidRPr="000564AB" w:rsidRDefault="009810B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>Lederne</w:t>
          </w:r>
        </w:p>
        <w:p w:rsidR="00AB138F" w:rsidRDefault="00AB138F" w:rsidP="0078094D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5D19CD">
            <w:rPr>
              <w:rFonts w:cs="Times New Roman"/>
            </w:rPr>
            <w:t xml:space="preserve">Lederne LEV </w:t>
          </w:r>
        </w:p>
        <w:p w:rsidR="00C7623A" w:rsidRPr="005D19CD" w:rsidRDefault="00C7623A" w:rsidP="0078094D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Ledersamrådet</w:t>
          </w:r>
          <w:r>
            <w:t xml:space="preserve"> for STU og VSU i Danmark</w:t>
          </w:r>
        </w:p>
        <w:p w:rsidR="003E5A0A" w:rsidRPr="00C7623A" w:rsidRDefault="00AB138F" w:rsidP="0002451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3E5A0A">
            <w:rPr>
              <w:rFonts w:cs="Times New Roman"/>
            </w:rPr>
            <w:t xml:space="preserve">Lilleskolerne </w:t>
          </w:r>
        </w:p>
        <w:p w:rsidR="00C7623A" w:rsidRPr="003E5A0A" w:rsidRDefault="00C7623A" w:rsidP="0002451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216056">
            <w:rPr>
              <w:lang w:val="en-US"/>
            </w:rPr>
            <w:t>LOF</w:t>
          </w:r>
        </w:p>
        <w:p w:rsidR="00AB138F" w:rsidRDefault="00AB138F" w:rsidP="0002451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3E5A0A">
            <w:rPr>
              <w:rFonts w:cs="Times New Roman"/>
              <w:lang w:val="en-US"/>
            </w:rPr>
            <w:t>Lægeforeningen</w:t>
          </w:r>
          <w:proofErr w:type="spellEnd"/>
          <w:r w:rsidRPr="003E5A0A">
            <w:rPr>
              <w:rFonts w:cs="Times New Roman"/>
              <w:lang w:val="en-US"/>
            </w:rPr>
            <w:t xml:space="preserve">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Lærernes Centralorganisation </w:t>
          </w:r>
        </w:p>
        <w:p w:rsidR="00C7623A" w:rsidRPr="00C7623A" w:rsidRDefault="00C7623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Lær for Livet</w:t>
          </w:r>
        </w:p>
        <w:p w:rsidR="00C7623A" w:rsidRPr="004263B2" w:rsidRDefault="004263B2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Læsekonsulenternes Landsforening</w:t>
          </w:r>
        </w:p>
        <w:p w:rsidR="004263B2" w:rsidRPr="0012240A" w:rsidRDefault="004263B2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Læse- og Matematikvejlederforeningen</w:t>
          </w:r>
        </w:p>
        <w:p w:rsidR="0012240A" w:rsidRPr="0012240A" w:rsidRDefault="0012240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Manderådet</w:t>
          </w:r>
        </w:p>
        <w:p w:rsidR="0012240A" w:rsidRPr="0012240A" w:rsidRDefault="0012240A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12240A">
            <w:rPr>
              <w:rFonts w:cs="Times New Roman"/>
            </w:rPr>
            <w:t>Medierådet for Børn og Unge</w:t>
          </w:r>
        </w:p>
        <w:p w:rsidR="00235D1D" w:rsidRPr="000564AB" w:rsidRDefault="00235D1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>Medarbejder- og Kompetencestyrelsen</w:t>
          </w:r>
        </w:p>
        <w:p w:rsidR="005D19CD" w:rsidRDefault="00AB138F" w:rsidP="00BE6A8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5D19CD">
            <w:rPr>
              <w:rFonts w:cs="Times New Roman"/>
            </w:rPr>
            <w:t xml:space="preserve">Modstrøm - Foreningen for FGU-elever og unge omkring FGU </w:t>
          </w:r>
        </w:p>
        <w:p w:rsidR="00DE3446" w:rsidRPr="00DE3446" w:rsidRDefault="00DE3446" w:rsidP="00BE6A8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Nationalt Center for kompetenceudvikling</w:t>
          </w:r>
        </w:p>
        <w:p w:rsidR="00DE3446" w:rsidRPr="00DE3446" w:rsidRDefault="00DE3446" w:rsidP="00BE6A8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DF0A4A">
            <w:t xml:space="preserve">Nationalt </w:t>
          </w:r>
          <w:proofErr w:type="spellStart"/>
          <w:r w:rsidRPr="00DF0A4A">
            <w:t>Videncenter</w:t>
          </w:r>
          <w:proofErr w:type="spellEnd"/>
          <w:r w:rsidRPr="00DF0A4A">
            <w:t xml:space="preserve"> for Ordblindhed og andre Læsevanskeligheder</w:t>
          </w:r>
        </w:p>
        <w:p w:rsidR="00DE3446" w:rsidRPr="00DE3446" w:rsidRDefault="00DE3446" w:rsidP="00BE6A8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Naturvidenskabernes Hus</w:t>
          </w:r>
        </w:p>
        <w:p w:rsidR="00AB138F" w:rsidRDefault="00AB138F" w:rsidP="00BE6A8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5D19CD">
            <w:rPr>
              <w:rFonts w:cs="Times New Roman"/>
            </w:rPr>
            <w:t xml:space="preserve">Netværket for kostafdelinger </w:t>
          </w:r>
        </w:p>
        <w:p w:rsidR="00DE3446" w:rsidRPr="005D19CD" w:rsidRDefault="00DE3446" w:rsidP="00BE6A85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 xml:space="preserve">NOTA – </w:t>
          </w:r>
          <w:r w:rsidRPr="00DF0A4A">
            <w:t>Nationalbibliotek for mennesker med læsevanskeligheder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Offentligt Ansattes Organisationer 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t>OpenDenmark</w:t>
          </w:r>
          <w:proofErr w:type="spellEnd"/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Ordblindeforeningen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Plejefamiliernes Landsforening (PLF) </w:t>
          </w:r>
        </w:p>
        <w:p w:rsidR="00AB138F" w:rsidRPr="007B2903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Style w:val="Hyperlink"/>
              <w:rFonts w:cs="Times New Roman"/>
            </w:rPr>
          </w:pPr>
          <w:r w:rsidRPr="007B2903">
            <w:rPr>
              <w:rFonts w:cs="Times New Roman"/>
            </w:rPr>
            <w:t xml:space="preserve">Poul Schmith/Kammeradvokaten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Producentforeningen 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CF14E2">
            <w:rPr>
              <w:rFonts w:asciiTheme="minorHAnsi" w:hAnsiTheme="minorHAnsi" w:cs="Courier"/>
            </w:rPr>
            <w:t>Red Barnet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Rektorkollegiet for de Martime Uddannelser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Rigsrevisionen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DF0A4A">
            <w:t>ROAL</w:t>
          </w:r>
          <w:r>
            <w:t xml:space="preserve"> – Samrådet for Ordblindhed og a</w:t>
          </w:r>
          <w:r w:rsidRPr="00DF0A4A">
            <w:t>ndre Læsevanskeligheder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Rådet for Børns Læring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Rådet for de Grundlæggende Erhvervsrettede Uddannelser (REU)</w:t>
          </w:r>
        </w:p>
        <w:p w:rsid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Rådet for Erhvervsakademiuddannelser og Professionsbacheloruddannelser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Rådet for Socialt Udsatte 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Rådet for Voksen og Efteruddannelse (VEU-rådet)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Sammenslutningen af boformer for hjemløse i Danmark (SBH)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  <w:color w:val="000000"/>
            </w:rPr>
            <w:t xml:space="preserve">Sammenslutningen af Steinerskoler i Danmark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Sammenslutningen af Unge Med Handicap </w:t>
          </w:r>
        </w:p>
        <w:p w:rsidR="00DE3446" w:rsidRP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lastRenderedPageBreak/>
            <w:t>Samrådet af Specialskoleledere</w:t>
          </w:r>
        </w:p>
        <w:p w:rsidR="003E5A0A" w:rsidRDefault="00AB138F" w:rsidP="00EC5DEB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 w:rsidRPr="003E5A0A">
            <w:rPr>
              <w:rFonts w:cs="Times New Roman"/>
            </w:rPr>
            <w:t>Sedgwick</w:t>
          </w:r>
          <w:proofErr w:type="spellEnd"/>
          <w:r w:rsidRPr="003E5A0A">
            <w:rPr>
              <w:rFonts w:cs="Times New Roman"/>
            </w:rPr>
            <w:t xml:space="preserve"> Leif Hansen </w:t>
          </w:r>
        </w:p>
        <w:p w:rsidR="00DE3446" w:rsidRDefault="00DE3446" w:rsidP="00EC5DEB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B74AF6">
            <w:t>Sekretariatet for Erhvervsrettede Velfærdsuddannelser</w:t>
          </w:r>
        </w:p>
        <w:p w:rsidR="00AB138F" w:rsidRPr="003E5A0A" w:rsidRDefault="00AB138F" w:rsidP="00EC5DEB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Selveje Danmark </w:t>
          </w:r>
        </w:p>
        <w:p w:rsidR="003E5A0A" w:rsidRDefault="00AB138F" w:rsidP="00354DEC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  <w:lang w:eastAsia="da-DK"/>
            </w:rPr>
            <w:t>Selvejende og private institutioners forening (</w:t>
          </w:r>
          <w:proofErr w:type="spellStart"/>
          <w:r w:rsidRPr="003E5A0A">
            <w:rPr>
              <w:rFonts w:cs="Times New Roman"/>
              <w:lang w:eastAsia="da-DK"/>
            </w:rPr>
            <w:t>Spifo</w:t>
          </w:r>
          <w:proofErr w:type="spellEnd"/>
          <w:r w:rsidRPr="003E5A0A">
            <w:rPr>
              <w:rFonts w:cs="Times New Roman"/>
              <w:lang w:eastAsia="da-DK"/>
            </w:rPr>
            <w:t xml:space="preserve">) </w:t>
          </w:r>
        </w:p>
        <w:p w:rsidR="00AB138F" w:rsidRPr="003E5A0A" w:rsidRDefault="00AB138F" w:rsidP="00354DEC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SIND - Landsforeningen for psykisk sundhed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Sjældne Diagnoser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rPr>
              <w:rFonts w:cs="Times New Roman"/>
            </w:rPr>
            <w:t>Skatteankeforvaltningen</w:t>
          </w:r>
          <w:proofErr w:type="spellEnd"/>
          <w:r>
            <w:rPr>
              <w:rFonts w:cs="Times New Roman"/>
            </w:rPr>
            <w:t xml:space="preserve"> </w:t>
          </w:r>
        </w:p>
        <w:p w:rsidR="003E5A0A" w:rsidRDefault="00AB138F" w:rsidP="00143250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Skole og Forældre </w:t>
          </w:r>
        </w:p>
        <w:p w:rsidR="00AB138F" w:rsidRPr="003E5A0A" w:rsidRDefault="003E5A0A" w:rsidP="00143250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>S</w:t>
          </w:r>
          <w:r w:rsidR="00AB138F" w:rsidRPr="003E5A0A">
            <w:rPr>
              <w:rFonts w:cs="Times New Roman"/>
            </w:rPr>
            <w:t xml:space="preserve">kolelederforeningen </w:t>
          </w:r>
        </w:p>
        <w:p w:rsidR="00AB138F" w:rsidRPr="00300CA8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t>SMVdanmark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Socialpædagogernes Landsforbund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Socialstyrelsen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Socialtilsyn Hovedstaden, Frederiksberg kommune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Socialtilsyn Midt, Silkeborg Kommune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Socialtilsyn Nord, Hjørring Kommune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Socialtilsyn Syd, Faaborg-Midtfyn Kommune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Socialtilsyn Øst, Holbæk Kommune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SRF Skattefaglig Forening </w:t>
          </w:r>
        </w:p>
        <w:p w:rsidR="00DE3446" w:rsidRDefault="00DE3446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Studievalg Danmark</w:t>
          </w:r>
        </w:p>
        <w:p w:rsidR="00235D1D" w:rsidRDefault="00235D1D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rFonts w:cs="Times New Roman"/>
            </w:rPr>
            <w:t>SWEDAC – Det Svenske Akkrediteringsorgan</w:t>
          </w:r>
        </w:p>
        <w:p w:rsidR="009D7C1A" w:rsidRPr="009D7C1A" w:rsidRDefault="009D7C1A" w:rsidP="00F36E0E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TABUKA - Landsforeningen for nuværende og tidligere anbragte</w:t>
          </w:r>
        </w:p>
        <w:p w:rsidR="009D7C1A" w:rsidRPr="009D7C1A" w:rsidRDefault="009D7C1A" w:rsidP="00F36E0E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t>Tekniq</w:t>
          </w:r>
          <w:proofErr w:type="spellEnd"/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TAMU Sekretariatet </w:t>
          </w:r>
        </w:p>
        <w:p w:rsidR="00AB138F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proofErr w:type="spellStart"/>
          <w:r w:rsidRPr="000564AB">
            <w:rPr>
              <w:rFonts w:cs="Times New Roman"/>
              <w:lang w:val="en-US"/>
            </w:rPr>
            <w:t>Tandlægeforeningen</w:t>
          </w:r>
          <w:proofErr w:type="spellEnd"/>
          <w:r w:rsidRPr="000564AB">
            <w:rPr>
              <w:rFonts w:cs="Times New Roman"/>
              <w:lang w:val="en-US"/>
            </w:rPr>
            <w:t xml:space="preserve">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Udbetaling Danmark </w:t>
          </w:r>
        </w:p>
        <w:p w:rsidR="003E5A0A" w:rsidRDefault="00AB138F" w:rsidP="00E23951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Uddannelsesforbundet </w:t>
          </w:r>
        </w:p>
        <w:p w:rsidR="00AB138F" w:rsidRDefault="00AB138F" w:rsidP="00E23951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Uddannelseslederne </w:t>
          </w:r>
        </w:p>
        <w:p w:rsidR="009D7C1A" w:rsidRPr="009D7C1A" w:rsidRDefault="009D7C1A" w:rsidP="00E23951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t>Uddannelsesrådet for de maritime uddannelser</w:t>
          </w:r>
        </w:p>
        <w:p w:rsidR="009D7C1A" w:rsidRPr="009D7C1A" w:rsidRDefault="009D7C1A" w:rsidP="00E23951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rPr>
              <w:color w:val="000000"/>
            </w:rPr>
            <w:t>Udviklingshæmmedes Landsforbund (ULF)</w:t>
          </w:r>
        </w:p>
        <w:p w:rsidR="009D7C1A" w:rsidRPr="003E5A0A" w:rsidRDefault="009D7C1A" w:rsidP="00E23951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proofErr w:type="spellStart"/>
          <w:r>
            <w:rPr>
              <w:color w:val="000000"/>
            </w:rPr>
            <w:t>Ungdomsringen</w:t>
          </w:r>
          <w:proofErr w:type="spellEnd"/>
        </w:p>
        <w:p w:rsidR="003E5A0A" w:rsidRDefault="00AB138F" w:rsidP="001E41DC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Ungdomsskoleforeningen </w:t>
          </w:r>
        </w:p>
        <w:p w:rsidR="00AB138F" w:rsidRDefault="00AB138F" w:rsidP="001E41DC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3E5A0A">
            <w:rPr>
              <w:rFonts w:cs="Times New Roman"/>
            </w:rPr>
            <w:t xml:space="preserve">Ungdomsuddannelsernes Vejlederforening </w:t>
          </w:r>
        </w:p>
        <w:p w:rsidR="009D7C1A" w:rsidRPr="009D7C1A" w:rsidRDefault="009D7C1A" w:rsidP="001E41DC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>
            <w:t>Unicef</w:t>
          </w:r>
        </w:p>
        <w:p w:rsidR="009D7C1A" w:rsidRPr="003E5A0A" w:rsidRDefault="009D7C1A" w:rsidP="001E41DC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72182F">
            <w:rPr>
              <w:lang w:val="en-US"/>
            </w:rPr>
            <w:t xml:space="preserve">VUC </w:t>
          </w:r>
          <w:proofErr w:type="spellStart"/>
          <w:r w:rsidRPr="0072182F">
            <w:rPr>
              <w:lang w:val="en-US"/>
            </w:rPr>
            <w:t>Bestyrelsesforeningen</w:t>
          </w:r>
          <w:proofErr w:type="spellEnd"/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  <w:lang w:val="en-US"/>
            </w:rPr>
          </w:pPr>
          <w:r w:rsidRPr="000564AB">
            <w:rPr>
              <w:rFonts w:cs="Times New Roman"/>
              <w:lang w:val="en-US"/>
            </w:rPr>
            <w:t xml:space="preserve">Willis Towers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Yngre Læger 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6"/>
            </w:numPr>
            <w:spacing w:after="160" w:line="256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Ældresagen </w:t>
          </w:r>
        </w:p>
        <w:p w:rsidR="00AB138F" w:rsidRPr="000564AB" w:rsidRDefault="00AB138F" w:rsidP="00AB138F"/>
        <w:p w:rsidR="00AB138F" w:rsidRPr="000564AB" w:rsidRDefault="00AB138F" w:rsidP="00AB138F">
          <w:pPr>
            <w:pStyle w:val="Overskrift2"/>
            <w:rPr>
              <w:rFonts w:ascii="Times New Roman" w:hAnsi="Times New Roman" w:cs="Times New Roman"/>
            </w:rPr>
          </w:pPr>
          <w:r w:rsidRPr="000564AB">
            <w:rPr>
              <w:rFonts w:ascii="Times New Roman" w:hAnsi="Times New Roman" w:cs="Times New Roman"/>
            </w:rPr>
            <w:t>Eksterne parter til orientering</w:t>
          </w:r>
        </w:p>
        <w:p w:rsidR="00AB138F" w:rsidRPr="000564AB" w:rsidRDefault="00AB138F" w:rsidP="00AB138F">
          <w:pPr>
            <w:pStyle w:val="Listeafsnit"/>
            <w:numPr>
              <w:ilvl w:val="0"/>
              <w:numId w:val="7"/>
            </w:numPr>
            <w:spacing w:after="160" w:line="259" w:lineRule="auto"/>
            <w:rPr>
              <w:rFonts w:cs="Times New Roman"/>
            </w:rPr>
          </w:pPr>
          <w:r w:rsidRPr="000564AB">
            <w:rPr>
              <w:rFonts w:cs="Times New Roman"/>
            </w:rPr>
            <w:t xml:space="preserve">Det færøske Ulykkesforsikringsråd </w:t>
          </w:r>
        </w:p>
        <w:sdt>
          <w:sdtPr>
            <w:tag w:val="?sAfsenderProfil=='AFSENDER'"/>
            <w:id w:val="306982329"/>
            <w:placeholder>
              <w:docPart w:val="ED002D46D859413888908F346E5C60FE"/>
            </w:placeholder>
            <w:showingPlcHdr/>
          </w:sdtPr>
          <w:sdtEndPr/>
          <w:sdtContent>
            <w:p w:rsidR="00F47890" w:rsidRPr="00DE7A0D" w:rsidRDefault="00DE7A0D" w:rsidP="00DE7A0D">
              <w:pPr>
                <w:keepNext/>
                <w:keepLines/>
                <w:spacing w:before="720" w:after="480"/>
                <w:rPr>
                  <w:lang w:val="en-US"/>
                </w:rPr>
              </w:pPr>
              <w:r w:rsidRPr="00DE7A0D">
                <w:rPr>
                  <w:rStyle w:val="Pladsholdertekst"/>
                  <w:lang w:val="en-US"/>
                </w:rPr>
                <w:t>Click here to enter text.</w:t>
              </w:r>
            </w:p>
          </w:sdtContent>
        </w:sdt>
      </w:sdtContent>
    </w:sdt>
    <w:p w:rsidR="000D0D48" w:rsidRPr="00DE7A0D" w:rsidRDefault="000D0D48" w:rsidP="003F4CC2">
      <w:pPr>
        <w:keepNext/>
        <w:keepLines/>
        <w:rPr>
          <w:lang w:val="en-US"/>
        </w:rPr>
      </w:pPr>
    </w:p>
    <w:sectPr w:rsidR="000D0D48" w:rsidRPr="00DE7A0D" w:rsidSect="00FF12A2">
      <w:footerReference w:type="even" r:id="rId8"/>
      <w:footerReference w:type="default" r:id="rId9"/>
      <w:headerReference w:type="first" r:id="rId10"/>
      <w:pgSz w:w="11906" w:h="16838" w:code="9"/>
      <w:pgMar w:top="2268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144" w:rsidRDefault="00DC7144">
      <w:r>
        <w:separator/>
      </w:r>
    </w:p>
  </w:endnote>
  <w:endnote w:type="continuationSeparator" w:id="0">
    <w:p w:rsidR="00DC7144" w:rsidRDefault="00DC7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8F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144" w:rsidRDefault="00DC7144">
      <w:r>
        <w:separator/>
      </w:r>
    </w:p>
  </w:footnote>
  <w:footnote w:type="continuationSeparator" w:id="0">
    <w:p w:rsidR="00DC7144" w:rsidRDefault="00DC7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E2" w:rsidRDefault="00E505E2"/>
  <w:p w:rsidR="00F63B11" w:rsidRDefault="005F6276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57B150CB" wp14:editId="4875556F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5106EB3A" wp14:editId="117AEF88">
                                    <wp:extent cx="1507846" cy="792000"/>
                                    <wp:effectExtent l="0" t="0" r="0" b="8255"/>
                                    <wp:docPr id="7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150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5106EB3A" wp14:editId="117AEF88">
                              <wp:extent cx="1507846" cy="792000"/>
                              <wp:effectExtent l="0" t="0" r="0" b="8255"/>
                              <wp:docPr id="7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C6054"/>
    <w:multiLevelType w:val="hybridMultilevel"/>
    <w:tmpl w:val="F93294D8"/>
    <w:lvl w:ilvl="0" w:tplc="C85A9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a-DK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F5F9A"/>
    <w:multiLevelType w:val="hybridMultilevel"/>
    <w:tmpl w:val="E24296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1304"/>
  <w:autoHyphenation/>
  <w:hyphenationZone w:val="142"/>
  <w:drawingGridHorizont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D3"/>
    <w:rsid w:val="00006E78"/>
    <w:rsid w:val="00010483"/>
    <w:rsid w:val="000114D1"/>
    <w:rsid w:val="00023F6C"/>
    <w:rsid w:val="000247B0"/>
    <w:rsid w:val="000331EC"/>
    <w:rsid w:val="0004540A"/>
    <w:rsid w:val="0004647D"/>
    <w:rsid w:val="000466B5"/>
    <w:rsid w:val="00060E7B"/>
    <w:rsid w:val="00083177"/>
    <w:rsid w:val="000926C9"/>
    <w:rsid w:val="000A3B76"/>
    <w:rsid w:val="000A6D0B"/>
    <w:rsid w:val="000D0D48"/>
    <w:rsid w:val="000D5CEB"/>
    <w:rsid w:val="000D6B67"/>
    <w:rsid w:val="000F1589"/>
    <w:rsid w:val="000F288A"/>
    <w:rsid w:val="000F3EC3"/>
    <w:rsid w:val="000F47D9"/>
    <w:rsid w:val="00102849"/>
    <w:rsid w:val="00104A08"/>
    <w:rsid w:val="00104F95"/>
    <w:rsid w:val="00112D30"/>
    <w:rsid w:val="0012240A"/>
    <w:rsid w:val="00123315"/>
    <w:rsid w:val="00134009"/>
    <w:rsid w:val="00152F40"/>
    <w:rsid w:val="001556D9"/>
    <w:rsid w:val="0017023A"/>
    <w:rsid w:val="00175BD1"/>
    <w:rsid w:val="001858C2"/>
    <w:rsid w:val="00190E5B"/>
    <w:rsid w:val="0019243B"/>
    <w:rsid w:val="001961C4"/>
    <w:rsid w:val="001A5D44"/>
    <w:rsid w:val="001B3B40"/>
    <w:rsid w:val="001D2AFC"/>
    <w:rsid w:val="001E2A61"/>
    <w:rsid w:val="001E54C9"/>
    <w:rsid w:val="001E794D"/>
    <w:rsid w:val="001F30D8"/>
    <w:rsid w:val="001F4FE1"/>
    <w:rsid w:val="001F52B4"/>
    <w:rsid w:val="00213D32"/>
    <w:rsid w:val="00235D1D"/>
    <w:rsid w:val="00244C70"/>
    <w:rsid w:val="0024572F"/>
    <w:rsid w:val="00246982"/>
    <w:rsid w:val="002478F8"/>
    <w:rsid w:val="00247953"/>
    <w:rsid w:val="00253FE0"/>
    <w:rsid w:val="0026777C"/>
    <w:rsid w:val="00275E0F"/>
    <w:rsid w:val="002928E4"/>
    <w:rsid w:val="00293E85"/>
    <w:rsid w:val="00294A74"/>
    <w:rsid w:val="002C1112"/>
    <w:rsid w:val="002C1D17"/>
    <w:rsid w:val="002C6613"/>
    <w:rsid w:val="002C664E"/>
    <w:rsid w:val="002C6EA9"/>
    <w:rsid w:val="002D03BB"/>
    <w:rsid w:val="002E2598"/>
    <w:rsid w:val="002E6085"/>
    <w:rsid w:val="002E6EA5"/>
    <w:rsid w:val="002F670D"/>
    <w:rsid w:val="00305A47"/>
    <w:rsid w:val="0031274E"/>
    <w:rsid w:val="00325D91"/>
    <w:rsid w:val="003352BD"/>
    <w:rsid w:val="00340C14"/>
    <w:rsid w:val="00343035"/>
    <w:rsid w:val="00353252"/>
    <w:rsid w:val="00357763"/>
    <w:rsid w:val="00360260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E3D63"/>
    <w:rsid w:val="003E5A0A"/>
    <w:rsid w:val="003F4CC2"/>
    <w:rsid w:val="00401AE3"/>
    <w:rsid w:val="00404AF2"/>
    <w:rsid w:val="00411F77"/>
    <w:rsid w:val="00416BA0"/>
    <w:rsid w:val="004222CF"/>
    <w:rsid w:val="00423A56"/>
    <w:rsid w:val="00424CDB"/>
    <w:rsid w:val="004263B2"/>
    <w:rsid w:val="00430379"/>
    <w:rsid w:val="0043633A"/>
    <w:rsid w:val="00437AFD"/>
    <w:rsid w:val="00443925"/>
    <w:rsid w:val="0045227A"/>
    <w:rsid w:val="00462608"/>
    <w:rsid w:val="004637A8"/>
    <w:rsid w:val="004675AE"/>
    <w:rsid w:val="00470CE4"/>
    <w:rsid w:val="004802E7"/>
    <w:rsid w:val="0048357C"/>
    <w:rsid w:val="00486B64"/>
    <w:rsid w:val="00495AD1"/>
    <w:rsid w:val="004C360E"/>
    <w:rsid w:val="004C76AD"/>
    <w:rsid w:val="004D178A"/>
    <w:rsid w:val="004D3733"/>
    <w:rsid w:val="004F2F44"/>
    <w:rsid w:val="005008D9"/>
    <w:rsid w:val="00502427"/>
    <w:rsid w:val="00507B20"/>
    <w:rsid w:val="00514223"/>
    <w:rsid w:val="00524D12"/>
    <w:rsid w:val="00533F32"/>
    <w:rsid w:val="005435BE"/>
    <w:rsid w:val="00555788"/>
    <w:rsid w:val="00556F8C"/>
    <w:rsid w:val="005576C2"/>
    <w:rsid w:val="00576AA0"/>
    <w:rsid w:val="005A41CC"/>
    <w:rsid w:val="005B65E3"/>
    <w:rsid w:val="005C03FB"/>
    <w:rsid w:val="005C3122"/>
    <w:rsid w:val="005D19CD"/>
    <w:rsid w:val="005E0EB7"/>
    <w:rsid w:val="005F389B"/>
    <w:rsid w:val="005F6276"/>
    <w:rsid w:val="005F7753"/>
    <w:rsid w:val="00600372"/>
    <w:rsid w:val="0060435F"/>
    <w:rsid w:val="00611673"/>
    <w:rsid w:val="00622229"/>
    <w:rsid w:val="00626453"/>
    <w:rsid w:val="00626C08"/>
    <w:rsid w:val="0062721E"/>
    <w:rsid w:val="006476AD"/>
    <w:rsid w:val="0065185F"/>
    <w:rsid w:val="00684C8A"/>
    <w:rsid w:val="006870E9"/>
    <w:rsid w:val="006977A8"/>
    <w:rsid w:val="006A0A38"/>
    <w:rsid w:val="006A16F6"/>
    <w:rsid w:val="006A19C5"/>
    <w:rsid w:val="006A48FA"/>
    <w:rsid w:val="006C3317"/>
    <w:rsid w:val="006C3AF3"/>
    <w:rsid w:val="006C4826"/>
    <w:rsid w:val="006C4A84"/>
    <w:rsid w:val="006F63B6"/>
    <w:rsid w:val="006F7C7A"/>
    <w:rsid w:val="00700873"/>
    <w:rsid w:val="00701736"/>
    <w:rsid w:val="00701D93"/>
    <w:rsid w:val="00707654"/>
    <w:rsid w:val="00712066"/>
    <w:rsid w:val="007201B8"/>
    <w:rsid w:val="00720D17"/>
    <w:rsid w:val="00725A41"/>
    <w:rsid w:val="00732DA9"/>
    <w:rsid w:val="00734732"/>
    <w:rsid w:val="007445E0"/>
    <w:rsid w:val="00746582"/>
    <w:rsid w:val="00750F94"/>
    <w:rsid w:val="00752F28"/>
    <w:rsid w:val="00761800"/>
    <w:rsid w:val="00761A11"/>
    <w:rsid w:val="00762434"/>
    <w:rsid w:val="00763F82"/>
    <w:rsid w:val="007654BA"/>
    <w:rsid w:val="00765E84"/>
    <w:rsid w:val="00773C77"/>
    <w:rsid w:val="0077557C"/>
    <w:rsid w:val="00776C74"/>
    <w:rsid w:val="00777DDD"/>
    <w:rsid w:val="007801D6"/>
    <w:rsid w:val="00796E83"/>
    <w:rsid w:val="007975C9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6C3A"/>
    <w:rsid w:val="0081139F"/>
    <w:rsid w:val="008144FF"/>
    <w:rsid w:val="008153B6"/>
    <w:rsid w:val="0082212A"/>
    <w:rsid w:val="008236EE"/>
    <w:rsid w:val="008243DA"/>
    <w:rsid w:val="008248C9"/>
    <w:rsid w:val="008313E6"/>
    <w:rsid w:val="008314CE"/>
    <w:rsid w:val="00840BBB"/>
    <w:rsid w:val="00841E15"/>
    <w:rsid w:val="00846384"/>
    <w:rsid w:val="00850754"/>
    <w:rsid w:val="008539D1"/>
    <w:rsid w:val="00860B08"/>
    <w:rsid w:val="00861F23"/>
    <w:rsid w:val="00862BFB"/>
    <w:rsid w:val="0086323A"/>
    <w:rsid w:val="00866E55"/>
    <w:rsid w:val="008833E3"/>
    <w:rsid w:val="00895AD3"/>
    <w:rsid w:val="008A2711"/>
    <w:rsid w:val="008A280C"/>
    <w:rsid w:val="008A2CB1"/>
    <w:rsid w:val="008A5E2E"/>
    <w:rsid w:val="008B312C"/>
    <w:rsid w:val="008C245C"/>
    <w:rsid w:val="008D186F"/>
    <w:rsid w:val="008F2E3C"/>
    <w:rsid w:val="00912F10"/>
    <w:rsid w:val="00925D3F"/>
    <w:rsid w:val="00925DB2"/>
    <w:rsid w:val="00931762"/>
    <w:rsid w:val="0093188E"/>
    <w:rsid w:val="00932AC1"/>
    <w:rsid w:val="009563CD"/>
    <w:rsid w:val="009810BA"/>
    <w:rsid w:val="009815AC"/>
    <w:rsid w:val="00983E3D"/>
    <w:rsid w:val="00986A68"/>
    <w:rsid w:val="00994135"/>
    <w:rsid w:val="009A1A3C"/>
    <w:rsid w:val="009A3FC6"/>
    <w:rsid w:val="009B0462"/>
    <w:rsid w:val="009B065A"/>
    <w:rsid w:val="009B50E0"/>
    <w:rsid w:val="009C2E58"/>
    <w:rsid w:val="009C76A0"/>
    <w:rsid w:val="009D5E97"/>
    <w:rsid w:val="009D7C1A"/>
    <w:rsid w:val="009D7FD4"/>
    <w:rsid w:val="009E075B"/>
    <w:rsid w:val="009E733E"/>
    <w:rsid w:val="009F507F"/>
    <w:rsid w:val="00A165DE"/>
    <w:rsid w:val="00A261AC"/>
    <w:rsid w:val="00A278B1"/>
    <w:rsid w:val="00A336EB"/>
    <w:rsid w:val="00A45658"/>
    <w:rsid w:val="00A54220"/>
    <w:rsid w:val="00A64CC8"/>
    <w:rsid w:val="00A73CB4"/>
    <w:rsid w:val="00A85EC1"/>
    <w:rsid w:val="00AB138F"/>
    <w:rsid w:val="00AB765C"/>
    <w:rsid w:val="00AD0A87"/>
    <w:rsid w:val="00AD1ECF"/>
    <w:rsid w:val="00AD4278"/>
    <w:rsid w:val="00AD65B5"/>
    <w:rsid w:val="00AD7A46"/>
    <w:rsid w:val="00B00057"/>
    <w:rsid w:val="00B01D49"/>
    <w:rsid w:val="00B166CC"/>
    <w:rsid w:val="00B31724"/>
    <w:rsid w:val="00B42ED1"/>
    <w:rsid w:val="00B65220"/>
    <w:rsid w:val="00B81D60"/>
    <w:rsid w:val="00B86ADD"/>
    <w:rsid w:val="00B91F61"/>
    <w:rsid w:val="00B92779"/>
    <w:rsid w:val="00BA0F9F"/>
    <w:rsid w:val="00BA4C7F"/>
    <w:rsid w:val="00BB55B6"/>
    <w:rsid w:val="00BC5750"/>
    <w:rsid w:val="00BD0678"/>
    <w:rsid w:val="00BE5F07"/>
    <w:rsid w:val="00BF0255"/>
    <w:rsid w:val="00BF3471"/>
    <w:rsid w:val="00C13627"/>
    <w:rsid w:val="00C16378"/>
    <w:rsid w:val="00C27EB6"/>
    <w:rsid w:val="00C34FFD"/>
    <w:rsid w:val="00C366AF"/>
    <w:rsid w:val="00C42D76"/>
    <w:rsid w:val="00C57565"/>
    <w:rsid w:val="00C6601C"/>
    <w:rsid w:val="00C676DD"/>
    <w:rsid w:val="00C74FE7"/>
    <w:rsid w:val="00C7623A"/>
    <w:rsid w:val="00C80F37"/>
    <w:rsid w:val="00C8513A"/>
    <w:rsid w:val="00C95031"/>
    <w:rsid w:val="00C95842"/>
    <w:rsid w:val="00C97561"/>
    <w:rsid w:val="00CA0FED"/>
    <w:rsid w:val="00CB78A2"/>
    <w:rsid w:val="00CC1DA0"/>
    <w:rsid w:val="00CC2FD1"/>
    <w:rsid w:val="00CD19FF"/>
    <w:rsid w:val="00CD480A"/>
    <w:rsid w:val="00CE0E4E"/>
    <w:rsid w:val="00CE53A4"/>
    <w:rsid w:val="00CF0F7E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E5B"/>
    <w:rsid w:val="00D8249B"/>
    <w:rsid w:val="00D8743C"/>
    <w:rsid w:val="00D94F02"/>
    <w:rsid w:val="00D965B6"/>
    <w:rsid w:val="00DA3C9B"/>
    <w:rsid w:val="00DB1BAE"/>
    <w:rsid w:val="00DC47BC"/>
    <w:rsid w:val="00DC7144"/>
    <w:rsid w:val="00DD2048"/>
    <w:rsid w:val="00DD409C"/>
    <w:rsid w:val="00DD503E"/>
    <w:rsid w:val="00DD6149"/>
    <w:rsid w:val="00DE3446"/>
    <w:rsid w:val="00DE7A0D"/>
    <w:rsid w:val="00DF099E"/>
    <w:rsid w:val="00DF15BF"/>
    <w:rsid w:val="00DF4B8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505E2"/>
    <w:rsid w:val="00E51F6A"/>
    <w:rsid w:val="00E56B1C"/>
    <w:rsid w:val="00E65555"/>
    <w:rsid w:val="00E66EE9"/>
    <w:rsid w:val="00E80F92"/>
    <w:rsid w:val="00E87407"/>
    <w:rsid w:val="00EB062B"/>
    <w:rsid w:val="00EB6980"/>
    <w:rsid w:val="00EC48D8"/>
    <w:rsid w:val="00EC5CAE"/>
    <w:rsid w:val="00ED3B84"/>
    <w:rsid w:val="00ED456E"/>
    <w:rsid w:val="00EE21CB"/>
    <w:rsid w:val="00EF4A28"/>
    <w:rsid w:val="00EF5DA5"/>
    <w:rsid w:val="00F00523"/>
    <w:rsid w:val="00F059BB"/>
    <w:rsid w:val="00F14092"/>
    <w:rsid w:val="00F161EE"/>
    <w:rsid w:val="00F17147"/>
    <w:rsid w:val="00F246C0"/>
    <w:rsid w:val="00F40D9D"/>
    <w:rsid w:val="00F47890"/>
    <w:rsid w:val="00F531B4"/>
    <w:rsid w:val="00F63B11"/>
    <w:rsid w:val="00F84D15"/>
    <w:rsid w:val="00FA0686"/>
    <w:rsid w:val="00FC0ECF"/>
    <w:rsid w:val="00FC2E12"/>
    <w:rsid w:val="00FE0A9E"/>
    <w:rsid w:val="00FE57AE"/>
    <w:rsid w:val="00FF12A2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34F9CF"/>
  <w15:docId w15:val="{6C1238DA-8981-4248-986A-6EB877BC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55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66E55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866E55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66E55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E55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E55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66E55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866E55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rsid w:val="006427CC"/>
    <w:rPr>
      <w:rFonts w:ascii="Verdana" w:hAnsi="Verdana"/>
      <w:color w:val="003087"/>
      <w:sz w:val="12"/>
    </w:rPr>
  </w:style>
  <w:style w:type="character" w:styleId="Hyperlink">
    <w:name w:val="Hyperlink"/>
    <w:basedOn w:val="Standardskrifttypeiafsnit"/>
    <w:uiPriority w:val="99"/>
    <w:unhideWhenUsed/>
    <w:rsid w:val="00AB1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20240819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55D76DE434BF8A3D02725B471814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6D5A3B0-3387-466D-BF71-26F5AD2391A6}"/>
      </w:docPartPr>
      <w:docPartBody>
        <w:p w:rsidR="001D5A7B" w:rsidRDefault="00D64AB5">
          <w:pPr>
            <w:pStyle w:val="B6D55D76DE434BF8A3D02725B471814A"/>
          </w:pPr>
          <w:r w:rsidRPr="00FF329A">
            <w:rPr>
              <w:rStyle w:val="Pladsholdertekst"/>
            </w:rPr>
            <w:t>Click here to enter text.</w:t>
          </w:r>
        </w:p>
      </w:docPartBody>
    </w:docPart>
    <w:docPart>
      <w:docPartPr>
        <w:name w:val="ED002D46D859413888908F346E5C60F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C437ED5-F5FD-40E8-9DB1-1B4861D4747B}"/>
      </w:docPartPr>
      <w:docPartBody>
        <w:p w:rsidR="001D5A7B" w:rsidRDefault="00D64AB5">
          <w:pPr>
            <w:pStyle w:val="ED002D46D859413888908F346E5C60FE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B5"/>
    <w:rsid w:val="001D5A7B"/>
    <w:rsid w:val="002619B0"/>
    <w:rsid w:val="007E423F"/>
    <w:rsid w:val="00D64AB5"/>
    <w:rsid w:val="00E9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91C30"/>
    <w:rPr>
      <w:color w:val="808080"/>
    </w:rPr>
  </w:style>
  <w:style w:type="paragraph" w:customStyle="1" w:styleId="B6D55D76DE434BF8A3D02725B471814A">
    <w:name w:val="B6D55D76DE434BF8A3D02725B471814A"/>
  </w:style>
  <w:style w:type="paragraph" w:customStyle="1" w:styleId="F1FD6590A935495785B06FC9F7A069D7">
    <w:name w:val="F1FD6590A935495785B06FC9F7A069D7"/>
  </w:style>
  <w:style w:type="paragraph" w:customStyle="1" w:styleId="ED002D46D859413888908F346E5C60FE">
    <w:name w:val="ED002D46D859413888908F346E5C60FE"/>
  </w:style>
  <w:style w:type="paragraph" w:customStyle="1" w:styleId="3F03756A3F2A4904A6CFDCC1E20775D0">
    <w:name w:val="3F03756A3F2A4904A6CFDCC1E20775D0"/>
  </w:style>
  <w:style w:type="paragraph" w:customStyle="1" w:styleId="4ED683004F0D465D9B31A68E2C48D7BE">
    <w:name w:val="4ED683004F0D465D9B31A68E2C48D7BE"/>
  </w:style>
  <w:style w:type="paragraph" w:customStyle="1" w:styleId="1575D00B105E45A5A3F75FCF8B454412">
    <w:name w:val="1575D00B105E45A5A3F75FCF8B454412"/>
  </w:style>
  <w:style w:type="paragraph" w:customStyle="1" w:styleId="496710CF0F3C4CA6B57D0382211CFADE">
    <w:name w:val="496710CF0F3C4CA6B57D0382211CFADE"/>
  </w:style>
  <w:style w:type="paragraph" w:customStyle="1" w:styleId="319C88954634471C936B012A24714A0D">
    <w:name w:val="319C88954634471C936B012A24714A0D"/>
  </w:style>
  <w:style w:type="paragraph" w:customStyle="1" w:styleId="7EA8B7E797944725A9EAB0B4B8FCDFED">
    <w:name w:val="7EA8B7E797944725A9EAB0B4B8FCDFED"/>
  </w:style>
  <w:style w:type="paragraph" w:customStyle="1" w:styleId="3D2D860BBCF64BFA852030B64ECCEC8F">
    <w:name w:val="3D2D860BBCF64BFA852030B64ECCEC8F"/>
  </w:style>
  <w:style w:type="paragraph" w:customStyle="1" w:styleId="2057DDFE41B7413181C8735D5FBF4A72">
    <w:name w:val="2057DDFE41B7413181C8735D5FBF4A72"/>
  </w:style>
  <w:style w:type="paragraph" w:customStyle="1" w:styleId="D68204D5AC8A4BBDA936E98A23AF04E2">
    <w:name w:val="D68204D5AC8A4BBDA936E98A23AF04E2"/>
  </w:style>
  <w:style w:type="paragraph" w:customStyle="1" w:styleId="EB14E860B5BC4A53B9576FDA91AEECA5">
    <w:name w:val="EB14E860B5BC4A53B9576FDA91AEECA5"/>
  </w:style>
  <w:style w:type="paragraph" w:customStyle="1" w:styleId="C95EDBF8D28B40F9A42FC7A613D5BE93">
    <w:name w:val="C95EDBF8D28B40F9A42FC7A613D5BE93"/>
  </w:style>
  <w:style w:type="paragraph" w:customStyle="1" w:styleId="74837E76335D418B83FA5A40ACD8F468">
    <w:name w:val="74837E76335D418B83FA5A40ACD8F468"/>
  </w:style>
  <w:style w:type="paragraph" w:customStyle="1" w:styleId="0BA638AB680A4770AFB595FC2D3E9796">
    <w:name w:val="0BA638AB680A4770AFB595FC2D3E9796"/>
  </w:style>
  <w:style w:type="paragraph" w:customStyle="1" w:styleId="1CAFE44A852A44C7B9B17DAD163552FA">
    <w:name w:val="1CAFE44A852A44C7B9B17DAD163552FA"/>
  </w:style>
  <w:style w:type="paragraph" w:customStyle="1" w:styleId="B3D310B499D648438DCDD0230B2E01AD">
    <w:name w:val="B3D310B499D648438DCDD0230B2E01AD"/>
  </w:style>
  <w:style w:type="paragraph" w:customStyle="1" w:styleId="068BDF29DA2E4A84B6E53E70EA073924">
    <w:name w:val="068BDF29DA2E4A84B6E53E70EA073924"/>
  </w:style>
  <w:style w:type="paragraph" w:customStyle="1" w:styleId="4FD78CD379814E1DB2E336051417FEFE">
    <w:name w:val="4FD78CD379814E1DB2E336051417FEFE"/>
  </w:style>
  <w:style w:type="paragraph" w:customStyle="1" w:styleId="59BC2EF1F037444C912E0DF71D0EDA46">
    <w:name w:val="59BC2EF1F037444C912E0DF71D0EDA46"/>
  </w:style>
  <w:style w:type="paragraph" w:customStyle="1" w:styleId="94B2DB7CC05F4C39980F22264B4456D5">
    <w:name w:val="94B2DB7CC05F4C39980F22264B4456D5"/>
  </w:style>
  <w:style w:type="paragraph" w:customStyle="1" w:styleId="3040C1EEF37B4EC5BD3566161F3B850C">
    <w:name w:val="3040C1EEF37B4EC5BD3566161F3B850C"/>
  </w:style>
  <w:style w:type="paragraph" w:customStyle="1" w:styleId="CC5DBBF106404515A54F9C0049A9BE37">
    <w:name w:val="CC5DBBF106404515A54F9C0049A9BE37"/>
  </w:style>
  <w:style w:type="paragraph" w:customStyle="1" w:styleId="3F03756A3F2A4904A6CFDCC1E20775D01">
    <w:name w:val="3F03756A3F2A4904A6CFDCC1E20775D01"/>
    <w:rsid w:val="00D64AB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2">
    <w:name w:val="3F03756A3F2A4904A6CFDCC1E20775D02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3">
    <w:name w:val="3F03756A3F2A4904A6CFDCC1E20775D03"/>
    <w:rsid w:val="00E91C30"/>
    <w:pPr>
      <w:spacing w:after="240" w:line="260" w:lineRule="atLeast"/>
    </w:pPr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source=bmintrasql01p.prod.sitad.dk;initial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name="DocTypeStyrepapir" msdata:DataType="System.Object, mscorlib, Version=4.0.0.0, Culture=neutral, PublicKeyToken=b77a5c561934e089" type="xs:anyType" minOccurs="0" /&gt;&lt;xs:element name="DocTypeStyrepapir_JNr" msdata:DataType="System.Object, mscorlib, Version=4.0.0.0, Culture=neutral, PublicKeyToken=b77a5c561934e089" type="xs:anyType" minOccurs="0" /&gt;&lt;xs:element name="DocTypeStyrepapir_DokumentDato" msdata:DataType="System.Object, mscorlib, Version=4.0.0.0, Culture=neutral, PublicKeyToken=b77a5c561934e089" type="xs:anyType" minOccurs="0" /&gt;&lt;xs:element name="DocTypeStyrepapir_Afsender" msdata:DataType="System.Object, mscorlib, Version=4.0.0.0, Culture=neutral, PublicKeyToken=b77a5c561934e089" type="xs:anyType" minOccurs="0" /&gt;&lt;xs:element name="DocTypeStyrepapir_Overskrift" msdata:DataType="System.Object, mscorlib, Version=4.0.0.0, Culture=neutral, PublicKeyToken=b77a5c561934e089" type="xs:anyType" minOccurs="0" /&gt;&lt;xs:element name="DocTypeStyrepapir_MoedeDato" msdata:DataType="System.Object, mscorlib, Version=4.0.0.0, Culture=neutral, PublicKeyToken=b77a5c561934e089" type="xs:anyType" minOccurs="0" /&gt;&lt;xs:element name="MoedeDato" msdata:DataType="System.Object, mscorlib, Version=4.0.0.0, Culture=neutral, PublicKeyToken=b77a5c561934e089" type="xs:anyType" minOccurs="0" /&gt;&lt;xs:element name="DocTypeStyrepapir_AfholdesMed" msdata:DataType="System.Object, mscorlib, Version=4.0.0.0, Culture=neutral, PublicKeyToken=b77a5c561934e089" type="xs:anyType" minOccurs="0" /&gt;&lt;xs:element name="DocTypeStyrepapir_Enhed"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name="DocTypeHaandAkt_TitelDagsordenspunkt"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xmlns:xsi="http://www.w3.org/2001/XMLSchema-instance"&gt;b009240&lt;/vAfsenderInitialer&gt;&lt;vHeaderTitel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xmlns:xsi="http://www.w3.org/2001/XMLSchema-instance"&gt;Høringsliste&lt;/vDokumentOverskrift&gt;&lt;vDokumentModtager xsi:type="xs:string" xmlns:xs="http://www.w3.org/2001/XMLSchema" xmlns:xsi="http://www.w3.org/2001/XMLSchema-instance"&gt;Høringsparter&lt;/vDokumentModtager&gt;&lt;vDokumentUnderOverskrift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sparter&lt;/Value&gt;&lt;/Values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sliste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-09-13T00:00:00+02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-09-13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/&gt;&lt;/xs:sequence&gt;&lt;/xs:complexType&gt;&lt;/xs:element&gt;&lt;/xs:choice&gt;&lt;/xs:complexType&gt;&lt;/xs:element&gt;&lt;/xs:schema&gt;&lt;Values&gt;&lt;Enhed&gt;Arbejdstilsynet&lt;/Enhed&gt;&lt;Text&gt;JB (Jeanne Borgqvist)&lt;/Text&gt;&lt;Value&gt;b009240&lt;/Value&gt;&lt;/Values&gt;&lt;/NewDataSet&gt;&lt;/DocTypeBrev_Afsender&gt;&lt;Afsender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/&gt;&lt;/xs:sequence&gt;&lt;/xs:complexType&gt;&lt;/xs:element&gt;&lt;/xs:choice&gt;&lt;/xs:complexType&gt;&lt;/xs:element&gt;&lt;/xs:schema&gt;&lt;Values&gt;&lt;Enhed&gt;Arbejdstilsynet&lt;/Enhed&gt;&lt;Text&gt;JB (Jeanne Borgqvist)&lt;/Text&gt;&lt;Value&gt;b009240&lt;/Value&gt;&lt;/Values&gt;&lt;/NewDataSet&gt;&lt;/Afsender&gt;&lt;DocTypeBrev_Enhed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/&gt;&lt;/NewDataSet&gt;&lt;/DocTypeFakta_Enhed&gt;&lt;DocTypeStyrepapir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/&gt;&lt;/xs:sequence&gt;&lt;/xs:complexType&gt;&lt;/xs:element&gt;&lt;/xs:choice&gt;&lt;/xs:complexType&gt;&lt;/xs:element&gt;&lt;/xs:schema&gt;&lt;Values&gt;&lt;Shown&gt;false&lt;/Shown&gt;&lt;/Values&gt;&lt;/NewDataSet&gt;&lt;/DocTypeStyrepapir&gt;&lt;DocTypeStyrepapir_JNr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/&gt;&lt;/NewDataSet&gt;&lt;/DocTypeStyrepapir_JNr&gt;&lt;DocTypeStyrepapir_DokumentDato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/&gt;&lt;/NewDataSet&gt;&lt;/DocTypeStyrepapir_DokumentDato&gt;&lt;DocTypeStyrepapir_Afsender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/&gt;&lt;/NewDataSet&gt;&lt;/DocTypeStyrepapir_Afsender&gt;&lt;DocTypeStyrepapir_Overskrift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/&gt;&lt;/NewDataSet&gt;&lt;/DocTypeStyrepapir_Overskrift&gt;&lt;DocTypeStyrepapir_MoedeDato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/&gt;&lt;/NewDataSet&gt;&lt;/DocTypeStyrepapir_MoedeDato&gt;&lt;MoedeDato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/&gt;&lt;/NewDataSet&gt;&lt;/MoedeDato&gt;&lt;DocTypeStyrepapir_AfholdesMed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/&gt;&lt;/NewDataSet&gt;&lt;/DocTypeStyrepapir_AfholdesMed&gt;&lt;DocTypeStyrepapir_Enhed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/&gt;&lt;/NewDataSet&gt;&lt;/DocTypeHaandAkt_DagsordenNr&gt;&lt;DocTypeHaandAkt_TitelDagsordenspunkt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/&gt;&lt;/NewDataSet&gt;&lt;/DocTypeHaandAkt_TitelDagsordenspunkt&gt;&lt;DocTypeHaandAkt_MoedeDato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JB&lt;/BrugerInitialer&gt;&lt;BrugerInitialerAD&gt;B009240&lt;/BrugerInitialerAD&gt;&lt;Efternavn&gt;Borgqvist&lt;/Efternavn&gt;&lt;email&gt;jb@at.dk&lt;/email&gt;&lt;EnhedsNavn&gt;JF&lt;/EnhedsNavn&gt;&lt;Fornavn&gt;Jeanne&lt;/Fornavn&gt;&lt;KontorDK&gt;Jura og Forenkling (JF)&lt;/KontorDK&gt;&lt;KontorUK /&gt;&lt;Styrelsen&gt;Arbejdstilsynet&lt;/Styrelsen&gt;&lt;TelefonDirekte&gt;72208557&lt;/TelefonDirekte&gt;&lt;TelefonMobil /&gt;&lt;TitelDK&gt;Chefkonsulent&lt;/TitelDK&gt;&lt;TitelUK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20240819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10&lt;/DCTlf&gt;&lt;MinisterNavn&gt;Ane Halsboe-Jørgensen&lt;/MinisterNavn&gt;&lt;MinisterSekretaerNavn&gt;(navn)&lt;/MinisterSekretaerNavn&gt;&lt;MinisterSekretaerTitel&gt;Ministersekretæren&lt;/MinisterSekretaerTitel&gt;&lt;MinisterSekretaerTlf&gt;+45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xmlns:xsi="http://www.w3.org/2001/XMLSchema-instance"&gt;JB&lt;/sAfsenderInitialer&gt;&lt;sAfsenderNavn xsi:type="xs:string" xmlns:xs="http://www.w3.org/2001/XMLSchema" xmlns:xsi="http://www.w3.org/2001/XMLSchema-instance"&gt;Jeanne Borgqvist&lt;/sAfsenderNavn&gt;&lt;sAfsenderTlfDirekte xsi:type="xs:string" xmlns:xs="http://www.w3.org/2001/XMLSchema" xmlns:xsi="http://www.w3.org/2001/XMLSchema-instance"&gt;72208557&lt;/sAfsenderTlfDirekte&gt;&lt;sAfsenderEmail xsi:type="xs:string" xmlns:xs="http://www.w3.org/2001/XMLSchema" xmlns:xsi="http://www.w3.org/2001/XMLSchema-instance"&gt;jb@at.dk&lt;/sAfsenderEmail&gt;&lt;sAfsenderTitelDK xsi:type="xs:string" xmlns:xs="http://www.w3.org/2001/XMLSchema" xmlns:xsi="http://www.w3.org/2001/XMLSchema-instance"&gt;Chefkonsulent&lt;/sAfsenderTitelDK&gt;&lt;sAfsenderTitelUK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xmlns:xsi="http://www.w3.org/2001/XMLSchema-instance"&gt;JF&lt;/sAfsenderAfdelingDK&gt;&lt;sAfsenderAfdelingUK xsi:type="xs:string" xmlns:xs="http://www.w3.org/2001/XMLSchema" xmlns:xsi="http://www.w3.org/2001/XMLSchema-instance"&gt;JF&lt;/sAfsenderAfdelingUK&gt;&lt;sAfsenderProfil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xmlns:xsi="http://www.w3.org/2001/XMLSchema-instance"&gt;Ane Halsboe-Jørgensen&lt;/sMinisterNavn&gt;&lt;sDCNavn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xmlns:xsi="http://www.w3.org/2001/XMLSchema-instance"&gt;September 2024&lt;/sMaanedDokumentDato&gt;&lt;/SourceData&gt;&lt;/NewDataSet&gt;</SourceTable>
</WizardStateMetadata>
</file>

<file path=customXml/itemProps1.xml><?xml version="1.0" encoding="utf-8"?>
<ds:datastoreItem xmlns:ds="http://schemas.openxmlformats.org/officeDocument/2006/customXml" ds:itemID="{404410B6-0E6D-41CA-9E08-9FFF31BB6A4D}">
  <ds:schemaRefs>
    <ds:schemaRef ds:uri="http://www.w3.org/2001/XMLSchema"/>
    <ds:schemaRef ds:uri="http://4ds.dk/TemplateManagementSystem/WizardStateMetadata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7</TotalTime>
  <Pages>7</Pages>
  <Words>756</Words>
  <Characters>6712</Characters>
  <Application>Microsoft Office Word</Application>
  <DocSecurity>0</DocSecurity>
  <Lines>55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/>
    </vt:vector>
  </TitlesOfParts>
  <Company>4D Systems A/S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Jeanne Borgqvist</dc:creator>
  <cp:lastModifiedBy>Jeanne Borgqvist</cp:lastModifiedBy>
  <cp:revision>8</cp:revision>
  <cp:lastPrinted>2007-03-09T10:18:00Z</cp:lastPrinted>
  <dcterms:created xsi:type="dcterms:W3CDTF">2024-09-24T19:02:00Z</dcterms:created>
  <dcterms:modified xsi:type="dcterms:W3CDTF">2024-10-02T11:54:00Z</dcterms:modified>
</cp:coreProperties>
</file>