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3"/>
      </w:tblGrid>
      <w:tr w:rsidR="00A14BF9" w:rsidRPr="00C63C29" w:rsidTr="00A13AAA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C63C29" w:rsidTr="00A13AAA">
              <w:trPr>
                <w:tblHeader/>
              </w:trPr>
              <w:tc>
                <w:tcPr>
                  <w:tcW w:w="1418" w:type="dxa"/>
                </w:tcPr>
                <w:p w:rsidR="00A13AAA" w:rsidRPr="00C63C29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:rsidR="00A14BF9" w:rsidRPr="00C63C29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:rsidR="00B46703" w:rsidRPr="00C63C29" w:rsidRDefault="00B46703" w:rsidP="00A13AAA">
                  <w:pPr>
                    <w:spacing w:line="280" w:lineRule="atLeast"/>
                  </w:pPr>
                </w:p>
              </w:tc>
            </w:tr>
          </w:tbl>
          <w:p w:rsidR="00A14BF9" w:rsidRPr="00C63C29" w:rsidRDefault="00A14BF9" w:rsidP="00A14BF9"/>
          <w:p w:rsidR="00A13AAA" w:rsidRPr="00C63C29" w:rsidRDefault="00A13AAA" w:rsidP="00A14BF9"/>
          <w:p w:rsidR="00A13AAA" w:rsidRPr="00C63C29" w:rsidRDefault="00A13AAA" w:rsidP="00A14BF9"/>
        </w:tc>
      </w:tr>
    </w:tbl>
    <w:p w:rsidR="00CD62E3" w:rsidRPr="00C63C29" w:rsidRDefault="00467AA9" w:rsidP="00CD62E3">
      <w:pPr>
        <w:pStyle w:val="DokumentOverskrift"/>
      </w:pPr>
      <w:r>
        <w:t>Høringsliste</w:t>
      </w:r>
    </w:p>
    <w:p w:rsidR="00CD62E3" w:rsidRPr="00C63C29" w:rsidRDefault="00CD62E3" w:rsidP="00CD62E3"/>
    <w:p w:rsidR="00467AA9" w:rsidRPr="005B278D" w:rsidRDefault="005B278D" w:rsidP="00185FAF">
      <w:r w:rsidRPr="005B278D">
        <w:t>Universiteter</w:t>
      </w:r>
    </w:p>
    <w:p w:rsidR="005B278D" w:rsidRPr="005B278D" w:rsidRDefault="005B278D" w:rsidP="00185FAF"/>
    <w:p w:rsidR="005B278D" w:rsidRPr="005B278D" w:rsidRDefault="005B278D" w:rsidP="00185FAF">
      <w:r w:rsidRPr="005B278D">
        <w:t>Professionshøjskole</w:t>
      </w:r>
      <w:r>
        <w:t>r</w:t>
      </w:r>
    </w:p>
    <w:p w:rsidR="005B278D" w:rsidRPr="005B278D" w:rsidRDefault="005B278D" w:rsidP="00185FAF"/>
    <w:p w:rsidR="005B278D" w:rsidRPr="005B278D" w:rsidRDefault="005B278D" w:rsidP="00185FAF">
      <w:r w:rsidRPr="005B278D">
        <w:t>Erhvervsakademier</w:t>
      </w:r>
    </w:p>
    <w:p w:rsidR="005B278D" w:rsidRPr="005B278D" w:rsidRDefault="005B278D" w:rsidP="00185FAF"/>
    <w:p w:rsidR="005B278D" w:rsidRPr="005B278D" w:rsidRDefault="0029443D" w:rsidP="00185FAF">
      <w:r>
        <w:t>De videregående kunstneriske uddannelsesinstitutioner</w:t>
      </w:r>
    </w:p>
    <w:p w:rsidR="005B278D" w:rsidRPr="005B278D" w:rsidRDefault="005B278D" w:rsidP="00185FAF"/>
    <w:p w:rsidR="00467AA9" w:rsidRPr="005B278D" w:rsidRDefault="00467AA9" w:rsidP="00185FAF"/>
    <w:p w:rsidR="00467AA9" w:rsidRPr="005B278D" w:rsidRDefault="005B278D" w:rsidP="00185FAF">
      <w:pPr>
        <w:rPr>
          <w:b/>
        </w:rPr>
      </w:pPr>
      <w:r w:rsidRPr="005B278D">
        <w:rPr>
          <w:b/>
        </w:rPr>
        <w:t>Censorsekretariater:</w:t>
      </w:r>
    </w:p>
    <w:p w:rsidR="005526BF" w:rsidRDefault="005526BF" w:rsidP="005B278D"/>
    <w:p w:rsidR="005526BF" w:rsidRDefault="005526BF" w:rsidP="005B278D">
      <w:r>
        <w:t>Professionshøjskolernes Censorsekretariat</w:t>
      </w:r>
    </w:p>
    <w:p w:rsidR="005B278D" w:rsidRPr="005B278D" w:rsidRDefault="005B278D" w:rsidP="005B278D"/>
    <w:p w:rsidR="005B278D" w:rsidRPr="005B278D" w:rsidRDefault="005B278D" w:rsidP="005B278D">
      <w:r w:rsidRPr="005B278D">
        <w:t xml:space="preserve">De Danske </w:t>
      </w:r>
      <w:proofErr w:type="spellStart"/>
      <w:r w:rsidRPr="005B278D">
        <w:t>Erhvervsakademiers</w:t>
      </w:r>
      <w:proofErr w:type="spellEnd"/>
      <w:r w:rsidRPr="005B278D">
        <w:t xml:space="preserve"> Censorsekretariat </w:t>
      </w:r>
    </w:p>
    <w:p w:rsidR="00B77A6E" w:rsidRPr="0029443D" w:rsidRDefault="00B77A6E" w:rsidP="00185FAF"/>
    <w:p w:rsidR="00B77A6E" w:rsidRPr="00D17DDC" w:rsidRDefault="00B77A6E" w:rsidP="00185FAF">
      <w:r w:rsidRPr="00D17DDC">
        <w:t>PBA Farmakonom</w:t>
      </w:r>
      <w:r w:rsidR="00D17DDC" w:rsidRPr="00D17DDC">
        <w:t>,</w:t>
      </w:r>
      <w:r w:rsidR="00D17DDC">
        <w:t xml:space="preserve"> Farmaceutuddannelserne</w:t>
      </w:r>
    </w:p>
    <w:p w:rsidR="00B77A6E" w:rsidRPr="00D17DDC" w:rsidRDefault="00B77A6E" w:rsidP="00185FAF"/>
    <w:p w:rsidR="00B77A6E" w:rsidRDefault="00B77A6E" w:rsidP="00185FAF">
      <w:r w:rsidRPr="00B77A6E">
        <w:t>PBA Skov- og landskabsingeniør o</w:t>
      </w:r>
      <w:r>
        <w:t>g Urban landskabsingeniør</w:t>
      </w:r>
    </w:p>
    <w:p w:rsidR="001A60F0" w:rsidRDefault="001A60F0" w:rsidP="00185FAF"/>
    <w:p w:rsidR="00B77A6E" w:rsidRPr="0029443D" w:rsidRDefault="00B77A6E" w:rsidP="00185FAF">
      <w:r w:rsidRPr="0029443D">
        <w:t>De kunstneriske uddannelser</w:t>
      </w:r>
    </w:p>
    <w:p w:rsidR="001A60F0" w:rsidRDefault="001A60F0" w:rsidP="00185FAF"/>
    <w:p w:rsidR="001A60F0" w:rsidRDefault="00B77A6E" w:rsidP="00185FAF">
      <w:r>
        <w:t>Diplomingeniøruddannelserne</w:t>
      </w:r>
    </w:p>
    <w:p w:rsidR="001A60F0" w:rsidRDefault="001A60F0" w:rsidP="00185FAF"/>
    <w:p w:rsidR="00B77A6E" w:rsidRDefault="00B77A6E" w:rsidP="00185FAF">
      <w:r w:rsidRPr="00B77A6E">
        <w:t>EA Klinisk tandtekniker og P</w:t>
      </w:r>
      <w:r>
        <w:t>BA Tandplejeruddannelsen</w:t>
      </w:r>
    </w:p>
    <w:p w:rsidR="00B77A6E" w:rsidRDefault="00B77A6E" w:rsidP="00185FAF"/>
    <w:p w:rsidR="00B77A6E" w:rsidRDefault="00B77A6E" w:rsidP="00185FAF">
      <w:r>
        <w:t>HD</w:t>
      </w:r>
      <w:r w:rsidR="001A60F0">
        <w:t>-</w:t>
      </w:r>
      <w:r>
        <w:t>uddannelse</w:t>
      </w:r>
      <w:r w:rsidR="001A60F0">
        <w:t>n</w:t>
      </w:r>
    </w:p>
    <w:p w:rsidR="00B77A6E" w:rsidRPr="002529B7" w:rsidRDefault="00B77A6E" w:rsidP="00185FAF"/>
    <w:p w:rsidR="00B77A6E" w:rsidRDefault="00B77A6E" w:rsidP="00185FAF">
      <w:proofErr w:type="gramStart"/>
      <w:r w:rsidRPr="00B77A6E">
        <w:t>PBA animation</w:t>
      </w:r>
      <w:proofErr w:type="gramEnd"/>
      <w:r w:rsidRPr="00B77A6E">
        <w:t>, PBA i Grafisk</w:t>
      </w:r>
      <w:r>
        <w:t xml:space="preserve"> fortælling og PBA i Innovation og </w:t>
      </w:r>
      <w:proofErr w:type="spellStart"/>
      <w:r>
        <w:t>Entrepreneurship</w:t>
      </w:r>
      <w:proofErr w:type="spellEnd"/>
    </w:p>
    <w:p w:rsidR="001A60F0" w:rsidRDefault="001A60F0" w:rsidP="00185FAF"/>
    <w:p w:rsidR="00571199" w:rsidRDefault="00F77755" w:rsidP="00185FAF">
      <w:r>
        <w:t>Afrikastudier, Teologi</w:t>
      </w:r>
    </w:p>
    <w:p w:rsidR="00F77755" w:rsidRDefault="00F77755" w:rsidP="00185FAF"/>
    <w:p w:rsidR="00F77755" w:rsidRDefault="00F77755" w:rsidP="00185FAF">
      <w:r>
        <w:t xml:space="preserve">Antropologi, Arkæologi, Oldtids- og Kulturarvsstudier, Generel pædagogik, Idehistorie, Informationsteknologi og Interaktive medier, Klassiske og Middelalderlige </w:t>
      </w:r>
      <w:proofErr w:type="spellStart"/>
      <w:r>
        <w:t>filologier</w:t>
      </w:r>
      <w:proofErr w:type="spellEnd"/>
      <w:r>
        <w:t>, Masteruddannelsen ved DPU, Masteruddannelsen i Dansk som andet sprog, Musikvidenskab, -didaktik og -terapi, Pædagogisk antropologi, Sociologi, Tysk</w:t>
      </w:r>
    </w:p>
    <w:p w:rsidR="00F77755" w:rsidRDefault="00F77755" w:rsidP="00185FAF"/>
    <w:p w:rsidR="00F77755" w:rsidRDefault="00F77755" w:rsidP="00185FAF">
      <w:r>
        <w:t>Audiologopædi og Sprogpsykologi</w:t>
      </w:r>
    </w:p>
    <w:p w:rsidR="00F77755" w:rsidRDefault="00F77755" w:rsidP="00185FAF"/>
    <w:p w:rsidR="00F77755" w:rsidRDefault="00F77755" w:rsidP="00185FAF">
      <w:r>
        <w:t>Bibliotekskundskab og Informationsvidenskab, Film- og Medievidenskab, Filosofi, Kultur-, Æstetik- og Litteraturstudier</w:t>
      </w:r>
    </w:p>
    <w:p w:rsidR="00F77755" w:rsidRDefault="00F77755" w:rsidP="00185FAF">
      <w:pPr>
        <w:rPr>
          <w:lang w:val="en-US"/>
        </w:rPr>
      </w:pPr>
    </w:p>
    <w:p w:rsidR="00F77755" w:rsidRDefault="00F77755" w:rsidP="00185FAF">
      <w:pPr>
        <w:rPr>
          <w:lang w:val="en-US"/>
        </w:rPr>
      </w:pPr>
      <w:proofErr w:type="spellStart"/>
      <w:r>
        <w:rPr>
          <w:lang w:val="en-US"/>
        </w:rPr>
        <w:t>Biologi</w:t>
      </w:r>
      <w:proofErr w:type="spellEnd"/>
    </w:p>
    <w:p w:rsidR="00F77755" w:rsidRDefault="00F77755" w:rsidP="00185FAF">
      <w:pPr>
        <w:rPr>
          <w:lang w:val="en-US"/>
        </w:rPr>
      </w:pPr>
    </w:p>
    <w:p w:rsidR="00F77755" w:rsidRDefault="00FE71FD" w:rsidP="00185FAF">
      <w:pPr>
        <w:rPr>
          <w:lang w:val="en-US"/>
        </w:rPr>
      </w:pPr>
      <w:proofErr w:type="spellStart"/>
      <w:r>
        <w:rPr>
          <w:lang w:val="en-US"/>
        </w:rPr>
        <w:lastRenderedPageBreak/>
        <w:t>Civilingeniøruddannelserne</w:t>
      </w:r>
      <w:proofErr w:type="spellEnd"/>
    </w:p>
    <w:p w:rsidR="00FE71FD" w:rsidRDefault="00FE71FD" w:rsidP="00185FAF">
      <w:pPr>
        <w:rPr>
          <w:lang w:val="en-US"/>
        </w:rPr>
      </w:pPr>
    </w:p>
    <w:p w:rsidR="00FE71FD" w:rsidRDefault="00FE71FD" w:rsidP="00185FAF">
      <w:r w:rsidRPr="00FE71FD">
        <w:t>Dansevidenskab, Dramaturgi, Teater- og P</w:t>
      </w:r>
      <w:r>
        <w:t>erformancestudier, De Sprogvidenskabelige og Kognitive fag, Etnologi, Minoritets- og Kønsstudier, Fransk, Italiensk, Kunsthistorie, Visuel og Materiel kultur, Religion, Retorik, Spansk, Sprogbaserede områdestudier</w:t>
      </w:r>
    </w:p>
    <w:p w:rsidR="0024046C" w:rsidRPr="001A60F0" w:rsidRDefault="0024046C" w:rsidP="00185FAF"/>
    <w:p w:rsidR="0024046C" w:rsidRPr="0024046C" w:rsidRDefault="0024046C" w:rsidP="00185FAF">
      <w:r w:rsidRPr="0024046C">
        <w:t>De Juridiske uddannelser, Masteruddannelsen i</w:t>
      </w:r>
      <w:r>
        <w:t xml:space="preserve"> Konfliktmægling</w:t>
      </w:r>
    </w:p>
    <w:p w:rsidR="00B77A6E" w:rsidRDefault="00B77A6E" w:rsidP="00185FAF"/>
    <w:p w:rsidR="0024046C" w:rsidRDefault="0024046C" w:rsidP="00185FAF">
      <w:r>
        <w:t>Engelsk, Internationale- og Europæiske studier, Uddannelsesvidenskab, Gymnasiepædagogik og Læring</w:t>
      </w:r>
    </w:p>
    <w:p w:rsidR="0024046C" w:rsidRDefault="0024046C" w:rsidP="00185FAF">
      <w:pPr>
        <w:rPr>
          <w:lang w:val="en-US"/>
        </w:rPr>
      </w:pPr>
    </w:p>
    <w:p w:rsidR="0024046C" w:rsidRPr="0029443D" w:rsidRDefault="0024046C" w:rsidP="00185FAF">
      <w:r w:rsidRPr="0029443D">
        <w:t>Erhvervskommunikation, sprog og medier</w:t>
      </w:r>
    </w:p>
    <w:p w:rsidR="0024046C" w:rsidRDefault="0024046C" w:rsidP="00185FAF"/>
    <w:p w:rsidR="0024046C" w:rsidRDefault="0024046C" w:rsidP="00185FAF">
      <w:r>
        <w:t>Folkesundhedsvidenskabelige og relaterede uddannelser</w:t>
      </w:r>
    </w:p>
    <w:p w:rsidR="0024046C" w:rsidRDefault="0024046C" w:rsidP="00185FAF"/>
    <w:p w:rsidR="0024046C" w:rsidRDefault="0024046C" w:rsidP="00185FAF">
      <w:r>
        <w:t>Fysik og Astronomi</w:t>
      </w:r>
    </w:p>
    <w:p w:rsidR="0024046C" w:rsidRDefault="0024046C" w:rsidP="00185FAF"/>
    <w:p w:rsidR="0024046C" w:rsidRDefault="0024046C" w:rsidP="00185FAF">
      <w:r>
        <w:t>Geografi, Geologi</w:t>
      </w:r>
    </w:p>
    <w:p w:rsidR="0024046C" w:rsidRPr="0029443D" w:rsidRDefault="0024046C" w:rsidP="00185FAF"/>
    <w:p w:rsidR="0024046C" w:rsidRPr="0029443D" w:rsidRDefault="0024046C" w:rsidP="00185FAF">
      <w:r w:rsidRPr="0029443D">
        <w:t>Historie</w:t>
      </w:r>
    </w:p>
    <w:p w:rsidR="0024046C" w:rsidRDefault="0024046C" w:rsidP="00185FAF"/>
    <w:p w:rsidR="0024046C" w:rsidRDefault="0024046C" w:rsidP="00185FAF">
      <w:r>
        <w:t>Idræt</w:t>
      </w:r>
    </w:p>
    <w:p w:rsidR="0024046C" w:rsidRDefault="0024046C" w:rsidP="00185FAF"/>
    <w:p w:rsidR="0024046C" w:rsidRDefault="0024046C" w:rsidP="00185FAF">
      <w:r>
        <w:t>Jordbrugsvidenskab</w:t>
      </w:r>
    </w:p>
    <w:p w:rsidR="001A60F0" w:rsidRDefault="001A60F0" w:rsidP="00185FAF"/>
    <w:p w:rsidR="0024046C" w:rsidRDefault="0024046C" w:rsidP="00185FAF">
      <w:r>
        <w:t>Journalistik</w:t>
      </w:r>
    </w:p>
    <w:p w:rsidR="0024046C" w:rsidRDefault="0024046C" w:rsidP="00185FAF"/>
    <w:p w:rsidR="0024046C" w:rsidRDefault="0024046C" w:rsidP="00185FAF">
      <w:r>
        <w:t>Kandidatuddannelsen i Socialt arbejde</w:t>
      </w:r>
    </w:p>
    <w:p w:rsidR="0024046C" w:rsidRPr="0029443D" w:rsidRDefault="0024046C" w:rsidP="00185FAF"/>
    <w:p w:rsidR="0024046C" w:rsidRPr="0029443D" w:rsidRDefault="0024046C" w:rsidP="00185FAF">
      <w:r w:rsidRPr="0029443D">
        <w:t>Kemi</w:t>
      </w:r>
    </w:p>
    <w:p w:rsidR="0024046C" w:rsidRPr="0029443D" w:rsidRDefault="0024046C" w:rsidP="00185FAF"/>
    <w:p w:rsidR="0024046C" w:rsidRPr="0029443D" w:rsidRDefault="0024046C" w:rsidP="00185FAF">
      <w:r w:rsidRPr="0029443D">
        <w:t>Klinisk biomekanik</w:t>
      </w:r>
    </w:p>
    <w:p w:rsidR="0024046C" w:rsidRPr="0029443D" w:rsidRDefault="0024046C" w:rsidP="00185FAF"/>
    <w:p w:rsidR="0024046C" w:rsidRPr="000535B7" w:rsidRDefault="000535B7" w:rsidP="00185FAF">
      <w:r w:rsidRPr="000535B7">
        <w:t>Dansk, Kommunikation og Oplevelsesdesign</w:t>
      </w:r>
    </w:p>
    <w:p w:rsidR="000535B7" w:rsidRPr="0029443D" w:rsidRDefault="000535B7" w:rsidP="00185FAF"/>
    <w:p w:rsidR="000535B7" w:rsidRPr="0029443D" w:rsidRDefault="000535B7" w:rsidP="00185FAF">
      <w:r w:rsidRPr="0029443D">
        <w:t>Landinspektøruddannelsen</w:t>
      </w:r>
    </w:p>
    <w:p w:rsidR="000535B7" w:rsidRDefault="000535B7" w:rsidP="00185FAF"/>
    <w:p w:rsidR="000535B7" w:rsidRDefault="000535B7" w:rsidP="00185FAF">
      <w:r>
        <w:t>Levnedsmiddelvidenskab</w:t>
      </w:r>
    </w:p>
    <w:p w:rsidR="000535B7" w:rsidRPr="0029443D" w:rsidRDefault="000535B7" w:rsidP="00185FAF"/>
    <w:p w:rsidR="000535B7" w:rsidRPr="0029443D" w:rsidRDefault="000535B7" w:rsidP="00185FAF">
      <w:r w:rsidRPr="0029443D">
        <w:t>Lægeuddannelsen i Danmark</w:t>
      </w:r>
    </w:p>
    <w:p w:rsidR="000535B7" w:rsidRPr="0029443D" w:rsidRDefault="000535B7" w:rsidP="00185FAF"/>
    <w:p w:rsidR="000535B7" w:rsidRDefault="000535B7" w:rsidP="00185FAF">
      <w:r w:rsidRPr="000535B7">
        <w:t>Politik, Samfund og Globale f</w:t>
      </w:r>
      <w:r>
        <w:t>orhold</w:t>
      </w:r>
    </w:p>
    <w:p w:rsidR="000535B7" w:rsidRDefault="000535B7" w:rsidP="00185FAF"/>
    <w:p w:rsidR="000535B7" w:rsidRDefault="000535B7" w:rsidP="00185FAF">
      <w:r>
        <w:t>Psykologi</w:t>
      </w:r>
    </w:p>
    <w:p w:rsidR="000535B7" w:rsidRPr="0029443D" w:rsidRDefault="000535B7" w:rsidP="00185FAF"/>
    <w:p w:rsidR="000535B7" w:rsidRPr="0029443D" w:rsidRDefault="000535B7" w:rsidP="00185FAF">
      <w:r w:rsidRPr="0029443D">
        <w:t>Statskundskab/Samfundsfag</w:t>
      </w:r>
    </w:p>
    <w:p w:rsidR="000535B7" w:rsidRDefault="000535B7" w:rsidP="00185FAF"/>
    <w:p w:rsidR="000535B7" w:rsidRDefault="000535B7" w:rsidP="00185FAF">
      <w:r>
        <w:t>Tandlægeuddannelsen i Danmark</w:t>
      </w:r>
    </w:p>
    <w:p w:rsidR="000535B7" w:rsidRDefault="000535B7" w:rsidP="00185FAF"/>
    <w:p w:rsidR="000535B7" w:rsidRDefault="000535B7" w:rsidP="00185FAF">
      <w:proofErr w:type="spellStart"/>
      <w:r>
        <w:lastRenderedPageBreak/>
        <w:t>TekSam</w:t>
      </w:r>
      <w:proofErr w:type="spellEnd"/>
    </w:p>
    <w:p w:rsidR="001A60F0" w:rsidRDefault="001A60F0" w:rsidP="00185FAF"/>
    <w:p w:rsidR="000535B7" w:rsidRDefault="000535B7" w:rsidP="00185FAF">
      <w:r>
        <w:t>Veterinær- og Husdyrvidenskab</w:t>
      </w:r>
    </w:p>
    <w:p w:rsidR="005526BF" w:rsidRPr="0029443D" w:rsidRDefault="005526BF" w:rsidP="00185FAF"/>
    <w:p w:rsidR="005526BF" w:rsidRPr="0029443D" w:rsidRDefault="005526BF" w:rsidP="00185FAF">
      <w:r w:rsidRPr="0029443D">
        <w:t>Økonomi</w:t>
      </w:r>
    </w:p>
    <w:p w:rsidR="005B278D" w:rsidRPr="005526BF" w:rsidRDefault="005B278D" w:rsidP="00185FAF"/>
    <w:p w:rsidR="005B278D" w:rsidRPr="005B278D" w:rsidRDefault="005B278D" w:rsidP="00185FAF">
      <w:pPr>
        <w:rPr>
          <w:b/>
        </w:rPr>
      </w:pPr>
      <w:r w:rsidRPr="005B278D">
        <w:rPr>
          <w:b/>
        </w:rPr>
        <w:t>Censorformandskaber:</w:t>
      </w:r>
    </w:p>
    <w:p w:rsidR="005B278D" w:rsidRDefault="005B278D" w:rsidP="00185FAF"/>
    <w:p w:rsidR="00B77A6E" w:rsidRDefault="00B77A6E" w:rsidP="00B77A6E">
      <w:r>
        <w:t>Adgangskursus til ingeniøruddannelserne</w:t>
      </w:r>
    </w:p>
    <w:p w:rsidR="0024046C" w:rsidRPr="0029443D" w:rsidRDefault="0024046C" w:rsidP="00B77A6E"/>
    <w:p w:rsidR="00B77A6E" w:rsidRDefault="00B77A6E" w:rsidP="00B77A6E">
      <w:r>
        <w:t xml:space="preserve">PBA i Diakoni og </w:t>
      </w:r>
      <w:proofErr w:type="spellStart"/>
      <w:r>
        <w:t>Socialpædagogik</w:t>
      </w:r>
      <w:proofErr w:type="spellEnd"/>
    </w:p>
    <w:p w:rsidR="0024046C" w:rsidRPr="0029443D" w:rsidRDefault="0024046C" w:rsidP="00B77A6E"/>
    <w:p w:rsidR="0024046C" w:rsidRPr="0029443D" w:rsidRDefault="0024046C" w:rsidP="00B77A6E">
      <w:r w:rsidRPr="0029443D">
        <w:t>Datalogi</w:t>
      </w:r>
    </w:p>
    <w:p w:rsidR="0024046C" w:rsidRDefault="0024046C" w:rsidP="00B77A6E"/>
    <w:p w:rsidR="0024046C" w:rsidRDefault="0024046C" w:rsidP="00B77A6E">
      <w:r>
        <w:t>Matematik</w:t>
      </w:r>
    </w:p>
    <w:p w:rsidR="00B77A6E" w:rsidRPr="0024046C" w:rsidRDefault="00B77A6E" w:rsidP="00B77A6E">
      <w:pPr>
        <w:rPr>
          <w:lang w:val="en-US"/>
        </w:rPr>
      </w:pPr>
      <w:bookmarkStart w:id="0" w:name="_GoBack"/>
      <w:bookmarkEnd w:id="0"/>
    </w:p>
    <w:sectPr w:rsidR="00B77A6E" w:rsidRPr="0024046C" w:rsidSect="001B167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41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0BA" w:rsidRDefault="00B640BA" w:rsidP="009849C2">
      <w:pPr>
        <w:spacing w:line="240" w:lineRule="auto"/>
      </w:pPr>
      <w:r>
        <w:separator/>
      </w:r>
    </w:p>
  </w:endnote>
  <w:endnote w:type="continuationSeparator" w:id="0">
    <w:p w:rsidR="00B640BA" w:rsidRDefault="00B640BA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C63C29" w:rsidP="001C55D6">
          <w:pPr>
            <w:pStyle w:val="TemplatePagenumber"/>
          </w:pPr>
          <w:bookmarkStart w:id="3" w:name="SD_LAN_Page_N1"/>
          <w:r>
            <w:t>Side</w:t>
          </w:r>
          <w:bookmarkEnd w:id="3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:rsidR="00EE06EA" w:rsidRPr="001B1677" w:rsidRDefault="00EE06EA" w:rsidP="001B1677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C63C29">
          <w:pPr>
            <w:pStyle w:val="TemplatePagenumber"/>
          </w:pPr>
          <w:bookmarkStart w:id="72" w:name="SD_LAN_Page"/>
          <w:bookmarkStart w:id="73" w:name="_Hlk493252278"/>
          <w:bookmarkStart w:id="74" w:name="_Hlk493252279"/>
          <w:bookmarkStart w:id="75" w:name="_Hlk493252280"/>
          <w:bookmarkStart w:id="76" w:name="_Hlk493253278"/>
          <w:bookmarkStart w:id="77" w:name="_Hlk493253279"/>
          <w:bookmarkStart w:id="78" w:name="_Hlk493253280"/>
          <w:bookmarkStart w:id="79" w:name="_Hlk493489881"/>
          <w:bookmarkStart w:id="80" w:name="_Hlk493489882"/>
          <w:bookmarkStart w:id="81" w:name="_Hlk493489883"/>
          <w:r>
            <w:t>Side</w:t>
          </w:r>
          <w:bookmarkEnd w:id="72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0BA" w:rsidRDefault="00B640BA" w:rsidP="009849C2">
      <w:pPr>
        <w:spacing w:line="240" w:lineRule="auto"/>
      </w:pPr>
      <w:r>
        <w:separator/>
      </w:r>
    </w:p>
  </w:footnote>
  <w:footnote w:type="continuationSeparator" w:id="0">
    <w:p w:rsidR="00B640BA" w:rsidRDefault="00B640BA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3B2" w:rsidRDefault="00C63C29" w:rsidP="008433B2">
    <w:pPr>
      <w:pStyle w:val="Sidehoved"/>
    </w:pPr>
    <w:r>
      <w:rPr>
        <w:noProof/>
        <w:lang w:val="en-US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3B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5EC230" wp14:editId="4E4C66A1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150" cy="1472565"/>
              <wp:effectExtent l="0" t="0" r="0" b="13335"/>
              <wp:wrapNone/>
              <wp:docPr id="1" name="Text Box 1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150" cy="1472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693"/>
                          </w:tblGrid>
                          <w:tr w:rsidR="008433B2" w:rsidTr="00EA6354">
                            <w:tc>
                              <w:tcPr>
                                <w:tcW w:w="2693" w:type="dxa"/>
                              </w:tcPr>
                              <w:p w:rsidR="008433B2" w:rsidRDefault="00C63C29">
                                <w:pPr>
                                  <w:pStyle w:val="TemplateOfficeName"/>
                                </w:pPr>
                                <w:bookmarkStart w:id="1" w:name="SD_OFF_Myndighed_N1"/>
                                <w:r>
                                  <w:t>Uddannelses- og Forskningsstyrelsen</w:t>
                                </w:r>
                                <w:bookmarkEnd w:id="1"/>
                              </w:p>
                            </w:tc>
                          </w:tr>
                        </w:tbl>
                        <w:p w:rsidR="008433B2" w:rsidRDefault="008433B2" w:rsidP="008433B2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EC2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Titel: Myndighedens navn" style="position:absolute;margin-left:103.3pt;margin-top:277.85pt;width:154.5pt;height:115.95pt;z-index:251657728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693"/>
                    </w:tblGrid>
                    <w:tr w:rsidR="008433B2" w:rsidTr="00EA6354">
                      <w:tc>
                        <w:tcPr>
                          <w:tcW w:w="2693" w:type="dxa"/>
                        </w:tcPr>
                        <w:p w:rsidR="008433B2" w:rsidRDefault="00C63C29">
                          <w:pPr>
                            <w:pStyle w:val="TemplateOfficeName"/>
                          </w:pPr>
                          <w:bookmarkStart w:id="2" w:name="SD_OFF_Myndighed_N1"/>
                          <w:r>
                            <w:t>Uddannelses- og Forskningsstyrelsen</w:t>
                          </w:r>
                          <w:bookmarkEnd w:id="2"/>
                        </w:p>
                      </w:tc>
                    </w:tr>
                  </w:tbl>
                  <w:p w:rsidR="008433B2" w:rsidRDefault="008433B2" w:rsidP="008433B2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FE5150" w:rsidRPr="008433B2" w:rsidRDefault="00FE5150" w:rsidP="008433B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60B" w:rsidRDefault="00C63C29" w:rsidP="003E36D0">
    <w:pPr>
      <w:pStyle w:val="Headeroverskrift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3FE63D4" wp14:editId="20A5CD7E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kan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2023 - 7769 </w:t>
                          </w:r>
                          <w:bookmarkEnd w:id="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5" w:name="dossier_documentnumber"/>
                          <w:r>
                            <w:rPr>
                              <w:lang w:val="de-DE"/>
                            </w:rPr>
                            <w:t xml:space="preserve"> 145102 </w:t>
                          </w:r>
                          <w:bookmarkEnd w:id="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E63D4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977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" fillcolor="white [3201]" strokeweight=".5pt">
              <v:textbox>
                <w:txbxContent>
                  <w:p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 xml:space="preserve">F2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flettefelter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som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kan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bruges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>:</w:t>
                    </w:r>
                  </w:p>
                  <w:p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2023 - 7769 </w:t>
                    </w:r>
                    <w:bookmarkEnd w:id="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2372C" w:rsidRPr="008A4F3E" w:rsidRDefault="00A2372C">
                    <w:pPr>
                      <w:rPr>
                        <w:lang w:val="en-GB"/>
                      </w:rPr>
                    </w:pPr>
                    <w:bookmarkStart w:id="7" w:name="dossier_documentnumber"/>
                    <w:r>
                      <w:rPr>
                        <w:lang w:val="de-DE"/>
                      </w:rPr>
                      <w:t xml:space="preserve"> 145102 </w:t>
                    </w:r>
                    <w:bookmarkEnd w:id="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BE660B" w:rsidRDefault="00BE660B" w:rsidP="003E36D0">
    <w:pPr>
      <w:pStyle w:val="Headeroverskrift"/>
    </w:pPr>
    <w:bookmarkStart w:id="8" w:name="SD_Standard"/>
    <w:bookmarkEnd w:id="8"/>
  </w:p>
  <w:p w:rsidR="003D318C" w:rsidRDefault="00C63C29" w:rsidP="003E36D0">
    <w:pPr>
      <w:pStyle w:val="Headeroverskrift"/>
    </w:pPr>
    <w:bookmarkStart w:id="9" w:name="SD_LAN_Note"/>
    <w:r>
      <w:t>Notat</w:t>
    </w:r>
    <w:bookmarkEnd w:id="9"/>
  </w:p>
  <w:p w:rsidR="00FE5150" w:rsidRPr="003E36D0" w:rsidRDefault="00FE5150" w:rsidP="003E36D0">
    <w:pPr>
      <w:pStyle w:val="Headeroverskrift"/>
    </w:pPr>
    <w:r w:rsidRPr="003E36D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640A1B5C" wp14:editId="72C87DB9">
              <wp:simplePos x="0" y="0"/>
              <wp:positionH relativeFrom="rightMargin">
                <wp:align>right</wp:align>
              </wp:positionH>
              <wp:positionV relativeFrom="page">
                <wp:posOffset>3236595</wp:posOffset>
              </wp:positionV>
              <wp:extent cx="1962000" cy="6505200"/>
              <wp:effectExtent l="0" t="0" r="635" b="10160"/>
              <wp:wrapNone/>
              <wp:docPr id="2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650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693"/>
                          </w:tblGrid>
                          <w:tr w:rsidR="005815CA" w:rsidRPr="000C5AA3" w:rsidTr="00EA6354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693" w:type="dxa"/>
                              </w:tcPr>
                              <w:p w:rsidR="005815CA" w:rsidRPr="00C63C29" w:rsidRDefault="005815CA" w:rsidP="00D33ED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0" w:name="SD_FLD_AfsenderUdvalg"/>
                                <w:bookmarkStart w:id="11" w:name="HIF_SD_FLD_AfsenderUdvalg"/>
                                <w:bookmarkEnd w:id="10"/>
                                <w:r w:rsidRPr="00C63C29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:rsidR="005815CA" w:rsidRPr="00C63C29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1" w:displacedByCustomXml="next"/>
                              <w:sdt>
                                <w:sdtPr>
                                  <w:tag w:val="DocumentDate"/>
                                  <w:id w:val="1289318097"/>
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<w:text/>
                                </w:sdtPr>
                                <w:sdtEndPr/>
                                <w:sdtContent>
                                  <w:p w:rsidR="005815CA" w:rsidRPr="00EB2851" w:rsidRDefault="001A60F0" w:rsidP="005815CA">
                                    <w:pPr>
                                      <w:pStyle w:val="TemplateAdresse"/>
                                    </w:pPr>
                                    <w:r>
                                      <w:t>8. maj 2024</w:t>
                                    </w:r>
                                  </w:p>
                                </w:sdtContent>
                              </w:sdt>
                              <w:p w:rsidR="005815CA" w:rsidRPr="00EB2851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C63C29" w:rsidRDefault="00C63C29" w:rsidP="005815CA">
                                <w:pPr>
                                  <w:pStyle w:val="TemplateOfficeName"/>
                                  <w:rPr>
                                    <w:u w:val="double"/>
                                  </w:rPr>
                                </w:pPr>
                                <w:bookmarkStart w:id="12" w:name="SD_OFF_Myndighed"/>
                                <w:bookmarkStart w:id="13" w:name="HIF_SD_OFF_Myndighed"/>
                                <w:r w:rsidRPr="00C63C29">
                                  <w:t>Uddannelses- og Forskningsstyrelsen</w:t>
                                </w:r>
                                <w:bookmarkEnd w:id="12"/>
                              </w:p>
                              <w:p w:rsidR="00A76BC2" w:rsidRPr="00C63C29" w:rsidRDefault="00A76BC2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4" w:name="SD_OFF_Undermyndighed"/>
                                <w:bookmarkStart w:id="15" w:name="HIF_SD_OFF_Undermyndighed"/>
                                <w:bookmarkEnd w:id="13"/>
                                <w:bookmarkEnd w:id="14"/>
                              </w:p>
                              <w:p w:rsidR="00F41773" w:rsidRPr="00C63C29" w:rsidRDefault="00C63C29" w:rsidP="005815CA">
                                <w:pPr>
                                  <w:pStyle w:val="TemplateAdresse"/>
                                </w:pPr>
                                <w:bookmarkStart w:id="16" w:name="SD_USR_Kontornavn"/>
                                <w:bookmarkStart w:id="17" w:name="HIF_SD_USR_Kontornavn"/>
                                <w:bookmarkEnd w:id="15"/>
                                <w:r w:rsidRPr="00C63C29">
                                  <w:t>Kontor for jura og institutionspersonale</w:t>
                                </w:r>
                                <w:bookmarkEnd w:id="16"/>
                              </w:p>
                              <w:bookmarkEnd w:id="17"/>
                              <w:p w:rsidR="0056587E" w:rsidRPr="00830CBA" w:rsidRDefault="0056587E" w:rsidP="005815CA">
                                <w:pPr>
                                  <w:pStyle w:val="TemplateAdresse"/>
                                </w:pPr>
                              </w:p>
                              <w:p w:rsidR="00C27ADF" w:rsidRPr="00C63C29" w:rsidRDefault="00C63C29" w:rsidP="00834398">
                                <w:pPr>
                                  <w:pStyle w:val="TemplateAdresse"/>
                                </w:pPr>
                                <w:bookmarkStart w:id="18" w:name="SD_OFF_Address"/>
                                <w:bookmarkStart w:id="19" w:name="HIF_SD_OFF_Address"/>
                                <w:r w:rsidRPr="00C63C29">
                                  <w:t>Haraldsgade 53</w:t>
                                </w:r>
                                <w:r w:rsidRPr="00C63C29">
                                  <w:br/>
                                  <w:t>2100 København Ø</w:t>
                                </w:r>
                                <w:bookmarkEnd w:id="18"/>
                              </w:p>
                              <w:p w:rsidR="005815CA" w:rsidRPr="00C63C29" w:rsidRDefault="00C63C29" w:rsidP="005815CA">
                                <w:pPr>
                                  <w:pStyle w:val="TemplateAdresse"/>
                                </w:pPr>
                                <w:bookmarkStart w:id="20" w:name="SD_LAN_Phone"/>
                                <w:bookmarkStart w:id="21" w:name="HIF_SD_OFF_Phone"/>
                                <w:bookmarkEnd w:id="19"/>
                                <w:r w:rsidRPr="00C63C29">
                                  <w:t>Tel.</w:t>
                                </w:r>
                                <w:bookmarkEnd w:id="20"/>
                                <w:r w:rsidR="00A14BF9" w:rsidRPr="00C63C29">
                                  <w:t xml:space="preserve"> </w:t>
                                </w:r>
                                <w:bookmarkStart w:id="22" w:name="SD_OFF_Phone"/>
                                <w:r w:rsidRPr="00C63C29">
                                  <w:t>7231 7800</w:t>
                                </w:r>
                                <w:bookmarkEnd w:id="22"/>
                              </w:p>
                              <w:p w:rsidR="005815CA" w:rsidRPr="00B46703" w:rsidRDefault="005815CA" w:rsidP="00003C7E">
                                <w:pPr>
                                  <w:pStyle w:val="Template-Mail"/>
                                </w:pPr>
                                <w:bookmarkStart w:id="23" w:name="HIF_SD_OFF_Email"/>
                                <w:bookmarkEnd w:id="21"/>
                              </w:p>
                              <w:p w:rsidR="005815CA" w:rsidRPr="00C63C29" w:rsidRDefault="00C63C29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  <w:bookmarkStart w:id="24" w:name="SD_OFF_Web"/>
                                <w:bookmarkStart w:id="25" w:name="HIF_SD_OFF_Web"/>
                                <w:bookmarkEnd w:id="23"/>
                                <w:r w:rsidRPr="00C63C29">
                                  <w:rPr>
                                    <w:rFonts w:eastAsiaTheme="majorEastAsia"/>
                                  </w:rPr>
                                  <w:t>www.ufm.dk</w:t>
                                </w:r>
                                <w:bookmarkEnd w:id="24"/>
                              </w:p>
                              <w:bookmarkEnd w:id="25"/>
                              <w:p w:rsidR="00F41773" w:rsidRPr="00B46703" w:rsidRDefault="00F41773" w:rsidP="005815CA">
                                <w:pPr>
                                  <w:pStyle w:val="TemplateAdresse"/>
                                </w:pPr>
                              </w:p>
                              <w:p w:rsidR="005815CA" w:rsidRPr="00C63C29" w:rsidRDefault="00C63C29" w:rsidP="005815CA">
                                <w:pPr>
                                  <w:pStyle w:val="TemplateAdresse"/>
                                </w:pPr>
                                <w:bookmarkStart w:id="26" w:name="SD_LAN_CVR"/>
                                <w:bookmarkStart w:id="27" w:name="HIF_SD_OFF_CVR"/>
                                <w:r w:rsidRPr="00C63C29">
                                  <w:t>CVR-nr.</w:t>
                                </w:r>
                                <w:bookmarkEnd w:id="26"/>
                                <w:r w:rsidR="00A14BF9" w:rsidRPr="00C63C29">
                                  <w:t xml:space="preserve"> </w:t>
                                </w:r>
                                <w:bookmarkStart w:id="28" w:name="SD_OFF_CVR"/>
                                <w:r w:rsidRPr="00C63C29">
                                  <w:rPr>
                                    <w:rFonts w:eastAsiaTheme="majorEastAsia"/>
                                  </w:rPr>
                                  <w:t>3404 2012</w:t>
                                </w:r>
                                <w:bookmarkEnd w:id="28"/>
                              </w:p>
                              <w:bookmarkEnd w:id="27"/>
                              <w:p w:rsidR="005815CA" w:rsidRPr="00B46703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830CBA" w:rsidRDefault="00C63C29" w:rsidP="005815CA">
                                <w:pPr>
                                  <w:pStyle w:val="TemplateAdresse"/>
                                </w:pPr>
                                <w:bookmarkStart w:id="29" w:name="SD_LAN_Sagsbehandler"/>
                                <w:bookmarkStart w:id="30" w:name="HideSagsbehandler"/>
                                <w:bookmarkStart w:id="31" w:name="HideSagsbehandlerFull"/>
                                <w:r>
                                  <w:t>Sagsbehandler</w:t>
                                </w:r>
                                <w:bookmarkEnd w:id="29"/>
                              </w:p>
                              <w:p w:rsidR="005815CA" w:rsidRPr="00830CBA" w:rsidRDefault="00C63C29" w:rsidP="005815CA">
                                <w:pPr>
                                  <w:pStyle w:val="TemplateAdresse"/>
                                </w:pPr>
                                <w:bookmarkStart w:id="32" w:name="SD_USR_Name_N1"/>
                                <w:r>
                                  <w:t>Rikke Lise Simested</w:t>
                                </w:r>
                                <w:bookmarkEnd w:id="32"/>
                              </w:p>
                              <w:p w:rsidR="005815CA" w:rsidRPr="00C63C29" w:rsidRDefault="00C63C29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3" w:name="SD_LAN_DirectPhone"/>
                                <w:bookmarkStart w:id="34" w:name="HIF_SD_USR_DirectPhone"/>
                                <w:bookmarkStart w:id="35" w:name="HideDirekteNummer"/>
                                <w:bookmarkEnd w:id="30"/>
                                <w:r w:rsidRPr="00C63C29">
                                  <w:rPr>
                                    <w:lang w:val="de-DE"/>
                                  </w:rPr>
                                  <w:t>Tel.</w:t>
                                </w:r>
                                <w:bookmarkEnd w:id="33"/>
                                <w:r w:rsidR="00A14BF9" w:rsidRPr="00C63C29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6" w:name="SD_USR_DirectPhone"/>
                                <w:r w:rsidRPr="00C63C29">
                                  <w:rPr>
                                    <w:lang w:val="de-DE"/>
                                  </w:rPr>
                                  <w:t>72 31 78 76</w:t>
                                </w:r>
                                <w:bookmarkEnd w:id="36"/>
                              </w:p>
                              <w:p w:rsidR="005815CA" w:rsidRPr="00C63C29" w:rsidRDefault="00C63C29" w:rsidP="00003C7E">
                                <w:pPr>
                                  <w:pStyle w:val="Template-Mail"/>
                                  <w:rPr>
                                    <w:lang w:val="de-DE"/>
                                  </w:rPr>
                                </w:pPr>
                                <w:bookmarkStart w:id="37" w:name="SD_USR_Email"/>
                                <w:bookmarkStart w:id="38" w:name="HIF_SD_USR_Email"/>
                                <w:bookmarkEnd w:id="34"/>
                                <w:r w:rsidRPr="00C63C29">
                                  <w:rPr>
                                    <w:lang w:val="de-DE"/>
                                  </w:rPr>
                                  <w:t>RILS@ufm.dk</w:t>
                                </w:r>
                                <w:bookmarkEnd w:id="37"/>
                              </w:p>
                              <w:bookmarkEnd w:id="35"/>
                              <w:bookmarkEnd w:id="38"/>
                              <w:p w:rsidR="005815CA" w:rsidRPr="001B1677" w:rsidRDefault="005815CA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</w:p>
                              <w:p w:rsidR="00A14BF9" w:rsidRDefault="005B278D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9" w:name="SD_LAN_SagsNr"/>
                                <w:bookmarkStart w:id="40" w:name="HIF_SD_FLD_Sagsnr"/>
                                <w:bookmarkEnd w:id="31"/>
                                <w:r>
                                  <w:rPr>
                                    <w:lang w:val="de-DE"/>
                                  </w:rPr>
                                  <w:t>Sags nr</w:t>
                                </w:r>
                                <w:bookmarkEnd w:id="39"/>
                                <w:r>
                                  <w:rPr>
                                    <w:lang w:val="de-DE"/>
                                  </w:rPr>
                                  <w:t>.</w:t>
                                </w:r>
                                <w:r w:rsidR="00A14BF9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5815CA" w:rsidRPr="001B1677" w:rsidRDefault="005B278D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r>
                                  <w:rPr>
                                    <w:lang w:val="de-DE"/>
                                  </w:rPr>
                                  <w:t>2023-7769</w:t>
                                </w:r>
                              </w:p>
                              <w:bookmarkEnd w:id="40"/>
                              <w:p w:rsidR="00B83CFA" w:rsidRPr="001B1677" w:rsidRDefault="00B83CFA" w:rsidP="00EE06EA">
                                <w:pPr>
                                  <w:pStyle w:val="TemplateAdresse"/>
                                  <w:rPr>
                                    <w:rFonts w:eastAsiaTheme="majorEastAsia"/>
                                    <w:lang w:val="de-DE"/>
                                  </w:rPr>
                                </w:pPr>
                              </w:p>
                            </w:tc>
                          </w:tr>
                          <w:tr w:rsidR="005815CA" w:rsidRPr="000C5AA3" w:rsidTr="00EA6354">
                            <w:trPr>
                              <w:trHeight w:hRule="exact" w:val="2880"/>
                              <w:tblHeader/>
                            </w:trPr>
                            <w:tc>
                              <w:tcPr>
                                <w:tcW w:w="2693" w:type="dxa"/>
                                <w:vAlign w:val="bottom"/>
                              </w:tcPr>
                              <w:p w:rsidR="0078574A" w:rsidRPr="001B1677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  <w:lang w:val="de-DE"/>
                                  </w:rPr>
                                </w:pPr>
                                <w:r w:rsidRPr="001B1677">
                                  <w:rPr>
                                    <w:rFonts w:eastAsiaTheme="majorEastAsia"/>
                                    <w:szCs w:val="13"/>
                                    <w:lang w:val="de-DE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1B1677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A1B5C" id="Kolofon" o:spid="_x0000_s1028" type="#_x0000_t202" style="position:absolute;margin-left:103.3pt;margin-top:254.85pt;width:154.5pt;height:512.2pt;z-index:25165670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693"/>
                    </w:tblGrid>
                    <w:tr w:rsidR="005815CA" w:rsidRPr="000C5AA3" w:rsidTr="00EA6354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693" w:type="dxa"/>
                        </w:tcPr>
                        <w:p w:rsidR="005815CA" w:rsidRPr="00C63C29" w:rsidRDefault="005815CA" w:rsidP="00D33ED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41" w:name="SD_FLD_AfsenderUdvalg"/>
                          <w:bookmarkStart w:id="42" w:name="HIF_SD_FLD_AfsenderUdvalg"/>
                          <w:bookmarkEnd w:id="41"/>
                          <w:r w:rsidRPr="00C63C29">
                            <w:rPr>
                              <w:vanish/>
                            </w:rPr>
                            <w:t xml:space="preserve"> </w:t>
                          </w:r>
                        </w:p>
                        <w:p w:rsidR="005815CA" w:rsidRPr="00C63C29" w:rsidRDefault="005815CA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42" w:displacedByCustomXml="next"/>
                        <w:sdt>
                          <w:sdtPr>
                            <w:tag w:val="DocumentDate"/>
                            <w:id w:val="1289318097"/>
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<w:text/>
                          </w:sdtPr>
                          <w:sdtEndPr/>
                          <w:sdtContent>
                            <w:p w:rsidR="005815CA" w:rsidRPr="00EB2851" w:rsidRDefault="001A60F0" w:rsidP="005815CA">
                              <w:pPr>
                                <w:pStyle w:val="TemplateAdresse"/>
                              </w:pPr>
                              <w:r>
                                <w:t>8. maj 2024</w:t>
                              </w:r>
                            </w:p>
                          </w:sdtContent>
                        </w:sdt>
                        <w:p w:rsidR="005815CA" w:rsidRPr="00EB2851" w:rsidRDefault="005815CA" w:rsidP="005815CA">
                          <w:pPr>
                            <w:pStyle w:val="TemplateAdresse"/>
                          </w:pPr>
                        </w:p>
                        <w:p w:rsidR="005815CA" w:rsidRPr="00C63C29" w:rsidRDefault="00C63C29" w:rsidP="005815CA">
                          <w:pPr>
                            <w:pStyle w:val="TemplateOfficeName"/>
                            <w:rPr>
                              <w:u w:val="double"/>
                            </w:rPr>
                          </w:pPr>
                          <w:bookmarkStart w:id="43" w:name="SD_OFF_Myndighed"/>
                          <w:bookmarkStart w:id="44" w:name="HIF_SD_OFF_Myndighed"/>
                          <w:r w:rsidRPr="00C63C29">
                            <w:t>Uddannelses- og Forskningsstyrelsen</w:t>
                          </w:r>
                          <w:bookmarkEnd w:id="43"/>
                        </w:p>
                        <w:p w:rsidR="00A76BC2" w:rsidRPr="00C63C29" w:rsidRDefault="00A76BC2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45" w:name="SD_OFF_Undermyndighed"/>
                          <w:bookmarkStart w:id="46" w:name="HIF_SD_OFF_Undermyndighed"/>
                          <w:bookmarkEnd w:id="44"/>
                          <w:bookmarkEnd w:id="45"/>
                        </w:p>
                        <w:p w:rsidR="00F41773" w:rsidRPr="00C63C29" w:rsidRDefault="00C63C29" w:rsidP="005815CA">
                          <w:pPr>
                            <w:pStyle w:val="TemplateAdresse"/>
                          </w:pPr>
                          <w:bookmarkStart w:id="47" w:name="SD_USR_Kontornavn"/>
                          <w:bookmarkStart w:id="48" w:name="HIF_SD_USR_Kontornavn"/>
                          <w:bookmarkEnd w:id="46"/>
                          <w:r w:rsidRPr="00C63C29">
                            <w:t>Kontor for jura og institutionspersonale</w:t>
                          </w:r>
                          <w:bookmarkEnd w:id="47"/>
                        </w:p>
                        <w:bookmarkEnd w:id="48"/>
                        <w:p w:rsidR="0056587E" w:rsidRPr="00830CBA" w:rsidRDefault="0056587E" w:rsidP="005815CA">
                          <w:pPr>
                            <w:pStyle w:val="TemplateAdresse"/>
                          </w:pPr>
                        </w:p>
                        <w:p w:rsidR="00C27ADF" w:rsidRPr="00C63C29" w:rsidRDefault="00C63C29" w:rsidP="00834398">
                          <w:pPr>
                            <w:pStyle w:val="TemplateAdresse"/>
                          </w:pPr>
                          <w:bookmarkStart w:id="49" w:name="SD_OFF_Address"/>
                          <w:bookmarkStart w:id="50" w:name="HIF_SD_OFF_Address"/>
                          <w:r w:rsidRPr="00C63C29">
                            <w:t>Haraldsgade 53</w:t>
                          </w:r>
                          <w:r w:rsidRPr="00C63C29">
                            <w:br/>
                            <w:t>2100 København Ø</w:t>
                          </w:r>
                          <w:bookmarkEnd w:id="49"/>
                        </w:p>
                        <w:p w:rsidR="005815CA" w:rsidRPr="00C63C29" w:rsidRDefault="00C63C29" w:rsidP="005815CA">
                          <w:pPr>
                            <w:pStyle w:val="TemplateAdresse"/>
                          </w:pPr>
                          <w:bookmarkStart w:id="51" w:name="SD_LAN_Phone"/>
                          <w:bookmarkStart w:id="52" w:name="HIF_SD_OFF_Phone"/>
                          <w:bookmarkEnd w:id="50"/>
                          <w:r w:rsidRPr="00C63C29">
                            <w:t>Tel.</w:t>
                          </w:r>
                          <w:bookmarkEnd w:id="51"/>
                          <w:r w:rsidR="00A14BF9" w:rsidRPr="00C63C29">
                            <w:t xml:space="preserve"> </w:t>
                          </w:r>
                          <w:bookmarkStart w:id="53" w:name="SD_OFF_Phone"/>
                          <w:r w:rsidRPr="00C63C29">
                            <w:t>7231 7800</w:t>
                          </w:r>
                          <w:bookmarkEnd w:id="53"/>
                        </w:p>
                        <w:p w:rsidR="005815CA" w:rsidRPr="00B46703" w:rsidRDefault="005815CA" w:rsidP="00003C7E">
                          <w:pPr>
                            <w:pStyle w:val="Template-Mail"/>
                          </w:pPr>
                          <w:bookmarkStart w:id="54" w:name="HIF_SD_OFF_Email"/>
                          <w:bookmarkEnd w:id="52"/>
                        </w:p>
                        <w:p w:rsidR="005815CA" w:rsidRPr="00C63C29" w:rsidRDefault="00C63C29" w:rsidP="005815CA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  <w:bookmarkStart w:id="55" w:name="SD_OFF_Web"/>
                          <w:bookmarkStart w:id="56" w:name="HIF_SD_OFF_Web"/>
                          <w:bookmarkEnd w:id="54"/>
                          <w:r w:rsidRPr="00C63C29">
                            <w:rPr>
                              <w:rFonts w:eastAsiaTheme="majorEastAsia"/>
                            </w:rPr>
                            <w:t>www.ufm.dk</w:t>
                          </w:r>
                          <w:bookmarkEnd w:id="55"/>
                        </w:p>
                        <w:bookmarkEnd w:id="56"/>
                        <w:p w:rsidR="00F41773" w:rsidRPr="00B46703" w:rsidRDefault="00F41773" w:rsidP="005815CA">
                          <w:pPr>
                            <w:pStyle w:val="TemplateAdresse"/>
                          </w:pPr>
                        </w:p>
                        <w:p w:rsidR="005815CA" w:rsidRPr="00C63C29" w:rsidRDefault="00C63C29" w:rsidP="005815CA">
                          <w:pPr>
                            <w:pStyle w:val="TemplateAdresse"/>
                          </w:pPr>
                          <w:bookmarkStart w:id="57" w:name="SD_LAN_CVR"/>
                          <w:bookmarkStart w:id="58" w:name="HIF_SD_OFF_CVR"/>
                          <w:r w:rsidRPr="00C63C29">
                            <w:t>CVR-nr.</w:t>
                          </w:r>
                          <w:bookmarkEnd w:id="57"/>
                          <w:r w:rsidR="00A14BF9" w:rsidRPr="00C63C29">
                            <w:t xml:space="preserve"> </w:t>
                          </w:r>
                          <w:bookmarkStart w:id="59" w:name="SD_OFF_CVR"/>
                          <w:r w:rsidRPr="00C63C29">
                            <w:rPr>
                              <w:rFonts w:eastAsiaTheme="majorEastAsia"/>
                            </w:rPr>
                            <w:t>3404 2012</w:t>
                          </w:r>
                          <w:bookmarkEnd w:id="59"/>
                        </w:p>
                        <w:bookmarkEnd w:id="58"/>
                        <w:p w:rsidR="005815CA" w:rsidRPr="00B46703" w:rsidRDefault="005815CA" w:rsidP="005815CA">
                          <w:pPr>
                            <w:pStyle w:val="TemplateAdresse"/>
                          </w:pPr>
                        </w:p>
                        <w:p w:rsidR="005815CA" w:rsidRPr="00830CBA" w:rsidRDefault="00C63C29" w:rsidP="005815CA">
                          <w:pPr>
                            <w:pStyle w:val="TemplateAdresse"/>
                          </w:pPr>
                          <w:bookmarkStart w:id="60" w:name="SD_LAN_Sagsbehandler"/>
                          <w:bookmarkStart w:id="61" w:name="HideSagsbehandler"/>
                          <w:bookmarkStart w:id="62" w:name="HideSagsbehandlerFull"/>
                          <w:r>
                            <w:t>Sagsbehandler</w:t>
                          </w:r>
                          <w:bookmarkEnd w:id="60"/>
                        </w:p>
                        <w:p w:rsidR="005815CA" w:rsidRPr="00830CBA" w:rsidRDefault="00C63C29" w:rsidP="005815CA">
                          <w:pPr>
                            <w:pStyle w:val="TemplateAdresse"/>
                          </w:pPr>
                          <w:bookmarkStart w:id="63" w:name="SD_USR_Name_N1"/>
                          <w:r>
                            <w:t>Rikke Lise Simested</w:t>
                          </w:r>
                          <w:bookmarkEnd w:id="63"/>
                        </w:p>
                        <w:p w:rsidR="005815CA" w:rsidRPr="00C63C29" w:rsidRDefault="00C63C29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64" w:name="SD_LAN_DirectPhone"/>
                          <w:bookmarkStart w:id="65" w:name="HIF_SD_USR_DirectPhone"/>
                          <w:bookmarkStart w:id="66" w:name="HideDirekteNummer"/>
                          <w:bookmarkEnd w:id="61"/>
                          <w:r w:rsidRPr="00C63C29">
                            <w:rPr>
                              <w:lang w:val="de-DE"/>
                            </w:rPr>
                            <w:t>Tel.</w:t>
                          </w:r>
                          <w:bookmarkEnd w:id="64"/>
                          <w:r w:rsidR="00A14BF9" w:rsidRPr="00C63C29">
                            <w:rPr>
                              <w:lang w:val="de-DE"/>
                            </w:rPr>
                            <w:t xml:space="preserve"> </w:t>
                          </w:r>
                          <w:bookmarkStart w:id="67" w:name="SD_USR_DirectPhone"/>
                          <w:r w:rsidRPr="00C63C29">
                            <w:rPr>
                              <w:lang w:val="de-DE"/>
                            </w:rPr>
                            <w:t>72 31 78 76</w:t>
                          </w:r>
                          <w:bookmarkEnd w:id="67"/>
                        </w:p>
                        <w:p w:rsidR="005815CA" w:rsidRPr="00C63C29" w:rsidRDefault="00C63C29" w:rsidP="00003C7E">
                          <w:pPr>
                            <w:pStyle w:val="Template-Mail"/>
                            <w:rPr>
                              <w:lang w:val="de-DE"/>
                            </w:rPr>
                          </w:pPr>
                          <w:bookmarkStart w:id="68" w:name="SD_USR_Email"/>
                          <w:bookmarkStart w:id="69" w:name="HIF_SD_USR_Email"/>
                          <w:bookmarkEnd w:id="65"/>
                          <w:r w:rsidRPr="00C63C29">
                            <w:rPr>
                              <w:lang w:val="de-DE"/>
                            </w:rPr>
                            <w:t>RILS@ufm.dk</w:t>
                          </w:r>
                          <w:bookmarkEnd w:id="68"/>
                        </w:p>
                        <w:bookmarkEnd w:id="66"/>
                        <w:bookmarkEnd w:id="69"/>
                        <w:p w:rsidR="005815CA" w:rsidRPr="001B1677" w:rsidRDefault="005815CA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</w:p>
                        <w:p w:rsidR="00A14BF9" w:rsidRDefault="005B278D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70" w:name="SD_LAN_SagsNr"/>
                          <w:bookmarkStart w:id="71" w:name="HIF_SD_FLD_Sagsnr"/>
                          <w:bookmarkEnd w:id="62"/>
                          <w:r>
                            <w:rPr>
                              <w:lang w:val="de-DE"/>
                            </w:rPr>
                            <w:t>Sags nr</w:t>
                          </w:r>
                          <w:bookmarkEnd w:id="70"/>
                          <w:r>
                            <w:rPr>
                              <w:lang w:val="de-DE"/>
                            </w:rPr>
                            <w:t>.</w:t>
                          </w:r>
                          <w:r w:rsidR="00A14BF9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p w:rsidR="005815CA" w:rsidRPr="001B1677" w:rsidRDefault="005B278D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2023-7769</w:t>
                          </w:r>
                        </w:p>
                        <w:bookmarkEnd w:id="71"/>
                        <w:p w:rsidR="00B83CFA" w:rsidRPr="001B1677" w:rsidRDefault="00B83CFA" w:rsidP="00EE06EA">
                          <w:pPr>
                            <w:pStyle w:val="TemplateAdresse"/>
                            <w:rPr>
                              <w:rFonts w:eastAsiaTheme="majorEastAsia"/>
                              <w:lang w:val="de-DE"/>
                            </w:rPr>
                          </w:pPr>
                        </w:p>
                      </w:tc>
                    </w:tr>
                    <w:tr w:rsidR="005815CA" w:rsidRPr="000C5AA3" w:rsidTr="00EA6354">
                      <w:trPr>
                        <w:trHeight w:hRule="exact" w:val="2880"/>
                        <w:tblHeader/>
                      </w:trPr>
                      <w:tc>
                        <w:tcPr>
                          <w:tcW w:w="2693" w:type="dxa"/>
                          <w:vAlign w:val="bottom"/>
                        </w:tcPr>
                        <w:p w:rsidR="0078574A" w:rsidRPr="001B1677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</w:pPr>
                          <w:r w:rsidRPr="001B1677"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1B1677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  <w:lang w:val="de-DE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29"/>
    <w:rsid w:val="00003C7E"/>
    <w:rsid w:val="00017037"/>
    <w:rsid w:val="00022EC6"/>
    <w:rsid w:val="00036265"/>
    <w:rsid w:val="00041C90"/>
    <w:rsid w:val="000465F0"/>
    <w:rsid w:val="000535B7"/>
    <w:rsid w:val="00055B05"/>
    <w:rsid w:val="00063C85"/>
    <w:rsid w:val="0007239A"/>
    <w:rsid w:val="000C5AA3"/>
    <w:rsid w:val="000F5D84"/>
    <w:rsid w:val="001056D8"/>
    <w:rsid w:val="001105DB"/>
    <w:rsid w:val="00113199"/>
    <w:rsid w:val="001268AB"/>
    <w:rsid w:val="00131671"/>
    <w:rsid w:val="00133FD0"/>
    <w:rsid w:val="001431A0"/>
    <w:rsid w:val="001717BA"/>
    <w:rsid w:val="00180A79"/>
    <w:rsid w:val="00185FAF"/>
    <w:rsid w:val="001957E4"/>
    <w:rsid w:val="001967F1"/>
    <w:rsid w:val="001A5ECC"/>
    <w:rsid w:val="001A60F0"/>
    <w:rsid w:val="001B1677"/>
    <w:rsid w:val="001B7902"/>
    <w:rsid w:val="001C2B81"/>
    <w:rsid w:val="001C46A0"/>
    <w:rsid w:val="001D623A"/>
    <w:rsid w:val="001D649B"/>
    <w:rsid w:val="001F2F62"/>
    <w:rsid w:val="001F4719"/>
    <w:rsid w:val="0020134D"/>
    <w:rsid w:val="0021061B"/>
    <w:rsid w:val="00217676"/>
    <w:rsid w:val="0024046C"/>
    <w:rsid w:val="0025008D"/>
    <w:rsid w:val="002529B7"/>
    <w:rsid w:val="00261030"/>
    <w:rsid w:val="00263921"/>
    <w:rsid w:val="00270868"/>
    <w:rsid w:val="00281310"/>
    <w:rsid w:val="0029443D"/>
    <w:rsid w:val="002A32B0"/>
    <w:rsid w:val="002A6D1F"/>
    <w:rsid w:val="002F3C5C"/>
    <w:rsid w:val="00302AC6"/>
    <w:rsid w:val="00331986"/>
    <w:rsid w:val="003349BC"/>
    <w:rsid w:val="00344632"/>
    <w:rsid w:val="00346B82"/>
    <w:rsid w:val="003664E5"/>
    <w:rsid w:val="00366F31"/>
    <w:rsid w:val="00377C5C"/>
    <w:rsid w:val="0038054F"/>
    <w:rsid w:val="0038127F"/>
    <w:rsid w:val="0038460F"/>
    <w:rsid w:val="003C0BD4"/>
    <w:rsid w:val="003C2CB6"/>
    <w:rsid w:val="003C2DF9"/>
    <w:rsid w:val="003D318C"/>
    <w:rsid w:val="003E0443"/>
    <w:rsid w:val="003E36D0"/>
    <w:rsid w:val="003F1009"/>
    <w:rsid w:val="00427456"/>
    <w:rsid w:val="00444145"/>
    <w:rsid w:val="00467AA9"/>
    <w:rsid w:val="00467C8E"/>
    <w:rsid w:val="004737F6"/>
    <w:rsid w:val="00477057"/>
    <w:rsid w:val="00490525"/>
    <w:rsid w:val="004C02EA"/>
    <w:rsid w:val="004E66A1"/>
    <w:rsid w:val="0052049E"/>
    <w:rsid w:val="0052426B"/>
    <w:rsid w:val="00535253"/>
    <w:rsid w:val="0055139D"/>
    <w:rsid w:val="005526BF"/>
    <w:rsid w:val="00553D2F"/>
    <w:rsid w:val="0056131A"/>
    <w:rsid w:val="0056587E"/>
    <w:rsid w:val="00566AEF"/>
    <w:rsid w:val="00571199"/>
    <w:rsid w:val="005815CA"/>
    <w:rsid w:val="0058291F"/>
    <w:rsid w:val="005830F2"/>
    <w:rsid w:val="005A1A96"/>
    <w:rsid w:val="005B278D"/>
    <w:rsid w:val="005B79C3"/>
    <w:rsid w:val="005C1FD5"/>
    <w:rsid w:val="005D67F8"/>
    <w:rsid w:val="005D6AAA"/>
    <w:rsid w:val="005E2DFD"/>
    <w:rsid w:val="005E4643"/>
    <w:rsid w:val="005E5320"/>
    <w:rsid w:val="005F456D"/>
    <w:rsid w:val="005F6686"/>
    <w:rsid w:val="005F6DAD"/>
    <w:rsid w:val="006145A2"/>
    <w:rsid w:val="00615E15"/>
    <w:rsid w:val="006337BE"/>
    <w:rsid w:val="00645AFA"/>
    <w:rsid w:val="00651C58"/>
    <w:rsid w:val="006676C3"/>
    <w:rsid w:val="0067372B"/>
    <w:rsid w:val="0068060E"/>
    <w:rsid w:val="00680982"/>
    <w:rsid w:val="00694560"/>
    <w:rsid w:val="006A1420"/>
    <w:rsid w:val="006A3953"/>
    <w:rsid w:val="006A491E"/>
    <w:rsid w:val="006B7C20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53759"/>
    <w:rsid w:val="00763EA6"/>
    <w:rsid w:val="007727F0"/>
    <w:rsid w:val="0078574A"/>
    <w:rsid w:val="00793D08"/>
    <w:rsid w:val="007966AB"/>
    <w:rsid w:val="00796D08"/>
    <w:rsid w:val="007B5198"/>
    <w:rsid w:val="007E2B96"/>
    <w:rsid w:val="0080538C"/>
    <w:rsid w:val="0081511B"/>
    <w:rsid w:val="00822CCA"/>
    <w:rsid w:val="008264FC"/>
    <w:rsid w:val="00830CBA"/>
    <w:rsid w:val="00834398"/>
    <w:rsid w:val="0084154D"/>
    <w:rsid w:val="008433B2"/>
    <w:rsid w:val="0085362A"/>
    <w:rsid w:val="00854795"/>
    <w:rsid w:val="008631B7"/>
    <w:rsid w:val="00864C1B"/>
    <w:rsid w:val="00871217"/>
    <w:rsid w:val="00872017"/>
    <w:rsid w:val="00872E2A"/>
    <w:rsid w:val="008A00AD"/>
    <w:rsid w:val="008A4F3E"/>
    <w:rsid w:val="008C3CA7"/>
    <w:rsid w:val="008E760E"/>
    <w:rsid w:val="008F3C40"/>
    <w:rsid w:val="008F4671"/>
    <w:rsid w:val="008F5BE2"/>
    <w:rsid w:val="008F653B"/>
    <w:rsid w:val="00910080"/>
    <w:rsid w:val="009200EA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B2574"/>
    <w:rsid w:val="009B77AB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F3820"/>
    <w:rsid w:val="00AF6722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7B8C"/>
    <w:rsid w:val="00B60C59"/>
    <w:rsid w:val="00B640BA"/>
    <w:rsid w:val="00B72F36"/>
    <w:rsid w:val="00B77A6E"/>
    <w:rsid w:val="00B83CFA"/>
    <w:rsid w:val="00B94EC3"/>
    <w:rsid w:val="00BB63F1"/>
    <w:rsid w:val="00BC53C7"/>
    <w:rsid w:val="00BC72B8"/>
    <w:rsid w:val="00BE0EB0"/>
    <w:rsid w:val="00BE660B"/>
    <w:rsid w:val="00C12F7B"/>
    <w:rsid w:val="00C245A6"/>
    <w:rsid w:val="00C246A5"/>
    <w:rsid w:val="00C27ADF"/>
    <w:rsid w:val="00C27F93"/>
    <w:rsid w:val="00C448F7"/>
    <w:rsid w:val="00C572D2"/>
    <w:rsid w:val="00C63C29"/>
    <w:rsid w:val="00C70C61"/>
    <w:rsid w:val="00C748A0"/>
    <w:rsid w:val="00C752B7"/>
    <w:rsid w:val="00C84BE8"/>
    <w:rsid w:val="00C9089A"/>
    <w:rsid w:val="00C908A0"/>
    <w:rsid w:val="00C93F55"/>
    <w:rsid w:val="00CC3D5D"/>
    <w:rsid w:val="00CD5F3D"/>
    <w:rsid w:val="00CD62E3"/>
    <w:rsid w:val="00CF674C"/>
    <w:rsid w:val="00D06F65"/>
    <w:rsid w:val="00D17DDC"/>
    <w:rsid w:val="00D269FF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44664"/>
    <w:rsid w:val="00E85EE8"/>
    <w:rsid w:val="00E948FC"/>
    <w:rsid w:val="00E96B26"/>
    <w:rsid w:val="00EA096B"/>
    <w:rsid w:val="00EA6354"/>
    <w:rsid w:val="00EB1E2D"/>
    <w:rsid w:val="00EB2851"/>
    <w:rsid w:val="00ED1CCB"/>
    <w:rsid w:val="00ED2F6A"/>
    <w:rsid w:val="00ED618E"/>
    <w:rsid w:val="00EE06EA"/>
    <w:rsid w:val="00F051A8"/>
    <w:rsid w:val="00F2648D"/>
    <w:rsid w:val="00F41773"/>
    <w:rsid w:val="00F45A5F"/>
    <w:rsid w:val="00F65E50"/>
    <w:rsid w:val="00F66DF5"/>
    <w:rsid w:val="00F67A47"/>
    <w:rsid w:val="00F77755"/>
    <w:rsid w:val="00F8768F"/>
    <w:rsid w:val="00F95A2E"/>
    <w:rsid w:val="00FA207A"/>
    <w:rsid w:val="00FD4AF7"/>
    <w:rsid w:val="00FD6256"/>
    <w:rsid w:val="00FE5150"/>
    <w:rsid w:val="00FE71FD"/>
    <w:rsid w:val="00FE7F99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80FE3"/>
  <w15:docId w15:val="{D7EE7372-61F0-4090-8FE2-B2021721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674C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CF674C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054F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054F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38054F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38054F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25BA1"/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8054F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basedOn w:val="Normal"/>
    <w:uiPriority w:val="3"/>
    <w:rsid w:val="006337BE"/>
    <w:pPr>
      <w:tabs>
        <w:tab w:val="left" w:pos="454"/>
      </w:tabs>
      <w:spacing w:before="260"/>
      <w:contextualSpacing/>
    </w:pPr>
    <w:rPr>
      <w:rFonts w:ascii="Campton Book" w:hAnsi="Campton Book"/>
      <w:b/>
      <w:sz w:val="19"/>
      <w:szCs w:val="19"/>
    </w:rPr>
  </w:style>
  <w:style w:type="paragraph" w:customStyle="1" w:styleId="CaptionFM">
    <w:name w:val="Caption (FM)"/>
    <w:basedOn w:val="Billedtekst"/>
    <w:uiPriority w:val="3"/>
    <w:rsid w:val="006337BE"/>
    <w:pPr>
      <w:keepNext w:val="0"/>
      <w:keepLines w:val="0"/>
      <w:tabs>
        <w:tab w:val="left" w:pos="454"/>
      </w:tabs>
      <w:spacing w:line="260" w:lineRule="atLeast"/>
    </w:pPr>
    <w:rPr>
      <w:rFonts w:ascii="Campton Book" w:hAnsi="Campton Book"/>
      <w:color w:val="auto"/>
      <w:szCs w:val="19"/>
    </w:rPr>
  </w:style>
  <w:style w:type="character" w:styleId="Hyperlink">
    <w:name w:val="Hyperlink"/>
    <w:basedOn w:val="Standardskrifttypeiafsnit"/>
    <w:uiPriority w:val="99"/>
    <w:unhideWhenUsed/>
    <w:rsid w:val="00467AA9"/>
    <w:rPr>
      <w:color w:val="46328C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467A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3a3706f661b6415e979fbed126cd20fa.dotx" TargetMode="External"/></Relationship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145102</gbs:DocumentNumber>
  <gbs:DocumentDate gbs:loadFromGrowBusiness="OnProduce" gbs:saveInGrowBusiness="False" gbs:connected="true" gbs:recno="" gbs:entity="" gbs:datatype="date" gbs:key="2103067409">8. maj 2024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C715B93B-DDBA-48F0-AD8E-3168DB19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3a3706f661b6415e979fbed126cd20fa.dotx</Template>
  <TotalTime>4</TotalTime>
  <Pages>1</Pages>
  <Words>202</Words>
  <Characters>1948</Characters>
  <Application>Microsoft Office Word</Application>
  <DocSecurity>0</DocSecurity>
  <Lines>97</Lines>
  <Paragraphs>61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Rikke Lise Simested</dc:creator>
  <cp:lastModifiedBy>Rikke Lise Simested</cp:lastModifiedBy>
  <cp:revision>4</cp:revision>
  <dcterms:created xsi:type="dcterms:W3CDTF">2023-07-14T09:46:00Z</dcterms:created>
  <dcterms:modified xsi:type="dcterms:W3CDTF">2024-05-08T11:36:00Z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45062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 Lise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Myndighed_EN">
    <vt:lpwstr>Danish Agency for Higher Education and Science</vt:lpwstr>
  </property>
  <property fmtid="{D5CDD505-2E9C-101B-9397-08002B2CF9AE}" pid="21" name="SD_Office_SD_OFF_Undermyndighed">
    <vt:lpwstr/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Kontor for jura og institutionspersonale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</Properties>
</file>