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4FD39B" w14:textId="4A182AAB" w:rsidR="00515200" w:rsidRPr="00171408" w:rsidRDefault="00CE02F1">
      <w:pPr>
        <w:pStyle w:val="dokumenthoved"/>
        <w:spacing w:before="280" w:line="276" w:lineRule="auto"/>
        <w:rPr>
          <w:rFonts w:ascii="Times New Roman" w:hAnsi="Times New Roman"/>
          <w:lang w:val="kl-GL"/>
        </w:rPr>
      </w:pPr>
      <w:bookmarkStart w:id="0" w:name="_GoBack"/>
      <w:bookmarkEnd w:id="0"/>
      <w:r w:rsidRPr="00171408">
        <w:rPr>
          <w:rFonts w:ascii="Times New Roman" w:hAnsi="Times New Roman" w:cs="Times New Roman"/>
          <w:color w:val="00000A"/>
          <w:sz w:val="17"/>
          <w:lang w:val="kl-GL"/>
        </w:rPr>
        <w:t xml:space="preserve">Ulloq xx, qaammat xxxx </w:t>
      </w:r>
      <w:r w:rsidR="000B5338" w:rsidRPr="00171408">
        <w:rPr>
          <w:rFonts w:ascii="Times New Roman" w:hAnsi="Times New Roman" w:cs="Times New Roman"/>
          <w:color w:val="00000A"/>
          <w:sz w:val="17"/>
          <w:lang w:val="kl-GL"/>
        </w:rPr>
        <w:t>suliassaqartitsinermut ministeri</w:t>
      </w:r>
      <w:r w:rsidRPr="00171408">
        <w:rPr>
          <w:rFonts w:ascii="Times New Roman" w:hAnsi="Times New Roman" w:cs="Times New Roman"/>
          <w:color w:val="00000A"/>
          <w:sz w:val="17"/>
          <w:lang w:val="kl-GL"/>
        </w:rPr>
        <w:t>mit (Ane Halsboe-Jørgensen) saqqummiunneqartoq</w:t>
      </w:r>
    </w:p>
    <w:p w14:paraId="50A1B929" w14:textId="77777777" w:rsidR="00FC6E08" w:rsidRPr="00171408" w:rsidRDefault="00FC6E08" w:rsidP="00FC6E08">
      <w:pPr>
        <w:pStyle w:val="titelprefiks1"/>
        <w:spacing w:line="276" w:lineRule="auto"/>
        <w:rPr>
          <w:rFonts w:ascii="Times New Roman" w:hAnsi="Times New Roman"/>
          <w:lang w:val="kl-GL"/>
        </w:rPr>
      </w:pPr>
      <w:r w:rsidRPr="00171408">
        <w:rPr>
          <w:rFonts w:ascii="Times New Roman" w:hAnsi="Times New Roman" w:cs="Times New Roman"/>
          <w:color w:val="00000A"/>
          <w:sz w:val="28"/>
          <w:lang w:val="kl-GL"/>
        </w:rPr>
        <w:t>Siunnersuut</w:t>
      </w:r>
    </w:p>
    <w:p w14:paraId="7575B081" w14:textId="132C9C1C" w:rsidR="00515200" w:rsidRPr="00171408" w:rsidRDefault="00CE02F1">
      <w:pPr>
        <w:pStyle w:val="titelprefiks2"/>
        <w:spacing w:line="276" w:lineRule="auto"/>
        <w:rPr>
          <w:rFonts w:ascii="Times New Roman" w:hAnsi="Times New Roman"/>
          <w:lang w:val="kl-GL"/>
        </w:rPr>
      </w:pPr>
      <w:r w:rsidRPr="00171408">
        <w:rPr>
          <w:rFonts w:ascii="Times New Roman" w:hAnsi="Times New Roman" w:cs="Times New Roman"/>
          <w:color w:val="00000A"/>
          <w:sz w:val="21"/>
          <w:lang w:val="kl-GL"/>
        </w:rPr>
        <w:t>uunga</w:t>
      </w:r>
    </w:p>
    <w:p w14:paraId="2EBACF3D" w14:textId="12B707F5" w:rsidR="00515200" w:rsidRPr="00171408" w:rsidRDefault="00CE02F1">
      <w:pPr>
        <w:pStyle w:val="titel2"/>
        <w:spacing w:line="276" w:lineRule="auto"/>
        <w:rPr>
          <w:rFonts w:ascii="Times New Roman" w:hAnsi="Times New Roman"/>
          <w:lang w:val="kl-GL"/>
        </w:rPr>
      </w:pPr>
      <w:r w:rsidRPr="00171408">
        <w:rPr>
          <w:rFonts w:ascii="Times New Roman" w:hAnsi="Times New Roman" w:cs="Times New Roman"/>
          <w:color w:val="00000A"/>
          <w:sz w:val="28"/>
          <w:lang w:val="kl-GL"/>
        </w:rPr>
        <w:t xml:space="preserve">Kalaallit Nunaanni </w:t>
      </w:r>
      <w:r w:rsidR="00AB18D5" w:rsidRPr="00171408">
        <w:rPr>
          <w:rFonts w:ascii="Times New Roman" w:hAnsi="Times New Roman" w:cs="Times New Roman"/>
          <w:color w:val="00000A"/>
          <w:sz w:val="28"/>
          <w:lang w:val="kl-GL"/>
        </w:rPr>
        <w:t>sulinermi ajoqusernermut</w:t>
      </w:r>
      <w:r w:rsidRPr="00171408">
        <w:rPr>
          <w:rFonts w:ascii="Times New Roman" w:hAnsi="Times New Roman" w:cs="Times New Roman"/>
          <w:color w:val="00000A"/>
          <w:sz w:val="28"/>
          <w:lang w:val="kl-GL"/>
        </w:rPr>
        <w:t xml:space="preserve"> isumannaarineq pillugu inatsisip allanngortinneqarnissaanut inatsit</w:t>
      </w:r>
    </w:p>
    <w:p w14:paraId="4FAD168D" w14:textId="6432AB97" w:rsidR="00515200" w:rsidRPr="00171408" w:rsidRDefault="00CE02F1">
      <w:pPr>
        <w:spacing w:after="0"/>
        <w:jc w:val="center"/>
        <w:rPr>
          <w:rFonts w:ascii="Times New Roman" w:hAnsi="Times New Roman"/>
          <w:lang w:val="kl-GL"/>
        </w:rPr>
      </w:pPr>
      <w:r w:rsidRPr="00171408">
        <w:rPr>
          <w:rFonts w:ascii="Times New Roman" w:hAnsi="Times New Roman" w:cs="Times New Roman"/>
          <w:sz w:val="24"/>
          <w:lang w:val="kl-GL"/>
        </w:rPr>
        <w:t xml:space="preserve">(Nalunaarutiginninnermut malittarisassanik naligiissaarineq, </w:t>
      </w:r>
      <w:r w:rsidR="00AB18D5" w:rsidRPr="00171408">
        <w:rPr>
          <w:rFonts w:ascii="Times New Roman" w:hAnsi="Times New Roman" w:cs="Times New Roman"/>
          <w:sz w:val="24"/>
          <w:szCs w:val="24"/>
          <w:lang w:val="kl-GL"/>
        </w:rPr>
        <w:t>sulinermi</w:t>
      </w:r>
      <w:r w:rsidRPr="00171408">
        <w:rPr>
          <w:rFonts w:ascii="Times New Roman" w:hAnsi="Times New Roman" w:cs="Times New Roman"/>
          <w:sz w:val="24"/>
          <w:szCs w:val="24"/>
          <w:lang w:val="kl-GL"/>
        </w:rPr>
        <w:t xml:space="preserve"> ajutoornerit </w:t>
      </w:r>
      <w:r w:rsidR="00545D4A" w:rsidRPr="00171408">
        <w:rPr>
          <w:rFonts w:ascii="Times New Roman" w:hAnsi="Times New Roman" w:cs="Times New Roman"/>
          <w:sz w:val="24"/>
          <w:szCs w:val="24"/>
          <w:lang w:val="kl-GL"/>
        </w:rPr>
        <w:t>il.il.</w:t>
      </w:r>
      <w:r w:rsidRPr="00171408">
        <w:rPr>
          <w:rFonts w:ascii="Times New Roman" w:hAnsi="Times New Roman" w:cs="Times New Roman"/>
          <w:sz w:val="24"/>
          <w:szCs w:val="24"/>
          <w:lang w:val="kl-GL"/>
        </w:rPr>
        <w:t xml:space="preserve"> pineqartillugit</w:t>
      </w:r>
      <w:r w:rsidRPr="00171408">
        <w:rPr>
          <w:rFonts w:ascii="Times New Roman" w:hAnsi="Times New Roman" w:cs="Times New Roman"/>
          <w:sz w:val="28"/>
          <w:lang w:val="kl-GL"/>
        </w:rPr>
        <w:t xml:space="preserve"> </w:t>
      </w:r>
      <w:r w:rsidRPr="00171408">
        <w:rPr>
          <w:rFonts w:ascii="Times New Roman" w:hAnsi="Times New Roman" w:cs="Times New Roman"/>
          <w:sz w:val="24"/>
          <w:lang w:val="kl-GL"/>
        </w:rPr>
        <w:t>akuersaarnissamut apeqqummik nalilersuineq)</w:t>
      </w:r>
    </w:p>
    <w:p w14:paraId="3E46EC53" w14:textId="77777777" w:rsidR="00515200" w:rsidRPr="00171408" w:rsidRDefault="00515200">
      <w:pPr>
        <w:spacing w:after="0"/>
        <w:jc w:val="center"/>
        <w:rPr>
          <w:rFonts w:ascii="Times New Roman" w:hAnsi="Times New Roman" w:cs="Times New Roman"/>
          <w:b/>
          <w:szCs w:val="24"/>
          <w:lang w:val="kl-GL"/>
        </w:rPr>
      </w:pPr>
    </w:p>
    <w:p w14:paraId="41E50278" w14:textId="77777777" w:rsidR="00515200" w:rsidRPr="00171408" w:rsidRDefault="00515200">
      <w:pPr>
        <w:spacing w:after="0"/>
        <w:jc w:val="center"/>
        <w:rPr>
          <w:rFonts w:ascii="Times New Roman" w:hAnsi="Times New Roman" w:cs="Times New Roman"/>
          <w:b/>
          <w:szCs w:val="24"/>
          <w:lang w:val="kl-GL"/>
        </w:rPr>
      </w:pPr>
    </w:p>
    <w:p w14:paraId="099C9907" w14:textId="77777777" w:rsidR="00515200" w:rsidRPr="00171408" w:rsidRDefault="00CE02F1">
      <w:pPr>
        <w:spacing w:after="0"/>
        <w:jc w:val="center"/>
        <w:rPr>
          <w:rFonts w:ascii="Times New Roman" w:hAnsi="Times New Roman"/>
          <w:lang w:val="kl-GL"/>
        </w:rPr>
      </w:pPr>
      <w:r w:rsidRPr="00171408">
        <w:rPr>
          <w:rFonts w:ascii="Times New Roman" w:hAnsi="Times New Roman" w:cs="Times New Roman"/>
          <w:b/>
          <w:szCs w:val="24"/>
          <w:lang w:val="kl-GL"/>
        </w:rPr>
        <w:t>§ 1</w:t>
      </w:r>
    </w:p>
    <w:p w14:paraId="57A75671" w14:textId="77777777" w:rsidR="00515200" w:rsidRPr="00171408" w:rsidRDefault="00515200">
      <w:pPr>
        <w:spacing w:after="0"/>
        <w:jc w:val="center"/>
        <w:rPr>
          <w:rFonts w:ascii="Times New Roman" w:hAnsi="Times New Roman" w:cs="Times New Roman"/>
          <w:b/>
          <w:szCs w:val="24"/>
          <w:lang w:val="kl-GL"/>
        </w:rPr>
      </w:pPr>
    </w:p>
    <w:p w14:paraId="49AC1008" w14:textId="6D920AE9" w:rsidR="00515200" w:rsidRPr="00171408" w:rsidRDefault="00CE02F1">
      <w:pPr>
        <w:spacing w:after="0"/>
        <w:rPr>
          <w:rFonts w:ascii="Times New Roman" w:hAnsi="Times New Roman"/>
          <w:lang w:val="kl-GL"/>
        </w:rPr>
      </w:pPr>
      <w:r w:rsidRPr="00171408">
        <w:rPr>
          <w:rFonts w:ascii="Times New Roman" w:hAnsi="Times New Roman" w:cs="Times New Roman"/>
          <w:sz w:val="21"/>
          <w:szCs w:val="21"/>
          <w:lang w:val="kl-GL"/>
        </w:rPr>
        <w:t xml:space="preserve">Kalaallit Nunaanni </w:t>
      </w:r>
      <w:r w:rsidR="00F53714" w:rsidRPr="00171408">
        <w:rPr>
          <w:rFonts w:ascii="Times New Roman" w:hAnsi="Times New Roman" w:cs="Times New Roman"/>
          <w:sz w:val="21"/>
          <w:szCs w:val="21"/>
          <w:lang w:val="kl-GL"/>
        </w:rPr>
        <w:t>sulinermi ajoqusernermut</w:t>
      </w:r>
      <w:r w:rsidRPr="00171408">
        <w:rPr>
          <w:rFonts w:ascii="Times New Roman" w:hAnsi="Times New Roman" w:cs="Times New Roman"/>
          <w:sz w:val="21"/>
          <w:szCs w:val="21"/>
          <w:lang w:val="kl-GL"/>
        </w:rPr>
        <w:t xml:space="preserve"> isumannaarineq pillugu inatsimmi, tak. inatsimmut nalunaarut nr. 75, 16. januar 2017-</w:t>
      </w:r>
      <w:r w:rsidR="00F53714" w:rsidRPr="00171408">
        <w:rPr>
          <w:rFonts w:ascii="Times New Roman" w:hAnsi="Times New Roman" w:cs="Times New Roman"/>
          <w:sz w:val="21"/>
          <w:szCs w:val="21"/>
          <w:lang w:val="kl-GL"/>
        </w:rPr>
        <w:t>i</w:t>
      </w:r>
      <w:r w:rsidRPr="00171408">
        <w:rPr>
          <w:rFonts w:ascii="Times New Roman" w:hAnsi="Times New Roman" w:cs="Times New Roman"/>
          <w:sz w:val="21"/>
          <w:szCs w:val="21"/>
          <w:lang w:val="kl-GL"/>
        </w:rPr>
        <w:t>meersumi, allanngortinneqartumi inatsit nr. 461, 15. maj 2017-imeersumi § 2-kkut aamma inatsisikkut nr. 1523, 18. december 2018-imeersukkut, tulliuttut allanngortinneqassapput:</w:t>
      </w:r>
    </w:p>
    <w:p w14:paraId="68EFDAB8" w14:textId="77777777" w:rsidR="00515200" w:rsidRPr="00171408" w:rsidRDefault="00515200">
      <w:pPr>
        <w:spacing w:after="0"/>
        <w:rPr>
          <w:rFonts w:ascii="Times New Roman" w:hAnsi="Times New Roman" w:cs="Times New Roman"/>
          <w:lang w:val="kl-GL"/>
        </w:rPr>
      </w:pPr>
    </w:p>
    <w:p w14:paraId="54A6C08D" w14:textId="60E09BF3" w:rsidR="00515200" w:rsidRPr="00171408" w:rsidRDefault="00CE02F1">
      <w:pPr>
        <w:rPr>
          <w:rFonts w:ascii="Times New Roman" w:hAnsi="Times New Roman"/>
          <w:lang w:val="kl-GL"/>
        </w:rPr>
      </w:pPr>
      <w:r w:rsidRPr="00171408">
        <w:rPr>
          <w:rFonts w:ascii="Times New Roman" w:hAnsi="Times New Roman" w:cs="Times New Roman"/>
          <w:b/>
          <w:lang w:val="kl-GL"/>
        </w:rPr>
        <w:t xml:space="preserve">1. </w:t>
      </w:r>
      <w:r w:rsidRPr="00171408">
        <w:rPr>
          <w:rFonts w:ascii="Times New Roman" w:hAnsi="Times New Roman" w:cs="Times New Roman"/>
          <w:i/>
          <w:iCs/>
          <w:lang w:val="kl-GL"/>
        </w:rPr>
        <w:t>§ 6-</w:t>
      </w:r>
      <w:r w:rsidRPr="00171408">
        <w:rPr>
          <w:rFonts w:ascii="Times New Roman" w:hAnsi="Times New Roman" w:cs="Times New Roman"/>
          <w:lang w:val="kl-GL"/>
        </w:rPr>
        <w:t>imi imm. 1-ip kingorna immikkoortutut nutaatut ikkunneqassaaq:</w:t>
      </w:r>
      <w:r w:rsidRPr="00171408">
        <w:rPr>
          <w:rFonts w:ascii="Times New Roman" w:hAnsi="Times New Roman" w:cs="Times New Roman"/>
          <w:lang w:val="kl-GL"/>
        </w:rPr>
        <w:br/>
        <w:t>»</w:t>
      </w:r>
      <w:r w:rsidRPr="00171408">
        <w:rPr>
          <w:rFonts w:ascii="Times New Roman" w:hAnsi="Times New Roman" w:cs="Times New Roman"/>
          <w:i/>
          <w:iCs/>
          <w:lang w:val="kl-GL"/>
        </w:rPr>
        <w:t>Imm. 2.</w:t>
      </w:r>
      <w:r w:rsidRPr="00171408">
        <w:rPr>
          <w:rFonts w:ascii="Times New Roman" w:hAnsi="Times New Roman" w:cs="Times New Roman"/>
          <w:lang w:val="kl-GL"/>
        </w:rPr>
        <w:t xml:space="preserve"> Inuup ajoqusernera, tak. imm. 1, timikkut imaluunniit tarnikkut ajoqusernerusinnaavoq aamma ataavartuusinnaavoq imaluunniit qaangiuttussa</w:t>
      </w:r>
      <w:r w:rsidR="008A1F2E" w:rsidRPr="00171408">
        <w:rPr>
          <w:rFonts w:ascii="Times New Roman" w:hAnsi="Times New Roman" w:cs="Times New Roman"/>
          <w:lang w:val="kl-GL"/>
        </w:rPr>
        <w:t>asinnaalluni</w:t>
      </w:r>
      <w:r w:rsidRPr="00171408">
        <w:rPr>
          <w:rFonts w:ascii="Times New Roman" w:hAnsi="Times New Roman" w:cs="Times New Roman"/>
          <w:lang w:val="kl-GL"/>
        </w:rPr>
        <w:t>. Piumasaqaataanngilaq, inuup ajoqusernera suliaritittariaqarnermik kinguneqarnissaa, imaluunniit inuup ajoqusernerata suliarineqareersimanissaa.«</w:t>
      </w:r>
    </w:p>
    <w:p w14:paraId="1C35B6CB" w14:textId="77777777" w:rsidR="00515200" w:rsidRPr="00171408" w:rsidRDefault="00CE02F1">
      <w:pPr>
        <w:rPr>
          <w:rFonts w:ascii="Times New Roman" w:hAnsi="Times New Roman"/>
          <w:lang w:val="kl-GL"/>
        </w:rPr>
      </w:pPr>
      <w:r w:rsidRPr="00171408">
        <w:rPr>
          <w:rFonts w:ascii="Times New Roman" w:hAnsi="Times New Roman" w:cs="Times New Roman"/>
          <w:lang w:val="kl-GL"/>
        </w:rPr>
        <w:t>Imm. 2 tamatuma kingorna imm. 3-nngussaaq.</w:t>
      </w:r>
    </w:p>
    <w:p w14:paraId="53B24DDB" w14:textId="65282815" w:rsidR="00515200" w:rsidRPr="00171408" w:rsidRDefault="00CE02F1">
      <w:pPr>
        <w:rPr>
          <w:rFonts w:ascii="Times New Roman" w:hAnsi="Times New Roman"/>
          <w:lang w:val="kl-GL"/>
        </w:rPr>
      </w:pPr>
      <w:r w:rsidRPr="00171408">
        <w:rPr>
          <w:rFonts w:ascii="Times New Roman" w:hAnsi="Times New Roman" w:cs="Times New Roman"/>
          <w:b/>
          <w:lang w:val="kl-GL"/>
        </w:rPr>
        <w:t xml:space="preserve">2. </w:t>
      </w:r>
      <w:r w:rsidRPr="00171408">
        <w:rPr>
          <w:rFonts w:ascii="Times New Roman" w:eastAsia="Calibri" w:hAnsi="Times New Roman" w:cs="Times New Roman"/>
          <w:i/>
          <w:lang w:val="kl-GL"/>
        </w:rPr>
        <w:t>§</w:t>
      </w:r>
      <w:r w:rsidRPr="00171408">
        <w:rPr>
          <w:rFonts w:ascii="Times New Roman" w:eastAsia="Calibri" w:hAnsi="Times New Roman" w:cs="Times New Roman"/>
          <w:i/>
          <w:iCs/>
          <w:lang w:val="kl-GL"/>
        </w:rPr>
        <w:t xml:space="preserve"> </w:t>
      </w:r>
      <w:r w:rsidRPr="00171408">
        <w:rPr>
          <w:rFonts w:ascii="Times New Roman" w:hAnsi="Times New Roman" w:cs="Times New Roman"/>
          <w:i/>
          <w:iCs/>
          <w:lang w:val="kl-GL"/>
        </w:rPr>
        <w:t>14, imm</w:t>
      </w:r>
      <w:r w:rsidRPr="00171408">
        <w:rPr>
          <w:rFonts w:ascii="Times New Roman" w:eastAsia="Calibri" w:hAnsi="Times New Roman" w:cs="Times New Roman"/>
          <w:i/>
          <w:iCs/>
          <w:lang w:val="kl-GL"/>
        </w:rPr>
        <w:t xml:space="preserve">. </w:t>
      </w:r>
      <w:r w:rsidRPr="00171408">
        <w:rPr>
          <w:rFonts w:ascii="Times New Roman" w:eastAsia="Calibri" w:hAnsi="Times New Roman" w:cs="Times New Roman"/>
          <w:i/>
          <w:lang w:val="kl-GL"/>
        </w:rPr>
        <w:t>1</w:t>
      </w:r>
      <w:r w:rsidRPr="00171408">
        <w:rPr>
          <w:rFonts w:ascii="Times New Roman" w:eastAsia="Calibri" w:hAnsi="Times New Roman" w:cs="Times New Roman"/>
          <w:lang w:val="kl-GL"/>
        </w:rPr>
        <w:t>-imi</w:t>
      </w:r>
      <w:r w:rsidRPr="00171408">
        <w:rPr>
          <w:rFonts w:ascii="Times New Roman" w:eastAsia="Calibri" w:hAnsi="Times New Roman" w:cs="Times New Roman"/>
          <w:i/>
          <w:lang w:val="kl-GL"/>
        </w:rPr>
        <w:t>, oqaaseqatigiit</w:t>
      </w:r>
      <w:r w:rsidR="008909DA" w:rsidRPr="00171408">
        <w:rPr>
          <w:rFonts w:ascii="Times New Roman" w:eastAsia="Calibri" w:hAnsi="Times New Roman" w:cs="Times New Roman"/>
          <w:i/>
          <w:lang w:val="kl-GL"/>
        </w:rPr>
        <w:t xml:space="preserve"> pingajuat</w:t>
      </w:r>
      <w:r w:rsidRPr="00171408">
        <w:rPr>
          <w:rFonts w:ascii="Times New Roman" w:eastAsia="Calibri" w:hAnsi="Times New Roman" w:cs="Times New Roman"/>
          <w:lang w:val="kl-GL"/>
        </w:rPr>
        <w:t>,</w:t>
      </w:r>
      <w:r w:rsidRPr="00171408">
        <w:rPr>
          <w:rFonts w:ascii="Times New Roman" w:eastAsia="Calibri" w:hAnsi="Times New Roman" w:cs="Times New Roman"/>
          <w:iCs/>
          <w:lang w:val="kl-GL"/>
        </w:rPr>
        <w:t xml:space="preserve"> </w:t>
      </w:r>
      <w:r w:rsidRPr="00171408">
        <w:rPr>
          <w:rFonts w:ascii="Times New Roman" w:eastAsia="Calibri" w:hAnsi="Times New Roman" w:cs="Times New Roman"/>
          <w:lang w:val="kl-GL"/>
        </w:rPr>
        <w:t>atorunnaarsinneqassaaq.</w:t>
      </w:r>
    </w:p>
    <w:p w14:paraId="0E29C3D3" w14:textId="77777777" w:rsidR="002C3D7D" w:rsidRPr="00171408" w:rsidRDefault="00CE02F1" w:rsidP="005D7C98">
      <w:pPr>
        <w:spacing w:after="0"/>
        <w:rPr>
          <w:rFonts w:ascii="Times New Roman" w:hAnsi="Times New Roman" w:cs="Times New Roman"/>
          <w:lang w:val="kl-GL"/>
        </w:rPr>
      </w:pPr>
      <w:r w:rsidRPr="00171408">
        <w:rPr>
          <w:rFonts w:ascii="Times New Roman" w:hAnsi="Times New Roman" w:cs="Times New Roman"/>
          <w:b/>
          <w:lang w:val="kl-GL"/>
        </w:rPr>
        <w:t xml:space="preserve">3. </w:t>
      </w:r>
      <w:r w:rsidRPr="00171408">
        <w:rPr>
          <w:rFonts w:ascii="Times New Roman" w:hAnsi="Times New Roman" w:cs="Times New Roman"/>
          <w:i/>
          <w:lang w:val="kl-GL"/>
        </w:rPr>
        <w:t>§ 15, i</w:t>
      </w:r>
      <w:r w:rsidRPr="00171408">
        <w:rPr>
          <w:rFonts w:ascii="Times New Roman" w:hAnsi="Times New Roman" w:cs="Times New Roman"/>
          <w:i/>
          <w:iCs/>
          <w:lang w:val="kl-GL"/>
        </w:rPr>
        <w:t>mm</w:t>
      </w:r>
      <w:r w:rsidRPr="00171408">
        <w:rPr>
          <w:rFonts w:ascii="Times New Roman" w:hAnsi="Times New Roman" w:cs="Times New Roman"/>
          <w:i/>
          <w:lang w:val="kl-GL"/>
        </w:rPr>
        <w:t xml:space="preserve">. 1 </w:t>
      </w:r>
      <w:r w:rsidRPr="00171408">
        <w:rPr>
          <w:rFonts w:ascii="Times New Roman" w:hAnsi="Times New Roman" w:cs="Times New Roman"/>
          <w:lang w:val="kl-GL"/>
        </w:rPr>
        <w:t>aamma</w:t>
      </w:r>
      <w:r w:rsidRPr="00171408">
        <w:rPr>
          <w:rFonts w:ascii="Times New Roman" w:hAnsi="Times New Roman" w:cs="Times New Roman"/>
          <w:i/>
          <w:lang w:val="kl-GL"/>
        </w:rPr>
        <w:t xml:space="preserve"> 2,</w:t>
      </w:r>
      <w:r w:rsidRPr="00171408">
        <w:rPr>
          <w:rFonts w:ascii="Times New Roman" w:hAnsi="Times New Roman" w:cs="Times New Roman"/>
          <w:iCs/>
          <w:lang w:val="kl-GL"/>
        </w:rPr>
        <w:t xml:space="preserve"> </w:t>
      </w:r>
      <w:r w:rsidRPr="00171408">
        <w:rPr>
          <w:rFonts w:ascii="Times New Roman" w:hAnsi="Times New Roman" w:cs="Times New Roman"/>
          <w:lang w:val="kl-GL"/>
        </w:rPr>
        <w:t>atorunnaarsinneqassapput</w:t>
      </w:r>
      <w:r w:rsidR="00A84A1E" w:rsidRPr="00171408">
        <w:rPr>
          <w:rFonts w:ascii="Times New Roman" w:hAnsi="Times New Roman" w:cs="Times New Roman"/>
          <w:lang w:val="kl-GL"/>
        </w:rPr>
        <w:t>.</w:t>
      </w:r>
    </w:p>
    <w:p w14:paraId="434A5E81" w14:textId="0AC8E6CD" w:rsidR="00515200" w:rsidRPr="00171408" w:rsidRDefault="00CE02F1">
      <w:pPr>
        <w:rPr>
          <w:rFonts w:ascii="Times New Roman" w:hAnsi="Times New Roman"/>
          <w:lang w:val="kl-GL"/>
        </w:rPr>
      </w:pPr>
      <w:r w:rsidRPr="00171408">
        <w:rPr>
          <w:rFonts w:ascii="Times New Roman" w:hAnsi="Times New Roman" w:cs="Times New Roman"/>
          <w:color w:val="000000"/>
          <w:lang w:val="kl-GL"/>
        </w:rPr>
        <w:t xml:space="preserve">Imm. 3 tamatuma kingorna imm. </w:t>
      </w:r>
      <w:r w:rsidR="007617DB" w:rsidRPr="00171408">
        <w:rPr>
          <w:rFonts w:ascii="Times New Roman" w:hAnsi="Times New Roman" w:cs="Times New Roman"/>
          <w:color w:val="000000"/>
          <w:lang w:val="kl-GL"/>
        </w:rPr>
        <w:t>1</w:t>
      </w:r>
      <w:r w:rsidRPr="00171408">
        <w:rPr>
          <w:rFonts w:ascii="Times New Roman" w:hAnsi="Times New Roman" w:cs="Times New Roman"/>
          <w:color w:val="000000"/>
          <w:lang w:val="kl-GL"/>
        </w:rPr>
        <w:t>-inngussaaq.</w:t>
      </w:r>
    </w:p>
    <w:p w14:paraId="5EDDC08C" w14:textId="537BAF52" w:rsidR="00130721" w:rsidRPr="00171408" w:rsidRDefault="00CE02F1">
      <w:pPr>
        <w:rPr>
          <w:rFonts w:ascii="Times New Roman" w:hAnsi="Times New Roman" w:cs="Times New Roman"/>
          <w:lang w:val="kl-GL"/>
        </w:rPr>
      </w:pPr>
      <w:r w:rsidRPr="00171408">
        <w:rPr>
          <w:rFonts w:ascii="Times New Roman" w:hAnsi="Times New Roman" w:cs="Times New Roman"/>
          <w:b/>
          <w:lang w:val="kl-GL"/>
        </w:rPr>
        <w:t xml:space="preserve">4. </w:t>
      </w:r>
      <w:r w:rsidRPr="00171408">
        <w:rPr>
          <w:rFonts w:ascii="Times New Roman" w:hAnsi="Times New Roman" w:cs="Times New Roman"/>
          <w:i/>
          <w:lang w:val="kl-GL"/>
        </w:rPr>
        <w:t xml:space="preserve">§ </w:t>
      </w:r>
      <w:r w:rsidR="007617DB" w:rsidRPr="00171408">
        <w:rPr>
          <w:rFonts w:ascii="Times New Roman" w:hAnsi="Times New Roman" w:cs="Times New Roman"/>
          <w:i/>
          <w:lang w:val="kl-GL"/>
        </w:rPr>
        <w:t>1</w:t>
      </w:r>
      <w:r w:rsidRPr="00171408">
        <w:rPr>
          <w:rFonts w:ascii="Times New Roman" w:hAnsi="Times New Roman" w:cs="Times New Roman"/>
          <w:i/>
          <w:lang w:val="kl-GL"/>
        </w:rPr>
        <w:t xml:space="preserve">8, oqaaseqatigiit </w:t>
      </w:r>
      <w:r w:rsidR="00130721" w:rsidRPr="00171408">
        <w:rPr>
          <w:rFonts w:ascii="Times New Roman" w:hAnsi="Times New Roman" w:cs="Times New Roman"/>
          <w:i/>
          <w:lang w:val="kl-GL"/>
        </w:rPr>
        <w:t>siulliat</w:t>
      </w:r>
      <w:r w:rsidRPr="00171408">
        <w:rPr>
          <w:rFonts w:ascii="Times New Roman" w:hAnsi="Times New Roman" w:cs="Times New Roman"/>
          <w:lang w:val="kl-GL"/>
        </w:rPr>
        <w:t xml:space="preserve">, </w:t>
      </w:r>
      <w:r w:rsidR="00E87E3A" w:rsidRPr="00171408">
        <w:rPr>
          <w:rFonts w:ascii="Times New Roman" w:hAnsi="Times New Roman" w:cs="Times New Roman"/>
          <w:lang w:val="kl-GL"/>
        </w:rPr>
        <w:t xml:space="preserve">allanngortinneqassaaq </w:t>
      </w:r>
      <w:r w:rsidR="00E87E3A" w:rsidRPr="00171408">
        <w:rPr>
          <w:rFonts w:ascii="Times New Roman" w:hAnsi="Times New Roman" w:cs="Times New Roman"/>
          <w:shd w:val="clear" w:color="auto" w:fill="FFFFFF"/>
          <w:lang w:val="kl-GL"/>
        </w:rPr>
        <w:t>»</w:t>
      </w:r>
      <w:r w:rsidR="00130721" w:rsidRPr="00171408">
        <w:rPr>
          <w:rFonts w:ascii="Times New Roman" w:hAnsi="Times New Roman" w:cs="Times New Roman"/>
          <w:lang w:val="kl-GL"/>
        </w:rPr>
        <w:t>su</w:t>
      </w:r>
      <w:r w:rsidR="00E87E3A" w:rsidRPr="00171408">
        <w:rPr>
          <w:rFonts w:ascii="Times New Roman" w:hAnsi="Times New Roman" w:cs="Times New Roman"/>
          <w:lang w:val="kl-GL"/>
        </w:rPr>
        <w:t>liffeerunnermi ikiorsiissutit</w:t>
      </w:r>
      <w:r w:rsidR="00E87E3A" w:rsidRPr="00171408">
        <w:rPr>
          <w:rFonts w:ascii="Times New Roman" w:hAnsi="Times New Roman" w:cs="Times New Roman"/>
          <w:shd w:val="clear" w:color="auto" w:fill="FFFFFF"/>
          <w:lang w:val="kl-GL"/>
        </w:rPr>
        <w:t>« uunga »</w:t>
      </w:r>
      <w:r w:rsidR="009F45CF" w:rsidRPr="00171408">
        <w:rPr>
          <w:rFonts w:ascii="Times New Roman" w:hAnsi="Times New Roman" w:cs="Times New Roman"/>
          <w:lang w:val="kl-GL"/>
        </w:rPr>
        <w:t xml:space="preserve">suliffissarsiortunut </w:t>
      </w:r>
      <w:r w:rsidR="00E87E3A" w:rsidRPr="00171408">
        <w:rPr>
          <w:rFonts w:ascii="Times New Roman" w:hAnsi="Times New Roman" w:cs="Times New Roman"/>
          <w:lang w:val="kl-GL"/>
        </w:rPr>
        <w:t>ikiorsiissutit</w:t>
      </w:r>
      <w:r w:rsidR="009F45CF" w:rsidRPr="00171408">
        <w:rPr>
          <w:rFonts w:ascii="Times New Roman" w:hAnsi="Times New Roman" w:cs="Times New Roman"/>
          <w:lang w:val="kl-GL"/>
        </w:rPr>
        <w:t xml:space="preserve"> pillugit Inatsisartut inatsisaat nr. 7, 20. juni 2022-meersoq malillugu napparsimaner</w:t>
      </w:r>
      <w:r w:rsidR="009E53F5" w:rsidRPr="00171408">
        <w:rPr>
          <w:rFonts w:ascii="Times New Roman" w:hAnsi="Times New Roman" w:cs="Times New Roman"/>
          <w:lang w:val="kl-GL"/>
        </w:rPr>
        <w:t>up nalaani</w:t>
      </w:r>
      <w:r w:rsidR="009F45CF" w:rsidRPr="00171408">
        <w:rPr>
          <w:rFonts w:ascii="Times New Roman" w:hAnsi="Times New Roman" w:cs="Times New Roman"/>
          <w:lang w:val="kl-GL"/>
        </w:rPr>
        <w:t xml:space="preserve"> suliffissarsiortunut ikiorsiissutit</w:t>
      </w:r>
      <w:r w:rsidR="00E87E3A" w:rsidRPr="00171408">
        <w:rPr>
          <w:rFonts w:ascii="Times New Roman" w:hAnsi="Times New Roman" w:cs="Times New Roman"/>
          <w:shd w:val="clear" w:color="auto" w:fill="FFFFFF"/>
          <w:lang w:val="kl-GL"/>
        </w:rPr>
        <w:t>«</w:t>
      </w:r>
    </w:p>
    <w:p w14:paraId="18A1EFA8" w14:textId="0669357A" w:rsidR="00515200" w:rsidRPr="00171408" w:rsidRDefault="00CE02F1">
      <w:pPr>
        <w:rPr>
          <w:lang w:val="kl-GL"/>
        </w:rPr>
      </w:pPr>
      <w:r w:rsidRPr="00171408">
        <w:rPr>
          <w:rFonts w:ascii="Times New Roman" w:hAnsi="Times New Roman" w:cs="Times New Roman"/>
          <w:b/>
          <w:lang w:val="kl-GL"/>
        </w:rPr>
        <w:t xml:space="preserve">5. </w:t>
      </w:r>
      <w:r w:rsidRPr="00171408">
        <w:rPr>
          <w:rStyle w:val="italic"/>
          <w:rFonts w:ascii="Times New Roman" w:hAnsi="Times New Roman" w:cs="Times New Roman"/>
          <w:i/>
          <w:shd w:val="clear" w:color="auto" w:fill="FFFFFF"/>
          <w:lang w:val="kl-GL"/>
        </w:rPr>
        <w:t xml:space="preserve">§ </w:t>
      </w:r>
      <w:r w:rsidR="00FA405D" w:rsidRPr="00171408">
        <w:rPr>
          <w:rStyle w:val="italic"/>
          <w:rFonts w:ascii="Times New Roman" w:hAnsi="Times New Roman" w:cs="Times New Roman"/>
          <w:i/>
          <w:shd w:val="clear" w:color="auto" w:fill="FFFFFF"/>
          <w:lang w:val="kl-GL"/>
        </w:rPr>
        <w:t>21</w:t>
      </w:r>
      <w:r w:rsidRPr="00171408">
        <w:rPr>
          <w:rStyle w:val="italic"/>
          <w:rFonts w:ascii="Times New Roman" w:hAnsi="Times New Roman" w:cs="Times New Roman"/>
          <w:i/>
          <w:shd w:val="clear" w:color="auto" w:fill="FFFFFF"/>
          <w:lang w:val="kl-GL"/>
        </w:rPr>
        <w:t xml:space="preserve">, </w:t>
      </w:r>
      <w:r w:rsidR="009D00FC" w:rsidRPr="00171408">
        <w:rPr>
          <w:rStyle w:val="italic"/>
          <w:rFonts w:ascii="Times New Roman" w:hAnsi="Times New Roman" w:cs="Times New Roman"/>
          <w:i/>
          <w:shd w:val="clear" w:color="auto" w:fill="FFFFFF"/>
          <w:lang w:val="kl-GL"/>
        </w:rPr>
        <w:t>imm</w:t>
      </w:r>
      <w:r w:rsidRPr="00171408">
        <w:rPr>
          <w:rStyle w:val="italic"/>
          <w:rFonts w:ascii="Times New Roman" w:hAnsi="Times New Roman" w:cs="Times New Roman"/>
          <w:i/>
          <w:shd w:val="clear" w:color="auto" w:fill="FFFFFF"/>
          <w:lang w:val="kl-GL"/>
        </w:rPr>
        <w:t xml:space="preserve">. </w:t>
      </w:r>
      <w:r w:rsidR="00FA405D" w:rsidRPr="00171408">
        <w:rPr>
          <w:rStyle w:val="italic"/>
          <w:rFonts w:ascii="Times New Roman" w:hAnsi="Times New Roman" w:cs="Times New Roman"/>
          <w:i/>
          <w:shd w:val="clear" w:color="auto" w:fill="FFFFFF"/>
          <w:lang w:val="kl-GL"/>
        </w:rPr>
        <w:t>7</w:t>
      </w:r>
      <w:r w:rsidRPr="00171408">
        <w:rPr>
          <w:rStyle w:val="italic"/>
          <w:rFonts w:ascii="Times New Roman" w:hAnsi="Times New Roman" w:cs="Times New Roman"/>
          <w:i/>
          <w:shd w:val="clear" w:color="auto" w:fill="FFFFFF"/>
          <w:lang w:val="kl-GL"/>
        </w:rPr>
        <w:t>,</w:t>
      </w:r>
      <w:r w:rsidRPr="00171408">
        <w:rPr>
          <w:rFonts w:ascii="Times New Roman" w:hAnsi="Times New Roman" w:cs="Times New Roman"/>
          <w:i/>
          <w:shd w:val="clear" w:color="auto" w:fill="FFFFFF"/>
          <w:lang w:val="kl-GL"/>
        </w:rPr>
        <w:t> oqaaseqatigiit</w:t>
      </w:r>
      <w:r w:rsidR="008909DA" w:rsidRPr="00171408">
        <w:rPr>
          <w:rFonts w:ascii="Times New Roman" w:hAnsi="Times New Roman" w:cs="Times New Roman"/>
          <w:i/>
          <w:shd w:val="clear" w:color="auto" w:fill="FFFFFF"/>
          <w:lang w:val="kl-GL"/>
        </w:rPr>
        <w:t xml:space="preserve"> </w:t>
      </w:r>
      <w:r w:rsidR="00FA405D" w:rsidRPr="00171408">
        <w:rPr>
          <w:rFonts w:ascii="Times New Roman" w:hAnsi="Times New Roman" w:cs="Times New Roman"/>
          <w:i/>
          <w:shd w:val="clear" w:color="auto" w:fill="FFFFFF"/>
          <w:lang w:val="kl-GL"/>
        </w:rPr>
        <w:t>aappaat</w:t>
      </w:r>
      <w:r w:rsidRPr="00171408">
        <w:rPr>
          <w:rFonts w:ascii="Times New Roman" w:hAnsi="Times New Roman" w:cs="Times New Roman"/>
          <w:i/>
          <w:shd w:val="clear" w:color="auto" w:fill="FFFFFF"/>
          <w:lang w:val="kl-GL"/>
        </w:rPr>
        <w:t>,</w:t>
      </w:r>
      <w:r w:rsidR="00FA405D" w:rsidRPr="00171408">
        <w:rPr>
          <w:rFonts w:ascii="Times New Roman" w:hAnsi="Times New Roman" w:cs="Times New Roman"/>
          <w:i/>
          <w:shd w:val="clear" w:color="auto" w:fill="FFFFFF"/>
          <w:lang w:val="kl-GL"/>
        </w:rPr>
        <w:t xml:space="preserve"> atorunnaarsinneqassaaq taarsiullugulu ikkunneqarluni</w:t>
      </w:r>
      <w:r w:rsidRPr="00171408">
        <w:rPr>
          <w:rFonts w:ascii="Times New Roman" w:hAnsi="Times New Roman" w:cs="Times New Roman"/>
          <w:shd w:val="clear" w:color="auto" w:fill="FFFFFF"/>
          <w:lang w:val="kl-GL"/>
        </w:rPr>
        <w:t xml:space="preserve"> »</w:t>
      </w:r>
      <w:r w:rsidR="005F1984" w:rsidRPr="00171408">
        <w:rPr>
          <w:rFonts w:ascii="Times New Roman" w:hAnsi="Times New Roman" w:cs="Times New Roman"/>
          <w:shd w:val="clear" w:color="auto" w:fill="FFFFFF"/>
          <w:lang w:val="kl-GL"/>
        </w:rPr>
        <w:t>Ajoqusert</w:t>
      </w:r>
      <w:r w:rsidR="009030C4" w:rsidRPr="00171408">
        <w:rPr>
          <w:rFonts w:ascii="Times New Roman" w:hAnsi="Times New Roman" w:cs="Times New Roman"/>
          <w:shd w:val="clear" w:color="auto" w:fill="FFFFFF"/>
          <w:lang w:val="kl-GL"/>
        </w:rPr>
        <w:t>up</w:t>
      </w:r>
      <w:r w:rsidR="005F1984" w:rsidRPr="00171408">
        <w:rPr>
          <w:rFonts w:ascii="Times New Roman" w:hAnsi="Times New Roman" w:cs="Times New Roman"/>
          <w:shd w:val="clear" w:color="auto" w:fill="FFFFFF"/>
          <w:lang w:val="kl-GL"/>
        </w:rPr>
        <w:t xml:space="preserve"> piffissamik aalajangiiner</w:t>
      </w:r>
      <w:r w:rsidR="00321C40" w:rsidRPr="00171408">
        <w:rPr>
          <w:rFonts w:ascii="Times New Roman" w:hAnsi="Times New Roman" w:cs="Times New Roman"/>
          <w:shd w:val="clear" w:color="auto" w:fill="FFFFFF"/>
          <w:lang w:val="kl-GL"/>
        </w:rPr>
        <w:t>miit</w:t>
      </w:r>
      <w:r w:rsidR="005F1984" w:rsidRPr="00171408">
        <w:rPr>
          <w:rFonts w:ascii="Times New Roman" w:hAnsi="Times New Roman" w:cs="Times New Roman"/>
          <w:shd w:val="clear" w:color="auto" w:fill="FFFFFF"/>
          <w:lang w:val="kl-GL"/>
        </w:rPr>
        <w:t xml:space="preserve"> ukiut marluk imaluunniit sivikinnerusumik utoqqalinersiaqarnissamut ukioritat </w:t>
      </w:r>
      <w:r w:rsidR="009030C4" w:rsidRPr="00171408">
        <w:rPr>
          <w:rFonts w:ascii="Times New Roman" w:hAnsi="Times New Roman" w:cs="Times New Roman"/>
          <w:shd w:val="clear" w:color="auto" w:fill="FFFFFF"/>
          <w:lang w:val="kl-GL"/>
        </w:rPr>
        <w:t xml:space="preserve">angussappagit, tak. utoqqalinersiaqarneq pillugu Inatsisartut inatsisaat, </w:t>
      </w:r>
      <w:r w:rsidR="004F5DBA" w:rsidRPr="00171408">
        <w:rPr>
          <w:rFonts w:ascii="Times New Roman" w:hAnsi="Times New Roman" w:cs="Times New Roman"/>
          <w:shd w:val="clear" w:color="auto" w:fill="FFFFFF"/>
          <w:lang w:val="kl-GL"/>
        </w:rPr>
        <w:t>t</w:t>
      </w:r>
      <w:r w:rsidR="004B1189" w:rsidRPr="00171408">
        <w:rPr>
          <w:rFonts w:ascii="Times New Roman" w:hAnsi="Times New Roman" w:cs="Times New Roman"/>
          <w:shd w:val="clear" w:color="auto" w:fill="FFFFFF"/>
          <w:lang w:val="kl-GL"/>
        </w:rPr>
        <w:t>aarsiissutissat § 31, imm. 4-mi malittarisassat malillugit tunniunneqassappu</w:t>
      </w:r>
      <w:r w:rsidR="00383408" w:rsidRPr="00171408">
        <w:rPr>
          <w:rFonts w:ascii="Times New Roman" w:hAnsi="Times New Roman" w:cs="Times New Roman"/>
          <w:shd w:val="clear" w:color="auto" w:fill="FFFFFF"/>
          <w:lang w:val="kl-GL"/>
        </w:rPr>
        <w:t>t</w:t>
      </w:r>
      <w:r w:rsidR="004B1189" w:rsidRPr="00171408">
        <w:rPr>
          <w:rFonts w:ascii="Times New Roman" w:hAnsi="Times New Roman" w:cs="Times New Roman"/>
          <w:shd w:val="clear" w:color="auto" w:fill="FFFFFF"/>
          <w:lang w:val="kl-GL"/>
        </w:rPr>
        <w:t xml:space="preserve">, </w:t>
      </w:r>
      <w:r w:rsidR="00770C34" w:rsidRPr="00171408">
        <w:rPr>
          <w:rFonts w:ascii="Times New Roman" w:hAnsi="Times New Roman" w:cs="Times New Roman"/>
          <w:shd w:val="clear" w:color="auto" w:fill="FFFFFF"/>
          <w:lang w:val="kl-GL"/>
        </w:rPr>
        <w:t xml:space="preserve">inummut utoqqalinersiaqarnissamut ukiorititat ukiut marluk qaangiunneranni angusussaappagit, </w:t>
      </w:r>
      <w:r w:rsidR="004B1189" w:rsidRPr="00171408">
        <w:rPr>
          <w:rFonts w:ascii="Times New Roman" w:hAnsi="Times New Roman" w:cs="Times New Roman"/>
          <w:shd w:val="clear" w:color="auto" w:fill="FFFFFF"/>
          <w:lang w:val="kl-GL"/>
        </w:rPr>
        <w:t xml:space="preserve">aningaasanngorlugit ataatsikkut </w:t>
      </w:r>
      <w:r w:rsidR="00E21137" w:rsidRPr="00171408">
        <w:rPr>
          <w:rFonts w:ascii="Times New Roman" w:hAnsi="Times New Roman" w:cs="Times New Roman"/>
          <w:shd w:val="clear" w:color="auto" w:fill="FFFFFF"/>
          <w:lang w:val="kl-GL"/>
        </w:rPr>
        <w:t xml:space="preserve">tunniutassatut </w:t>
      </w:r>
      <w:r w:rsidR="00383408" w:rsidRPr="00171408">
        <w:rPr>
          <w:rFonts w:ascii="Times New Roman" w:hAnsi="Times New Roman" w:cs="Times New Roman"/>
          <w:shd w:val="clear" w:color="auto" w:fill="FFFFFF"/>
          <w:lang w:val="kl-GL"/>
        </w:rPr>
        <w:t>naleqqersuut atorlugu, ukiumoortumik ingerlaavartumik</w:t>
      </w:r>
      <w:r w:rsidR="004B1189" w:rsidRPr="00171408">
        <w:rPr>
          <w:rFonts w:ascii="Times New Roman" w:hAnsi="Times New Roman" w:cs="Times New Roman"/>
          <w:shd w:val="clear" w:color="auto" w:fill="FFFFFF"/>
          <w:lang w:val="kl-GL"/>
        </w:rPr>
        <w:t xml:space="preserve"> </w:t>
      </w:r>
      <w:r w:rsidR="00383408" w:rsidRPr="00171408">
        <w:rPr>
          <w:rFonts w:ascii="Times New Roman" w:hAnsi="Times New Roman" w:cs="Times New Roman"/>
          <w:shd w:val="clear" w:color="auto" w:fill="FFFFFF"/>
          <w:lang w:val="kl-GL"/>
        </w:rPr>
        <w:t>taarsiissuti</w:t>
      </w:r>
      <w:r w:rsidR="004A61F4" w:rsidRPr="00171408">
        <w:rPr>
          <w:rFonts w:ascii="Times New Roman" w:hAnsi="Times New Roman" w:cs="Times New Roman"/>
          <w:shd w:val="clear" w:color="auto" w:fill="FFFFFF"/>
          <w:lang w:val="kl-GL"/>
        </w:rPr>
        <w:t>nik amerlisarlugu.</w:t>
      </w:r>
      <w:r w:rsidRPr="00171408">
        <w:rPr>
          <w:rFonts w:ascii="Times New Roman" w:hAnsi="Times New Roman" w:cs="Times New Roman"/>
          <w:shd w:val="clear" w:color="auto" w:fill="FFFFFF"/>
          <w:lang w:val="kl-GL"/>
        </w:rPr>
        <w:t>«.</w:t>
      </w:r>
    </w:p>
    <w:p w14:paraId="1773B5C2" w14:textId="0DF69C64" w:rsidR="00515200" w:rsidRPr="00171408" w:rsidRDefault="00CE02F1">
      <w:pPr>
        <w:spacing w:after="0"/>
        <w:rPr>
          <w:rFonts w:ascii="Times New Roman" w:hAnsi="Times New Roman"/>
          <w:lang w:val="kl-GL"/>
        </w:rPr>
      </w:pPr>
      <w:r w:rsidRPr="00171408">
        <w:rPr>
          <w:rFonts w:ascii="Times New Roman" w:hAnsi="Times New Roman" w:cs="Times New Roman"/>
          <w:b/>
          <w:shd w:val="clear" w:color="auto" w:fill="FFFFFF"/>
          <w:lang w:val="kl-GL"/>
        </w:rPr>
        <w:t xml:space="preserve">6. </w:t>
      </w:r>
      <w:r w:rsidRPr="00171408">
        <w:rPr>
          <w:rFonts w:ascii="Times New Roman" w:hAnsi="Times New Roman"/>
          <w:i/>
          <w:lang w:val="kl-GL"/>
        </w:rPr>
        <w:t>§</w:t>
      </w:r>
      <w:r w:rsidR="004A61F4" w:rsidRPr="00171408">
        <w:rPr>
          <w:rFonts w:ascii="Times New Roman" w:hAnsi="Times New Roman"/>
          <w:i/>
          <w:lang w:val="kl-GL"/>
        </w:rPr>
        <w:t xml:space="preserve"> 2</w:t>
      </w:r>
      <w:r w:rsidRPr="00171408">
        <w:rPr>
          <w:rFonts w:ascii="Times New Roman" w:hAnsi="Times New Roman"/>
          <w:i/>
          <w:lang w:val="kl-GL"/>
        </w:rPr>
        <w:t xml:space="preserve">1, </w:t>
      </w:r>
      <w:r w:rsidRPr="00171408">
        <w:rPr>
          <w:rFonts w:ascii="Times New Roman" w:hAnsi="Times New Roman"/>
          <w:iCs/>
          <w:lang w:val="kl-GL"/>
        </w:rPr>
        <w:t xml:space="preserve">imm. </w:t>
      </w:r>
      <w:r w:rsidR="004A61F4" w:rsidRPr="00171408">
        <w:rPr>
          <w:rFonts w:ascii="Times New Roman" w:hAnsi="Times New Roman"/>
          <w:iCs/>
          <w:lang w:val="kl-GL"/>
        </w:rPr>
        <w:t>7-ip kingorna</w:t>
      </w:r>
      <w:r w:rsidRPr="00171408">
        <w:rPr>
          <w:rFonts w:ascii="Times New Roman" w:hAnsi="Times New Roman"/>
          <w:i/>
          <w:lang w:val="kl-GL"/>
        </w:rPr>
        <w:t>,</w:t>
      </w:r>
      <w:r w:rsidRPr="00171408">
        <w:rPr>
          <w:rFonts w:ascii="Times New Roman" w:hAnsi="Times New Roman"/>
          <w:lang w:val="kl-GL"/>
        </w:rPr>
        <w:t xml:space="preserve"> </w:t>
      </w:r>
      <w:r w:rsidR="004A61F4" w:rsidRPr="00171408">
        <w:rPr>
          <w:rFonts w:ascii="Times New Roman" w:hAnsi="Times New Roman"/>
          <w:lang w:val="kl-GL"/>
        </w:rPr>
        <w:t xml:space="preserve">immikkoortutut nutaatut </w:t>
      </w:r>
      <w:r w:rsidR="004A61F4" w:rsidRPr="00171408">
        <w:rPr>
          <w:rFonts w:ascii="Times New Roman" w:hAnsi="Times New Roman" w:cs="Times New Roman"/>
          <w:lang w:val="kl-GL"/>
        </w:rPr>
        <w:t>ikkunneqassapput</w:t>
      </w:r>
      <w:r w:rsidRPr="00171408">
        <w:rPr>
          <w:rFonts w:ascii="Times New Roman" w:hAnsi="Times New Roman" w:cs="Times New Roman"/>
          <w:lang w:val="kl-GL"/>
        </w:rPr>
        <w:t>:</w:t>
      </w:r>
    </w:p>
    <w:p w14:paraId="4CED902B" w14:textId="44D2F37B" w:rsidR="00B348BF" w:rsidRPr="00171408" w:rsidRDefault="00CE02F1" w:rsidP="003F5AEB">
      <w:pPr>
        <w:rPr>
          <w:rFonts w:ascii="Times New Roman" w:eastAsia="Calibri" w:hAnsi="Times New Roman" w:cs="Times New Roman"/>
          <w:color w:val="auto"/>
          <w:lang w:val="kl-GL"/>
        </w:rPr>
      </w:pPr>
      <w:r w:rsidRPr="00171408">
        <w:rPr>
          <w:rFonts w:ascii="Times New Roman" w:hAnsi="Times New Roman"/>
          <w:lang w:val="kl-GL"/>
        </w:rPr>
        <w:t>»</w:t>
      </w:r>
      <w:r w:rsidRPr="00171408">
        <w:rPr>
          <w:rFonts w:ascii="Times New Roman" w:hAnsi="Times New Roman" w:cs="Times New Roman"/>
          <w:i/>
          <w:iCs/>
          <w:lang w:val="kl-GL"/>
        </w:rPr>
        <w:t>Imm</w:t>
      </w:r>
      <w:r w:rsidRPr="00171408">
        <w:rPr>
          <w:rFonts w:ascii="Times New Roman" w:hAnsi="Times New Roman"/>
          <w:i/>
          <w:lang w:val="kl-GL"/>
        </w:rPr>
        <w:t xml:space="preserve">. </w:t>
      </w:r>
      <w:r w:rsidR="00B01207" w:rsidRPr="00171408">
        <w:rPr>
          <w:rFonts w:ascii="Times New Roman" w:hAnsi="Times New Roman"/>
          <w:i/>
          <w:lang w:val="kl-GL"/>
        </w:rPr>
        <w:t>8</w:t>
      </w:r>
      <w:r w:rsidRPr="00171408">
        <w:rPr>
          <w:rFonts w:ascii="Times New Roman" w:hAnsi="Times New Roman"/>
          <w:i/>
          <w:lang w:val="kl-GL"/>
        </w:rPr>
        <w:t>.</w:t>
      </w:r>
      <w:r w:rsidRPr="00171408">
        <w:rPr>
          <w:rFonts w:ascii="Times New Roman" w:hAnsi="Times New Roman"/>
          <w:lang w:val="kl-GL"/>
        </w:rPr>
        <w:t xml:space="preserve"> </w:t>
      </w:r>
      <w:r w:rsidR="0069233F" w:rsidRPr="00171408">
        <w:rPr>
          <w:rFonts w:ascii="Times New Roman" w:hAnsi="Times New Roman"/>
          <w:lang w:val="kl-GL"/>
        </w:rPr>
        <w:t xml:space="preserve">Taarsiissutit </w:t>
      </w:r>
      <w:r w:rsidR="0099111D" w:rsidRPr="00171408">
        <w:rPr>
          <w:rFonts w:ascii="Times New Roman" w:hAnsi="Times New Roman"/>
          <w:lang w:val="kl-GL"/>
        </w:rPr>
        <w:t xml:space="preserve">§ 31, imm. 1, oqaaseqatigiit siullianni malittarisassat malillugit </w:t>
      </w:r>
      <w:r w:rsidR="004D2963" w:rsidRPr="00171408">
        <w:rPr>
          <w:rFonts w:ascii="Times New Roman" w:hAnsi="Times New Roman"/>
          <w:lang w:val="kl-GL"/>
        </w:rPr>
        <w:t xml:space="preserve">aningaasanngorlugit ataatsikkut tunniutassanngortinneqarpata, ajoqusertoq </w:t>
      </w:r>
      <w:r w:rsidR="00F05325" w:rsidRPr="00171408">
        <w:rPr>
          <w:rFonts w:ascii="Times New Roman" w:hAnsi="Times New Roman"/>
          <w:lang w:val="kl-GL"/>
        </w:rPr>
        <w:t xml:space="preserve">piffissamiit inuussutissarsiornermik annaasaqarnerup uppernarsineqarneraniit </w:t>
      </w:r>
      <w:r w:rsidR="004D2963" w:rsidRPr="00171408">
        <w:rPr>
          <w:rFonts w:ascii="Times New Roman" w:hAnsi="Times New Roman"/>
          <w:lang w:val="kl-GL"/>
        </w:rPr>
        <w:t>ingerlaavartumik taarsiiffigineqarnissamut pisinnaatitaavoq</w:t>
      </w:r>
      <w:r w:rsidR="00F05325" w:rsidRPr="00171408">
        <w:rPr>
          <w:rFonts w:ascii="Times New Roman" w:hAnsi="Times New Roman"/>
          <w:lang w:val="kl-GL"/>
        </w:rPr>
        <w:t xml:space="preserve">, taamaattoq </w:t>
      </w:r>
      <w:r w:rsidR="00BF7DCA" w:rsidRPr="00171408">
        <w:rPr>
          <w:rFonts w:ascii="Times New Roman" w:hAnsi="Times New Roman"/>
          <w:lang w:val="kl-GL"/>
        </w:rPr>
        <w:t xml:space="preserve">sulinermi </w:t>
      </w:r>
      <w:r w:rsidR="00BF7DCA" w:rsidRPr="00171408">
        <w:rPr>
          <w:rFonts w:ascii="Times New Roman" w:hAnsi="Times New Roman"/>
          <w:lang w:val="kl-GL"/>
        </w:rPr>
        <w:lastRenderedPageBreak/>
        <w:t xml:space="preserve">ajoqusernerup nalunaarutigineqarnera </w:t>
      </w:r>
      <w:r w:rsidR="00F05325" w:rsidRPr="00171408">
        <w:rPr>
          <w:rFonts w:ascii="Times New Roman" w:hAnsi="Times New Roman"/>
          <w:lang w:val="kl-GL"/>
        </w:rPr>
        <w:t xml:space="preserve">piffissaq sioqqullugu </w:t>
      </w:r>
      <w:r w:rsidR="00DC2A29" w:rsidRPr="00171408">
        <w:rPr>
          <w:rFonts w:ascii="Times New Roman" w:hAnsi="Times New Roman"/>
          <w:lang w:val="kl-GL"/>
        </w:rPr>
        <w:t>minillugu, aamma taarsiissutit aningaasanngortinneqarnerannut piffissaq angullugu.</w:t>
      </w:r>
    </w:p>
    <w:p w14:paraId="50C099F6" w14:textId="29316481" w:rsidR="00B348BF" w:rsidRPr="00171408" w:rsidRDefault="003F5AEB" w:rsidP="00B46209">
      <w:pPr>
        <w:keepNext/>
        <w:keepLines/>
        <w:suppressAutoHyphens w:val="0"/>
        <w:spacing w:line="240" w:lineRule="auto"/>
        <w:outlineLvl w:val="2"/>
        <w:rPr>
          <w:rFonts w:ascii="Times New Roman" w:eastAsia="Calibri" w:hAnsi="Times New Roman" w:cs="Times New Roman"/>
          <w:color w:val="auto"/>
          <w:shd w:val="clear" w:color="auto" w:fill="FFFFFF"/>
          <w:lang w:val="kl-GL"/>
        </w:rPr>
      </w:pPr>
      <w:r w:rsidRPr="00171408">
        <w:rPr>
          <w:rFonts w:ascii="Times New Roman" w:eastAsia="Calibri" w:hAnsi="Times New Roman" w:cs="Times New Roman"/>
          <w:color w:val="auto"/>
          <w:shd w:val="clear" w:color="auto" w:fill="FFFFFF"/>
          <w:lang w:val="kl-GL"/>
        </w:rPr>
        <w:t>Imm</w:t>
      </w:r>
      <w:r w:rsidR="00B348BF" w:rsidRPr="00171408">
        <w:rPr>
          <w:rFonts w:ascii="Times New Roman" w:eastAsia="Calibri" w:hAnsi="Times New Roman" w:cs="Times New Roman"/>
          <w:color w:val="auto"/>
          <w:shd w:val="clear" w:color="auto" w:fill="FFFFFF"/>
          <w:lang w:val="kl-GL"/>
        </w:rPr>
        <w:t xml:space="preserve">. 9. </w:t>
      </w:r>
      <w:r w:rsidR="00AA3E95" w:rsidRPr="00171408">
        <w:rPr>
          <w:rFonts w:ascii="Times New Roman" w:eastAsia="Calibri" w:hAnsi="Times New Roman" w:cs="Times New Roman"/>
          <w:color w:val="auto"/>
          <w:shd w:val="clear" w:color="auto" w:fill="FFFFFF"/>
          <w:lang w:val="kl-GL"/>
        </w:rPr>
        <w:t xml:space="preserve">Imm. 7-mi 8-milu malittarisassat §§ 46 aamma 47 malillugit sulianut </w:t>
      </w:r>
      <w:r w:rsidR="00CD1445" w:rsidRPr="00171408">
        <w:rPr>
          <w:rFonts w:ascii="Times New Roman" w:eastAsia="Calibri" w:hAnsi="Times New Roman" w:cs="Times New Roman"/>
          <w:color w:val="auto"/>
          <w:shd w:val="clear" w:color="auto" w:fill="FFFFFF"/>
          <w:lang w:val="kl-GL"/>
        </w:rPr>
        <w:t>suliareqqitassanngortinneqartunut</w:t>
      </w:r>
      <w:r w:rsidR="00AA3E95" w:rsidRPr="00171408">
        <w:rPr>
          <w:rFonts w:ascii="Times New Roman" w:eastAsia="Calibri" w:hAnsi="Times New Roman" w:cs="Times New Roman"/>
          <w:color w:val="auto"/>
          <w:shd w:val="clear" w:color="auto" w:fill="FFFFFF"/>
          <w:lang w:val="kl-GL"/>
        </w:rPr>
        <w:t xml:space="preserve"> </w:t>
      </w:r>
      <w:r w:rsidRPr="00171408">
        <w:rPr>
          <w:rFonts w:ascii="Times New Roman" w:eastAsia="Calibri" w:hAnsi="Times New Roman" w:cs="Times New Roman"/>
          <w:color w:val="auto"/>
          <w:shd w:val="clear" w:color="auto" w:fill="FFFFFF"/>
          <w:lang w:val="kl-GL"/>
        </w:rPr>
        <w:t>atuutissapput</w:t>
      </w:r>
      <w:r w:rsidR="00C97660" w:rsidRPr="00171408">
        <w:rPr>
          <w:rFonts w:ascii="Times New Roman" w:eastAsia="Calibri" w:hAnsi="Times New Roman" w:cs="Times New Roman"/>
          <w:color w:val="auto"/>
          <w:shd w:val="clear" w:color="auto" w:fill="FFFFFF"/>
          <w:lang w:val="kl-GL"/>
        </w:rPr>
        <w:t xml:space="preserve">. </w:t>
      </w:r>
      <w:r w:rsidR="00CD1445" w:rsidRPr="00171408">
        <w:rPr>
          <w:rFonts w:ascii="Times New Roman" w:eastAsia="Calibri" w:hAnsi="Times New Roman" w:cs="Times New Roman"/>
          <w:color w:val="auto"/>
          <w:shd w:val="clear" w:color="auto" w:fill="FFFFFF"/>
          <w:lang w:val="kl-GL"/>
        </w:rPr>
        <w:t>Suliareqqitassanngortitsinermut</w:t>
      </w:r>
      <w:r w:rsidR="00007B13" w:rsidRPr="00171408">
        <w:rPr>
          <w:rFonts w:ascii="Times New Roman" w:eastAsia="Calibri" w:hAnsi="Times New Roman" w:cs="Times New Roman"/>
          <w:color w:val="auto"/>
          <w:shd w:val="clear" w:color="auto" w:fill="FFFFFF"/>
          <w:lang w:val="kl-GL"/>
        </w:rPr>
        <w:t xml:space="preserve"> qinnuteqarne</w:t>
      </w:r>
      <w:r w:rsidR="003E5209" w:rsidRPr="00171408">
        <w:rPr>
          <w:rFonts w:ascii="Times New Roman" w:eastAsia="Calibri" w:hAnsi="Times New Roman" w:cs="Times New Roman"/>
          <w:color w:val="auto"/>
          <w:shd w:val="clear" w:color="auto" w:fill="FFFFFF"/>
          <w:lang w:val="kl-GL"/>
        </w:rPr>
        <w:t>rmut piffissaq</w:t>
      </w:r>
      <w:r w:rsidR="00C97660" w:rsidRPr="00171408">
        <w:rPr>
          <w:rFonts w:ascii="Times New Roman" w:eastAsia="Calibri" w:hAnsi="Times New Roman" w:cs="Times New Roman"/>
          <w:color w:val="auto"/>
          <w:shd w:val="clear" w:color="auto" w:fill="FFFFFF"/>
          <w:lang w:val="kl-GL"/>
        </w:rPr>
        <w:t xml:space="preserve"> sioqqullugu </w:t>
      </w:r>
      <w:r w:rsidR="00007B13" w:rsidRPr="00171408">
        <w:rPr>
          <w:rFonts w:ascii="Times New Roman" w:eastAsia="Calibri" w:hAnsi="Times New Roman" w:cs="Times New Roman"/>
          <w:color w:val="auto"/>
          <w:shd w:val="clear" w:color="auto" w:fill="FFFFFF"/>
          <w:lang w:val="kl-GL"/>
        </w:rPr>
        <w:t>imaluunniit Arbejdsmarkedets Erhvervssikringi</w:t>
      </w:r>
      <w:r w:rsidR="00B46209" w:rsidRPr="00171408">
        <w:rPr>
          <w:rFonts w:ascii="Times New Roman" w:eastAsia="Calibri" w:hAnsi="Times New Roman" w:cs="Times New Roman"/>
          <w:color w:val="auto"/>
          <w:shd w:val="clear" w:color="auto" w:fill="FFFFFF"/>
          <w:lang w:val="kl-GL"/>
        </w:rPr>
        <w:t xml:space="preserve">p suliaq </w:t>
      </w:r>
      <w:r w:rsidR="00CD1445" w:rsidRPr="00171408">
        <w:rPr>
          <w:rFonts w:ascii="Times New Roman" w:eastAsia="Calibri" w:hAnsi="Times New Roman" w:cs="Times New Roman"/>
          <w:color w:val="auto"/>
          <w:shd w:val="clear" w:color="auto" w:fill="FFFFFF"/>
          <w:lang w:val="kl-GL"/>
        </w:rPr>
        <w:t>suliareqqi</w:t>
      </w:r>
      <w:r w:rsidR="00317D93" w:rsidRPr="00171408">
        <w:rPr>
          <w:rFonts w:ascii="Times New Roman" w:eastAsia="Calibri" w:hAnsi="Times New Roman" w:cs="Times New Roman"/>
          <w:color w:val="auto"/>
          <w:shd w:val="clear" w:color="auto" w:fill="FFFFFF"/>
          <w:lang w:val="kl-GL"/>
        </w:rPr>
        <w:t>ttussaappagu</w:t>
      </w:r>
      <w:r w:rsidR="00B46209" w:rsidRPr="00171408">
        <w:rPr>
          <w:rFonts w:ascii="Times New Roman" w:eastAsia="Calibri" w:hAnsi="Times New Roman" w:cs="Times New Roman"/>
          <w:color w:val="auto"/>
          <w:shd w:val="clear" w:color="auto" w:fill="FFFFFF"/>
          <w:lang w:val="kl-GL"/>
        </w:rPr>
        <w:t>, tak. § 47,</w:t>
      </w:r>
      <w:r w:rsidR="00007B13" w:rsidRPr="00171408">
        <w:rPr>
          <w:rFonts w:ascii="Times New Roman" w:eastAsia="Calibri" w:hAnsi="Times New Roman" w:cs="Times New Roman"/>
          <w:color w:val="auto"/>
          <w:shd w:val="clear" w:color="auto" w:fill="FFFFFF"/>
          <w:lang w:val="kl-GL"/>
        </w:rPr>
        <w:t xml:space="preserve"> </w:t>
      </w:r>
      <w:r w:rsidR="00C97660" w:rsidRPr="00171408">
        <w:rPr>
          <w:rFonts w:ascii="Times New Roman" w:eastAsia="Calibri" w:hAnsi="Times New Roman" w:cs="Times New Roman"/>
          <w:color w:val="auto"/>
          <w:shd w:val="clear" w:color="auto" w:fill="FFFFFF"/>
          <w:lang w:val="kl-GL"/>
        </w:rPr>
        <w:t>suliani t</w:t>
      </w:r>
      <w:r w:rsidR="002E04F6" w:rsidRPr="00171408">
        <w:rPr>
          <w:rFonts w:ascii="Times New Roman" w:eastAsia="Calibri" w:hAnsi="Times New Roman" w:cs="Times New Roman"/>
          <w:color w:val="auto"/>
          <w:shd w:val="clear" w:color="auto" w:fill="FFFFFF"/>
          <w:lang w:val="kl-GL"/>
        </w:rPr>
        <w:t>aakkunani taarsiissutinik tunniussisoqarneq ajorpoq</w:t>
      </w:r>
      <w:r w:rsidR="00B46209" w:rsidRPr="00171408">
        <w:rPr>
          <w:rFonts w:ascii="Times New Roman" w:eastAsia="Calibri" w:hAnsi="Times New Roman" w:cs="Times New Roman"/>
          <w:color w:val="auto"/>
          <w:shd w:val="clear" w:color="auto" w:fill="FFFFFF"/>
          <w:lang w:val="kl-GL"/>
        </w:rPr>
        <w:t>.</w:t>
      </w:r>
      <w:r w:rsidR="00B348BF" w:rsidRPr="00171408">
        <w:rPr>
          <w:rFonts w:ascii="Times New Roman" w:eastAsia="Calibri" w:hAnsi="Times New Roman" w:cs="Times New Roman"/>
          <w:color w:val="auto"/>
          <w:shd w:val="clear" w:color="auto" w:fill="FFFFFF"/>
          <w:lang w:val="kl-GL"/>
        </w:rPr>
        <w:t>«</w:t>
      </w:r>
      <w:r w:rsidR="00B348BF" w:rsidRPr="00171408">
        <w:rPr>
          <w:rFonts w:ascii="Times New Roman" w:eastAsia="Calibri" w:hAnsi="Times New Roman" w:cs="Times New Roman"/>
          <w:color w:val="auto"/>
          <w:shd w:val="clear" w:color="auto" w:fill="FFFFFF"/>
          <w:lang w:val="kl-GL"/>
        </w:rPr>
        <w:br/>
      </w:r>
      <w:r w:rsidR="00B46209" w:rsidRPr="00171408">
        <w:rPr>
          <w:rFonts w:ascii="Times New Roman" w:eastAsia="Calibri" w:hAnsi="Times New Roman" w:cs="Times New Roman"/>
          <w:color w:val="auto"/>
          <w:shd w:val="clear" w:color="auto" w:fill="FFFFFF"/>
          <w:lang w:val="kl-GL"/>
        </w:rPr>
        <w:t>Imm</w:t>
      </w:r>
      <w:r w:rsidR="00B348BF" w:rsidRPr="00171408">
        <w:rPr>
          <w:rFonts w:ascii="Times New Roman" w:eastAsia="Calibri" w:hAnsi="Times New Roman" w:cs="Times New Roman"/>
          <w:color w:val="auto"/>
          <w:shd w:val="clear" w:color="auto" w:fill="FFFFFF"/>
          <w:lang w:val="kl-GL"/>
        </w:rPr>
        <w:t xml:space="preserve">. 8 </w:t>
      </w:r>
      <w:r w:rsidR="00B46209" w:rsidRPr="00171408">
        <w:rPr>
          <w:rFonts w:ascii="Times New Roman" w:eastAsia="Calibri" w:hAnsi="Times New Roman" w:cs="Times New Roman"/>
          <w:color w:val="auto"/>
          <w:shd w:val="clear" w:color="auto" w:fill="FFFFFF"/>
          <w:lang w:val="kl-GL"/>
        </w:rPr>
        <w:t>tamatuma kingorna imm</w:t>
      </w:r>
      <w:r w:rsidR="00B348BF" w:rsidRPr="00171408">
        <w:rPr>
          <w:rFonts w:ascii="Times New Roman" w:eastAsia="Calibri" w:hAnsi="Times New Roman" w:cs="Times New Roman"/>
          <w:color w:val="auto"/>
          <w:shd w:val="clear" w:color="auto" w:fill="FFFFFF"/>
          <w:lang w:val="kl-GL"/>
        </w:rPr>
        <w:t>. 10</w:t>
      </w:r>
      <w:r w:rsidR="00B46209" w:rsidRPr="00171408">
        <w:rPr>
          <w:rFonts w:ascii="Times New Roman" w:eastAsia="Calibri" w:hAnsi="Times New Roman" w:cs="Times New Roman"/>
          <w:color w:val="auto"/>
          <w:shd w:val="clear" w:color="auto" w:fill="FFFFFF"/>
          <w:lang w:val="kl-GL"/>
        </w:rPr>
        <w:t>-nngussaaq</w:t>
      </w:r>
      <w:r w:rsidR="00B348BF" w:rsidRPr="00171408">
        <w:rPr>
          <w:rFonts w:ascii="Times New Roman" w:eastAsia="Calibri" w:hAnsi="Times New Roman" w:cs="Times New Roman"/>
          <w:color w:val="auto"/>
          <w:shd w:val="clear" w:color="auto" w:fill="FFFFFF"/>
          <w:lang w:val="kl-GL"/>
        </w:rPr>
        <w:t>.</w:t>
      </w:r>
    </w:p>
    <w:p w14:paraId="07DF5221" w14:textId="74D4C525" w:rsidR="00B348BF" w:rsidRPr="00171408" w:rsidRDefault="00B348BF" w:rsidP="000950D2">
      <w:pPr>
        <w:suppressAutoHyphens w:val="0"/>
        <w:rPr>
          <w:rFonts w:ascii="Times New Roman" w:eastAsia="Calibri" w:hAnsi="Times New Roman" w:cs="Times New Roman"/>
          <w:color w:val="auto"/>
          <w:lang w:val="kl-GL"/>
        </w:rPr>
      </w:pPr>
      <w:r w:rsidRPr="00171408">
        <w:rPr>
          <w:rFonts w:ascii="Times New Roman" w:eastAsia="Calibri" w:hAnsi="Times New Roman" w:cs="Times New Roman"/>
          <w:b/>
          <w:color w:val="auto"/>
          <w:lang w:val="kl-GL"/>
        </w:rPr>
        <w:t xml:space="preserve">7. </w:t>
      </w:r>
      <w:r w:rsidRPr="00171408">
        <w:rPr>
          <w:rFonts w:ascii="Times New Roman" w:eastAsia="Calibri" w:hAnsi="Times New Roman" w:cs="Times New Roman"/>
          <w:i/>
          <w:color w:val="auto"/>
          <w:lang w:val="kl-GL"/>
        </w:rPr>
        <w:t xml:space="preserve">§ 28, </w:t>
      </w:r>
      <w:r w:rsidR="00B46209" w:rsidRPr="00171408">
        <w:rPr>
          <w:rFonts w:ascii="Times New Roman" w:eastAsia="Calibri" w:hAnsi="Times New Roman" w:cs="Times New Roman"/>
          <w:i/>
          <w:color w:val="auto"/>
          <w:lang w:val="kl-GL"/>
        </w:rPr>
        <w:t>imm</w:t>
      </w:r>
      <w:r w:rsidRPr="00171408">
        <w:rPr>
          <w:rFonts w:ascii="Times New Roman" w:eastAsia="Calibri" w:hAnsi="Times New Roman" w:cs="Times New Roman"/>
          <w:i/>
          <w:color w:val="auto"/>
          <w:lang w:val="kl-GL"/>
        </w:rPr>
        <w:t xml:space="preserve">. 2, </w:t>
      </w:r>
      <w:r w:rsidR="00B46209" w:rsidRPr="00171408">
        <w:rPr>
          <w:rFonts w:ascii="Times New Roman" w:eastAsia="Calibri" w:hAnsi="Times New Roman" w:cs="Times New Roman"/>
          <w:i/>
          <w:color w:val="auto"/>
          <w:lang w:val="kl-GL"/>
        </w:rPr>
        <w:t>oqaaseqatigiit aappaat</w:t>
      </w:r>
      <w:r w:rsidRPr="00171408">
        <w:rPr>
          <w:rFonts w:ascii="Times New Roman" w:eastAsia="Calibri" w:hAnsi="Times New Roman" w:cs="Times New Roman"/>
          <w:i/>
          <w:color w:val="auto"/>
          <w:lang w:val="kl-GL"/>
        </w:rPr>
        <w:t>,</w:t>
      </w:r>
      <w:r w:rsidRPr="00171408">
        <w:rPr>
          <w:rFonts w:ascii="Times New Roman" w:eastAsia="Calibri" w:hAnsi="Times New Roman" w:cs="Times New Roman"/>
          <w:iCs/>
          <w:color w:val="auto"/>
          <w:lang w:val="kl-GL"/>
        </w:rPr>
        <w:t xml:space="preserve"> </w:t>
      </w:r>
      <w:r w:rsidR="00B46209" w:rsidRPr="00171408">
        <w:rPr>
          <w:rFonts w:ascii="Times New Roman" w:eastAsia="Calibri" w:hAnsi="Times New Roman" w:cs="Times New Roman"/>
          <w:color w:val="auto"/>
          <w:lang w:val="kl-GL"/>
        </w:rPr>
        <w:t>ima oqaasertaqassaaq</w:t>
      </w:r>
      <w:r w:rsidRPr="00171408">
        <w:rPr>
          <w:rFonts w:ascii="Times New Roman" w:eastAsia="Calibri" w:hAnsi="Times New Roman" w:cs="Times New Roman"/>
          <w:color w:val="auto"/>
          <w:lang w:val="kl-GL"/>
        </w:rPr>
        <w:t>:</w:t>
      </w:r>
      <w:r w:rsidRPr="00171408">
        <w:rPr>
          <w:rFonts w:ascii="Times New Roman" w:eastAsia="Calibri" w:hAnsi="Times New Roman" w:cs="Times New Roman"/>
          <w:color w:val="auto"/>
          <w:lang w:val="kl-GL"/>
        </w:rPr>
        <w:br/>
        <w:t>»</w:t>
      </w:r>
      <w:r w:rsidR="005A03F0" w:rsidRPr="00171408">
        <w:rPr>
          <w:rFonts w:ascii="Times New Roman" w:eastAsia="Calibri" w:hAnsi="Times New Roman" w:cs="Times New Roman"/>
          <w:color w:val="auto"/>
          <w:lang w:val="kl-GL"/>
        </w:rPr>
        <w:t xml:space="preserve">Inunnut sulisitsisuminni najugaqartunut nerisaqarnermut ineqarnermullu akigititat, </w:t>
      </w:r>
      <w:r w:rsidR="00BB6795" w:rsidRPr="00171408">
        <w:rPr>
          <w:rFonts w:ascii="Times New Roman" w:eastAsia="Calibri" w:hAnsi="Times New Roman" w:cs="Times New Roman"/>
          <w:color w:val="auto"/>
          <w:lang w:val="kl-GL"/>
        </w:rPr>
        <w:t>aningaasarsianit akileraarutit pillugit Inatsisartut inatsisaanni § 19 naapertorlugu</w:t>
      </w:r>
      <w:r w:rsidR="005A03F0" w:rsidRPr="00171408">
        <w:rPr>
          <w:rFonts w:ascii="Times New Roman" w:eastAsia="Calibri" w:hAnsi="Times New Roman" w:cs="Times New Roman"/>
          <w:color w:val="auto"/>
          <w:lang w:val="kl-GL"/>
        </w:rPr>
        <w:t xml:space="preserve"> Kalaallit </w:t>
      </w:r>
      <w:r w:rsidR="00BB6795" w:rsidRPr="00171408">
        <w:rPr>
          <w:rFonts w:ascii="Times New Roman" w:eastAsia="Calibri" w:hAnsi="Times New Roman" w:cs="Times New Roman"/>
          <w:color w:val="auto"/>
          <w:lang w:val="kl-GL"/>
        </w:rPr>
        <w:t>Nunaanni Akileraartarnermut Aqutsisoqarfimmit ukiumut pineqartumut akigititat aalajangersarneqartut annertoqatigivaat</w:t>
      </w:r>
      <w:r w:rsidR="000950D2" w:rsidRPr="00171408">
        <w:rPr>
          <w:rFonts w:ascii="Times New Roman" w:eastAsia="Calibri" w:hAnsi="Times New Roman" w:cs="Times New Roman"/>
          <w:color w:val="auto"/>
          <w:lang w:val="kl-GL"/>
        </w:rPr>
        <w:t>.</w:t>
      </w:r>
      <w:r w:rsidRPr="00171408">
        <w:rPr>
          <w:rFonts w:ascii="Times New Roman" w:eastAsia="Calibri" w:hAnsi="Times New Roman" w:cs="Times New Roman"/>
          <w:color w:val="auto"/>
          <w:lang w:val="kl-GL"/>
        </w:rPr>
        <w:t>«</w:t>
      </w:r>
    </w:p>
    <w:p w14:paraId="5C2855BA" w14:textId="729FEFE5" w:rsidR="00B2628F" w:rsidRPr="00171408" w:rsidRDefault="00B348BF" w:rsidP="00B348BF">
      <w:pPr>
        <w:rPr>
          <w:rFonts w:ascii="Times New Roman" w:hAnsi="Times New Roman"/>
          <w:lang w:val="kl-GL"/>
        </w:rPr>
      </w:pPr>
      <w:r w:rsidRPr="00171408">
        <w:rPr>
          <w:rFonts w:ascii="Times New Roman" w:eastAsia="Calibri" w:hAnsi="Times New Roman" w:cs="Times New Roman"/>
          <w:b/>
          <w:color w:val="auto"/>
          <w:lang w:val="kl-GL"/>
        </w:rPr>
        <w:t>8.</w:t>
      </w:r>
      <w:r w:rsidRPr="00171408">
        <w:rPr>
          <w:rFonts w:ascii="Times New Roman" w:eastAsia="Calibri" w:hAnsi="Times New Roman" w:cs="Times New Roman"/>
          <w:color w:val="auto"/>
          <w:lang w:val="kl-GL"/>
        </w:rPr>
        <w:t xml:space="preserve"> </w:t>
      </w:r>
      <w:r w:rsidRPr="00171408">
        <w:rPr>
          <w:rFonts w:ascii="Times New Roman" w:eastAsia="Calibri" w:hAnsi="Times New Roman" w:cs="Times New Roman"/>
          <w:i/>
          <w:color w:val="auto"/>
          <w:shd w:val="clear" w:color="auto" w:fill="FFFFFF"/>
          <w:lang w:val="kl-GL"/>
        </w:rPr>
        <w:t xml:space="preserve">§ 30, </w:t>
      </w:r>
      <w:r w:rsidR="000950D2" w:rsidRPr="00171408">
        <w:rPr>
          <w:rFonts w:ascii="Times New Roman" w:eastAsia="Calibri" w:hAnsi="Times New Roman" w:cs="Times New Roman"/>
          <w:i/>
          <w:color w:val="auto"/>
          <w:shd w:val="clear" w:color="auto" w:fill="FFFFFF"/>
          <w:lang w:val="kl-GL"/>
        </w:rPr>
        <w:t>imm</w:t>
      </w:r>
      <w:r w:rsidRPr="00171408">
        <w:rPr>
          <w:rFonts w:ascii="Times New Roman" w:eastAsia="Calibri" w:hAnsi="Times New Roman" w:cs="Times New Roman"/>
          <w:i/>
          <w:color w:val="auto"/>
          <w:shd w:val="clear" w:color="auto" w:fill="FFFFFF"/>
          <w:lang w:val="kl-GL"/>
        </w:rPr>
        <w:t>. 4, </w:t>
      </w:r>
      <w:r w:rsidR="000950D2" w:rsidRPr="00171408">
        <w:rPr>
          <w:rFonts w:ascii="Times New Roman" w:eastAsia="Calibri" w:hAnsi="Times New Roman" w:cs="Times New Roman"/>
          <w:i/>
          <w:color w:val="auto"/>
          <w:shd w:val="clear" w:color="auto" w:fill="FFFFFF"/>
          <w:lang w:val="kl-GL"/>
        </w:rPr>
        <w:t>oqaaseqatigiinni siullerni</w:t>
      </w:r>
      <w:r w:rsidRPr="00171408">
        <w:rPr>
          <w:rFonts w:ascii="Times New Roman" w:eastAsia="Calibri" w:hAnsi="Times New Roman" w:cs="Times New Roman"/>
          <w:i/>
          <w:color w:val="auto"/>
          <w:shd w:val="clear" w:color="auto" w:fill="FFFFFF"/>
          <w:lang w:val="kl-GL"/>
        </w:rPr>
        <w:t>,</w:t>
      </w:r>
      <w:r w:rsidRPr="00171408">
        <w:rPr>
          <w:rFonts w:ascii="Times New Roman" w:eastAsia="Calibri" w:hAnsi="Times New Roman" w:cs="Times New Roman"/>
          <w:color w:val="auto"/>
          <w:shd w:val="clear" w:color="auto" w:fill="FFFFFF"/>
          <w:lang w:val="kl-GL"/>
        </w:rPr>
        <w:t xml:space="preserve"> </w:t>
      </w:r>
      <w:r w:rsidR="000950D2" w:rsidRPr="00171408">
        <w:rPr>
          <w:rFonts w:ascii="Times New Roman" w:eastAsia="Calibri" w:hAnsi="Times New Roman" w:cs="Times New Roman"/>
          <w:color w:val="auto"/>
          <w:shd w:val="clear" w:color="auto" w:fill="FFFFFF"/>
          <w:lang w:val="kl-GL"/>
        </w:rPr>
        <w:t xml:space="preserve">allanngortinneqassapput </w:t>
      </w:r>
      <w:r w:rsidRPr="00171408">
        <w:rPr>
          <w:rFonts w:ascii="Times New Roman" w:eastAsia="Calibri" w:hAnsi="Times New Roman" w:cs="Times New Roman"/>
          <w:color w:val="auto"/>
          <w:shd w:val="clear" w:color="auto" w:fill="FFFFFF"/>
          <w:lang w:val="kl-GL"/>
        </w:rPr>
        <w:t>»</w:t>
      </w:r>
      <w:r w:rsidR="00BE5BF3" w:rsidRPr="00171408">
        <w:rPr>
          <w:rFonts w:ascii="Times New Roman" w:eastAsia="Calibri" w:hAnsi="Times New Roman" w:cs="Times New Roman"/>
          <w:color w:val="auto"/>
          <w:shd w:val="clear" w:color="auto" w:fill="FFFFFF"/>
          <w:lang w:val="kl-GL"/>
        </w:rPr>
        <w:t>Sapaatit akunneri sisamat</w:t>
      </w:r>
      <w:r w:rsidRPr="00171408">
        <w:rPr>
          <w:rFonts w:ascii="Times New Roman" w:eastAsia="Calibri" w:hAnsi="Times New Roman" w:cs="Times New Roman"/>
          <w:color w:val="auto"/>
          <w:shd w:val="clear" w:color="auto" w:fill="FFFFFF"/>
          <w:lang w:val="kl-GL"/>
        </w:rPr>
        <w:t xml:space="preserve">« </w:t>
      </w:r>
      <w:r w:rsidR="00BE5BF3" w:rsidRPr="00171408">
        <w:rPr>
          <w:rFonts w:ascii="Times New Roman" w:eastAsia="Calibri" w:hAnsi="Times New Roman" w:cs="Times New Roman"/>
          <w:color w:val="auto"/>
          <w:shd w:val="clear" w:color="auto" w:fill="FFFFFF"/>
          <w:lang w:val="kl-GL"/>
        </w:rPr>
        <w:t>uunga</w:t>
      </w:r>
      <w:r w:rsidRPr="00171408">
        <w:rPr>
          <w:rFonts w:ascii="Times New Roman" w:eastAsia="Calibri" w:hAnsi="Times New Roman" w:cs="Times New Roman"/>
          <w:color w:val="auto"/>
          <w:shd w:val="clear" w:color="auto" w:fill="FFFFFF"/>
          <w:lang w:val="kl-GL"/>
        </w:rPr>
        <w:t>: »</w:t>
      </w:r>
      <w:r w:rsidR="00BE5BF3" w:rsidRPr="00171408">
        <w:rPr>
          <w:rFonts w:ascii="Times New Roman" w:eastAsia="Calibri" w:hAnsi="Times New Roman" w:cs="Times New Roman"/>
          <w:color w:val="auto"/>
          <w:shd w:val="clear" w:color="auto" w:fill="FFFFFF"/>
          <w:lang w:val="kl-GL"/>
        </w:rPr>
        <w:t>sapaatit akunneri arfineq-marluk</w:t>
      </w:r>
      <w:r w:rsidRPr="00171408">
        <w:rPr>
          <w:rFonts w:ascii="Times New Roman" w:eastAsia="Calibri" w:hAnsi="Times New Roman" w:cs="Times New Roman"/>
          <w:color w:val="auto"/>
          <w:shd w:val="clear" w:color="auto" w:fill="FFFFFF"/>
          <w:lang w:val="kl-GL"/>
        </w:rPr>
        <w:t xml:space="preserve">«, </w:t>
      </w:r>
      <w:r w:rsidR="00BE5BF3" w:rsidRPr="00171408">
        <w:rPr>
          <w:rFonts w:ascii="Times New Roman" w:eastAsia="Calibri" w:hAnsi="Times New Roman" w:cs="Times New Roman"/>
          <w:color w:val="auto"/>
          <w:shd w:val="clear" w:color="auto" w:fill="FFFFFF"/>
          <w:lang w:val="kl-GL"/>
        </w:rPr>
        <w:t>aamma</w:t>
      </w:r>
      <w:r w:rsidRPr="00171408">
        <w:rPr>
          <w:rFonts w:ascii="Times New Roman" w:eastAsia="Calibri" w:hAnsi="Times New Roman" w:cs="Times New Roman"/>
          <w:color w:val="auto"/>
          <w:shd w:val="clear" w:color="auto" w:fill="FFFFFF"/>
          <w:lang w:val="kl-GL"/>
        </w:rPr>
        <w:t xml:space="preserve"> »</w:t>
      </w:r>
      <w:r w:rsidR="00BE5BF3" w:rsidRPr="00171408">
        <w:rPr>
          <w:rFonts w:ascii="Times New Roman" w:eastAsia="Calibri" w:hAnsi="Times New Roman" w:cs="Times New Roman"/>
          <w:color w:val="auto"/>
          <w:shd w:val="clear" w:color="auto" w:fill="FFFFFF"/>
          <w:lang w:val="kl-GL"/>
        </w:rPr>
        <w:t>sapaatit akunnerinut sisamanut piffissarititaq</w:t>
      </w:r>
      <w:r w:rsidRPr="00171408">
        <w:rPr>
          <w:rFonts w:ascii="Times New Roman" w:eastAsia="Calibri" w:hAnsi="Times New Roman" w:cs="Times New Roman"/>
          <w:color w:val="auto"/>
          <w:shd w:val="clear" w:color="auto" w:fill="FFFFFF"/>
          <w:lang w:val="kl-GL"/>
        </w:rPr>
        <w:t xml:space="preserve">« </w:t>
      </w:r>
      <w:r w:rsidR="00BE5BF3" w:rsidRPr="00171408">
        <w:rPr>
          <w:rFonts w:ascii="Times New Roman" w:eastAsia="Calibri" w:hAnsi="Times New Roman" w:cs="Times New Roman"/>
          <w:color w:val="auto"/>
          <w:shd w:val="clear" w:color="auto" w:fill="FFFFFF"/>
          <w:lang w:val="kl-GL"/>
        </w:rPr>
        <w:t>allanngortinneqassaaq imaalillugu</w:t>
      </w:r>
      <w:r w:rsidRPr="00171408">
        <w:rPr>
          <w:rFonts w:ascii="Times New Roman" w:eastAsia="Calibri" w:hAnsi="Times New Roman" w:cs="Times New Roman"/>
          <w:color w:val="auto"/>
          <w:shd w:val="clear" w:color="auto" w:fill="FFFFFF"/>
          <w:lang w:val="kl-GL"/>
        </w:rPr>
        <w:t>: »</w:t>
      </w:r>
      <w:r w:rsidR="00BE5BF3" w:rsidRPr="00171408">
        <w:rPr>
          <w:rFonts w:ascii="Times New Roman" w:eastAsia="Calibri" w:hAnsi="Times New Roman" w:cs="Times New Roman"/>
          <w:color w:val="auto"/>
          <w:shd w:val="clear" w:color="auto" w:fill="FFFFFF"/>
          <w:lang w:val="kl-GL"/>
        </w:rPr>
        <w:t>sapaatit akunnerinut arfineq-marlunnut piffissarititaq</w:t>
      </w:r>
      <w:r w:rsidRPr="00171408">
        <w:rPr>
          <w:rFonts w:ascii="Times New Roman" w:eastAsia="Calibri" w:hAnsi="Times New Roman" w:cs="Times New Roman"/>
          <w:color w:val="auto"/>
          <w:shd w:val="clear" w:color="auto" w:fill="FFFFFF"/>
          <w:lang w:val="kl-GL"/>
        </w:rPr>
        <w:t>«.</w:t>
      </w:r>
    </w:p>
    <w:p w14:paraId="39B98188" w14:textId="3ED0F243" w:rsidR="005D7C98" w:rsidRPr="00171408" w:rsidRDefault="00B348BF" w:rsidP="0099111D">
      <w:pPr>
        <w:spacing w:after="0"/>
        <w:rPr>
          <w:rFonts w:ascii="Times New Roman" w:hAnsi="Times New Roman"/>
          <w:lang w:val="kl-GL"/>
        </w:rPr>
      </w:pPr>
      <w:r w:rsidRPr="00171408">
        <w:rPr>
          <w:rFonts w:ascii="Times New Roman" w:hAnsi="Times New Roman"/>
          <w:b/>
          <w:bCs/>
          <w:lang w:val="kl-GL"/>
        </w:rPr>
        <w:t>9.</w:t>
      </w:r>
      <w:r w:rsidR="0069233F" w:rsidRPr="00171408">
        <w:rPr>
          <w:rFonts w:ascii="Times New Roman" w:hAnsi="Times New Roman"/>
          <w:lang w:val="kl-GL"/>
        </w:rPr>
        <w:t xml:space="preserve"> </w:t>
      </w:r>
      <w:r w:rsidR="005D7C98" w:rsidRPr="00171408">
        <w:rPr>
          <w:rFonts w:ascii="Times New Roman" w:hAnsi="Times New Roman"/>
          <w:i/>
          <w:iCs/>
          <w:lang w:val="kl-GL"/>
        </w:rPr>
        <w:t>§ 31, imm. 4</w:t>
      </w:r>
      <w:r w:rsidR="005D7C98" w:rsidRPr="00171408">
        <w:rPr>
          <w:rFonts w:ascii="Times New Roman" w:hAnsi="Times New Roman"/>
          <w:lang w:val="kl-GL"/>
        </w:rPr>
        <w:t>, ima oqaasertaqassaaq:</w:t>
      </w:r>
    </w:p>
    <w:p w14:paraId="4D109005" w14:textId="3CCEF426" w:rsidR="00515200" w:rsidRPr="00171408" w:rsidRDefault="00CE02F1">
      <w:pPr>
        <w:rPr>
          <w:rFonts w:ascii="Times New Roman" w:hAnsi="Times New Roman"/>
          <w:lang w:val="kl-GL"/>
        </w:rPr>
      </w:pPr>
      <w:r w:rsidRPr="00171408">
        <w:rPr>
          <w:rFonts w:ascii="Times New Roman" w:hAnsi="Times New Roman" w:cs="Times New Roman"/>
          <w:color w:val="000000"/>
          <w:lang w:val="kl-GL"/>
        </w:rPr>
        <w:t>Ingerlaavartumik taarsiissutit aningaasanngorlugit ataatsikkut tunniutassanngortinneqarneranni, piffissami tunniutassanngortitsi</w:t>
      </w:r>
      <w:r w:rsidR="00B6629B" w:rsidRPr="00171408">
        <w:rPr>
          <w:rFonts w:ascii="Times New Roman" w:hAnsi="Times New Roman" w:cs="Times New Roman"/>
          <w:color w:val="000000"/>
          <w:lang w:val="kl-GL"/>
        </w:rPr>
        <w:t>ffiusumi</w:t>
      </w:r>
      <w:r w:rsidRPr="00171408">
        <w:rPr>
          <w:rFonts w:ascii="Times New Roman" w:hAnsi="Times New Roman" w:cs="Times New Roman"/>
          <w:color w:val="000000"/>
          <w:lang w:val="kl-GL"/>
        </w:rPr>
        <w:t xml:space="preserve"> taarsiissutissat annertussusaat tunngavigalugit tunniutassanngortitsisoqassaaq. Piffissaq aningaasat </w:t>
      </w:r>
      <w:r w:rsidR="00B6629B" w:rsidRPr="00171408">
        <w:rPr>
          <w:rFonts w:ascii="Times New Roman" w:hAnsi="Times New Roman" w:cs="Times New Roman"/>
          <w:color w:val="000000"/>
          <w:lang w:val="kl-GL"/>
        </w:rPr>
        <w:t xml:space="preserve">ataatsikkut </w:t>
      </w:r>
      <w:r w:rsidRPr="00171408">
        <w:rPr>
          <w:rFonts w:ascii="Times New Roman" w:hAnsi="Times New Roman" w:cs="Times New Roman"/>
          <w:color w:val="000000"/>
          <w:lang w:val="kl-GL"/>
        </w:rPr>
        <w:t>tunniunneqarsinnaaffiat, tassaavoq piffissaq tunniutassanngortitsi</w:t>
      </w:r>
      <w:r w:rsidR="00CB69B8" w:rsidRPr="00171408">
        <w:rPr>
          <w:rFonts w:ascii="Times New Roman" w:hAnsi="Times New Roman" w:cs="Times New Roman"/>
          <w:color w:val="000000"/>
          <w:lang w:val="kl-GL"/>
        </w:rPr>
        <w:t>ff</w:t>
      </w:r>
      <w:r w:rsidRPr="00171408">
        <w:rPr>
          <w:rFonts w:ascii="Times New Roman" w:hAnsi="Times New Roman" w:cs="Times New Roman"/>
          <w:color w:val="000000"/>
          <w:lang w:val="kl-GL"/>
        </w:rPr>
        <w:t xml:space="preserve">ik. Tunniutassanngortitsineq taamaallaat siunissamut sunniuteqassaaq. Ingerlaavartumik taarsiissutinik aningaasanngorlugit tunniutassanngortitsinermut </w:t>
      </w:r>
      <w:r w:rsidR="006A1ABB" w:rsidRPr="00171408">
        <w:rPr>
          <w:rFonts w:ascii="Times New Roman" w:hAnsi="Times New Roman" w:cs="Times New Roman"/>
          <w:color w:val="000000"/>
          <w:lang w:val="kl-GL"/>
        </w:rPr>
        <w:t>naleqqersuutit</w:t>
      </w:r>
      <w:r w:rsidRPr="00171408">
        <w:rPr>
          <w:rFonts w:ascii="Times New Roman" w:hAnsi="Times New Roman" w:cs="Times New Roman"/>
          <w:color w:val="000000"/>
          <w:lang w:val="kl-GL"/>
        </w:rPr>
        <w:t xml:space="preserve">, qaammatinut aamma ukiunut </w:t>
      </w:r>
      <w:r w:rsidR="00E558E9" w:rsidRPr="00171408">
        <w:rPr>
          <w:rFonts w:ascii="Times New Roman" w:hAnsi="Times New Roman" w:cs="Times New Roman"/>
          <w:color w:val="000000"/>
          <w:lang w:val="kl-GL"/>
        </w:rPr>
        <w:t>ilivitsunut</w:t>
      </w:r>
      <w:r w:rsidRPr="00171408">
        <w:rPr>
          <w:rFonts w:ascii="Times New Roman" w:hAnsi="Times New Roman" w:cs="Times New Roman"/>
          <w:color w:val="000000"/>
          <w:lang w:val="kl-GL"/>
        </w:rPr>
        <w:t>, sillimmasiinernik naatsorsuisarnermut tunngatillugu tunngaviit tun</w:t>
      </w:r>
      <w:r w:rsidR="00AB711F" w:rsidRPr="00171408">
        <w:rPr>
          <w:rFonts w:ascii="Times New Roman" w:hAnsi="Times New Roman" w:cs="Times New Roman"/>
          <w:color w:val="000000"/>
          <w:lang w:val="kl-GL"/>
        </w:rPr>
        <w:t>ngavigalugit</w:t>
      </w:r>
      <w:r w:rsidRPr="00171408">
        <w:rPr>
          <w:rFonts w:ascii="Times New Roman" w:hAnsi="Times New Roman" w:cs="Times New Roman"/>
          <w:color w:val="000000"/>
          <w:lang w:val="kl-GL"/>
        </w:rPr>
        <w:t xml:space="preserve"> aalajangersarneqassapput. Ingerlaavartumik taarsiissutinik aningaasanngorlugit ataatsikkut tunniussisoqartarnissaanut malittarisassat, </w:t>
      </w:r>
      <w:r w:rsidR="000B5338" w:rsidRPr="00171408">
        <w:rPr>
          <w:rFonts w:ascii="Times New Roman" w:hAnsi="Times New Roman" w:cs="Times New Roman"/>
          <w:color w:val="000000"/>
          <w:lang w:val="kl-GL"/>
        </w:rPr>
        <w:t>Suliassaqartitsinermut ministeri</w:t>
      </w:r>
      <w:r w:rsidRPr="00171408">
        <w:rPr>
          <w:rFonts w:ascii="Times New Roman" w:hAnsi="Times New Roman" w:cs="Times New Roman"/>
          <w:color w:val="000000"/>
          <w:lang w:val="kl-GL"/>
        </w:rPr>
        <w:t xml:space="preserve">p Namminersorlutik Oqartussat </w:t>
      </w:r>
      <w:r w:rsidR="009863DD" w:rsidRPr="00171408">
        <w:rPr>
          <w:rFonts w:ascii="Times New Roman" w:hAnsi="Times New Roman" w:cs="Times New Roman"/>
          <w:color w:val="000000"/>
          <w:lang w:val="kl-GL"/>
        </w:rPr>
        <w:t>isumaqatigiinniarfigereerlugit</w:t>
      </w:r>
      <w:r w:rsidRPr="00171408">
        <w:rPr>
          <w:rFonts w:ascii="Times New Roman" w:hAnsi="Times New Roman" w:cs="Times New Roman"/>
          <w:color w:val="000000"/>
          <w:lang w:val="kl-GL"/>
        </w:rPr>
        <w:t xml:space="preserve"> aalajangersassavai.</w:t>
      </w:r>
      <w:r w:rsidRPr="00171408">
        <w:rPr>
          <w:rFonts w:ascii="Times New Roman" w:hAnsi="Times New Roman"/>
          <w:lang w:val="kl-GL"/>
        </w:rPr>
        <w:t>«</w:t>
      </w:r>
    </w:p>
    <w:p w14:paraId="0F71E0AB" w14:textId="4C2143B1" w:rsidR="00515200" w:rsidRPr="00171408" w:rsidRDefault="00182D9E">
      <w:pPr>
        <w:rPr>
          <w:rFonts w:ascii="Times New Roman" w:hAnsi="Times New Roman" w:cs="Times New Roman"/>
          <w:lang w:val="kl-GL"/>
        </w:rPr>
      </w:pPr>
      <w:r w:rsidRPr="00171408">
        <w:rPr>
          <w:rFonts w:ascii="Times New Roman" w:hAnsi="Times New Roman" w:cs="Times New Roman"/>
          <w:b/>
          <w:lang w:val="kl-GL"/>
        </w:rPr>
        <w:t>10</w:t>
      </w:r>
      <w:r w:rsidR="00CE02F1" w:rsidRPr="00171408">
        <w:rPr>
          <w:rFonts w:ascii="Times New Roman" w:hAnsi="Times New Roman" w:cs="Times New Roman"/>
          <w:b/>
          <w:lang w:val="kl-GL"/>
        </w:rPr>
        <w:t xml:space="preserve">. </w:t>
      </w:r>
      <w:r w:rsidR="00CE02F1" w:rsidRPr="00171408">
        <w:rPr>
          <w:rFonts w:ascii="Times New Roman" w:hAnsi="Times New Roman" w:cs="Times New Roman"/>
          <w:i/>
          <w:lang w:val="kl-GL"/>
        </w:rPr>
        <w:t>§ 35, imm. 1</w:t>
      </w:r>
      <w:r w:rsidR="00CE02F1" w:rsidRPr="00171408">
        <w:rPr>
          <w:rFonts w:ascii="Times New Roman" w:hAnsi="Times New Roman" w:cs="Times New Roman"/>
          <w:lang w:val="kl-GL"/>
        </w:rPr>
        <w:t>-</w:t>
      </w:r>
      <w:r w:rsidR="00CE02F1" w:rsidRPr="00171408">
        <w:rPr>
          <w:rFonts w:ascii="Times New Roman" w:hAnsi="Times New Roman" w:cs="Times New Roman"/>
          <w:i/>
          <w:lang w:val="kl-GL"/>
        </w:rPr>
        <w:t>3,</w:t>
      </w:r>
      <w:r w:rsidR="00CE02F1" w:rsidRPr="00171408">
        <w:rPr>
          <w:rFonts w:ascii="Times New Roman" w:hAnsi="Times New Roman" w:cs="Times New Roman"/>
          <w:lang w:val="kl-GL"/>
        </w:rPr>
        <w:t xml:space="preserve"> </w:t>
      </w:r>
      <w:bookmarkStart w:id="1" w:name="_Hlk150760568"/>
      <w:r w:rsidR="00CE02F1" w:rsidRPr="00171408">
        <w:rPr>
          <w:rFonts w:ascii="Times New Roman" w:hAnsi="Times New Roman" w:cs="Times New Roman"/>
          <w:lang w:val="kl-GL"/>
        </w:rPr>
        <w:t>atorunnaarsinneqassapput, aamma taarsiullugu ikkunneqassaaq:</w:t>
      </w:r>
      <w:r w:rsidR="00CE02F1" w:rsidRPr="00171408">
        <w:rPr>
          <w:rFonts w:ascii="Times New Roman" w:hAnsi="Times New Roman" w:cs="Times New Roman"/>
          <w:lang w:val="kl-GL"/>
        </w:rPr>
        <w:br/>
        <w:t xml:space="preserve">»Sulisitsisup, ullormiit sulinngiffiusumiit siullermiit kingusinnerpaamik ullut 14-it qaangiutsinnagit </w:t>
      </w:r>
      <w:r w:rsidR="0009687C" w:rsidRPr="00171408">
        <w:rPr>
          <w:rFonts w:ascii="Times New Roman" w:hAnsi="Times New Roman" w:cs="Times New Roman"/>
          <w:lang w:val="kl-GL"/>
        </w:rPr>
        <w:t xml:space="preserve">sulinermi </w:t>
      </w:r>
      <w:r w:rsidR="00CE02F1" w:rsidRPr="00171408">
        <w:rPr>
          <w:rFonts w:ascii="Times New Roman" w:hAnsi="Times New Roman" w:cs="Times New Roman"/>
          <w:lang w:val="kl-GL"/>
        </w:rPr>
        <w:t>ajutoorneq nalunaarutigissavaa, ajutoorneq ajoqusertup nalinginnaasumik</w:t>
      </w:r>
      <w:r w:rsidR="00D730E4" w:rsidRPr="00171408">
        <w:rPr>
          <w:rFonts w:ascii="Times New Roman" w:hAnsi="Times New Roman" w:cs="Times New Roman"/>
          <w:lang w:val="kl-GL"/>
        </w:rPr>
        <w:t xml:space="preserve"> sulisarnermiit</w:t>
      </w:r>
      <w:r w:rsidR="00CE02F1" w:rsidRPr="00171408">
        <w:rPr>
          <w:rFonts w:ascii="Times New Roman" w:hAnsi="Times New Roman" w:cs="Times New Roman"/>
          <w:lang w:val="kl-GL"/>
        </w:rPr>
        <w:t xml:space="preserve"> sulinngitsoorneranik kinguneqarpat</w:t>
      </w:r>
      <w:r w:rsidR="001D075A" w:rsidRPr="00171408">
        <w:rPr>
          <w:rFonts w:ascii="Times New Roman" w:hAnsi="Times New Roman" w:cs="Times New Roman"/>
          <w:lang w:val="kl-GL"/>
        </w:rPr>
        <w:t>,</w:t>
      </w:r>
      <w:r w:rsidR="00CE02F1" w:rsidRPr="00171408">
        <w:rPr>
          <w:rFonts w:ascii="Times New Roman" w:hAnsi="Times New Roman" w:cs="Times New Roman"/>
          <w:lang w:val="kl-GL"/>
        </w:rPr>
        <w:t xml:space="preserve"> ullup ajoquserfiu</w:t>
      </w:r>
      <w:r w:rsidRPr="00171408">
        <w:rPr>
          <w:rFonts w:ascii="Times New Roman" w:hAnsi="Times New Roman" w:cs="Times New Roman"/>
          <w:lang w:val="kl-GL"/>
        </w:rPr>
        <w:t>su</w:t>
      </w:r>
      <w:r w:rsidR="00CE02F1" w:rsidRPr="00171408">
        <w:rPr>
          <w:rFonts w:ascii="Times New Roman" w:hAnsi="Times New Roman" w:cs="Times New Roman"/>
          <w:lang w:val="kl-GL"/>
        </w:rPr>
        <w:t>p saniatigut.</w:t>
      </w:r>
    </w:p>
    <w:p w14:paraId="1EC4B339" w14:textId="002B15F0" w:rsidR="00515200" w:rsidRPr="00171408" w:rsidRDefault="00CE02F1">
      <w:pPr>
        <w:rPr>
          <w:rFonts w:ascii="Times New Roman" w:hAnsi="Times New Roman"/>
          <w:lang w:val="kl-GL"/>
        </w:rPr>
      </w:pPr>
      <w:r w:rsidRPr="00171408">
        <w:rPr>
          <w:rFonts w:ascii="Times New Roman" w:hAnsi="Times New Roman" w:cs="Times New Roman"/>
          <w:i/>
          <w:iCs/>
          <w:lang w:val="kl-GL"/>
        </w:rPr>
        <w:t>Imm</w:t>
      </w:r>
      <w:r w:rsidRPr="00171408">
        <w:rPr>
          <w:rFonts w:ascii="Times New Roman" w:hAnsi="Times New Roman" w:cs="Times New Roman"/>
          <w:i/>
          <w:lang w:val="kl-GL"/>
        </w:rPr>
        <w:t>. 2.</w:t>
      </w:r>
      <w:r w:rsidRPr="00171408">
        <w:rPr>
          <w:rFonts w:ascii="Times New Roman" w:hAnsi="Times New Roman" w:cs="Times New Roman"/>
          <w:lang w:val="kl-GL"/>
        </w:rPr>
        <w:t xml:space="preserve"> </w:t>
      </w:r>
      <w:r w:rsidR="001930C0" w:rsidRPr="00171408">
        <w:rPr>
          <w:rFonts w:ascii="Times New Roman" w:hAnsi="Times New Roman" w:cs="Times New Roman"/>
          <w:lang w:val="kl-GL"/>
        </w:rPr>
        <w:t xml:space="preserve">Sulinermi </w:t>
      </w:r>
      <w:r w:rsidRPr="00171408">
        <w:rPr>
          <w:rFonts w:ascii="Times New Roman" w:hAnsi="Times New Roman" w:cs="Times New Roman"/>
          <w:lang w:val="kl-GL"/>
        </w:rPr>
        <w:t>ajutoornerit, sulinngitsoornermik kinguneqanngitsut, kisianni inatsit malillugu ikiorsiissutinik pisartagaqarnissamut piumasaqaateqarfiusinnaasutut nalilerneqartut, tak. § 10, kingusinnerpaamik ull</w:t>
      </w:r>
      <w:r w:rsidR="00B403AD" w:rsidRPr="00171408">
        <w:rPr>
          <w:rFonts w:ascii="Times New Roman" w:hAnsi="Times New Roman" w:cs="Times New Roman"/>
          <w:lang w:val="kl-GL"/>
        </w:rPr>
        <w:t>up</w:t>
      </w:r>
      <w:r w:rsidRPr="00171408">
        <w:rPr>
          <w:rFonts w:ascii="Times New Roman" w:hAnsi="Times New Roman" w:cs="Times New Roman"/>
          <w:lang w:val="kl-GL"/>
        </w:rPr>
        <w:t xml:space="preserve"> ajutoor</w:t>
      </w:r>
      <w:r w:rsidR="00B403AD" w:rsidRPr="00171408">
        <w:rPr>
          <w:rFonts w:ascii="Times New Roman" w:hAnsi="Times New Roman" w:cs="Times New Roman"/>
          <w:lang w:val="kl-GL"/>
        </w:rPr>
        <w:t>fiusup kingorna</w:t>
      </w:r>
      <w:r w:rsidRPr="00171408">
        <w:rPr>
          <w:rFonts w:ascii="Times New Roman" w:hAnsi="Times New Roman" w:cs="Times New Roman"/>
          <w:lang w:val="kl-GL"/>
        </w:rPr>
        <w:t xml:space="preserve"> ullut 14-it qaangiutsinnagit sulisitsisumit nalunaarutigineqassapput.«</w:t>
      </w:r>
    </w:p>
    <w:p w14:paraId="7B1C66E6" w14:textId="77777777" w:rsidR="00515200" w:rsidRPr="00171408" w:rsidRDefault="00CE02F1">
      <w:pPr>
        <w:rPr>
          <w:rFonts w:ascii="Times New Roman" w:hAnsi="Times New Roman"/>
          <w:lang w:val="kl-GL"/>
        </w:rPr>
      </w:pPr>
      <w:r w:rsidRPr="00171408">
        <w:rPr>
          <w:rFonts w:ascii="Times New Roman" w:hAnsi="Times New Roman" w:cs="Times New Roman"/>
          <w:lang w:val="kl-GL"/>
        </w:rPr>
        <w:t>Imm. 4 tamatuma kingorna imm. 3-nngussaaq.</w:t>
      </w:r>
      <w:bookmarkEnd w:id="1"/>
    </w:p>
    <w:p w14:paraId="0BA4738E" w14:textId="6DD97F4A" w:rsidR="00515200" w:rsidRPr="00171408" w:rsidRDefault="00DF081D">
      <w:pPr>
        <w:rPr>
          <w:rFonts w:ascii="Times New Roman" w:hAnsi="Times New Roman"/>
          <w:lang w:val="kl-GL"/>
        </w:rPr>
      </w:pPr>
      <w:r w:rsidRPr="00171408">
        <w:rPr>
          <w:rFonts w:ascii="Times New Roman" w:hAnsi="Times New Roman" w:cs="Times New Roman"/>
          <w:b/>
          <w:lang w:val="kl-GL"/>
        </w:rPr>
        <w:t>11</w:t>
      </w:r>
      <w:r w:rsidR="00CE02F1" w:rsidRPr="00171408">
        <w:rPr>
          <w:rFonts w:ascii="Times New Roman" w:hAnsi="Times New Roman" w:cs="Times New Roman"/>
          <w:b/>
          <w:lang w:val="kl-GL"/>
        </w:rPr>
        <w:t>.</w:t>
      </w:r>
      <w:r w:rsidR="00CE02F1" w:rsidRPr="00171408">
        <w:rPr>
          <w:rFonts w:ascii="Times New Roman" w:hAnsi="Times New Roman" w:cs="Times New Roman"/>
          <w:lang w:val="kl-GL"/>
        </w:rPr>
        <w:t xml:space="preserve"> </w:t>
      </w:r>
      <w:r w:rsidR="00CE02F1" w:rsidRPr="00171408">
        <w:rPr>
          <w:rFonts w:ascii="Times New Roman" w:hAnsi="Times New Roman" w:cs="Times New Roman"/>
          <w:i/>
          <w:lang w:val="kl-GL"/>
        </w:rPr>
        <w:t xml:space="preserve">§ 35, imm. 4, oqaaseqatigiit </w:t>
      </w:r>
      <w:r w:rsidR="00503003" w:rsidRPr="00171408">
        <w:rPr>
          <w:rFonts w:ascii="Times New Roman" w:hAnsi="Times New Roman" w:cs="Times New Roman"/>
          <w:i/>
          <w:lang w:val="kl-GL"/>
        </w:rPr>
        <w:t>aappa</w:t>
      </w:r>
      <w:r w:rsidR="00CE02F1" w:rsidRPr="00171408">
        <w:rPr>
          <w:rFonts w:ascii="Times New Roman" w:hAnsi="Times New Roman" w:cs="Times New Roman"/>
          <w:i/>
          <w:lang w:val="kl-GL"/>
        </w:rPr>
        <w:t>a</w:t>
      </w:r>
      <w:r w:rsidR="009778FE" w:rsidRPr="00171408">
        <w:rPr>
          <w:rFonts w:ascii="Times New Roman" w:hAnsi="Times New Roman" w:cs="Times New Roman"/>
          <w:i/>
          <w:lang w:val="kl-GL"/>
        </w:rPr>
        <w:t>n</w:t>
      </w:r>
      <w:r w:rsidR="00CE02F1" w:rsidRPr="00171408">
        <w:rPr>
          <w:rFonts w:ascii="Times New Roman" w:hAnsi="Times New Roman" w:cs="Times New Roman"/>
          <w:i/>
          <w:lang w:val="kl-GL"/>
        </w:rPr>
        <w:t>ni,</w:t>
      </w:r>
      <w:r w:rsidR="00CE02F1" w:rsidRPr="00171408">
        <w:rPr>
          <w:rFonts w:ascii="Times New Roman" w:hAnsi="Times New Roman" w:cs="Times New Roman"/>
          <w:lang w:val="kl-GL"/>
        </w:rPr>
        <w:t xml:space="preserve"> imm. 3</w:t>
      </w:r>
      <w:r w:rsidR="00876849" w:rsidRPr="00171408">
        <w:rPr>
          <w:rFonts w:ascii="Times New Roman" w:hAnsi="Times New Roman" w:cs="Times New Roman"/>
          <w:lang w:val="kl-GL"/>
        </w:rPr>
        <w:t>-nngortumi</w:t>
      </w:r>
      <w:r w:rsidR="00CE02F1" w:rsidRPr="00171408">
        <w:rPr>
          <w:rFonts w:ascii="Times New Roman" w:hAnsi="Times New Roman" w:cs="Times New Roman"/>
          <w:lang w:val="kl-GL"/>
        </w:rPr>
        <w:t xml:space="preserve">, oqaaseqatigiit </w:t>
      </w:r>
      <w:r w:rsidR="009014A9" w:rsidRPr="00171408">
        <w:rPr>
          <w:rFonts w:ascii="Times New Roman" w:hAnsi="Times New Roman" w:cs="Times New Roman"/>
          <w:lang w:val="kl-GL"/>
        </w:rPr>
        <w:t>aappaa</w:t>
      </w:r>
      <w:r w:rsidR="00CE02F1" w:rsidRPr="00171408">
        <w:rPr>
          <w:rFonts w:ascii="Times New Roman" w:hAnsi="Times New Roman" w:cs="Times New Roman"/>
          <w:lang w:val="kl-GL"/>
        </w:rPr>
        <w:t>nni, »imm. 1-3« ima allanngortinneqassaaq: »imm. 1 aamma 2 kiisalu § 38«.</w:t>
      </w:r>
    </w:p>
    <w:p w14:paraId="3EF1B493" w14:textId="0F17EAD1" w:rsidR="00515200" w:rsidRPr="00171408" w:rsidRDefault="00FD25F7">
      <w:pPr>
        <w:rPr>
          <w:rFonts w:ascii="Times New Roman" w:hAnsi="Times New Roman"/>
          <w:lang w:val="kl-GL"/>
        </w:rPr>
      </w:pPr>
      <w:r w:rsidRPr="00171408">
        <w:rPr>
          <w:rFonts w:ascii="Times New Roman" w:hAnsi="Times New Roman" w:cs="Times New Roman"/>
          <w:b/>
          <w:lang w:val="kl-GL"/>
        </w:rPr>
        <w:t>12</w:t>
      </w:r>
      <w:r w:rsidR="00CE02F1" w:rsidRPr="00171408">
        <w:rPr>
          <w:rFonts w:ascii="Times New Roman" w:hAnsi="Times New Roman" w:cs="Times New Roman"/>
          <w:b/>
          <w:lang w:val="kl-GL"/>
        </w:rPr>
        <w:t xml:space="preserve">. </w:t>
      </w:r>
      <w:r w:rsidR="00CE02F1" w:rsidRPr="00171408">
        <w:rPr>
          <w:rFonts w:ascii="Times New Roman" w:hAnsi="Times New Roman" w:cs="Times New Roman"/>
          <w:i/>
          <w:lang w:val="kl-GL"/>
        </w:rPr>
        <w:t>§ 36, imm. 1,</w:t>
      </w:r>
      <w:r w:rsidR="00CE02F1" w:rsidRPr="00171408">
        <w:rPr>
          <w:rFonts w:ascii="Times New Roman" w:hAnsi="Times New Roman" w:cs="Times New Roman"/>
          <w:lang w:val="kl-GL"/>
        </w:rPr>
        <w:t xml:space="preserve"> atorunnaarsinneqassaaq.</w:t>
      </w:r>
    </w:p>
    <w:p w14:paraId="59A948C3" w14:textId="77777777" w:rsidR="00515200" w:rsidRPr="00171408" w:rsidRDefault="00CE02F1">
      <w:pPr>
        <w:rPr>
          <w:rFonts w:ascii="Times New Roman" w:hAnsi="Times New Roman"/>
          <w:lang w:val="kl-GL"/>
        </w:rPr>
      </w:pPr>
      <w:r w:rsidRPr="00171408">
        <w:rPr>
          <w:rFonts w:ascii="Times New Roman" w:hAnsi="Times New Roman" w:cs="Times New Roman"/>
          <w:lang w:val="kl-GL"/>
        </w:rPr>
        <w:t>Imm. 2 aamma 3 tamatuma kingorna imm. 1 aamma 2-nngussapput.</w:t>
      </w:r>
    </w:p>
    <w:p w14:paraId="4E59471E" w14:textId="47928089" w:rsidR="00515200" w:rsidRPr="00171408" w:rsidRDefault="00CE02F1">
      <w:pPr>
        <w:rPr>
          <w:rFonts w:ascii="Times New Roman" w:hAnsi="Times New Roman"/>
          <w:lang w:val="kl-GL"/>
        </w:rPr>
      </w:pPr>
      <w:r w:rsidRPr="00171408">
        <w:rPr>
          <w:rFonts w:ascii="Times New Roman" w:hAnsi="Times New Roman" w:cs="Times New Roman"/>
          <w:b/>
          <w:lang w:val="kl-GL"/>
        </w:rPr>
        <w:t>1</w:t>
      </w:r>
      <w:r w:rsidR="00FD25F7" w:rsidRPr="00171408">
        <w:rPr>
          <w:rFonts w:ascii="Times New Roman" w:hAnsi="Times New Roman" w:cs="Times New Roman"/>
          <w:b/>
          <w:lang w:val="kl-GL"/>
        </w:rPr>
        <w:t>3</w:t>
      </w:r>
      <w:r w:rsidRPr="00171408">
        <w:rPr>
          <w:rFonts w:ascii="Times New Roman" w:hAnsi="Times New Roman" w:cs="Times New Roman"/>
          <w:b/>
          <w:lang w:val="kl-GL"/>
        </w:rPr>
        <w:t xml:space="preserve">. </w:t>
      </w:r>
      <w:r w:rsidRPr="00171408">
        <w:rPr>
          <w:rFonts w:ascii="Times New Roman" w:hAnsi="Times New Roman" w:cs="Times New Roman"/>
          <w:i/>
          <w:lang w:val="kl-GL"/>
        </w:rPr>
        <w:t>§ 37, imm. 1</w:t>
      </w:r>
      <w:r w:rsidRPr="00171408">
        <w:rPr>
          <w:rFonts w:ascii="Times New Roman" w:hAnsi="Times New Roman" w:cs="Times New Roman"/>
          <w:lang w:val="kl-GL"/>
        </w:rPr>
        <w:t>-imi</w:t>
      </w:r>
      <w:r w:rsidRPr="00171408">
        <w:rPr>
          <w:rFonts w:ascii="Times New Roman" w:hAnsi="Times New Roman" w:cs="Times New Roman"/>
          <w:i/>
          <w:lang w:val="kl-GL"/>
        </w:rPr>
        <w:t>,</w:t>
      </w:r>
      <w:r w:rsidRPr="00171408">
        <w:rPr>
          <w:rFonts w:ascii="Times New Roman" w:hAnsi="Times New Roman" w:cs="Times New Roman"/>
          <w:lang w:val="kl-GL"/>
        </w:rPr>
        <w:t xml:space="preserve"> »Sulisitsisoq nalunaaruteqartussaatitaasoq, tak. § 36« ima allanngortinneqassaaq: »Sulisitsisoq, tak. § 35, imm. 1 aamma 2«.</w:t>
      </w:r>
    </w:p>
    <w:p w14:paraId="520A216A" w14:textId="7981CE8F" w:rsidR="00515200" w:rsidRPr="00171408" w:rsidRDefault="00CE02F1">
      <w:pPr>
        <w:rPr>
          <w:rFonts w:ascii="Times New Roman" w:hAnsi="Times New Roman"/>
          <w:lang w:val="kl-GL"/>
        </w:rPr>
      </w:pPr>
      <w:r w:rsidRPr="00171408">
        <w:rPr>
          <w:rFonts w:ascii="Times New Roman" w:hAnsi="Times New Roman" w:cs="Times New Roman"/>
          <w:b/>
          <w:lang w:val="kl-GL"/>
        </w:rPr>
        <w:lastRenderedPageBreak/>
        <w:t>1</w:t>
      </w:r>
      <w:r w:rsidR="00D90569" w:rsidRPr="00171408">
        <w:rPr>
          <w:rFonts w:ascii="Times New Roman" w:hAnsi="Times New Roman" w:cs="Times New Roman"/>
          <w:b/>
          <w:lang w:val="kl-GL"/>
        </w:rPr>
        <w:t>4</w:t>
      </w:r>
      <w:r w:rsidRPr="00171408">
        <w:rPr>
          <w:rFonts w:ascii="Times New Roman" w:hAnsi="Times New Roman" w:cs="Times New Roman"/>
          <w:b/>
          <w:lang w:val="kl-GL"/>
        </w:rPr>
        <w:t>.</w:t>
      </w:r>
      <w:r w:rsidRPr="00171408">
        <w:rPr>
          <w:rFonts w:ascii="Times New Roman" w:hAnsi="Times New Roman" w:cs="Times New Roman"/>
          <w:lang w:val="kl-GL"/>
        </w:rPr>
        <w:t xml:space="preserve"> </w:t>
      </w:r>
      <w:r w:rsidRPr="00171408">
        <w:rPr>
          <w:rFonts w:ascii="Times New Roman" w:hAnsi="Times New Roman" w:cs="Times New Roman"/>
          <w:i/>
          <w:lang w:val="kl-GL"/>
        </w:rPr>
        <w:t>§ 38, imm. 1</w:t>
      </w:r>
      <w:r w:rsidRPr="00171408">
        <w:rPr>
          <w:rFonts w:ascii="Times New Roman" w:hAnsi="Times New Roman" w:cs="Times New Roman"/>
          <w:lang w:val="kl-GL"/>
        </w:rPr>
        <w:t>-imi</w:t>
      </w:r>
      <w:r w:rsidRPr="00171408">
        <w:rPr>
          <w:rFonts w:ascii="Times New Roman" w:hAnsi="Times New Roman" w:cs="Times New Roman"/>
          <w:i/>
          <w:lang w:val="kl-GL"/>
        </w:rPr>
        <w:t>,</w:t>
      </w:r>
      <w:r w:rsidRPr="00171408">
        <w:rPr>
          <w:rFonts w:ascii="Times New Roman" w:hAnsi="Times New Roman" w:cs="Times New Roman"/>
          <w:lang w:val="kl-GL"/>
        </w:rPr>
        <w:t xml:space="preserve"> </w:t>
      </w:r>
      <w:r w:rsidRPr="00171408">
        <w:rPr>
          <w:rFonts w:ascii="Times New Roman" w:hAnsi="Times New Roman" w:cs="Times New Roman"/>
          <w:shd w:val="clear" w:color="auto" w:fill="FFFFFF"/>
          <w:lang w:val="kl-GL"/>
        </w:rPr>
        <w:t xml:space="preserve">»Namminersorlutik Oqartussat isumaqatigiinniarfigereerlugit </w:t>
      </w:r>
      <w:r w:rsidR="000B5338" w:rsidRPr="00171408">
        <w:rPr>
          <w:rFonts w:ascii="Times New Roman" w:hAnsi="Times New Roman" w:cs="Times New Roman"/>
          <w:shd w:val="clear" w:color="auto" w:fill="FFFFFF"/>
          <w:lang w:val="kl-GL"/>
        </w:rPr>
        <w:t>suliassaqartitsinermut ministeri</w:t>
      </w:r>
      <w:r w:rsidRPr="00171408">
        <w:rPr>
          <w:rFonts w:ascii="Times New Roman" w:hAnsi="Times New Roman" w:cs="Times New Roman"/>
          <w:shd w:val="clear" w:color="auto" w:fill="FFFFFF"/>
          <w:lang w:val="kl-GL"/>
        </w:rPr>
        <w:t xml:space="preserve"> malittarisassanik aalajangersaassaaq, nakorsat« ima allanngortinneqassaaq: »Nakorsat«.</w:t>
      </w:r>
    </w:p>
    <w:p w14:paraId="69B0BF57" w14:textId="1154508B" w:rsidR="00515200" w:rsidRPr="00171408" w:rsidRDefault="00CE02F1">
      <w:pPr>
        <w:rPr>
          <w:rFonts w:ascii="Times New Roman" w:hAnsi="Times New Roman"/>
          <w:lang w:val="kl-GL"/>
        </w:rPr>
      </w:pPr>
      <w:r w:rsidRPr="00171408">
        <w:rPr>
          <w:rFonts w:ascii="Times New Roman" w:hAnsi="Times New Roman" w:cs="Times New Roman"/>
          <w:b/>
          <w:lang w:val="kl-GL"/>
        </w:rPr>
        <w:t>1</w:t>
      </w:r>
      <w:r w:rsidR="003B4A4E" w:rsidRPr="00171408">
        <w:rPr>
          <w:rFonts w:ascii="Times New Roman" w:hAnsi="Times New Roman" w:cs="Times New Roman"/>
          <w:b/>
          <w:lang w:val="kl-GL"/>
        </w:rPr>
        <w:t>5</w:t>
      </w:r>
      <w:r w:rsidRPr="00171408">
        <w:rPr>
          <w:rFonts w:ascii="Times New Roman" w:hAnsi="Times New Roman" w:cs="Times New Roman"/>
          <w:b/>
          <w:lang w:val="kl-GL"/>
        </w:rPr>
        <w:t>.</w:t>
      </w:r>
      <w:r w:rsidRPr="00171408">
        <w:rPr>
          <w:rFonts w:ascii="Times New Roman" w:hAnsi="Times New Roman" w:cs="Times New Roman"/>
          <w:lang w:val="kl-GL"/>
        </w:rPr>
        <w:t xml:space="preserve"> </w:t>
      </w:r>
      <w:r w:rsidRPr="00171408">
        <w:rPr>
          <w:rFonts w:ascii="Times New Roman" w:hAnsi="Times New Roman" w:cs="Times New Roman"/>
          <w:i/>
          <w:lang w:val="kl-GL"/>
        </w:rPr>
        <w:t>§ 39, imm. 1, oqaaseqatigiit</w:t>
      </w:r>
      <w:r w:rsidR="00785B02" w:rsidRPr="00171408">
        <w:rPr>
          <w:rFonts w:ascii="Times New Roman" w:hAnsi="Times New Roman" w:cs="Times New Roman"/>
          <w:i/>
          <w:lang w:val="kl-GL"/>
        </w:rPr>
        <w:t xml:space="preserve"> siullianni</w:t>
      </w:r>
      <w:r w:rsidRPr="00171408">
        <w:rPr>
          <w:rFonts w:ascii="Times New Roman" w:hAnsi="Times New Roman" w:cs="Times New Roman"/>
          <w:i/>
          <w:lang w:val="kl-GL"/>
        </w:rPr>
        <w:t>,</w:t>
      </w:r>
      <w:r w:rsidRPr="00171408">
        <w:rPr>
          <w:rFonts w:ascii="Times New Roman" w:hAnsi="Times New Roman" w:cs="Times New Roman"/>
          <w:lang w:val="kl-GL"/>
        </w:rPr>
        <w:t xml:space="preserve"> </w:t>
      </w:r>
      <w:r w:rsidR="004C568E" w:rsidRPr="00171408">
        <w:rPr>
          <w:rFonts w:ascii="Times New Roman" w:hAnsi="Times New Roman" w:cs="Times New Roman"/>
          <w:lang w:val="kl-GL"/>
        </w:rPr>
        <w:t>»Nalunaarut</w:t>
      </w:r>
      <w:r w:rsidR="008D12ED" w:rsidRPr="00171408">
        <w:rPr>
          <w:rFonts w:ascii="Times New Roman" w:hAnsi="Times New Roman" w:cs="Times New Roman"/>
          <w:lang w:val="kl-GL"/>
        </w:rPr>
        <w:t>iginninneq</w:t>
      </w:r>
      <w:r w:rsidR="004C568E" w:rsidRPr="00171408">
        <w:rPr>
          <w:rFonts w:ascii="Times New Roman" w:hAnsi="Times New Roman" w:cs="Times New Roman"/>
          <w:lang w:val="kl-GL"/>
        </w:rPr>
        <w:t>« kingorna ikkunneqa</w:t>
      </w:r>
      <w:r w:rsidR="008D12ED" w:rsidRPr="00171408">
        <w:rPr>
          <w:rFonts w:ascii="Times New Roman" w:hAnsi="Times New Roman" w:cs="Times New Roman"/>
          <w:lang w:val="kl-GL"/>
        </w:rPr>
        <w:t>ssaaq</w:t>
      </w:r>
      <w:r w:rsidR="004C568E" w:rsidRPr="00171408">
        <w:rPr>
          <w:rFonts w:ascii="Times New Roman" w:hAnsi="Times New Roman" w:cs="Times New Roman"/>
          <w:lang w:val="kl-GL"/>
        </w:rPr>
        <w:t>: »sulinermi ajutoornerit aamma inuussutissarsiornermi nappaatit pillugit«</w:t>
      </w:r>
      <w:r w:rsidRPr="00171408">
        <w:rPr>
          <w:rFonts w:ascii="Times New Roman" w:hAnsi="Times New Roman" w:cs="Times New Roman"/>
          <w:shd w:val="clear" w:color="auto" w:fill="FFFFFF"/>
          <w:lang w:val="kl-GL"/>
        </w:rPr>
        <w:t>.</w:t>
      </w:r>
    </w:p>
    <w:p w14:paraId="3CA952A9" w14:textId="4CA165B1" w:rsidR="00515200" w:rsidRPr="00171408" w:rsidRDefault="00CE02F1">
      <w:pPr>
        <w:spacing w:after="0"/>
        <w:rPr>
          <w:rFonts w:ascii="Times New Roman" w:hAnsi="Times New Roman"/>
          <w:lang w:val="kl-GL"/>
        </w:rPr>
      </w:pPr>
      <w:r w:rsidRPr="00171408">
        <w:rPr>
          <w:rFonts w:ascii="Times New Roman" w:hAnsi="Times New Roman" w:cs="Times New Roman"/>
          <w:b/>
          <w:lang w:val="kl-GL"/>
        </w:rPr>
        <w:t>1</w:t>
      </w:r>
      <w:r w:rsidR="002D3DD4" w:rsidRPr="00171408">
        <w:rPr>
          <w:rFonts w:ascii="Times New Roman" w:hAnsi="Times New Roman" w:cs="Times New Roman"/>
          <w:b/>
          <w:lang w:val="kl-GL"/>
        </w:rPr>
        <w:t>6</w:t>
      </w:r>
      <w:r w:rsidRPr="00171408">
        <w:rPr>
          <w:rFonts w:ascii="Times New Roman" w:hAnsi="Times New Roman" w:cs="Times New Roman"/>
          <w:b/>
          <w:lang w:val="kl-GL"/>
        </w:rPr>
        <w:t xml:space="preserve">. </w:t>
      </w:r>
      <w:r w:rsidRPr="00171408">
        <w:rPr>
          <w:rFonts w:ascii="Times New Roman" w:hAnsi="Times New Roman" w:cs="Times New Roman"/>
          <w:i/>
          <w:lang w:val="kl-GL"/>
        </w:rPr>
        <w:t xml:space="preserve">§ 39, imm. 4, </w:t>
      </w:r>
      <w:r w:rsidRPr="00171408">
        <w:rPr>
          <w:rFonts w:ascii="Times New Roman" w:hAnsi="Times New Roman" w:cs="Times New Roman"/>
          <w:lang w:val="kl-GL"/>
        </w:rPr>
        <w:t>ima allanneqassaaq:</w:t>
      </w:r>
    </w:p>
    <w:p w14:paraId="46D4E001" w14:textId="157E7CE1" w:rsidR="00515200" w:rsidRPr="00171408" w:rsidRDefault="00CE02F1">
      <w:pPr>
        <w:rPr>
          <w:rFonts w:ascii="Times New Roman" w:hAnsi="Times New Roman"/>
          <w:lang w:val="kl-GL"/>
        </w:rPr>
      </w:pPr>
      <w:r w:rsidRPr="00171408">
        <w:rPr>
          <w:rFonts w:ascii="Times New Roman" w:hAnsi="Times New Roman" w:cs="Times New Roman"/>
          <w:lang w:val="kl-GL"/>
        </w:rPr>
        <w:t>»</w:t>
      </w:r>
      <w:r w:rsidRPr="00171408">
        <w:rPr>
          <w:rFonts w:ascii="Times New Roman" w:hAnsi="Times New Roman" w:cs="Times New Roman"/>
          <w:i/>
          <w:iCs/>
          <w:lang w:val="kl-GL"/>
        </w:rPr>
        <w:t>Imm</w:t>
      </w:r>
      <w:r w:rsidRPr="00171408">
        <w:rPr>
          <w:rFonts w:ascii="Times New Roman" w:hAnsi="Times New Roman" w:cs="Times New Roman"/>
          <w:i/>
          <w:lang w:val="kl-GL"/>
        </w:rPr>
        <w:t xml:space="preserve">. 4. </w:t>
      </w:r>
      <w:bookmarkStart w:id="2" w:name="_Hlk150761148"/>
      <w:r w:rsidRPr="00171408">
        <w:rPr>
          <w:rFonts w:ascii="Times New Roman" w:hAnsi="Times New Roman" w:cs="Times New Roman"/>
          <w:lang w:val="kl-GL"/>
        </w:rPr>
        <w:t xml:space="preserve">Ajutoornerit pillugit suliani </w:t>
      </w:r>
      <w:r w:rsidR="00BE14B2" w:rsidRPr="00171408">
        <w:rPr>
          <w:rFonts w:ascii="Times New Roman" w:hAnsi="Times New Roman" w:cs="Times New Roman"/>
          <w:lang w:val="kl-GL"/>
        </w:rPr>
        <w:t xml:space="preserve">paasissutissanut tunngasut akiligassat tamaasa </w:t>
      </w:r>
      <w:r w:rsidRPr="00171408">
        <w:rPr>
          <w:rFonts w:ascii="Times New Roman" w:hAnsi="Times New Roman" w:cs="Times New Roman"/>
          <w:lang w:val="kl-GL"/>
        </w:rPr>
        <w:t>sillimmasiisarfiup akilissavai. Inuussutiss</w:t>
      </w:r>
      <w:r w:rsidR="0045374C" w:rsidRPr="00171408">
        <w:rPr>
          <w:rFonts w:ascii="Times New Roman" w:hAnsi="Times New Roman" w:cs="Times New Roman"/>
          <w:lang w:val="kl-GL"/>
        </w:rPr>
        <w:t>a</w:t>
      </w:r>
      <w:r w:rsidRPr="00171408">
        <w:rPr>
          <w:rFonts w:ascii="Times New Roman" w:hAnsi="Times New Roman" w:cs="Times New Roman"/>
          <w:lang w:val="kl-GL"/>
        </w:rPr>
        <w:t xml:space="preserve">rsiornermi nappaatit pillugit suliani </w:t>
      </w:r>
      <w:r w:rsidR="0045374C" w:rsidRPr="00171408">
        <w:rPr>
          <w:rFonts w:ascii="Times New Roman" w:hAnsi="Times New Roman" w:cs="Times New Roman"/>
          <w:color w:val="000000"/>
          <w:lang w:val="kl-GL"/>
        </w:rPr>
        <w:t xml:space="preserve">paasissutissanut tunngasut akiligassat tamaasa </w:t>
      </w:r>
      <w:r w:rsidRPr="00171408">
        <w:rPr>
          <w:rFonts w:ascii="Times New Roman" w:hAnsi="Times New Roman" w:cs="Times New Roman"/>
          <w:color w:val="000000"/>
          <w:lang w:val="kl-GL"/>
        </w:rPr>
        <w:t xml:space="preserve">Arbejdsmarkedets Erhvervssikringip akilissavai. </w:t>
      </w:r>
      <w:r w:rsidRPr="00171408">
        <w:rPr>
          <w:rFonts w:ascii="Times New Roman" w:hAnsi="Times New Roman" w:cs="Times New Roman"/>
          <w:lang w:val="kl-GL"/>
        </w:rPr>
        <w:t xml:space="preserve">Oqaaseqatigiit </w:t>
      </w:r>
      <w:r w:rsidR="009014A9" w:rsidRPr="00171408">
        <w:rPr>
          <w:rFonts w:ascii="Times New Roman" w:hAnsi="Times New Roman" w:cs="Times New Roman"/>
          <w:lang w:val="kl-GL"/>
        </w:rPr>
        <w:t>siulli</w:t>
      </w:r>
      <w:r w:rsidRPr="00171408">
        <w:rPr>
          <w:rFonts w:ascii="Times New Roman" w:hAnsi="Times New Roman" w:cs="Times New Roman"/>
          <w:lang w:val="kl-GL"/>
        </w:rPr>
        <w:t>an</w:t>
      </w:r>
      <w:r w:rsidR="00B82EC7" w:rsidRPr="00171408">
        <w:rPr>
          <w:rFonts w:ascii="Times New Roman" w:hAnsi="Times New Roman" w:cs="Times New Roman"/>
          <w:lang w:val="kl-GL"/>
        </w:rPr>
        <w:t>n</w:t>
      </w:r>
      <w:r w:rsidRPr="00171408">
        <w:rPr>
          <w:rFonts w:ascii="Times New Roman" w:hAnsi="Times New Roman" w:cs="Times New Roman"/>
          <w:lang w:val="kl-GL"/>
        </w:rPr>
        <w:t xml:space="preserve">i aamma </w:t>
      </w:r>
      <w:r w:rsidR="009014A9" w:rsidRPr="00171408">
        <w:rPr>
          <w:rFonts w:ascii="Times New Roman" w:hAnsi="Times New Roman" w:cs="Times New Roman"/>
          <w:lang w:val="kl-GL"/>
        </w:rPr>
        <w:t>aappa</w:t>
      </w:r>
      <w:r w:rsidRPr="00171408">
        <w:rPr>
          <w:rFonts w:ascii="Times New Roman" w:hAnsi="Times New Roman" w:cs="Times New Roman"/>
          <w:lang w:val="kl-GL"/>
        </w:rPr>
        <w:t>a</w:t>
      </w:r>
      <w:r w:rsidR="00B82EC7" w:rsidRPr="00171408">
        <w:rPr>
          <w:rFonts w:ascii="Times New Roman" w:hAnsi="Times New Roman" w:cs="Times New Roman"/>
          <w:lang w:val="kl-GL"/>
        </w:rPr>
        <w:t>n</w:t>
      </w:r>
      <w:r w:rsidRPr="00171408">
        <w:rPr>
          <w:rFonts w:ascii="Times New Roman" w:hAnsi="Times New Roman" w:cs="Times New Roman"/>
          <w:lang w:val="kl-GL"/>
        </w:rPr>
        <w:t xml:space="preserve">ni akiligassat ilaatigut tunngapput nakorsat nalunaarutaannut akiligassat, tassunga </w:t>
      </w:r>
      <w:r w:rsidR="00CA7CAF" w:rsidRPr="00171408">
        <w:rPr>
          <w:rFonts w:ascii="Times New Roman" w:hAnsi="Times New Roman" w:cs="Times New Roman"/>
          <w:lang w:val="kl-GL"/>
        </w:rPr>
        <w:t xml:space="preserve">ilanngullugit </w:t>
      </w:r>
      <w:r w:rsidRPr="00171408">
        <w:rPr>
          <w:rFonts w:ascii="Times New Roman" w:hAnsi="Times New Roman" w:cs="Times New Roman"/>
          <w:color w:val="000000"/>
          <w:lang w:val="kl-GL"/>
        </w:rPr>
        <w:t>nakorsat immikkut ilinniarsimasut nalunaarutaat aamma toqusumik pilattaalluni misissuinermik nalunaarutit, aamma oqaaseqaatinut uppernarsaatinu</w:t>
      </w:r>
      <w:r w:rsidR="00AF738E" w:rsidRPr="00171408">
        <w:rPr>
          <w:rFonts w:ascii="Times New Roman" w:hAnsi="Times New Roman" w:cs="Times New Roman"/>
          <w:color w:val="000000"/>
          <w:lang w:val="kl-GL"/>
        </w:rPr>
        <w:t>llu</w:t>
      </w:r>
      <w:r w:rsidRPr="00171408">
        <w:rPr>
          <w:rFonts w:ascii="Times New Roman" w:hAnsi="Times New Roman" w:cs="Times New Roman"/>
          <w:color w:val="000000"/>
          <w:lang w:val="kl-GL"/>
        </w:rPr>
        <w:t xml:space="preserve"> allanut, tassunga </w:t>
      </w:r>
      <w:r w:rsidR="004361D5" w:rsidRPr="00171408">
        <w:rPr>
          <w:rFonts w:ascii="Times New Roman" w:hAnsi="Times New Roman" w:cs="Times New Roman"/>
          <w:lang w:val="kl-GL"/>
        </w:rPr>
        <w:t xml:space="preserve">ilanngullugit </w:t>
      </w:r>
      <w:r w:rsidRPr="00171408">
        <w:rPr>
          <w:rFonts w:ascii="Times New Roman" w:hAnsi="Times New Roman" w:cs="Times New Roman"/>
          <w:color w:val="000000"/>
          <w:lang w:val="kl-GL"/>
        </w:rPr>
        <w:t>kukkunersiuisut naatsorsuutaat pisariaqartinneqartut aamma nutserinerit.</w:t>
      </w:r>
      <w:r w:rsidRPr="00171408">
        <w:rPr>
          <w:rFonts w:ascii="Times New Roman" w:hAnsi="Times New Roman" w:cs="Times New Roman"/>
          <w:lang w:val="kl-GL"/>
        </w:rPr>
        <w:t>«</w:t>
      </w:r>
      <w:bookmarkEnd w:id="2"/>
    </w:p>
    <w:p w14:paraId="6FA2728F" w14:textId="19C9D0E6" w:rsidR="00515200" w:rsidRPr="00171408" w:rsidRDefault="00CE02F1">
      <w:pPr>
        <w:spacing w:after="0"/>
        <w:rPr>
          <w:rFonts w:ascii="Times New Roman" w:hAnsi="Times New Roman"/>
          <w:lang w:val="kl-GL"/>
        </w:rPr>
      </w:pPr>
      <w:r w:rsidRPr="00171408">
        <w:rPr>
          <w:rFonts w:ascii="Times New Roman" w:hAnsi="Times New Roman" w:cs="Times New Roman"/>
          <w:b/>
          <w:lang w:val="kl-GL"/>
        </w:rPr>
        <w:t>1</w:t>
      </w:r>
      <w:r w:rsidR="00A43E3D" w:rsidRPr="00171408">
        <w:rPr>
          <w:rFonts w:ascii="Times New Roman" w:hAnsi="Times New Roman" w:cs="Times New Roman"/>
          <w:b/>
          <w:lang w:val="kl-GL"/>
        </w:rPr>
        <w:t>7</w:t>
      </w:r>
      <w:r w:rsidRPr="00171408">
        <w:rPr>
          <w:rFonts w:ascii="Times New Roman" w:hAnsi="Times New Roman" w:cs="Times New Roman"/>
          <w:b/>
          <w:lang w:val="kl-GL"/>
        </w:rPr>
        <w:t>.</w:t>
      </w:r>
      <w:r w:rsidRPr="00171408">
        <w:rPr>
          <w:rFonts w:ascii="Times New Roman" w:hAnsi="Times New Roman" w:cs="Times New Roman"/>
          <w:lang w:val="kl-GL"/>
        </w:rPr>
        <w:t xml:space="preserve"> </w:t>
      </w:r>
      <w:r w:rsidRPr="00171408">
        <w:rPr>
          <w:rFonts w:ascii="Times New Roman" w:hAnsi="Times New Roman" w:cs="Times New Roman"/>
          <w:i/>
          <w:lang w:val="kl-GL"/>
        </w:rPr>
        <w:t xml:space="preserve">§ 42 </w:t>
      </w:r>
      <w:r w:rsidRPr="00171408">
        <w:rPr>
          <w:rFonts w:ascii="Times New Roman" w:hAnsi="Times New Roman" w:cs="Times New Roman"/>
          <w:lang w:val="kl-GL"/>
        </w:rPr>
        <w:t>ima allanneqassaaq:</w:t>
      </w:r>
    </w:p>
    <w:p w14:paraId="4611BCE1" w14:textId="31654F59" w:rsidR="00515200" w:rsidRPr="00171408" w:rsidRDefault="00CE02F1">
      <w:pPr>
        <w:spacing w:after="0"/>
        <w:rPr>
          <w:rFonts w:ascii="Times New Roman" w:hAnsi="Times New Roman"/>
          <w:lang w:val="kl-GL"/>
        </w:rPr>
      </w:pPr>
      <w:r w:rsidRPr="00171408">
        <w:rPr>
          <w:rFonts w:ascii="Times New Roman" w:hAnsi="Times New Roman" w:cs="Times New Roman"/>
          <w:lang w:val="kl-GL"/>
        </w:rPr>
        <w:t>»</w:t>
      </w:r>
      <w:r w:rsidRPr="00171408">
        <w:rPr>
          <w:rFonts w:ascii="Times New Roman" w:hAnsi="Times New Roman" w:cs="Times New Roman"/>
          <w:b/>
          <w:lang w:val="kl-GL"/>
        </w:rPr>
        <w:t>§ 42.</w:t>
      </w:r>
      <w:r w:rsidRPr="00171408">
        <w:rPr>
          <w:rFonts w:ascii="Times New Roman" w:hAnsi="Times New Roman" w:cs="Times New Roman"/>
          <w:i/>
          <w:lang w:val="kl-GL"/>
        </w:rPr>
        <w:t xml:space="preserve"> </w:t>
      </w:r>
      <w:bookmarkStart w:id="3" w:name="_Hlk150761163"/>
      <w:r w:rsidRPr="00171408">
        <w:rPr>
          <w:rFonts w:ascii="Times New Roman" w:hAnsi="Times New Roman" w:cs="Times New Roman"/>
          <w:bCs/>
          <w:shd w:val="clear" w:color="auto" w:fill="FFFFFF"/>
          <w:lang w:val="kl-GL"/>
        </w:rPr>
        <w:t xml:space="preserve">Arbejdsmarkedets Erhvervssikringip imaluunniit Ankestyrelsip § 41 malillugu paasissutissanik </w:t>
      </w:r>
      <w:r w:rsidR="007E1AD4" w:rsidRPr="00171408">
        <w:rPr>
          <w:rFonts w:ascii="Times New Roman" w:hAnsi="Times New Roman" w:cs="Times New Roman"/>
          <w:bCs/>
          <w:shd w:val="clear" w:color="auto" w:fill="FFFFFF"/>
          <w:lang w:val="kl-GL"/>
        </w:rPr>
        <w:t>pissarsi</w:t>
      </w:r>
      <w:r w:rsidR="00C06A5A" w:rsidRPr="00171408">
        <w:rPr>
          <w:rFonts w:ascii="Times New Roman" w:hAnsi="Times New Roman" w:cs="Times New Roman"/>
          <w:bCs/>
          <w:shd w:val="clear" w:color="auto" w:fill="FFFFFF"/>
          <w:lang w:val="kl-GL"/>
        </w:rPr>
        <w:t>niar</w:t>
      </w:r>
      <w:r w:rsidR="007E1AD4" w:rsidRPr="00171408">
        <w:rPr>
          <w:rFonts w:ascii="Times New Roman" w:hAnsi="Times New Roman" w:cs="Times New Roman"/>
          <w:bCs/>
          <w:shd w:val="clear" w:color="auto" w:fill="FFFFFF"/>
          <w:lang w:val="kl-GL"/>
        </w:rPr>
        <w:t>tinnani</w:t>
      </w:r>
      <w:r w:rsidRPr="00171408">
        <w:rPr>
          <w:rFonts w:ascii="Times New Roman" w:hAnsi="Times New Roman" w:cs="Times New Roman"/>
          <w:bCs/>
          <w:shd w:val="clear" w:color="auto" w:fill="FFFFFF"/>
          <w:lang w:val="kl-GL"/>
        </w:rPr>
        <w:t xml:space="preserve">, Arbejdsmarkedets Erhvervssikringip imaluunniit Ankestyrelsip paasissutissat qanoq ittut </w:t>
      </w:r>
      <w:r w:rsidR="007E1AD4" w:rsidRPr="00171408">
        <w:rPr>
          <w:rFonts w:ascii="Times New Roman" w:hAnsi="Times New Roman" w:cs="Times New Roman"/>
          <w:bCs/>
          <w:shd w:val="clear" w:color="auto" w:fill="FFFFFF"/>
          <w:lang w:val="kl-GL"/>
        </w:rPr>
        <w:t xml:space="preserve">pissarsiarinissaanut </w:t>
      </w:r>
      <w:r w:rsidRPr="00171408">
        <w:rPr>
          <w:rFonts w:ascii="Times New Roman" w:hAnsi="Times New Roman" w:cs="Times New Roman"/>
          <w:bCs/>
          <w:shd w:val="clear" w:color="auto" w:fill="FFFFFF"/>
          <w:lang w:val="kl-GL"/>
        </w:rPr>
        <w:t xml:space="preserve">pisariaqalersinnaanera pillugu ajoqusertoq imaluunniit </w:t>
      </w:r>
      <w:r w:rsidR="00D02F12" w:rsidRPr="00171408">
        <w:rPr>
          <w:rFonts w:ascii="Times New Roman" w:hAnsi="Times New Roman" w:cs="Times New Roman"/>
          <w:bCs/>
          <w:shd w:val="clear" w:color="auto" w:fill="FFFFFF"/>
          <w:lang w:val="kl-GL"/>
        </w:rPr>
        <w:t>qimagaas</w:t>
      </w:r>
      <w:r w:rsidRPr="00171408">
        <w:rPr>
          <w:rFonts w:ascii="Times New Roman" w:hAnsi="Times New Roman" w:cs="Times New Roman"/>
          <w:bCs/>
          <w:shd w:val="clear" w:color="auto" w:fill="FFFFFF"/>
          <w:lang w:val="kl-GL"/>
        </w:rPr>
        <w:t xml:space="preserve">ut allakkatigut ilisimatissavai. Arbejdsmarkedets Erhvervssikringip imaluunniit Ankestyrelsip aamma ajoqusertoq imaluunniit </w:t>
      </w:r>
      <w:r w:rsidR="00D02F12" w:rsidRPr="00171408">
        <w:rPr>
          <w:rFonts w:ascii="Times New Roman" w:hAnsi="Times New Roman" w:cs="Times New Roman"/>
          <w:bCs/>
          <w:shd w:val="clear" w:color="auto" w:fill="FFFFFF"/>
          <w:lang w:val="kl-GL"/>
        </w:rPr>
        <w:t>qimagaas</w:t>
      </w:r>
      <w:r w:rsidRPr="00171408">
        <w:rPr>
          <w:rFonts w:ascii="Times New Roman" w:hAnsi="Times New Roman" w:cs="Times New Roman"/>
          <w:bCs/>
          <w:shd w:val="clear" w:color="auto" w:fill="FFFFFF"/>
          <w:lang w:val="kl-GL"/>
        </w:rPr>
        <w:t xml:space="preserve">ut tamatumunnga akerliliilluni nalunaaruteqarsinnaanermut piffissarititamik tunissavai aamma ajoqusertoq imaluunniit </w:t>
      </w:r>
      <w:r w:rsidR="00D02F12" w:rsidRPr="00171408">
        <w:rPr>
          <w:rFonts w:ascii="Times New Roman" w:hAnsi="Times New Roman" w:cs="Times New Roman"/>
          <w:bCs/>
          <w:shd w:val="clear" w:color="auto" w:fill="FFFFFF"/>
          <w:lang w:val="kl-GL"/>
        </w:rPr>
        <w:t>qimagaas</w:t>
      </w:r>
      <w:r w:rsidRPr="00171408">
        <w:rPr>
          <w:rFonts w:ascii="Times New Roman" w:hAnsi="Times New Roman" w:cs="Times New Roman"/>
          <w:bCs/>
          <w:shd w:val="clear" w:color="auto" w:fill="FFFFFF"/>
          <w:lang w:val="kl-GL"/>
        </w:rPr>
        <w:t>ut tamatumuunakkut eqqartuussivinni suliassanngortitsinermi ajoqutaasinnaasut pillugit ilisimatissa</w:t>
      </w:r>
      <w:r w:rsidR="00B9098F" w:rsidRPr="00171408">
        <w:rPr>
          <w:rFonts w:ascii="Times New Roman" w:hAnsi="Times New Roman" w:cs="Times New Roman"/>
          <w:bCs/>
          <w:shd w:val="clear" w:color="auto" w:fill="FFFFFF"/>
          <w:lang w:val="kl-GL"/>
        </w:rPr>
        <w:t>llugit</w:t>
      </w:r>
      <w:r w:rsidRPr="00171408">
        <w:rPr>
          <w:rFonts w:ascii="Times New Roman" w:hAnsi="Times New Roman" w:cs="Times New Roman"/>
          <w:bCs/>
          <w:shd w:val="clear" w:color="auto" w:fill="FFFFFF"/>
          <w:lang w:val="kl-GL"/>
        </w:rPr>
        <w:t>.«</w:t>
      </w:r>
      <w:bookmarkEnd w:id="3"/>
    </w:p>
    <w:p w14:paraId="3187D0FE" w14:textId="2708934E" w:rsidR="00515200" w:rsidRPr="00171408" w:rsidRDefault="00CE02F1">
      <w:pPr>
        <w:pStyle w:val="AT-Body"/>
        <w:spacing w:line="276" w:lineRule="auto"/>
        <w:rPr>
          <w:lang w:val="kl-GL"/>
        </w:rPr>
      </w:pPr>
      <w:r w:rsidRPr="00171408">
        <w:rPr>
          <w:b/>
          <w:lang w:val="kl-GL"/>
        </w:rPr>
        <w:t>1</w:t>
      </w:r>
      <w:r w:rsidR="00A43E3D" w:rsidRPr="00171408">
        <w:rPr>
          <w:b/>
          <w:lang w:val="kl-GL"/>
        </w:rPr>
        <w:t>8</w:t>
      </w:r>
      <w:r w:rsidRPr="00171408">
        <w:rPr>
          <w:b/>
          <w:lang w:val="kl-GL"/>
        </w:rPr>
        <w:t>.</w:t>
      </w:r>
      <w:r w:rsidRPr="00171408">
        <w:rPr>
          <w:lang w:val="kl-GL"/>
        </w:rPr>
        <w:t xml:space="preserve"> </w:t>
      </w:r>
      <w:r w:rsidRPr="00171408">
        <w:rPr>
          <w:i/>
          <w:lang w:val="kl-GL"/>
        </w:rPr>
        <w:t>§ 43, imm. 2</w:t>
      </w:r>
      <w:r w:rsidRPr="00171408">
        <w:rPr>
          <w:lang w:val="kl-GL"/>
        </w:rPr>
        <w:t xml:space="preserve">, </w:t>
      </w:r>
      <w:r w:rsidRPr="00171408">
        <w:rPr>
          <w:i/>
          <w:lang w:val="kl-GL"/>
        </w:rPr>
        <w:t xml:space="preserve">oqaaseqatigiit </w:t>
      </w:r>
      <w:r w:rsidR="009014A9" w:rsidRPr="00171408">
        <w:rPr>
          <w:i/>
          <w:iCs/>
          <w:lang w:val="kl-GL"/>
        </w:rPr>
        <w:t>siullianni aappaanni</w:t>
      </w:r>
      <w:r w:rsidR="0005743D" w:rsidRPr="00171408">
        <w:rPr>
          <w:i/>
          <w:iCs/>
          <w:lang w:val="kl-GL"/>
        </w:rPr>
        <w:t>lu</w:t>
      </w:r>
      <w:r w:rsidRPr="00171408">
        <w:rPr>
          <w:lang w:val="kl-GL"/>
        </w:rPr>
        <w:t xml:space="preserve">, </w:t>
      </w:r>
      <w:bookmarkStart w:id="4" w:name="_Hlk150761182"/>
      <w:r w:rsidRPr="00171408">
        <w:rPr>
          <w:lang w:val="kl-GL"/>
        </w:rPr>
        <w:t xml:space="preserve">»Ajoqusersimasoq« kingorna ikkunneqassaaq: »aamma </w:t>
      </w:r>
      <w:r w:rsidR="0014025A" w:rsidRPr="00171408">
        <w:rPr>
          <w:lang w:val="kl-GL"/>
        </w:rPr>
        <w:t xml:space="preserve">ingiaqatigisaq </w:t>
      </w:r>
      <w:r w:rsidRPr="00171408">
        <w:rPr>
          <w:lang w:val="kl-GL"/>
        </w:rPr>
        <w:t>pisariaqartinneqartoq«.</w:t>
      </w:r>
      <w:bookmarkEnd w:id="4"/>
    </w:p>
    <w:p w14:paraId="42695E2A" w14:textId="3991AA48" w:rsidR="00515200" w:rsidRPr="00171408" w:rsidRDefault="00CE02F1">
      <w:pPr>
        <w:spacing w:after="0"/>
        <w:rPr>
          <w:rFonts w:ascii="Times New Roman" w:hAnsi="Times New Roman"/>
          <w:lang w:val="kl-GL"/>
        </w:rPr>
      </w:pPr>
      <w:r w:rsidRPr="00171408">
        <w:rPr>
          <w:rFonts w:ascii="Times New Roman" w:hAnsi="Times New Roman" w:cs="Times New Roman"/>
          <w:b/>
          <w:lang w:val="kl-GL"/>
        </w:rPr>
        <w:t>1</w:t>
      </w:r>
      <w:r w:rsidR="000C6B9D" w:rsidRPr="00171408">
        <w:rPr>
          <w:rFonts w:ascii="Times New Roman" w:hAnsi="Times New Roman" w:cs="Times New Roman"/>
          <w:b/>
          <w:lang w:val="kl-GL"/>
        </w:rPr>
        <w:t>9</w:t>
      </w:r>
      <w:r w:rsidRPr="00171408">
        <w:rPr>
          <w:rFonts w:ascii="Times New Roman" w:hAnsi="Times New Roman" w:cs="Times New Roman"/>
          <w:b/>
          <w:lang w:val="kl-GL"/>
        </w:rPr>
        <w:t>.</w:t>
      </w:r>
      <w:r w:rsidRPr="00171408">
        <w:rPr>
          <w:rFonts w:ascii="Times New Roman" w:hAnsi="Times New Roman" w:cs="Times New Roman"/>
          <w:lang w:val="kl-GL"/>
        </w:rPr>
        <w:t xml:space="preserve"> </w:t>
      </w:r>
      <w:r w:rsidRPr="00171408">
        <w:rPr>
          <w:rFonts w:ascii="Times New Roman" w:hAnsi="Times New Roman" w:cs="Times New Roman"/>
          <w:i/>
          <w:lang w:val="kl-GL"/>
        </w:rPr>
        <w:t>§ 44</w:t>
      </w:r>
      <w:r w:rsidRPr="00171408">
        <w:rPr>
          <w:rFonts w:ascii="Times New Roman" w:hAnsi="Times New Roman" w:cs="Times New Roman"/>
          <w:lang w:val="kl-GL"/>
        </w:rPr>
        <w:t xml:space="preserve"> atorunnaarsinneqassaaq.</w:t>
      </w:r>
    </w:p>
    <w:p w14:paraId="5F4E4C72" w14:textId="77777777" w:rsidR="00515200" w:rsidRPr="00171408" w:rsidRDefault="00515200">
      <w:pPr>
        <w:spacing w:after="0"/>
        <w:rPr>
          <w:rFonts w:ascii="Times New Roman" w:hAnsi="Times New Roman" w:cs="Times New Roman"/>
          <w:lang w:val="kl-GL"/>
        </w:rPr>
      </w:pPr>
    </w:p>
    <w:p w14:paraId="59D78D6D" w14:textId="68C34B7A" w:rsidR="00515200" w:rsidRPr="00171408" w:rsidRDefault="000C6B9D">
      <w:pPr>
        <w:spacing w:after="0"/>
        <w:rPr>
          <w:rFonts w:ascii="Times New Roman" w:hAnsi="Times New Roman"/>
          <w:lang w:val="kl-GL"/>
        </w:rPr>
      </w:pPr>
      <w:r w:rsidRPr="00171408">
        <w:rPr>
          <w:rFonts w:ascii="Times New Roman" w:hAnsi="Times New Roman" w:cs="Times New Roman"/>
          <w:b/>
          <w:lang w:val="kl-GL"/>
        </w:rPr>
        <w:t>20</w:t>
      </w:r>
      <w:r w:rsidR="00CE02F1" w:rsidRPr="00171408">
        <w:rPr>
          <w:rFonts w:ascii="Times New Roman" w:hAnsi="Times New Roman" w:cs="Times New Roman"/>
          <w:b/>
          <w:lang w:val="kl-GL"/>
        </w:rPr>
        <w:t xml:space="preserve">. </w:t>
      </w:r>
      <w:r w:rsidR="00CE02F1" w:rsidRPr="00171408">
        <w:rPr>
          <w:rFonts w:ascii="Times New Roman" w:hAnsi="Times New Roman" w:cs="Times New Roman"/>
          <w:i/>
          <w:lang w:val="kl-GL"/>
        </w:rPr>
        <w:t xml:space="preserve">§ 49, imm. 2, oqaaseqatigiit </w:t>
      </w:r>
      <w:r w:rsidR="00785B02" w:rsidRPr="00171408">
        <w:rPr>
          <w:rFonts w:ascii="Times New Roman" w:hAnsi="Times New Roman" w:cs="Times New Roman"/>
          <w:i/>
          <w:lang w:val="kl-GL"/>
        </w:rPr>
        <w:t>pingajuat</w:t>
      </w:r>
      <w:r w:rsidR="00CE02F1" w:rsidRPr="00171408">
        <w:rPr>
          <w:rFonts w:ascii="Times New Roman" w:hAnsi="Times New Roman" w:cs="Times New Roman"/>
          <w:i/>
          <w:lang w:val="kl-GL"/>
        </w:rPr>
        <w:t>,</w:t>
      </w:r>
      <w:r w:rsidR="00CE02F1" w:rsidRPr="00171408">
        <w:rPr>
          <w:rFonts w:ascii="Times New Roman" w:hAnsi="Times New Roman" w:cs="Times New Roman"/>
          <w:lang w:val="kl-GL"/>
        </w:rPr>
        <w:t xml:space="preserve"> atorunnaarsinneqassaaq.</w:t>
      </w:r>
    </w:p>
    <w:p w14:paraId="3D596A89" w14:textId="77777777" w:rsidR="00515200" w:rsidRPr="00171408" w:rsidRDefault="00515200">
      <w:pPr>
        <w:spacing w:after="0"/>
        <w:rPr>
          <w:rFonts w:ascii="Times New Roman" w:hAnsi="Times New Roman" w:cs="Times New Roman"/>
          <w:lang w:val="kl-GL"/>
        </w:rPr>
      </w:pPr>
    </w:p>
    <w:p w14:paraId="2A58DEBD" w14:textId="2D0327CE" w:rsidR="00515200" w:rsidRPr="00171408" w:rsidRDefault="00A65D14">
      <w:pPr>
        <w:spacing w:after="0"/>
        <w:rPr>
          <w:rFonts w:ascii="Times New Roman" w:hAnsi="Times New Roman"/>
          <w:lang w:val="kl-GL"/>
        </w:rPr>
      </w:pPr>
      <w:r w:rsidRPr="00171408">
        <w:rPr>
          <w:rFonts w:ascii="Times New Roman" w:hAnsi="Times New Roman" w:cs="Times New Roman"/>
          <w:b/>
          <w:lang w:val="kl-GL"/>
        </w:rPr>
        <w:t>21</w:t>
      </w:r>
      <w:r w:rsidR="00CE02F1" w:rsidRPr="00171408">
        <w:rPr>
          <w:rFonts w:ascii="Times New Roman" w:hAnsi="Times New Roman" w:cs="Times New Roman"/>
          <w:b/>
          <w:lang w:val="kl-GL"/>
        </w:rPr>
        <w:t xml:space="preserve">. </w:t>
      </w:r>
      <w:r w:rsidR="00CE02F1" w:rsidRPr="00171408">
        <w:rPr>
          <w:rFonts w:ascii="Times New Roman" w:hAnsi="Times New Roman" w:cs="Times New Roman"/>
          <w:i/>
          <w:iCs/>
          <w:lang w:val="kl-GL"/>
        </w:rPr>
        <w:t>§ 49</w:t>
      </w:r>
      <w:r w:rsidR="00CE02F1" w:rsidRPr="00171408">
        <w:rPr>
          <w:rFonts w:ascii="Times New Roman" w:hAnsi="Times New Roman" w:cs="Times New Roman"/>
          <w:lang w:val="kl-GL"/>
        </w:rPr>
        <w:t>-mi</w:t>
      </w:r>
      <w:r w:rsidR="00CE02F1" w:rsidRPr="00171408">
        <w:rPr>
          <w:rFonts w:ascii="Times New Roman" w:hAnsi="Times New Roman" w:cs="Times New Roman"/>
          <w:i/>
          <w:iCs/>
          <w:lang w:val="kl-GL"/>
        </w:rPr>
        <w:t xml:space="preserve"> </w:t>
      </w:r>
      <w:r w:rsidR="00CE02F1" w:rsidRPr="00171408">
        <w:rPr>
          <w:rFonts w:ascii="Times New Roman" w:hAnsi="Times New Roman" w:cs="Times New Roman"/>
          <w:lang w:val="kl-GL"/>
        </w:rPr>
        <w:t>imm. 3-p kingorna immikkoortutut nutaatut ikkunneqassaaq:</w:t>
      </w:r>
    </w:p>
    <w:p w14:paraId="2E65D1C0" w14:textId="0AEFAE12" w:rsidR="00515200" w:rsidRPr="00171408" w:rsidRDefault="00CE02F1">
      <w:pPr>
        <w:spacing w:after="0"/>
        <w:rPr>
          <w:rFonts w:ascii="Times New Roman" w:hAnsi="Times New Roman"/>
          <w:lang w:val="kl-GL"/>
        </w:rPr>
      </w:pPr>
      <w:r w:rsidRPr="00171408">
        <w:rPr>
          <w:rFonts w:ascii="Times New Roman" w:hAnsi="Times New Roman" w:cs="Times New Roman"/>
          <w:lang w:val="kl-GL"/>
        </w:rPr>
        <w:t>»</w:t>
      </w:r>
      <w:r w:rsidRPr="00171408">
        <w:rPr>
          <w:rFonts w:ascii="Times New Roman" w:hAnsi="Times New Roman" w:cs="Times New Roman"/>
          <w:i/>
          <w:iCs/>
          <w:lang w:val="kl-GL"/>
        </w:rPr>
        <w:t>Imm. 4.</w:t>
      </w:r>
      <w:r w:rsidRPr="00171408">
        <w:rPr>
          <w:rFonts w:ascii="Times New Roman" w:hAnsi="Times New Roman" w:cs="Times New Roman"/>
          <w:iCs/>
          <w:lang w:val="kl-GL"/>
        </w:rPr>
        <w:t xml:space="preserve"> </w:t>
      </w:r>
      <w:r w:rsidRPr="00171408">
        <w:rPr>
          <w:rFonts w:ascii="Times New Roman" w:hAnsi="Times New Roman" w:cs="Times New Roman"/>
          <w:lang w:val="kl-GL"/>
        </w:rPr>
        <w:t>Ankestyrelsip inatsit manna malillugu sulianik ingerlatsinerani inatsisitigut isumannaatsuuneq aamma inunnik isumaginninnerm</w:t>
      </w:r>
      <w:r w:rsidR="00A340AA" w:rsidRPr="00171408">
        <w:rPr>
          <w:rFonts w:ascii="Times New Roman" w:hAnsi="Times New Roman" w:cs="Times New Roman"/>
          <w:lang w:val="kl-GL"/>
        </w:rPr>
        <w:t>ut suliassaqarfimmi</w:t>
      </w:r>
      <w:r w:rsidRPr="00171408">
        <w:rPr>
          <w:rFonts w:ascii="Times New Roman" w:hAnsi="Times New Roman" w:cs="Times New Roman"/>
          <w:lang w:val="kl-GL"/>
        </w:rPr>
        <w:t xml:space="preserve"> allaffissorneq pillugit inatsimmi kapitali 9 kiisalu §§ 68 aamma 70 atuutissapput, imaassimanngippat inatsisip matuma alla kingunerigaa.«</w:t>
      </w:r>
    </w:p>
    <w:p w14:paraId="132C8B78" w14:textId="77777777" w:rsidR="00515200" w:rsidRPr="00171408" w:rsidRDefault="00515200">
      <w:pPr>
        <w:spacing w:after="0"/>
        <w:rPr>
          <w:rFonts w:ascii="Times New Roman" w:hAnsi="Times New Roman" w:cs="Times New Roman"/>
          <w:b/>
          <w:lang w:val="kl-GL"/>
        </w:rPr>
      </w:pPr>
    </w:p>
    <w:p w14:paraId="2EEF3078" w14:textId="77777777" w:rsidR="00515200" w:rsidRPr="00171408" w:rsidRDefault="00CE02F1">
      <w:pPr>
        <w:rPr>
          <w:rFonts w:ascii="Times New Roman" w:hAnsi="Times New Roman"/>
          <w:lang w:val="kl-GL"/>
        </w:rPr>
      </w:pPr>
      <w:r w:rsidRPr="00171408">
        <w:rPr>
          <w:rFonts w:ascii="Times New Roman" w:hAnsi="Times New Roman" w:cs="Times New Roman"/>
          <w:lang w:val="kl-GL"/>
        </w:rPr>
        <w:t>Imm. 4-8 tamatuma kingorna imm. 5-9-nngussapput.</w:t>
      </w:r>
    </w:p>
    <w:p w14:paraId="29233613" w14:textId="7A0C263E" w:rsidR="00515200" w:rsidRPr="00171408" w:rsidRDefault="00E667DE">
      <w:pPr>
        <w:rPr>
          <w:lang w:val="kl-GL"/>
        </w:rPr>
      </w:pPr>
      <w:r w:rsidRPr="00171408">
        <w:rPr>
          <w:rFonts w:ascii="Times New Roman" w:hAnsi="Times New Roman" w:cs="Times New Roman"/>
          <w:b/>
          <w:lang w:val="kl-GL"/>
        </w:rPr>
        <w:t>22</w:t>
      </w:r>
      <w:r w:rsidR="00CE02F1" w:rsidRPr="00171408">
        <w:rPr>
          <w:rFonts w:ascii="Times New Roman" w:hAnsi="Times New Roman" w:cs="Times New Roman"/>
          <w:b/>
          <w:lang w:val="kl-GL"/>
        </w:rPr>
        <w:t xml:space="preserve">. </w:t>
      </w:r>
      <w:r w:rsidR="00CE02F1" w:rsidRPr="00171408">
        <w:rPr>
          <w:rFonts w:ascii="Times New Roman" w:hAnsi="Times New Roman" w:cs="Times New Roman"/>
          <w:i/>
          <w:lang w:val="kl-GL"/>
        </w:rPr>
        <w:t>§ 49, imm. 6</w:t>
      </w:r>
      <w:r w:rsidR="00CE02F1" w:rsidRPr="00171408">
        <w:rPr>
          <w:rFonts w:ascii="Times New Roman" w:hAnsi="Times New Roman" w:cs="Times New Roman"/>
          <w:lang w:val="kl-GL"/>
        </w:rPr>
        <w:t>-mi</w:t>
      </w:r>
      <w:r w:rsidR="00CE02F1" w:rsidRPr="00171408">
        <w:rPr>
          <w:rFonts w:ascii="Times New Roman" w:hAnsi="Times New Roman" w:cs="Times New Roman"/>
          <w:i/>
          <w:lang w:val="kl-GL"/>
        </w:rPr>
        <w:t xml:space="preserve">, </w:t>
      </w:r>
      <w:r w:rsidR="00CE02F1" w:rsidRPr="00171408">
        <w:rPr>
          <w:rFonts w:ascii="Times New Roman" w:hAnsi="Times New Roman" w:cs="Times New Roman"/>
          <w:lang w:val="kl-GL"/>
        </w:rPr>
        <w:t>imm. 7-nngortussami,</w:t>
      </w:r>
      <w:r w:rsidR="00CE02F1" w:rsidRPr="00171408">
        <w:rPr>
          <w:rFonts w:ascii="Times New Roman" w:hAnsi="Times New Roman" w:cs="Times New Roman"/>
          <w:i/>
          <w:lang w:val="kl-GL"/>
        </w:rPr>
        <w:t xml:space="preserve"> </w:t>
      </w:r>
      <w:r w:rsidR="00CE02F1" w:rsidRPr="00171408">
        <w:rPr>
          <w:rFonts w:ascii="Times New Roman" w:hAnsi="Times New Roman" w:cs="Times New Roman"/>
          <w:color w:val="000000"/>
          <w:lang w:val="kl-GL"/>
        </w:rPr>
        <w:t xml:space="preserve">oqaaseqatigiit </w:t>
      </w:r>
      <w:r w:rsidR="00785B02" w:rsidRPr="00171408">
        <w:rPr>
          <w:rFonts w:ascii="Times New Roman" w:hAnsi="Times New Roman" w:cs="Times New Roman"/>
          <w:color w:val="000000"/>
          <w:lang w:val="kl-GL"/>
        </w:rPr>
        <w:t>pingaju</w:t>
      </w:r>
      <w:r w:rsidR="00CE02F1" w:rsidRPr="00171408">
        <w:rPr>
          <w:rFonts w:ascii="Times New Roman" w:hAnsi="Times New Roman" w:cs="Times New Roman"/>
          <w:color w:val="000000"/>
          <w:lang w:val="kl-GL"/>
        </w:rPr>
        <w:t>a</w:t>
      </w:r>
      <w:r w:rsidR="001262DA" w:rsidRPr="00171408">
        <w:rPr>
          <w:rFonts w:ascii="Times New Roman" w:hAnsi="Times New Roman" w:cs="Times New Roman"/>
          <w:color w:val="000000"/>
          <w:lang w:val="kl-GL"/>
        </w:rPr>
        <w:t>t</w:t>
      </w:r>
      <w:r w:rsidR="00CE02F1" w:rsidRPr="00171408">
        <w:rPr>
          <w:rFonts w:ascii="Times New Roman" w:hAnsi="Times New Roman" w:cs="Times New Roman"/>
          <w:color w:val="000000"/>
          <w:lang w:val="kl-GL"/>
        </w:rPr>
        <w:t>tut ikkunneqassaaq</w:t>
      </w:r>
      <w:r w:rsidR="00CE02F1" w:rsidRPr="00171408">
        <w:rPr>
          <w:rFonts w:ascii="Times New Roman" w:hAnsi="Times New Roman" w:cs="Times New Roman"/>
          <w:lang w:val="kl-GL"/>
        </w:rPr>
        <w:t>:</w:t>
      </w:r>
      <w:r w:rsidR="00CE02F1" w:rsidRPr="00171408">
        <w:rPr>
          <w:rFonts w:ascii="Times New Roman" w:hAnsi="Times New Roman" w:cs="Times New Roman"/>
          <w:lang w:val="kl-GL"/>
        </w:rPr>
        <w:br/>
        <w:t>»Nalilersuinermi</w:t>
      </w:r>
      <w:r w:rsidR="00CE02F1" w:rsidRPr="00171408">
        <w:rPr>
          <w:rStyle w:val="stknr"/>
          <w:rFonts w:ascii="Times New Roman" w:hAnsi="Times New Roman" w:cs="Times New Roman"/>
          <w:iCs/>
          <w:color w:val="000000"/>
          <w:lang w:val="kl-GL"/>
        </w:rPr>
        <w:t xml:space="preserve"> </w:t>
      </w:r>
      <w:r w:rsidR="00CE02F1" w:rsidRPr="00171408">
        <w:rPr>
          <w:rFonts w:ascii="Times New Roman" w:hAnsi="Times New Roman" w:cs="Times New Roman"/>
          <w:color w:val="000000"/>
          <w:shd w:val="clear" w:color="auto" w:fill="FFFFFF"/>
          <w:lang w:val="kl-GL"/>
        </w:rPr>
        <w:t>Arbejdsmarkedets Erhvervssikringip aalajangiinermini isummerfigisinnaavai immikkuualuttut piviusunik tunngavillit aamma inatsisinut tunngasut kiisalu missi</w:t>
      </w:r>
      <w:r w:rsidR="007E0B0D" w:rsidRPr="00171408">
        <w:rPr>
          <w:rFonts w:ascii="Times New Roman" w:hAnsi="Times New Roman" w:cs="Times New Roman"/>
          <w:color w:val="000000"/>
          <w:shd w:val="clear" w:color="auto" w:fill="FFFFFF"/>
          <w:lang w:val="kl-GL"/>
        </w:rPr>
        <w:t>liuussinerit</w:t>
      </w:r>
      <w:r w:rsidR="00CE02F1" w:rsidRPr="00171408">
        <w:rPr>
          <w:rFonts w:ascii="Times New Roman" w:hAnsi="Times New Roman" w:cs="Times New Roman"/>
          <w:color w:val="000000"/>
          <w:shd w:val="clear" w:color="auto" w:fill="FFFFFF"/>
          <w:lang w:val="kl-GL"/>
        </w:rPr>
        <w:t>.</w:t>
      </w:r>
      <w:r w:rsidR="00CE02F1" w:rsidRPr="00171408">
        <w:rPr>
          <w:rFonts w:ascii="Times New Roman" w:hAnsi="Times New Roman" w:cs="Times New Roman"/>
          <w:lang w:val="kl-GL"/>
        </w:rPr>
        <w:t>«</w:t>
      </w:r>
    </w:p>
    <w:p w14:paraId="46DE3F82" w14:textId="50C1C1AF" w:rsidR="00515200" w:rsidRPr="00171408" w:rsidRDefault="00CE02F1">
      <w:pPr>
        <w:spacing w:after="0"/>
        <w:rPr>
          <w:rFonts w:ascii="Times New Roman" w:hAnsi="Times New Roman"/>
          <w:lang w:val="kl-GL"/>
        </w:rPr>
      </w:pPr>
      <w:r w:rsidRPr="00171408">
        <w:rPr>
          <w:rFonts w:ascii="Times New Roman" w:hAnsi="Times New Roman" w:cs="Times New Roman"/>
          <w:b/>
          <w:iCs/>
          <w:lang w:val="kl-GL"/>
        </w:rPr>
        <w:t>2</w:t>
      </w:r>
      <w:r w:rsidR="00836418" w:rsidRPr="00171408">
        <w:rPr>
          <w:rFonts w:ascii="Times New Roman" w:hAnsi="Times New Roman" w:cs="Times New Roman"/>
          <w:b/>
          <w:iCs/>
          <w:lang w:val="kl-GL"/>
        </w:rPr>
        <w:t>3</w:t>
      </w:r>
      <w:r w:rsidRPr="00171408">
        <w:rPr>
          <w:rFonts w:ascii="Times New Roman" w:hAnsi="Times New Roman" w:cs="Times New Roman"/>
          <w:b/>
          <w:iCs/>
          <w:lang w:val="kl-GL"/>
        </w:rPr>
        <w:t>.</w:t>
      </w:r>
      <w:r w:rsidRPr="00171408">
        <w:rPr>
          <w:rFonts w:ascii="Times New Roman" w:hAnsi="Times New Roman" w:cs="Times New Roman"/>
          <w:iCs/>
          <w:lang w:val="kl-GL"/>
        </w:rPr>
        <w:t xml:space="preserve"> </w:t>
      </w:r>
      <w:r w:rsidRPr="00171408">
        <w:rPr>
          <w:rFonts w:ascii="Times New Roman" w:hAnsi="Times New Roman" w:cs="Times New Roman"/>
          <w:i/>
          <w:iCs/>
          <w:lang w:val="kl-GL"/>
        </w:rPr>
        <w:t>§ 51</w:t>
      </w:r>
      <w:r w:rsidRPr="00171408">
        <w:rPr>
          <w:rFonts w:ascii="Times New Roman" w:hAnsi="Times New Roman" w:cs="Times New Roman"/>
          <w:lang w:val="kl-GL"/>
        </w:rPr>
        <w:t>-imi</w:t>
      </w:r>
      <w:r w:rsidRPr="00171408">
        <w:rPr>
          <w:rFonts w:ascii="Times New Roman" w:hAnsi="Times New Roman" w:cs="Times New Roman"/>
          <w:iCs/>
          <w:lang w:val="kl-GL"/>
        </w:rPr>
        <w:t xml:space="preserve"> </w:t>
      </w:r>
      <w:r w:rsidRPr="00171408">
        <w:rPr>
          <w:rFonts w:ascii="Times New Roman" w:hAnsi="Times New Roman" w:cs="Times New Roman"/>
          <w:i/>
          <w:iCs/>
          <w:lang w:val="kl-GL"/>
        </w:rPr>
        <w:t>imm. 2-</w:t>
      </w:r>
      <w:r w:rsidRPr="00171408">
        <w:rPr>
          <w:rFonts w:ascii="Times New Roman" w:hAnsi="Times New Roman" w:cs="Times New Roman"/>
          <w:lang w:val="kl-GL"/>
        </w:rPr>
        <w:t>tut ikkunneqassaaq:</w:t>
      </w:r>
    </w:p>
    <w:p w14:paraId="57373870" w14:textId="624E87D4" w:rsidR="00515200" w:rsidRPr="00171408" w:rsidRDefault="00CE02F1">
      <w:pPr>
        <w:spacing w:after="0"/>
        <w:rPr>
          <w:rFonts w:ascii="Times New Roman" w:hAnsi="Times New Roman"/>
          <w:lang w:val="kl-GL"/>
        </w:rPr>
      </w:pPr>
      <w:r w:rsidRPr="00171408">
        <w:rPr>
          <w:rFonts w:ascii="Times New Roman" w:eastAsia="Calibri" w:hAnsi="Times New Roman" w:cs="Times New Roman"/>
          <w:lang w:val="kl-GL"/>
        </w:rPr>
        <w:t xml:space="preserve"> »</w:t>
      </w:r>
      <w:r w:rsidRPr="00171408">
        <w:rPr>
          <w:rFonts w:ascii="Times New Roman" w:eastAsia="Calibri" w:hAnsi="Times New Roman" w:cs="Times New Roman"/>
          <w:i/>
          <w:iCs/>
          <w:lang w:val="kl-GL"/>
        </w:rPr>
        <w:t>Imm</w:t>
      </w:r>
      <w:r w:rsidRPr="00171408">
        <w:rPr>
          <w:rFonts w:ascii="Times New Roman" w:eastAsia="Calibri" w:hAnsi="Times New Roman" w:cs="Times New Roman"/>
          <w:i/>
          <w:lang w:val="kl-GL"/>
        </w:rPr>
        <w:t>. 2.</w:t>
      </w:r>
      <w:r w:rsidRPr="00171408">
        <w:rPr>
          <w:rFonts w:ascii="Times New Roman" w:eastAsia="Calibri" w:hAnsi="Times New Roman" w:cs="Times New Roman"/>
          <w:iCs/>
          <w:lang w:val="kl-GL"/>
        </w:rPr>
        <w:t xml:space="preserve"> </w:t>
      </w:r>
      <w:r w:rsidRPr="00171408">
        <w:rPr>
          <w:rFonts w:ascii="Times New Roman" w:eastAsia="Calibri" w:hAnsi="Times New Roman" w:cs="Times New Roman"/>
          <w:lang w:val="kl-GL"/>
        </w:rPr>
        <w:t xml:space="preserve">Ajoqusernermut sillimmasiisarfinnut Garantifondi § 49-mi taaneqartutut </w:t>
      </w:r>
      <w:r w:rsidR="00E96BBB" w:rsidRPr="00171408">
        <w:rPr>
          <w:rFonts w:ascii="Times New Roman" w:eastAsia="Calibri" w:hAnsi="Times New Roman" w:cs="Times New Roman"/>
          <w:lang w:val="kl-GL"/>
        </w:rPr>
        <w:t xml:space="preserve">sulinermi ajutoornerit </w:t>
      </w:r>
      <w:r w:rsidRPr="00171408">
        <w:rPr>
          <w:rFonts w:ascii="Times New Roman" w:eastAsia="Calibri" w:hAnsi="Times New Roman" w:cs="Times New Roman"/>
          <w:lang w:val="kl-GL"/>
        </w:rPr>
        <w:t xml:space="preserve">pillugit sulianik </w:t>
      </w:r>
      <w:r w:rsidR="007651B4" w:rsidRPr="00171408">
        <w:rPr>
          <w:rFonts w:ascii="Times New Roman" w:eastAsia="Calibri" w:hAnsi="Times New Roman" w:cs="Times New Roman"/>
          <w:lang w:val="kl-GL"/>
        </w:rPr>
        <w:t>suliareqqitassanngortitsisinnaavoq</w:t>
      </w:r>
      <w:r w:rsidRPr="00171408">
        <w:rPr>
          <w:rFonts w:ascii="Times New Roman" w:eastAsia="Calibri" w:hAnsi="Times New Roman" w:cs="Times New Roman"/>
          <w:lang w:val="kl-GL"/>
        </w:rPr>
        <w:t xml:space="preserve">, </w:t>
      </w:r>
      <w:r w:rsidR="00DE4353" w:rsidRPr="00171408">
        <w:rPr>
          <w:rFonts w:ascii="Times New Roman" w:eastAsia="Calibri" w:hAnsi="Times New Roman" w:cs="Times New Roman"/>
          <w:lang w:val="kl-GL"/>
        </w:rPr>
        <w:t xml:space="preserve">ajoqusernermut sillimmasiisarfinnut Garantifondi pillugu inatsit malillugu </w:t>
      </w:r>
      <w:r w:rsidRPr="00171408">
        <w:rPr>
          <w:rFonts w:ascii="Times New Roman" w:eastAsia="Calibri" w:hAnsi="Times New Roman" w:cs="Times New Roman"/>
          <w:lang w:val="kl-GL"/>
        </w:rPr>
        <w:t>ajoqusernermut sillimmasiisarfinnut Garantifondip ingerlataani.«</w:t>
      </w:r>
    </w:p>
    <w:p w14:paraId="7C7D1533" w14:textId="77777777" w:rsidR="00515200" w:rsidRPr="00171408" w:rsidRDefault="00515200">
      <w:pPr>
        <w:spacing w:after="0"/>
        <w:rPr>
          <w:rFonts w:ascii="Times New Roman" w:hAnsi="Times New Roman" w:cs="Times New Roman"/>
          <w:b/>
          <w:lang w:val="kl-GL"/>
        </w:rPr>
      </w:pPr>
    </w:p>
    <w:p w14:paraId="65A330AC" w14:textId="784F3803" w:rsidR="00515200" w:rsidRPr="00171408" w:rsidRDefault="00CE02F1">
      <w:pPr>
        <w:rPr>
          <w:rFonts w:ascii="Times New Roman" w:hAnsi="Times New Roman"/>
          <w:lang w:val="kl-GL"/>
        </w:rPr>
      </w:pPr>
      <w:r w:rsidRPr="00171408">
        <w:rPr>
          <w:rFonts w:ascii="Times New Roman" w:hAnsi="Times New Roman" w:cs="Times New Roman"/>
          <w:b/>
          <w:lang w:val="kl-GL"/>
        </w:rPr>
        <w:lastRenderedPageBreak/>
        <w:t>2</w:t>
      </w:r>
      <w:r w:rsidR="00836418" w:rsidRPr="00171408">
        <w:rPr>
          <w:rFonts w:ascii="Times New Roman" w:hAnsi="Times New Roman" w:cs="Times New Roman"/>
          <w:b/>
          <w:lang w:val="kl-GL"/>
        </w:rPr>
        <w:t>4</w:t>
      </w:r>
      <w:r w:rsidRPr="00171408">
        <w:rPr>
          <w:rFonts w:ascii="Times New Roman" w:hAnsi="Times New Roman" w:cs="Times New Roman"/>
          <w:b/>
          <w:lang w:val="kl-GL"/>
        </w:rPr>
        <w:t xml:space="preserve">. </w:t>
      </w:r>
      <w:r w:rsidRPr="00171408">
        <w:rPr>
          <w:rFonts w:ascii="Times New Roman" w:hAnsi="Times New Roman" w:cs="Times New Roman"/>
          <w:i/>
          <w:lang w:val="kl-GL"/>
        </w:rPr>
        <w:t xml:space="preserve">§ 52, imm. 6, oqaaseqatigiit </w:t>
      </w:r>
      <w:r w:rsidR="00C363D9" w:rsidRPr="00171408">
        <w:rPr>
          <w:rFonts w:ascii="Times New Roman" w:hAnsi="Times New Roman" w:cs="Times New Roman"/>
          <w:i/>
          <w:lang w:val="kl-GL"/>
        </w:rPr>
        <w:t>aappa</w:t>
      </w:r>
      <w:r w:rsidRPr="00171408">
        <w:rPr>
          <w:rFonts w:ascii="Times New Roman" w:hAnsi="Times New Roman" w:cs="Times New Roman"/>
          <w:i/>
          <w:lang w:val="kl-GL"/>
        </w:rPr>
        <w:t>at,</w:t>
      </w:r>
      <w:r w:rsidRPr="00171408">
        <w:rPr>
          <w:rFonts w:ascii="Times New Roman" w:hAnsi="Times New Roman" w:cs="Times New Roman"/>
          <w:lang w:val="kl-GL"/>
        </w:rPr>
        <w:t xml:space="preserve"> atorunnaarsinneqassaaq, aamma taarsiullugu ikkunneqassaaq:</w:t>
      </w:r>
      <w:r w:rsidRPr="00171408">
        <w:rPr>
          <w:rFonts w:ascii="Times New Roman" w:hAnsi="Times New Roman" w:cs="Times New Roman"/>
          <w:lang w:val="kl-GL"/>
        </w:rPr>
        <w:br/>
        <w:t>»</w:t>
      </w:r>
      <w:r w:rsidR="008441C3" w:rsidRPr="00171408">
        <w:rPr>
          <w:rFonts w:ascii="Times New Roman" w:hAnsi="Times New Roman" w:cs="Times New Roman"/>
          <w:lang w:val="kl-GL"/>
        </w:rPr>
        <w:t xml:space="preserve">Sulinermi </w:t>
      </w:r>
      <w:r w:rsidRPr="00171408">
        <w:rPr>
          <w:rFonts w:ascii="Times New Roman" w:hAnsi="Times New Roman" w:cs="Times New Roman"/>
          <w:lang w:val="kl-GL"/>
        </w:rPr>
        <w:t xml:space="preserve">ajutoornermut aningaasartuutit, ikiorteqarnermik qaangiisut, tak. oqaaseqatigiit </w:t>
      </w:r>
      <w:r w:rsidR="000D2B2B" w:rsidRPr="00171408">
        <w:rPr>
          <w:rFonts w:ascii="Times New Roman" w:hAnsi="Times New Roman" w:cs="Times New Roman"/>
          <w:lang w:val="kl-GL"/>
        </w:rPr>
        <w:t>siulli</w:t>
      </w:r>
      <w:r w:rsidRPr="00171408">
        <w:rPr>
          <w:rFonts w:ascii="Times New Roman" w:hAnsi="Times New Roman" w:cs="Times New Roman"/>
          <w:lang w:val="kl-GL"/>
        </w:rPr>
        <w:t xml:space="preserve">at, Arbejdsmarkedets Erhvervssikringimit akilerneqassapput. Oqaaseqatigiit </w:t>
      </w:r>
      <w:r w:rsidR="00C363D9" w:rsidRPr="00171408">
        <w:rPr>
          <w:rFonts w:ascii="Times New Roman" w:hAnsi="Times New Roman" w:cs="Times New Roman"/>
          <w:lang w:val="kl-GL"/>
        </w:rPr>
        <w:t>aappa</w:t>
      </w:r>
      <w:r w:rsidRPr="00171408">
        <w:rPr>
          <w:rFonts w:ascii="Times New Roman" w:hAnsi="Times New Roman" w:cs="Times New Roman"/>
          <w:lang w:val="kl-GL"/>
        </w:rPr>
        <w:t>at malillugu aningaasartuutinut aningaasaliinerit, ukiumi aningaasartuuteqarfiusumi, sillimmasiisarfinni tamani, Kalaallit Nunaanni suli</w:t>
      </w:r>
      <w:r w:rsidR="008E04CB" w:rsidRPr="00171408">
        <w:rPr>
          <w:rFonts w:ascii="Times New Roman" w:hAnsi="Times New Roman" w:cs="Times New Roman"/>
          <w:lang w:val="kl-GL"/>
        </w:rPr>
        <w:t>nerm</w:t>
      </w:r>
      <w:r w:rsidRPr="00171408">
        <w:rPr>
          <w:rFonts w:ascii="Times New Roman" w:hAnsi="Times New Roman" w:cs="Times New Roman"/>
          <w:lang w:val="kl-GL"/>
        </w:rPr>
        <w:t xml:space="preserve">i ajoqusernermut isumannaarinermik ingerlatsisuni, aconto-tut akileqquneqassapput, kingornalu ukiumi tulliuttumi </w:t>
      </w:r>
      <w:r w:rsidR="008E04CB" w:rsidRPr="00171408">
        <w:rPr>
          <w:rFonts w:ascii="Times New Roman" w:hAnsi="Times New Roman" w:cs="Times New Roman"/>
          <w:lang w:val="kl-GL"/>
        </w:rPr>
        <w:t>nal</w:t>
      </w:r>
      <w:r w:rsidR="00454AE1" w:rsidRPr="00171408">
        <w:rPr>
          <w:rFonts w:ascii="Times New Roman" w:hAnsi="Times New Roman" w:cs="Times New Roman"/>
          <w:lang w:val="kl-GL"/>
        </w:rPr>
        <w:t>eqqu</w:t>
      </w:r>
      <w:r w:rsidR="008E04CB" w:rsidRPr="00171408">
        <w:rPr>
          <w:rFonts w:ascii="Times New Roman" w:hAnsi="Times New Roman" w:cs="Times New Roman"/>
          <w:lang w:val="kl-GL"/>
        </w:rPr>
        <w:t>ssarneqarlutik</w:t>
      </w:r>
      <w:r w:rsidRPr="00171408">
        <w:rPr>
          <w:rFonts w:ascii="Times New Roman" w:hAnsi="Times New Roman" w:cs="Times New Roman"/>
          <w:lang w:val="kl-GL"/>
        </w:rPr>
        <w:t>.«</w:t>
      </w:r>
    </w:p>
    <w:p w14:paraId="408F2D19" w14:textId="4BE2D34B" w:rsidR="00515200" w:rsidRPr="00171408" w:rsidRDefault="00CE02F1">
      <w:pPr>
        <w:rPr>
          <w:rFonts w:ascii="Times New Roman" w:hAnsi="Times New Roman"/>
          <w:lang w:val="kl-GL"/>
        </w:rPr>
      </w:pPr>
      <w:r w:rsidRPr="00171408">
        <w:rPr>
          <w:rFonts w:ascii="Times New Roman" w:hAnsi="Times New Roman" w:cs="Times New Roman"/>
          <w:b/>
          <w:lang w:val="kl-GL"/>
        </w:rPr>
        <w:t>2</w:t>
      </w:r>
      <w:r w:rsidR="00836418" w:rsidRPr="00171408">
        <w:rPr>
          <w:rFonts w:ascii="Times New Roman" w:hAnsi="Times New Roman" w:cs="Times New Roman"/>
          <w:b/>
          <w:lang w:val="kl-GL"/>
        </w:rPr>
        <w:t>5</w:t>
      </w:r>
      <w:r w:rsidRPr="00171408">
        <w:rPr>
          <w:rFonts w:ascii="Times New Roman" w:hAnsi="Times New Roman" w:cs="Times New Roman"/>
          <w:b/>
          <w:lang w:val="kl-GL"/>
        </w:rPr>
        <w:t xml:space="preserve">. </w:t>
      </w:r>
      <w:r w:rsidRPr="00171408">
        <w:rPr>
          <w:rFonts w:ascii="Times New Roman" w:hAnsi="Times New Roman" w:cs="Times New Roman"/>
          <w:i/>
          <w:lang w:val="kl-GL"/>
        </w:rPr>
        <w:t xml:space="preserve">§ 52, imm. 6, oqaaseqatigiit </w:t>
      </w:r>
      <w:r w:rsidR="000D2B2B" w:rsidRPr="00171408">
        <w:rPr>
          <w:rFonts w:ascii="Times New Roman" w:hAnsi="Times New Roman" w:cs="Times New Roman"/>
          <w:i/>
          <w:lang w:val="kl-GL"/>
        </w:rPr>
        <w:t>pingaju</w:t>
      </w:r>
      <w:r w:rsidRPr="00171408">
        <w:rPr>
          <w:rFonts w:ascii="Times New Roman" w:hAnsi="Times New Roman" w:cs="Times New Roman"/>
          <w:i/>
          <w:lang w:val="kl-GL"/>
        </w:rPr>
        <w:t>a</w:t>
      </w:r>
      <w:r w:rsidR="00D21DE2" w:rsidRPr="00171408">
        <w:rPr>
          <w:rFonts w:ascii="Times New Roman" w:hAnsi="Times New Roman" w:cs="Times New Roman"/>
          <w:i/>
          <w:lang w:val="kl-GL"/>
        </w:rPr>
        <w:t>n</w:t>
      </w:r>
      <w:r w:rsidRPr="00171408">
        <w:rPr>
          <w:rFonts w:ascii="Times New Roman" w:hAnsi="Times New Roman" w:cs="Times New Roman"/>
          <w:i/>
          <w:lang w:val="kl-GL"/>
        </w:rPr>
        <w:t xml:space="preserve">ni, </w:t>
      </w:r>
      <w:r w:rsidRPr="00171408">
        <w:rPr>
          <w:rFonts w:ascii="Times New Roman" w:hAnsi="Times New Roman" w:cs="Times New Roman"/>
          <w:lang w:val="kl-GL"/>
        </w:rPr>
        <w:t xml:space="preserve">oqaaseqatigiit </w:t>
      </w:r>
      <w:r w:rsidR="000D2B2B" w:rsidRPr="00171408">
        <w:rPr>
          <w:rFonts w:ascii="Times New Roman" w:hAnsi="Times New Roman" w:cs="Times New Roman"/>
          <w:lang w:val="kl-GL"/>
        </w:rPr>
        <w:t>sisamaa</w:t>
      </w:r>
      <w:r w:rsidRPr="00171408">
        <w:rPr>
          <w:rFonts w:ascii="Times New Roman" w:hAnsi="Times New Roman" w:cs="Times New Roman"/>
          <w:lang w:val="kl-GL"/>
        </w:rPr>
        <w:t>nngortussami »Arbejdsmarkedets Erhvervssikring« ima allanngortinneqassaaq: »</w:t>
      </w:r>
      <w:r w:rsidR="000B5338" w:rsidRPr="00171408">
        <w:rPr>
          <w:rFonts w:ascii="Times New Roman" w:hAnsi="Times New Roman" w:cs="Times New Roman"/>
          <w:lang w:val="kl-GL"/>
        </w:rPr>
        <w:t>suliassaqartitsinermut ministeri</w:t>
      </w:r>
      <w:r w:rsidRPr="00171408">
        <w:rPr>
          <w:rFonts w:ascii="Times New Roman" w:hAnsi="Times New Roman" w:cs="Times New Roman"/>
          <w:lang w:val="kl-GL"/>
        </w:rPr>
        <w:t xml:space="preserve"> Arbejdsmarkedets Erhvervssikringip siulersuisuisa inassuteqarnerat malillugu« aamma »oqaaseqatigiit </w:t>
      </w:r>
      <w:r w:rsidR="0042652E" w:rsidRPr="00171408">
        <w:rPr>
          <w:rFonts w:ascii="Times New Roman" w:hAnsi="Times New Roman" w:cs="Times New Roman"/>
          <w:lang w:val="kl-GL"/>
        </w:rPr>
        <w:t>pingaju</w:t>
      </w:r>
      <w:r w:rsidRPr="00171408">
        <w:rPr>
          <w:rFonts w:ascii="Times New Roman" w:hAnsi="Times New Roman" w:cs="Times New Roman"/>
          <w:lang w:val="kl-GL"/>
        </w:rPr>
        <w:t xml:space="preserve">at« ima allanngortinneqassaaq: »oqaaseqatigiit </w:t>
      </w:r>
      <w:r w:rsidR="00406D3C" w:rsidRPr="00171408">
        <w:rPr>
          <w:rFonts w:ascii="Times New Roman" w:hAnsi="Times New Roman" w:cs="Times New Roman"/>
          <w:lang w:val="kl-GL"/>
        </w:rPr>
        <w:t>sisama</w:t>
      </w:r>
      <w:r w:rsidRPr="00171408">
        <w:rPr>
          <w:rFonts w:ascii="Times New Roman" w:hAnsi="Times New Roman" w:cs="Times New Roman"/>
          <w:lang w:val="kl-GL"/>
        </w:rPr>
        <w:t>at«</w:t>
      </w:r>
    </w:p>
    <w:p w14:paraId="4FC1E02A" w14:textId="6FE48B6F" w:rsidR="00515200" w:rsidRPr="00171408" w:rsidRDefault="00CE02F1">
      <w:pPr>
        <w:pStyle w:val="NormalWeb"/>
        <w:shd w:val="clear" w:color="auto" w:fill="FFFFFF"/>
        <w:spacing w:beforeAutospacing="0" w:after="450" w:afterAutospacing="0" w:line="276" w:lineRule="auto"/>
        <w:rPr>
          <w:rFonts w:ascii="Times New Roman" w:hAnsi="Times New Roman"/>
          <w:lang w:val="kl-GL"/>
        </w:rPr>
      </w:pPr>
      <w:r w:rsidRPr="00171408">
        <w:rPr>
          <w:rFonts w:ascii="Times New Roman" w:hAnsi="Times New Roman" w:cs="Times New Roman"/>
          <w:b/>
          <w:sz w:val="22"/>
          <w:szCs w:val="22"/>
          <w:lang w:val="kl-GL"/>
        </w:rPr>
        <w:t>2</w:t>
      </w:r>
      <w:r w:rsidR="00B84F58" w:rsidRPr="00171408">
        <w:rPr>
          <w:rFonts w:ascii="Times New Roman" w:hAnsi="Times New Roman" w:cs="Times New Roman"/>
          <w:b/>
          <w:sz w:val="22"/>
          <w:szCs w:val="22"/>
          <w:lang w:val="kl-GL"/>
        </w:rPr>
        <w:t>6</w:t>
      </w:r>
      <w:r w:rsidRPr="00171408">
        <w:rPr>
          <w:rFonts w:ascii="Times New Roman" w:hAnsi="Times New Roman" w:cs="Times New Roman"/>
          <w:b/>
          <w:sz w:val="22"/>
          <w:szCs w:val="22"/>
          <w:lang w:val="kl-GL"/>
        </w:rPr>
        <w:t>.</w:t>
      </w:r>
      <w:r w:rsidRPr="00171408">
        <w:rPr>
          <w:rFonts w:ascii="Times New Roman" w:hAnsi="Times New Roman" w:cs="Times New Roman"/>
          <w:sz w:val="22"/>
          <w:szCs w:val="22"/>
          <w:lang w:val="kl-GL"/>
        </w:rPr>
        <w:t xml:space="preserve"> </w:t>
      </w:r>
      <w:r w:rsidRPr="00171408">
        <w:rPr>
          <w:rFonts w:ascii="Times New Roman" w:hAnsi="Times New Roman" w:cs="Times New Roman"/>
          <w:i/>
          <w:sz w:val="22"/>
          <w:szCs w:val="22"/>
          <w:lang w:val="kl-GL"/>
        </w:rPr>
        <w:t>§ 56, imm. 4</w:t>
      </w:r>
      <w:r w:rsidRPr="00171408">
        <w:rPr>
          <w:rFonts w:ascii="Times New Roman" w:hAnsi="Times New Roman" w:cs="Times New Roman"/>
          <w:sz w:val="22"/>
          <w:szCs w:val="22"/>
          <w:lang w:val="kl-GL"/>
        </w:rPr>
        <w:t>-mi</w:t>
      </w:r>
      <w:r w:rsidRPr="00171408">
        <w:rPr>
          <w:rFonts w:ascii="Times New Roman" w:hAnsi="Times New Roman" w:cs="Times New Roman"/>
          <w:i/>
          <w:sz w:val="22"/>
          <w:szCs w:val="22"/>
          <w:lang w:val="kl-GL"/>
        </w:rPr>
        <w:t>,</w:t>
      </w:r>
      <w:r w:rsidRPr="00171408">
        <w:rPr>
          <w:rFonts w:ascii="Times New Roman" w:hAnsi="Times New Roman" w:cs="Times New Roman"/>
          <w:sz w:val="22"/>
          <w:szCs w:val="22"/>
          <w:lang w:val="kl-GL"/>
        </w:rPr>
        <w:t xml:space="preserve"> »§ 52, imm. 6, oqaaseqatigiit </w:t>
      </w:r>
      <w:r w:rsidR="00C363D9" w:rsidRPr="00171408">
        <w:rPr>
          <w:rFonts w:ascii="Times New Roman" w:hAnsi="Times New Roman" w:cs="Times New Roman"/>
          <w:sz w:val="22"/>
          <w:szCs w:val="22"/>
          <w:lang w:val="kl-GL"/>
        </w:rPr>
        <w:t>aappaat</w:t>
      </w:r>
      <w:r w:rsidRPr="00171408">
        <w:rPr>
          <w:rFonts w:ascii="Times New Roman" w:hAnsi="Times New Roman" w:cs="Times New Roman"/>
          <w:sz w:val="22"/>
          <w:szCs w:val="22"/>
          <w:lang w:val="kl-GL"/>
        </w:rPr>
        <w:t xml:space="preserve"> aamma </w:t>
      </w:r>
      <w:r w:rsidR="00B27F7E" w:rsidRPr="00171408">
        <w:rPr>
          <w:rFonts w:ascii="Times New Roman" w:hAnsi="Times New Roman" w:cs="Times New Roman"/>
          <w:sz w:val="22"/>
          <w:szCs w:val="22"/>
          <w:lang w:val="kl-GL"/>
        </w:rPr>
        <w:t>pingajuat</w:t>
      </w:r>
      <w:r w:rsidRPr="00171408">
        <w:rPr>
          <w:rFonts w:ascii="Times New Roman" w:hAnsi="Times New Roman" w:cs="Times New Roman"/>
          <w:sz w:val="22"/>
          <w:szCs w:val="22"/>
          <w:lang w:val="kl-GL"/>
        </w:rPr>
        <w:t xml:space="preserve">« ima allanngortinneqassaaq: »§ 52, imm. 6, oqaaseqatigiit </w:t>
      </w:r>
      <w:r w:rsidR="00B27F7E" w:rsidRPr="00171408">
        <w:rPr>
          <w:rFonts w:ascii="Times New Roman" w:hAnsi="Times New Roman" w:cs="Times New Roman"/>
          <w:sz w:val="22"/>
          <w:szCs w:val="22"/>
          <w:lang w:val="kl-GL"/>
        </w:rPr>
        <w:t>aappaanniit sisamaannut</w:t>
      </w:r>
      <w:r w:rsidRPr="00171408">
        <w:rPr>
          <w:rFonts w:ascii="Times New Roman" w:hAnsi="Times New Roman" w:cs="Times New Roman"/>
          <w:sz w:val="22"/>
          <w:szCs w:val="22"/>
          <w:lang w:val="kl-GL"/>
        </w:rPr>
        <w:t>«</w:t>
      </w:r>
    </w:p>
    <w:p w14:paraId="5BC17B0E" w14:textId="23579CEF" w:rsidR="00515200" w:rsidRPr="00171408" w:rsidRDefault="00CE02F1">
      <w:pPr>
        <w:pStyle w:val="NormalWeb"/>
        <w:shd w:val="clear" w:color="auto" w:fill="FFFFFF"/>
        <w:spacing w:beforeAutospacing="0" w:after="450" w:afterAutospacing="0" w:line="276" w:lineRule="auto"/>
        <w:jc w:val="both"/>
        <w:rPr>
          <w:rFonts w:ascii="Times New Roman" w:hAnsi="Times New Roman"/>
          <w:lang w:val="kl-GL"/>
        </w:rPr>
      </w:pPr>
      <w:r w:rsidRPr="00171408">
        <w:rPr>
          <w:rFonts w:ascii="Times New Roman" w:eastAsia="Calibri" w:hAnsi="Times New Roman" w:cs="Times New Roman"/>
          <w:b/>
          <w:iCs/>
          <w:sz w:val="22"/>
          <w:szCs w:val="22"/>
          <w:shd w:val="clear" w:color="auto" w:fill="FFFFFF"/>
          <w:lang w:val="kl-GL"/>
        </w:rPr>
        <w:t>2</w:t>
      </w:r>
      <w:r w:rsidR="00B84F58" w:rsidRPr="00171408">
        <w:rPr>
          <w:rFonts w:ascii="Times New Roman" w:eastAsia="Calibri" w:hAnsi="Times New Roman" w:cs="Times New Roman"/>
          <w:b/>
          <w:iCs/>
          <w:sz w:val="22"/>
          <w:szCs w:val="22"/>
          <w:shd w:val="clear" w:color="auto" w:fill="FFFFFF"/>
          <w:lang w:val="kl-GL"/>
        </w:rPr>
        <w:t>7</w:t>
      </w:r>
      <w:r w:rsidRPr="00171408">
        <w:rPr>
          <w:rFonts w:ascii="Times New Roman" w:eastAsia="Calibri" w:hAnsi="Times New Roman" w:cs="Times New Roman"/>
          <w:b/>
          <w:iCs/>
          <w:sz w:val="22"/>
          <w:szCs w:val="22"/>
          <w:shd w:val="clear" w:color="auto" w:fill="FFFFFF"/>
          <w:lang w:val="kl-GL"/>
        </w:rPr>
        <w:t>.</w:t>
      </w:r>
      <w:r w:rsidRPr="00171408">
        <w:rPr>
          <w:rFonts w:ascii="Times New Roman" w:eastAsia="Calibri" w:hAnsi="Times New Roman" w:cs="Times New Roman"/>
          <w:i/>
          <w:iCs/>
          <w:sz w:val="22"/>
          <w:szCs w:val="22"/>
          <w:shd w:val="clear" w:color="auto" w:fill="FFFFFF"/>
          <w:lang w:val="kl-GL"/>
        </w:rPr>
        <w:t xml:space="preserve"> § 59</w:t>
      </w:r>
      <w:r w:rsidRPr="00171408">
        <w:rPr>
          <w:rFonts w:ascii="Times New Roman" w:eastAsia="Calibri" w:hAnsi="Times New Roman" w:cs="Times New Roman"/>
          <w:sz w:val="22"/>
          <w:szCs w:val="22"/>
          <w:shd w:val="clear" w:color="auto" w:fill="FFFFFF"/>
          <w:lang w:val="kl-GL"/>
        </w:rPr>
        <w:t> atorunnaarsinneqassaaq.</w:t>
      </w:r>
    </w:p>
    <w:p w14:paraId="289AB316" w14:textId="52EC45D6" w:rsidR="00515200" w:rsidRPr="00171408" w:rsidRDefault="00CE02F1">
      <w:pPr>
        <w:pStyle w:val="NormalWeb"/>
        <w:shd w:val="clear" w:color="auto" w:fill="FFFFFF"/>
        <w:spacing w:beforeAutospacing="0" w:after="450" w:afterAutospacing="0" w:line="276" w:lineRule="auto"/>
        <w:jc w:val="both"/>
        <w:rPr>
          <w:rFonts w:ascii="Times New Roman" w:hAnsi="Times New Roman"/>
          <w:lang w:val="kl-GL"/>
        </w:rPr>
      </w:pPr>
      <w:r w:rsidRPr="00171408">
        <w:rPr>
          <w:rFonts w:ascii="Times New Roman" w:hAnsi="Times New Roman" w:cs="Times New Roman"/>
          <w:b/>
          <w:sz w:val="22"/>
          <w:szCs w:val="22"/>
          <w:lang w:val="kl-GL"/>
        </w:rPr>
        <w:t>2</w:t>
      </w:r>
      <w:r w:rsidR="00CC56B0" w:rsidRPr="00171408">
        <w:rPr>
          <w:rFonts w:ascii="Times New Roman" w:hAnsi="Times New Roman" w:cs="Times New Roman"/>
          <w:b/>
          <w:sz w:val="22"/>
          <w:szCs w:val="22"/>
          <w:lang w:val="kl-GL"/>
        </w:rPr>
        <w:t>8</w:t>
      </w:r>
      <w:r w:rsidRPr="00171408">
        <w:rPr>
          <w:rFonts w:ascii="Times New Roman" w:hAnsi="Times New Roman" w:cs="Times New Roman"/>
          <w:b/>
          <w:sz w:val="22"/>
          <w:szCs w:val="22"/>
          <w:lang w:val="kl-GL"/>
        </w:rPr>
        <w:t>.</w:t>
      </w:r>
      <w:r w:rsidRPr="00171408">
        <w:rPr>
          <w:rFonts w:ascii="Times New Roman" w:hAnsi="Times New Roman" w:cs="Times New Roman"/>
          <w:sz w:val="22"/>
          <w:szCs w:val="22"/>
          <w:lang w:val="kl-GL"/>
        </w:rPr>
        <w:t xml:space="preserve"> </w:t>
      </w:r>
      <w:r w:rsidRPr="00171408">
        <w:rPr>
          <w:rFonts w:ascii="Times New Roman" w:hAnsi="Times New Roman" w:cs="Times New Roman"/>
          <w:i/>
          <w:sz w:val="22"/>
          <w:szCs w:val="22"/>
          <w:lang w:val="kl-GL"/>
        </w:rPr>
        <w:t>§ 62, imm. 4</w:t>
      </w:r>
      <w:r w:rsidRPr="00171408">
        <w:rPr>
          <w:rFonts w:ascii="Times New Roman" w:hAnsi="Times New Roman" w:cs="Times New Roman"/>
          <w:sz w:val="22"/>
          <w:szCs w:val="22"/>
          <w:lang w:val="kl-GL"/>
        </w:rPr>
        <w:t>-mi</w:t>
      </w:r>
      <w:r w:rsidRPr="00171408">
        <w:rPr>
          <w:rFonts w:ascii="Times New Roman" w:hAnsi="Times New Roman" w:cs="Times New Roman"/>
          <w:i/>
          <w:sz w:val="22"/>
          <w:szCs w:val="22"/>
          <w:lang w:val="kl-GL"/>
        </w:rPr>
        <w:t>,</w:t>
      </w:r>
      <w:r w:rsidRPr="00171408">
        <w:rPr>
          <w:rFonts w:ascii="Times New Roman" w:hAnsi="Times New Roman" w:cs="Times New Roman"/>
          <w:sz w:val="22"/>
          <w:szCs w:val="22"/>
          <w:lang w:val="kl-GL"/>
        </w:rPr>
        <w:t xml:space="preserve"> </w:t>
      </w:r>
      <w:bookmarkStart w:id="5" w:name="_Hlk150762011"/>
      <w:r w:rsidRPr="00171408">
        <w:rPr>
          <w:rFonts w:ascii="Times New Roman" w:hAnsi="Times New Roman" w:cs="Times New Roman"/>
          <w:sz w:val="22"/>
          <w:szCs w:val="22"/>
          <w:lang w:val="kl-GL"/>
        </w:rPr>
        <w:t xml:space="preserve">»§ 52, imm. 6, oqaaseqatigiit </w:t>
      </w:r>
      <w:r w:rsidR="0042652E" w:rsidRPr="00171408">
        <w:rPr>
          <w:rFonts w:ascii="Times New Roman" w:hAnsi="Times New Roman" w:cs="Times New Roman"/>
          <w:sz w:val="22"/>
          <w:szCs w:val="22"/>
          <w:lang w:val="kl-GL"/>
        </w:rPr>
        <w:t>sisamaat</w:t>
      </w:r>
      <w:r w:rsidRPr="00171408">
        <w:rPr>
          <w:rFonts w:ascii="Times New Roman" w:hAnsi="Times New Roman" w:cs="Times New Roman"/>
          <w:sz w:val="22"/>
          <w:szCs w:val="22"/>
          <w:lang w:val="kl-GL"/>
        </w:rPr>
        <w:t xml:space="preserve"> aamma </w:t>
      </w:r>
      <w:r w:rsidR="0042652E" w:rsidRPr="00171408">
        <w:rPr>
          <w:rFonts w:ascii="Times New Roman" w:hAnsi="Times New Roman" w:cs="Times New Roman"/>
          <w:sz w:val="22"/>
          <w:szCs w:val="22"/>
          <w:lang w:val="kl-GL"/>
        </w:rPr>
        <w:t>tallimaat</w:t>
      </w:r>
      <w:r w:rsidRPr="00171408">
        <w:rPr>
          <w:rFonts w:ascii="Times New Roman" w:hAnsi="Times New Roman" w:cs="Times New Roman"/>
          <w:sz w:val="22"/>
          <w:szCs w:val="22"/>
          <w:lang w:val="kl-GL"/>
        </w:rPr>
        <w:t>« ima allanngortinneqassa</w:t>
      </w:r>
      <w:r w:rsidR="00FB2F3B" w:rsidRPr="00171408">
        <w:rPr>
          <w:rFonts w:ascii="Times New Roman" w:hAnsi="Times New Roman" w:cs="Times New Roman"/>
          <w:sz w:val="22"/>
          <w:szCs w:val="22"/>
          <w:lang w:val="kl-GL"/>
        </w:rPr>
        <w:t>aq</w:t>
      </w:r>
      <w:r w:rsidRPr="00171408">
        <w:rPr>
          <w:rFonts w:ascii="Times New Roman" w:hAnsi="Times New Roman" w:cs="Times New Roman"/>
          <w:sz w:val="22"/>
          <w:szCs w:val="22"/>
          <w:lang w:val="kl-GL"/>
        </w:rPr>
        <w:t xml:space="preserve">: »§ 52, imm. 6, oqaaseqatigiit </w:t>
      </w:r>
      <w:r w:rsidR="0042652E" w:rsidRPr="00171408">
        <w:rPr>
          <w:rFonts w:ascii="Times New Roman" w:hAnsi="Times New Roman" w:cs="Times New Roman"/>
          <w:sz w:val="22"/>
          <w:szCs w:val="22"/>
          <w:lang w:val="kl-GL"/>
        </w:rPr>
        <w:t>tallimaat</w:t>
      </w:r>
      <w:r w:rsidRPr="00171408">
        <w:rPr>
          <w:rFonts w:ascii="Times New Roman" w:hAnsi="Times New Roman" w:cs="Times New Roman"/>
          <w:sz w:val="22"/>
          <w:szCs w:val="22"/>
          <w:lang w:val="kl-GL"/>
        </w:rPr>
        <w:t xml:space="preserve"> aamma </w:t>
      </w:r>
      <w:r w:rsidR="0042652E" w:rsidRPr="00171408">
        <w:rPr>
          <w:rFonts w:ascii="Times New Roman" w:hAnsi="Times New Roman" w:cs="Times New Roman"/>
          <w:sz w:val="22"/>
          <w:szCs w:val="22"/>
          <w:lang w:val="kl-GL"/>
        </w:rPr>
        <w:t>arferngat</w:t>
      </w:r>
      <w:r w:rsidRPr="00171408">
        <w:rPr>
          <w:rFonts w:ascii="Times New Roman" w:hAnsi="Times New Roman" w:cs="Times New Roman"/>
          <w:sz w:val="22"/>
          <w:szCs w:val="22"/>
          <w:lang w:val="kl-GL"/>
        </w:rPr>
        <w:t>«</w:t>
      </w:r>
      <w:bookmarkEnd w:id="5"/>
    </w:p>
    <w:p w14:paraId="51D51527" w14:textId="0C3E611F" w:rsidR="00515200" w:rsidRPr="00171408" w:rsidRDefault="00CE02F1">
      <w:pPr>
        <w:rPr>
          <w:rFonts w:ascii="Times New Roman" w:hAnsi="Times New Roman"/>
          <w:lang w:val="kl-GL"/>
        </w:rPr>
      </w:pPr>
      <w:r w:rsidRPr="00171408">
        <w:rPr>
          <w:rFonts w:ascii="Times New Roman" w:hAnsi="Times New Roman" w:cs="Times New Roman"/>
          <w:b/>
          <w:lang w:val="kl-GL"/>
        </w:rPr>
        <w:t>2</w:t>
      </w:r>
      <w:r w:rsidR="00720BA1" w:rsidRPr="00171408">
        <w:rPr>
          <w:rFonts w:ascii="Times New Roman" w:hAnsi="Times New Roman" w:cs="Times New Roman"/>
          <w:b/>
          <w:lang w:val="kl-GL"/>
        </w:rPr>
        <w:t>9</w:t>
      </w:r>
      <w:r w:rsidRPr="00171408">
        <w:rPr>
          <w:rFonts w:ascii="Times New Roman" w:hAnsi="Times New Roman" w:cs="Times New Roman"/>
          <w:b/>
          <w:lang w:val="kl-GL"/>
        </w:rPr>
        <w:t xml:space="preserve">. </w:t>
      </w:r>
      <w:r w:rsidRPr="00171408">
        <w:rPr>
          <w:rFonts w:ascii="Times New Roman" w:hAnsi="Times New Roman" w:cs="Times New Roman"/>
          <w:i/>
          <w:lang w:val="kl-GL"/>
        </w:rPr>
        <w:t>§ 64, imm. 1,</w:t>
      </w:r>
      <w:r w:rsidRPr="00171408">
        <w:rPr>
          <w:rFonts w:ascii="Times New Roman" w:hAnsi="Times New Roman" w:cs="Times New Roman"/>
          <w:lang w:val="kl-GL"/>
        </w:rPr>
        <w:t xml:space="preserve"> </w:t>
      </w:r>
      <w:r w:rsidRPr="00171408">
        <w:rPr>
          <w:rFonts w:ascii="Times New Roman" w:hAnsi="Times New Roman" w:cs="Times New Roman"/>
          <w:i/>
          <w:lang w:val="kl-GL"/>
        </w:rPr>
        <w:t>nr. 2</w:t>
      </w:r>
      <w:r w:rsidRPr="00171408">
        <w:rPr>
          <w:rFonts w:ascii="Times New Roman" w:hAnsi="Times New Roman" w:cs="Times New Roman"/>
          <w:lang w:val="kl-GL"/>
        </w:rPr>
        <w:t>-mi</w:t>
      </w:r>
      <w:r w:rsidRPr="00171408">
        <w:rPr>
          <w:rFonts w:ascii="Times New Roman" w:hAnsi="Times New Roman" w:cs="Times New Roman"/>
          <w:i/>
          <w:lang w:val="kl-GL"/>
        </w:rPr>
        <w:t>,</w:t>
      </w:r>
      <w:r w:rsidRPr="00171408">
        <w:rPr>
          <w:rFonts w:ascii="Times New Roman" w:hAnsi="Times New Roman" w:cs="Times New Roman"/>
          <w:lang w:val="kl-GL"/>
        </w:rPr>
        <w:t xml:space="preserve"> </w:t>
      </w:r>
      <w:bookmarkStart w:id="6" w:name="_Hlk150762022"/>
      <w:r w:rsidRPr="00171408">
        <w:rPr>
          <w:rFonts w:ascii="Times New Roman" w:hAnsi="Times New Roman" w:cs="Times New Roman"/>
          <w:lang w:val="kl-GL"/>
        </w:rPr>
        <w:t>»inuussutissarsiornermi nappaatit aamma« ima allanngortinneqassaaq: »inuussutissarsiornermi nappaatit,«.</w:t>
      </w:r>
      <w:bookmarkEnd w:id="6"/>
    </w:p>
    <w:p w14:paraId="151A52D7" w14:textId="1A9B2002" w:rsidR="00571BE6" w:rsidRPr="00171408" w:rsidRDefault="00720BA1">
      <w:pPr>
        <w:rPr>
          <w:rFonts w:ascii="Times New Roman" w:hAnsi="Times New Roman" w:cs="Times New Roman"/>
          <w:lang w:val="kl-GL"/>
        </w:rPr>
      </w:pPr>
      <w:r w:rsidRPr="00171408">
        <w:rPr>
          <w:rFonts w:ascii="Times New Roman" w:hAnsi="Times New Roman" w:cs="Times New Roman"/>
          <w:b/>
          <w:lang w:val="kl-GL"/>
        </w:rPr>
        <w:t>30</w:t>
      </w:r>
      <w:r w:rsidR="00CE02F1" w:rsidRPr="00171408">
        <w:rPr>
          <w:rFonts w:ascii="Times New Roman" w:hAnsi="Times New Roman" w:cs="Times New Roman"/>
          <w:b/>
          <w:lang w:val="kl-GL"/>
        </w:rPr>
        <w:t xml:space="preserve">. </w:t>
      </w:r>
      <w:r w:rsidR="00CE02F1" w:rsidRPr="00171408">
        <w:rPr>
          <w:rFonts w:ascii="Times New Roman" w:hAnsi="Times New Roman" w:cs="Times New Roman"/>
          <w:i/>
          <w:lang w:val="kl-GL"/>
        </w:rPr>
        <w:t>§ 64, imm. 1</w:t>
      </w:r>
      <w:r w:rsidR="00CE02F1" w:rsidRPr="00171408">
        <w:rPr>
          <w:rFonts w:ascii="Times New Roman" w:hAnsi="Times New Roman" w:cs="Times New Roman"/>
          <w:lang w:val="kl-GL"/>
        </w:rPr>
        <w:t>-imi</w:t>
      </w:r>
      <w:r w:rsidR="00CE02F1" w:rsidRPr="00171408">
        <w:rPr>
          <w:rFonts w:ascii="Times New Roman" w:hAnsi="Times New Roman" w:cs="Times New Roman"/>
          <w:i/>
          <w:lang w:val="kl-GL"/>
        </w:rPr>
        <w:t>,</w:t>
      </w:r>
      <w:r w:rsidR="00CE02F1" w:rsidRPr="00171408">
        <w:rPr>
          <w:rFonts w:ascii="Times New Roman" w:hAnsi="Times New Roman" w:cs="Times New Roman"/>
          <w:lang w:val="kl-GL"/>
        </w:rPr>
        <w:t xml:space="preserve"> </w:t>
      </w:r>
      <w:bookmarkStart w:id="7" w:name="_Hlk150762038"/>
      <w:r w:rsidR="00CE02F1" w:rsidRPr="00171408">
        <w:rPr>
          <w:rFonts w:ascii="Times New Roman" w:hAnsi="Times New Roman" w:cs="Times New Roman"/>
          <w:lang w:val="kl-GL"/>
        </w:rPr>
        <w:t xml:space="preserve">nr. 2-p kingorna </w:t>
      </w:r>
      <w:r w:rsidR="00115BA5" w:rsidRPr="00171408">
        <w:rPr>
          <w:rFonts w:ascii="Times New Roman" w:hAnsi="Times New Roman" w:cs="Times New Roman"/>
          <w:lang w:val="kl-GL"/>
        </w:rPr>
        <w:t xml:space="preserve">normutut </w:t>
      </w:r>
      <w:r w:rsidR="00CE02F1" w:rsidRPr="00171408">
        <w:rPr>
          <w:rFonts w:ascii="Times New Roman" w:hAnsi="Times New Roman" w:cs="Times New Roman"/>
          <w:lang w:val="kl-GL"/>
        </w:rPr>
        <w:t>nutaatut ikkunneqassaaq:</w:t>
      </w:r>
    </w:p>
    <w:p w14:paraId="769961EA" w14:textId="6731ABA2" w:rsidR="00515200" w:rsidRPr="00171408" w:rsidRDefault="00CE02F1">
      <w:pPr>
        <w:rPr>
          <w:rFonts w:ascii="Times New Roman" w:hAnsi="Times New Roman"/>
          <w:lang w:val="kl-GL"/>
        </w:rPr>
      </w:pPr>
      <w:r w:rsidRPr="00171408">
        <w:rPr>
          <w:rFonts w:ascii="Times New Roman" w:hAnsi="Times New Roman" w:cs="Times New Roman"/>
          <w:lang w:val="kl-GL"/>
        </w:rPr>
        <w:t>»3) § 68 malillugu Arbejdsmarkedets Erhvervssikringimit aningaasat, ataatsimoorussamik sillimmasiineq malillugu sulia</w:t>
      </w:r>
      <w:r w:rsidR="00CD75DC" w:rsidRPr="00171408">
        <w:rPr>
          <w:rFonts w:ascii="Times New Roman" w:hAnsi="Times New Roman" w:cs="Times New Roman"/>
          <w:lang w:val="kl-GL"/>
        </w:rPr>
        <w:t>nut tunngatillugit</w:t>
      </w:r>
      <w:r w:rsidRPr="00171408">
        <w:rPr>
          <w:rFonts w:ascii="Times New Roman" w:hAnsi="Times New Roman" w:cs="Times New Roman"/>
          <w:lang w:val="kl-GL"/>
        </w:rPr>
        <w:t>, tak. §§ 67-69 aamma«.</w:t>
      </w:r>
      <w:bookmarkEnd w:id="7"/>
    </w:p>
    <w:p w14:paraId="754E4BA9" w14:textId="77777777" w:rsidR="00515200" w:rsidRPr="00171408" w:rsidRDefault="00CE02F1">
      <w:pPr>
        <w:rPr>
          <w:rFonts w:ascii="Times New Roman" w:hAnsi="Times New Roman"/>
          <w:lang w:val="kl-GL"/>
        </w:rPr>
      </w:pPr>
      <w:r w:rsidRPr="00171408">
        <w:rPr>
          <w:rFonts w:ascii="Times New Roman" w:hAnsi="Times New Roman" w:cs="Times New Roman"/>
          <w:lang w:val="kl-GL"/>
        </w:rPr>
        <w:t>Nr. 3 tamatuma kingorna nr. 4-nngussaaq.</w:t>
      </w:r>
    </w:p>
    <w:p w14:paraId="57B983C3" w14:textId="0048DD29" w:rsidR="00515200" w:rsidRPr="00171408" w:rsidRDefault="00860508">
      <w:pPr>
        <w:rPr>
          <w:rFonts w:ascii="Times New Roman" w:hAnsi="Times New Roman"/>
          <w:lang w:val="kl-GL"/>
        </w:rPr>
      </w:pPr>
      <w:r w:rsidRPr="00171408">
        <w:rPr>
          <w:rFonts w:ascii="Times New Roman" w:hAnsi="Times New Roman" w:cs="Times New Roman"/>
          <w:b/>
          <w:lang w:val="kl-GL"/>
        </w:rPr>
        <w:t>31</w:t>
      </w:r>
      <w:r w:rsidR="00CE02F1" w:rsidRPr="00171408">
        <w:rPr>
          <w:rFonts w:ascii="Times New Roman" w:hAnsi="Times New Roman" w:cs="Times New Roman"/>
          <w:b/>
          <w:lang w:val="kl-GL"/>
        </w:rPr>
        <w:t>.</w:t>
      </w:r>
      <w:r w:rsidR="00CE02F1" w:rsidRPr="00171408">
        <w:rPr>
          <w:rFonts w:ascii="Times New Roman" w:hAnsi="Times New Roman" w:cs="Times New Roman"/>
          <w:lang w:val="kl-GL"/>
        </w:rPr>
        <w:t xml:space="preserve"> </w:t>
      </w:r>
      <w:r w:rsidR="00CE02F1" w:rsidRPr="00171408">
        <w:rPr>
          <w:rFonts w:ascii="Times New Roman" w:hAnsi="Times New Roman" w:cs="Times New Roman"/>
          <w:i/>
          <w:lang w:val="kl-GL"/>
        </w:rPr>
        <w:t xml:space="preserve">§ 64, imm. 4, oqaaseqatigiit </w:t>
      </w:r>
      <w:r w:rsidR="0042652E" w:rsidRPr="00171408">
        <w:rPr>
          <w:rFonts w:ascii="Times New Roman" w:eastAsia="Calibri" w:hAnsi="Times New Roman" w:cs="Times New Roman"/>
          <w:i/>
          <w:lang w:val="kl-GL"/>
        </w:rPr>
        <w:t>siullianni</w:t>
      </w:r>
      <w:r w:rsidR="00CE02F1" w:rsidRPr="00171408">
        <w:rPr>
          <w:rFonts w:ascii="Times New Roman" w:hAnsi="Times New Roman" w:cs="Times New Roman"/>
          <w:lang w:val="kl-GL"/>
        </w:rPr>
        <w:t>, »akiliineq,« p</w:t>
      </w:r>
      <w:r w:rsidR="006705D9" w:rsidRPr="00171408">
        <w:rPr>
          <w:rFonts w:ascii="Times New Roman" w:hAnsi="Times New Roman" w:cs="Times New Roman"/>
          <w:lang w:val="kl-GL"/>
        </w:rPr>
        <w:t>eerneqa</w:t>
      </w:r>
      <w:r w:rsidR="00CE02F1" w:rsidRPr="00171408">
        <w:rPr>
          <w:rFonts w:ascii="Times New Roman" w:hAnsi="Times New Roman" w:cs="Times New Roman"/>
          <w:lang w:val="kl-GL"/>
        </w:rPr>
        <w:t>ssaaq, aamma »aamma tamatuminnga akiliisitsiniarneq« ima allanngortinneqassaaq: », aconto-</w:t>
      </w:r>
      <w:r w:rsidR="00CD75DC" w:rsidRPr="00171408">
        <w:rPr>
          <w:rFonts w:ascii="Times New Roman" w:hAnsi="Times New Roman" w:cs="Times New Roman"/>
          <w:lang w:val="kl-GL"/>
        </w:rPr>
        <w:t>mik</w:t>
      </w:r>
      <w:r w:rsidR="00CE02F1" w:rsidRPr="00171408">
        <w:rPr>
          <w:rFonts w:ascii="Times New Roman" w:hAnsi="Times New Roman" w:cs="Times New Roman"/>
          <w:lang w:val="kl-GL"/>
        </w:rPr>
        <w:t xml:space="preserve"> akiliisitsiniarneq aamma kingornatigut </w:t>
      </w:r>
      <w:r w:rsidR="00046287" w:rsidRPr="00171408">
        <w:rPr>
          <w:rFonts w:ascii="Times New Roman" w:hAnsi="Times New Roman" w:cs="Times New Roman"/>
          <w:lang w:val="kl-GL"/>
        </w:rPr>
        <w:t>nal</w:t>
      </w:r>
      <w:r w:rsidR="00454AE1" w:rsidRPr="00171408">
        <w:rPr>
          <w:rFonts w:ascii="Times New Roman" w:hAnsi="Times New Roman" w:cs="Times New Roman"/>
          <w:lang w:val="kl-GL"/>
        </w:rPr>
        <w:t>eqqu</w:t>
      </w:r>
      <w:r w:rsidR="00046287" w:rsidRPr="00171408">
        <w:rPr>
          <w:rFonts w:ascii="Times New Roman" w:hAnsi="Times New Roman" w:cs="Times New Roman"/>
          <w:lang w:val="kl-GL"/>
        </w:rPr>
        <w:t>ssaaneq</w:t>
      </w:r>
      <w:r w:rsidR="00CE02F1" w:rsidRPr="00171408">
        <w:rPr>
          <w:rFonts w:ascii="Times New Roman" w:hAnsi="Times New Roman" w:cs="Times New Roman"/>
          <w:lang w:val="kl-GL"/>
        </w:rPr>
        <w:t>«.</w:t>
      </w:r>
    </w:p>
    <w:p w14:paraId="0300A2F0" w14:textId="55622289" w:rsidR="00515200" w:rsidRPr="00171408" w:rsidRDefault="006705D9">
      <w:pPr>
        <w:rPr>
          <w:rFonts w:ascii="Times New Roman" w:hAnsi="Times New Roman"/>
          <w:lang w:val="kl-GL"/>
        </w:rPr>
      </w:pPr>
      <w:r w:rsidRPr="00171408">
        <w:rPr>
          <w:rFonts w:ascii="Times New Roman" w:hAnsi="Times New Roman" w:cs="Times New Roman"/>
          <w:b/>
          <w:lang w:val="kl-GL"/>
        </w:rPr>
        <w:t>3</w:t>
      </w:r>
      <w:r w:rsidR="00CE02F1" w:rsidRPr="00171408">
        <w:rPr>
          <w:rFonts w:ascii="Times New Roman" w:hAnsi="Times New Roman" w:cs="Times New Roman"/>
          <w:b/>
          <w:lang w:val="kl-GL"/>
        </w:rPr>
        <w:t>2.</w:t>
      </w:r>
      <w:r w:rsidR="00CE02F1" w:rsidRPr="00171408">
        <w:rPr>
          <w:rFonts w:ascii="Times New Roman" w:hAnsi="Times New Roman" w:cs="Times New Roman"/>
          <w:lang w:val="kl-GL"/>
        </w:rPr>
        <w:t xml:space="preserve"> </w:t>
      </w:r>
      <w:r w:rsidR="00CE02F1" w:rsidRPr="00171408">
        <w:rPr>
          <w:rFonts w:ascii="Times New Roman" w:eastAsia="Calibri" w:hAnsi="Times New Roman" w:cs="Times New Roman"/>
          <w:i/>
          <w:lang w:val="kl-GL"/>
        </w:rPr>
        <w:t>§ 65, oqaaseqatigiit</w:t>
      </w:r>
      <w:r w:rsidR="0042652E" w:rsidRPr="00171408">
        <w:rPr>
          <w:rFonts w:ascii="Times New Roman" w:eastAsia="Calibri" w:hAnsi="Times New Roman" w:cs="Times New Roman"/>
          <w:i/>
          <w:lang w:val="kl-GL"/>
        </w:rPr>
        <w:t xml:space="preserve"> </w:t>
      </w:r>
      <w:bookmarkStart w:id="8" w:name="_Hlk150410330"/>
      <w:r w:rsidR="0042652E" w:rsidRPr="00171408">
        <w:rPr>
          <w:rFonts w:ascii="Times New Roman" w:eastAsia="Calibri" w:hAnsi="Times New Roman" w:cs="Times New Roman"/>
          <w:i/>
          <w:lang w:val="kl-GL"/>
        </w:rPr>
        <w:t>siullianni</w:t>
      </w:r>
      <w:bookmarkEnd w:id="8"/>
      <w:r w:rsidR="00CE02F1" w:rsidRPr="00171408">
        <w:rPr>
          <w:rFonts w:ascii="Times New Roman" w:eastAsia="Calibri" w:hAnsi="Times New Roman" w:cs="Times New Roman"/>
          <w:lang w:val="kl-GL"/>
        </w:rPr>
        <w:t>,</w:t>
      </w:r>
      <w:r w:rsidR="00CE02F1" w:rsidRPr="00171408">
        <w:rPr>
          <w:rFonts w:ascii="Times New Roman" w:eastAsia="Calibri" w:hAnsi="Times New Roman" w:cs="Times New Roman"/>
          <w:i/>
          <w:lang w:val="kl-GL"/>
        </w:rPr>
        <w:t xml:space="preserve"> </w:t>
      </w:r>
      <w:r w:rsidR="00CE02F1" w:rsidRPr="00171408">
        <w:rPr>
          <w:rFonts w:ascii="Times New Roman" w:eastAsia="Calibri" w:hAnsi="Times New Roman" w:cs="Times New Roman"/>
          <w:lang w:val="kl-GL"/>
        </w:rPr>
        <w:t>», Nationalbankip ullormiit ullormut erniaritittagaasa agguaqatigiissinnerannut naapertuuttunik« peerneqassaaq.</w:t>
      </w:r>
    </w:p>
    <w:p w14:paraId="4A779586" w14:textId="1C079A02" w:rsidR="00515200" w:rsidRPr="00171408" w:rsidRDefault="00CE02F1">
      <w:pPr>
        <w:rPr>
          <w:rFonts w:ascii="Times New Roman" w:hAnsi="Times New Roman"/>
          <w:lang w:val="kl-GL"/>
        </w:rPr>
      </w:pPr>
      <w:r w:rsidRPr="00171408">
        <w:rPr>
          <w:rFonts w:ascii="Times New Roman" w:hAnsi="Times New Roman" w:cs="Times New Roman"/>
          <w:b/>
          <w:lang w:val="kl-GL"/>
        </w:rPr>
        <w:t>3</w:t>
      </w:r>
      <w:r w:rsidR="009E1463" w:rsidRPr="00171408">
        <w:rPr>
          <w:rFonts w:ascii="Times New Roman" w:hAnsi="Times New Roman" w:cs="Times New Roman"/>
          <w:b/>
          <w:lang w:val="kl-GL"/>
        </w:rPr>
        <w:t>3</w:t>
      </w:r>
      <w:r w:rsidRPr="00171408">
        <w:rPr>
          <w:rFonts w:ascii="Times New Roman" w:hAnsi="Times New Roman" w:cs="Times New Roman"/>
          <w:b/>
          <w:lang w:val="kl-GL"/>
        </w:rPr>
        <w:t>.</w:t>
      </w:r>
      <w:r w:rsidRPr="00171408">
        <w:rPr>
          <w:rFonts w:ascii="Times New Roman" w:hAnsi="Times New Roman" w:cs="Times New Roman"/>
          <w:lang w:val="kl-GL"/>
        </w:rPr>
        <w:t xml:space="preserve"> </w:t>
      </w:r>
      <w:r w:rsidRPr="00171408">
        <w:rPr>
          <w:rFonts w:ascii="Times New Roman" w:hAnsi="Times New Roman" w:cs="Times New Roman"/>
          <w:i/>
          <w:lang w:val="kl-GL"/>
        </w:rPr>
        <w:t>§ 65, oqaaseqatigiit</w:t>
      </w:r>
      <w:r w:rsidR="0042652E" w:rsidRPr="00171408">
        <w:rPr>
          <w:rFonts w:ascii="Times New Roman" w:hAnsi="Times New Roman" w:cs="Times New Roman"/>
          <w:i/>
          <w:lang w:val="kl-GL"/>
        </w:rPr>
        <w:t xml:space="preserve"> aappaanni</w:t>
      </w:r>
      <w:r w:rsidRPr="00171408">
        <w:rPr>
          <w:rFonts w:ascii="Times New Roman" w:hAnsi="Times New Roman" w:cs="Times New Roman"/>
          <w:lang w:val="kl-GL"/>
        </w:rPr>
        <w:t>, »naatsorsorneqassapput« ima allanngortinneqassaaq: »aalajangersarneqassapput«.</w:t>
      </w:r>
    </w:p>
    <w:p w14:paraId="68B00255" w14:textId="6499827B" w:rsidR="00515200" w:rsidRPr="00171408" w:rsidRDefault="00CE02F1">
      <w:pPr>
        <w:spacing w:after="0" w:line="240" w:lineRule="auto"/>
        <w:rPr>
          <w:rFonts w:ascii="Times New Roman" w:hAnsi="Times New Roman"/>
          <w:lang w:val="kl-GL"/>
        </w:rPr>
      </w:pPr>
      <w:r w:rsidRPr="00171408">
        <w:rPr>
          <w:rFonts w:ascii="Times New Roman" w:hAnsi="Times New Roman" w:cs="Times New Roman"/>
          <w:b/>
          <w:lang w:val="kl-GL"/>
        </w:rPr>
        <w:t>3</w:t>
      </w:r>
      <w:r w:rsidR="009E1463" w:rsidRPr="00171408">
        <w:rPr>
          <w:rFonts w:ascii="Times New Roman" w:hAnsi="Times New Roman" w:cs="Times New Roman"/>
          <w:b/>
          <w:lang w:val="kl-GL"/>
        </w:rPr>
        <w:t>4</w:t>
      </w:r>
      <w:r w:rsidRPr="00171408">
        <w:rPr>
          <w:rFonts w:ascii="Times New Roman" w:hAnsi="Times New Roman" w:cs="Times New Roman"/>
          <w:b/>
          <w:lang w:val="kl-GL"/>
        </w:rPr>
        <w:t>.</w:t>
      </w:r>
      <w:r w:rsidRPr="00171408">
        <w:rPr>
          <w:rFonts w:ascii="Times New Roman" w:hAnsi="Times New Roman" w:cs="Times New Roman"/>
          <w:lang w:val="kl-GL"/>
        </w:rPr>
        <w:t xml:space="preserve"> </w:t>
      </w:r>
      <w:r w:rsidRPr="00171408">
        <w:rPr>
          <w:rFonts w:ascii="Times New Roman" w:hAnsi="Times New Roman" w:cs="Times New Roman"/>
          <w:i/>
          <w:lang w:val="kl-GL"/>
        </w:rPr>
        <w:t xml:space="preserve">§ 70, oqaaseqatigiit </w:t>
      </w:r>
      <w:r w:rsidR="00406D3C" w:rsidRPr="00171408">
        <w:rPr>
          <w:rFonts w:ascii="Times New Roman" w:eastAsia="Calibri" w:hAnsi="Times New Roman" w:cs="Times New Roman"/>
          <w:i/>
          <w:lang w:val="kl-GL"/>
        </w:rPr>
        <w:t>siullianni</w:t>
      </w:r>
      <w:r w:rsidRPr="00171408">
        <w:rPr>
          <w:rFonts w:ascii="Times New Roman" w:hAnsi="Times New Roman" w:cs="Times New Roman"/>
          <w:lang w:val="kl-GL"/>
        </w:rPr>
        <w:t>,</w:t>
      </w:r>
      <w:r w:rsidRPr="00171408">
        <w:rPr>
          <w:rFonts w:ascii="Times New Roman" w:hAnsi="Times New Roman" w:cs="Times New Roman"/>
          <w:i/>
          <w:lang w:val="kl-GL"/>
        </w:rPr>
        <w:t xml:space="preserve"> </w:t>
      </w:r>
      <w:r w:rsidRPr="00171408">
        <w:rPr>
          <w:rFonts w:ascii="Times New Roman" w:hAnsi="Times New Roman" w:cs="Times New Roman"/>
          <w:lang w:val="kl-GL"/>
        </w:rPr>
        <w:t>»qimataat« kingorna ikkunneqassaaq: », taamaattoq tak. imm. 2«.</w:t>
      </w:r>
    </w:p>
    <w:p w14:paraId="435660C1" w14:textId="77777777" w:rsidR="00515200" w:rsidRPr="00171408" w:rsidRDefault="00515200">
      <w:pPr>
        <w:spacing w:after="0" w:line="240" w:lineRule="auto"/>
        <w:rPr>
          <w:rFonts w:ascii="Times New Roman" w:hAnsi="Times New Roman" w:cs="Times New Roman"/>
          <w:b/>
          <w:lang w:val="kl-GL"/>
        </w:rPr>
      </w:pPr>
    </w:p>
    <w:p w14:paraId="63CA98D7" w14:textId="69C8FF2F" w:rsidR="00515200" w:rsidRPr="00171408" w:rsidRDefault="00CE02F1">
      <w:pPr>
        <w:spacing w:after="0" w:line="240" w:lineRule="auto"/>
        <w:rPr>
          <w:rFonts w:ascii="Times New Roman" w:hAnsi="Times New Roman"/>
          <w:lang w:val="kl-GL"/>
        </w:rPr>
      </w:pPr>
      <w:r w:rsidRPr="00171408">
        <w:rPr>
          <w:rFonts w:ascii="Times New Roman" w:hAnsi="Times New Roman" w:cs="Times New Roman"/>
          <w:b/>
          <w:lang w:val="kl-GL"/>
        </w:rPr>
        <w:t>3</w:t>
      </w:r>
      <w:r w:rsidR="009E1463" w:rsidRPr="00171408">
        <w:rPr>
          <w:rFonts w:ascii="Times New Roman" w:hAnsi="Times New Roman" w:cs="Times New Roman"/>
          <w:b/>
          <w:lang w:val="kl-GL"/>
        </w:rPr>
        <w:t>5</w:t>
      </w:r>
      <w:r w:rsidRPr="00171408">
        <w:rPr>
          <w:rFonts w:ascii="Times New Roman" w:hAnsi="Times New Roman" w:cs="Times New Roman"/>
          <w:b/>
          <w:lang w:val="kl-GL"/>
        </w:rPr>
        <w:t>.</w:t>
      </w:r>
      <w:r w:rsidRPr="00171408">
        <w:rPr>
          <w:rFonts w:ascii="Times New Roman" w:hAnsi="Times New Roman" w:cs="Times New Roman"/>
          <w:lang w:val="kl-GL"/>
        </w:rPr>
        <w:t xml:space="preserve"> </w:t>
      </w:r>
      <w:r w:rsidRPr="00171408">
        <w:rPr>
          <w:rFonts w:ascii="Times New Roman" w:hAnsi="Times New Roman" w:cs="Times New Roman"/>
          <w:i/>
          <w:lang w:val="kl-GL"/>
        </w:rPr>
        <w:t>§ 70</w:t>
      </w:r>
      <w:r w:rsidRPr="00171408">
        <w:rPr>
          <w:rFonts w:ascii="Times New Roman" w:hAnsi="Times New Roman" w:cs="Times New Roman"/>
          <w:lang w:val="kl-GL"/>
        </w:rPr>
        <w:t xml:space="preserve">-imi </w:t>
      </w:r>
      <w:r w:rsidRPr="00171408">
        <w:rPr>
          <w:rFonts w:ascii="Times New Roman" w:hAnsi="Times New Roman" w:cs="Times New Roman"/>
          <w:i/>
          <w:iCs/>
          <w:lang w:val="kl-GL"/>
        </w:rPr>
        <w:t>imm</w:t>
      </w:r>
      <w:r w:rsidRPr="00171408">
        <w:rPr>
          <w:rFonts w:ascii="Times New Roman" w:hAnsi="Times New Roman"/>
          <w:i/>
          <w:iCs/>
          <w:lang w:val="kl-GL"/>
        </w:rPr>
        <w:t>.</w:t>
      </w:r>
      <w:r w:rsidRPr="00171408">
        <w:rPr>
          <w:rFonts w:ascii="Times New Roman" w:hAnsi="Times New Roman"/>
          <w:i/>
          <w:lang w:val="kl-GL"/>
        </w:rPr>
        <w:t xml:space="preserve"> 2</w:t>
      </w:r>
      <w:r w:rsidRPr="00171408">
        <w:rPr>
          <w:rFonts w:ascii="Times New Roman" w:hAnsi="Times New Roman"/>
          <w:lang w:val="kl-GL"/>
        </w:rPr>
        <w:t>-tut ikkunneqassaaq:</w:t>
      </w:r>
    </w:p>
    <w:p w14:paraId="6E5649F1" w14:textId="26216E98" w:rsidR="00515200" w:rsidRPr="00171408" w:rsidRDefault="00CE02F1">
      <w:pPr>
        <w:spacing w:after="0" w:line="240" w:lineRule="auto"/>
        <w:rPr>
          <w:rFonts w:ascii="Times New Roman" w:hAnsi="Times New Roman"/>
          <w:lang w:val="kl-GL"/>
        </w:rPr>
      </w:pPr>
      <w:r w:rsidRPr="00171408">
        <w:rPr>
          <w:rFonts w:ascii="Times New Roman" w:hAnsi="Times New Roman" w:cs="Times New Roman"/>
          <w:i/>
          <w:iCs/>
          <w:lang w:val="kl-GL"/>
        </w:rPr>
        <w:t xml:space="preserve">»Imm. 2. </w:t>
      </w:r>
      <w:r w:rsidRPr="00171408">
        <w:rPr>
          <w:rFonts w:ascii="Times New Roman" w:hAnsi="Times New Roman" w:cs="Times New Roman"/>
          <w:lang w:val="kl-GL"/>
        </w:rPr>
        <w:t xml:space="preserve">Imm. 1, oqaaseqatigiit </w:t>
      </w:r>
      <w:r w:rsidR="00406D3C" w:rsidRPr="00171408">
        <w:rPr>
          <w:rFonts w:ascii="Times New Roman" w:hAnsi="Times New Roman" w:cs="Times New Roman"/>
          <w:lang w:val="kl-GL"/>
        </w:rPr>
        <w:t>siullianni</w:t>
      </w:r>
      <w:r w:rsidRPr="00171408">
        <w:rPr>
          <w:rFonts w:ascii="Times New Roman" w:hAnsi="Times New Roman" w:cs="Times New Roman"/>
          <w:lang w:val="kl-GL"/>
        </w:rPr>
        <w:t xml:space="preserve">, malittarisassaq atuutissanngilaq imaattoqarpat, nioqqutissanut akisussaaneq pillugu inatsimmi taarsiissuteqarnissamut akisussaasoqartoq imaluunniit akisussaanissamut </w:t>
      </w:r>
      <w:r w:rsidR="00617816" w:rsidRPr="00171408">
        <w:rPr>
          <w:rFonts w:ascii="Times New Roman" w:hAnsi="Times New Roman" w:cs="Times New Roman"/>
          <w:lang w:val="kl-GL"/>
        </w:rPr>
        <w:t>peqqusisoqartoq</w:t>
      </w:r>
      <w:r w:rsidRPr="00171408">
        <w:rPr>
          <w:rFonts w:ascii="Times New Roman" w:hAnsi="Times New Roman" w:cs="Times New Roman"/>
          <w:lang w:val="kl-GL"/>
        </w:rPr>
        <w:t>.«</w:t>
      </w:r>
    </w:p>
    <w:p w14:paraId="7F5F9A95" w14:textId="77777777" w:rsidR="00515200" w:rsidRPr="00171408" w:rsidRDefault="00CE02F1">
      <w:pPr>
        <w:rPr>
          <w:rFonts w:ascii="Times New Roman" w:hAnsi="Times New Roman"/>
          <w:lang w:val="kl-GL"/>
        </w:rPr>
      </w:pPr>
      <w:r w:rsidRPr="00171408">
        <w:rPr>
          <w:rFonts w:ascii="Times New Roman" w:hAnsi="Times New Roman" w:cs="Times New Roman"/>
          <w:b/>
          <w:lang w:val="kl-GL"/>
        </w:rPr>
        <w:br/>
      </w:r>
    </w:p>
    <w:p w14:paraId="11BA4609" w14:textId="65B689ED" w:rsidR="00515200" w:rsidRPr="00171408" w:rsidRDefault="00CE02F1">
      <w:pPr>
        <w:jc w:val="center"/>
        <w:rPr>
          <w:rFonts w:ascii="Times New Roman" w:hAnsi="Times New Roman"/>
          <w:lang w:val="kl-GL"/>
        </w:rPr>
      </w:pPr>
      <w:r w:rsidRPr="00171408">
        <w:rPr>
          <w:rFonts w:ascii="Times New Roman" w:hAnsi="Times New Roman" w:cs="Times New Roman"/>
          <w:i/>
          <w:lang w:val="kl-GL"/>
        </w:rPr>
        <w:lastRenderedPageBreak/>
        <w:t>Atuutilersitsinermut aamma ikaarsaarnermut aalajangersakkat</w:t>
      </w:r>
    </w:p>
    <w:p w14:paraId="321D7D25" w14:textId="77777777" w:rsidR="00515200" w:rsidRPr="00171408" w:rsidRDefault="00CE02F1">
      <w:pPr>
        <w:spacing w:after="0"/>
        <w:jc w:val="center"/>
        <w:rPr>
          <w:rFonts w:ascii="Times New Roman" w:hAnsi="Times New Roman"/>
          <w:lang w:val="kl-GL"/>
        </w:rPr>
      </w:pPr>
      <w:r w:rsidRPr="00171408">
        <w:rPr>
          <w:rFonts w:ascii="Times New Roman" w:hAnsi="Times New Roman" w:cs="Times New Roman"/>
          <w:b/>
          <w:lang w:val="kl-GL"/>
        </w:rPr>
        <w:t>§ 2</w:t>
      </w:r>
    </w:p>
    <w:p w14:paraId="3056BEEC" w14:textId="26D6244A" w:rsidR="00515200" w:rsidRPr="00171408" w:rsidRDefault="00515200">
      <w:pPr>
        <w:tabs>
          <w:tab w:val="left" w:pos="2850"/>
        </w:tabs>
        <w:spacing w:after="0"/>
        <w:rPr>
          <w:rFonts w:ascii="Times New Roman" w:hAnsi="Times New Roman"/>
          <w:lang w:val="kl-GL"/>
        </w:rPr>
      </w:pPr>
    </w:p>
    <w:p w14:paraId="0AE72C58" w14:textId="3BC00CA7" w:rsidR="00515200" w:rsidRPr="00171408" w:rsidRDefault="00CE02F1">
      <w:pPr>
        <w:tabs>
          <w:tab w:val="left" w:pos="284"/>
          <w:tab w:val="left" w:pos="567"/>
          <w:tab w:val="left" w:pos="993"/>
        </w:tabs>
        <w:spacing w:after="0"/>
        <w:jc w:val="both"/>
        <w:outlineLvl w:val="0"/>
        <w:rPr>
          <w:rFonts w:ascii="Times New Roman" w:hAnsi="Times New Roman"/>
          <w:lang w:val="kl-GL"/>
        </w:rPr>
      </w:pPr>
      <w:r w:rsidRPr="00171408">
        <w:rPr>
          <w:rFonts w:ascii="Times New Roman" w:hAnsi="Times New Roman" w:cs="Times New Roman"/>
          <w:i/>
          <w:iCs/>
          <w:lang w:val="kl-GL"/>
        </w:rPr>
        <w:t>Imm</w:t>
      </w:r>
      <w:r w:rsidRPr="00171408">
        <w:rPr>
          <w:rFonts w:ascii="Times New Roman" w:hAnsi="Times New Roman" w:cs="Times New Roman"/>
          <w:i/>
          <w:lang w:val="kl-GL"/>
        </w:rPr>
        <w:t>. 1.</w:t>
      </w:r>
      <w:r w:rsidRPr="00171408">
        <w:rPr>
          <w:rFonts w:ascii="Times New Roman" w:hAnsi="Times New Roman" w:cs="Times New Roman"/>
          <w:iCs/>
          <w:lang w:val="kl-GL"/>
        </w:rPr>
        <w:t xml:space="preserve"> </w:t>
      </w:r>
      <w:r w:rsidRPr="00171408">
        <w:rPr>
          <w:rFonts w:ascii="Times New Roman" w:hAnsi="Times New Roman" w:cs="Times New Roman"/>
          <w:lang w:val="kl-GL"/>
        </w:rPr>
        <w:t>Inatsit atuutilissaaq ulloq 1. januar 202</w:t>
      </w:r>
      <w:r w:rsidR="000F02FB" w:rsidRPr="00171408">
        <w:rPr>
          <w:rFonts w:ascii="Times New Roman" w:hAnsi="Times New Roman" w:cs="Times New Roman"/>
          <w:lang w:val="kl-GL"/>
        </w:rPr>
        <w:t>6</w:t>
      </w:r>
      <w:r w:rsidRPr="00171408">
        <w:rPr>
          <w:rFonts w:ascii="Times New Roman" w:hAnsi="Times New Roman" w:cs="Times New Roman"/>
          <w:lang w:val="kl-GL"/>
        </w:rPr>
        <w:t>, taamaattoq tak. imm. 2.</w:t>
      </w:r>
    </w:p>
    <w:p w14:paraId="619CDFD1" w14:textId="77777777" w:rsidR="00515200" w:rsidRPr="00171408" w:rsidRDefault="00515200">
      <w:pPr>
        <w:tabs>
          <w:tab w:val="left" w:pos="284"/>
          <w:tab w:val="left" w:pos="567"/>
          <w:tab w:val="left" w:pos="993"/>
        </w:tabs>
        <w:spacing w:after="0"/>
        <w:jc w:val="both"/>
        <w:outlineLvl w:val="0"/>
        <w:rPr>
          <w:rStyle w:val="stknr2"/>
          <w:rFonts w:ascii="Times New Roman" w:hAnsi="Times New Roman"/>
          <w:lang w:val="kl-GL"/>
        </w:rPr>
      </w:pPr>
    </w:p>
    <w:p w14:paraId="5A434970" w14:textId="53C33E74" w:rsidR="00515200" w:rsidRPr="00171408" w:rsidRDefault="00CE02F1">
      <w:pPr>
        <w:tabs>
          <w:tab w:val="left" w:pos="284"/>
          <w:tab w:val="left" w:pos="567"/>
          <w:tab w:val="left" w:pos="993"/>
        </w:tabs>
        <w:spacing w:after="0"/>
        <w:jc w:val="both"/>
        <w:outlineLvl w:val="0"/>
        <w:rPr>
          <w:lang w:val="kl-GL"/>
        </w:rPr>
      </w:pPr>
      <w:r w:rsidRPr="00171408">
        <w:rPr>
          <w:rStyle w:val="stknr2"/>
          <w:rFonts w:ascii="Times New Roman" w:hAnsi="Times New Roman" w:cs="Times New Roman"/>
          <w:i/>
          <w:iCs/>
          <w:color w:val="212529"/>
          <w:lang w:val="kl-GL"/>
        </w:rPr>
        <w:t>Imm</w:t>
      </w:r>
      <w:r w:rsidRPr="00171408">
        <w:rPr>
          <w:rStyle w:val="stknr2"/>
          <w:rFonts w:ascii="Times New Roman" w:hAnsi="Times New Roman" w:cs="Times New Roman"/>
          <w:i/>
          <w:color w:val="212529"/>
          <w:lang w:val="kl-GL"/>
        </w:rPr>
        <w:t>. 2.</w:t>
      </w:r>
      <w:r w:rsidRPr="00171408">
        <w:rPr>
          <w:rFonts w:ascii="Times New Roman" w:hAnsi="Times New Roman" w:cs="Times New Roman"/>
          <w:lang w:val="kl-GL"/>
        </w:rPr>
        <w:t xml:space="preserve"> </w:t>
      </w:r>
      <w:r w:rsidR="000B5338" w:rsidRPr="00171408">
        <w:rPr>
          <w:rFonts w:ascii="Times New Roman" w:hAnsi="Times New Roman" w:cs="Times New Roman"/>
          <w:lang w:val="kl-GL"/>
        </w:rPr>
        <w:t>Suliassaqartitsinermut ministeri</w:t>
      </w:r>
      <w:r w:rsidRPr="00171408">
        <w:rPr>
          <w:rFonts w:ascii="Times New Roman" w:hAnsi="Times New Roman" w:cs="Times New Roman"/>
          <w:lang w:val="kl-GL"/>
        </w:rPr>
        <w:t>p § 1, nr. 2</w:t>
      </w:r>
      <w:r w:rsidR="000F02FB" w:rsidRPr="00171408">
        <w:rPr>
          <w:rFonts w:ascii="Times New Roman" w:hAnsi="Times New Roman" w:cs="Times New Roman"/>
          <w:lang w:val="kl-GL"/>
        </w:rPr>
        <w:t>3</w:t>
      </w:r>
      <w:r w:rsidRPr="00171408">
        <w:rPr>
          <w:rFonts w:ascii="Times New Roman" w:hAnsi="Times New Roman" w:cs="Times New Roman"/>
          <w:lang w:val="kl-GL"/>
        </w:rPr>
        <w:t>-p, 2</w:t>
      </w:r>
      <w:r w:rsidR="000F02FB" w:rsidRPr="00171408">
        <w:rPr>
          <w:rFonts w:ascii="Times New Roman" w:hAnsi="Times New Roman" w:cs="Times New Roman"/>
          <w:lang w:val="kl-GL"/>
        </w:rPr>
        <w:t>7</w:t>
      </w:r>
      <w:r w:rsidRPr="00171408">
        <w:rPr>
          <w:rFonts w:ascii="Times New Roman" w:hAnsi="Times New Roman" w:cs="Times New Roman"/>
          <w:lang w:val="kl-GL"/>
        </w:rPr>
        <w:t>-p, 3</w:t>
      </w:r>
      <w:r w:rsidR="000F02FB" w:rsidRPr="00171408">
        <w:rPr>
          <w:rFonts w:ascii="Times New Roman" w:hAnsi="Times New Roman" w:cs="Times New Roman"/>
          <w:lang w:val="kl-GL"/>
        </w:rPr>
        <w:t>4</w:t>
      </w:r>
      <w:r w:rsidRPr="00171408">
        <w:rPr>
          <w:rFonts w:ascii="Times New Roman" w:hAnsi="Times New Roman" w:cs="Times New Roman"/>
          <w:lang w:val="kl-GL"/>
        </w:rPr>
        <w:t>-p aamma 3</w:t>
      </w:r>
      <w:r w:rsidR="000F02FB" w:rsidRPr="00171408">
        <w:rPr>
          <w:rFonts w:ascii="Times New Roman" w:hAnsi="Times New Roman" w:cs="Times New Roman"/>
          <w:lang w:val="kl-GL"/>
        </w:rPr>
        <w:t>5</w:t>
      </w:r>
      <w:r w:rsidRPr="00171408">
        <w:rPr>
          <w:rFonts w:ascii="Times New Roman" w:hAnsi="Times New Roman" w:cs="Times New Roman"/>
          <w:lang w:val="kl-GL"/>
        </w:rPr>
        <w:t>-p atuutilernissaannut piffissaq aalajangersassavaa. Ministerip aalajangersarsinnaavaa, aalajangersakkat piffissani assigiinngitsuni atuutilernissaat.</w:t>
      </w:r>
    </w:p>
    <w:p w14:paraId="626538D5" w14:textId="77777777" w:rsidR="00515200" w:rsidRPr="00171408" w:rsidRDefault="00515200">
      <w:pPr>
        <w:tabs>
          <w:tab w:val="left" w:pos="284"/>
          <w:tab w:val="left" w:pos="567"/>
          <w:tab w:val="left" w:pos="993"/>
        </w:tabs>
        <w:spacing w:after="0"/>
        <w:jc w:val="both"/>
        <w:outlineLvl w:val="0"/>
        <w:rPr>
          <w:rFonts w:ascii="Times New Roman" w:hAnsi="Times New Roman" w:cs="Times New Roman"/>
          <w:iCs/>
          <w:lang w:val="kl-GL"/>
        </w:rPr>
      </w:pPr>
    </w:p>
    <w:p w14:paraId="604239D7" w14:textId="2AD50DF1" w:rsidR="00515200" w:rsidRPr="00171408" w:rsidRDefault="00515200">
      <w:pPr>
        <w:tabs>
          <w:tab w:val="left" w:pos="4350"/>
        </w:tabs>
        <w:rPr>
          <w:rFonts w:ascii="Times New Roman" w:hAnsi="Times New Roman"/>
          <w:lang w:val="kl-GL"/>
        </w:rPr>
      </w:pPr>
    </w:p>
    <w:p w14:paraId="67B1CD9C" w14:textId="77777777" w:rsidR="00515200" w:rsidRPr="00171408" w:rsidRDefault="00CE02F1">
      <w:pPr>
        <w:tabs>
          <w:tab w:val="left" w:pos="4350"/>
        </w:tabs>
        <w:jc w:val="center"/>
        <w:rPr>
          <w:rFonts w:ascii="Times New Roman" w:hAnsi="Times New Roman"/>
          <w:lang w:val="kl-GL"/>
        </w:rPr>
      </w:pPr>
      <w:r w:rsidRPr="00171408">
        <w:rPr>
          <w:rFonts w:ascii="Times New Roman" w:hAnsi="Times New Roman" w:cs="Times New Roman"/>
          <w:b/>
          <w:lang w:val="kl-GL"/>
        </w:rPr>
        <w:t>§ 3</w:t>
      </w:r>
    </w:p>
    <w:p w14:paraId="2B29D814" w14:textId="5DB0D440" w:rsidR="00515200" w:rsidRPr="00171408" w:rsidRDefault="00CE02F1">
      <w:pPr>
        <w:pStyle w:val="stk2"/>
        <w:spacing w:line="276" w:lineRule="auto"/>
        <w:ind w:firstLine="0"/>
        <w:rPr>
          <w:rFonts w:ascii="Times New Roman" w:hAnsi="Times New Roman"/>
          <w:lang w:val="kl-GL"/>
        </w:rPr>
      </w:pPr>
      <w:r w:rsidRPr="00171408">
        <w:rPr>
          <w:rFonts w:ascii="Times New Roman" w:hAnsi="Times New Roman" w:cs="Times New Roman"/>
          <w:i/>
          <w:iCs/>
          <w:sz w:val="22"/>
          <w:szCs w:val="22"/>
          <w:lang w:val="kl-GL"/>
        </w:rPr>
        <w:t>Imm. 1.</w:t>
      </w:r>
      <w:r w:rsidRPr="00171408">
        <w:rPr>
          <w:rFonts w:ascii="Times New Roman" w:hAnsi="Times New Roman" w:cs="Times New Roman"/>
          <w:sz w:val="22"/>
          <w:szCs w:val="22"/>
          <w:lang w:val="kl-GL"/>
        </w:rPr>
        <w:t xml:space="preserve"> § 1, nr. 1, ajutoornerit pillugit sulianut, 1. januar 202</w:t>
      </w:r>
      <w:r w:rsidR="00F21AC7" w:rsidRPr="00171408">
        <w:rPr>
          <w:rFonts w:ascii="Times New Roman" w:hAnsi="Times New Roman" w:cs="Times New Roman"/>
          <w:sz w:val="22"/>
          <w:szCs w:val="22"/>
          <w:lang w:val="kl-GL"/>
        </w:rPr>
        <w:t>6</w:t>
      </w:r>
      <w:r w:rsidRPr="00171408">
        <w:rPr>
          <w:rFonts w:ascii="Times New Roman" w:hAnsi="Times New Roman" w:cs="Times New Roman"/>
          <w:sz w:val="22"/>
          <w:szCs w:val="22"/>
          <w:lang w:val="kl-GL"/>
        </w:rPr>
        <w:t xml:space="preserve"> sioqqullugu pisimasunut, atuutissanngilaq. Sulianut taakkununnga malittarisassat maannamut atuuttut atuutissapput.</w:t>
      </w:r>
    </w:p>
    <w:p w14:paraId="7F533B26" w14:textId="77777777" w:rsidR="00515200" w:rsidRPr="00171408" w:rsidRDefault="00515200">
      <w:pPr>
        <w:pStyle w:val="stk2"/>
        <w:spacing w:line="276" w:lineRule="auto"/>
        <w:ind w:firstLine="0"/>
        <w:rPr>
          <w:rStyle w:val="stknr1"/>
          <w:rFonts w:ascii="Times New Roman" w:hAnsi="Times New Roman"/>
          <w:i w:val="0"/>
          <w:iCs w:val="0"/>
          <w:lang w:val="kl-GL"/>
        </w:rPr>
      </w:pPr>
    </w:p>
    <w:p w14:paraId="37111060" w14:textId="5009463E" w:rsidR="00515200" w:rsidRPr="00171408" w:rsidRDefault="00CE02F1">
      <w:pPr>
        <w:pStyle w:val="stk2"/>
        <w:spacing w:line="276" w:lineRule="auto"/>
        <w:ind w:firstLine="0"/>
        <w:rPr>
          <w:lang w:val="kl-GL"/>
        </w:rPr>
      </w:pPr>
      <w:r w:rsidRPr="00171408">
        <w:rPr>
          <w:rStyle w:val="stknr1"/>
          <w:rFonts w:ascii="Times New Roman" w:hAnsi="Times New Roman" w:cs="Times New Roman"/>
          <w:sz w:val="22"/>
          <w:szCs w:val="22"/>
          <w:lang w:val="kl-GL"/>
        </w:rPr>
        <w:t>Imm. 2.</w:t>
      </w:r>
      <w:r w:rsidRPr="00171408">
        <w:rPr>
          <w:rFonts w:ascii="Times New Roman" w:hAnsi="Times New Roman" w:cs="Times New Roman"/>
          <w:sz w:val="22"/>
          <w:szCs w:val="22"/>
          <w:lang w:val="kl-GL"/>
        </w:rPr>
        <w:t xml:space="preserve"> § 1, nr. 3, </w:t>
      </w:r>
      <w:r w:rsidR="00F21AC7" w:rsidRPr="00171408">
        <w:rPr>
          <w:rFonts w:ascii="Times New Roman" w:hAnsi="Times New Roman" w:cs="Times New Roman"/>
          <w:sz w:val="22"/>
          <w:szCs w:val="22"/>
          <w:lang w:val="kl-GL"/>
        </w:rPr>
        <w:t>5</w:t>
      </w:r>
      <w:r w:rsidRPr="00171408">
        <w:rPr>
          <w:rFonts w:ascii="Times New Roman" w:hAnsi="Times New Roman" w:cs="Times New Roman"/>
          <w:sz w:val="22"/>
          <w:szCs w:val="22"/>
          <w:lang w:val="kl-GL"/>
        </w:rPr>
        <w:t xml:space="preserve">, </w:t>
      </w:r>
      <w:r w:rsidR="00F21AC7" w:rsidRPr="00171408">
        <w:rPr>
          <w:rFonts w:ascii="Times New Roman" w:hAnsi="Times New Roman" w:cs="Times New Roman"/>
          <w:sz w:val="22"/>
          <w:szCs w:val="22"/>
          <w:lang w:val="kl-GL"/>
        </w:rPr>
        <w:t>7, 9</w:t>
      </w:r>
      <w:r w:rsidRPr="00171408">
        <w:rPr>
          <w:rFonts w:ascii="Times New Roman" w:hAnsi="Times New Roman" w:cs="Times New Roman"/>
          <w:b/>
          <w:sz w:val="22"/>
          <w:szCs w:val="22"/>
          <w:lang w:val="kl-GL"/>
        </w:rPr>
        <w:t xml:space="preserve"> </w:t>
      </w:r>
      <w:r w:rsidRPr="00171408">
        <w:rPr>
          <w:rFonts w:ascii="Times New Roman" w:hAnsi="Times New Roman" w:cs="Times New Roman"/>
          <w:sz w:val="22"/>
          <w:szCs w:val="22"/>
          <w:lang w:val="kl-GL"/>
        </w:rPr>
        <w:t>aamma 1</w:t>
      </w:r>
      <w:r w:rsidR="00F21AC7" w:rsidRPr="00171408">
        <w:rPr>
          <w:rFonts w:ascii="Times New Roman" w:hAnsi="Times New Roman" w:cs="Times New Roman"/>
          <w:sz w:val="22"/>
          <w:szCs w:val="22"/>
          <w:lang w:val="kl-GL"/>
        </w:rPr>
        <w:t>9</w:t>
      </w:r>
      <w:r w:rsidRPr="00171408">
        <w:rPr>
          <w:rFonts w:ascii="Times New Roman" w:hAnsi="Times New Roman" w:cs="Times New Roman"/>
          <w:sz w:val="22"/>
          <w:szCs w:val="22"/>
          <w:lang w:val="kl-GL"/>
        </w:rPr>
        <w:t xml:space="preserve"> ajutoornerit pillugit sulianut, 1. januar 202</w:t>
      </w:r>
      <w:r w:rsidR="00F21AC7" w:rsidRPr="00171408">
        <w:rPr>
          <w:rFonts w:ascii="Times New Roman" w:hAnsi="Times New Roman" w:cs="Times New Roman"/>
          <w:sz w:val="22"/>
          <w:szCs w:val="22"/>
          <w:lang w:val="kl-GL"/>
        </w:rPr>
        <w:t>6</w:t>
      </w:r>
      <w:r w:rsidRPr="00171408">
        <w:rPr>
          <w:rFonts w:ascii="Times New Roman" w:hAnsi="Times New Roman" w:cs="Times New Roman"/>
          <w:sz w:val="22"/>
          <w:szCs w:val="22"/>
          <w:lang w:val="kl-GL"/>
        </w:rPr>
        <w:t xml:space="preserve"> sioqqullugu pisimasunut, imaluunniit inuussutissarsiornermi nappaatit pillugit sulianut, 1. januar 202</w:t>
      </w:r>
      <w:r w:rsidR="009463F5" w:rsidRPr="00171408">
        <w:rPr>
          <w:rFonts w:ascii="Times New Roman" w:hAnsi="Times New Roman" w:cs="Times New Roman"/>
          <w:sz w:val="22"/>
          <w:szCs w:val="22"/>
          <w:lang w:val="kl-GL"/>
        </w:rPr>
        <w:t>6</w:t>
      </w:r>
      <w:r w:rsidRPr="00171408">
        <w:rPr>
          <w:rFonts w:ascii="Times New Roman" w:hAnsi="Times New Roman" w:cs="Times New Roman"/>
          <w:sz w:val="22"/>
          <w:szCs w:val="22"/>
          <w:lang w:val="kl-GL"/>
        </w:rPr>
        <w:t xml:space="preserve"> sioqqullugu nalunaarutigineqarsimasunut, atuutissanngillat. Sulianut taakkununnga malittarisassat maannamut atuuttut atuutissapput.</w:t>
      </w:r>
    </w:p>
    <w:p w14:paraId="24ADF830" w14:textId="77777777" w:rsidR="00515200" w:rsidRPr="00171408" w:rsidRDefault="00515200" w:rsidP="00EA5A94">
      <w:pPr>
        <w:pStyle w:val="stk2"/>
        <w:spacing w:line="276" w:lineRule="auto"/>
        <w:ind w:firstLine="0"/>
        <w:rPr>
          <w:rFonts w:ascii="Times New Roman" w:hAnsi="Times New Roman" w:cs="Times New Roman"/>
          <w:sz w:val="22"/>
          <w:szCs w:val="22"/>
          <w:lang w:val="kl-GL"/>
        </w:rPr>
      </w:pPr>
    </w:p>
    <w:p w14:paraId="4116FD96" w14:textId="25FF40E0" w:rsidR="00515200" w:rsidRPr="00171408" w:rsidRDefault="00CE02F1">
      <w:pPr>
        <w:pStyle w:val="stk2"/>
        <w:spacing w:line="276" w:lineRule="auto"/>
        <w:ind w:firstLine="0"/>
        <w:rPr>
          <w:lang w:val="kl-GL"/>
        </w:rPr>
      </w:pPr>
      <w:r w:rsidRPr="00171408">
        <w:rPr>
          <w:rStyle w:val="stknr1"/>
          <w:rFonts w:ascii="Times New Roman" w:hAnsi="Times New Roman" w:cs="Times New Roman"/>
          <w:sz w:val="22"/>
          <w:szCs w:val="22"/>
          <w:lang w:val="kl-GL"/>
        </w:rPr>
        <w:t>Imm. 3.</w:t>
      </w:r>
      <w:r w:rsidRPr="00171408">
        <w:rPr>
          <w:rFonts w:ascii="Times New Roman" w:hAnsi="Times New Roman" w:cs="Times New Roman"/>
          <w:sz w:val="22"/>
          <w:szCs w:val="22"/>
          <w:lang w:val="kl-GL"/>
        </w:rPr>
        <w:t xml:space="preserve"> § 1, nr. </w:t>
      </w:r>
      <w:r w:rsidR="00FB1508" w:rsidRPr="00171408">
        <w:rPr>
          <w:rFonts w:ascii="Times New Roman" w:hAnsi="Times New Roman" w:cs="Times New Roman"/>
          <w:sz w:val="22"/>
          <w:szCs w:val="22"/>
          <w:lang w:val="kl-GL"/>
        </w:rPr>
        <w:t>8</w:t>
      </w:r>
      <w:r w:rsidRPr="00171408">
        <w:rPr>
          <w:rFonts w:ascii="Times New Roman" w:hAnsi="Times New Roman" w:cs="Times New Roman"/>
          <w:sz w:val="22"/>
          <w:szCs w:val="22"/>
          <w:lang w:val="kl-GL"/>
        </w:rPr>
        <w:t xml:space="preserve"> aamma </w:t>
      </w:r>
      <w:r w:rsidR="00FB1508" w:rsidRPr="00171408">
        <w:rPr>
          <w:rFonts w:ascii="Times New Roman" w:hAnsi="Times New Roman" w:cs="Times New Roman"/>
          <w:sz w:val="22"/>
          <w:szCs w:val="22"/>
          <w:lang w:val="kl-GL"/>
        </w:rPr>
        <w:t>20</w:t>
      </w:r>
      <w:r w:rsidRPr="00171408">
        <w:rPr>
          <w:rFonts w:ascii="Times New Roman" w:hAnsi="Times New Roman" w:cs="Times New Roman"/>
          <w:sz w:val="22"/>
          <w:szCs w:val="22"/>
          <w:lang w:val="kl-GL"/>
        </w:rPr>
        <w:t>, Arbejdsmarkedets Erhvervssikringip suli</w:t>
      </w:r>
      <w:r w:rsidR="00E80D65" w:rsidRPr="00171408">
        <w:rPr>
          <w:rFonts w:ascii="Times New Roman" w:hAnsi="Times New Roman" w:cs="Times New Roman"/>
          <w:sz w:val="22"/>
          <w:szCs w:val="22"/>
          <w:lang w:val="kl-GL"/>
        </w:rPr>
        <w:t>nerm</w:t>
      </w:r>
      <w:r w:rsidRPr="00171408">
        <w:rPr>
          <w:rFonts w:ascii="Times New Roman" w:hAnsi="Times New Roman" w:cs="Times New Roman"/>
          <w:sz w:val="22"/>
          <w:szCs w:val="22"/>
          <w:lang w:val="kl-GL"/>
        </w:rPr>
        <w:t>i ajoqusernerit pillugit suliani aalajangiinerinut, Arbejdsmarkedets Erhvervssikringip 1. januar 202</w:t>
      </w:r>
      <w:r w:rsidR="00FB1508" w:rsidRPr="00171408">
        <w:rPr>
          <w:rFonts w:ascii="Times New Roman" w:hAnsi="Times New Roman" w:cs="Times New Roman"/>
          <w:sz w:val="22"/>
          <w:szCs w:val="22"/>
          <w:lang w:val="kl-GL"/>
        </w:rPr>
        <w:t>6</w:t>
      </w:r>
      <w:r w:rsidRPr="00171408">
        <w:rPr>
          <w:rFonts w:ascii="Times New Roman" w:hAnsi="Times New Roman" w:cs="Times New Roman"/>
          <w:sz w:val="22"/>
          <w:szCs w:val="22"/>
          <w:lang w:val="kl-GL"/>
        </w:rPr>
        <w:t xml:space="preserve"> sioqqullugu aalajangiiffigisaanut, atuutissanngillat. Aalajangiinernut taakkununnga malittarisassat maannamut atuuttut atuutissapput.</w:t>
      </w:r>
    </w:p>
    <w:p w14:paraId="2A0B4D84" w14:textId="77777777" w:rsidR="00515200" w:rsidRPr="00171408" w:rsidRDefault="00515200" w:rsidP="00EA5A94">
      <w:pPr>
        <w:pStyle w:val="stk2"/>
        <w:spacing w:line="276" w:lineRule="auto"/>
        <w:ind w:firstLine="0"/>
        <w:rPr>
          <w:rFonts w:ascii="Times New Roman" w:hAnsi="Times New Roman" w:cs="Times New Roman"/>
          <w:iCs/>
          <w:sz w:val="22"/>
          <w:szCs w:val="22"/>
          <w:lang w:val="kl-GL"/>
        </w:rPr>
      </w:pPr>
    </w:p>
    <w:p w14:paraId="0EA99B9F" w14:textId="0876A240" w:rsidR="00515200" w:rsidRPr="00D57812" w:rsidRDefault="00CE02F1" w:rsidP="00D57812">
      <w:pPr>
        <w:pStyle w:val="stk2"/>
        <w:spacing w:line="276" w:lineRule="auto"/>
        <w:ind w:firstLine="0"/>
        <w:rPr>
          <w:rStyle w:val="stknr1"/>
          <w:rFonts w:ascii="Times New Roman" w:hAnsi="Times New Roman" w:cs="Times New Roman"/>
          <w:sz w:val="22"/>
          <w:szCs w:val="22"/>
          <w:lang w:val="kl-GL"/>
        </w:rPr>
      </w:pPr>
      <w:r w:rsidRPr="00D57812">
        <w:rPr>
          <w:rStyle w:val="stknr1"/>
          <w:rFonts w:ascii="Times New Roman" w:hAnsi="Times New Roman" w:cs="Times New Roman"/>
          <w:i w:val="0"/>
          <w:iCs w:val="0"/>
          <w:sz w:val="22"/>
          <w:szCs w:val="22"/>
          <w:lang w:val="kl-GL"/>
        </w:rPr>
        <w:t>Imm</w:t>
      </w:r>
      <w:r w:rsidRPr="00D57812">
        <w:rPr>
          <w:rStyle w:val="stknr1"/>
          <w:rFonts w:ascii="Times New Roman" w:hAnsi="Times New Roman" w:cs="Times New Roman"/>
          <w:sz w:val="22"/>
          <w:szCs w:val="22"/>
          <w:lang w:val="kl-GL"/>
        </w:rPr>
        <w:t xml:space="preserve">. </w:t>
      </w:r>
      <w:r w:rsidRPr="00D57812">
        <w:rPr>
          <w:rStyle w:val="stknr1"/>
          <w:rFonts w:ascii="Times New Roman" w:hAnsi="Times New Roman" w:cs="Times New Roman"/>
          <w:i w:val="0"/>
          <w:iCs w:val="0"/>
          <w:sz w:val="22"/>
          <w:szCs w:val="22"/>
          <w:lang w:val="kl-GL"/>
        </w:rPr>
        <w:t>4</w:t>
      </w:r>
      <w:r w:rsidRPr="00D57812">
        <w:rPr>
          <w:rStyle w:val="stknr1"/>
          <w:rFonts w:ascii="Times New Roman" w:hAnsi="Times New Roman" w:cs="Times New Roman"/>
          <w:sz w:val="22"/>
          <w:szCs w:val="22"/>
          <w:lang w:val="kl-GL"/>
        </w:rPr>
        <w:t xml:space="preserve">. § 59 </w:t>
      </w:r>
      <w:r w:rsidR="002F7F8E" w:rsidRPr="00D57812">
        <w:rPr>
          <w:rStyle w:val="stknr1"/>
          <w:rFonts w:ascii="Times New Roman" w:hAnsi="Times New Roman" w:cs="Times New Roman"/>
          <w:sz w:val="22"/>
          <w:szCs w:val="22"/>
          <w:lang w:val="kl-GL"/>
        </w:rPr>
        <w:t>naapertorlugu</w:t>
      </w:r>
      <w:r w:rsidRPr="00D57812">
        <w:rPr>
          <w:rStyle w:val="stknr1"/>
          <w:rFonts w:ascii="Times New Roman" w:hAnsi="Times New Roman" w:cs="Times New Roman"/>
          <w:sz w:val="22"/>
          <w:szCs w:val="22"/>
          <w:lang w:val="kl-GL"/>
        </w:rPr>
        <w:t xml:space="preserve">, tak. </w:t>
      </w:r>
      <w:r w:rsidR="00DA4272" w:rsidRPr="00D57812">
        <w:rPr>
          <w:rStyle w:val="stknr1"/>
          <w:rFonts w:ascii="Times New Roman" w:hAnsi="Times New Roman" w:cs="Times New Roman"/>
          <w:sz w:val="22"/>
          <w:szCs w:val="22"/>
          <w:lang w:val="kl-GL"/>
        </w:rPr>
        <w:t xml:space="preserve">Kalaallit Nunaanni sulinermi </w:t>
      </w:r>
      <w:r w:rsidRPr="00D57812">
        <w:rPr>
          <w:rStyle w:val="stknr1"/>
          <w:rFonts w:ascii="Times New Roman" w:hAnsi="Times New Roman" w:cs="Times New Roman"/>
          <w:sz w:val="22"/>
          <w:szCs w:val="22"/>
          <w:lang w:val="kl-GL"/>
        </w:rPr>
        <w:t>ajoqusernermut isumannaarineq pillugu inatsimmut nalunaarut nr. 75, 16. januar 2017-imeersoq, Arbejdsmarkedets Erhvervssikringip suli</w:t>
      </w:r>
      <w:r w:rsidR="006D64BC" w:rsidRPr="00D57812">
        <w:rPr>
          <w:rStyle w:val="stknr1"/>
          <w:rFonts w:ascii="Times New Roman" w:hAnsi="Times New Roman" w:cs="Times New Roman"/>
          <w:sz w:val="22"/>
          <w:szCs w:val="22"/>
          <w:lang w:val="kl-GL"/>
        </w:rPr>
        <w:t>nerm</w:t>
      </w:r>
      <w:r w:rsidRPr="00D57812">
        <w:rPr>
          <w:rStyle w:val="stknr1"/>
          <w:rFonts w:ascii="Times New Roman" w:hAnsi="Times New Roman" w:cs="Times New Roman"/>
          <w:sz w:val="22"/>
          <w:szCs w:val="22"/>
          <w:lang w:val="kl-GL"/>
        </w:rPr>
        <w:t xml:space="preserve">i ajutoornermut sillimmasiinernik tigusaqarnerata kingunerisaanik, pigisanik nalilinnik aamma pisinnaatitaaffinnik pigisaqalersimaguni, taakkua ajoqusernermut sillimmasiisarfinnut Garantifondimut tunniunneqassapput. Tunniussinermut </w:t>
      </w:r>
      <w:r w:rsidR="00B852A9" w:rsidRPr="00D57812">
        <w:rPr>
          <w:rStyle w:val="stknr1"/>
          <w:rFonts w:ascii="Times New Roman" w:hAnsi="Times New Roman" w:cs="Times New Roman"/>
          <w:sz w:val="22"/>
          <w:szCs w:val="22"/>
          <w:lang w:val="kl-GL"/>
        </w:rPr>
        <w:t>peqatig</w:t>
      </w:r>
      <w:r w:rsidR="00C97951" w:rsidRPr="00D57812">
        <w:rPr>
          <w:rStyle w:val="stknr1"/>
          <w:rFonts w:ascii="Times New Roman" w:hAnsi="Times New Roman" w:cs="Times New Roman"/>
          <w:sz w:val="22"/>
          <w:szCs w:val="22"/>
          <w:lang w:val="kl-GL"/>
        </w:rPr>
        <w:t>alugu</w:t>
      </w:r>
      <w:r w:rsidRPr="00D57812">
        <w:rPr>
          <w:rStyle w:val="stknr1"/>
          <w:rFonts w:ascii="Times New Roman" w:hAnsi="Times New Roman" w:cs="Times New Roman"/>
          <w:sz w:val="22"/>
          <w:szCs w:val="22"/>
          <w:lang w:val="kl-GL"/>
        </w:rPr>
        <w:t xml:space="preserve">, ajoqusernermut sillimmasiisarfinnut Garantifondi pillugu inatsisip allanngortinneqarnissaanut inatsimmi nr. 1163, 8. juni 2021-meersumi § 1, peqatigiiffiit aningaasaliisartut il.il. pillugit inatsit, </w:t>
      </w:r>
      <w:r w:rsidR="00D2171C" w:rsidRPr="00D57812">
        <w:rPr>
          <w:rStyle w:val="stknr1"/>
          <w:rFonts w:ascii="Times New Roman" w:hAnsi="Times New Roman" w:cs="Times New Roman"/>
          <w:sz w:val="22"/>
          <w:szCs w:val="22"/>
          <w:lang w:val="kl-GL"/>
        </w:rPr>
        <w:t>aningaasanik peqquserluutinik</w:t>
      </w:r>
      <w:r w:rsidR="00D2171C" w:rsidRPr="00D57812" w:rsidDel="00D2171C">
        <w:rPr>
          <w:rStyle w:val="stknr1"/>
          <w:rFonts w:ascii="Times New Roman" w:hAnsi="Times New Roman" w:cs="Times New Roman"/>
          <w:sz w:val="22"/>
          <w:szCs w:val="22"/>
          <w:lang w:val="kl-GL"/>
        </w:rPr>
        <w:t xml:space="preserve"> </w:t>
      </w:r>
      <w:r w:rsidRPr="00D57812">
        <w:rPr>
          <w:rStyle w:val="stknr1"/>
          <w:rFonts w:ascii="Times New Roman" w:hAnsi="Times New Roman" w:cs="Times New Roman"/>
          <w:sz w:val="22"/>
          <w:szCs w:val="22"/>
          <w:lang w:val="kl-GL"/>
        </w:rPr>
        <w:t xml:space="preserve">malunnarunnaarsaasarneq pillugu inatsit aamma inatsisit assigiinngitsut </w:t>
      </w:r>
      <w:r w:rsidR="00AD7154" w:rsidRPr="00D57812">
        <w:rPr>
          <w:rStyle w:val="stknr1"/>
          <w:rFonts w:ascii="Times New Roman" w:hAnsi="Times New Roman" w:cs="Times New Roman"/>
          <w:sz w:val="22"/>
          <w:szCs w:val="22"/>
          <w:lang w:val="kl-GL"/>
        </w:rPr>
        <w:t xml:space="preserve">allat </w:t>
      </w:r>
      <w:r w:rsidRPr="00D57812">
        <w:rPr>
          <w:rStyle w:val="stknr1"/>
          <w:rFonts w:ascii="Times New Roman" w:hAnsi="Times New Roman" w:cs="Times New Roman"/>
          <w:sz w:val="22"/>
          <w:szCs w:val="22"/>
          <w:lang w:val="kl-GL"/>
        </w:rPr>
        <w:t>Kalaallit Nunaannut atuutilersinneqassapput, tak. inatsimmi § 17, imm. 3.</w:t>
      </w:r>
    </w:p>
    <w:p w14:paraId="1BC3CDFF" w14:textId="77777777" w:rsidR="00515200" w:rsidRPr="00171408" w:rsidRDefault="00515200">
      <w:pPr>
        <w:spacing w:after="0" w:line="240" w:lineRule="auto"/>
        <w:rPr>
          <w:rFonts w:ascii="Times New Roman" w:eastAsia="Calibri" w:hAnsi="Times New Roman" w:cs="Times New Roman"/>
          <w:iCs/>
          <w:lang w:val="kl-GL"/>
        </w:rPr>
      </w:pPr>
    </w:p>
    <w:p w14:paraId="41C2820F" w14:textId="1F25883B" w:rsidR="00515200" w:rsidRPr="00171408" w:rsidRDefault="00CE02F1">
      <w:pPr>
        <w:spacing w:after="0"/>
        <w:rPr>
          <w:lang w:val="kl-GL"/>
        </w:rPr>
      </w:pPr>
      <w:r w:rsidRPr="00171408">
        <w:rPr>
          <w:rFonts w:ascii="Times New Roman" w:hAnsi="Times New Roman" w:cs="Times New Roman"/>
          <w:i/>
          <w:iCs/>
          <w:lang w:val="kl-GL"/>
        </w:rPr>
        <w:t>Imm. 5.</w:t>
      </w:r>
      <w:r w:rsidRPr="00171408">
        <w:rPr>
          <w:rFonts w:ascii="Times New Roman" w:hAnsi="Times New Roman" w:cs="Times New Roman"/>
          <w:lang w:val="kl-GL"/>
        </w:rPr>
        <w:t xml:space="preserve"> § 59 </w:t>
      </w:r>
      <w:r w:rsidR="00781EEF" w:rsidRPr="00171408">
        <w:rPr>
          <w:rFonts w:ascii="Times New Roman" w:hAnsi="Times New Roman" w:cs="Times New Roman"/>
          <w:lang w:val="kl-GL"/>
        </w:rPr>
        <w:t>naapertorlugu</w:t>
      </w:r>
      <w:r w:rsidRPr="00171408">
        <w:rPr>
          <w:rFonts w:ascii="Times New Roman" w:hAnsi="Times New Roman" w:cs="Times New Roman"/>
          <w:lang w:val="kl-GL"/>
        </w:rPr>
        <w:t xml:space="preserve">, tak. </w:t>
      </w:r>
      <w:r w:rsidR="000D499D" w:rsidRPr="00171408">
        <w:rPr>
          <w:rFonts w:ascii="Times New Roman" w:eastAsia="Calibri" w:hAnsi="Times New Roman" w:cs="Times New Roman"/>
          <w:color w:val="000000"/>
          <w:lang w:val="kl-GL" w:eastAsia="da-DK"/>
        </w:rPr>
        <w:t xml:space="preserve">Kalaallit Nunaanni </w:t>
      </w:r>
      <w:r w:rsidRPr="00171408">
        <w:rPr>
          <w:rFonts w:ascii="Times New Roman" w:hAnsi="Times New Roman" w:cs="Times New Roman"/>
          <w:lang w:val="kl-GL"/>
        </w:rPr>
        <w:t>suli</w:t>
      </w:r>
      <w:r w:rsidR="00850BF3" w:rsidRPr="00171408">
        <w:rPr>
          <w:rFonts w:ascii="Times New Roman" w:hAnsi="Times New Roman" w:cs="Times New Roman"/>
          <w:lang w:val="kl-GL"/>
        </w:rPr>
        <w:t>nerm</w:t>
      </w:r>
      <w:r w:rsidRPr="00171408">
        <w:rPr>
          <w:rFonts w:ascii="Times New Roman" w:hAnsi="Times New Roman" w:cs="Times New Roman"/>
          <w:lang w:val="kl-GL"/>
        </w:rPr>
        <w:t>i ajoqusernermut isumannaarineq pillugu inatsimmut nalunaarut nr. 75, 16. januar 2017-imeersoq, Arbejdsmarkedets Erhvervssikringi suli</w:t>
      </w:r>
      <w:r w:rsidR="000D499D" w:rsidRPr="00171408">
        <w:rPr>
          <w:rFonts w:ascii="Times New Roman" w:hAnsi="Times New Roman" w:cs="Times New Roman"/>
          <w:lang w:val="kl-GL"/>
        </w:rPr>
        <w:t>nerm</w:t>
      </w:r>
      <w:r w:rsidRPr="00171408">
        <w:rPr>
          <w:rFonts w:ascii="Times New Roman" w:hAnsi="Times New Roman" w:cs="Times New Roman"/>
          <w:lang w:val="kl-GL"/>
        </w:rPr>
        <w:t xml:space="preserve">i ajutoornermut sillimmasiinernik tunniussinerup kingunerisaanik pisussaaffilerneqarsimaguni, pisussaaffiit atuuttut aamma </w:t>
      </w:r>
      <w:r w:rsidR="00762765" w:rsidRPr="00171408">
        <w:rPr>
          <w:rFonts w:ascii="Times New Roman" w:hAnsi="Times New Roman" w:cs="Times New Roman"/>
          <w:lang w:val="kl-GL"/>
        </w:rPr>
        <w:t xml:space="preserve">siunissami </w:t>
      </w:r>
      <w:r w:rsidRPr="00171408">
        <w:rPr>
          <w:rFonts w:ascii="Times New Roman" w:hAnsi="Times New Roman" w:cs="Times New Roman"/>
          <w:lang w:val="kl-GL"/>
        </w:rPr>
        <w:t xml:space="preserve">atuutilertussat ajoqusernermut sillimmasiisarfinnut Garantifondimut tunniunneqassapput. Tunniussinermut </w:t>
      </w:r>
      <w:r w:rsidR="000A3385" w:rsidRPr="00171408">
        <w:rPr>
          <w:rFonts w:ascii="Times New Roman" w:hAnsi="Times New Roman" w:cs="Times New Roman"/>
          <w:lang w:val="kl-GL"/>
        </w:rPr>
        <w:t>peqatig</w:t>
      </w:r>
      <w:r w:rsidR="0095317F" w:rsidRPr="00171408">
        <w:rPr>
          <w:rFonts w:ascii="Times New Roman" w:hAnsi="Times New Roman" w:cs="Times New Roman"/>
          <w:lang w:val="kl-GL"/>
        </w:rPr>
        <w:t>alugu</w:t>
      </w:r>
      <w:r w:rsidRPr="00171408">
        <w:rPr>
          <w:rFonts w:ascii="Times New Roman" w:hAnsi="Times New Roman" w:cs="Times New Roman"/>
          <w:lang w:val="kl-GL"/>
        </w:rPr>
        <w:t xml:space="preserve">, ajoqusernermut sillimmasiisarfinnut Garantifondi pillugu inatsisip allanngortinneqarnissaanut inatsimmi nr. 1163, 8. juni 2021-meersumi § 1, peqatigiiffiit aningaasaliisartut il.il. pillugit inatsit, </w:t>
      </w:r>
      <w:r w:rsidR="004A05F2" w:rsidRPr="00171408">
        <w:rPr>
          <w:rFonts w:ascii="Times New Roman" w:eastAsia="Calibri" w:hAnsi="Times New Roman" w:cs="Times New Roman"/>
          <w:lang w:val="kl-GL" w:eastAsia="da-DK"/>
        </w:rPr>
        <w:t>aningaasanik peqquserluutinik</w:t>
      </w:r>
      <w:r w:rsidR="004A05F2" w:rsidRPr="00171408" w:rsidDel="00D2171C">
        <w:rPr>
          <w:rFonts w:ascii="Times New Roman" w:eastAsia="Calibri" w:hAnsi="Times New Roman" w:cs="Times New Roman"/>
          <w:lang w:val="kl-GL" w:eastAsia="da-DK"/>
        </w:rPr>
        <w:t xml:space="preserve"> </w:t>
      </w:r>
      <w:r w:rsidRPr="00171408">
        <w:rPr>
          <w:rFonts w:ascii="Times New Roman" w:hAnsi="Times New Roman" w:cs="Times New Roman"/>
          <w:lang w:val="kl-GL"/>
        </w:rPr>
        <w:t xml:space="preserve">malunnarunnaarsaasarneq pillugu inatsit aamma inatsisit assigiinngitsut </w:t>
      </w:r>
      <w:r w:rsidR="004E0D84" w:rsidRPr="00171408">
        <w:rPr>
          <w:rFonts w:ascii="Times New Roman" w:hAnsi="Times New Roman" w:cs="Times New Roman"/>
          <w:lang w:val="kl-GL"/>
        </w:rPr>
        <w:t xml:space="preserve">allat </w:t>
      </w:r>
      <w:r w:rsidRPr="00171408">
        <w:rPr>
          <w:rFonts w:ascii="Times New Roman" w:hAnsi="Times New Roman" w:cs="Times New Roman"/>
          <w:lang w:val="kl-GL"/>
        </w:rPr>
        <w:t>Kalaallit Nunaannut atuutilersinneqassapput, tak. inatsimmi § 17, imm. 3.</w:t>
      </w:r>
    </w:p>
    <w:p w14:paraId="5E044BCB" w14:textId="77777777" w:rsidR="00515200" w:rsidRPr="00171408" w:rsidRDefault="00515200">
      <w:pPr>
        <w:spacing w:after="0"/>
        <w:rPr>
          <w:rFonts w:ascii="Times New Roman" w:hAnsi="Times New Roman"/>
          <w:iCs/>
          <w:lang w:val="kl-GL"/>
        </w:rPr>
      </w:pPr>
    </w:p>
    <w:p w14:paraId="65DC9C7C" w14:textId="0DCAF5D7" w:rsidR="00515200" w:rsidRPr="007E0D41" w:rsidRDefault="00CE02F1" w:rsidP="007E0D41">
      <w:pPr>
        <w:spacing w:after="0"/>
        <w:rPr>
          <w:rFonts w:ascii="Times New Roman" w:hAnsi="Times New Roman" w:cs="Times New Roman"/>
          <w:i/>
          <w:iCs/>
          <w:lang w:val="kl-GL"/>
        </w:rPr>
      </w:pPr>
      <w:r w:rsidRPr="007E0D41">
        <w:rPr>
          <w:rFonts w:ascii="Times New Roman" w:hAnsi="Times New Roman" w:cs="Times New Roman"/>
          <w:i/>
          <w:iCs/>
          <w:lang w:val="kl-GL"/>
        </w:rPr>
        <w:lastRenderedPageBreak/>
        <w:t xml:space="preserve">Imm. 6. Arbejdsmarkedets Erhvervssikringi sillimmasikkanut tunngasunik atortunik tigusaqarsimaguni, tassunga </w:t>
      </w:r>
      <w:r w:rsidR="0027584E" w:rsidRPr="007E0D41">
        <w:rPr>
          <w:rFonts w:ascii="Times New Roman" w:hAnsi="Times New Roman" w:cs="Times New Roman"/>
          <w:i/>
          <w:iCs/>
          <w:lang w:val="kl-GL"/>
        </w:rPr>
        <w:t xml:space="preserve">ilanngullugit </w:t>
      </w:r>
      <w:r w:rsidRPr="007E0D41">
        <w:rPr>
          <w:rFonts w:ascii="Times New Roman" w:hAnsi="Times New Roman" w:cs="Times New Roman"/>
          <w:i/>
          <w:iCs/>
          <w:lang w:val="kl-GL"/>
        </w:rPr>
        <w:t>inunnut paasissutissat, suli</w:t>
      </w:r>
      <w:r w:rsidR="00B04521" w:rsidRPr="007E0D41">
        <w:rPr>
          <w:rFonts w:ascii="Times New Roman" w:hAnsi="Times New Roman" w:cs="Times New Roman"/>
          <w:i/>
          <w:iCs/>
          <w:lang w:val="kl-GL"/>
        </w:rPr>
        <w:t>ner</w:t>
      </w:r>
      <w:r w:rsidR="00023448" w:rsidRPr="007E0D41">
        <w:rPr>
          <w:rFonts w:ascii="Times New Roman" w:hAnsi="Times New Roman" w:cs="Times New Roman"/>
          <w:i/>
          <w:iCs/>
          <w:lang w:val="kl-GL"/>
        </w:rPr>
        <w:t>m</w:t>
      </w:r>
      <w:r w:rsidRPr="007E0D41">
        <w:rPr>
          <w:rFonts w:ascii="Times New Roman" w:hAnsi="Times New Roman" w:cs="Times New Roman"/>
          <w:i/>
          <w:iCs/>
          <w:lang w:val="kl-GL"/>
        </w:rPr>
        <w:t>i ajutoorner</w:t>
      </w:r>
      <w:r w:rsidR="00023448" w:rsidRPr="007E0D41">
        <w:rPr>
          <w:rFonts w:ascii="Times New Roman" w:hAnsi="Times New Roman" w:cs="Times New Roman"/>
          <w:i/>
          <w:iCs/>
          <w:lang w:val="kl-GL"/>
        </w:rPr>
        <w:t>n</w:t>
      </w:r>
      <w:r w:rsidRPr="007E0D41">
        <w:rPr>
          <w:rFonts w:ascii="Times New Roman" w:hAnsi="Times New Roman" w:cs="Times New Roman"/>
          <w:i/>
          <w:iCs/>
          <w:lang w:val="kl-GL"/>
        </w:rPr>
        <w:t>ut</w:t>
      </w:r>
      <w:r w:rsidR="00023448" w:rsidRPr="007E0D41">
        <w:rPr>
          <w:rFonts w:ascii="Times New Roman" w:hAnsi="Times New Roman" w:cs="Times New Roman"/>
          <w:i/>
          <w:iCs/>
          <w:lang w:val="kl-GL"/>
        </w:rPr>
        <w:t xml:space="preserve"> </w:t>
      </w:r>
      <w:r w:rsidR="00EE30BF" w:rsidRPr="007E0D41">
        <w:rPr>
          <w:rFonts w:ascii="Times New Roman" w:hAnsi="Times New Roman" w:cs="Times New Roman"/>
          <w:i/>
          <w:iCs/>
          <w:lang w:val="kl-GL"/>
        </w:rPr>
        <w:t>aalajangersimasunut</w:t>
      </w:r>
      <w:r w:rsidRPr="007E0D41">
        <w:rPr>
          <w:rFonts w:ascii="Times New Roman" w:hAnsi="Times New Roman" w:cs="Times New Roman"/>
          <w:i/>
          <w:iCs/>
          <w:lang w:val="kl-GL"/>
        </w:rPr>
        <w:t xml:space="preserve"> tunngasunik, tak. imm. 4 aamma 5, taakkua ajoqusernermut sillimmasiisarfi</w:t>
      </w:r>
      <w:r w:rsidR="00D857B8" w:rsidRPr="007E0D41">
        <w:rPr>
          <w:rFonts w:ascii="Times New Roman" w:hAnsi="Times New Roman" w:cs="Times New Roman"/>
          <w:i/>
          <w:iCs/>
          <w:lang w:val="kl-GL"/>
        </w:rPr>
        <w:t>i</w:t>
      </w:r>
      <w:r w:rsidRPr="007E0D41">
        <w:rPr>
          <w:rFonts w:ascii="Times New Roman" w:hAnsi="Times New Roman" w:cs="Times New Roman"/>
          <w:i/>
          <w:iCs/>
          <w:lang w:val="kl-GL"/>
        </w:rPr>
        <w:t>t Garantifondi</w:t>
      </w:r>
      <w:r w:rsidR="00D857B8" w:rsidRPr="007E0D41">
        <w:rPr>
          <w:rFonts w:ascii="Times New Roman" w:hAnsi="Times New Roman" w:cs="Times New Roman"/>
          <w:i/>
          <w:iCs/>
          <w:lang w:val="kl-GL"/>
        </w:rPr>
        <w:t>annu</w:t>
      </w:r>
      <w:r w:rsidRPr="007E0D41">
        <w:rPr>
          <w:rFonts w:ascii="Times New Roman" w:hAnsi="Times New Roman" w:cs="Times New Roman"/>
          <w:i/>
          <w:iCs/>
          <w:lang w:val="kl-GL"/>
        </w:rPr>
        <w:t>t tunniunneqassapput piffissami</w:t>
      </w:r>
      <w:r w:rsidR="005200BD" w:rsidRPr="007E0D41">
        <w:rPr>
          <w:rFonts w:ascii="Times New Roman" w:hAnsi="Times New Roman" w:cs="Times New Roman"/>
          <w:i/>
          <w:iCs/>
          <w:lang w:val="kl-GL"/>
        </w:rPr>
        <w:t>it</w:t>
      </w:r>
      <w:r w:rsidRPr="007E0D41">
        <w:rPr>
          <w:rFonts w:ascii="Times New Roman" w:hAnsi="Times New Roman" w:cs="Times New Roman"/>
          <w:i/>
          <w:iCs/>
          <w:lang w:val="kl-GL"/>
        </w:rPr>
        <w:t xml:space="preserve">, ajoqusernermut sillimmasiisarfinnut Garantifondi pillugu inatsisip allanngortinneqarnissaanut inatsimmi nr. 1163, 8. juni 2021-meersumi § 1-ip, peqatigiiffiit aningaasaliisartut il.il. pillugit inatsisip, </w:t>
      </w:r>
      <w:r w:rsidR="0056551B" w:rsidRPr="007E0D41">
        <w:rPr>
          <w:rFonts w:ascii="Times New Roman" w:hAnsi="Times New Roman" w:cs="Times New Roman"/>
          <w:i/>
          <w:iCs/>
          <w:lang w:val="kl-GL"/>
        </w:rPr>
        <w:t>aningaasanik peqquserluutinik</w:t>
      </w:r>
      <w:r w:rsidR="0056551B" w:rsidRPr="007E0D41" w:rsidDel="00D2171C">
        <w:rPr>
          <w:rFonts w:ascii="Times New Roman" w:hAnsi="Times New Roman" w:cs="Times New Roman"/>
          <w:i/>
          <w:iCs/>
          <w:lang w:val="kl-GL"/>
        </w:rPr>
        <w:t xml:space="preserve"> </w:t>
      </w:r>
      <w:r w:rsidRPr="007E0D41">
        <w:rPr>
          <w:rFonts w:ascii="Times New Roman" w:hAnsi="Times New Roman" w:cs="Times New Roman"/>
          <w:i/>
          <w:iCs/>
          <w:lang w:val="kl-GL"/>
        </w:rPr>
        <w:t xml:space="preserve">malunnarunnaarsaasarneq pillugu inatsisip aamma inatsisit assigiinngitsut </w:t>
      </w:r>
      <w:r w:rsidR="004E0D84" w:rsidRPr="007E0D41">
        <w:rPr>
          <w:rFonts w:ascii="Times New Roman" w:hAnsi="Times New Roman" w:cs="Times New Roman"/>
          <w:i/>
          <w:iCs/>
          <w:lang w:val="kl-GL"/>
        </w:rPr>
        <w:t xml:space="preserve">allat </w:t>
      </w:r>
      <w:r w:rsidRPr="007E0D41">
        <w:rPr>
          <w:rFonts w:ascii="Times New Roman" w:hAnsi="Times New Roman" w:cs="Times New Roman"/>
          <w:i/>
          <w:iCs/>
          <w:lang w:val="kl-GL"/>
        </w:rPr>
        <w:t xml:space="preserve">Kalaallit Nunaannut atuutilersinneqarneranniit qaammatit </w:t>
      </w:r>
      <w:r w:rsidR="0056551B" w:rsidRPr="007E0D41">
        <w:rPr>
          <w:rFonts w:ascii="Times New Roman" w:hAnsi="Times New Roman" w:cs="Times New Roman"/>
          <w:i/>
          <w:iCs/>
          <w:lang w:val="kl-GL"/>
        </w:rPr>
        <w:t>arfinill</w:t>
      </w:r>
      <w:r w:rsidRPr="007E0D41">
        <w:rPr>
          <w:rFonts w:ascii="Times New Roman" w:hAnsi="Times New Roman" w:cs="Times New Roman"/>
          <w:i/>
          <w:iCs/>
          <w:lang w:val="kl-GL"/>
        </w:rPr>
        <w:t>it angullugit, tak. inatsimmi § 17, imm. 3. Arbejdsmarkedets Erhvervssikringi piffissami tassani sulia</w:t>
      </w:r>
      <w:r w:rsidR="00EE44D4" w:rsidRPr="007E0D41">
        <w:rPr>
          <w:rFonts w:ascii="Times New Roman" w:hAnsi="Times New Roman" w:cs="Times New Roman"/>
          <w:i/>
          <w:iCs/>
          <w:lang w:val="kl-GL"/>
        </w:rPr>
        <w:t>ssa</w:t>
      </w:r>
      <w:r w:rsidR="00B96AAE" w:rsidRPr="007E0D41">
        <w:rPr>
          <w:rFonts w:ascii="Times New Roman" w:hAnsi="Times New Roman" w:cs="Times New Roman"/>
          <w:i/>
          <w:iCs/>
          <w:lang w:val="kl-GL"/>
        </w:rPr>
        <w:t>t</w:t>
      </w:r>
      <w:r w:rsidRPr="007E0D41">
        <w:rPr>
          <w:rFonts w:ascii="Times New Roman" w:hAnsi="Times New Roman" w:cs="Times New Roman"/>
          <w:i/>
          <w:iCs/>
          <w:lang w:val="kl-GL"/>
        </w:rPr>
        <w:t xml:space="preserve"> </w:t>
      </w:r>
      <w:r w:rsidR="00EE44D4" w:rsidRPr="007E0D41">
        <w:rPr>
          <w:rFonts w:ascii="Times New Roman" w:hAnsi="Times New Roman" w:cs="Times New Roman"/>
          <w:i/>
          <w:iCs/>
          <w:lang w:val="kl-GL"/>
        </w:rPr>
        <w:t>suliarineqartarneranni</w:t>
      </w:r>
      <w:r w:rsidR="00E0642B" w:rsidRPr="007E0D41">
        <w:rPr>
          <w:rFonts w:ascii="Times New Roman" w:hAnsi="Times New Roman" w:cs="Times New Roman"/>
          <w:i/>
          <w:iCs/>
          <w:lang w:val="kl-GL"/>
        </w:rPr>
        <w:t xml:space="preserve"> </w:t>
      </w:r>
      <w:r w:rsidRPr="007E0D41">
        <w:rPr>
          <w:rFonts w:ascii="Times New Roman" w:hAnsi="Times New Roman" w:cs="Times New Roman"/>
          <w:i/>
          <w:iCs/>
          <w:lang w:val="kl-GL"/>
        </w:rPr>
        <w:t>ikiuissaaq, imaassimappat suli</w:t>
      </w:r>
      <w:r w:rsidR="00975690" w:rsidRPr="007E0D41">
        <w:rPr>
          <w:rFonts w:ascii="Times New Roman" w:hAnsi="Times New Roman" w:cs="Times New Roman"/>
          <w:i/>
          <w:iCs/>
          <w:lang w:val="kl-GL"/>
        </w:rPr>
        <w:t>nerm</w:t>
      </w:r>
      <w:r w:rsidRPr="007E0D41">
        <w:rPr>
          <w:rFonts w:ascii="Times New Roman" w:hAnsi="Times New Roman" w:cs="Times New Roman"/>
          <w:i/>
          <w:iCs/>
          <w:lang w:val="kl-GL"/>
        </w:rPr>
        <w:t>i ajutoornerit pillugit sulianik ajoqusernermut sillimmasiisarfi</w:t>
      </w:r>
      <w:r w:rsidR="00B96AAE" w:rsidRPr="007E0D41">
        <w:rPr>
          <w:rFonts w:ascii="Times New Roman" w:hAnsi="Times New Roman" w:cs="Times New Roman"/>
          <w:i/>
          <w:iCs/>
          <w:lang w:val="kl-GL"/>
        </w:rPr>
        <w:t>i</w:t>
      </w:r>
      <w:r w:rsidRPr="007E0D41">
        <w:rPr>
          <w:rFonts w:ascii="Times New Roman" w:hAnsi="Times New Roman" w:cs="Times New Roman"/>
          <w:i/>
          <w:iCs/>
          <w:lang w:val="kl-GL"/>
        </w:rPr>
        <w:t>t Garantifondi</w:t>
      </w:r>
      <w:r w:rsidR="00B96AAE" w:rsidRPr="007E0D41">
        <w:rPr>
          <w:rFonts w:ascii="Times New Roman" w:hAnsi="Times New Roman" w:cs="Times New Roman"/>
          <w:i/>
          <w:iCs/>
          <w:lang w:val="kl-GL"/>
        </w:rPr>
        <w:t>ann</w:t>
      </w:r>
      <w:r w:rsidRPr="007E0D41">
        <w:rPr>
          <w:rFonts w:ascii="Times New Roman" w:hAnsi="Times New Roman" w:cs="Times New Roman"/>
          <w:i/>
          <w:iCs/>
          <w:lang w:val="kl-GL"/>
        </w:rPr>
        <w:t xml:space="preserve">ut </w:t>
      </w:r>
      <w:r w:rsidR="00B96AAE" w:rsidRPr="007E0D41">
        <w:rPr>
          <w:rFonts w:ascii="Times New Roman" w:hAnsi="Times New Roman" w:cs="Times New Roman"/>
          <w:i/>
          <w:iCs/>
          <w:lang w:val="kl-GL"/>
        </w:rPr>
        <w:t>tunni</w:t>
      </w:r>
      <w:r w:rsidRPr="007E0D41">
        <w:rPr>
          <w:rFonts w:ascii="Times New Roman" w:hAnsi="Times New Roman" w:cs="Times New Roman"/>
          <w:i/>
          <w:iCs/>
          <w:lang w:val="kl-GL"/>
        </w:rPr>
        <w:t>ussisoqartoq.</w:t>
      </w:r>
    </w:p>
    <w:p w14:paraId="5B6C36E8" w14:textId="77777777" w:rsidR="00515200" w:rsidRPr="00171408" w:rsidRDefault="00515200">
      <w:pPr>
        <w:spacing w:after="0" w:line="240" w:lineRule="auto"/>
        <w:rPr>
          <w:rFonts w:ascii="Times New Roman" w:eastAsia="Calibri" w:hAnsi="Times New Roman" w:cs="Times New Roman"/>
          <w:iCs/>
          <w:lang w:val="kl-GL"/>
        </w:rPr>
      </w:pPr>
    </w:p>
    <w:p w14:paraId="618357C4" w14:textId="52BA76CF" w:rsidR="00515200" w:rsidRPr="007E0D41" w:rsidRDefault="00CE02F1" w:rsidP="007E0D41">
      <w:pPr>
        <w:spacing w:after="0"/>
        <w:rPr>
          <w:rFonts w:ascii="Times New Roman" w:hAnsi="Times New Roman" w:cs="Times New Roman"/>
          <w:i/>
          <w:iCs/>
          <w:lang w:val="kl-GL"/>
        </w:rPr>
      </w:pPr>
      <w:r w:rsidRPr="007E0D41">
        <w:rPr>
          <w:rFonts w:ascii="Times New Roman" w:hAnsi="Times New Roman" w:cs="Times New Roman"/>
          <w:i/>
          <w:iCs/>
          <w:lang w:val="kl-GL"/>
        </w:rPr>
        <w:t xml:space="preserve">Imm. 7. </w:t>
      </w:r>
      <w:r w:rsidR="0012029C" w:rsidRPr="007E0D41">
        <w:rPr>
          <w:rFonts w:ascii="Times New Roman" w:hAnsi="Times New Roman" w:cs="Times New Roman"/>
          <w:i/>
          <w:iCs/>
          <w:lang w:val="kl-GL"/>
        </w:rPr>
        <w:t>Kalaallit Nunaanni s</w:t>
      </w:r>
      <w:r w:rsidR="00570420" w:rsidRPr="007E0D41">
        <w:rPr>
          <w:rFonts w:ascii="Times New Roman" w:hAnsi="Times New Roman" w:cs="Times New Roman"/>
          <w:i/>
          <w:iCs/>
          <w:lang w:val="kl-GL"/>
        </w:rPr>
        <w:t xml:space="preserve">ulinermi </w:t>
      </w:r>
      <w:r w:rsidRPr="007E0D41">
        <w:rPr>
          <w:rFonts w:ascii="Times New Roman" w:hAnsi="Times New Roman" w:cs="Times New Roman"/>
          <w:i/>
          <w:iCs/>
          <w:lang w:val="kl-GL"/>
        </w:rPr>
        <w:t xml:space="preserve">ajoqusernermut isumannaarineq pillugu inatsimmi § 59 malillugu aningaasanik </w:t>
      </w:r>
      <w:r w:rsidR="00570420" w:rsidRPr="007E0D41">
        <w:rPr>
          <w:rFonts w:ascii="Times New Roman" w:hAnsi="Times New Roman" w:cs="Times New Roman"/>
          <w:i/>
          <w:iCs/>
          <w:lang w:val="kl-GL"/>
        </w:rPr>
        <w:t>nal</w:t>
      </w:r>
      <w:r w:rsidR="0012029C" w:rsidRPr="007E0D41">
        <w:rPr>
          <w:rFonts w:ascii="Times New Roman" w:hAnsi="Times New Roman" w:cs="Times New Roman"/>
          <w:i/>
          <w:iCs/>
          <w:lang w:val="kl-GL"/>
        </w:rPr>
        <w:t>imma</w:t>
      </w:r>
      <w:r w:rsidR="00570420" w:rsidRPr="007E0D41">
        <w:rPr>
          <w:rFonts w:ascii="Times New Roman" w:hAnsi="Times New Roman" w:cs="Times New Roman"/>
          <w:i/>
          <w:iCs/>
          <w:lang w:val="kl-GL"/>
        </w:rPr>
        <w:t>ssaanermi</w:t>
      </w:r>
      <w:r w:rsidRPr="007E0D41">
        <w:rPr>
          <w:rFonts w:ascii="Times New Roman" w:hAnsi="Times New Roman" w:cs="Times New Roman"/>
          <w:i/>
          <w:iCs/>
          <w:lang w:val="kl-GL"/>
        </w:rPr>
        <w:t>, tak. inatsimmi</w:t>
      </w:r>
      <w:r w:rsidR="009E0B6D" w:rsidRPr="007E0D41">
        <w:rPr>
          <w:rFonts w:ascii="Times New Roman" w:hAnsi="Times New Roman" w:cs="Times New Roman"/>
          <w:i/>
          <w:iCs/>
          <w:lang w:val="kl-GL"/>
        </w:rPr>
        <w:t>k</w:t>
      </w:r>
      <w:r w:rsidRPr="007E0D41">
        <w:rPr>
          <w:rFonts w:ascii="Times New Roman" w:hAnsi="Times New Roman" w:cs="Times New Roman"/>
          <w:i/>
          <w:iCs/>
          <w:lang w:val="kl-GL"/>
        </w:rPr>
        <w:t xml:space="preserve"> nalunaarut nr. 75, 16. januar 2017-imeersoq, suli</w:t>
      </w:r>
      <w:r w:rsidR="009E0B6D" w:rsidRPr="007E0D41">
        <w:rPr>
          <w:rFonts w:ascii="Times New Roman" w:hAnsi="Times New Roman" w:cs="Times New Roman"/>
          <w:i/>
          <w:iCs/>
          <w:lang w:val="kl-GL"/>
        </w:rPr>
        <w:t>nerm</w:t>
      </w:r>
      <w:r w:rsidRPr="007E0D41">
        <w:rPr>
          <w:rFonts w:ascii="Times New Roman" w:hAnsi="Times New Roman" w:cs="Times New Roman"/>
          <w:i/>
          <w:iCs/>
          <w:lang w:val="kl-GL"/>
        </w:rPr>
        <w:t xml:space="preserve">i ajoqusernermut isumannaarineq pillugu inatsimmi § 48, imm. 6, oqaaseqatigiit </w:t>
      </w:r>
      <w:r w:rsidR="002607D3" w:rsidRPr="007E0D41">
        <w:rPr>
          <w:rFonts w:ascii="Times New Roman" w:hAnsi="Times New Roman" w:cs="Times New Roman"/>
          <w:i/>
          <w:iCs/>
          <w:lang w:val="kl-GL"/>
        </w:rPr>
        <w:t>pingaju</w:t>
      </w:r>
      <w:r w:rsidRPr="007E0D41">
        <w:rPr>
          <w:rFonts w:ascii="Times New Roman" w:hAnsi="Times New Roman" w:cs="Times New Roman"/>
          <w:i/>
          <w:iCs/>
          <w:lang w:val="kl-GL"/>
        </w:rPr>
        <w:t>a</w:t>
      </w:r>
      <w:r w:rsidR="002D152E" w:rsidRPr="007E0D41">
        <w:rPr>
          <w:rFonts w:ascii="Times New Roman" w:hAnsi="Times New Roman" w:cs="Times New Roman"/>
          <w:i/>
          <w:iCs/>
          <w:lang w:val="kl-GL"/>
        </w:rPr>
        <w:t>n</w:t>
      </w:r>
      <w:r w:rsidRPr="007E0D41">
        <w:rPr>
          <w:rFonts w:ascii="Times New Roman" w:hAnsi="Times New Roman" w:cs="Times New Roman"/>
          <w:i/>
          <w:iCs/>
          <w:lang w:val="kl-GL"/>
        </w:rPr>
        <w:t xml:space="preserve">ni </w:t>
      </w:r>
      <w:r w:rsidR="002D152E" w:rsidRPr="007E0D41">
        <w:rPr>
          <w:rFonts w:ascii="Times New Roman" w:hAnsi="Times New Roman" w:cs="Times New Roman"/>
          <w:i/>
          <w:iCs/>
          <w:lang w:val="kl-GL"/>
        </w:rPr>
        <w:t>nal</w:t>
      </w:r>
      <w:r w:rsidR="009334EB" w:rsidRPr="007E0D41">
        <w:rPr>
          <w:rFonts w:ascii="Times New Roman" w:hAnsi="Times New Roman" w:cs="Times New Roman"/>
          <w:i/>
          <w:iCs/>
          <w:lang w:val="kl-GL"/>
        </w:rPr>
        <w:t>eqqu</w:t>
      </w:r>
      <w:r w:rsidR="002D152E" w:rsidRPr="007E0D41">
        <w:rPr>
          <w:rFonts w:ascii="Times New Roman" w:hAnsi="Times New Roman" w:cs="Times New Roman"/>
          <w:i/>
          <w:iCs/>
          <w:lang w:val="kl-GL"/>
        </w:rPr>
        <w:t xml:space="preserve">ssaaneq </w:t>
      </w:r>
      <w:r w:rsidRPr="007E0D41">
        <w:rPr>
          <w:rFonts w:ascii="Times New Roman" w:hAnsi="Times New Roman" w:cs="Times New Roman"/>
          <w:i/>
          <w:iCs/>
          <w:lang w:val="kl-GL"/>
        </w:rPr>
        <w:t>pillugu aalajangersagaq assinganik atuutissaaq, tak. inatsimm</w:t>
      </w:r>
      <w:r w:rsidR="002D152E" w:rsidRPr="007E0D41">
        <w:rPr>
          <w:rFonts w:ascii="Times New Roman" w:hAnsi="Times New Roman" w:cs="Times New Roman"/>
          <w:i/>
          <w:iCs/>
          <w:lang w:val="kl-GL"/>
        </w:rPr>
        <w:t>ik</w:t>
      </w:r>
      <w:r w:rsidRPr="007E0D41">
        <w:rPr>
          <w:rFonts w:ascii="Times New Roman" w:hAnsi="Times New Roman" w:cs="Times New Roman"/>
          <w:i/>
          <w:iCs/>
          <w:lang w:val="kl-GL"/>
        </w:rPr>
        <w:t xml:space="preserve"> nalunaarut nr. 1186, 19. august 2022-meersoq. Aalajangersagaq assinganik atuutissaaq ukiumi, ajoqusernermut sillimmasiisarfinnut Garantifondi pillugu inatsisip allanngortinneqarnissaanut inatsimmi nr. 1163, 8. juni 2021-meersumi § 1, peqatigiiffiit aningaasaliisartut il.il. pillugit inatsit, </w:t>
      </w:r>
      <w:r w:rsidR="006F5EBE" w:rsidRPr="007E0D41">
        <w:rPr>
          <w:rFonts w:ascii="Times New Roman" w:hAnsi="Times New Roman" w:cs="Times New Roman"/>
          <w:i/>
          <w:iCs/>
          <w:lang w:val="kl-GL"/>
        </w:rPr>
        <w:t>aningaasanik peqquserluutinik</w:t>
      </w:r>
      <w:r w:rsidR="006F5EBE" w:rsidRPr="007E0D41" w:rsidDel="006F5EBE">
        <w:rPr>
          <w:rFonts w:ascii="Times New Roman" w:hAnsi="Times New Roman" w:cs="Times New Roman"/>
          <w:i/>
          <w:iCs/>
          <w:lang w:val="kl-GL"/>
        </w:rPr>
        <w:t xml:space="preserve"> </w:t>
      </w:r>
      <w:r w:rsidRPr="007E0D41">
        <w:rPr>
          <w:rFonts w:ascii="Times New Roman" w:hAnsi="Times New Roman" w:cs="Times New Roman"/>
          <w:i/>
          <w:iCs/>
          <w:lang w:val="kl-GL"/>
        </w:rPr>
        <w:t xml:space="preserve">malunnarunnaarsaasarneq pillugu inatsit aamma inatsisit assigiinngitsut </w:t>
      </w:r>
      <w:r w:rsidR="004E0D84" w:rsidRPr="007E0D41">
        <w:rPr>
          <w:rFonts w:ascii="Times New Roman" w:hAnsi="Times New Roman" w:cs="Times New Roman"/>
          <w:i/>
          <w:iCs/>
          <w:lang w:val="kl-GL"/>
        </w:rPr>
        <w:t xml:space="preserve">allat </w:t>
      </w:r>
      <w:r w:rsidRPr="007E0D41">
        <w:rPr>
          <w:rFonts w:ascii="Times New Roman" w:hAnsi="Times New Roman" w:cs="Times New Roman"/>
          <w:i/>
          <w:iCs/>
          <w:lang w:val="kl-GL"/>
        </w:rPr>
        <w:t>Kalaallit Nunaannut atuutiler</w:t>
      </w:r>
      <w:r w:rsidR="0055341D" w:rsidRPr="007E0D41">
        <w:rPr>
          <w:rFonts w:ascii="Times New Roman" w:hAnsi="Times New Roman" w:cs="Times New Roman"/>
          <w:i/>
          <w:iCs/>
          <w:lang w:val="kl-GL"/>
        </w:rPr>
        <w:t>t</w:t>
      </w:r>
      <w:r w:rsidRPr="007E0D41">
        <w:rPr>
          <w:rFonts w:ascii="Times New Roman" w:hAnsi="Times New Roman" w:cs="Times New Roman"/>
          <w:i/>
          <w:iCs/>
          <w:lang w:val="kl-GL"/>
        </w:rPr>
        <w:t xml:space="preserve">inneqarfianni, tak. inatsimmi § 17, imm. 3, kiisalu ukiuni </w:t>
      </w:r>
      <w:r w:rsidR="0055341D" w:rsidRPr="007E0D41">
        <w:rPr>
          <w:rFonts w:ascii="Times New Roman" w:hAnsi="Times New Roman" w:cs="Times New Roman"/>
          <w:i/>
          <w:iCs/>
          <w:lang w:val="kl-GL"/>
        </w:rPr>
        <w:t>marlun</w:t>
      </w:r>
      <w:r w:rsidRPr="007E0D41">
        <w:rPr>
          <w:rFonts w:ascii="Times New Roman" w:hAnsi="Times New Roman" w:cs="Times New Roman"/>
          <w:i/>
          <w:iCs/>
          <w:lang w:val="kl-GL"/>
        </w:rPr>
        <w:t xml:space="preserve">ni tulliuttuni. Piffissami tassani aningaasat sinneruttuusinnaasut, </w:t>
      </w:r>
      <w:r w:rsidR="00BA2B99" w:rsidRPr="007E0D41">
        <w:rPr>
          <w:rFonts w:ascii="Times New Roman" w:hAnsi="Times New Roman" w:cs="Times New Roman"/>
          <w:i/>
          <w:iCs/>
          <w:lang w:val="kl-GL"/>
        </w:rPr>
        <w:t xml:space="preserve">§ 59 malillugu </w:t>
      </w:r>
      <w:r w:rsidRPr="007E0D41">
        <w:rPr>
          <w:rFonts w:ascii="Times New Roman" w:hAnsi="Times New Roman" w:cs="Times New Roman"/>
          <w:i/>
          <w:iCs/>
          <w:lang w:val="kl-GL"/>
        </w:rPr>
        <w:t xml:space="preserve">Arbejdsmarkedets Erhvervssikringip akiliisitsiniutigisinnaasai, aningaasanik </w:t>
      </w:r>
      <w:r w:rsidR="00BA2B99" w:rsidRPr="007E0D41">
        <w:rPr>
          <w:rFonts w:ascii="Times New Roman" w:hAnsi="Times New Roman" w:cs="Times New Roman"/>
          <w:i/>
          <w:iCs/>
          <w:lang w:val="kl-GL"/>
        </w:rPr>
        <w:t xml:space="preserve">allanik </w:t>
      </w:r>
      <w:r w:rsidRPr="007E0D41">
        <w:rPr>
          <w:rFonts w:ascii="Times New Roman" w:hAnsi="Times New Roman" w:cs="Times New Roman"/>
          <w:i/>
          <w:iCs/>
          <w:lang w:val="kl-GL"/>
        </w:rPr>
        <w:t>siumoortumik akiliisitsiniarnermut tunngavigisamut ilaatinneqassapput, suli</w:t>
      </w:r>
      <w:r w:rsidR="00220A82" w:rsidRPr="007E0D41">
        <w:rPr>
          <w:rFonts w:ascii="Times New Roman" w:hAnsi="Times New Roman" w:cs="Times New Roman"/>
          <w:i/>
          <w:iCs/>
          <w:lang w:val="kl-GL"/>
        </w:rPr>
        <w:t>nerm</w:t>
      </w:r>
      <w:r w:rsidRPr="007E0D41">
        <w:rPr>
          <w:rFonts w:ascii="Times New Roman" w:hAnsi="Times New Roman" w:cs="Times New Roman"/>
          <w:i/>
          <w:iCs/>
          <w:lang w:val="kl-GL"/>
        </w:rPr>
        <w:t xml:space="preserve">i ajoqusernermut isumannaarineq pillugu inatsimmi § 48, imm. 6, oqaaseqatigiit </w:t>
      </w:r>
      <w:r w:rsidR="002607D3" w:rsidRPr="007E0D41">
        <w:rPr>
          <w:rFonts w:ascii="Times New Roman" w:hAnsi="Times New Roman" w:cs="Times New Roman"/>
          <w:i/>
          <w:iCs/>
          <w:lang w:val="kl-GL"/>
        </w:rPr>
        <w:t xml:space="preserve">pingajuanni </w:t>
      </w:r>
      <w:r w:rsidR="00B60557" w:rsidRPr="007E0D41">
        <w:rPr>
          <w:rFonts w:ascii="Times New Roman" w:hAnsi="Times New Roman" w:cs="Times New Roman"/>
          <w:i/>
          <w:iCs/>
          <w:lang w:val="kl-GL"/>
        </w:rPr>
        <w:t>nal</w:t>
      </w:r>
      <w:r w:rsidR="0062525E" w:rsidRPr="007E0D41">
        <w:rPr>
          <w:rFonts w:ascii="Times New Roman" w:hAnsi="Times New Roman" w:cs="Times New Roman"/>
          <w:i/>
          <w:iCs/>
          <w:lang w:val="kl-GL"/>
        </w:rPr>
        <w:t>imma</w:t>
      </w:r>
      <w:r w:rsidR="00B60557" w:rsidRPr="007E0D41">
        <w:rPr>
          <w:rFonts w:ascii="Times New Roman" w:hAnsi="Times New Roman" w:cs="Times New Roman"/>
          <w:i/>
          <w:iCs/>
          <w:lang w:val="kl-GL"/>
        </w:rPr>
        <w:t xml:space="preserve">ssaaneq </w:t>
      </w:r>
      <w:r w:rsidRPr="007E0D41">
        <w:rPr>
          <w:rFonts w:ascii="Times New Roman" w:hAnsi="Times New Roman" w:cs="Times New Roman"/>
          <w:i/>
          <w:iCs/>
          <w:lang w:val="kl-GL"/>
        </w:rPr>
        <w:t>pillugu aalajangersakkap assinganik Arbejdsmarkedets Erhvervssikringip akilertinniagaanut, tak. inatsimm</w:t>
      </w:r>
      <w:r w:rsidR="00420AD4" w:rsidRPr="007E0D41">
        <w:rPr>
          <w:rFonts w:ascii="Times New Roman" w:hAnsi="Times New Roman" w:cs="Times New Roman"/>
          <w:i/>
          <w:iCs/>
          <w:lang w:val="kl-GL"/>
        </w:rPr>
        <w:t>ik</w:t>
      </w:r>
      <w:r w:rsidRPr="007E0D41">
        <w:rPr>
          <w:rFonts w:ascii="Times New Roman" w:hAnsi="Times New Roman" w:cs="Times New Roman"/>
          <w:i/>
          <w:iCs/>
          <w:lang w:val="kl-GL"/>
        </w:rPr>
        <w:t xml:space="preserve"> nalunaarut nr. 1186, 19. august 2022-meersoq.</w:t>
      </w:r>
    </w:p>
    <w:p w14:paraId="07423B08" w14:textId="77777777" w:rsidR="00515200" w:rsidRPr="00171408" w:rsidRDefault="00515200">
      <w:pPr>
        <w:rPr>
          <w:rFonts w:ascii="Times New Roman" w:hAnsi="Times New Roman" w:cs="Times New Roman"/>
          <w:b/>
          <w:lang w:val="kl-GL"/>
        </w:rPr>
      </w:pPr>
    </w:p>
    <w:p w14:paraId="12DF4C2B" w14:textId="5E7F05BD" w:rsidR="00EF447B" w:rsidRPr="00171408" w:rsidRDefault="00EF447B">
      <w:pPr>
        <w:suppressAutoHyphens w:val="0"/>
        <w:spacing w:after="0"/>
        <w:rPr>
          <w:rFonts w:ascii="Times New Roman" w:hAnsi="Times New Roman" w:cs="Times New Roman"/>
          <w:b/>
          <w:lang w:val="kl-GL"/>
        </w:rPr>
      </w:pPr>
      <w:r w:rsidRPr="00171408">
        <w:rPr>
          <w:rFonts w:ascii="Times New Roman" w:hAnsi="Times New Roman" w:cs="Times New Roman"/>
          <w:b/>
          <w:lang w:val="kl-GL"/>
        </w:rPr>
        <w:br w:type="page"/>
      </w:r>
    </w:p>
    <w:p w14:paraId="64DAF91D" w14:textId="77777777" w:rsidR="00515200" w:rsidRPr="00171408" w:rsidRDefault="00CE02F1">
      <w:pPr>
        <w:pStyle w:val="Ingenafstand"/>
        <w:spacing w:line="276" w:lineRule="auto"/>
        <w:jc w:val="center"/>
        <w:rPr>
          <w:rFonts w:ascii="Times New Roman" w:hAnsi="Times New Roman"/>
          <w:lang w:val="kl-GL"/>
        </w:rPr>
      </w:pPr>
      <w:r w:rsidRPr="00171408">
        <w:rPr>
          <w:rFonts w:ascii="Times New Roman" w:hAnsi="Times New Roman" w:cs="Times New Roman"/>
          <w:b/>
          <w:i/>
          <w:sz w:val="28"/>
          <w:szCs w:val="28"/>
          <w:lang w:val="kl-GL"/>
        </w:rPr>
        <w:lastRenderedPageBreak/>
        <w:t>Inatsisissatut siunnersuummut oqaaseqaatit</w:t>
      </w:r>
    </w:p>
    <w:p w14:paraId="3F93AEB8" w14:textId="77777777" w:rsidR="00515200" w:rsidRPr="00171408" w:rsidRDefault="00515200">
      <w:pPr>
        <w:pStyle w:val="Ingenafstand"/>
        <w:spacing w:line="276" w:lineRule="auto"/>
        <w:jc w:val="center"/>
        <w:rPr>
          <w:rFonts w:ascii="Times New Roman" w:hAnsi="Times New Roman" w:cs="Times New Roman"/>
          <w:b/>
          <w:lang w:val="kl-GL"/>
        </w:rPr>
      </w:pPr>
    </w:p>
    <w:p w14:paraId="1FA292E0" w14:textId="77777777" w:rsidR="00515200" w:rsidRPr="00171408" w:rsidRDefault="00CE02F1">
      <w:pPr>
        <w:pStyle w:val="Ingenafstand"/>
        <w:spacing w:line="276" w:lineRule="auto"/>
        <w:jc w:val="center"/>
        <w:rPr>
          <w:rFonts w:ascii="Times New Roman" w:hAnsi="Times New Roman"/>
          <w:lang w:val="kl-GL"/>
        </w:rPr>
      </w:pPr>
      <w:r w:rsidRPr="00171408">
        <w:rPr>
          <w:rFonts w:ascii="Times New Roman" w:hAnsi="Times New Roman" w:cs="Times New Roman"/>
          <w:i/>
          <w:lang w:val="kl-GL"/>
        </w:rPr>
        <w:t>Oqaaseqaatit nalinginnaasut</w:t>
      </w:r>
    </w:p>
    <w:p w14:paraId="3AE96089" w14:textId="77777777" w:rsidR="00515200" w:rsidRPr="00171408" w:rsidRDefault="00515200">
      <w:pPr>
        <w:pStyle w:val="Ingenafstand"/>
        <w:rPr>
          <w:rFonts w:ascii="Times New Roman" w:hAnsi="Times New Roman" w:cs="Times New Roman"/>
          <w:lang w:val="kl-GL"/>
        </w:rPr>
      </w:pPr>
    </w:p>
    <w:p w14:paraId="26293459" w14:textId="26D1770E" w:rsidR="00515200" w:rsidRPr="00171408" w:rsidRDefault="00CE02F1">
      <w:pPr>
        <w:pStyle w:val="Ingenafstand"/>
        <w:rPr>
          <w:rFonts w:ascii="Times New Roman" w:hAnsi="Times New Roman"/>
          <w:lang w:val="kl-GL"/>
        </w:rPr>
      </w:pPr>
      <w:r w:rsidRPr="00171408">
        <w:rPr>
          <w:rFonts w:ascii="Times New Roman" w:hAnsi="Times New Roman" w:cs="Times New Roman"/>
          <w:b/>
          <w:i/>
          <w:lang w:val="kl-GL"/>
        </w:rPr>
        <w:t>Imarisaa</w:t>
      </w:r>
    </w:p>
    <w:p w14:paraId="15CA063D" w14:textId="77777777" w:rsidR="00515200" w:rsidRPr="00171408" w:rsidRDefault="00CE02F1">
      <w:pPr>
        <w:pStyle w:val="Ingenafstand"/>
        <w:numPr>
          <w:ilvl w:val="0"/>
          <w:numId w:val="2"/>
        </w:numPr>
        <w:ind w:left="426" w:hanging="426"/>
        <w:rPr>
          <w:rFonts w:ascii="Times New Roman" w:hAnsi="Times New Roman"/>
          <w:lang w:val="kl-GL"/>
        </w:rPr>
      </w:pPr>
      <w:r w:rsidRPr="00171408">
        <w:rPr>
          <w:rFonts w:ascii="Times New Roman" w:hAnsi="Times New Roman" w:cs="Times New Roman"/>
          <w:lang w:val="kl-GL"/>
        </w:rPr>
        <w:t>Aallaqqaasiut aamma tunuliaqut</w:t>
      </w:r>
    </w:p>
    <w:p w14:paraId="025E05B7" w14:textId="77777777" w:rsidR="00515200" w:rsidRPr="00171408" w:rsidRDefault="00CE02F1">
      <w:pPr>
        <w:pStyle w:val="Ingenafstand"/>
        <w:numPr>
          <w:ilvl w:val="0"/>
          <w:numId w:val="2"/>
        </w:numPr>
        <w:ind w:left="426" w:hanging="426"/>
        <w:rPr>
          <w:rFonts w:ascii="Times New Roman" w:hAnsi="Times New Roman"/>
          <w:lang w:val="kl-GL"/>
        </w:rPr>
      </w:pPr>
      <w:r w:rsidRPr="00171408">
        <w:rPr>
          <w:rFonts w:ascii="Times New Roman" w:hAnsi="Times New Roman" w:cs="Times New Roman"/>
          <w:lang w:val="kl-GL"/>
        </w:rPr>
        <w:t>Inatsisissatut siunnersuutip immikkoortui pingaarnerit</w:t>
      </w:r>
    </w:p>
    <w:p w14:paraId="6C0DEFC1" w14:textId="4CD11E90" w:rsidR="00515200" w:rsidRPr="00171408" w:rsidRDefault="00CE02F1">
      <w:pPr>
        <w:pStyle w:val="Ingenafstand"/>
        <w:rPr>
          <w:rFonts w:ascii="Times New Roman" w:hAnsi="Times New Roman"/>
          <w:lang w:val="kl-GL"/>
        </w:rPr>
      </w:pPr>
      <w:r w:rsidRPr="00171408">
        <w:rPr>
          <w:rFonts w:ascii="Times New Roman" w:hAnsi="Times New Roman" w:cs="Times New Roman"/>
          <w:lang w:val="kl-GL"/>
        </w:rPr>
        <w:t>2.1.  Suli</w:t>
      </w:r>
      <w:r w:rsidR="00694B85" w:rsidRPr="00171408">
        <w:rPr>
          <w:rFonts w:ascii="Times New Roman" w:hAnsi="Times New Roman" w:cs="Times New Roman"/>
          <w:lang w:val="kl-GL"/>
        </w:rPr>
        <w:t>nerm</w:t>
      </w:r>
      <w:r w:rsidRPr="00171408">
        <w:rPr>
          <w:rFonts w:ascii="Times New Roman" w:hAnsi="Times New Roman" w:cs="Times New Roman"/>
          <w:lang w:val="kl-GL"/>
        </w:rPr>
        <w:t>i ajutoornerit pineqartillugit akuersaarnissamut apeqqummik nalilersuineq oqinnerusoq</w:t>
      </w:r>
    </w:p>
    <w:p w14:paraId="6DB3BABF" w14:textId="77777777" w:rsidR="00515200" w:rsidRPr="00171408" w:rsidRDefault="00CE02F1" w:rsidP="00913C8B">
      <w:pPr>
        <w:pStyle w:val="Ingenafstand"/>
        <w:numPr>
          <w:ilvl w:val="0"/>
          <w:numId w:val="3"/>
        </w:numPr>
        <w:tabs>
          <w:tab w:val="left" w:pos="709"/>
        </w:tabs>
        <w:ind w:left="0" w:firstLine="0"/>
        <w:rPr>
          <w:rFonts w:ascii="Times New Roman" w:hAnsi="Times New Roman"/>
          <w:lang w:val="kl-GL"/>
        </w:rPr>
      </w:pPr>
      <w:r w:rsidRPr="00171408">
        <w:rPr>
          <w:rFonts w:ascii="Times New Roman" w:hAnsi="Times New Roman" w:cs="Times New Roman"/>
          <w:lang w:val="kl-GL"/>
        </w:rPr>
        <w:t>Inatsisit atuuttut</w:t>
      </w:r>
    </w:p>
    <w:p w14:paraId="23101711" w14:textId="0D8E6949" w:rsidR="00515200" w:rsidRPr="00171408" w:rsidRDefault="00CB242C" w:rsidP="00913C8B">
      <w:pPr>
        <w:pStyle w:val="Ingenafstand"/>
        <w:numPr>
          <w:ilvl w:val="0"/>
          <w:numId w:val="3"/>
        </w:numPr>
        <w:tabs>
          <w:tab w:val="left" w:pos="709"/>
        </w:tabs>
        <w:ind w:left="0" w:firstLine="0"/>
        <w:rPr>
          <w:rFonts w:ascii="Times New Roman" w:hAnsi="Times New Roman"/>
          <w:lang w:val="kl-GL"/>
        </w:rPr>
      </w:pPr>
      <w:r w:rsidRPr="00171408">
        <w:rPr>
          <w:rFonts w:ascii="Times New Roman" w:hAnsi="Times New Roman" w:cs="Times New Roman"/>
          <w:lang w:val="kl-GL"/>
        </w:rPr>
        <w:t>Suliassaqartitsinermut minister</w:t>
      </w:r>
      <w:r w:rsidR="006E2CDC" w:rsidRPr="00171408">
        <w:rPr>
          <w:rFonts w:ascii="Times New Roman" w:hAnsi="Times New Roman" w:cs="Times New Roman"/>
          <w:lang w:val="kl-GL"/>
        </w:rPr>
        <w:t xml:space="preserve">eqarfiup </w:t>
      </w:r>
      <w:r w:rsidR="00CE02F1" w:rsidRPr="00171408">
        <w:rPr>
          <w:rFonts w:ascii="Times New Roman" w:hAnsi="Times New Roman" w:cs="Times New Roman"/>
          <w:lang w:val="kl-GL"/>
        </w:rPr>
        <w:t>isumaliuutersuutai aamma aaqqissu</w:t>
      </w:r>
      <w:r w:rsidR="0018731A" w:rsidRPr="00171408">
        <w:rPr>
          <w:rFonts w:ascii="Times New Roman" w:hAnsi="Times New Roman" w:cs="Times New Roman"/>
          <w:lang w:val="kl-GL"/>
        </w:rPr>
        <w:t>u</w:t>
      </w:r>
      <w:r w:rsidR="00CE02F1" w:rsidRPr="00171408">
        <w:rPr>
          <w:rFonts w:ascii="Times New Roman" w:hAnsi="Times New Roman" w:cs="Times New Roman"/>
          <w:lang w:val="kl-GL"/>
        </w:rPr>
        <w:t>ssineq siunnersuutigineqartoq</w:t>
      </w:r>
    </w:p>
    <w:p w14:paraId="3B51AD62" w14:textId="05FD0B86" w:rsidR="00515200" w:rsidRPr="00171408" w:rsidRDefault="00CE02F1">
      <w:pPr>
        <w:pStyle w:val="Ingenafstand"/>
        <w:numPr>
          <w:ilvl w:val="1"/>
          <w:numId w:val="7"/>
        </w:numPr>
        <w:tabs>
          <w:tab w:val="left" w:pos="426"/>
        </w:tabs>
        <w:rPr>
          <w:rFonts w:ascii="Times New Roman" w:hAnsi="Times New Roman"/>
          <w:lang w:val="kl-GL"/>
        </w:rPr>
      </w:pPr>
      <w:r w:rsidRPr="00171408">
        <w:rPr>
          <w:rFonts w:ascii="Times New Roman" w:hAnsi="Times New Roman" w:cs="Times New Roman"/>
          <w:lang w:val="kl-GL"/>
        </w:rPr>
        <w:t xml:space="preserve"> </w:t>
      </w:r>
      <w:r w:rsidR="00DA6460" w:rsidRPr="00171408">
        <w:rPr>
          <w:rFonts w:ascii="Times New Roman" w:hAnsi="Times New Roman" w:cs="Times New Roman"/>
          <w:lang w:val="kl-GL"/>
        </w:rPr>
        <w:t>Piffissa</w:t>
      </w:r>
      <w:r w:rsidR="000541F5" w:rsidRPr="00171408">
        <w:rPr>
          <w:rFonts w:ascii="Times New Roman" w:hAnsi="Times New Roman" w:cs="Times New Roman"/>
          <w:lang w:val="kl-GL"/>
        </w:rPr>
        <w:t>rititanik</w:t>
      </w:r>
      <w:r w:rsidR="00DA6460" w:rsidRPr="00171408">
        <w:rPr>
          <w:rFonts w:ascii="Times New Roman" w:hAnsi="Times New Roman" w:cs="Times New Roman"/>
          <w:lang w:val="kl-GL"/>
        </w:rPr>
        <w:t xml:space="preserve"> inatsisitigut aalajangerneqartu</w:t>
      </w:r>
      <w:r w:rsidR="00913C8B" w:rsidRPr="00171408">
        <w:rPr>
          <w:rFonts w:ascii="Times New Roman" w:hAnsi="Times New Roman" w:cs="Times New Roman"/>
          <w:lang w:val="kl-GL"/>
        </w:rPr>
        <w:t>nik</w:t>
      </w:r>
      <w:r w:rsidR="00DA6460" w:rsidRPr="00171408">
        <w:rPr>
          <w:rFonts w:ascii="Times New Roman" w:hAnsi="Times New Roman" w:cs="Times New Roman"/>
          <w:lang w:val="kl-GL"/>
        </w:rPr>
        <w:t xml:space="preserve"> atorunnaarsi</w:t>
      </w:r>
      <w:r w:rsidR="00913C8B" w:rsidRPr="00171408">
        <w:rPr>
          <w:rFonts w:ascii="Times New Roman" w:hAnsi="Times New Roman" w:cs="Times New Roman"/>
          <w:lang w:val="kl-GL"/>
        </w:rPr>
        <w:t>tsineq</w:t>
      </w:r>
    </w:p>
    <w:p w14:paraId="47756A02" w14:textId="77777777" w:rsidR="00515200" w:rsidRPr="00171408" w:rsidRDefault="00CE02F1">
      <w:pPr>
        <w:pStyle w:val="Ingenafstand"/>
        <w:tabs>
          <w:tab w:val="left" w:pos="426"/>
        </w:tabs>
        <w:rPr>
          <w:rFonts w:ascii="Times New Roman" w:hAnsi="Times New Roman"/>
          <w:lang w:val="kl-GL"/>
        </w:rPr>
      </w:pPr>
      <w:r w:rsidRPr="00171408">
        <w:rPr>
          <w:rFonts w:ascii="Times New Roman" w:hAnsi="Times New Roman" w:cs="Times New Roman"/>
          <w:lang w:val="kl-GL"/>
        </w:rPr>
        <w:t>2.2.1. Inatsisit atuuttut</w:t>
      </w:r>
    </w:p>
    <w:p w14:paraId="7E70ADA8" w14:textId="1DE8B18B" w:rsidR="00515200" w:rsidRPr="00171408" w:rsidRDefault="00CE02F1">
      <w:pPr>
        <w:pStyle w:val="Ingenafstand"/>
        <w:tabs>
          <w:tab w:val="left" w:pos="426"/>
        </w:tabs>
        <w:rPr>
          <w:rFonts w:ascii="Times New Roman" w:hAnsi="Times New Roman"/>
          <w:lang w:val="kl-GL"/>
        </w:rPr>
      </w:pPr>
      <w:r w:rsidRPr="00171408">
        <w:rPr>
          <w:rFonts w:ascii="Times New Roman" w:hAnsi="Times New Roman" w:cs="Times New Roman"/>
          <w:lang w:val="kl-GL"/>
        </w:rPr>
        <w:t xml:space="preserve">2.2.2. </w:t>
      </w:r>
      <w:r w:rsidR="00CB242C" w:rsidRPr="00171408">
        <w:rPr>
          <w:rFonts w:ascii="Times New Roman" w:hAnsi="Times New Roman" w:cs="Times New Roman"/>
          <w:lang w:val="kl-GL"/>
        </w:rPr>
        <w:t>Suliassaqartitsinermut ministereqarfiup</w:t>
      </w:r>
      <w:r w:rsidRPr="00171408">
        <w:rPr>
          <w:rFonts w:ascii="Times New Roman" w:hAnsi="Times New Roman" w:cs="Times New Roman"/>
          <w:lang w:val="kl-GL"/>
        </w:rPr>
        <w:t xml:space="preserve"> isumaliuutersuutai aamma </w:t>
      </w:r>
      <w:r w:rsidR="0018731A" w:rsidRPr="00171408">
        <w:rPr>
          <w:rFonts w:ascii="Times New Roman" w:hAnsi="Times New Roman" w:cs="Times New Roman"/>
          <w:lang w:val="kl-GL"/>
        </w:rPr>
        <w:t xml:space="preserve">aaqqissuussineq </w:t>
      </w:r>
      <w:r w:rsidRPr="00171408">
        <w:rPr>
          <w:rFonts w:ascii="Times New Roman" w:hAnsi="Times New Roman" w:cs="Times New Roman"/>
          <w:lang w:val="kl-GL"/>
        </w:rPr>
        <w:t>siunnersuutigineqartoq</w:t>
      </w:r>
    </w:p>
    <w:p w14:paraId="43C30B8E" w14:textId="02EFF199" w:rsidR="00515200" w:rsidRPr="00171408" w:rsidRDefault="00CE02F1">
      <w:pPr>
        <w:pStyle w:val="Ingenafstand"/>
        <w:tabs>
          <w:tab w:val="left" w:pos="426"/>
        </w:tabs>
        <w:rPr>
          <w:rFonts w:ascii="Times New Roman" w:hAnsi="Times New Roman"/>
          <w:lang w:val="kl-GL"/>
        </w:rPr>
      </w:pPr>
      <w:r w:rsidRPr="00171408">
        <w:rPr>
          <w:rFonts w:ascii="Times New Roman" w:hAnsi="Times New Roman" w:cs="Times New Roman"/>
          <w:lang w:val="kl-GL"/>
        </w:rPr>
        <w:t>2.3. Suli</w:t>
      </w:r>
      <w:r w:rsidR="0045771D" w:rsidRPr="00171408">
        <w:rPr>
          <w:rFonts w:ascii="Times New Roman" w:hAnsi="Times New Roman" w:cs="Times New Roman"/>
          <w:lang w:val="kl-GL"/>
        </w:rPr>
        <w:t>nerm</w:t>
      </w:r>
      <w:r w:rsidRPr="00171408">
        <w:rPr>
          <w:rFonts w:ascii="Times New Roman" w:hAnsi="Times New Roman" w:cs="Times New Roman"/>
          <w:lang w:val="kl-GL"/>
        </w:rPr>
        <w:t>i ajutoornernik nalunaarutiginninnermut piumasaqaatit allanngortitat</w:t>
      </w:r>
    </w:p>
    <w:p w14:paraId="2C9F1470" w14:textId="77777777" w:rsidR="00515200" w:rsidRPr="00171408" w:rsidRDefault="00CE02F1">
      <w:pPr>
        <w:pStyle w:val="Ingenafstand"/>
        <w:tabs>
          <w:tab w:val="left" w:pos="426"/>
        </w:tabs>
        <w:rPr>
          <w:rFonts w:ascii="Times New Roman" w:hAnsi="Times New Roman"/>
          <w:lang w:val="kl-GL"/>
        </w:rPr>
      </w:pPr>
      <w:r w:rsidRPr="00171408">
        <w:rPr>
          <w:rFonts w:ascii="Times New Roman" w:hAnsi="Times New Roman" w:cs="Times New Roman"/>
          <w:lang w:val="kl-GL"/>
        </w:rPr>
        <w:t>2.3.1. Inatsisit atuuttut</w:t>
      </w:r>
    </w:p>
    <w:p w14:paraId="6DDFDBF6" w14:textId="6459B0EC" w:rsidR="00515200" w:rsidRPr="00171408" w:rsidRDefault="00CE02F1">
      <w:pPr>
        <w:pStyle w:val="Ingenafstand"/>
        <w:tabs>
          <w:tab w:val="left" w:pos="426"/>
        </w:tabs>
        <w:rPr>
          <w:rFonts w:ascii="Times New Roman" w:hAnsi="Times New Roman"/>
          <w:lang w:val="kl-GL"/>
        </w:rPr>
      </w:pPr>
      <w:r w:rsidRPr="00171408">
        <w:rPr>
          <w:rFonts w:ascii="Times New Roman" w:hAnsi="Times New Roman" w:cs="Times New Roman"/>
          <w:lang w:val="kl-GL"/>
        </w:rPr>
        <w:t xml:space="preserve">2.3.2. </w:t>
      </w:r>
      <w:r w:rsidR="00CB242C" w:rsidRPr="00171408">
        <w:rPr>
          <w:rFonts w:ascii="Times New Roman" w:hAnsi="Times New Roman" w:cs="Times New Roman"/>
          <w:lang w:val="kl-GL"/>
        </w:rPr>
        <w:t>Suliassaqartitsinermut minister</w:t>
      </w:r>
      <w:r w:rsidR="006E2CDC" w:rsidRPr="00171408">
        <w:rPr>
          <w:rFonts w:ascii="Times New Roman" w:hAnsi="Times New Roman" w:cs="Times New Roman"/>
          <w:lang w:val="kl-GL"/>
        </w:rPr>
        <w:t>eqarfiup</w:t>
      </w:r>
      <w:r w:rsidRPr="00171408">
        <w:rPr>
          <w:rFonts w:ascii="Times New Roman" w:hAnsi="Times New Roman" w:cs="Times New Roman"/>
          <w:lang w:val="kl-GL"/>
        </w:rPr>
        <w:t xml:space="preserve"> isumaliuutersuutai aamma </w:t>
      </w:r>
      <w:r w:rsidR="0045771D" w:rsidRPr="00171408">
        <w:rPr>
          <w:rFonts w:ascii="Times New Roman" w:hAnsi="Times New Roman" w:cs="Times New Roman"/>
          <w:lang w:val="kl-GL"/>
        </w:rPr>
        <w:t xml:space="preserve">aaqqissuussineq </w:t>
      </w:r>
      <w:r w:rsidRPr="00171408">
        <w:rPr>
          <w:rFonts w:ascii="Times New Roman" w:hAnsi="Times New Roman" w:cs="Times New Roman"/>
          <w:lang w:val="kl-GL"/>
        </w:rPr>
        <w:t>siunnersuutigineqartoq</w:t>
      </w:r>
    </w:p>
    <w:p w14:paraId="40064CF3" w14:textId="77777777" w:rsidR="00515200" w:rsidRPr="00171408" w:rsidRDefault="00CE02F1">
      <w:pPr>
        <w:pStyle w:val="Ingenafstand"/>
        <w:tabs>
          <w:tab w:val="left" w:pos="426"/>
        </w:tabs>
        <w:rPr>
          <w:rFonts w:ascii="Times New Roman" w:hAnsi="Times New Roman"/>
          <w:lang w:val="kl-GL"/>
        </w:rPr>
      </w:pPr>
      <w:r w:rsidRPr="00171408">
        <w:rPr>
          <w:rFonts w:ascii="Times New Roman" w:hAnsi="Times New Roman" w:cs="Times New Roman"/>
          <w:lang w:val="kl-GL"/>
        </w:rPr>
        <w:t>2.4. Suliaritinnermut aamma sungiusagaanermut aningaasartuutinut taarsiiffigitinneq</w:t>
      </w:r>
    </w:p>
    <w:p w14:paraId="4CC2E55C" w14:textId="77777777" w:rsidR="00515200" w:rsidRPr="00171408" w:rsidRDefault="00CE02F1">
      <w:pPr>
        <w:pStyle w:val="Ingenafstand"/>
        <w:rPr>
          <w:rFonts w:ascii="Times New Roman" w:hAnsi="Times New Roman"/>
          <w:lang w:val="kl-GL"/>
        </w:rPr>
      </w:pPr>
      <w:r w:rsidRPr="00171408">
        <w:rPr>
          <w:rFonts w:ascii="Times New Roman" w:hAnsi="Times New Roman" w:cs="Times New Roman"/>
          <w:lang w:val="kl-GL"/>
        </w:rPr>
        <w:t>2.4.1.    Inatsisit atuuttut</w:t>
      </w:r>
    </w:p>
    <w:p w14:paraId="6BE5E784" w14:textId="4E8A969A" w:rsidR="00515200" w:rsidRPr="00171408" w:rsidRDefault="00CE02F1">
      <w:pPr>
        <w:pStyle w:val="Ingenafstand"/>
        <w:rPr>
          <w:rFonts w:ascii="Times New Roman" w:hAnsi="Times New Roman"/>
          <w:lang w:val="kl-GL"/>
        </w:rPr>
      </w:pPr>
      <w:r w:rsidRPr="00171408">
        <w:rPr>
          <w:rFonts w:ascii="Times New Roman" w:hAnsi="Times New Roman" w:cs="Times New Roman"/>
          <w:lang w:val="kl-GL"/>
        </w:rPr>
        <w:t xml:space="preserve">2.4.2.    </w:t>
      </w:r>
      <w:r w:rsidR="00CB242C" w:rsidRPr="00171408">
        <w:rPr>
          <w:rFonts w:ascii="Times New Roman" w:hAnsi="Times New Roman" w:cs="Times New Roman"/>
          <w:lang w:val="kl-GL"/>
        </w:rPr>
        <w:t>Suliassaqartitsinermut minister</w:t>
      </w:r>
      <w:r w:rsidR="006E2CDC" w:rsidRPr="00171408">
        <w:rPr>
          <w:rFonts w:ascii="Times New Roman" w:hAnsi="Times New Roman" w:cs="Times New Roman"/>
          <w:lang w:val="kl-GL"/>
        </w:rPr>
        <w:t>eqarfiup</w:t>
      </w:r>
      <w:r w:rsidRPr="00171408">
        <w:rPr>
          <w:rFonts w:ascii="Times New Roman" w:hAnsi="Times New Roman" w:cs="Times New Roman"/>
          <w:lang w:val="kl-GL"/>
        </w:rPr>
        <w:t xml:space="preserve"> isumaliuutersuutai aamma </w:t>
      </w:r>
      <w:bookmarkStart w:id="9" w:name="_Hlk148001134"/>
      <w:r w:rsidR="0045771D" w:rsidRPr="00171408">
        <w:rPr>
          <w:rFonts w:ascii="Times New Roman" w:hAnsi="Times New Roman" w:cs="Times New Roman"/>
          <w:lang w:val="kl-GL"/>
        </w:rPr>
        <w:t xml:space="preserve">aaqqissuussineq </w:t>
      </w:r>
      <w:bookmarkEnd w:id="9"/>
      <w:r w:rsidRPr="00171408">
        <w:rPr>
          <w:rFonts w:ascii="Times New Roman" w:hAnsi="Times New Roman" w:cs="Times New Roman"/>
          <w:lang w:val="kl-GL"/>
        </w:rPr>
        <w:t>siunnersuutigineqartoq</w:t>
      </w:r>
    </w:p>
    <w:p w14:paraId="6DEF9EC6" w14:textId="7E7C3D62" w:rsidR="00515200" w:rsidRPr="00171408" w:rsidRDefault="00CE02F1">
      <w:pPr>
        <w:pStyle w:val="Ingenafstand"/>
        <w:tabs>
          <w:tab w:val="left" w:pos="426"/>
        </w:tabs>
        <w:rPr>
          <w:rFonts w:ascii="Times New Roman" w:hAnsi="Times New Roman"/>
          <w:lang w:val="kl-GL"/>
        </w:rPr>
      </w:pPr>
      <w:r w:rsidRPr="00171408">
        <w:rPr>
          <w:rFonts w:ascii="Times New Roman" w:hAnsi="Times New Roman" w:cs="Times New Roman"/>
          <w:lang w:val="kl-GL"/>
        </w:rPr>
        <w:t>2.5.  Misissortinner</w:t>
      </w:r>
      <w:r w:rsidR="006504B6" w:rsidRPr="00171408">
        <w:rPr>
          <w:rFonts w:ascii="Times New Roman" w:hAnsi="Times New Roman" w:cs="Times New Roman"/>
          <w:lang w:val="kl-GL"/>
        </w:rPr>
        <w:t>n</w:t>
      </w:r>
      <w:r w:rsidRPr="00171408">
        <w:rPr>
          <w:rFonts w:ascii="Times New Roman" w:hAnsi="Times New Roman" w:cs="Times New Roman"/>
          <w:lang w:val="kl-GL"/>
        </w:rPr>
        <w:t xml:space="preserve">ut atatillugu </w:t>
      </w:r>
      <w:r w:rsidR="00C21D4E" w:rsidRPr="00171408">
        <w:rPr>
          <w:rFonts w:ascii="Times New Roman" w:hAnsi="Times New Roman" w:cs="Times New Roman"/>
          <w:lang w:val="kl-GL"/>
        </w:rPr>
        <w:t xml:space="preserve">ingiaqataasup </w:t>
      </w:r>
      <w:r w:rsidRPr="00171408">
        <w:rPr>
          <w:rFonts w:ascii="Times New Roman" w:hAnsi="Times New Roman" w:cs="Times New Roman"/>
          <w:lang w:val="kl-GL"/>
        </w:rPr>
        <w:t xml:space="preserve">pisariaqartup angalaneranut aamma </w:t>
      </w:r>
      <w:r w:rsidR="00695EC8" w:rsidRPr="00171408">
        <w:rPr>
          <w:rFonts w:ascii="Times New Roman" w:hAnsi="Times New Roman" w:cs="Times New Roman"/>
          <w:lang w:val="kl-GL"/>
        </w:rPr>
        <w:t>akissarsianut annaasanut</w:t>
      </w:r>
      <w:r w:rsidRPr="00171408">
        <w:rPr>
          <w:rFonts w:ascii="Times New Roman" w:hAnsi="Times New Roman" w:cs="Times New Roman"/>
          <w:lang w:val="kl-GL"/>
        </w:rPr>
        <w:t xml:space="preserve"> akiliineq</w:t>
      </w:r>
    </w:p>
    <w:p w14:paraId="1CAAFA75" w14:textId="77777777" w:rsidR="00515200" w:rsidRPr="00171408" w:rsidRDefault="00CE02F1">
      <w:pPr>
        <w:pStyle w:val="Ingenafstand"/>
        <w:tabs>
          <w:tab w:val="left" w:pos="426"/>
        </w:tabs>
        <w:rPr>
          <w:rFonts w:ascii="Times New Roman" w:hAnsi="Times New Roman"/>
          <w:lang w:val="kl-GL"/>
        </w:rPr>
      </w:pPr>
      <w:r w:rsidRPr="00171408">
        <w:rPr>
          <w:rFonts w:ascii="Times New Roman" w:hAnsi="Times New Roman" w:cs="Times New Roman"/>
          <w:lang w:val="kl-GL"/>
        </w:rPr>
        <w:t>2.5.1.    Inatsisit atuuttut</w:t>
      </w:r>
    </w:p>
    <w:p w14:paraId="66571CF7" w14:textId="23029114" w:rsidR="00515200" w:rsidRPr="00171408" w:rsidRDefault="00CB242C">
      <w:pPr>
        <w:pStyle w:val="Ingenafstand"/>
        <w:numPr>
          <w:ilvl w:val="2"/>
          <w:numId w:val="5"/>
        </w:numPr>
        <w:tabs>
          <w:tab w:val="left" w:pos="426"/>
        </w:tabs>
        <w:rPr>
          <w:rFonts w:ascii="Times New Roman" w:hAnsi="Times New Roman"/>
          <w:lang w:val="kl-GL"/>
        </w:rPr>
      </w:pPr>
      <w:r w:rsidRPr="00171408">
        <w:rPr>
          <w:rFonts w:ascii="Times New Roman" w:hAnsi="Times New Roman" w:cs="Times New Roman"/>
          <w:lang w:val="kl-GL"/>
        </w:rPr>
        <w:t>Suliassaqartitsinermut minister</w:t>
      </w:r>
      <w:r w:rsidR="006E2CDC" w:rsidRPr="00171408">
        <w:rPr>
          <w:rFonts w:ascii="Times New Roman" w:hAnsi="Times New Roman" w:cs="Times New Roman"/>
          <w:lang w:val="kl-GL"/>
        </w:rPr>
        <w:t>eqarfiup</w:t>
      </w:r>
      <w:r w:rsidR="00CE02F1" w:rsidRPr="00171408">
        <w:rPr>
          <w:rFonts w:ascii="Times New Roman" w:hAnsi="Times New Roman" w:cs="Times New Roman"/>
          <w:lang w:val="kl-GL"/>
        </w:rPr>
        <w:t xml:space="preserve"> isumaliuutersuutai aamma </w:t>
      </w:r>
      <w:r w:rsidR="006504B6" w:rsidRPr="00171408">
        <w:rPr>
          <w:rFonts w:ascii="Times New Roman" w:hAnsi="Times New Roman" w:cs="Times New Roman"/>
          <w:lang w:val="kl-GL"/>
        </w:rPr>
        <w:t xml:space="preserve">aaqqissuussineq </w:t>
      </w:r>
      <w:r w:rsidR="00CE02F1" w:rsidRPr="00171408">
        <w:rPr>
          <w:rFonts w:ascii="Times New Roman" w:hAnsi="Times New Roman" w:cs="Times New Roman"/>
          <w:lang w:val="kl-GL"/>
        </w:rPr>
        <w:t>siunnersuutigineqartoq</w:t>
      </w:r>
    </w:p>
    <w:p w14:paraId="36FF0DFE" w14:textId="77777777" w:rsidR="00515200" w:rsidRPr="00171408" w:rsidRDefault="00CE02F1">
      <w:pPr>
        <w:pStyle w:val="Ingenafstand"/>
        <w:numPr>
          <w:ilvl w:val="1"/>
          <w:numId w:val="6"/>
        </w:numPr>
        <w:tabs>
          <w:tab w:val="left" w:pos="426"/>
        </w:tabs>
        <w:rPr>
          <w:rFonts w:ascii="Times New Roman" w:hAnsi="Times New Roman"/>
          <w:lang w:val="kl-GL"/>
        </w:rPr>
      </w:pPr>
      <w:r w:rsidRPr="00171408">
        <w:rPr>
          <w:rFonts w:ascii="Times New Roman" w:hAnsi="Times New Roman" w:cs="Times New Roman"/>
          <w:lang w:val="kl-GL"/>
        </w:rPr>
        <w:t>Sumiiffik apeqqutaatinnagu suliareqqitassanngortitsinissamut piffissarititaasunik assigiilersitsineq</w:t>
      </w:r>
    </w:p>
    <w:p w14:paraId="71C89014" w14:textId="77777777" w:rsidR="00515200" w:rsidRPr="00171408" w:rsidRDefault="00CE02F1">
      <w:pPr>
        <w:pStyle w:val="Ingenafstand"/>
        <w:numPr>
          <w:ilvl w:val="2"/>
          <w:numId w:val="6"/>
        </w:numPr>
        <w:tabs>
          <w:tab w:val="left" w:pos="426"/>
        </w:tabs>
        <w:rPr>
          <w:rFonts w:ascii="Times New Roman" w:hAnsi="Times New Roman"/>
          <w:lang w:val="kl-GL"/>
        </w:rPr>
      </w:pPr>
      <w:r w:rsidRPr="00171408">
        <w:rPr>
          <w:rFonts w:ascii="Times New Roman" w:hAnsi="Times New Roman" w:cs="Times New Roman"/>
          <w:lang w:val="kl-GL"/>
        </w:rPr>
        <w:t>Inatsisit atuuttut</w:t>
      </w:r>
    </w:p>
    <w:p w14:paraId="364C420F" w14:textId="39286FCF" w:rsidR="00515200" w:rsidRPr="00171408" w:rsidRDefault="00CB242C">
      <w:pPr>
        <w:pStyle w:val="Ingenafstand"/>
        <w:numPr>
          <w:ilvl w:val="2"/>
          <w:numId w:val="6"/>
        </w:numPr>
        <w:tabs>
          <w:tab w:val="left" w:pos="426"/>
        </w:tabs>
        <w:rPr>
          <w:rFonts w:ascii="Times New Roman" w:hAnsi="Times New Roman"/>
          <w:lang w:val="kl-GL"/>
        </w:rPr>
      </w:pPr>
      <w:r w:rsidRPr="00171408">
        <w:rPr>
          <w:rFonts w:ascii="Times New Roman" w:hAnsi="Times New Roman" w:cs="Times New Roman"/>
          <w:lang w:val="kl-GL"/>
        </w:rPr>
        <w:t>Suliassaqartitsinermut minister</w:t>
      </w:r>
      <w:r w:rsidR="006E2CDC" w:rsidRPr="00171408">
        <w:rPr>
          <w:rFonts w:ascii="Times New Roman" w:hAnsi="Times New Roman" w:cs="Times New Roman"/>
          <w:lang w:val="kl-GL"/>
        </w:rPr>
        <w:t>eqarfiup</w:t>
      </w:r>
      <w:r w:rsidR="00CE02F1" w:rsidRPr="00171408">
        <w:rPr>
          <w:rFonts w:ascii="Times New Roman" w:hAnsi="Times New Roman" w:cs="Times New Roman"/>
          <w:lang w:val="kl-GL"/>
        </w:rPr>
        <w:t xml:space="preserve"> isumaliuutersuutai aamma </w:t>
      </w:r>
      <w:r w:rsidR="006504B6" w:rsidRPr="00171408">
        <w:rPr>
          <w:rFonts w:ascii="Times New Roman" w:hAnsi="Times New Roman" w:cs="Times New Roman"/>
          <w:lang w:val="kl-GL"/>
        </w:rPr>
        <w:t xml:space="preserve">aaqqissuussineq </w:t>
      </w:r>
      <w:r w:rsidR="00CE02F1" w:rsidRPr="00171408">
        <w:rPr>
          <w:rFonts w:ascii="Times New Roman" w:hAnsi="Times New Roman" w:cs="Times New Roman"/>
          <w:lang w:val="kl-GL"/>
        </w:rPr>
        <w:t>siunnersuutigineqartoq</w:t>
      </w:r>
    </w:p>
    <w:p w14:paraId="268EF76B" w14:textId="05A59F85" w:rsidR="00515200" w:rsidRPr="00171408" w:rsidRDefault="00CE02F1">
      <w:pPr>
        <w:pStyle w:val="Ingenafstand"/>
        <w:numPr>
          <w:ilvl w:val="1"/>
          <w:numId w:val="6"/>
        </w:numPr>
        <w:tabs>
          <w:tab w:val="left" w:pos="426"/>
        </w:tabs>
        <w:rPr>
          <w:rFonts w:ascii="Times New Roman" w:hAnsi="Times New Roman"/>
          <w:lang w:val="kl-GL"/>
        </w:rPr>
      </w:pPr>
      <w:r w:rsidRPr="00171408">
        <w:rPr>
          <w:rFonts w:ascii="Times New Roman" w:hAnsi="Times New Roman" w:cs="Times New Roman"/>
          <w:lang w:val="kl-GL"/>
        </w:rPr>
        <w:t>Arbejdsmarkedets Erhvervssikringip missi</w:t>
      </w:r>
      <w:r w:rsidR="006D5142" w:rsidRPr="00171408">
        <w:rPr>
          <w:rFonts w:ascii="Times New Roman" w:hAnsi="Times New Roman" w:cs="Times New Roman"/>
          <w:lang w:val="kl-GL"/>
        </w:rPr>
        <w:t>liuu</w:t>
      </w:r>
      <w:r w:rsidRPr="00171408">
        <w:rPr>
          <w:rFonts w:ascii="Times New Roman" w:hAnsi="Times New Roman" w:cs="Times New Roman"/>
          <w:lang w:val="kl-GL"/>
        </w:rPr>
        <w:t>ssinikkut aalajangiinernik nalilersueqqissinnaanera</w:t>
      </w:r>
    </w:p>
    <w:p w14:paraId="55B67FAA" w14:textId="77777777" w:rsidR="00515200" w:rsidRPr="00171408" w:rsidRDefault="00CE02F1">
      <w:pPr>
        <w:pStyle w:val="Ingenafstand"/>
        <w:numPr>
          <w:ilvl w:val="2"/>
          <w:numId w:val="6"/>
        </w:numPr>
        <w:tabs>
          <w:tab w:val="left" w:pos="426"/>
        </w:tabs>
        <w:rPr>
          <w:rFonts w:ascii="Times New Roman" w:hAnsi="Times New Roman"/>
          <w:lang w:val="kl-GL"/>
        </w:rPr>
      </w:pPr>
      <w:r w:rsidRPr="00171408">
        <w:rPr>
          <w:rFonts w:ascii="Times New Roman" w:hAnsi="Times New Roman" w:cs="Times New Roman"/>
          <w:lang w:val="kl-GL"/>
        </w:rPr>
        <w:t>Inatsisit atuuttut</w:t>
      </w:r>
    </w:p>
    <w:p w14:paraId="554C74A6" w14:textId="1A299F8C" w:rsidR="00515200" w:rsidRPr="00171408" w:rsidRDefault="00CB242C">
      <w:pPr>
        <w:pStyle w:val="Ingenafstand"/>
        <w:numPr>
          <w:ilvl w:val="2"/>
          <w:numId w:val="6"/>
        </w:numPr>
        <w:tabs>
          <w:tab w:val="left" w:pos="426"/>
        </w:tabs>
        <w:rPr>
          <w:rFonts w:ascii="Times New Roman" w:hAnsi="Times New Roman"/>
          <w:lang w:val="kl-GL"/>
        </w:rPr>
      </w:pPr>
      <w:r w:rsidRPr="00171408">
        <w:rPr>
          <w:rFonts w:ascii="Times New Roman" w:hAnsi="Times New Roman" w:cs="Times New Roman"/>
          <w:lang w:val="kl-GL"/>
        </w:rPr>
        <w:t>Suliassaqartitsinermut minister</w:t>
      </w:r>
      <w:r w:rsidR="006E2CDC" w:rsidRPr="00171408">
        <w:rPr>
          <w:rFonts w:ascii="Times New Roman" w:hAnsi="Times New Roman" w:cs="Times New Roman"/>
          <w:lang w:val="kl-GL"/>
        </w:rPr>
        <w:t>eqarfiup</w:t>
      </w:r>
      <w:r w:rsidR="00CE02F1" w:rsidRPr="00171408">
        <w:rPr>
          <w:rFonts w:ascii="Times New Roman" w:hAnsi="Times New Roman" w:cs="Times New Roman"/>
          <w:lang w:val="kl-GL"/>
        </w:rPr>
        <w:t xml:space="preserve"> isumaliuutersuutai aamma </w:t>
      </w:r>
      <w:r w:rsidR="006504B6" w:rsidRPr="00171408">
        <w:rPr>
          <w:rFonts w:ascii="Times New Roman" w:hAnsi="Times New Roman" w:cs="Times New Roman"/>
          <w:lang w:val="kl-GL"/>
        </w:rPr>
        <w:t xml:space="preserve">aaqqissuussineq </w:t>
      </w:r>
      <w:r w:rsidR="00CE02F1" w:rsidRPr="00171408">
        <w:rPr>
          <w:rFonts w:ascii="Times New Roman" w:hAnsi="Times New Roman" w:cs="Times New Roman"/>
          <w:lang w:val="kl-GL"/>
        </w:rPr>
        <w:t>siunnersuutigineqartoq</w:t>
      </w:r>
    </w:p>
    <w:p w14:paraId="7123E09D" w14:textId="5C65DFF9" w:rsidR="00515200" w:rsidRPr="00171408" w:rsidRDefault="003B4A6C">
      <w:pPr>
        <w:pStyle w:val="Ingenafstand"/>
        <w:numPr>
          <w:ilvl w:val="1"/>
          <w:numId w:val="6"/>
        </w:numPr>
        <w:tabs>
          <w:tab w:val="left" w:pos="426"/>
        </w:tabs>
        <w:rPr>
          <w:rFonts w:ascii="Times New Roman" w:hAnsi="Times New Roman"/>
          <w:lang w:val="kl-GL"/>
        </w:rPr>
      </w:pPr>
      <w:r w:rsidRPr="00171408">
        <w:rPr>
          <w:rFonts w:ascii="Times New Roman" w:hAnsi="Times New Roman" w:cs="Times New Roman"/>
          <w:lang w:val="kl-GL"/>
        </w:rPr>
        <w:t xml:space="preserve">Taarsigassarsiat aningaasanngortinnerannut naleqqersuutinik </w:t>
      </w:r>
      <w:r w:rsidR="00CE02F1" w:rsidRPr="00171408">
        <w:rPr>
          <w:rFonts w:ascii="Times New Roman" w:hAnsi="Times New Roman" w:cs="Times New Roman"/>
          <w:lang w:val="kl-GL"/>
        </w:rPr>
        <w:t>nutarsaaneq</w:t>
      </w:r>
    </w:p>
    <w:p w14:paraId="086CDED9" w14:textId="77777777" w:rsidR="00515200" w:rsidRPr="00171408" w:rsidRDefault="00CE02F1">
      <w:pPr>
        <w:pStyle w:val="Ingenafstand"/>
        <w:numPr>
          <w:ilvl w:val="2"/>
          <w:numId w:val="6"/>
        </w:numPr>
        <w:tabs>
          <w:tab w:val="left" w:pos="426"/>
        </w:tabs>
        <w:rPr>
          <w:rFonts w:ascii="Times New Roman" w:hAnsi="Times New Roman"/>
          <w:lang w:val="kl-GL"/>
        </w:rPr>
      </w:pPr>
      <w:r w:rsidRPr="00171408">
        <w:rPr>
          <w:rFonts w:ascii="Times New Roman" w:hAnsi="Times New Roman" w:cs="Times New Roman"/>
          <w:lang w:val="kl-GL"/>
        </w:rPr>
        <w:t>Inatsisit atuuttut</w:t>
      </w:r>
    </w:p>
    <w:p w14:paraId="53ADEF64" w14:textId="18710E72" w:rsidR="00515200" w:rsidRPr="00171408" w:rsidRDefault="00CB242C">
      <w:pPr>
        <w:pStyle w:val="Ingenafstand"/>
        <w:numPr>
          <w:ilvl w:val="2"/>
          <w:numId w:val="6"/>
        </w:numPr>
        <w:tabs>
          <w:tab w:val="left" w:pos="426"/>
        </w:tabs>
        <w:rPr>
          <w:rFonts w:ascii="Times New Roman" w:hAnsi="Times New Roman"/>
          <w:lang w:val="kl-GL"/>
        </w:rPr>
      </w:pPr>
      <w:r w:rsidRPr="00171408">
        <w:rPr>
          <w:rFonts w:ascii="Times New Roman" w:hAnsi="Times New Roman" w:cs="Times New Roman"/>
          <w:lang w:val="kl-GL"/>
        </w:rPr>
        <w:t>Suliassaqartitsinermut minister</w:t>
      </w:r>
      <w:r w:rsidR="006E2CDC" w:rsidRPr="00171408">
        <w:rPr>
          <w:rFonts w:ascii="Times New Roman" w:hAnsi="Times New Roman" w:cs="Times New Roman"/>
          <w:lang w:val="kl-GL"/>
        </w:rPr>
        <w:t>eqarfiup</w:t>
      </w:r>
      <w:r w:rsidR="00CE02F1" w:rsidRPr="00171408">
        <w:rPr>
          <w:rFonts w:ascii="Times New Roman" w:hAnsi="Times New Roman" w:cs="Times New Roman"/>
          <w:lang w:val="kl-GL"/>
        </w:rPr>
        <w:t xml:space="preserve"> isumaliuutersuutai aamma </w:t>
      </w:r>
      <w:r w:rsidR="006504B6" w:rsidRPr="00171408">
        <w:rPr>
          <w:rFonts w:ascii="Times New Roman" w:hAnsi="Times New Roman" w:cs="Times New Roman"/>
          <w:lang w:val="kl-GL"/>
        </w:rPr>
        <w:t xml:space="preserve">aaqqissuussineq </w:t>
      </w:r>
      <w:r w:rsidR="00CE02F1" w:rsidRPr="00171408">
        <w:rPr>
          <w:rFonts w:ascii="Times New Roman" w:hAnsi="Times New Roman" w:cs="Times New Roman"/>
          <w:lang w:val="kl-GL"/>
        </w:rPr>
        <w:t>siunnersuutigineqartoq</w:t>
      </w:r>
    </w:p>
    <w:p w14:paraId="52C5B0E2" w14:textId="7E233BF5" w:rsidR="00515200" w:rsidRPr="00171408" w:rsidRDefault="00CE02F1">
      <w:pPr>
        <w:pStyle w:val="Ingenafstand"/>
        <w:numPr>
          <w:ilvl w:val="1"/>
          <w:numId w:val="6"/>
        </w:numPr>
        <w:tabs>
          <w:tab w:val="left" w:pos="426"/>
        </w:tabs>
        <w:rPr>
          <w:rFonts w:ascii="Times New Roman" w:hAnsi="Times New Roman"/>
          <w:lang w:val="kl-GL"/>
        </w:rPr>
      </w:pPr>
      <w:r w:rsidRPr="00171408">
        <w:rPr>
          <w:rFonts w:ascii="Times New Roman" w:hAnsi="Times New Roman" w:cs="Times New Roman"/>
          <w:lang w:val="kl-GL"/>
        </w:rPr>
        <w:t>Arbejdsmarkedets Erhvervssikringip aningaasaleeriaas</w:t>
      </w:r>
      <w:r w:rsidR="008533C2" w:rsidRPr="00171408">
        <w:rPr>
          <w:rFonts w:ascii="Times New Roman" w:hAnsi="Times New Roman" w:cs="Times New Roman"/>
          <w:lang w:val="kl-GL"/>
        </w:rPr>
        <w:t>a</w:t>
      </w:r>
      <w:r w:rsidR="00C90711" w:rsidRPr="00171408">
        <w:rPr>
          <w:rFonts w:ascii="Times New Roman" w:hAnsi="Times New Roman" w:cs="Times New Roman"/>
          <w:lang w:val="kl-GL"/>
        </w:rPr>
        <w:t>a</w:t>
      </w:r>
      <w:r w:rsidRPr="00171408">
        <w:rPr>
          <w:rFonts w:ascii="Times New Roman" w:hAnsi="Times New Roman" w:cs="Times New Roman"/>
          <w:lang w:val="kl-GL"/>
        </w:rPr>
        <w:t>nik allanngortiterineq</w:t>
      </w:r>
    </w:p>
    <w:p w14:paraId="051FBAFA" w14:textId="77777777" w:rsidR="00515200" w:rsidRPr="00171408" w:rsidRDefault="00CE02F1">
      <w:pPr>
        <w:pStyle w:val="Ingenafstand"/>
        <w:numPr>
          <w:ilvl w:val="2"/>
          <w:numId w:val="6"/>
        </w:numPr>
        <w:tabs>
          <w:tab w:val="left" w:pos="426"/>
        </w:tabs>
        <w:rPr>
          <w:rFonts w:ascii="Times New Roman" w:hAnsi="Times New Roman"/>
          <w:lang w:val="kl-GL"/>
        </w:rPr>
      </w:pPr>
      <w:r w:rsidRPr="00171408">
        <w:rPr>
          <w:rFonts w:ascii="Times New Roman" w:hAnsi="Times New Roman" w:cs="Times New Roman"/>
          <w:lang w:val="kl-GL"/>
        </w:rPr>
        <w:t>Inatsisit atuuttut</w:t>
      </w:r>
    </w:p>
    <w:p w14:paraId="2D54B960" w14:textId="102896AC" w:rsidR="00515200" w:rsidRPr="00171408" w:rsidRDefault="00CB242C">
      <w:pPr>
        <w:pStyle w:val="Ingenafstand"/>
        <w:numPr>
          <w:ilvl w:val="2"/>
          <w:numId w:val="6"/>
        </w:numPr>
        <w:tabs>
          <w:tab w:val="left" w:pos="426"/>
        </w:tabs>
        <w:rPr>
          <w:rFonts w:ascii="Times New Roman" w:hAnsi="Times New Roman"/>
          <w:lang w:val="kl-GL"/>
        </w:rPr>
      </w:pPr>
      <w:r w:rsidRPr="00171408">
        <w:rPr>
          <w:rFonts w:ascii="Times New Roman" w:hAnsi="Times New Roman" w:cs="Times New Roman"/>
          <w:lang w:val="kl-GL"/>
        </w:rPr>
        <w:t>Suliassaqartitsinermut minister</w:t>
      </w:r>
      <w:r w:rsidR="006E2CDC" w:rsidRPr="00171408">
        <w:rPr>
          <w:rFonts w:ascii="Times New Roman" w:hAnsi="Times New Roman" w:cs="Times New Roman"/>
          <w:lang w:val="kl-GL"/>
        </w:rPr>
        <w:t>eqarfiup</w:t>
      </w:r>
      <w:r w:rsidR="00CE02F1" w:rsidRPr="00171408">
        <w:rPr>
          <w:rFonts w:ascii="Times New Roman" w:hAnsi="Times New Roman" w:cs="Times New Roman"/>
          <w:lang w:val="kl-GL"/>
        </w:rPr>
        <w:t xml:space="preserve"> isumaliuutersuutai aamma </w:t>
      </w:r>
      <w:r w:rsidR="006504B6" w:rsidRPr="00171408">
        <w:rPr>
          <w:rFonts w:ascii="Times New Roman" w:hAnsi="Times New Roman" w:cs="Times New Roman"/>
          <w:lang w:val="kl-GL"/>
        </w:rPr>
        <w:t xml:space="preserve">aaqqissuussineq </w:t>
      </w:r>
      <w:r w:rsidR="00CE02F1" w:rsidRPr="00171408">
        <w:rPr>
          <w:rFonts w:ascii="Times New Roman" w:hAnsi="Times New Roman" w:cs="Times New Roman"/>
          <w:lang w:val="kl-GL"/>
        </w:rPr>
        <w:t>siunnersuutigineqartoq</w:t>
      </w:r>
    </w:p>
    <w:p w14:paraId="26586654" w14:textId="1EB6C859" w:rsidR="00515200" w:rsidRPr="00171408" w:rsidRDefault="00CE02F1">
      <w:pPr>
        <w:pStyle w:val="Ingenafstand"/>
        <w:numPr>
          <w:ilvl w:val="1"/>
          <w:numId w:val="6"/>
        </w:numPr>
        <w:tabs>
          <w:tab w:val="left" w:pos="426"/>
        </w:tabs>
        <w:rPr>
          <w:rFonts w:ascii="Times New Roman" w:hAnsi="Times New Roman"/>
          <w:lang w:val="kl-GL"/>
        </w:rPr>
      </w:pPr>
      <w:r w:rsidRPr="00171408">
        <w:rPr>
          <w:rFonts w:ascii="Times New Roman" w:hAnsi="Times New Roman" w:cs="Times New Roman"/>
          <w:lang w:val="kl-GL"/>
        </w:rPr>
        <w:t>Suli</w:t>
      </w:r>
      <w:r w:rsidR="008533C2" w:rsidRPr="00171408">
        <w:rPr>
          <w:rFonts w:ascii="Times New Roman" w:hAnsi="Times New Roman" w:cs="Times New Roman"/>
          <w:lang w:val="kl-GL"/>
        </w:rPr>
        <w:t>nerm</w:t>
      </w:r>
      <w:r w:rsidRPr="00171408">
        <w:rPr>
          <w:rFonts w:ascii="Times New Roman" w:hAnsi="Times New Roman" w:cs="Times New Roman"/>
          <w:lang w:val="kl-GL"/>
        </w:rPr>
        <w:t xml:space="preserve">i ajutoornermut sillimmasiinernik </w:t>
      </w:r>
      <w:r w:rsidR="00EE2165" w:rsidRPr="00171408">
        <w:rPr>
          <w:rFonts w:ascii="Times New Roman" w:hAnsi="Times New Roman" w:cs="Times New Roman"/>
          <w:lang w:val="kl-GL"/>
        </w:rPr>
        <w:t xml:space="preserve">allaffissornerup </w:t>
      </w:r>
      <w:r w:rsidR="006A77D5" w:rsidRPr="00171408">
        <w:rPr>
          <w:rFonts w:ascii="Times New Roman" w:hAnsi="Times New Roman" w:cs="Times New Roman"/>
          <w:lang w:val="kl-GL"/>
        </w:rPr>
        <w:t xml:space="preserve">Arbejdsmarkedets </w:t>
      </w:r>
      <w:r w:rsidRPr="00171408">
        <w:rPr>
          <w:rFonts w:ascii="Times New Roman" w:hAnsi="Times New Roman" w:cs="Times New Roman"/>
          <w:lang w:val="kl-GL"/>
        </w:rPr>
        <w:t xml:space="preserve">Erhvervssikringimiit ajoqusernermut sillimmasiisarfinnut Garantifondimut </w:t>
      </w:r>
      <w:r w:rsidR="000E134E" w:rsidRPr="00171408">
        <w:rPr>
          <w:rFonts w:ascii="Times New Roman" w:hAnsi="Times New Roman" w:cs="Times New Roman"/>
          <w:lang w:val="kl-GL"/>
        </w:rPr>
        <w:t>tunniussineq</w:t>
      </w:r>
    </w:p>
    <w:p w14:paraId="285A5ED0" w14:textId="77777777" w:rsidR="00515200" w:rsidRPr="00171408" w:rsidRDefault="00CE02F1">
      <w:pPr>
        <w:pStyle w:val="Ingenafstand"/>
        <w:numPr>
          <w:ilvl w:val="2"/>
          <w:numId w:val="6"/>
        </w:numPr>
        <w:tabs>
          <w:tab w:val="left" w:pos="426"/>
        </w:tabs>
        <w:rPr>
          <w:rFonts w:ascii="Times New Roman" w:hAnsi="Times New Roman"/>
          <w:lang w:val="kl-GL"/>
        </w:rPr>
      </w:pPr>
      <w:r w:rsidRPr="00171408">
        <w:rPr>
          <w:rFonts w:ascii="Times New Roman" w:hAnsi="Times New Roman" w:cs="Times New Roman"/>
          <w:lang w:val="kl-GL"/>
        </w:rPr>
        <w:t>Inatsisit atuuttut</w:t>
      </w:r>
    </w:p>
    <w:p w14:paraId="2DF4112E" w14:textId="4EDD5BED" w:rsidR="00515200" w:rsidRPr="00171408" w:rsidRDefault="00CB242C">
      <w:pPr>
        <w:pStyle w:val="Ingenafstand"/>
        <w:numPr>
          <w:ilvl w:val="2"/>
          <w:numId w:val="6"/>
        </w:numPr>
        <w:tabs>
          <w:tab w:val="left" w:pos="426"/>
        </w:tabs>
        <w:rPr>
          <w:rFonts w:ascii="Times New Roman" w:hAnsi="Times New Roman"/>
          <w:lang w:val="kl-GL"/>
        </w:rPr>
      </w:pPr>
      <w:r w:rsidRPr="00171408">
        <w:rPr>
          <w:rFonts w:ascii="Times New Roman" w:hAnsi="Times New Roman" w:cs="Times New Roman"/>
          <w:lang w:val="kl-GL"/>
        </w:rPr>
        <w:t>Suliassaqartitsinermut minister</w:t>
      </w:r>
      <w:r w:rsidR="006E2CDC" w:rsidRPr="00171408">
        <w:rPr>
          <w:rFonts w:ascii="Times New Roman" w:hAnsi="Times New Roman" w:cs="Times New Roman"/>
          <w:lang w:val="kl-GL"/>
        </w:rPr>
        <w:t xml:space="preserve">eqarfiup </w:t>
      </w:r>
      <w:r w:rsidR="00CE02F1" w:rsidRPr="00171408">
        <w:rPr>
          <w:rFonts w:ascii="Times New Roman" w:hAnsi="Times New Roman" w:cs="Times New Roman"/>
          <w:lang w:val="kl-GL"/>
        </w:rPr>
        <w:t xml:space="preserve">isumaliuutersuutai aamma </w:t>
      </w:r>
      <w:r w:rsidR="00B268E4" w:rsidRPr="00171408">
        <w:rPr>
          <w:rFonts w:ascii="Times New Roman" w:hAnsi="Times New Roman" w:cs="Times New Roman"/>
          <w:lang w:val="kl-GL"/>
        </w:rPr>
        <w:t xml:space="preserve">aaqqissuussineq </w:t>
      </w:r>
      <w:r w:rsidR="00CE02F1" w:rsidRPr="00171408">
        <w:rPr>
          <w:rFonts w:ascii="Times New Roman" w:hAnsi="Times New Roman" w:cs="Times New Roman"/>
          <w:lang w:val="kl-GL"/>
        </w:rPr>
        <w:t>siunnersuutigineqartoq</w:t>
      </w:r>
    </w:p>
    <w:p w14:paraId="0743CD5C" w14:textId="1D1C6BE4" w:rsidR="00515200" w:rsidRPr="00171408" w:rsidRDefault="00CE02F1">
      <w:pPr>
        <w:pStyle w:val="Ingenafstand"/>
        <w:numPr>
          <w:ilvl w:val="1"/>
          <w:numId w:val="6"/>
        </w:numPr>
        <w:tabs>
          <w:tab w:val="left" w:pos="426"/>
        </w:tabs>
        <w:rPr>
          <w:rFonts w:ascii="Times New Roman" w:hAnsi="Times New Roman"/>
          <w:lang w:val="kl-GL"/>
        </w:rPr>
      </w:pPr>
      <w:r w:rsidRPr="00171408">
        <w:rPr>
          <w:rFonts w:ascii="Times New Roman" w:hAnsi="Times New Roman" w:cs="Times New Roman"/>
          <w:lang w:val="kl-GL"/>
        </w:rPr>
        <w:t>Nioqqutinut akisussaanermut malittarisassa</w:t>
      </w:r>
      <w:r w:rsidR="00C61496" w:rsidRPr="00171408">
        <w:rPr>
          <w:rFonts w:ascii="Times New Roman" w:hAnsi="Times New Roman" w:cs="Times New Roman"/>
          <w:lang w:val="kl-GL"/>
        </w:rPr>
        <w:t>nut ataqatigiissinnera</w:t>
      </w:r>
    </w:p>
    <w:p w14:paraId="4F29E603" w14:textId="77777777" w:rsidR="00515200" w:rsidRPr="00171408" w:rsidRDefault="00CE02F1">
      <w:pPr>
        <w:pStyle w:val="Ingenafstand"/>
        <w:numPr>
          <w:ilvl w:val="2"/>
          <w:numId w:val="6"/>
        </w:numPr>
        <w:tabs>
          <w:tab w:val="left" w:pos="426"/>
        </w:tabs>
        <w:rPr>
          <w:rFonts w:ascii="Times New Roman" w:hAnsi="Times New Roman"/>
          <w:lang w:val="kl-GL"/>
        </w:rPr>
      </w:pPr>
      <w:r w:rsidRPr="00171408">
        <w:rPr>
          <w:rFonts w:ascii="Times New Roman" w:hAnsi="Times New Roman" w:cs="Times New Roman"/>
          <w:lang w:val="kl-GL"/>
        </w:rPr>
        <w:t>Inatsisit atuuttut</w:t>
      </w:r>
    </w:p>
    <w:p w14:paraId="1569E5A6" w14:textId="787A7972" w:rsidR="00515200" w:rsidRPr="00171408" w:rsidRDefault="00CB242C">
      <w:pPr>
        <w:pStyle w:val="Ingenafstand"/>
        <w:numPr>
          <w:ilvl w:val="2"/>
          <w:numId w:val="6"/>
        </w:numPr>
        <w:tabs>
          <w:tab w:val="left" w:pos="426"/>
        </w:tabs>
        <w:rPr>
          <w:rFonts w:ascii="Times New Roman" w:hAnsi="Times New Roman"/>
          <w:lang w:val="kl-GL"/>
        </w:rPr>
      </w:pPr>
      <w:r w:rsidRPr="00171408">
        <w:rPr>
          <w:rFonts w:ascii="Times New Roman" w:hAnsi="Times New Roman" w:cs="Times New Roman"/>
          <w:lang w:val="kl-GL"/>
        </w:rPr>
        <w:lastRenderedPageBreak/>
        <w:t>Suliassaqartitsinermut minister</w:t>
      </w:r>
      <w:r w:rsidR="006E2CDC" w:rsidRPr="00171408">
        <w:rPr>
          <w:rFonts w:ascii="Times New Roman" w:hAnsi="Times New Roman" w:cs="Times New Roman"/>
          <w:lang w:val="kl-GL"/>
        </w:rPr>
        <w:t>eqarfiup</w:t>
      </w:r>
      <w:r w:rsidR="00CE02F1" w:rsidRPr="00171408">
        <w:rPr>
          <w:rFonts w:ascii="Times New Roman" w:hAnsi="Times New Roman" w:cs="Times New Roman"/>
          <w:lang w:val="kl-GL"/>
        </w:rPr>
        <w:t xml:space="preserve"> isumaliuutersuutai aamma </w:t>
      </w:r>
      <w:r w:rsidR="00B268E4" w:rsidRPr="00171408">
        <w:rPr>
          <w:rFonts w:ascii="Times New Roman" w:hAnsi="Times New Roman" w:cs="Times New Roman"/>
          <w:lang w:val="kl-GL"/>
        </w:rPr>
        <w:t xml:space="preserve">aaqqissuussineq </w:t>
      </w:r>
      <w:r w:rsidR="00CE02F1" w:rsidRPr="00171408">
        <w:rPr>
          <w:rFonts w:ascii="Times New Roman" w:hAnsi="Times New Roman" w:cs="Times New Roman"/>
          <w:lang w:val="kl-GL"/>
        </w:rPr>
        <w:t>siunnersuutigineqartoq</w:t>
      </w:r>
    </w:p>
    <w:p w14:paraId="1A9BBBA4" w14:textId="77777777" w:rsidR="00515200" w:rsidRPr="00171408" w:rsidRDefault="00CE02F1">
      <w:pPr>
        <w:pStyle w:val="Ingenafstand"/>
        <w:numPr>
          <w:ilvl w:val="1"/>
          <w:numId w:val="6"/>
        </w:numPr>
        <w:tabs>
          <w:tab w:val="left" w:pos="426"/>
        </w:tabs>
        <w:rPr>
          <w:rFonts w:ascii="Times New Roman" w:hAnsi="Times New Roman"/>
          <w:lang w:val="kl-GL"/>
        </w:rPr>
      </w:pPr>
      <w:r w:rsidRPr="00171408">
        <w:rPr>
          <w:rFonts w:ascii="Times New Roman" w:hAnsi="Times New Roman" w:cs="Times New Roman"/>
          <w:lang w:val="kl-GL"/>
        </w:rPr>
        <w:t>Aalajangersakkat allat</w:t>
      </w:r>
    </w:p>
    <w:p w14:paraId="637A4E1B" w14:textId="77777777" w:rsidR="00515200" w:rsidRPr="00171408" w:rsidRDefault="00CE02F1">
      <w:pPr>
        <w:pStyle w:val="Ingenafstand"/>
        <w:tabs>
          <w:tab w:val="left" w:pos="426"/>
        </w:tabs>
        <w:rPr>
          <w:rFonts w:ascii="Times New Roman" w:hAnsi="Times New Roman"/>
          <w:lang w:val="kl-GL"/>
        </w:rPr>
      </w:pPr>
      <w:r w:rsidRPr="00171408">
        <w:rPr>
          <w:rFonts w:ascii="Times New Roman" w:hAnsi="Times New Roman" w:cs="Times New Roman"/>
          <w:lang w:val="kl-GL"/>
        </w:rPr>
        <w:t>2.12.1. Inatsisit atuuttut</w:t>
      </w:r>
    </w:p>
    <w:p w14:paraId="66133F3E" w14:textId="39AD0964" w:rsidR="00515200" w:rsidRPr="00171408" w:rsidRDefault="00CE02F1">
      <w:pPr>
        <w:pStyle w:val="Ingenafstand"/>
        <w:tabs>
          <w:tab w:val="left" w:pos="426"/>
        </w:tabs>
        <w:rPr>
          <w:rFonts w:ascii="Times New Roman" w:hAnsi="Times New Roman"/>
          <w:lang w:val="kl-GL"/>
        </w:rPr>
      </w:pPr>
      <w:r w:rsidRPr="00171408">
        <w:rPr>
          <w:rFonts w:ascii="Times New Roman" w:hAnsi="Times New Roman" w:cs="Times New Roman"/>
          <w:lang w:val="kl-GL"/>
        </w:rPr>
        <w:t xml:space="preserve">2.12.2. </w:t>
      </w:r>
      <w:r w:rsidR="00CB242C" w:rsidRPr="00171408">
        <w:rPr>
          <w:rFonts w:ascii="Times New Roman" w:hAnsi="Times New Roman" w:cs="Times New Roman"/>
          <w:lang w:val="kl-GL"/>
        </w:rPr>
        <w:t>Suliassaqartitsinermut minister</w:t>
      </w:r>
      <w:r w:rsidR="006E2CDC" w:rsidRPr="00171408">
        <w:rPr>
          <w:rFonts w:ascii="Times New Roman" w:hAnsi="Times New Roman" w:cs="Times New Roman"/>
          <w:lang w:val="kl-GL"/>
        </w:rPr>
        <w:t>eqarfiup</w:t>
      </w:r>
      <w:r w:rsidRPr="00171408">
        <w:rPr>
          <w:rFonts w:ascii="Times New Roman" w:hAnsi="Times New Roman" w:cs="Times New Roman"/>
          <w:lang w:val="kl-GL"/>
        </w:rPr>
        <w:t xml:space="preserve"> isumaliuutersuutai aamma </w:t>
      </w:r>
      <w:r w:rsidR="00B268E4" w:rsidRPr="00171408">
        <w:rPr>
          <w:rFonts w:ascii="Times New Roman" w:hAnsi="Times New Roman" w:cs="Times New Roman"/>
          <w:lang w:val="kl-GL"/>
        </w:rPr>
        <w:t xml:space="preserve">aaqqissuussineq </w:t>
      </w:r>
      <w:r w:rsidRPr="00171408">
        <w:rPr>
          <w:rFonts w:ascii="Times New Roman" w:hAnsi="Times New Roman" w:cs="Times New Roman"/>
          <w:lang w:val="kl-GL"/>
        </w:rPr>
        <w:t>siunnersuutigineqartoq</w:t>
      </w:r>
    </w:p>
    <w:p w14:paraId="0B6E1AC6" w14:textId="567D8665" w:rsidR="00515200" w:rsidRPr="00171408" w:rsidRDefault="00CE02F1">
      <w:pPr>
        <w:pStyle w:val="Ingenafstand"/>
        <w:numPr>
          <w:ilvl w:val="0"/>
          <w:numId w:val="4"/>
        </w:numPr>
        <w:tabs>
          <w:tab w:val="left" w:pos="426"/>
        </w:tabs>
        <w:rPr>
          <w:rFonts w:ascii="Times New Roman" w:hAnsi="Times New Roman"/>
          <w:lang w:val="kl-GL"/>
        </w:rPr>
      </w:pPr>
      <w:r w:rsidRPr="00171408">
        <w:rPr>
          <w:rFonts w:ascii="Times New Roman" w:eastAsia="Times New Roman" w:hAnsi="Times New Roman" w:cs="Times New Roman"/>
          <w:color w:val="000000"/>
          <w:lang w:val="kl-GL" w:eastAsia="da-DK"/>
        </w:rPr>
        <w:t>Pisortat aningaasaqarnerannut kingunerisa</w:t>
      </w:r>
      <w:r w:rsidR="00E1100D" w:rsidRPr="00171408">
        <w:rPr>
          <w:rFonts w:ascii="Times New Roman" w:eastAsia="Times New Roman" w:hAnsi="Times New Roman" w:cs="Times New Roman"/>
          <w:color w:val="000000"/>
          <w:lang w:val="kl-GL" w:eastAsia="da-DK"/>
        </w:rPr>
        <w:t>ssai</w:t>
      </w:r>
      <w:r w:rsidRPr="00171408">
        <w:rPr>
          <w:rFonts w:ascii="Times New Roman" w:eastAsia="Times New Roman" w:hAnsi="Times New Roman" w:cs="Times New Roman"/>
          <w:color w:val="000000"/>
          <w:lang w:val="kl-GL" w:eastAsia="da-DK"/>
        </w:rPr>
        <w:t xml:space="preserve"> aamma </w:t>
      </w:r>
      <w:r w:rsidR="009235C2" w:rsidRPr="00171408">
        <w:rPr>
          <w:rFonts w:ascii="Times New Roman" w:eastAsia="Times New Roman" w:hAnsi="Times New Roman" w:cs="Times New Roman"/>
          <w:color w:val="000000"/>
          <w:lang w:val="kl-GL" w:eastAsia="da-DK"/>
        </w:rPr>
        <w:t xml:space="preserve">piviusunngortitsinerup </w:t>
      </w:r>
      <w:r w:rsidRPr="00171408">
        <w:rPr>
          <w:rFonts w:ascii="Times New Roman" w:eastAsia="Times New Roman" w:hAnsi="Times New Roman" w:cs="Times New Roman"/>
          <w:color w:val="000000"/>
          <w:lang w:val="kl-GL" w:eastAsia="da-DK"/>
        </w:rPr>
        <w:t>kingunerisa</w:t>
      </w:r>
      <w:r w:rsidR="00E1100D" w:rsidRPr="00171408">
        <w:rPr>
          <w:rFonts w:ascii="Times New Roman" w:eastAsia="Times New Roman" w:hAnsi="Times New Roman" w:cs="Times New Roman"/>
          <w:color w:val="000000"/>
          <w:lang w:val="kl-GL" w:eastAsia="da-DK"/>
        </w:rPr>
        <w:t>ssa</w:t>
      </w:r>
      <w:r w:rsidRPr="00171408">
        <w:rPr>
          <w:rFonts w:ascii="Times New Roman" w:eastAsia="Times New Roman" w:hAnsi="Times New Roman" w:cs="Times New Roman"/>
          <w:color w:val="000000"/>
          <w:lang w:val="kl-GL" w:eastAsia="da-DK"/>
        </w:rPr>
        <w:t>i</w:t>
      </w:r>
    </w:p>
    <w:p w14:paraId="1A05CAF7" w14:textId="2ACB2E19" w:rsidR="00515200" w:rsidRPr="00171408" w:rsidRDefault="00CE02F1">
      <w:pPr>
        <w:pStyle w:val="Ingenafstand"/>
        <w:numPr>
          <w:ilvl w:val="0"/>
          <w:numId w:val="4"/>
        </w:numPr>
        <w:tabs>
          <w:tab w:val="left" w:pos="426"/>
        </w:tabs>
        <w:rPr>
          <w:rFonts w:ascii="Times New Roman" w:hAnsi="Times New Roman"/>
          <w:lang w:val="kl-GL"/>
        </w:rPr>
      </w:pPr>
      <w:r w:rsidRPr="00171408">
        <w:rPr>
          <w:rFonts w:ascii="Times New Roman" w:hAnsi="Times New Roman" w:cs="Times New Roman"/>
          <w:lang w:val="kl-GL"/>
        </w:rPr>
        <w:t xml:space="preserve">Inuussutissarsiortut il.il. </w:t>
      </w:r>
      <w:r w:rsidRPr="00171408">
        <w:rPr>
          <w:rFonts w:ascii="Times New Roman" w:eastAsia="Times New Roman" w:hAnsi="Times New Roman" w:cs="Times New Roman"/>
          <w:color w:val="000000"/>
          <w:lang w:val="kl-GL" w:eastAsia="da-DK"/>
        </w:rPr>
        <w:t>aningaasaqarnerannut aamma</w:t>
      </w:r>
      <w:r w:rsidRPr="00171408">
        <w:rPr>
          <w:rFonts w:ascii="Times New Roman" w:hAnsi="Times New Roman" w:cs="Times New Roman"/>
          <w:lang w:val="kl-GL"/>
        </w:rPr>
        <w:t xml:space="preserve"> allaffissornerannut </w:t>
      </w:r>
      <w:r w:rsidR="00293297" w:rsidRPr="00171408">
        <w:rPr>
          <w:rFonts w:ascii="Times New Roman" w:eastAsia="Times New Roman" w:hAnsi="Times New Roman" w:cs="Times New Roman"/>
          <w:color w:val="000000"/>
          <w:lang w:val="kl-GL" w:eastAsia="da-DK"/>
        </w:rPr>
        <w:t>kingunerisassai</w:t>
      </w:r>
    </w:p>
    <w:p w14:paraId="6B481F93" w14:textId="4E98BB35" w:rsidR="00515200" w:rsidRPr="00171408" w:rsidRDefault="00CE02F1">
      <w:pPr>
        <w:pStyle w:val="Ingenafstand"/>
        <w:numPr>
          <w:ilvl w:val="0"/>
          <w:numId w:val="4"/>
        </w:numPr>
        <w:tabs>
          <w:tab w:val="left" w:pos="426"/>
        </w:tabs>
        <w:rPr>
          <w:rFonts w:ascii="Times New Roman" w:hAnsi="Times New Roman"/>
          <w:lang w:val="kl-GL"/>
        </w:rPr>
      </w:pPr>
      <w:r w:rsidRPr="00171408">
        <w:rPr>
          <w:rFonts w:ascii="Times New Roman" w:hAnsi="Times New Roman" w:cs="Times New Roman"/>
          <w:lang w:val="kl-GL"/>
        </w:rPr>
        <w:t>Innuttaasu</w:t>
      </w:r>
      <w:r w:rsidR="00293297" w:rsidRPr="00171408">
        <w:rPr>
          <w:rFonts w:ascii="Times New Roman" w:hAnsi="Times New Roman" w:cs="Times New Roman"/>
          <w:lang w:val="kl-GL"/>
        </w:rPr>
        <w:t>nu</w:t>
      </w:r>
      <w:r w:rsidRPr="00171408">
        <w:rPr>
          <w:rFonts w:ascii="Times New Roman" w:hAnsi="Times New Roman" w:cs="Times New Roman"/>
          <w:lang w:val="kl-GL"/>
        </w:rPr>
        <w:t>t allaffis</w:t>
      </w:r>
      <w:r w:rsidR="00293297" w:rsidRPr="00171408">
        <w:rPr>
          <w:rFonts w:ascii="Times New Roman" w:hAnsi="Times New Roman" w:cs="Times New Roman"/>
          <w:lang w:val="kl-GL"/>
        </w:rPr>
        <w:t>sornikkut</w:t>
      </w:r>
      <w:r w:rsidRPr="00171408">
        <w:rPr>
          <w:rFonts w:ascii="Times New Roman" w:hAnsi="Times New Roman" w:cs="Times New Roman"/>
          <w:lang w:val="kl-GL"/>
        </w:rPr>
        <w:t xml:space="preserve"> </w:t>
      </w:r>
      <w:r w:rsidR="00293297" w:rsidRPr="00171408">
        <w:rPr>
          <w:rFonts w:ascii="Times New Roman" w:eastAsia="Times New Roman" w:hAnsi="Times New Roman" w:cs="Times New Roman"/>
          <w:color w:val="000000"/>
          <w:lang w:val="kl-GL" w:eastAsia="da-DK"/>
        </w:rPr>
        <w:t>kingunerisassai</w:t>
      </w:r>
    </w:p>
    <w:p w14:paraId="48F02CEF" w14:textId="5452ADA7" w:rsidR="00515200" w:rsidRPr="00171408" w:rsidRDefault="00CE02F1">
      <w:pPr>
        <w:pStyle w:val="Ingenafstand"/>
        <w:numPr>
          <w:ilvl w:val="0"/>
          <w:numId w:val="4"/>
        </w:numPr>
        <w:tabs>
          <w:tab w:val="left" w:pos="426"/>
        </w:tabs>
        <w:rPr>
          <w:rFonts w:ascii="Times New Roman" w:hAnsi="Times New Roman"/>
          <w:lang w:val="kl-GL"/>
        </w:rPr>
      </w:pPr>
      <w:r w:rsidRPr="00171408">
        <w:rPr>
          <w:rFonts w:ascii="Times New Roman" w:hAnsi="Times New Roman" w:cs="Times New Roman"/>
          <w:lang w:val="kl-GL"/>
        </w:rPr>
        <w:t xml:space="preserve">Avatangiisinut </w:t>
      </w:r>
      <w:r w:rsidR="00293297" w:rsidRPr="00171408">
        <w:rPr>
          <w:rFonts w:ascii="Times New Roman" w:eastAsia="Times New Roman" w:hAnsi="Times New Roman" w:cs="Times New Roman"/>
          <w:color w:val="000000"/>
          <w:lang w:val="kl-GL" w:eastAsia="da-DK"/>
        </w:rPr>
        <w:t>kingunerisassai</w:t>
      </w:r>
    </w:p>
    <w:p w14:paraId="40F8A145" w14:textId="77777777" w:rsidR="00515200" w:rsidRPr="00171408" w:rsidRDefault="00CE02F1">
      <w:pPr>
        <w:pStyle w:val="Ingenafstand"/>
        <w:numPr>
          <w:ilvl w:val="0"/>
          <w:numId w:val="4"/>
        </w:numPr>
        <w:tabs>
          <w:tab w:val="left" w:pos="426"/>
        </w:tabs>
        <w:rPr>
          <w:rFonts w:ascii="Times New Roman" w:hAnsi="Times New Roman"/>
          <w:lang w:val="kl-GL"/>
        </w:rPr>
      </w:pPr>
      <w:r w:rsidRPr="00171408">
        <w:rPr>
          <w:rFonts w:ascii="Times New Roman" w:hAnsi="Times New Roman" w:cs="Times New Roman"/>
          <w:lang w:val="kl-GL"/>
        </w:rPr>
        <w:t>EU-mi inatsiseqarnermut tunngasut</w:t>
      </w:r>
    </w:p>
    <w:p w14:paraId="1D4FA2BE" w14:textId="02DCD1DD" w:rsidR="00515200" w:rsidRPr="00171408" w:rsidRDefault="00CE02F1">
      <w:pPr>
        <w:pStyle w:val="Ingenafstand"/>
        <w:numPr>
          <w:ilvl w:val="0"/>
          <w:numId w:val="4"/>
        </w:numPr>
        <w:tabs>
          <w:tab w:val="left" w:pos="426"/>
        </w:tabs>
        <w:rPr>
          <w:rFonts w:ascii="Times New Roman" w:hAnsi="Times New Roman"/>
          <w:lang w:val="kl-GL"/>
        </w:rPr>
      </w:pPr>
      <w:r w:rsidRPr="00171408">
        <w:rPr>
          <w:rFonts w:ascii="Times New Roman" w:hAnsi="Times New Roman" w:cs="Times New Roman"/>
          <w:lang w:val="kl-GL"/>
        </w:rPr>
        <w:t>Oqartussaqarfiit aamma kattuffiit il.il. tusarniaaffigineqartut</w:t>
      </w:r>
    </w:p>
    <w:p w14:paraId="1323223A" w14:textId="77777777" w:rsidR="00515200" w:rsidRPr="00171408" w:rsidRDefault="00CE02F1">
      <w:pPr>
        <w:pStyle w:val="Ingenafstand"/>
        <w:numPr>
          <w:ilvl w:val="0"/>
          <w:numId w:val="4"/>
        </w:numPr>
        <w:tabs>
          <w:tab w:val="left" w:pos="426"/>
        </w:tabs>
        <w:rPr>
          <w:rFonts w:ascii="Times New Roman" w:hAnsi="Times New Roman"/>
          <w:lang w:val="kl-GL"/>
        </w:rPr>
      </w:pPr>
      <w:r w:rsidRPr="00171408">
        <w:rPr>
          <w:rFonts w:ascii="Times New Roman" w:hAnsi="Times New Roman" w:cs="Times New Roman"/>
          <w:lang w:val="kl-GL"/>
        </w:rPr>
        <w:t>Skema eqikkaaffiusoq</w:t>
      </w:r>
    </w:p>
    <w:p w14:paraId="45E4BE52" w14:textId="77777777" w:rsidR="00515200" w:rsidRPr="00171408" w:rsidRDefault="00515200">
      <w:pPr>
        <w:pStyle w:val="Ingenafstand"/>
        <w:rPr>
          <w:rFonts w:ascii="Times New Roman" w:hAnsi="Times New Roman" w:cs="Times New Roman"/>
          <w:b/>
          <w:iCs/>
          <w:lang w:val="kl-GL"/>
        </w:rPr>
      </w:pPr>
    </w:p>
    <w:p w14:paraId="736632EB" w14:textId="77777777" w:rsidR="00515200" w:rsidRPr="00171408" w:rsidRDefault="00CE02F1">
      <w:pPr>
        <w:pStyle w:val="AT-Body"/>
        <w:rPr>
          <w:lang w:val="kl-GL"/>
        </w:rPr>
      </w:pPr>
      <w:r w:rsidRPr="00171408">
        <w:rPr>
          <w:b/>
          <w:lang w:val="kl-GL"/>
        </w:rPr>
        <w:t>1. Aallaqqaasiut aamma tunuliaqut</w:t>
      </w:r>
    </w:p>
    <w:p w14:paraId="32BC4720" w14:textId="4F13495A" w:rsidR="00515200" w:rsidRPr="00171408" w:rsidRDefault="009F0DD0">
      <w:pPr>
        <w:pStyle w:val="AT-Body"/>
        <w:spacing w:line="276" w:lineRule="auto"/>
        <w:rPr>
          <w:lang w:val="kl-GL"/>
        </w:rPr>
      </w:pPr>
      <w:r w:rsidRPr="00171408">
        <w:rPr>
          <w:lang w:val="kl-GL"/>
        </w:rPr>
        <w:t>Inatsisikkut nr. 1528, 21. december 2010-meersukkut Kalaallit Nunaanni sulinermi ajoqusernermut tunngatillugu suliassaqarfik, danskit sulinermi ajoquserneq pillugu inatsisaata peqqussutikkut atuutilersinneqarneranik tunngaveqartum</w:t>
      </w:r>
      <w:r w:rsidR="003A0FE6" w:rsidRPr="00171408">
        <w:rPr>
          <w:lang w:val="kl-GL"/>
        </w:rPr>
        <w:t>ik aaqqiissummiit nuunneqarpoq</w:t>
      </w:r>
      <w:r w:rsidRPr="00171408">
        <w:rPr>
          <w:lang w:val="kl-GL"/>
        </w:rPr>
        <w:t xml:space="preserve">, Kalaallit Nunaanni sulinermi ajoqusernermut isumannaarineq pillugu inatsimmik immikkut ittumik </w:t>
      </w:r>
      <w:r w:rsidR="00F421CB" w:rsidRPr="00171408">
        <w:rPr>
          <w:lang w:val="kl-GL"/>
        </w:rPr>
        <w:t>atulersitsinikkut</w:t>
      </w:r>
      <w:r w:rsidRPr="00171408">
        <w:rPr>
          <w:lang w:val="kl-GL"/>
        </w:rPr>
        <w:t>. Kalaallit Nunaanni sulinermi ajoqusernermut isumannaarineq pillugu inatsimmi malittarisassat, sulinermi ajoqusernermut isumannaarineq pillugu inatsimmi malittarisassanik annertuutigut tunngaveqarput, Kalaallit Nunaanni pissutsinut naapertuuttunik naleqqussaanertaqarlutik. Inatsisissatut siunnersuummi allannguutissatut siunnersuutit kingunerissavaat, Kalaallit Nunaanni sulinermi ajoqusernermut isumannaarineq pillugu inatsisip allanngortinneqarnissaa, taamaalilluni Kalaallit Nunaanni sulinermi ajoqusernermut tunngatillugu aaqqissuussineq annertunerusumik nutarterneqassalluni, peqatigalugu Kalaallit Nunaanni pissutsinut annertunerusumik naleqqu</w:t>
      </w:r>
      <w:r w:rsidR="002D6852" w:rsidRPr="00171408">
        <w:rPr>
          <w:lang w:val="kl-GL"/>
        </w:rPr>
        <w:t>ssarneqarluni</w:t>
      </w:r>
      <w:r w:rsidRPr="00171408">
        <w:rPr>
          <w:lang w:val="kl-GL"/>
        </w:rPr>
        <w:t>. Allannguutit sulinermi ajoqusernermut isumannaarineq pillugu inatsimmi allannguutinut assingupput, naammassineqartut inatsisikkut nr. 550, 7. maj 2019-imeersukkut, inatsisikkut nr. 2200, 29. december 2020-meersukkut aamma nr. 1163, 8. juni 2021-meersukkut, Kalaallit Nunaanni pissutsinut naapertuuttunik naleqqussarneqarlutik.</w:t>
      </w:r>
    </w:p>
    <w:p w14:paraId="7C0163DF" w14:textId="47BBE3D1" w:rsidR="00515200" w:rsidRPr="00171408" w:rsidRDefault="00DB0D4C">
      <w:pPr>
        <w:pStyle w:val="AT-Body"/>
        <w:spacing w:line="276" w:lineRule="auto"/>
        <w:rPr>
          <w:lang w:val="kl-GL"/>
        </w:rPr>
      </w:pPr>
      <w:r w:rsidRPr="00171408">
        <w:rPr>
          <w:lang w:val="kl-GL"/>
        </w:rPr>
        <w:t xml:space="preserve">Kalaallit Nunaanni sulinermi ajoqusernermut isumannaarineq pillugu inatsimmi allannguisoqassaaq, sulinerminnut atatillugu ajutoortut tamarmik ajutoornerisa sulinermi ajutoornertut akuersaarneqarnissaannut periarfissaq annertunerulersinniarlugu. </w:t>
      </w:r>
      <w:r w:rsidR="0000471C" w:rsidRPr="00171408">
        <w:rPr>
          <w:lang w:val="kl-GL"/>
        </w:rPr>
        <w:t xml:space="preserve">Taamaalilluni </w:t>
      </w:r>
      <w:r w:rsidRPr="00171408">
        <w:rPr>
          <w:lang w:val="kl-GL"/>
        </w:rPr>
        <w:t xml:space="preserve">Kalaallit Nunaanni sulinermi ajoqusernermut isumannaarineq pillugu inatsimmi allannguutit kingunerissavaat, </w:t>
      </w:r>
      <w:r w:rsidR="00715900" w:rsidRPr="00171408">
        <w:rPr>
          <w:lang w:val="kl-GL"/>
        </w:rPr>
        <w:t xml:space="preserve">maanna inatsit atuuttoq malillugu akuersaarinnittarnermiit, </w:t>
      </w:r>
      <w:r w:rsidRPr="00171408">
        <w:rPr>
          <w:lang w:val="kl-GL"/>
        </w:rPr>
        <w:t>inu</w:t>
      </w:r>
      <w:r w:rsidR="005B4B46" w:rsidRPr="00171408">
        <w:rPr>
          <w:lang w:val="kl-GL"/>
        </w:rPr>
        <w:t>up</w:t>
      </w:r>
      <w:r w:rsidRPr="00171408">
        <w:rPr>
          <w:lang w:val="kl-GL"/>
        </w:rPr>
        <w:t xml:space="preserve"> ajoquserneri qaangiuttussat aamma annertunerusumik sulinermi ajutoornertut akuersaarneqarsinnaalernissaat. Ajutoornerup sulinermi pisimanissaa aamma sulinermi atukkanik pissuteqarnissaa, </w:t>
      </w:r>
      <w:r w:rsidR="002665B8" w:rsidRPr="00171408">
        <w:rPr>
          <w:lang w:val="kl-GL"/>
        </w:rPr>
        <w:t xml:space="preserve">ilanngullugu </w:t>
      </w:r>
      <w:r w:rsidRPr="00171408">
        <w:rPr>
          <w:lang w:val="kl-GL"/>
        </w:rPr>
        <w:t>nakorsaatinik pissutaasut ataqatigiissallutik pisup imaluunniit sunniutaasup aamma inu</w:t>
      </w:r>
      <w:r w:rsidR="00E82045" w:rsidRPr="00171408">
        <w:rPr>
          <w:lang w:val="kl-GL"/>
        </w:rPr>
        <w:t>up</w:t>
      </w:r>
      <w:r w:rsidRPr="00171408">
        <w:rPr>
          <w:lang w:val="kl-GL"/>
        </w:rPr>
        <w:t xml:space="preserve"> ajoqusernerup akornanni piumasaqaat attatiinnarneqassaaq. Ajutoornermut qaangiuttussamut maannakkumut sanilliullugu annertunerusumik akuersaarneq, sulinermi ajoqusernerit pillugit oqartussaqarfinni eqaannerusumik aamma sukkanerusumik sulia</w:t>
      </w:r>
      <w:r w:rsidR="00EE44D4" w:rsidRPr="00171408">
        <w:rPr>
          <w:lang w:val="kl-GL"/>
        </w:rPr>
        <w:t>ssat</w:t>
      </w:r>
      <w:r w:rsidRPr="00171408">
        <w:rPr>
          <w:lang w:val="kl-GL"/>
        </w:rPr>
        <w:t xml:space="preserve"> </w:t>
      </w:r>
      <w:r w:rsidR="00EE44D4" w:rsidRPr="00171408">
        <w:rPr>
          <w:lang w:val="kl-GL"/>
        </w:rPr>
        <w:t>suliarineqartarnerannik</w:t>
      </w:r>
      <w:r w:rsidRPr="00171408">
        <w:rPr>
          <w:lang w:val="kl-GL"/>
        </w:rPr>
        <w:t xml:space="preserve"> </w:t>
      </w:r>
      <w:r w:rsidR="00495E20" w:rsidRPr="00171408">
        <w:rPr>
          <w:lang w:val="kl-GL"/>
        </w:rPr>
        <w:t>ikorfartuissaaq</w:t>
      </w:r>
      <w:r w:rsidRPr="00171408">
        <w:rPr>
          <w:lang w:val="kl-GL"/>
        </w:rPr>
        <w:t>.</w:t>
      </w:r>
    </w:p>
    <w:p w14:paraId="5C616CA1" w14:textId="51A7F21A" w:rsidR="00515200" w:rsidRPr="00171408" w:rsidRDefault="00BC12C1">
      <w:pPr>
        <w:pStyle w:val="AT-Body"/>
        <w:spacing w:line="276" w:lineRule="auto"/>
        <w:rPr>
          <w:lang w:val="kl-GL"/>
        </w:rPr>
      </w:pPr>
      <w:r w:rsidRPr="00171408">
        <w:rPr>
          <w:lang w:val="kl-GL"/>
        </w:rPr>
        <w:t>Siunnersuutigineqarpoq sulinermi ajutoornerit nalunaarutigineqartarnerinut piumasaqaatinik arlalinnik allannguinissaq</w:t>
      </w:r>
      <w:r w:rsidR="00172FB5" w:rsidRPr="00171408">
        <w:rPr>
          <w:lang w:val="kl-GL"/>
        </w:rPr>
        <w:t>,</w:t>
      </w:r>
      <w:r w:rsidRPr="00171408">
        <w:rPr>
          <w:lang w:val="kl-GL"/>
        </w:rPr>
        <w:t xml:space="preserve"> ilaatigut annertunerusumik eqqortumik aamma piffissaagallartillugu ajutoornerit nalunaarutigineqartarnerisa i</w:t>
      </w:r>
      <w:r w:rsidR="00874638" w:rsidRPr="00171408">
        <w:rPr>
          <w:lang w:val="kl-GL"/>
        </w:rPr>
        <w:t>korfartor</w:t>
      </w:r>
      <w:r w:rsidRPr="00171408">
        <w:rPr>
          <w:lang w:val="kl-GL"/>
        </w:rPr>
        <w:t>neqarnissaat</w:t>
      </w:r>
      <w:r w:rsidR="00172FB5" w:rsidRPr="00171408">
        <w:rPr>
          <w:lang w:val="kl-GL"/>
        </w:rPr>
        <w:t xml:space="preserve"> siunertaralugu</w:t>
      </w:r>
      <w:r w:rsidRPr="00171408">
        <w:rPr>
          <w:lang w:val="kl-GL"/>
        </w:rPr>
        <w:t>. Siunnersuutigineqarpoq, Kalaallit Nunaanni sulinermi ajoqusernermut isumannaarineq pillugu inatsit malillugu</w:t>
      </w:r>
      <w:r w:rsidR="000911E7" w:rsidRPr="00171408">
        <w:rPr>
          <w:lang w:val="kl-GL"/>
        </w:rPr>
        <w:t>,</w:t>
      </w:r>
      <w:r w:rsidRPr="00171408">
        <w:rPr>
          <w:lang w:val="kl-GL"/>
        </w:rPr>
        <w:t xml:space="preserve"> nalunaarutiginnittarneq pillugu malittarisassat allanngortinneqarnissaat, taamaalillutik Kalaallit Nunaanni sullivinni avatangiisit pillugit </w:t>
      </w:r>
      <w:r w:rsidRPr="00171408">
        <w:rPr>
          <w:lang w:val="kl-GL"/>
        </w:rPr>
        <w:lastRenderedPageBreak/>
        <w:t>inatsit malillugu nalunaarutiginninnermut malittarisassanut annertunerusumik assingulerlutik. Nalunaarutiginninnissamut pisussaaffik sulisitsisumut atuutiinnassaaq, inatsit malillugu isumannaarinissamut pisussaaffeqart</w:t>
      </w:r>
      <w:r w:rsidR="003D5E6C" w:rsidRPr="00171408">
        <w:rPr>
          <w:lang w:val="kl-GL"/>
        </w:rPr>
        <w:t>oq</w:t>
      </w:r>
      <w:r w:rsidRPr="00171408">
        <w:rPr>
          <w:lang w:val="kl-GL"/>
        </w:rPr>
        <w:t xml:space="preserve">. Allannguutit kingunerissavaat, </w:t>
      </w:r>
      <w:r w:rsidR="003D5E6C" w:rsidRPr="00171408">
        <w:rPr>
          <w:lang w:val="kl-GL"/>
        </w:rPr>
        <w:t xml:space="preserve">ajutoornerup kingunerisaanik </w:t>
      </w:r>
      <w:r w:rsidRPr="00171408">
        <w:rPr>
          <w:lang w:val="kl-GL"/>
        </w:rPr>
        <w:t>ulloq sulinngiffiusoq siulleq, piffissamut nalunaarutiginniffiusumut aalajangiisunngornissaa. Nakorsat aamma kigutit nakorsaasa inuussutissarsiornermi nappaatinik nalunaarutiginninnissamut pisussaaffiat inatsisissatut siunnersuutip sunniuteqarfigissanngilaa.</w:t>
      </w:r>
    </w:p>
    <w:p w14:paraId="209137D4" w14:textId="730F52D8" w:rsidR="00515200" w:rsidRPr="00171408" w:rsidRDefault="00253ABD">
      <w:pPr>
        <w:pStyle w:val="AT-Body"/>
        <w:spacing w:line="276" w:lineRule="auto"/>
        <w:rPr>
          <w:lang w:val="kl-GL"/>
        </w:rPr>
      </w:pPr>
      <w:r w:rsidRPr="00171408">
        <w:rPr>
          <w:lang w:val="kl-GL"/>
        </w:rPr>
        <w:t>Tamatuma saniatigut siunnersuutigineqarpoq taarsi</w:t>
      </w:r>
      <w:r w:rsidR="001E4EB4" w:rsidRPr="00171408">
        <w:rPr>
          <w:lang w:val="kl-GL"/>
        </w:rPr>
        <w:t>gassars</w:t>
      </w:r>
      <w:r w:rsidRPr="00171408">
        <w:rPr>
          <w:lang w:val="kl-GL"/>
        </w:rPr>
        <w:t xml:space="preserve">iat aningaasanngortinnerannut naleqqersuutit nutarterneqarnissaat, tamatuma kingorna </w:t>
      </w:r>
      <w:r w:rsidR="00BF1704" w:rsidRPr="00171408">
        <w:rPr>
          <w:lang w:val="kl-GL"/>
        </w:rPr>
        <w:t xml:space="preserve">taarsiissutaasut aningaasanngorlugit ataatsikkut tunniunneqassatillugit, </w:t>
      </w:r>
      <w:r w:rsidRPr="00171408">
        <w:rPr>
          <w:lang w:val="kl-GL"/>
        </w:rPr>
        <w:t>inuussutissarsiorsinn</w:t>
      </w:r>
      <w:r w:rsidR="006C1C76" w:rsidRPr="00171408">
        <w:rPr>
          <w:lang w:val="kl-GL"/>
        </w:rPr>
        <w:t>aanermik annaasaqarnermut</w:t>
      </w:r>
      <w:r w:rsidRPr="00171408">
        <w:rPr>
          <w:lang w:val="kl-GL"/>
        </w:rPr>
        <w:t xml:space="preserve"> taarsiiffigitinneq aamma pilersuisumik annaasaqarnermut taarsiiffigitinneq naatsorsorneqassallutik, (</w:t>
      </w:r>
      <w:r w:rsidR="008A0EE8" w:rsidRPr="00171408">
        <w:rPr>
          <w:lang w:val="kl-GL"/>
        </w:rPr>
        <w:t xml:space="preserve">ataasiartumik </w:t>
      </w:r>
      <w:r w:rsidRPr="00171408">
        <w:rPr>
          <w:lang w:val="kl-GL"/>
        </w:rPr>
        <w:t xml:space="preserve">aningaasanngorlugit), ingerlaavartumik </w:t>
      </w:r>
      <w:r w:rsidR="000333C6" w:rsidRPr="00171408">
        <w:rPr>
          <w:lang w:val="kl-GL"/>
        </w:rPr>
        <w:t>taarsiissutinut</w:t>
      </w:r>
      <w:r w:rsidRPr="00171408">
        <w:rPr>
          <w:lang w:val="kl-GL"/>
        </w:rPr>
        <w:t xml:space="preserve"> taarsiullugit. Ingerlaavartumik </w:t>
      </w:r>
      <w:r w:rsidR="007C55FB" w:rsidRPr="00171408">
        <w:rPr>
          <w:lang w:val="kl-GL"/>
        </w:rPr>
        <w:t>taar</w:t>
      </w:r>
      <w:r w:rsidR="00291CCC" w:rsidRPr="00171408">
        <w:rPr>
          <w:lang w:val="kl-GL"/>
        </w:rPr>
        <w:t>siis</w:t>
      </w:r>
      <w:r w:rsidR="007C55FB" w:rsidRPr="00171408">
        <w:rPr>
          <w:lang w:val="kl-GL"/>
        </w:rPr>
        <w:t>s</w:t>
      </w:r>
      <w:r w:rsidR="00291CCC" w:rsidRPr="00171408">
        <w:rPr>
          <w:lang w:val="kl-GL"/>
        </w:rPr>
        <w:t>u</w:t>
      </w:r>
      <w:r w:rsidR="007C55FB" w:rsidRPr="00171408">
        <w:rPr>
          <w:lang w:val="kl-GL"/>
        </w:rPr>
        <w:t>t</w:t>
      </w:r>
      <w:r w:rsidR="00291CCC" w:rsidRPr="00171408">
        <w:rPr>
          <w:lang w:val="kl-GL"/>
        </w:rPr>
        <w:t>it</w:t>
      </w:r>
      <w:r w:rsidR="007C55FB" w:rsidRPr="00171408">
        <w:rPr>
          <w:lang w:val="kl-GL"/>
        </w:rPr>
        <w:t xml:space="preserve"> </w:t>
      </w:r>
      <w:r w:rsidRPr="00171408">
        <w:rPr>
          <w:lang w:val="kl-GL"/>
        </w:rPr>
        <w:t xml:space="preserve">aningaasanngorlugit ataatsikkut tunniutassanngortinneqarnerat pillugu malittarisassat atuuttut malillugit, </w:t>
      </w:r>
      <w:r w:rsidR="00427798" w:rsidRPr="00171408">
        <w:rPr>
          <w:lang w:val="kl-GL"/>
        </w:rPr>
        <w:t>naleqqersuutit</w:t>
      </w:r>
      <w:r w:rsidRPr="00171408">
        <w:rPr>
          <w:lang w:val="kl-GL"/>
        </w:rPr>
        <w:t xml:space="preserve"> assigiinngitsut atorneqassapput. </w:t>
      </w:r>
      <w:r w:rsidR="00B160B0" w:rsidRPr="00171408">
        <w:rPr>
          <w:lang w:val="kl-GL"/>
        </w:rPr>
        <w:t>Naleqqersuutit</w:t>
      </w:r>
      <w:r w:rsidRPr="00171408">
        <w:rPr>
          <w:lang w:val="kl-GL"/>
        </w:rPr>
        <w:t xml:space="preserve"> arlallit nutaanngilipput aamma kinguneralugu, assigiimmik naleqarnissamik tunngavi</w:t>
      </w:r>
      <w:r w:rsidR="00DA56B4" w:rsidRPr="00171408">
        <w:rPr>
          <w:lang w:val="kl-GL"/>
        </w:rPr>
        <w:t>up</w:t>
      </w:r>
      <w:r w:rsidRPr="00171408">
        <w:rPr>
          <w:lang w:val="kl-GL"/>
        </w:rPr>
        <w:t xml:space="preserve">, </w:t>
      </w:r>
      <w:r w:rsidR="007C55FB" w:rsidRPr="00171408">
        <w:rPr>
          <w:lang w:val="kl-GL"/>
        </w:rPr>
        <w:t xml:space="preserve">taarsigassarsiat </w:t>
      </w:r>
      <w:r w:rsidRPr="00171408">
        <w:rPr>
          <w:lang w:val="kl-GL"/>
        </w:rPr>
        <w:t>ingerlaavartumik akilersorneqarnissaa</w:t>
      </w:r>
      <w:r w:rsidR="00DA56B4" w:rsidRPr="00171408">
        <w:rPr>
          <w:lang w:val="kl-GL"/>
        </w:rPr>
        <w:t>t</w:t>
      </w:r>
      <w:r w:rsidRPr="00171408">
        <w:rPr>
          <w:lang w:val="kl-GL"/>
        </w:rPr>
        <w:t xml:space="preserve"> imaluunniit ataasiartumik tamakkerlugit akilerneqarnissaa</w:t>
      </w:r>
      <w:r w:rsidR="00DA56B4" w:rsidRPr="00171408">
        <w:rPr>
          <w:lang w:val="kl-GL"/>
        </w:rPr>
        <w:t>t</w:t>
      </w:r>
      <w:r w:rsidRPr="00171408">
        <w:rPr>
          <w:lang w:val="kl-GL"/>
        </w:rPr>
        <w:t xml:space="preserve"> </w:t>
      </w:r>
      <w:r w:rsidR="00DA56B4" w:rsidRPr="00171408">
        <w:rPr>
          <w:lang w:val="kl-GL"/>
        </w:rPr>
        <w:t xml:space="preserve">apeqqutaatinnagu, </w:t>
      </w:r>
      <w:r w:rsidRPr="00171408">
        <w:rPr>
          <w:lang w:val="kl-GL"/>
        </w:rPr>
        <w:t xml:space="preserve">eqquutsinneqannginnera. </w:t>
      </w:r>
      <w:r w:rsidR="007D1768">
        <w:rPr>
          <w:lang w:val="kl-GL"/>
        </w:rPr>
        <w:t>T</w:t>
      </w:r>
      <w:r w:rsidR="007C55FB" w:rsidRPr="00171408">
        <w:rPr>
          <w:lang w:val="kl-GL"/>
        </w:rPr>
        <w:t>aarsigassarsiat aningaasanngortinnerannut naleqqersuutit</w:t>
      </w:r>
      <w:r w:rsidRPr="00171408">
        <w:rPr>
          <w:lang w:val="kl-GL"/>
        </w:rPr>
        <w:t xml:space="preserve"> nutarterneqarnissaan</w:t>
      </w:r>
      <w:r w:rsidR="00D30C17" w:rsidRPr="00171408">
        <w:rPr>
          <w:lang w:val="kl-GL"/>
        </w:rPr>
        <w:t>n</w:t>
      </w:r>
      <w:r w:rsidRPr="00171408">
        <w:rPr>
          <w:lang w:val="kl-GL"/>
        </w:rPr>
        <w:t xml:space="preserve">ut siunnersuutip </w:t>
      </w:r>
      <w:r w:rsidR="00D30C17" w:rsidRPr="00171408">
        <w:rPr>
          <w:lang w:val="kl-GL"/>
        </w:rPr>
        <w:t>qulakkiissavaa</w:t>
      </w:r>
      <w:r w:rsidRPr="00171408">
        <w:rPr>
          <w:lang w:val="kl-GL"/>
        </w:rPr>
        <w:t xml:space="preserve">, tamanna tunngavik </w:t>
      </w:r>
      <w:r w:rsidR="009D689B" w:rsidRPr="00171408">
        <w:rPr>
          <w:lang w:val="kl-GL"/>
        </w:rPr>
        <w:t>naleqqersuutit</w:t>
      </w:r>
      <w:r w:rsidRPr="00171408">
        <w:rPr>
          <w:lang w:val="kl-GL"/>
        </w:rPr>
        <w:t xml:space="preserve"> malissagaat, kiisalu ajoqusertut tamarmik taarsiiffigineqarnissaat naatsorsorneqassasoq pissutsinut atuuttunut naleqquttumik qaffasissusilimmik. Ilanngullugu siunnersuutigineqarput </w:t>
      </w:r>
      <w:r w:rsidR="00DF1032" w:rsidRPr="00171408">
        <w:rPr>
          <w:lang w:val="kl-GL"/>
        </w:rPr>
        <w:t xml:space="preserve">taarsigassarsiat aningaasanngortinnerannut naleqqersuutini </w:t>
      </w:r>
      <w:r w:rsidRPr="00171408">
        <w:rPr>
          <w:lang w:val="kl-GL"/>
        </w:rPr>
        <w:t xml:space="preserve">immikkuualuttut arlallit. Taamaalilluni </w:t>
      </w:r>
      <w:r w:rsidR="00DF1032" w:rsidRPr="00171408">
        <w:rPr>
          <w:lang w:val="kl-GL"/>
        </w:rPr>
        <w:t>taarsigassarsiat aningaasanngortinnerannut naleqqersuutit</w:t>
      </w:r>
      <w:r w:rsidRPr="00171408">
        <w:rPr>
          <w:lang w:val="kl-GL"/>
        </w:rPr>
        <w:t xml:space="preserve"> akinik nal</w:t>
      </w:r>
      <w:r w:rsidR="00D42500" w:rsidRPr="00171408">
        <w:rPr>
          <w:lang w:val="kl-GL"/>
        </w:rPr>
        <w:t>eqqu</w:t>
      </w:r>
      <w:r w:rsidRPr="00171408">
        <w:rPr>
          <w:lang w:val="kl-GL"/>
        </w:rPr>
        <w:t xml:space="preserve">ssaanermik ilaqassalluni, akinik aamma aningaasarsianik qaffaanerit nalinginnaasut kingunerisaannik. Malitsigisaanik </w:t>
      </w:r>
      <w:r w:rsidR="00A640A8" w:rsidRPr="00171408">
        <w:rPr>
          <w:lang w:val="kl-GL"/>
        </w:rPr>
        <w:t>atuutilersinne</w:t>
      </w:r>
      <w:r w:rsidRPr="00171408">
        <w:rPr>
          <w:lang w:val="kl-GL"/>
        </w:rPr>
        <w:t xml:space="preserve">qassaaq </w:t>
      </w:r>
      <w:r w:rsidR="00964C47" w:rsidRPr="00171408">
        <w:rPr>
          <w:lang w:val="kl-GL"/>
        </w:rPr>
        <w:t>taarsigassarsiat</w:t>
      </w:r>
      <w:r w:rsidRPr="00171408">
        <w:rPr>
          <w:lang w:val="kl-GL"/>
        </w:rPr>
        <w:t xml:space="preserve"> aningaasanngorlugit ataatsikkut tunniutassanngortitanut akileraarut, akileraarut taanna </w:t>
      </w:r>
      <w:r w:rsidR="00964C47" w:rsidRPr="00171408">
        <w:rPr>
          <w:lang w:val="kl-GL"/>
        </w:rPr>
        <w:t xml:space="preserve">taarsigassarsianut </w:t>
      </w:r>
      <w:r w:rsidRPr="00171408">
        <w:rPr>
          <w:lang w:val="kl-GL"/>
        </w:rPr>
        <w:t xml:space="preserve">ukiumut ingerlaavartunut ilanngaatigineqartoq naapertorlugu. Taamaaqataanik </w:t>
      </w:r>
      <w:r w:rsidR="004A4355" w:rsidRPr="00171408">
        <w:rPr>
          <w:lang w:val="kl-GL"/>
        </w:rPr>
        <w:t>pigisanit pissarsiat</w:t>
      </w:r>
      <w:r w:rsidRPr="00171408">
        <w:rPr>
          <w:lang w:val="kl-GL"/>
        </w:rPr>
        <w:t xml:space="preserve"> ilanngaatigineqassa</w:t>
      </w:r>
      <w:r w:rsidR="00353EAB" w:rsidRPr="00171408">
        <w:rPr>
          <w:lang w:val="kl-GL"/>
        </w:rPr>
        <w:t>pput</w:t>
      </w:r>
      <w:r w:rsidRPr="00171408">
        <w:rPr>
          <w:lang w:val="kl-GL"/>
        </w:rPr>
        <w:t>, aningaasanngorlugit ataatsikkut tunniussilluni (aningaasanngorlugit) taarsiissuteqarnermi anguneqarsinnaasutut nalilerneqartunik.</w:t>
      </w:r>
    </w:p>
    <w:p w14:paraId="7E178399" w14:textId="49EABA1F" w:rsidR="00515200" w:rsidRPr="00171408" w:rsidRDefault="00BF5C89">
      <w:pPr>
        <w:pStyle w:val="AT-Body"/>
        <w:spacing w:line="276" w:lineRule="auto"/>
        <w:rPr>
          <w:lang w:val="kl-GL"/>
        </w:rPr>
      </w:pPr>
      <w:r w:rsidRPr="00171408">
        <w:rPr>
          <w:lang w:val="kl-GL"/>
        </w:rPr>
        <w:t>Ilanngullugu</w:t>
      </w:r>
      <w:r w:rsidR="000E4DBB" w:rsidRPr="00171408">
        <w:rPr>
          <w:lang w:val="kl-GL"/>
        </w:rPr>
        <w:t xml:space="preserve"> siunnersuutigineqarpoq, ajutoornermut sillimmasiisarfinnut Garantifondeni sulinermi ajutoornermut sillimmasiinernik </w:t>
      </w:r>
      <w:r w:rsidR="00E21D71" w:rsidRPr="00171408">
        <w:rPr>
          <w:lang w:val="kl-GL"/>
        </w:rPr>
        <w:t>allaffissorner</w:t>
      </w:r>
      <w:r w:rsidR="006D2D1A" w:rsidRPr="00171408">
        <w:rPr>
          <w:lang w:val="kl-GL"/>
        </w:rPr>
        <w:t>mik ingerlatsilissasoq</w:t>
      </w:r>
      <w:r w:rsidR="000E4DBB" w:rsidRPr="00171408">
        <w:rPr>
          <w:lang w:val="kl-GL"/>
        </w:rPr>
        <w:t>, ima pisoqartillugu, sillimmasiisarfik sulinermi ajutoornermut sillimmasiinernik ingerlatsinissamut akuersissummik arsaarneqar</w:t>
      </w:r>
      <w:r w:rsidR="00F25F50" w:rsidRPr="00171408">
        <w:rPr>
          <w:lang w:val="kl-GL"/>
        </w:rPr>
        <w:t>pat</w:t>
      </w:r>
      <w:r w:rsidR="000E4DBB" w:rsidRPr="00171408">
        <w:rPr>
          <w:lang w:val="kl-GL"/>
        </w:rPr>
        <w:t>. Malittarisassat atuuttut malillugit taamatut pisoqarpat Arbejdsmarkedets Erhvervssikringip sulinermi ajutoornermut sillimmasiinernik tigusisu</w:t>
      </w:r>
      <w:r w:rsidR="005A0BBB" w:rsidRPr="00171408">
        <w:rPr>
          <w:lang w:val="kl-GL"/>
        </w:rPr>
        <w:t>ssaavoq</w:t>
      </w:r>
      <w:r w:rsidR="000E4DBB" w:rsidRPr="00171408">
        <w:rPr>
          <w:lang w:val="kl-GL"/>
        </w:rPr>
        <w:t xml:space="preserve">. Ajutoornermut sillimmasiisarfinnut Garantifondeni misilittagaqarpoq sillimmasertunik aamma </w:t>
      </w:r>
      <w:r w:rsidR="004C43AB" w:rsidRPr="00171408">
        <w:rPr>
          <w:lang w:val="kl-GL"/>
        </w:rPr>
        <w:t>isumannaartunik</w:t>
      </w:r>
      <w:r w:rsidR="000E4DBB" w:rsidRPr="00171408">
        <w:rPr>
          <w:lang w:val="kl-GL"/>
        </w:rPr>
        <w:t xml:space="preserve"> isumaginninnermik pisuni, ajoqusernermut sillimmasiisarfiit sillimmasiisarfittut ingerlatsinissamut akuersissutaannik arsaarinni</w:t>
      </w:r>
      <w:r w:rsidR="008C1025" w:rsidRPr="00171408">
        <w:rPr>
          <w:lang w:val="kl-GL"/>
        </w:rPr>
        <w:t>ttoqartillugu</w:t>
      </w:r>
      <w:r w:rsidR="000E4DBB" w:rsidRPr="00171408">
        <w:rPr>
          <w:lang w:val="kl-GL"/>
        </w:rPr>
        <w:t xml:space="preserve">. Arbejdsmarkedets Erhvervssikringip tamanna annertoqataanik misilittagaqarfiginngilaa. Siunnersuutikkut </w:t>
      </w:r>
      <w:r w:rsidR="000E3B9F" w:rsidRPr="00171408">
        <w:rPr>
          <w:lang w:val="kl-GL"/>
        </w:rPr>
        <w:t>qulakkeer</w:t>
      </w:r>
      <w:r w:rsidR="000E4DBB" w:rsidRPr="00171408">
        <w:rPr>
          <w:lang w:val="kl-GL"/>
        </w:rPr>
        <w:t>neqa</w:t>
      </w:r>
      <w:r w:rsidR="000E3B9F" w:rsidRPr="00171408">
        <w:rPr>
          <w:lang w:val="kl-GL"/>
        </w:rPr>
        <w:t>ssaa</w:t>
      </w:r>
      <w:r w:rsidR="000E4DBB" w:rsidRPr="00171408">
        <w:rPr>
          <w:lang w:val="kl-GL"/>
        </w:rPr>
        <w:t>q, Arbejdsmarkedets Erhvervssikringip qitiusumik suliassaminik ingerlatsisinnaa</w:t>
      </w:r>
      <w:r w:rsidR="003A42E7" w:rsidRPr="00171408">
        <w:rPr>
          <w:lang w:val="kl-GL"/>
        </w:rPr>
        <w:t>ler</w:t>
      </w:r>
      <w:r w:rsidR="000E4DBB" w:rsidRPr="00171408">
        <w:rPr>
          <w:lang w:val="kl-GL"/>
        </w:rPr>
        <w:t xml:space="preserve">nera, tassaasoq sulinermi ajoquserneq pillugu inatsit malillugu </w:t>
      </w:r>
      <w:r w:rsidR="0060606D" w:rsidRPr="00171408">
        <w:rPr>
          <w:lang w:val="kl-GL"/>
        </w:rPr>
        <w:t xml:space="preserve">arlaannaannulluunniit attuumassuteqanngitsumik aamma eqqortunik </w:t>
      </w:r>
      <w:r w:rsidR="000E4DBB" w:rsidRPr="00171408">
        <w:rPr>
          <w:lang w:val="kl-GL"/>
        </w:rPr>
        <w:t>aalajangiinernik.</w:t>
      </w:r>
    </w:p>
    <w:p w14:paraId="67207EA3" w14:textId="6A27796A" w:rsidR="00515200" w:rsidRPr="00171408" w:rsidRDefault="00B06932">
      <w:pPr>
        <w:pStyle w:val="AT-Body"/>
        <w:spacing w:line="276" w:lineRule="auto"/>
        <w:rPr>
          <w:lang w:val="kl-GL"/>
        </w:rPr>
      </w:pPr>
      <w:r w:rsidRPr="00171408">
        <w:rPr>
          <w:lang w:val="kl-GL"/>
        </w:rPr>
        <w:t>Suliassaqartitsinermut ministeqarfik aamma Namminersorlutik Oqartussat aamma siunnersuuteqarput, sulinermi ajoquserneq pillugu suliani akiliisitsinissamut piumasaqarsinnaaneq pillugu aalajangersakkamik atuutilersitsisoqassasoq, tunisassiap ajoquteqarnera pissutigalugu, taamaalilluni tunisassiortumut imaluunniit akunnermiliuttutut niuertumut, tunisassianut akisussaaneq pillugu malittarisassat malillugit taarsiinissamut akisussaaffeqartumut akiliisitsinissamut piumasaqarneq periarfissaalerluni. Kalaallit Nunaanni sulinermi ajoqusernermut isumannaarineq pillugu inatsit malillugu Arbejdsmarkedets Erhvervssikringip maannamut suliat ingerlattarpai aamma taar</w:t>
      </w:r>
      <w:r w:rsidR="003801B6" w:rsidRPr="00171408">
        <w:rPr>
          <w:lang w:val="kl-GL"/>
        </w:rPr>
        <w:t>siissuteqarnissaq</w:t>
      </w:r>
      <w:r w:rsidRPr="00171408">
        <w:rPr>
          <w:lang w:val="kl-GL"/>
        </w:rPr>
        <w:t xml:space="preserve"> pillugu aalajangiisarluni. Siunnersuutikkut </w:t>
      </w:r>
      <w:r w:rsidRPr="00171408">
        <w:rPr>
          <w:lang w:val="kl-GL"/>
        </w:rPr>
        <w:lastRenderedPageBreak/>
        <w:t>qulakkeerneqassaaq, Kalaallit Nunaanni sulinermi ajoqusernermut isumannaarineq pillugu inatsit malillugu tunisassiortumut imaluunniit akunnermiliuttutut niuertumut, tunisassianut akisussaaneq pillugu malittarisassat malillugit taarsiinissamut akisussaaffeqartumut, taarsiiffiginninnermut aningaasartuutinut tunngatillugu sulinermi ajoqusernermut silimmasiisarfiit, suliffeqarfiit imminnut sillimmasersimasut aamma Arbejdsmarkedets Erhvervssikringi akiliisitsinissamut piumasaqarsinnaa</w:t>
      </w:r>
      <w:r w:rsidR="00E77969" w:rsidRPr="00171408">
        <w:rPr>
          <w:lang w:val="kl-GL"/>
        </w:rPr>
        <w:t>lernerat</w:t>
      </w:r>
      <w:r w:rsidRPr="00171408">
        <w:rPr>
          <w:lang w:val="kl-GL"/>
        </w:rPr>
        <w:t>.</w:t>
      </w:r>
    </w:p>
    <w:p w14:paraId="64A72F5E" w14:textId="4560D0C9" w:rsidR="00515200" w:rsidRPr="00171408" w:rsidRDefault="005B4CF0">
      <w:pPr>
        <w:pStyle w:val="AT-Body"/>
        <w:spacing w:line="276" w:lineRule="auto"/>
        <w:rPr>
          <w:lang w:val="kl-GL"/>
        </w:rPr>
      </w:pPr>
      <w:r w:rsidRPr="00171408">
        <w:rPr>
          <w:lang w:val="kl-GL"/>
        </w:rPr>
        <w:t xml:space="preserve">Tamatuma saniatigut siunnersuutigineqarput allannguinerit arlallit pingaartumik teknikkimut tunngasut, sulinermi ajoqusernerit pillugit oqartussaqarfinni </w:t>
      </w:r>
      <w:r w:rsidR="007B5B77" w:rsidRPr="00171408">
        <w:rPr>
          <w:lang w:val="kl-GL"/>
        </w:rPr>
        <w:t>sulia</w:t>
      </w:r>
      <w:r w:rsidR="00C9672F" w:rsidRPr="00171408">
        <w:rPr>
          <w:lang w:val="kl-GL"/>
        </w:rPr>
        <w:t>ssat</w:t>
      </w:r>
      <w:r w:rsidR="007B5B77" w:rsidRPr="00171408">
        <w:rPr>
          <w:lang w:val="kl-GL"/>
        </w:rPr>
        <w:t xml:space="preserve"> </w:t>
      </w:r>
      <w:r w:rsidR="00C9672F" w:rsidRPr="00171408">
        <w:rPr>
          <w:lang w:val="kl-GL"/>
        </w:rPr>
        <w:t>suliarineqartarnerat</w:t>
      </w:r>
      <w:r w:rsidRPr="00171408">
        <w:rPr>
          <w:lang w:val="kl-GL"/>
        </w:rPr>
        <w:t xml:space="preserve"> pisariillisakkat ik</w:t>
      </w:r>
      <w:r w:rsidR="00577817" w:rsidRPr="00171408">
        <w:rPr>
          <w:lang w:val="kl-GL"/>
        </w:rPr>
        <w:t>orfartornissaannik</w:t>
      </w:r>
      <w:r w:rsidRPr="00171408">
        <w:rPr>
          <w:lang w:val="kl-GL"/>
        </w:rPr>
        <w:t xml:space="preserve"> siunertaqartut, aamma siunnersuutit allat, sulinermi ajoqusernernut tunngatillugu aaqqissuuss</w:t>
      </w:r>
      <w:r w:rsidR="000406AA" w:rsidRPr="00171408">
        <w:rPr>
          <w:lang w:val="kl-GL"/>
        </w:rPr>
        <w:t>a</w:t>
      </w:r>
      <w:r w:rsidRPr="00171408">
        <w:rPr>
          <w:lang w:val="kl-GL"/>
        </w:rPr>
        <w:t>mik immikkoortu</w:t>
      </w:r>
      <w:r w:rsidR="000406AA" w:rsidRPr="00171408">
        <w:rPr>
          <w:lang w:val="kl-GL"/>
        </w:rPr>
        <w:t>nik</w:t>
      </w:r>
      <w:r w:rsidRPr="00171408">
        <w:rPr>
          <w:lang w:val="kl-GL"/>
        </w:rPr>
        <w:t xml:space="preserve"> arlali</w:t>
      </w:r>
      <w:r w:rsidR="000406AA" w:rsidRPr="00171408">
        <w:rPr>
          <w:lang w:val="kl-GL"/>
        </w:rPr>
        <w:t>nnik</w:t>
      </w:r>
      <w:r w:rsidRPr="00171408">
        <w:rPr>
          <w:lang w:val="kl-GL"/>
        </w:rPr>
        <w:t xml:space="preserve"> nutarterisut, ullumikkut malittarisassat naleqqukkunnaarmata, imaluunniit suleriaaseq inatsisip siunertaanut naapertuutinngitsumik ineriartorsimammat.</w:t>
      </w:r>
    </w:p>
    <w:p w14:paraId="7CD12886" w14:textId="39EC6484" w:rsidR="00515200" w:rsidRPr="00171408" w:rsidRDefault="00951E65">
      <w:pPr>
        <w:pStyle w:val="AT-Body"/>
        <w:spacing w:line="276" w:lineRule="auto"/>
        <w:rPr>
          <w:lang w:val="kl-GL"/>
        </w:rPr>
      </w:pPr>
      <w:r w:rsidRPr="00171408">
        <w:rPr>
          <w:lang w:val="kl-GL"/>
        </w:rPr>
        <w:t>Taamaalilluni inatsisissatut siunnersuut aaqqissuussamik eqaannerusumik sunniuteqassaaq, sulianik ingerlatsineq piviusumut</w:t>
      </w:r>
      <w:r w:rsidR="00E81007" w:rsidRPr="00171408">
        <w:rPr>
          <w:lang w:val="kl-GL"/>
        </w:rPr>
        <w:t>,</w:t>
      </w:r>
      <w:r w:rsidRPr="00171408">
        <w:rPr>
          <w:lang w:val="kl-GL"/>
        </w:rPr>
        <w:t xml:space="preserve"> </w:t>
      </w:r>
      <w:r w:rsidR="00E81007" w:rsidRPr="00171408">
        <w:rPr>
          <w:lang w:val="kl-GL"/>
        </w:rPr>
        <w:t xml:space="preserve">ullumikkut suliffeqarnermi inuiaqatigiinnilu atugaasumut, </w:t>
      </w:r>
      <w:r w:rsidRPr="00171408">
        <w:rPr>
          <w:lang w:val="kl-GL"/>
        </w:rPr>
        <w:t>naapertuunnerussalluni.</w:t>
      </w:r>
    </w:p>
    <w:p w14:paraId="478457C3" w14:textId="77777777" w:rsidR="00E17D1E" w:rsidRPr="00171408" w:rsidRDefault="00E17D1E">
      <w:pPr>
        <w:pStyle w:val="AT-Body"/>
        <w:spacing w:line="276" w:lineRule="auto"/>
        <w:rPr>
          <w:lang w:val="kl-GL"/>
        </w:rPr>
      </w:pPr>
    </w:p>
    <w:p w14:paraId="7F0C94C9" w14:textId="77777777" w:rsidR="00515200" w:rsidRPr="00171408" w:rsidRDefault="00CE02F1">
      <w:pPr>
        <w:pStyle w:val="AT-Body"/>
        <w:spacing w:line="276" w:lineRule="auto"/>
        <w:rPr>
          <w:lang w:val="kl-GL"/>
        </w:rPr>
      </w:pPr>
      <w:r w:rsidRPr="00171408">
        <w:rPr>
          <w:b/>
          <w:lang w:val="kl-GL"/>
        </w:rPr>
        <w:t>2. Inatsisissatut siunnersuutip immikkoortui pingaarnerit</w:t>
      </w:r>
    </w:p>
    <w:p w14:paraId="20B4E9D1" w14:textId="108EC2B2" w:rsidR="00515200" w:rsidRPr="00171408" w:rsidRDefault="00CE02F1">
      <w:pPr>
        <w:pStyle w:val="AT-Body"/>
        <w:spacing w:line="276" w:lineRule="auto"/>
        <w:rPr>
          <w:lang w:val="kl-GL"/>
        </w:rPr>
      </w:pPr>
      <w:r w:rsidRPr="00171408">
        <w:rPr>
          <w:b/>
          <w:lang w:val="kl-GL"/>
        </w:rPr>
        <w:t>2.1. Suli</w:t>
      </w:r>
      <w:r w:rsidR="00106106" w:rsidRPr="00171408">
        <w:rPr>
          <w:b/>
          <w:lang w:val="kl-GL"/>
        </w:rPr>
        <w:t>nermi</w:t>
      </w:r>
      <w:r w:rsidRPr="00171408">
        <w:rPr>
          <w:b/>
          <w:lang w:val="kl-GL"/>
        </w:rPr>
        <w:t xml:space="preserve"> ajutoornerit pineqartillugit akuersaarnissamut apeqqummik nalilersuineq oqinnerusoq</w:t>
      </w:r>
    </w:p>
    <w:p w14:paraId="577AC812" w14:textId="1250EA96" w:rsidR="00515200" w:rsidRPr="00171408" w:rsidRDefault="00CE02F1">
      <w:pPr>
        <w:pStyle w:val="AT-Body"/>
        <w:spacing w:line="276" w:lineRule="auto"/>
        <w:rPr>
          <w:lang w:val="kl-GL"/>
        </w:rPr>
      </w:pPr>
      <w:r w:rsidRPr="00171408">
        <w:rPr>
          <w:i/>
          <w:lang w:val="kl-GL"/>
        </w:rPr>
        <w:t>2.1.1. Inatsisit atuuttut</w:t>
      </w:r>
      <w:r w:rsidRPr="00171408">
        <w:rPr>
          <w:lang w:val="kl-GL"/>
        </w:rPr>
        <w:br/>
        <w:t xml:space="preserve">Kalaallit Nunaanni </w:t>
      </w:r>
      <w:r w:rsidR="004A4E68" w:rsidRPr="00171408">
        <w:rPr>
          <w:lang w:val="kl-GL"/>
        </w:rPr>
        <w:t xml:space="preserve">sulinermi </w:t>
      </w:r>
      <w:r w:rsidRPr="00171408">
        <w:rPr>
          <w:lang w:val="kl-GL"/>
        </w:rPr>
        <w:t xml:space="preserve">ajoqusernermut isumannaarineq pillugu inatsimmi ajutoornermik taaguut Kalaallit Nunaanni </w:t>
      </w:r>
      <w:r w:rsidR="004A4E68" w:rsidRPr="00171408">
        <w:rPr>
          <w:lang w:val="kl-GL"/>
        </w:rPr>
        <w:t xml:space="preserve">sulinermi </w:t>
      </w:r>
      <w:r w:rsidRPr="00171408">
        <w:rPr>
          <w:lang w:val="kl-GL"/>
        </w:rPr>
        <w:t xml:space="preserve">ajoqusernermut isumannaarineq pillugu inatsimmi § 6-imi allaqqavoq, tak. </w:t>
      </w:r>
      <w:r w:rsidR="004A4E68" w:rsidRPr="00171408">
        <w:rPr>
          <w:lang w:val="kl-GL"/>
        </w:rPr>
        <w:t xml:space="preserve">inatsimmik </w:t>
      </w:r>
      <w:r w:rsidRPr="00171408">
        <w:rPr>
          <w:lang w:val="kl-GL"/>
        </w:rPr>
        <w:t xml:space="preserve">nalunaarut nr. 75, 16. januar 2017-imeersoq. Ajutoornermik taaguutip assigeqqissaarpaa taanna ajutoornermik taaguut </w:t>
      </w:r>
      <w:r w:rsidR="004A4E68" w:rsidRPr="00171408">
        <w:rPr>
          <w:lang w:val="kl-GL"/>
        </w:rPr>
        <w:t xml:space="preserve">sulinermi </w:t>
      </w:r>
      <w:r w:rsidRPr="00171408">
        <w:rPr>
          <w:lang w:val="kl-GL"/>
        </w:rPr>
        <w:t>ajoqusernermut isumannaarineq pillugu inatsimmut ulloq 1. januar 2004 eqqunneqartoq.</w:t>
      </w:r>
    </w:p>
    <w:p w14:paraId="1C5A4FE1" w14:textId="39D747E6" w:rsidR="00515200" w:rsidRPr="00171408" w:rsidRDefault="00CE02F1">
      <w:pPr>
        <w:pStyle w:val="AT-Body"/>
        <w:spacing w:line="276" w:lineRule="auto"/>
        <w:rPr>
          <w:lang w:val="kl-GL"/>
        </w:rPr>
      </w:pPr>
      <w:r w:rsidRPr="00171408">
        <w:rPr>
          <w:lang w:val="kl-GL"/>
        </w:rPr>
        <w:t xml:space="preserve">Ajutoornermik taaguutip atuuttup siunertarivaa </w:t>
      </w:r>
      <w:r w:rsidR="005E054B" w:rsidRPr="00171408">
        <w:rPr>
          <w:lang w:val="kl-GL"/>
        </w:rPr>
        <w:t>ilaatigut pisariinneru</w:t>
      </w:r>
      <w:r w:rsidRPr="00171408">
        <w:rPr>
          <w:lang w:val="kl-GL"/>
        </w:rPr>
        <w:t xml:space="preserve">lersitsineq, ajutoornermik taaguut malillugu </w:t>
      </w:r>
      <w:r w:rsidR="005E054B" w:rsidRPr="00171408">
        <w:rPr>
          <w:lang w:val="kl-GL"/>
        </w:rPr>
        <w:t xml:space="preserve">ajoqusernermut nalunaarutigineqartumut </w:t>
      </w:r>
      <w:r w:rsidRPr="00171408">
        <w:rPr>
          <w:lang w:val="kl-GL"/>
        </w:rPr>
        <w:t>nakorsaqarnikkut annertunngitsunik piumasaqaateqartoqartussaammat, aamma anniaatit qaangiuttussat, tarnikkut ersiutit il.il. taassuminnga piumasaqaammik naammassinnittussaassammata.</w:t>
      </w:r>
    </w:p>
    <w:p w14:paraId="38784D0B" w14:textId="77F043A5" w:rsidR="00F37F0F" w:rsidRPr="00171408" w:rsidRDefault="00CE02F1">
      <w:pPr>
        <w:pStyle w:val="AT-Body"/>
        <w:spacing w:line="276" w:lineRule="auto"/>
        <w:rPr>
          <w:lang w:val="kl-GL"/>
        </w:rPr>
      </w:pPr>
      <w:r w:rsidRPr="00171408">
        <w:rPr>
          <w:lang w:val="kl-GL"/>
        </w:rPr>
        <w:t xml:space="preserve">Ajutoornermik taaguummut atuuttumut aallaqqaammut siunertarineqartoq malillugu ajoqusernerit tamarmik, </w:t>
      </w:r>
      <w:r w:rsidR="00D74EF5" w:rsidRPr="00171408">
        <w:rPr>
          <w:lang w:val="kl-GL"/>
        </w:rPr>
        <w:t xml:space="preserve">ajutoornermik </w:t>
      </w:r>
      <w:r w:rsidRPr="00171408">
        <w:rPr>
          <w:lang w:val="kl-GL"/>
        </w:rPr>
        <w:t>taaguummut 1. januar 2004 sioqqullugu atuuttumut</w:t>
      </w:r>
      <w:r w:rsidR="005021C3" w:rsidRPr="00171408">
        <w:rPr>
          <w:lang w:val="kl-GL"/>
        </w:rPr>
        <w:t>, ilaatinneqarput</w:t>
      </w:r>
      <w:r w:rsidRPr="00171408">
        <w:rPr>
          <w:lang w:val="kl-GL"/>
        </w:rPr>
        <w:t xml:space="preserve">. Ajutoornermik taaguut atuuttoq </w:t>
      </w:r>
      <w:r w:rsidR="004C2BCE" w:rsidRPr="00171408">
        <w:rPr>
          <w:lang w:val="kl-GL"/>
        </w:rPr>
        <w:t xml:space="preserve">ajutoornerit ilaat akuersaarneqarnissaannut </w:t>
      </w:r>
      <w:r w:rsidRPr="00171408">
        <w:rPr>
          <w:lang w:val="kl-GL"/>
        </w:rPr>
        <w:t xml:space="preserve">aamma periarfissiivoq, </w:t>
      </w:r>
      <w:r w:rsidR="00365AD0" w:rsidRPr="00171408">
        <w:rPr>
          <w:lang w:val="kl-GL"/>
        </w:rPr>
        <w:t xml:space="preserve">siornatigut suleriaaseq malillugu </w:t>
      </w:r>
      <w:r w:rsidR="00E5694A" w:rsidRPr="00171408">
        <w:rPr>
          <w:lang w:val="kl-GL"/>
        </w:rPr>
        <w:t xml:space="preserve">1. januar 2004 sioqqullugu </w:t>
      </w:r>
      <w:r w:rsidR="00365AD0" w:rsidRPr="00171408">
        <w:rPr>
          <w:lang w:val="kl-GL"/>
        </w:rPr>
        <w:t>akuersaarneqarsinnaanngitsut ajutoornermik taaguummut tunngatillugu</w:t>
      </w:r>
      <w:r w:rsidRPr="00171408">
        <w:rPr>
          <w:lang w:val="kl-GL"/>
        </w:rPr>
        <w:t xml:space="preserve">. </w:t>
      </w:r>
    </w:p>
    <w:p w14:paraId="2A4561AE" w14:textId="2231029F" w:rsidR="00F37F0F" w:rsidRPr="00171408" w:rsidRDefault="00F37F0F" w:rsidP="00544685">
      <w:pPr>
        <w:pStyle w:val="AT-Body"/>
        <w:spacing w:line="276" w:lineRule="auto"/>
        <w:rPr>
          <w:lang w:val="kl-GL"/>
        </w:rPr>
      </w:pPr>
      <w:r w:rsidRPr="00171408">
        <w:rPr>
          <w:lang w:val="kl-GL"/>
        </w:rPr>
        <w:t xml:space="preserve">Peqatigalugu naqissuserneqarpoq, paasissutissat pigineqartut </w:t>
      </w:r>
      <w:r w:rsidR="008E5545" w:rsidRPr="00171408">
        <w:rPr>
          <w:lang w:val="kl-GL"/>
        </w:rPr>
        <w:t xml:space="preserve">malillugit uppernarsaasiinermut tunngatillugu naliliinermik suli ingerlatsisoqartariaqartoq, kiisalu </w:t>
      </w:r>
      <w:r w:rsidR="008D429D" w:rsidRPr="00171408">
        <w:rPr>
          <w:lang w:val="kl-GL"/>
        </w:rPr>
        <w:t>pisup imaluunniit sunniutaasup inuu</w:t>
      </w:r>
      <w:r w:rsidR="00C26713" w:rsidRPr="00171408">
        <w:rPr>
          <w:lang w:val="kl-GL"/>
        </w:rPr>
        <w:t>l</w:t>
      </w:r>
      <w:r w:rsidR="008D429D" w:rsidRPr="00171408">
        <w:rPr>
          <w:lang w:val="kl-GL"/>
        </w:rPr>
        <w:t xml:space="preserve">lu ajoqusernerata akornanni pissutaasut ataqatigiissinnaanerannik </w:t>
      </w:r>
      <w:r w:rsidR="008E5545" w:rsidRPr="00171408">
        <w:rPr>
          <w:lang w:val="kl-GL"/>
        </w:rPr>
        <w:t>inatsisitigut nakorsamiillu naliliiffigineqarluni</w:t>
      </w:r>
      <w:r w:rsidR="005567A5" w:rsidRPr="00171408">
        <w:rPr>
          <w:lang w:val="kl-GL"/>
        </w:rPr>
        <w:t xml:space="preserve">, tassunga ilanngullugu pisoq imaluunniit sunniutaasoq inuup ajoquserneranut </w:t>
      </w:r>
      <w:r w:rsidR="00544685" w:rsidRPr="00171408">
        <w:rPr>
          <w:lang w:val="kl-GL"/>
        </w:rPr>
        <w:t xml:space="preserve">pineqartummut naleqquttumik </w:t>
      </w:r>
      <w:r w:rsidR="005567A5" w:rsidRPr="00171408">
        <w:rPr>
          <w:lang w:val="kl-GL"/>
        </w:rPr>
        <w:t>pissutaanersoq</w:t>
      </w:r>
      <w:r w:rsidRPr="00171408">
        <w:rPr>
          <w:lang w:val="kl-GL"/>
        </w:rPr>
        <w:t>.</w:t>
      </w:r>
    </w:p>
    <w:p w14:paraId="1A28B6B4" w14:textId="2F8C2049" w:rsidR="00544685" w:rsidRPr="00171408" w:rsidRDefault="00544685" w:rsidP="00F37F0F">
      <w:pPr>
        <w:pStyle w:val="AT-Body"/>
        <w:spacing w:line="276" w:lineRule="auto"/>
        <w:rPr>
          <w:lang w:val="kl-GL"/>
        </w:rPr>
      </w:pPr>
      <w:r w:rsidRPr="00171408">
        <w:rPr>
          <w:lang w:val="kl-GL"/>
        </w:rPr>
        <w:t xml:space="preserve">Taamaalilluni </w:t>
      </w:r>
      <w:r w:rsidR="0073438F" w:rsidRPr="00171408">
        <w:rPr>
          <w:lang w:val="kl-GL"/>
        </w:rPr>
        <w:t xml:space="preserve">ersarippoq </w:t>
      </w:r>
      <w:r w:rsidRPr="00171408">
        <w:rPr>
          <w:lang w:val="kl-GL"/>
        </w:rPr>
        <w:t>inatsisiliortup siunert</w:t>
      </w:r>
      <w:r w:rsidR="0073438F" w:rsidRPr="00171408">
        <w:rPr>
          <w:lang w:val="kl-GL"/>
        </w:rPr>
        <w:t xml:space="preserve">aringaa, </w:t>
      </w:r>
      <w:r w:rsidR="00C26713" w:rsidRPr="00171408">
        <w:rPr>
          <w:lang w:val="kl-GL"/>
        </w:rPr>
        <w:t>pisup imaluunniit sunniutaasup inuullu ajoqusernerata akornanni pissutaasut ataqatigiissinnaanerat uppernarsineqarsinnaa</w:t>
      </w:r>
      <w:r w:rsidR="004B27B6" w:rsidRPr="00171408">
        <w:rPr>
          <w:lang w:val="kl-GL"/>
        </w:rPr>
        <w:t xml:space="preserve">ppat, sulinermi ajutoornerusoq pillugu naliliiniarnermut </w:t>
      </w:r>
      <w:r w:rsidR="003E79C5" w:rsidRPr="00171408">
        <w:rPr>
          <w:lang w:val="kl-GL"/>
        </w:rPr>
        <w:t>annertunngitsumik piumasaqaateqartoqassasoq.</w:t>
      </w:r>
    </w:p>
    <w:p w14:paraId="4F3603E9" w14:textId="123E819B" w:rsidR="00515200" w:rsidRPr="00171408" w:rsidRDefault="00BE1F25" w:rsidP="00F02F9B">
      <w:pPr>
        <w:pStyle w:val="AT-Body"/>
        <w:spacing w:line="276" w:lineRule="auto"/>
        <w:rPr>
          <w:lang w:val="kl-GL"/>
        </w:rPr>
      </w:pPr>
      <w:r w:rsidRPr="00171408">
        <w:rPr>
          <w:lang w:val="kl-GL"/>
        </w:rPr>
        <w:lastRenderedPageBreak/>
        <w:t xml:space="preserve">Ajutoornermut </w:t>
      </w:r>
      <w:r w:rsidR="00152A90" w:rsidRPr="00171408">
        <w:rPr>
          <w:lang w:val="kl-GL"/>
        </w:rPr>
        <w:t xml:space="preserve">taaguummi maannakkut atuuttumi </w:t>
      </w:r>
      <w:r w:rsidR="008231BA" w:rsidRPr="00171408">
        <w:rPr>
          <w:lang w:val="kl-GL"/>
        </w:rPr>
        <w:t xml:space="preserve">siornatigut </w:t>
      </w:r>
      <w:r w:rsidR="00152A90" w:rsidRPr="00171408">
        <w:rPr>
          <w:lang w:val="kl-GL"/>
        </w:rPr>
        <w:t xml:space="preserve">ajoqusernernut marlunnut taaguutit </w:t>
      </w:r>
      <w:r w:rsidR="008231BA" w:rsidRPr="00171408">
        <w:rPr>
          <w:lang w:val="kl-GL"/>
        </w:rPr>
        <w:t>ilaatinneqarput; sivikitsumik ajoquserluni sunniut</w:t>
      </w:r>
      <w:r w:rsidR="00F02F9B" w:rsidRPr="00171408">
        <w:rPr>
          <w:lang w:val="kl-GL"/>
        </w:rPr>
        <w:t xml:space="preserve"> annerpaamik ulluni tallimani sivisussuseqartoq aamma kivitsinermi tassanngaannartumik ajoqusernerit</w:t>
      </w:r>
      <w:r w:rsidR="00AA2098" w:rsidRPr="00171408">
        <w:rPr>
          <w:lang w:val="kl-GL"/>
        </w:rPr>
        <w:t>.</w:t>
      </w:r>
    </w:p>
    <w:p w14:paraId="6640D94F" w14:textId="79897FC0" w:rsidR="00515200" w:rsidRPr="00171408" w:rsidRDefault="00CE02F1">
      <w:pPr>
        <w:pStyle w:val="AT-Body"/>
        <w:spacing w:line="276" w:lineRule="auto"/>
        <w:rPr>
          <w:lang w:val="kl-GL"/>
        </w:rPr>
      </w:pPr>
      <w:r w:rsidRPr="00171408">
        <w:rPr>
          <w:lang w:val="kl-GL"/>
        </w:rPr>
        <w:t xml:space="preserve">Eqqartuussiviit Qullersaata eqqartuussutikkut 8. november 2013-imeersukkut naqissuserpaa (saqqummiunneqartoq Ugeskrift for Retsvæsen-imi 2014, qupperneq 452 H-mi), ajutoornermik taaguut ikiorsiissutit aallaavigalugit isigineqassasoq, </w:t>
      </w:r>
      <w:r w:rsidR="004E6A27" w:rsidRPr="00171408">
        <w:rPr>
          <w:lang w:val="kl-GL"/>
        </w:rPr>
        <w:t xml:space="preserve">sulinermi </w:t>
      </w:r>
      <w:r w:rsidRPr="00171408">
        <w:rPr>
          <w:lang w:val="kl-GL"/>
        </w:rPr>
        <w:t xml:space="preserve">ajoqusernermut isumannaarineq pillugu inatsit malillugu tunniunneqarsinnaasut. Tamanna suleriaatsimik allanngortitsinermik kinguneqarpoq, tamatuma kingorna anniaatit qaangiuttussat, suliaritinnissamik pisariaqartitsinngitsut, kisianni nammineerlutik qaangiuttussat, nalinginnaasumik </w:t>
      </w:r>
      <w:r w:rsidR="001E2EA2" w:rsidRPr="00171408">
        <w:rPr>
          <w:lang w:val="kl-GL"/>
        </w:rPr>
        <w:t xml:space="preserve">inummut </w:t>
      </w:r>
      <w:r w:rsidRPr="00171408">
        <w:rPr>
          <w:lang w:val="kl-GL"/>
        </w:rPr>
        <w:t>ajoqus</w:t>
      </w:r>
      <w:r w:rsidR="001E2EA2" w:rsidRPr="00171408">
        <w:rPr>
          <w:lang w:val="kl-GL"/>
        </w:rPr>
        <w:t>iinertut</w:t>
      </w:r>
      <w:r w:rsidRPr="00171408">
        <w:rPr>
          <w:lang w:val="kl-GL"/>
        </w:rPr>
        <w:t xml:space="preserve"> isigineqarsinnaanatik. Eqqartuussutip kingunerivaa ajutoornermik taaguutip atuuffiinik nerukillisaaneq siornatigut </w:t>
      </w:r>
      <w:r w:rsidR="00DF037B" w:rsidRPr="00171408">
        <w:rPr>
          <w:lang w:val="kl-GL"/>
        </w:rPr>
        <w:t xml:space="preserve">suleriaatsimut </w:t>
      </w:r>
      <w:r w:rsidRPr="00171408">
        <w:rPr>
          <w:lang w:val="kl-GL"/>
        </w:rPr>
        <w:t>sanilliullugu, aamma anniaatit qaangiuttussat akuersaarneqarsinnaallutik taarsiiffigitinnissamut imaluunniit ajunngitsorsiaqarnissamut pisinnaatitaaffik atuutilersinneqanngikkaluartoq.</w:t>
      </w:r>
    </w:p>
    <w:p w14:paraId="60DD9978" w14:textId="3EEC8A08" w:rsidR="00515200" w:rsidRPr="00171408" w:rsidRDefault="00CE02F1">
      <w:pPr>
        <w:pStyle w:val="AT-Body"/>
        <w:spacing w:line="276" w:lineRule="auto"/>
        <w:rPr>
          <w:lang w:val="kl-GL"/>
        </w:rPr>
      </w:pPr>
      <w:r w:rsidRPr="00171408">
        <w:rPr>
          <w:lang w:val="kl-GL"/>
        </w:rPr>
        <w:t>Ankestyrelsimiit suleriaaseq eqqartuussutip kingunerisaanik, ajutoornerit, sulifimmi pisut, aamma taamaallaat ajoqusernernik mi</w:t>
      </w:r>
      <w:r w:rsidR="00DE5D07" w:rsidRPr="00171408">
        <w:rPr>
          <w:lang w:val="kl-GL"/>
        </w:rPr>
        <w:t>n</w:t>
      </w:r>
      <w:r w:rsidRPr="00171408">
        <w:rPr>
          <w:lang w:val="kl-GL"/>
        </w:rPr>
        <w:t xml:space="preserve">nerusunik qaangiuttussanik kinguneqartut, taamaallaat </w:t>
      </w:r>
      <w:r w:rsidR="00F8162D" w:rsidRPr="00171408">
        <w:rPr>
          <w:lang w:val="kl-GL"/>
        </w:rPr>
        <w:t xml:space="preserve">sulinermi </w:t>
      </w:r>
      <w:r w:rsidRPr="00171408">
        <w:rPr>
          <w:lang w:val="kl-GL"/>
        </w:rPr>
        <w:t xml:space="preserve">ajutoornertut akuersaarneqarsinnaasut, ajoqusertup uppernarsarsinnaappagu, suliaritinnissaq pisariartoq, kingunerisat </w:t>
      </w:r>
      <w:r w:rsidR="00E37CF2" w:rsidRPr="00171408">
        <w:rPr>
          <w:lang w:val="kl-GL"/>
        </w:rPr>
        <w:t xml:space="preserve">malunniutaarunnissaat </w:t>
      </w:r>
      <w:r w:rsidRPr="00171408">
        <w:rPr>
          <w:lang w:val="kl-GL"/>
        </w:rPr>
        <w:t xml:space="preserve">imaluunniit annikillinissaat </w:t>
      </w:r>
      <w:r w:rsidR="00E37CF2" w:rsidRPr="00171408">
        <w:rPr>
          <w:lang w:val="kl-GL"/>
        </w:rPr>
        <w:t>qulakkeerniarlugu</w:t>
      </w:r>
      <w:r w:rsidRPr="00171408">
        <w:rPr>
          <w:lang w:val="kl-GL"/>
        </w:rPr>
        <w:t xml:space="preserve">. </w:t>
      </w:r>
      <w:r w:rsidR="00EC5161" w:rsidRPr="00171408">
        <w:rPr>
          <w:lang w:val="kl-GL"/>
        </w:rPr>
        <w:t xml:space="preserve">Taamaalilluni </w:t>
      </w:r>
      <w:r w:rsidRPr="00171408">
        <w:rPr>
          <w:lang w:val="kl-GL"/>
        </w:rPr>
        <w:t xml:space="preserve">inatsimmi pineqassanngilaq </w:t>
      </w:r>
      <w:r w:rsidR="00EC5161" w:rsidRPr="00171408">
        <w:rPr>
          <w:lang w:val="kl-GL"/>
        </w:rPr>
        <w:t xml:space="preserve">sulinermi </w:t>
      </w:r>
      <w:r w:rsidRPr="00171408">
        <w:rPr>
          <w:lang w:val="kl-GL"/>
        </w:rPr>
        <w:t>ajutoorneq, ajutoorneq suliaritinnissaq apeqqutaatinnagu nammineerluni qaangiutissappat. Taamaattoq tamanna aallaavik Kalaallit Nunaannut annertunngitsumik naleqqussarneqarpoq.</w:t>
      </w:r>
    </w:p>
    <w:p w14:paraId="30556E68" w14:textId="5DCD9FC3" w:rsidR="00515200" w:rsidRPr="00171408" w:rsidRDefault="00CE02F1">
      <w:pPr>
        <w:pStyle w:val="AT-Body"/>
        <w:spacing w:line="276" w:lineRule="auto"/>
        <w:rPr>
          <w:lang w:val="kl-GL"/>
        </w:rPr>
      </w:pPr>
      <w:r w:rsidRPr="00171408">
        <w:rPr>
          <w:lang w:val="kl-GL"/>
        </w:rPr>
        <w:t xml:space="preserve">Ankestyrelsip tunngaviusumik aalajangiinermi 61-16-imi paasivaa, ajoquserneq qaangiuttussaq, qaangiunnissaanut suliaritinnissaq pisariaqanngitsoq, </w:t>
      </w:r>
      <w:r w:rsidR="00DF7738" w:rsidRPr="00171408">
        <w:rPr>
          <w:lang w:val="kl-GL"/>
        </w:rPr>
        <w:t xml:space="preserve">sulinermi </w:t>
      </w:r>
      <w:r w:rsidRPr="00171408">
        <w:rPr>
          <w:lang w:val="kl-GL"/>
        </w:rPr>
        <w:t xml:space="preserve">ajutoornertut akuersaarneqarsinnaasoq, akuersaarneq pisumi </w:t>
      </w:r>
      <w:r w:rsidR="001073B7" w:rsidRPr="00171408">
        <w:rPr>
          <w:lang w:val="kl-GL"/>
        </w:rPr>
        <w:t>tigussaasumi</w:t>
      </w:r>
      <w:r w:rsidRPr="00171408">
        <w:rPr>
          <w:lang w:val="kl-GL"/>
        </w:rPr>
        <w:t xml:space="preserve">, Kalaallit Nunaanni </w:t>
      </w:r>
      <w:r w:rsidR="001073B7" w:rsidRPr="00171408">
        <w:rPr>
          <w:lang w:val="kl-GL"/>
        </w:rPr>
        <w:t xml:space="preserve">sulinermi </w:t>
      </w:r>
      <w:r w:rsidRPr="00171408">
        <w:rPr>
          <w:lang w:val="kl-GL"/>
        </w:rPr>
        <w:t>ajoqusernermut isumannaarineq pillugu inatsit malillugu ajoqusertoq ullormusiaqarnissamut pisinnaatitaaffeqarneranik kinguneqassa</w:t>
      </w:r>
      <w:r w:rsidR="002E0974" w:rsidRPr="00171408">
        <w:rPr>
          <w:lang w:val="kl-GL"/>
        </w:rPr>
        <w:t>soq</w:t>
      </w:r>
      <w:r w:rsidRPr="00171408">
        <w:rPr>
          <w:lang w:val="kl-GL"/>
        </w:rPr>
        <w:t xml:space="preserve">. Suleriaaseq taanna kalaallit Nunaannut tunngatillugu tunngavilersorneqarpoq, tassunga </w:t>
      </w:r>
      <w:r w:rsidR="002E0974" w:rsidRPr="00171408">
        <w:rPr>
          <w:lang w:val="kl-GL"/>
        </w:rPr>
        <w:t xml:space="preserve">peqatigitillugu </w:t>
      </w:r>
      <w:r w:rsidRPr="00171408">
        <w:rPr>
          <w:lang w:val="kl-GL"/>
        </w:rPr>
        <w:t>Kalaallit Nunaanni innuttaasut</w:t>
      </w:r>
      <w:r w:rsidR="00321E8D" w:rsidRPr="00171408">
        <w:rPr>
          <w:lang w:val="kl-GL"/>
        </w:rPr>
        <w:t>, Danmarkimi innuttaasunut sanilliullugit,</w:t>
      </w:r>
      <w:r w:rsidRPr="00171408">
        <w:rPr>
          <w:lang w:val="kl-GL"/>
        </w:rPr>
        <w:t xml:space="preserve"> napparsimanermusiaqarnissamut akuerisaanissamut assinganik periarfissaqannginnerat.</w:t>
      </w:r>
    </w:p>
    <w:p w14:paraId="58794F24" w14:textId="0046A282" w:rsidR="00515200" w:rsidRPr="00171408" w:rsidRDefault="00CE02F1">
      <w:pPr>
        <w:pStyle w:val="AT-Body"/>
        <w:spacing w:line="276" w:lineRule="auto"/>
        <w:rPr>
          <w:lang w:val="kl-GL"/>
        </w:rPr>
      </w:pPr>
      <w:r w:rsidRPr="00171408">
        <w:rPr>
          <w:lang w:val="kl-GL"/>
        </w:rPr>
        <w:t xml:space="preserve">Kalaallit Nunaanni </w:t>
      </w:r>
      <w:r w:rsidR="00890221" w:rsidRPr="00171408">
        <w:rPr>
          <w:lang w:val="kl-GL"/>
        </w:rPr>
        <w:t xml:space="preserve">sulimermi </w:t>
      </w:r>
      <w:r w:rsidRPr="00171408">
        <w:rPr>
          <w:lang w:val="kl-GL"/>
        </w:rPr>
        <w:t xml:space="preserve">ajoqusernermut isumannaarineq pillugu inatsit malillugu ajoqusersimasoq tamakkiisumik imaluunniit ilaannakortumik sulisinnaanngikkuni taarsiullugu ullormusiaqarsinnaatitaavoq. Kalaallit Nunaanni </w:t>
      </w:r>
      <w:r w:rsidR="00D64C31" w:rsidRPr="00171408">
        <w:rPr>
          <w:lang w:val="kl-GL"/>
        </w:rPr>
        <w:t xml:space="preserve">sulinermi </w:t>
      </w:r>
      <w:r w:rsidRPr="00171408">
        <w:rPr>
          <w:lang w:val="kl-GL"/>
        </w:rPr>
        <w:t>ajoqusernermut isumannaarineq pillugu inatsit malillugu ullormusiaqartitsineq tassaavoq</w:t>
      </w:r>
      <w:r w:rsidR="00886A8B" w:rsidRPr="00171408">
        <w:rPr>
          <w:lang w:val="kl-GL"/>
        </w:rPr>
        <w:t>,</w:t>
      </w:r>
      <w:r w:rsidRPr="00171408">
        <w:rPr>
          <w:lang w:val="kl-GL"/>
        </w:rPr>
        <w:t xml:space="preserve"> </w:t>
      </w:r>
      <w:r w:rsidR="00886A8B" w:rsidRPr="00171408">
        <w:rPr>
          <w:lang w:val="kl-GL"/>
        </w:rPr>
        <w:t xml:space="preserve">sulinermut atatillugu ajutoornerup kingorna sulisinnaajunnaarnermi, </w:t>
      </w:r>
      <w:r w:rsidRPr="00171408">
        <w:rPr>
          <w:lang w:val="kl-GL"/>
        </w:rPr>
        <w:t>ajoqusersimasup isertitaqarnissamut periarfissatuaa. Taamaattumik kalaallinut ajoqu</w:t>
      </w:r>
      <w:r w:rsidR="00886A8B" w:rsidRPr="00171408">
        <w:rPr>
          <w:lang w:val="kl-GL"/>
        </w:rPr>
        <w:t>s</w:t>
      </w:r>
      <w:r w:rsidRPr="00171408">
        <w:rPr>
          <w:lang w:val="kl-GL"/>
        </w:rPr>
        <w:t xml:space="preserve">ersimasunut </w:t>
      </w:r>
      <w:r w:rsidR="00BE636F" w:rsidRPr="00171408">
        <w:rPr>
          <w:lang w:val="kl-GL"/>
        </w:rPr>
        <w:t>pingaarutilerujussuuvoq</w:t>
      </w:r>
      <w:r w:rsidRPr="00171408">
        <w:rPr>
          <w:lang w:val="kl-GL"/>
        </w:rPr>
        <w:t xml:space="preserve">, ajoqusernerisa </w:t>
      </w:r>
      <w:r w:rsidR="00BE636F" w:rsidRPr="00171408">
        <w:rPr>
          <w:lang w:val="kl-GL"/>
        </w:rPr>
        <w:t xml:space="preserve">sulinermi </w:t>
      </w:r>
      <w:r w:rsidRPr="00171408">
        <w:rPr>
          <w:lang w:val="kl-GL"/>
        </w:rPr>
        <w:t xml:space="preserve">ajoqusernertut akuersaarneqarnissaat. Tamanna pissutigalugu Kalaallit Nunaanni 2016-imiilli tunngaviusumik aalajangiinermi </w:t>
      </w:r>
      <w:r w:rsidR="003F7415" w:rsidRPr="00171408">
        <w:rPr>
          <w:lang w:val="kl-GL"/>
        </w:rPr>
        <w:t xml:space="preserve">taaneqartumi </w:t>
      </w:r>
      <w:r w:rsidRPr="00171408">
        <w:rPr>
          <w:lang w:val="kl-GL"/>
        </w:rPr>
        <w:t>ajoqusernernut qaangiuttussanut tunngatillugu, qaangiunnissaat pillugu suliarineqartariaqanngitsunut</w:t>
      </w:r>
      <w:r w:rsidR="00225166" w:rsidRPr="00171408">
        <w:rPr>
          <w:lang w:val="kl-GL"/>
        </w:rPr>
        <w:t xml:space="preserve"> oqinnerusumik suleriaaseqartoqarpoq</w:t>
      </w:r>
      <w:r w:rsidRPr="00171408">
        <w:rPr>
          <w:lang w:val="kl-GL"/>
        </w:rPr>
        <w:t>.</w:t>
      </w:r>
    </w:p>
    <w:p w14:paraId="40DDFD3B" w14:textId="47A1EE72" w:rsidR="00515200" w:rsidRPr="00171408" w:rsidRDefault="00CE02F1">
      <w:pPr>
        <w:pStyle w:val="AT-Body"/>
        <w:spacing w:line="276" w:lineRule="auto"/>
        <w:rPr>
          <w:lang w:val="kl-GL"/>
        </w:rPr>
      </w:pPr>
      <w:r w:rsidRPr="00171408">
        <w:rPr>
          <w:lang w:val="kl-GL"/>
        </w:rPr>
        <w:t xml:space="preserve">Taamaattoq tassunga suleriaatsimut oqinnerusumut </w:t>
      </w:r>
      <w:r w:rsidR="00225166" w:rsidRPr="00171408">
        <w:rPr>
          <w:lang w:val="kl-GL"/>
        </w:rPr>
        <w:t xml:space="preserve">tunngassuteqarput </w:t>
      </w:r>
      <w:r w:rsidRPr="00171408">
        <w:rPr>
          <w:lang w:val="kl-GL"/>
        </w:rPr>
        <w:t xml:space="preserve">taamaallaat ajoqusernerit qaangiuttussat, </w:t>
      </w:r>
      <w:r w:rsidR="00281EAB" w:rsidRPr="00171408">
        <w:rPr>
          <w:lang w:val="kl-GL"/>
        </w:rPr>
        <w:t xml:space="preserve">ajoqusernerit akuersaarneqarnerisa kingunerisaanik, </w:t>
      </w:r>
      <w:r w:rsidRPr="00171408">
        <w:rPr>
          <w:lang w:val="kl-GL"/>
        </w:rPr>
        <w:t xml:space="preserve">Kalaallit Nunaanni </w:t>
      </w:r>
      <w:r w:rsidR="003F2A88" w:rsidRPr="00171408">
        <w:rPr>
          <w:lang w:val="kl-GL"/>
        </w:rPr>
        <w:t xml:space="preserve">sulinermi </w:t>
      </w:r>
      <w:r w:rsidRPr="00171408">
        <w:rPr>
          <w:lang w:val="kl-GL"/>
        </w:rPr>
        <w:t xml:space="preserve">ajoqusernermut isumannaarineq pillugu inatsit malillugu </w:t>
      </w:r>
      <w:r w:rsidR="005E699A" w:rsidRPr="00171408">
        <w:rPr>
          <w:lang w:val="kl-GL"/>
        </w:rPr>
        <w:t>ajoqusertup ullormusiaqarnissamut pisinnaatitaaffeqarnera</w:t>
      </w:r>
      <w:r w:rsidR="00281EAB" w:rsidRPr="00171408">
        <w:rPr>
          <w:lang w:val="kl-GL"/>
        </w:rPr>
        <w:t>nut</w:t>
      </w:r>
      <w:r w:rsidRPr="00171408">
        <w:rPr>
          <w:lang w:val="kl-GL"/>
        </w:rPr>
        <w:t>. Taamaalilluni ajoqusernernik qaangiuttussanik suliaritinnissamut pisariaqartitsinngitsunik ilaqarpoq, maannakkuugallartoq Kalaallit Nunaanni sulin</w:t>
      </w:r>
      <w:r w:rsidR="00F8426F" w:rsidRPr="00171408">
        <w:rPr>
          <w:lang w:val="kl-GL"/>
        </w:rPr>
        <w:t>erm</w:t>
      </w:r>
      <w:r w:rsidRPr="00171408">
        <w:rPr>
          <w:lang w:val="kl-GL"/>
        </w:rPr>
        <w:t xml:space="preserve">i ajoqusernermut isumannaarineq pillugu inatsit malillugu akuersaarneqarsinnaanngitsunik. </w:t>
      </w:r>
    </w:p>
    <w:p w14:paraId="1F48A284" w14:textId="2A4566AE" w:rsidR="00515200" w:rsidRPr="00171408" w:rsidRDefault="00CE02F1">
      <w:pPr>
        <w:pStyle w:val="AT-Body"/>
        <w:spacing w:line="276" w:lineRule="auto"/>
        <w:rPr>
          <w:lang w:val="kl-GL"/>
        </w:rPr>
      </w:pPr>
      <w:r w:rsidRPr="00171408">
        <w:rPr>
          <w:lang w:val="kl-GL"/>
        </w:rPr>
        <w:lastRenderedPageBreak/>
        <w:t xml:space="preserve">Ajoqusernernik taamaattunik nalilersuinermut qitiuvoq, peqqissuseq, iluaalliuutit aamma anniaatit qanoq annertutiginersut apeqqutaatinnagu, namminneerlutik qaangiunnissaat piffissami ajoqusernerit taamaattut atortagaanni. Ajoquserneq </w:t>
      </w:r>
      <w:r w:rsidR="002F1F56" w:rsidRPr="00171408">
        <w:rPr>
          <w:lang w:val="kl-GL"/>
        </w:rPr>
        <w:t xml:space="preserve">inummut </w:t>
      </w:r>
      <w:r w:rsidRPr="00171408">
        <w:rPr>
          <w:lang w:val="kl-GL"/>
        </w:rPr>
        <w:t>ajoqusernermik taaguummut ilaatinneqartutut isigineqanngilaq, ajoqusersimasoq suliaritissimappat, tassani suliaritinneq ajoqusernerup malitsigisaanut attuumassuteqarsimanani imaluunniit iluarsiartuutaasimanani.</w:t>
      </w:r>
    </w:p>
    <w:p w14:paraId="408F72E0" w14:textId="60E2C25A" w:rsidR="00515200" w:rsidRPr="00171408" w:rsidRDefault="00CE02F1">
      <w:pPr>
        <w:pStyle w:val="AT-Body"/>
        <w:spacing w:line="276" w:lineRule="auto"/>
        <w:rPr>
          <w:lang w:val="kl-GL"/>
        </w:rPr>
      </w:pPr>
      <w:r w:rsidRPr="00171408">
        <w:rPr>
          <w:lang w:val="kl-GL"/>
        </w:rPr>
        <w:t>Eqqartuussiviit Qullersaata eqqartuussutikkut 9. november 2016-imeersukkut naqissuserpaa (saqqummiunneqartoq Ugeskrift for Retsvæsen-imi 2017, qupperneq 531 H-mi), ajutoorneq nalunaarutigineqartoq ajoqusertup ataavartumik qitimigut anniarneranut pissutaanngitsoq, aamma aj</w:t>
      </w:r>
      <w:r w:rsidR="00BD22C5" w:rsidRPr="00171408">
        <w:rPr>
          <w:lang w:val="kl-GL"/>
        </w:rPr>
        <w:t>u</w:t>
      </w:r>
      <w:r w:rsidRPr="00171408">
        <w:rPr>
          <w:lang w:val="kl-GL"/>
        </w:rPr>
        <w:t>toornerup kingunerisaanik qitikkut anniaatit tassanngaannartut, suliaritinngikkaluarluni namminneerlutik qaangiunnissaat. Taamaalilluni sulin</w:t>
      </w:r>
      <w:r w:rsidR="00BD22C5" w:rsidRPr="00171408">
        <w:rPr>
          <w:lang w:val="kl-GL"/>
        </w:rPr>
        <w:t>erm</w:t>
      </w:r>
      <w:r w:rsidRPr="00171408">
        <w:rPr>
          <w:lang w:val="kl-GL"/>
        </w:rPr>
        <w:t xml:space="preserve">i ajutoorneq </w:t>
      </w:r>
      <w:r w:rsidR="00BD22C5" w:rsidRPr="00171408">
        <w:rPr>
          <w:lang w:val="kl-GL"/>
        </w:rPr>
        <w:t>pineqanngilaq</w:t>
      </w:r>
      <w:r w:rsidRPr="00171408">
        <w:rPr>
          <w:lang w:val="kl-GL"/>
        </w:rPr>
        <w:t>, ajoqusertup ilaatigut nakorsa</w:t>
      </w:r>
      <w:r w:rsidR="00A758A1" w:rsidRPr="00171408">
        <w:rPr>
          <w:lang w:val="kl-GL"/>
        </w:rPr>
        <w:t>atitornikku</w:t>
      </w:r>
      <w:r w:rsidRPr="00171408">
        <w:rPr>
          <w:lang w:val="kl-GL"/>
        </w:rPr>
        <w:t>t suliaritissimanera, aamma taassuma suliaritinnerup ilaa qitikkut anniaatinut tassanngaannartunut attuumassuteqarsinnaanera</w:t>
      </w:r>
      <w:r w:rsidR="00A758A1" w:rsidRPr="00171408">
        <w:rPr>
          <w:lang w:val="kl-GL"/>
        </w:rPr>
        <w:t xml:space="preserve"> apeqqutaatinnagu</w:t>
      </w:r>
      <w:r w:rsidRPr="00171408">
        <w:rPr>
          <w:lang w:val="kl-GL"/>
        </w:rPr>
        <w:t>.</w:t>
      </w:r>
    </w:p>
    <w:p w14:paraId="5A36DBCE" w14:textId="1567386A" w:rsidR="00515200" w:rsidRPr="00171408" w:rsidRDefault="00CE02F1">
      <w:pPr>
        <w:pStyle w:val="AT-Body"/>
        <w:spacing w:line="276" w:lineRule="auto"/>
        <w:rPr>
          <w:lang w:val="kl-GL"/>
        </w:rPr>
      </w:pPr>
      <w:r w:rsidRPr="00171408">
        <w:rPr>
          <w:i/>
          <w:lang w:val="kl-GL"/>
        </w:rPr>
        <w:t xml:space="preserve">2.1.2. </w:t>
      </w:r>
      <w:r w:rsidR="00CB242C" w:rsidRPr="00171408">
        <w:rPr>
          <w:i/>
          <w:lang w:val="kl-GL"/>
        </w:rPr>
        <w:t>Suliassaqartitsinermut minister</w:t>
      </w:r>
      <w:r w:rsidR="00BC0A0A" w:rsidRPr="00171408">
        <w:rPr>
          <w:i/>
          <w:lang w:val="kl-GL"/>
        </w:rPr>
        <w:t xml:space="preserve">eqarfiup </w:t>
      </w:r>
      <w:r w:rsidRPr="00171408">
        <w:rPr>
          <w:i/>
          <w:lang w:val="kl-GL"/>
        </w:rPr>
        <w:t>isumaliuutersuutai aamma aaqqissu</w:t>
      </w:r>
      <w:r w:rsidR="00404193" w:rsidRPr="00171408">
        <w:rPr>
          <w:i/>
          <w:lang w:val="kl-GL"/>
        </w:rPr>
        <w:t>u</w:t>
      </w:r>
      <w:r w:rsidRPr="00171408">
        <w:rPr>
          <w:i/>
          <w:lang w:val="kl-GL"/>
        </w:rPr>
        <w:t>ssineq siunnersuutigineqartoq</w:t>
      </w:r>
      <w:r w:rsidRPr="00171408">
        <w:rPr>
          <w:lang w:val="kl-GL"/>
        </w:rPr>
        <w:br/>
        <w:t>Maannakku</w:t>
      </w:r>
      <w:r w:rsidR="00404193" w:rsidRPr="00171408">
        <w:rPr>
          <w:lang w:val="kl-GL"/>
        </w:rPr>
        <w:t>t</w:t>
      </w:r>
      <w:r w:rsidRPr="00171408">
        <w:rPr>
          <w:lang w:val="kl-GL"/>
        </w:rPr>
        <w:t xml:space="preserve"> ajutoornermik taaguut peqqussutikkut 2008-mili ikkunneqarmalli aamma Kalaallit Nunaanni sulin</w:t>
      </w:r>
      <w:r w:rsidR="00404193" w:rsidRPr="00171408">
        <w:rPr>
          <w:lang w:val="kl-GL"/>
        </w:rPr>
        <w:t>erm</w:t>
      </w:r>
      <w:r w:rsidRPr="00171408">
        <w:rPr>
          <w:lang w:val="kl-GL"/>
        </w:rPr>
        <w:t>i ajoqusernermut isumannaarineq pillugu inatsisikkut 2010-mi ingerlateqqinne</w:t>
      </w:r>
      <w:r w:rsidR="00404193" w:rsidRPr="00171408">
        <w:rPr>
          <w:lang w:val="kl-GL"/>
        </w:rPr>
        <w:t>q</w:t>
      </w:r>
      <w:r w:rsidRPr="00171408">
        <w:rPr>
          <w:lang w:val="kl-GL"/>
        </w:rPr>
        <w:t>arluni, ajutoornermik taaguutip nassuiarne</w:t>
      </w:r>
      <w:r w:rsidR="00242558" w:rsidRPr="00171408">
        <w:rPr>
          <w:lang w:val="kl-GL"/>
        </w:rPr>
        <w:t>qarne</w:t>
      </w:r>
      <w:r w:rsidRPr="00171408">
        <w:rPr>
          <w:lang w:val="kl-GL"/>
        </w:rPr>
        <w:t>ra tunngaviusumik allannguuteqarsimavoq. Tamanna pivoq Eqqartuussiviit Qullersaata 2013-imi aamma 2016-imi eqqartuussutaat, kiisalu Ankestyrelsi</w:t>
      </w:r>
      <w:r w:rsidR="007C4E67" w:rsidRPr="00171408">
        <w:rPr>
          <w:lang w:val="kl-GL"/>
        </w:rPr>
        <w:t>m</w:t>
      </w:r>
      <w:r w:rsidRPr="00171408">
        <w:rPr>
          <w:lang w:val="kl-GL"/>
        </w:rPr>
        <w:t>iit aalajangiinerit tunngaviusut tunuliaqutaralugit. Nassui</w:t>
      </w:r>
      <w:r w:rsidR="00242558" w:rsidRPr="00171408">
        <w:rPr>
          <w:lang w:val="kl-GL"/>
        </w:rPr>
        <w:t>arneqarnera</w:t>
      </w:r>
      <w:r w:rsidRPr="00171408">
        <w:rPr>
          <w:lang w:val="kl-GL"/>
        </w:rPr>
        <w:t xml:space="preserve"> Kalaallit Nunaanni ajutoornerit akuersaarneqartut procentiisa appariarnerannik kinguneqarsimavoq 2013-imi 78 pct. missaanniit 2020-mi 46 pct. missaannut.</w:t>
      </w:r>
    </w:p>
    <w:p w14:paraId="059B6547" w14:textId="55CFF9D3" w:rsidR="00515200" w:rsidRPr="00171408" w:rsidRDefault="00CB242C">
      <w:pPr>
        <w:pStyle w:val="AT-Body"/>
        <w:spacing w:line="276" w:lineRule="auto"/>
        <w:rPr>
          <w:lang w:val="kl-GL"/>
        </w:rPr>
      </w:pPr>
      <w:r w:rsidRPr="00171408">
        <w:rPr>
          <w:lang w:val="kl-GL"/>
        </w:rPr>
        <w:t>Suliassaqartitsinermut minister</w:t>
      </w:r>
      <w:r w:rsidR="00AA2181" w:rsidRPr="00171408">
        <w:rPr>
          <w:lang w:val="kl-GL"/>
        </w:rPr>
        <w:t>eqarfiup</w:t>
      </w:r>
      <w:r w:rsidR="00CE02F1" w:rsidRPr="00171408">
        <w:rPr>
          <w:lang w:val="kl-GL"/>
        </w:rPr>
        <w:t xml:space="preserve"> aamma Namminersorlutik Oqartussa</w:t>
      </w:r>
      <w:r w:rsidR="00AA2181" w:rsidRPr="00171408">
        <w:rPr>
          <w:lang w:val="kl-GL"/>
        </w:rPr>
        <w:t>t</w:t>
      </w:r>
      <w:r w:rsidR="00CE02F1" w:rsidRPr="00171408">
        <w:rPr>
          <w:lang w:val="kl-GL"/>
        </w:rPr>
        <w:t xml:space="preserve"> nalilerpaat, ajutoornermik taaguutip nassuiarne</w:t>
      </w:r>
      <w:r w:rsidR="00AA2181" w:rsidRPr="00171408">
        <w:rPr>
          <w:lang w:val="kl-GL"/>
        </w:rPr>
        <w:t>qarne</w:t>
      </w:r>
      <w:r w:rsidR="00CE02F1" w:rsidRPr="00171408">
        <w:rPr>
          <w:lang w:val="kl-GL"/>
        </w:rPr>
        <w:t xml:space="preserve">rata ineriartornera aamma </w:t>
      </w:r>
      <w:r w:rsidR="00AA2181" w:rsidRPr="00171408">
        <w:rPr>
          <w:lang w:val="kl-GL"/>
        </w:rPr>
        <w:t xml:space="preserve">suliassaqarfimmi </w:t>
      </w:r>
      <w:r w:rsidR="00CE02F1" w:rsidRPr="00171408">
        <w:rPr>
          <w:lang w:val="kl-GL"/>
        </w:rPr>
        <w:t>suleriaaseq nutaajunerpaaq, siunertat Folketingip aamma Kalaallit Nunaanni Inatsisartut isumaqatigiissutigisaannut naapertuukkunnaartut, maannakkut ajutoornermik taaguut 2010-mi Kalaallit Nunaannut eqqunneqarmat aamma kissaatigineqar</w:t>
      </w:r>
      <w:r w:rsidR="003647D0" w:rsidRPr="00171408">
        <w:rPr>
          <w:lang w:val="kl-GL"/>
        </w:rPr>
        <w:t>mat</w:t>
      </w:r>
      <w:r w:rsidR="00CE02F1" w:rsidRPr="00171408">
        <w:rPr>
          <w:lang w:val="kl-GL"/>
        </w:rPr>
        <w:t>, inuit amerlanerusut, sulinerminnut atatillugu ajutoortut, ajutoornerisa suli</w:t>
      </w:r>
      <w:r w:rsidR="003647D0" w:rsidRPr="00171408">
        <w:rPr>
          <w:lang w:val="kl-GL"/>
        </w:rPr>
        <w:t>nerm</w:t>
      </w:r>
      <w:r w:rsidR="00CE02F1" w:rsidRPr="00171408">
        <w:rPr>
          <w:lang w:val="kl-GL"/>
        </w:rPr>
        <w:t>i ajoqusernertut akuersaarneqarnissaat.</w:t>
      </w:r>
    </w:p>
    <w:p w14:paraId="3588F670" w14:textId="3AE60A32" w:rsidR="00515200" w:rsidRPr="00171408" w:rsidRDefault="00CE02F1">
      <w:pPr>
        <w:pStyle w:val="AT-Body"/>
        <w:spacing w:line="276" w:lineRule="auto"/>
        <w:rPr>
          <w:lang w:val="kl-GL"/>
        </w:rPr>
      </w:pPr>
      <w:r w:rsidRPr="00171408">
        <w:rPr>
          <w:lang w:val="kl-GL"/>
        </w:rPr>
        <w:t>Ajuto</w:t>
      </w:r>
      <w:r w:rsidR="000E25EA" w:rsidRPr="00171408">
        <w:rPr>
          <w:lang w:val="kl-GL"/>
        </w:rPr>
        <w:t>o</w:t>
      </w:r>
      <w:r w:rsidRPr="00171408">
        <w:rPr>
          <w:lang w:val="kl-GL"/>
        </w:rPr>
        <w:t xml:space="preserve">rnermik taaguummik </w:t>
      </w:r>
      <w:r w:rsidR="000E25EA" w:rsidRPr="00171408">
        <w:rPr>
          <w:lang w:val="kl-GL"/>
        </w:rPr>
        <w:t xml:space="preserve">pilersitseqqinneq </w:t>
      </w:r>
      <w:r w:rsidRPr="00171408">
        <w:rPr>
          <w:lang w:val="kl-GL"/>
        </w:rPr>
        <w:t>2013-imi Eqqartuussiviit Qullersaanni eqqartuussut sioqqullugu inatsiseqartitsinermi pissutsinut assingusumik kinguneqassaaq, inuit amerlanerusut, sulinerminnut atatillugu ajutoorsimasut, ajutoornerisa sulin</w:t>
      </w:r>
      <w:r w:rsidR="00B03F6A" w:rsidRPr="00171408">
        <w:rPr>
          <w:lang w:val="kl-GL"/>
        </w:rPr>
        <w:t>erm</w:t>
      </w:r>
      <w:r w:rsidRPr="00171408">
        <w:rPr>
          <w:lang w:val="kl-GL"/>
        </w:rPr>
        <w:t>i ajoqusernertut akuersaarneqarnissaat, aamma akuersaarneqarnissamut apeqqut ull</w:t>
      </w:r>
      <w:r w:rsidR="00B03F6A" w:rsidRPr="00171408">
        <w:rPr>
          <w:lang w:val="kl-GL"/>
        </w:rPr>
        <w:t>u</w:t>
      </w:r>
      <w:r w:rsidRPr="00171408">
        <w:rPr>
          <w:lang w:val="kl-GL"/>
        </w:rPr>
        <w:t xml:space="preserve">mikkumut </w:t>
      </w:r>
      <w:r w:rsidR="00FF04EA" w:rsidRPr="00171408">
        <w:rPr>
          <w:lang w:val="kl-GL"/>
        </w:rPr>
        <w:t xml:space="preserve">ataatsimut isigalugu </w:t>
      </w:r>
      <w:r w:rsidRPr="00171408">
        <w:rPr>
          <w:lang w:val="kl-GL"/>
        </w:rPr>
        <w:t>sukkanerusumik aalajangiiffigineqartarnissaa.</w:t>
      </w:r>
    </w:p>
    <w:p w14:paraId="6262EF84" w14:textId="37D9CE3B" w:rsidR="00515200" w:rsidRPr="00171408" w:rsidRDefault="00CE02F1">
      <w:pPr>
        <w:pStyle w:val="AT-Body"/>
        <w:spacing w:line="276" w:lineRule="auto"/>
        <w:rPr>
          <w:lang w:val="kl-GL"/>
        </w:rPr>
      </w:pPr>
      <w:r w:rsidRPr="00171408">
        <w:rPr>
          <w:lang w:val="kl-GL"/>
        </w:rPr>
        <w:t xml:space="preserve">Tamanna </w:t>
      </w:r>
      <w:r w:rsidR="00CD0B85" w:rsidRPr="00171408">
        <w:rPr>
          <w:lang w:val="kl-GL"/>
        </w:rPr>
        <w:t xml:space="preserve">tunngavigalugu </w:t>
      </w:r>
      <w:r w:rsidRPr="00171408">
        <w:rPr>
          <w:lang w:val="kl-GL"/>
        </w:rPr>
        <w:t xml:space="preserve">siunnersuutigineqarpoq, inatsimmi erseqqissumik allaqqalissasoq, aamma </w:t>
      </w:r>
      <w:r w:rsidR="00AB797C" w:rsidRPr="00171408">
        <w:rPr>
          <w:lang w:val="kl-GL"/>
        </w:rPr>
        <w:t xml:space="preserve">inummut </w:t>
      </w:r>
      <w:r w:rsidRPr="00171408">
        <w:rPr>
          <w:lang w:val="kl-GL"/>
        </w:rPr>
        <w:t>ajoqusernerit qaangiuttussat suli</w:t>
      </w:r>
      <w:r w:rsidR="00AB797C" w:rsidRPr="00171408">
        <w:rPr>
          <w:lang w:val="kl-GL"/>
        </w:rPr>
        <w:t>nerm</w:t>
      </w:r>
      <w:r w:rsidRPr="00171408">
        <w:rPr>
          <w:lang w:val="kl-GL"/>
        </w:rPr>
        <w:t>i ajutoornertut akuersaarneqarsinnaalernissaat, taakkua suliaritinnissamik piumasaqarfiusinnaaneri</w:t>
      </w:r>
      <w:r w:rsidR="00B84C97" w:rsidRPr="00171408">
        <w:rPr>
          <w:lang w:val="kl-GL"/>
        </w:rPr>
        <w:t xml:space="preserve"> apeqqutaatinnagu</w:t>
      </w:r>
      <w:r w:rsidRPr="00171408">
        <w:rPr>
          <w:lang w:val="kl-GL"/>
        </w:rPr>
        <w:t>.</w:t>
      </w:r>
    </w:p>
    <w:p w14:paraId="088B8A13" w14:textId="26A66F77" w:rsidR="00515200" w:rsidRPr="00171408" w:rsidRDefault="00B84C97">
      <w:pPr>
        <w:pStyle w:val="AT-Body"/>
        <w:spacing w:line="276" w:lineRule="auto"/>
        <w:rPr>
          <w:lang w:val="kl-GL"/>
        </w:rPr>
      </w:pPr>
      <w:r w:rsidRPr="00171408">
        <w:rPr>
          <w:lang w:val="kl-GL"/>
        </w:rPr>
        <w:t xml:space="preserve">Inummut </w:t>
      </w:r>
      <w:r w:rsidR="00CE02F1" w:rsidRPr="00171408">
        <w:rPr>
          <w:lang w:val="kl-GL"/>
        </w:rPr>
        <w:t>ajoquserneq qaangiuttussaq assersuutigalugu ikiusinnaavoq, annikitsumik pillutsinneq imaluunniit nujaartoorneq, qaratsamik sajuppillatsitsineq, piffissap sivikitsup iluani nammineerluni qaangiuttussaq, imaluunniit oqimaats</w:t>
      </w:r>
      <w:r w:rsidR="007C6DA4" w:rsidRPr="00171408">
        <w:rPr>
          <w:lang w:val="kl-GL"/>
        </w:rPr>
        <w:t>umik kivitsinermi</w:t>
      </w:r>
      <w:r w:rsidR="00CE02F1" w:rsidRPr="00171408">
        <w:rPr>
          <w:lang w:val="kl-GL"/>
        </w:rPr>
        <w:t xml:space="preserve"> </w:t>
      </w:r>
      <w:r w:rsidR="007C6DA4" w:rsidRPr="00171408">
        <w:rPr>
          <w:lang w:val="kl-GL"/>
        </w:rPr>
        <w:t xml:space="preserve">naleqqussarnermiluunniit tassanngaannartumik </w:t>
      </w:r>
      <w:r w:rsidR="00CE02F1" w:rsidRPr="00171408">
        <w:rPr>
          <w:lang w:val="kl-GL"/>
        </w:rPr>
        <w:t xml:space="preserve">qisuariaat. </w:t>
      </w:r>
      <w:r w:rsidR="00A51A67" w:rsidRPr="00171408">
        <w:rPr>
          <w:lang w:val="kl-GL"/>
        </w:rPr>
        <w:t xml:space="preserve">Inummut </w:t>
      </w:r>
      <w:r w:rsidR="00CE02F1" w:rsidRPr="00171408">
        <w:rPr>
          <w:lang w:val="kl-GL"/>
        </w:rPr>
        <w:t>ajoquserneq qaangiuttussaq pineqassaaq, ajoqusernermut nakorsartilluni suliaritinnissaq piumasaqaataassanersoq imaluunniit naamik</w:t>
      </w:r>
      <w:r w:rsidR="00A51A67" w:rsidRPr="00171408">
        <w:rPr>
          <w:lang w:val="kl-GL"/>
        </w:rPr>
        <w:t xml:space="preserve"> apeqqutaatinnagu</w:t>
      </w:r>
      <w:r w:rsidR="00CE02F1" w:rsidRPr="00171408">
        <w:rPr>
          <w:lang w:val="kl-GL"/>
        </w:rPr>
        <w:t xml:space="preserve">. Akerlianik assersuutigalugu tilluusarneq annikitsoq, kimillanneq imaluunniit tupanneq suli ajoqusernertut isigineqarsinnaassanngillat. </w:t>
      </w:r>
      <w:r w:rsidR="00CE02F1" w:rsidRPr="00171408">
        <w:rPr>
          <w:lang w:val="kl-GL"/>
        </w:rPr>
        <w:lastRenderedPageBreak/>
        <w:t>Immi</w:t>
      </w:r>
      <w:r w:rsidR="00A53562" w:rsidRPr="00171408">
        <w:rPr>
          <w:lang w:val="kl-GL"/>
        </w:rPr>
        <w:t>k</w:t>
      </w:r>
      <w:r w:rsidR="00CE02F1" w:rsidRPr="00171408">
        <w:rPr>
          <w:lang w:val="kl-GL"/>
        </w:rPr>
        <w:t>koortitsinermut aalajangiisuuvoq, kingull</w:t>
      </w:r>
      <w:r w:rsidR="00A9069F" w:rsidRPr="00171408">
        <w:rPr>
          <w:lang w:val="kl-GL"/>
        </w:rPr>
        <w:t xml:space="preserve">iit </w:t>
      </w:r>
      <w:r w:rsidR="00CE02F1" w:rsidRPr="00171408">
        <w:rPr>
          <w:lang w:val="kl-GL"/>
        </w:rPr>
        <w:t xml:space="preserve">malitsitut taaneqartut ajoqusertup </w:t>
      </w:r>
      <w:r w:rsidR="004D2412" w:rsidRPr="00171408">
        <w:rPr>
          <w:lang w:val="kl-GL"/>
        </w:rPr>
        <w:t xml:space="preserve">peqqissusaanut </w:t>
      </w:r>
      <w:r w:rsidR="00CE02F1" w:rsidRPr="00171408">
        <w:rPr>
          <w:lang w:val="kl-GL"/>
        </w:rPr>
        <w:t xml:space="preserve">massakkut aamma kingorna sunniuteqannginnissaat. Sunniutit malitsigisaanniissaaq killiusoq, nalinginnaasumik paasinnittarnermi </w:t>
      </w:r>
      <w:r w:rsidR="004561DF" w:rsidRPr="00171408">
        <w:rPr>
          <w:lang w:val="kl-GL"/>
        </w:rPr>
        <w:t xml:space="preserve">inummut </w:t>
      </w:r>
      <w:r w:rsidR="00CE02F1" w:rsidRPr="00171408">
        <w:rPr>
          <w:lang w:val="kl-GL"/>
        </w:rPr>
        <w:t xml:space="preserve">ajoqusernertut isigineqanngitsoq. Imatut </w:t>
      </w:r>
      <w:r w:rsidR="004561DF" w:rsidRPr="00171408">
        <w:rPr>
          <w:lang w:val="kl-GL"/>
        </w:rPr>
        <w:t>isumaqarpoq</w:t>
      </w:r>
      <w:r w:rsidR="00CE02F1" w:rsidRPr="00171408">
        <w:rPr>
          <w:lang w:val="kl-GL"/>
        </w:rPr>
        <w:t>, ajoquserneq, timikkut imaluunniit tarnikkut kingunerluuteqanngitsoq, aamma ajoqusertup nalinginnaasumik inissisimaneranut imaluunniit ulluinnarni inuunerminik ingerlatsineranut piffissami aalajangersimasumi imaluunniit piffissap sinnera sunniuteqanngitsoq, sulin</w:t>
      </w:r>
      <w:r w:rsidR="006A5E6C" w:rsidRPr="00171408">
        <w:rPr>
          <w:lang w:val="kl-GL"/>
        </w:rPr>
        <w:t>erm</w:t>
      </w:r>
      <w:r w:rsidR="00CE02F1" w:rsidRPr="00171408">
        <w:rPr>
          <w:lang w:val="kl-GL"/>
        </w:rPr>
        <w:t>i ajoqusernertut akuersaarneqarsinnaanngi</w:t>
      </w:r>
      <w:r w:rsidR="006A5E6C" w:rsidRPr="00171408">
        <w:rPr>
          <w:lang w:val="kl-GL"/>
        </w:rPr>
        <w:t>tsoq</w:t>
      </w:r>
      <w:r w:rsidR="00CE02F1" w:rsidRPr="00171408">
        <w:rPr>
          <w:lang w:val="kl-GL"/>
        </w:rPr>
        <w:t>.</w:t>
      </w:r>
    </w:p>
    <w:p w14:paraId="6C3CBCB0" w14:textId="2264A19E" w:rsidR="00515200" w:rsidRPr="00171408" w:rsidRDefault="00CE02F1">
      <w:pPr>
        <w:pStyle w:val="AT-Body"/>
        <w:spacing w:line="276" w:lineRule="auto"/>
        <w:rPr>
          <w:lang w:val="kl-GL"/>
        </w:rPr>
      </w:pPr>
      <w:r w:rsidRPr="00171408">
        <w:rPr>
          <w:lang w:val="kl-GL"/>
        </w:rPr>
        <w:t>Piumasaqaatigineqarpoq, pisup suli</w:t>
      </w:r>
      <w:r w:rsidR="00DB4067" w:rsidRPr="00171408">
        <w:rPr>
          <w:lang w:val="kl-GL"/>
        </w:rPr>
        <w:t>nerm</w:t>
      </w:r>
      <w:r w:rsidRPr="00171408">
        <w:rPr>
          <w:lang w:val="kl-GL"/>
        </w:rPr>
        <w:t xml:space="preserve">i ajutoornertut akuersaarneqarsinnaanissaa pillugu nalilersuinermi, apeqqutaassasoq, pisoq imaluunniit sunniutaasoq piffissap sinnera imaluunniit qaangiuttussamik timikkut imaluunniit tarnikkut ajoqusernermik kinguneqarnissaa, aamma pisoq imaluunniit sunniutaasoq naleqqutissanersoq </w:t>
      </w:r>
      <w:r w:rsidR="00DB4067" w:rsidRPr="00171408">
        <w:rPr>
          <w:lang w:val="kl-GL"/>
        </w:rPr>
        <w:t xml:space="preserve">inummut </w:t>
      </w:r>
      <w:r w:rsidRPr="00171408">
        <w:rPr>
          <w:lang w:val="kl-GL"/>
        </w:rPr>
        <w:t xml:space="preserve">ajoqusernerup nalunaarutigineqarnissaanut. Naleqqunnermut tunngatillugu suleriaaseq taamaalilluni allanngortinneqarani aalajangiusimaneqarpoq. Taamaattoq ajoqusernerit, kapuutinit ipertuunik kapineqarnerup kingunerisaanik </w:t>
      </w:r>
      <w:r w:rsidR="00632285" w:rsidRPr="00171408">
        <w:rPr>
          <w:lang w:val="kl-GL"/>
        </w:rPr>
        <w:t>pilertut</w:t>
      </w:r>
      <w:r w:rsidRPr="00171408">
        <w:rPr>
          <w:lang w:val="kl-GL"/>
        </w:rPr>
        <w:t xml:space="preserve">, suli akuersaarneqarsinnaassapput, ajoqusertup peqqissusaanut sunniuteqarsinnaaneri apeqqutaatinnagu. </w:t>
      </w:r>
    </w:p>
    <w:p w14:paraId="711F9835" w14:textId="757028B7" w:rsidR="00515200" w:rsidRPr="00171408" w:rsidRDefault="00800F1A">
      <w:pPr>
        <w:pStyle w:val="AT-Body"/>
        <w:spacing w:line="276" w:lineRule="auto"/>
        <w:rPr>
          <w:lang w:val="kl-GL"/>
        </w:rPr>
      </w:pPr>
      <w:r w:rsidRPr="00171408">
        <w:rPr>
          <w:lang w:val="kl-GL"/>
        </w:rPr>
        <w:t>Inatsimmi nr. 550, 7. maj 2019-imeersumi allannguinerup kingorna, a</w:t>
      </w:r>
      <w:r w:rsidR="00CE02F1" w:rsidRPr="00171408">
        <w:rPr>
          <w:lang w:val="kl-GL"/>
        </w:rPr>
        <w:t>llannguutit suli</w:t>
      </w:r>
      <w:r w:rsidR="00632285" w:rsidRPr="00171408">
        <w:rPr>
          <w:lang w:val="kl-GL"/>
        </w:rPr>
        <w:t>nerm</w:t>
      </w:r>
      <w:r w:rsidR="00CE02F1" w:rsidRPr="00171408">
        <w:rPr>
          <w:lang w:val="kl-GL"/>
        </w:rPr>
        <w:t>i ajoqusernermut isumannaarineq pillugu inatsimmi malittarisassanik assigiissaa</w:t>
      </w:r>
      <w:r w:rsidRPr="00171408">
        <w:rPr>
          <w:lang w:val="kl-GL"/>
        </w:rPr>
        <w:t>ri</w:t>
      </w:r>
      <w:r w:rsidR="00CE02F1" w:rsidRPr="00171408">
        <w:rPr>
          <w:lang w:val="kl-GL"/>
        </w:rPr>
        <w:t>nermik kinguneqassapput.</w:t>
      </w:r>
    </w:p>
    <w:p w14:paraId="641F1539" w14:textId="77777777" w:rsidR="00515200" w:rsidRPr="00171408" w:rsidRDefault="00CE02F1">
      <w:pPr>
        <w:pStyle w:val="AT-Body"/>
        <w:spacing w:line="276" w:lineRule="auto"/>
        <w:rPr>
          <w:lang w:val="kl-GL"/>
        </w:rPr>
      </w:pPr>
      <w:r w:rsidRPr="00171408">
        <w:rPr>
          <w:lang w:val="kl-GL"/>
        </w:rPr>
        <w:t>Siunnersuummi § 1, nr. 1, aamma taakkununnga oqaaseqatit, innersuussutigineqarput.</w:t>
      </w:r>
    </w:p>
    <w:p w14:paraId="177E222C" w14:textId="6917623F" w:rsidR="00515200" w:rsidRPr="00171408" w:rsidRDefault="00CE02F1">
      <w:pPr>
        <w:pStyle w:val="NormalWeb"/>
        <w:spacing w:line="276" w:lineRule="auto"/>
        <w:rPr>
          <w:lang w:val="kl-GL"/>
        </w:rPr>
      </w:pPr>
      <w:r w:rsidRPr="00171408">
        <w:rPr>
          <w:rFonts w:ascii="Times New Roman" w:hAnsi="Times New Roman" w:cs="Times New Roman"/>
          <w:b/>
          <w:sz w:val="22"/>
          <w:szCs w:val="22"/>
          <w:lang w:val="kl-GL"/>
        </w:rPr>
        <w:t>2.2.</w:t>
      </w:r>
      <w:r w:rsidRPr="00171408">
        <w:rPr>
          <w:rFonts w:ascii="Times New Roman" w:hAnsi="Times New Roman"/>
          <w:b/>
          <w:lang w:val="kl-GL"/>
        </w:rPr>
        <w:t xml:space="preserve"> </w:t>
      </w:r>
      <w:r w:rsidR="00CB75FD" w:rsidRPr="00171408">
        <w:rPr>
          <w:rFonts w:ascii="Times New Roman" w:hAnsi="Times New Roman" w:cs="Times New Roman"/>
          <w:lang w:val="kl-GL"/>
        </w:rPr>
        <w:t>Piffissaliissutinik inatsisitigut aalajangerneqartunik atorunnaarsitsineq</w:t>
      </w:r>
    </w:p>
    <w:p w14:paraId="2D3EC513" w14:textId="51F5D232" w:rsidR="006246C5" w:rsidRPr="00171408" w:rsidRDefault="00CE02F1" w:rsidP="002557F9">
      <w:pPr>
        <w:pStyle w:val="AT-Body"/>
        <w:spacing w:line="276" w:lineRule="auto"/>
        <w:rPr>
          <w:lang w:val="kl-GL"/>
        </w:rPr>
      </w:pPr>
      <w:r w:rsidRPr="002557F9">
        <w:rPr>
          <w:i/>
          <w:iCs/>
          <w:lang w:val="kl-GL"/>
        </w:rPr>
        <w:t>2.2.1.</w:t>
      </w:r>
      <w:r w:rsidRPr="00171408">
        <w:rPr>
          <w:lang w:val="kl-GL"/>
        </w:rPr>
        <w:t xml:space="preserve"> </w:t>
      </w:r>
      <w:r w:rsidRPr="002557F9">
        <w:rPr>
          <w:i/>
          <w:iCs/>
          <w:lang w:val="kl-GL"/>
        </w:rPr>
        <w:t>Inatsisit atuuttut</w:t>
      </w:r>
      <w:r w:rsidRPr="00171408">
        <w:rPr>
          <w:lang w:val="kl-GL"/>
        </w:rPr>
        <w:br/>
      </w:r>
      <w:r w:rsidR="003E6DDB" w:rsidRPr="00171408">
        <w:rPr>
          <w:lang w:val="kl-GL"/>
        </w:rPr>
        <w:t xml:space="preserve">§ 15, imm. 1-imi aalajangersakkami atuuttumi allaqqavoq, </w:t>
      </w:r>
      <w:r w:rsidR="0065225F" w:rsidRPr="00171408">
        <w:rPr>
          <w:lang w:val="kl-GL"/>
        </w:rPr>
        <w:t>napparsimanermik katsorsaanerup, sungiusaanerup imaluunniit piginnaanngorsaaqqinnerup kingorna ajoqusertup siunissami peqqissusaa</w:t>
      </w:r>
      <w:r w:rsidR="00DF62A2" w:rsidRPr="00171408">
        <w:rPr>
          <w:lang w:val="kl-GL"/>
        </w:rPr>
        <w:t>nik inuussutissarsiornikkullu periarfissaanik missiliuussinissamut tunngavissaqartillugu</w:t>
      </w:r>
      <w:r w:rsidR="0065225F" w:rsidRPr="00171408">
        <w:rPr>
          <w:lang w:val="kl-GL"/>
        </w:rPr>
        <w:t xml:space="preserve"> </w:t>
      </w:r>
      <w:r w:rsidR="003E6DDB" w:rsidRPr="00171408">
        <w:rPr>
          <w:lang w:val="kl-GL"/>
        </w:rPr>
        <w:t>Arbejdsmarkedets Erhvervssikring</w:t>
      </w:r>
      <w:r w:rsidR="00DF62A2" w:rsidRPr="00171408">
        <w:rPr>
          <w:lang w:val="kl-GL"/>
        </w:rPr>
        <w:t xml:space="preserve">ip aalajangissagaa, ajoqusertoq </w:t>
      </w:r>
      <w:r w:rsidR="004B17AD" w:rsidRPr="00171408">
        <w:rPr>
          <w:lang w:val="kl-GL"/>
        </w:rPr>
        <w:t>§ 21 malillugu inuussutissarsiorsinnaanermik annaasaqarnermut taarsiiffigitinnissamut aamma § 22 malillugu qaangigassarinngisamik ajuuteqalernermut ajunngitsorsiassa</w:t>
      </w:r>
      <w:r w:rsidR="006E6F6A" w:rsidRPr="00171408">
        <w:rPr>
          <w:lang w:val="kl-GL"/>
        </w:rPr>
        <w:t xml:space="preserve">nut pisinnaatitaanersoq. Sulinermi ajoqusernerup nalunaarutigineqarnerata kingorna ukioq ataaseq qaangiutsinnagu aalajangiisoqassaaq. Inuussutissarsiornermi nappaatinut, Erhvervssygdomsudvalgemut saqqummiunneqartussanut, </w:t>
      </w:r>
      <w:r w:rsidR="00244E57" w:rsidRPr="00171408">
        <w:rPr>
          <w:lang w:val="kl-GL"/>
        </w:rPr>
        <w:t xml:space="preserve">ukiunut marlunnut </w:t>
      </w:r>
      <w:r w:rsidR="006E6F6A" w:rsidRPr="00171408">
        <w:rPr>
          <w:lang w:val="kl-GL"/>
        </w:rPr>
        <w:t>piffissaliussa</w:t>
      </w:r>
      <w:r w:rsidR="00244E57" w:rsidRPr="00171408">
        <w:rPr>
          <w:lang w:val="kl-GL"/>
        </w:rPr>
        <w:t>avoq.</w:t>
      </w:r>
    </w:p>
    <w:p w14:paraId="5C1B3667" w14:textId="70B63A5F" w:rsidR="006246C5" w:rsidRPr="00171408" w:rsidRDefault="00585803" w:rsidP="002557F9">
      <w:pPr>
        <w:pStyle w:val="AT-Body"/>
        <w:spacing w:line="276" w:lineRule="auto"/>
        <w:rPr>
          <w:lang w:val="kl-GL"/>
        </w:rPr>
      </w:pPr>
      <w:r w:rsidRPr="00171408">
        <w:rPr>
          <w:lang w:val="kl-GL"/>
        </w:rPr>
        <w:t>§ 15, imm. 2-mi aalajangersakkami atuuttumi ilanngullugu allaqqavoq, sulinermi ajoquserneq toqumik kinguneqarpat</w:t>
      </w:r>
      <w:r w:rsidR="00912336" w:rsidRPr="00171408">
        <w:rPr>
          <w:lang w:val="kl-GL"/>
        </w:rPr>
        <w:t>, toqusoqarneranik nalunaarutiginninnermiit piffissaliussat assingisa iluanni aalajangersarneqassa</w:t>
      </w:r>
      <w:r w:rsidR="00E438B3" w:rsidRPr="00171408">
        <w:rPr>
          <w:lang w:val="kl-GL"/>
        </w:rPr>
        <w:t>soq</w:t>
      </w:r>
      <w:r w:rsidR="00912336" w:rsidRPr="00171408">
        <w:rPr>
          <w:lang w:val="kl-GL"/>
        </w:rPr>
        <w:t xml:space="preserve"> </w:t>
      </w:r>
      <w:r w:rsidR="0098636A" w:rsidRPr="00171408">
        <w:rPr>
          <w:lang w:val="kl-GL"/>
        </w:rPr>
        <w:t xml:space="preserve">qimagaasut toqusoqartillugu </w:t>
      </w:r>
      <w:r w:rsidR="008E5532" w:rsidRPr="00171408">
        <w:rPr>
          <w:lang w:val="kl-GL"/>
        </w:rPr>
        <w:t>ikaarsaarnermut aningaasanik, pilersuisumik annaasaqarnermut taarsiissutinik aamma qimagaasunut ajunngitsorsiassanik pisinnaatitaanersut</w:t>
      </w:r>
      <w:r w:rsidR="004C082B" w:rsidRPr="00171408">
        <w:rPr>
          <w:lang w:val="kl-GL"/>
        </w:rPr>
        <w:t>.</w:t>
      </w:r>
    </w:p>
    <w:p w14:paraId="48206AC0" w14:textId="6BA7A035" w:rsidR="004C082B" w:rsidRPr="00171408" w:rsidRDefault="008C7468" w:rsidP="002557F9">
      <w:pPr>
        <w:pStyle w:val="AT-Body"/>
        <w:spacing w:line="276" w:lineRule="auto"/>
        <w:rPr>
          <w:lang w:val="kl-GL"/>
        </w:rPr>
      </w:pPr>
      <w:r w:rsidRPr="00171408">
        <w:rPr>
          <w:lang w:val="kl-GL"/>
        </w:rPr>
        <w:t>Malittarisassat atuuttut malillugit piffissaliussat naarsorsorneqartarput Arbejdsmarkedets Erhvervssikringip ajoquserneq imaluunniit napparsimaneq pillugu nalunaarutiginninnerup tigune</w:t>
      </w:r>
      <w:r w:rsidR="007F376C" w:rsidRPr="00171408">
        <w:rPr>
          <w:lang w:val="kl-GL"/>
        </w:rPr>
        <w:t>qarnerata kingorna. Tamatumunnga pissutaavoq, Arbejdsmarkedets Erhvervssikringi suliassa</w:t>
      </w:r>
      <w:r w:rsidR="00835FDB" w:rsidRPr="00171408">
        <w:rPr>
          <w:lang w:val="kl-GL"/>
        </w:rPr>
        <w:t>p nalunaarutigineqartinnagu</w:t>
      </w:r>
      <w:r w:rsidR="007F376C" w:rsidRPr="00171408">
        <w:rPr>
          <w:lang w:val="kl-GL"/>
        </w:rPr>
        <w:t xml:space="preserve"> </w:t>
      </w:r>
      <w:r w:rsidR="00835FDB" w:rsidRPr="00171408">
        <w:rPr>
          <w:lang w:val="kl-GL"/>
        </w:rPr>
        <w:t>suliarinissaanut</w:t>
      </w:r>
      <w:r w:rsidR="007F376C" w:rsidRPr="00171408">
        <w:rPr>
          <w:lang w:val="kl-GL"/>
        </w:rPr>
        <w:t xml:space="preserve"> periarfissaqanngimmat</w:t>
      </w:r>
      <w:r w:rsidR="00835FDB" w:rsidRPr="00171408">
        <w:rPr>
          <w:lang w:val="kl-GL"/>
        </w:rPr>
        <w:t>.</w:t>
      </w:r>
    </w:p>
    <w:p w14:paraId="4E3C64CA" w14:textId="31888FCC" w:rsidR="00515200" w:rsidRPr="00171408" w:rsidRDefault="00044DC0" w:rsidP="004F3AF6">
      <w:pPr>
        <w:pStyle w:val="AT-Body"/>
        <w:spacing w:line="276" w:lineRule="auto"/>
        <w:rPr>
          <w:lang w:val="kl-GL"/>
        </w:rPr>
      </w:pPr>
      <w:r w:rsidRPr="00171408">
        <w:rPr>
          <w:lang w:val="kl-GL"/>
        </w:rPr>
        <w:t xml:space="preserve">Taamaalilluni </w:t>
      </w:r>
      <w:r w:rsidR="00761791" w:rsidRPr="00171408">
        <w:rPr>
          <w:lang w:val="kl-GL"/>
        </w:rPr>
        <w:t>ajoqusertoq qimagaasullu inuussutissarsior</w:t>
      </w:r>
      <w:r w:rsidR="007D0F00" w:rsidRPr="00171408">
        <w:rPr>
          <w:lang w:val="kl-GL"/>
        </w:rPr>
        <w:t>sinnaanermik annaasaqarnermut taarsiissutinik aamma qaangersinnaanngisamik ajuuteqalernermut ajunngitsorsiassanik pisinnaatitaanersut pillugit</w:t>
      </w:r>
      <w:r w:rsidR="00761791" w:rsidRPr="00171408">
        <w:rPr>
          <w:lang w:val="kl-GL"/>
        </w:rPr>
        <w:t xml:space="preserve"> </w:t>
      </w:r>
      <w:r w:rsidRPr="004F3AF6">
        <w:rPr>
          <w:lang w:val="kl-GL"/>
        </w:rPr>
        <w:t>Arbejdsmarkedets Erhvervssikring</w:t>
      </w:r>
      <w:r w:rsidR="00761791" w:rsidRPr="004F3AF6">
        <w:rPr>
          <w:lang w:val="kl-GL"/>
        </w:rPr>
        <w:t xml:space="preserve">i piffissaliussat iluanni </w:t>
      </w:r>
      <w:r w:rsidR="007D0F00" w:rsidRPr="004F3AF6">
        <w:rPr>
          <w:lang w:val="kl-GL"/>
        </w:rPr>
        <w:t xml:space="preserve">aalajangiinissamut pisussaaffeqarpoq. </w:t>
      </w:r>
      <w:r w:rsidR="00953C00" w:rsidRPr="004F3AF6">
        <w:rPr>
          <w:lang w:val="kl-GL"/>
        </w:rPr>
        <w:t>Peqatigalugu piumasaqaataavoq sulinermi ajoquserneq nalunaarutigineqartoq akuersaarneqarnersoq pillugu aalajangiinermik aalajangiineq imaqassasoq (ataatsimoor</w:t>
      </w:r>
      <w:r w:rsidR="00007D51" w:rsidRPr="004F3AF6">
        <w:rPr>
          <w:lang w:val="kl-GL"/>
        </w:rPr>
        <w:t>ussamik</w:t>
      </w:r>
      <w:r w:rsidR="00953C00" w:rsidRPr="004F3AF6">
        <w:rPr>
          <w:lang w:val="kl-GL"/>
        </w:rPr>
        <w:t xml:space="preserve"> aalajangiineq)</w:t>
      </w:r>
      <w:r w:rsidR="006246C5" w:rsidRPr="004F3AF6">
        <w:rPr>
          <w:lang w:val="kl-GL"/>
        </w:rPr>
        <w:t>.</w:t>
      </w:r>
    </w:p>
    <w:p w14:paraId="7DF388F3" w14:textId="0D061094" w:rsidR="00515200" w:rsidRPr="00171408" w:rsidRDefault="00CE02F1">
      <w:pPr>
        <w:pStyle w:val="NormalWeb"/>
        <w:spacing w:line="276" w:lineRule="auto"/>
        <w:rPr>
          <w:rFonts w:ascii="Times New Roman" w:hAnsi="Times New Roman"/>
          <w:lang w:val="kl-GL"/>
        </w:rPr>
      </w:pPr>
      <w:r w:rsidRPr="00171408">
        <w:rPr>
          <w:rFonts w:ascii="Times New Roman" w:hAnsi="Times New Roman" w:cs="Times New Roman"/>
          <w:sz w:val="22"/>
          <w:szCs w:val="22"/>
          <w:lang w:val="kl-GL"/>
        </w:rPr>
        <w:lastRenderedPageBreak/>
        <w:t xml:space="preserve">Arbejdsmarkedets Erhvervssikringip qanoq sukkatigisumik aalajangiinissaanut piffissarititanik </w:t>
      </w:r>
      <w:r w:rsidR="00A70A3F" w:rsidRPr="00171408">
        <w:rPr>
          <w:rFonts w:ascii="Times New Roman" w:hAnsi="Times New Roman" w:cs="Times New Roman"/>
          <w:sz w:val="22"/>
          <w:szCs w:val="22"/>
          <w:lang w:val="kl-GL"/>
        </w:rPr>
        <w:t xml:space="preserve">ilanngullugu </w:t>
      </w:r>
      <w:r w:rsidRPr="00171408">
        <w:rPr>
          <w:rFonts w:ascii="Times New Roman" w:hAnsi="Times New Roman" w:cs="Times New Roman"/>
          <w:sz w:val="22"/>
          <w:szCs w:val="22"/>
          <w:lang w:val="kl-GL"/>
        </w:rPr>
        <w:t>§ 44-mi aalajangersagaqarpoq, suliani ajoqusernerit imaluunniit nappaatit sulin</w:t>
      </w:r>
      <w:r w:rsidR="00D8775A" w:rsidRPr="00171408">
        <w:rPr>
          <w:rFonts w:ascii="Times New Roman" w:hAnsi="Times New Roman" w:cs="Times New Roman"/>
          <w:sz w:val="22"/>
          <w:szCs w:val="22"/>
          <w:lang w:val="kl-GL"/>
        </w:rPr>
        <w:t>erm</w:t>
      </w:r>
      <w:r w:rsidRPr="00171408">
        <w:rPr>
          <w:rFonts w:ascii="Times New Roman" w:hAnsi="Times New Roman" w:cs="Times New Roman"/>
          <w:sz w:val="22"/>
          <w:szCs w:val="22"/>
          <w:lang w:val="kl-GL"/>
        </w:rPr>
        <w:t xml:space="preserve">i ajoqusernertut akuersaarneqarsinnaanngippata. Sulianut ajutoornernut tunngasunut, Arbejdsmarkedets Erhvervssikringip nalunaarummik tigusaqarneraniit </w:t>
      </w:r>
      <w:r w:rsidR="00D8775A" w:rsidRPr="00171408">
        <w:rPr>
          <w:rFonts w:ascii="Times New Roman" w:hAnsi="Times New Roman" w:cs="Times New Roman"/>
          <w:sz w:val="22"/>
          <w:szCs w:val="22"/>
          <w:lang w:val="kl-GL"/>
        </w:rPr>
        <w:t xml:space="preserve">piffissarititaavoq </w:t>
      </w:r>
      <w:r w:rsidRPr="00171408">
        <w:rPr>
          <w:rFonts w:ascii="Times New Roman" w:hAnsi="Times New Roman" w:cs="Times New Roman"/>
          <w:sz w:val="22"/>
          <w:szCs w:val="22"/>
          <w:lang w:val="kl-GL"/>
        </w:rPr>
        <w:t>qaammatit pingasut. Sulianut inuussutissarsiornermi nappaatinut tunngasunut, qaammatit arfinillit piffissarititaa</w:t>
      </w:r>
      <w:r w:rsidR="00157DC9" w:rsidRPr="00171408">
        <w:rPr>
          <w:rFonts w:ascii="Times New Roman" w:hAnsi="Times New Roman" w:cs="Times New Roman"/>
          <w:sz w:val="22"/>
          <w:szCs w:val="22"/>
          <w:lang w:val="kl-GL"/>
        </w:rPr>
        <w:t>voq</w:t>
      </w:r>
      <w:r w:rsidRPr="00171408">
        <w:rPr>
          <w:rFonts w:ascii="Times New Roman" w:hAnsi="Times New Roman" w:cs="Times New Roman"/>
          <w:sz w:val="22"/>
          <w:szCs w:val="22"/>
          <w:lang w:val="kl-GL"/>
        </w:rPr>
        <w:t>. Sulianut inuussutissarsiornermi nappaatinut tunngasunut, Erhvervssygdomsudvalgetimut saqqummiunneqartussanut, ukiut marluk piffissarititaa</w:t>
      </w:r>
      <w:r w:rsidR="00157DC9" w:rsidRPr="00171408">
        <w:rPr>
          <w:rFonts w:ascii="Times New Roman" w:hAnsi="Times New Roman" w:cs="Times New Roman"/>
          <w:sz w:val="22"/>
          <w:szCs w:val="22"/>
          <w:lang w:val="kl-GL"/>
        </w:rPr>
        <w:t>voq</w:t>
      </w:r>
      <w:r w:rsidRPr="00171408">
        <w:rPr>
          <w:rFonts w:ascii="Times New Roman" w:hAnsi="Times New Roman" w:cs="Times New Roman"/>
          <w:sz w:val="22"/>
          <w:szCs w:val="22"/>
          <w:lang w:val="kl-GL"/>
        </w:rPr>
        <w:t>.</w:t>
      </w:r>
    </w:p>
    <w:p w14:paraId="02D9BDE1" w14:textId="1C7D5EC1" w:rsidR="00515200" w:rsidRPr="00171408" w:rsidRDefault="00CE02F1">
      <w:pPr>
        <w:pStyle w:val="NormalWeb"/>
        <w:spacing w:line="276" w:lineRule="auto"/>
        <w:rPr>
          <w:lang w:val="kl-GL"/>
        </w:rPr>
      </w:pPr>
      <w:r w:rsidRPr="00171408">
        <w:rPr>
          <w:rStyle w:val="italic1"/>
          <w:rFonts w:ascii="Times New Roman" w:hAnsi="Times New Roman" w:cs="Times New Roman"/>
          <w:sz w:val="22"/>
          <w:szCs w:val="22"/>
          <w:lang w:val="kl-GL"/>
        </w:rPr>
        <w:t>2.2.2.</w:t>
      </w:r>
      <w:r w:rsidRPr="00171408">
        <w:rPr>
          <w:rFonts w:ascii="Times New Roman" w:hAnsi="Times New Roman" w:cs="Times New Roman"/>
          <w:sz w:val="22"/>
          <w:szCs w:val="22"/>
          <w:lang w:val="kl-GL"/>
        </w:rPr>
        <w:t xml:space="preserve"> </w:t>
      </w:r>
      <w:r w:rsidR="00CB242C" w:rsidRPr="00171408">
        <w:rPr>
          <w:rStyle w:val="italic1"/>
          <w:rFonts w:ascii="Times New Roman" w:hAnsi="Times New Roman" w:cs="Times New Roman"/>
          <w:sz w:val="22"/>
          <w:szCs w:val="22"/>
          <w:lang w:val="kl-GL"/>
        </w:rPr>
        <w:t>Suliassaqartitsinermut minister</w:t>
      </w:r>
      <w:r w:rsidR="008700A5" w:rsidRPr="00171408">
        <w:rPr>
          <w:rStyle w:val="italic1"/>
          <w:rFonts w:ascii="Times New Roman" w:hAnsi="Times New Roman" w:cs="Times New Roman"/>
          <w:sz w:val="22"/>
          <w:szCs w:val="22"/>
          <w:lang w:val="kl-GL"/>
        </w:rPr>
        <w:t>eqarfiup</w:t>
      </w:r>
      <w:r w:rsidRPr="00171408">
        <w:rPr>
          <w:rStyle w:val="italic1"/>
          <w:rFonts w:ascii="Times New Roman" w:hAnsi="Times New Roman" w:cs="Times New Roman"/>
          <w:sz w:val="22"/>
          <w:szCs w:val="22"/>
          <w:lang w:val="kl-GL"/>
        </w:rPr>
        <w:t xml:space="preserve"> isumaliuutersuutai aamma aaqqissu</w:t>
      </w:r>
      <w:r w:rsidR="004D29EE" w:rsidRPr="00171408">
        <w:rPr>
          <w:rStyle w:val="italic1"/>
          <w:rFonts w:ascii="Times New Roman" w:hAnsi="Times New Roman" w:cs="Times New Roman"/>
          <w:sz w:val="22"/>
          <w:szCs w:val="22"/>
          <w:lang w:val="kl-GL"/>
        </w:rPr>
        <w:t>u</w:t>
      </w:r>
      <w:r w:rsidRPr="00171408">
        <w:rPr>
          <w:rStyle w:val="italic1"/>
          <w:rFonts w:ascii="Times New Roman" w:hAnsi="Times New Roman" w:cs="Times New Roman"/>
          <w:sz w:val="22"/>
          <w:szCs w:val="22"/>
          <w:lang w:val="kl-GL"/>
        </w:rPr>
        <w:t>ssineq siunnersuutigineqartoq</w:t>
      </w:r>
      <w:r w:rsidRPr="00171408">
        <w:rPr>
          <w:rFonts w:ascii="Times New Roman" w:hAnsi="Times New Roman" w:cs="Times New Roman"/>
          <w:sz w:val="22"/>
          <w:szCs w:val="22"/>
          <w:lang w:val="kl-GL"/>
        </w:rPr>
        <w:br/>
        <w:t>§ 15</w:t>
      </w:r>
      <w:r w:rsidR="008F1B3E" w:rsidRPr="00171408">
        <w:rPr>
          <w:rFonts w:ascii="Times New Roman" w:hAnsi="Times New Roman" w:cs="Times New Roman"/>
          <w:sz w:val="22"/>
          <w:szCs w:val="22"/>
          <w:lang w:val="kl-GL"/>
        </w:rPr>
        <w:t>-imi</w:t>
      </w:r>
      <w:r w:rsidR="00C51129" w:rsidRPr="00171408">
        <w:rPr>
          <w:rFonts w:ascii="Times New Roman" w:hAnsi="Times New Roman" w:cs="Times New Roman"/>
          <w:sz w:val="22"/>
          <w:szCs w:val="22"/>
          <w:lang w:val="kl-GL"/>
        </w:rPr>
        <w:t xml:space="preserve"> piffissaliussat inatsisitigut aalajangerneqartut pillugit</w:t>
      </w:r>
      <w:r w:rsidRPr="00171408">
        <w:rPr>
          <w:rFonts w:ascii="Times New Roman" w:hAnsi="Times New Roman" w:cs="Times New Roman"/>
          <w:sz w:val="22"/>
          <w:szCs w:val="22"/>
          <w:lang w:val="kl-GL"/>
        </w:rPr>
        <w:t xml:space="preserve"> Kalaallit Nunaanni sulin</w:t>
      </w:r>
      <w:r w:rsidR="006E330A" w:rsidRPr="00171408">
        <w:rPr>
          <w:rFonts w:ascii="Times New Roman" w:hAnsi="Times New Roman" w:cs="Times New Roman"/>
          <w:sz w:val="22"/>
          <w:szCs w:val="22"/>
          <w:lang w:val="kl-GL"/>
        </w:rPr>
        <w:t>erm</w:t>
      </w:r>
      <w:r w:rsidRPr="00171408">
        <w:rPr>
          <w:rFonts w:ascii="Times New Roman" w:hAnsi="Times New Roman" w:cs="Times New Roman"/>
          <w:sz w:val="22"/>
          <w:szCs w:val="22"/>
          <w:lang w:val="kl-GL"/>
        </w:rPr>
        <w:t>i ajoqusernermut isumannaarineq pillugu inatsisikkut, nr. 1528, 21. december 2010-meersukkut ikkunneqarp</w:t>
      </w:r>
      <w:r w:rsidR="00263591" w:rsidRPr="00171408">
        <w:rPr>
          <w:rFonts w:ascii="Times New Roman" w:hAnsi="Times New Roman" w:cs="Times New Roman"/>
          <w:sz w:val="22"/>
          <w:szCs w:val="22"/>
          <w:lang w:val="kl-GL"/>
        </w:rPr>
        <w:t>ut</w:t>
      </w:r>
      <w:r w:rsidRPr="00171408">
        <w:rPr>
          <w:rFonts w:ascii="Times New Roman" w:hAnsi="Times New Roman" w:cs="Times New Roman"/>
          <w:sz w:val="22"/>
          <w:szCs w:val="22"/>
          <w:lang w:val="kl-GL"/>
        </w:rPr>
        <w:t xml:space="preserve"> aamma inatsisinik atuuttunik ingerlatsiteqqiinerulluni. A</w:t>
      </w:r>
      <w:r w:rsidR="00AB3DB3" w:rsidRPr="00171408">
        <w:rPr>
          <w:rFonts w:ascii="Times New Roman" w:hAnsi="Times New Roman" w:cs="Times New Roman"/>
          <w:sz w:val="22"/>
          <w:szCs w:val="22"/>
          <w:lang w:val="kl-GL"/>
        </w:rPr>
        <w:t>kuersaarneq, ajunngitsorsiassat aamma taarsiissutissat pillugit a</w:t>
      </w:r>
      <w:r w:rsidRPr="00171408">
        <w:rPr>
          <w:rFonts w:ascii="Times New Roman" w:hAnsi="Times New Roman" w:cs="Times New Roman"/>
          <w:sz w:val="22"/>
          <w:szCs w:val="22"/>
          <w:lang w:val="kl-GL"/>
        </w:rPr>
        <w:t xml:space="preserve">taatsimoorussamik aalajangiinissaq pillugu alajangersagaq illuatungeriit tusarniaaffigineqarnerinik ikinnerusunik kinguneqarnissaa naatsorsuutigalugu eqqunneqarpoq, </w:t>
      </w:r>
      <w:r w:rsidR="001E0E72" w:rsidRPr="00171408">
        <w:rPr>
          <w:rFonts w:ascii="Times New Roman" w:hAnsi="Times New Roman" w:cs="Times New Roman"/>
          <w:sz w:val="22"/>
          <w:szCs w:val="22"/>
          <w:lang w:val="kl-GL"/>
        </w:rPr>
        <w:t xml:space="preserve">ilanngullugu </w:t>
      </w:r>
      <w:r w:rsidRPr="00171408">
        <w:rPr>
          <w:rFonts w:ascii="Times New Roman" w:hAnsi="Times New Roman" w:cs="Times New Roman"/>
          <w:sz w:val="22"/>
          <w:szCs w:val="22"/>
          <w:lang w:val="kl-GL"/>
        </w:rPr>
        <w:t>aallaavi</w:t>
      </w:r>
      <w:r w:rsidR="00B4758C" w:rsidRPr="00171408">
        <w:rPr>
          <w:rFonts w:ascii="Times New Roman" w:hAnsi="Times New Roman" w:cs="Times New Roman"/>
          <w:sz w:val="22"/>
          <w:szCs w:val="22"/>
          <w:lang w:val="kl-GL"/>
        </w:rPr>
        <w:t>atigut</w:t>
      </w:r>
      <w:r w:rsidRPr="00171408">
        <w:rPr>
          <w:rFonts w:ascii="Times New Roman" w:hAnsi="Times New Roman" w:cs="Times New Roman"/>
          <w:sz w:val="22"/>
          <w:szCs w:val="22"/>
          <w:lang w:val="kl-GL"/>
        </w:rPr>
        <w:t xml:space="preserve"> pisariaqarunnaassasoq </w:t>
      </w:r>
      <w:r w:rsidR="00024632" w:rsidRPr="00171408">
        <w:rPr>
          <w:rFonts w:ascii="Times New Roman" w:hAnsi="Times New Roman" w:cs="Times New Roman"/>
          <w:sz w:val="22"/>
          <w:szCs w:val="22"/>
          <w:lang w:val="kl-GL"/>
        </w:rPr>
        <w:t xml:space="preserve">suliami aalajangiinerit allat ilaat pillugu </w:t>
      </w:r>
      <w:r w:rsidR="000654EB" w:rsidRPr="00171408">
        <w:rPr>
          <w:rFonts w:ascii="Times New Roman" w:hAnsi="Times New Roman" w:cs="Times New Roman"/>
          <w:sz w:val="22"/>
          <w:szCs w:val="22"/>
          <w:lang w:val="kl-GL"/>
        </w:rPr>
        <w:t>naammagittaalli</w:t>
      </w:r>
      <w:r w:rsidRPr="00171408">
        <w:rPr>
          <w:rFonts w:ascii="Times New Roman" w:hAnsi="Times New Roman" w:cs="Times New Roman"/>
          <w:sz w:val="22"/>
          <w:szCs w:val="22"/>
          <w:lang w:val="kl-GL"/>
        </w:rPr>
        <w:t>u</w:t>
      </w:r>
      <w:r w:rsidR="00C77DE4" w:rsidRPr="00171408">
        <w:rPr>
          <w:rFonts w:ascii="Times New Roman" w:hAnsi="Times New Roman" w:cs="Times New Roman"/>
          <w:sz w:val="22"/>
          <w:szCs w:val="22"/>
          <w:lang w:val="kl-GL"/>
        </w:rPr>
        <w:t>u</w:t>
      </w:r>
      <w:r w:rsidRPr="00171408">
        <w:rPr>
          <w:rFonts w:ascii="Times New Roman" w:hAnsi="Times New Roman" w:cs="Times New Roman"/>
          <w:sz w:val="22"/>
          <w:szCs w:val="22"/>
          <w:lang w:val="kl-GL"/>
        </w:rPr>
        <w:t>teqarnissamut piffissarititaasup qaangiunnissaanik utaqqinissaq, suliap ingerlateqqinneqarsinnaanissaanut.</w:t>
      </w:r>
    </w:p>
    <w:p w14:paraId="76560DEB" w14:textId="21276B90" w:rsidR="00515200" w:rsidRPr="00171408" w:rsidRDefault="00CE02F1">
      <w:pPr>
        <w:rPr>
          <w:rFonts w:ascii="Times New Roman" w:hAnsi="Times New Roman"/>
          <w:lang w:val="kl-GL"/>
        </w:rPr>
      </w:pPr>
      <w:r w:rsidRPr="00171408">
        <w:rPr>
          <w:rFonts w:ascii="Times New Roman" w:hAnsi="Times New Roman" w:cs="Times New Roman"/>
          <w:lang w:val="kl-GL"/>
        </w:rPr>
        <w:t>Kalaallit Nunaanni sulin</w:t>
      </w:r>
      <w:r w:rsidR="001E0E72" w:rsidRPr="00171408">
        <w:rPr>
          <w:rFonts w:ascii="Times New Roman" w:hAnsi="Times New Roman" w:cs="Times New Roman"/>
          <w:lang w:val="kl-GL"/>
        </w:rPr>
        <w:t>erm</w:t>
      </w:r>
      <w:r w:rsidRPr="00171408">
        <w:rPr>
          <w:rFonts w:ascii="Times New Roman" w:hAnsi="Times New Roman" w:cs="Times New Roman"/>
          <w:lang w:val="kl-GL"/>
        </w:rPr>
        <w:t>i ajoqusernermut isumannaarineq pillugu inatsit malillugu sulianik ingerlatsinermi</w:t>
      </w:r>
      <w:r w:rsidR="00A30B51" w:rsidRPr="00171408">
        <w:rPr>
          <w:rFonts w:ascii="Times New Roman" w:hAnsi="Times New Roman" w:cs="Times New Roman"/>
          <w:lang w:val="kl-GL"/>
        </w:rPr>
        <w:t xml:space="preserve">, piffissap </w:t>
      </w:r>
      <w:r w:rsidR="003E6CCC" w:rsidRPr="00171408">
        <w:rPr>
          <w:rFonts w:ascii="Times New Roman" w:hAnsi="Times New Roman" w:cs="Times New Roman"/>
          <w:lang w:val="kl-GL"/>
        </w:rPr>
        <w:t>suliassat</w:t>
      </w:r>
      <w:r w:rsidR="00D23989" w:rsidRPr="00171408">
        <w:rPr>
          <w:rFonts w:ascii="Times New Roman" w:hAnsi="Times New Roman" w:cs="Times New Roman"/>
          <w:lang w:val="kl-GL"/>
        </w:rPr>
        <w:t xml:space="preserve"> </w:t>
      </w:r>
      <w:r w:rsidR="003E6CCC" w:rsidRPr="00171408">
        <w:rPr>
          <w:rFonts w:ascii="Times New Roman" w:hAnsi="Times New Roman" w:cs="Times New Roman"/>
          <w:lang w:val="kl-GL"/>
        </w:rPr>
        <w:t>suliarineqartarnerat</w:t>
      </w:r>
      <w:r w:rsidR="00A30B51" w:rsidRPr="00171408">
        <w:rPr>
          <w:rFonts w:ascii="Times New Roman" w:hAnsi="Times New Roman" w:cs="Times New Roman"/>
          <w:lang w:val="kl-GL"/>
        </w:rPr>
        <w:t xml:space="preserve"> sivikillineqarnissaanut atatillugu </w:t>
      </w:r>
      <w:r w:rsidR="00626B90" w:rsidRPr="00171408">
        <w:rPr>
          <w:rFonts w:ascii="Times New Roman" w:hAnsi="Times New Roman" w:cs="Times New Roman"/>
          <w:lang w:val="kl-GL"/>
        </w:rPr>
        <w:t xml:space="preserve">piffissaliussat inatsisitigut aalajangerneqartut aamma </w:t>
      </w:r>
      <w:r w:rsidRPr="00171408">
        <w:rPr>
          <w:rFonts w:ascii="Times New Roman" w:hAnsi="Times New Roman" w:cs="Times New Roman"/>
          <w:lang w:val="kl-GL"/>
        </w:rPr>
        <w:t xml:space="preserve">ataatsimoorussamik aalajangiineq </w:t>
      </w:r>
      <w:r w:rsidR="0024657C" w:rsidRPr="00171408">
        <w:rPr>
          <w:rFonts w:ascii="Times New Roman" w:hAnsi="Times New Roman" w:cs="Times New Roman"/>
          <w:lang w:val="kl-GL"/>
        </w:rPr>
        <w:t xml:space="preserve">suliani tamani </w:t>
      </w:r>
      <w:r w:rsidRPr="00171408">
        <w:rPr>
          <w:rFonts w:ascii="Times New Roman" w:hAnsi="Times New Roman" w:cs="Times New Roman"/>
          <w:lang w:val="kl-GL"/>
        </w:rPr>
        <w:t>kissaatigineqart</w:t>
      </w:r>
      <w:r w:rsidR="002C4834" w:rsidRPr="00171408">
        <w:rPr>
          <w:rFonts w:ascii="Times New Roman" w:hAnsi="Times New Roman" w:cs="Times New Roman"/>
          <w:lang w:val="kl-GL"/>
        </w:rPr>
        <w:t>umik</w:t>
      </w:r>
      <w:r w:rsidRPr="00171408">
        <w:rPr>
          <w:rFonts w:ascii="Times New Roman" w:hAnsi="Times New Roman" w:cs="Times New Roman"/>
          <w:lang w:val="kl-GL"/>
        </w:rPr>
        <w:t xml:space="preserve"> sunniuteqarsimanngillat.</w:t>
      </w:r>
    </w:p>
    <w:p w14:paraId="3EE91131" w14:textId="79822845" w:rsidR="006724DE" w:rsidRPr="00171408" w:rsidRDefault="00693598" w:rsidP="000B5F82">
      <w:pPr>
        <w:pStyle w:val="NormalWeb"/>
        <w:spacing w:line="276" w:lineRule="auto"/>
        <w:rPr>
          <w:rFonts w:ascii="Times New Roman" w:hAnsi="Times New Roman" w:cs="Times New Roman"/>
          <w:sz w:val="22"/>
          <w:lang w:val="kl-GL"/>
        </w:rPr>
      </w:pPr>
      <w:r w:rsidRPr="00171408">
        <w:rPr>
          <w:rFonts w:ascii="Times New Roman" w:hAnsi="Times New Roman"/>
          <w:sz w:val="22"/>
          <w:lang w:val="kl-GL"/>
        </w:rPr>
        <w:t xml:space="preserve">Taamaattumik siunnersuutigineqarpoq, Kalaallit Nunaanni sulinermik ajoqusernermi </w:t>
      </w:r>
      <w:r w:rsidR="00833AF7" w:rsidRPr="00171408">
        <w:rPr>
          <w:rFonts w:ascii="Times New Roman" w:hAnsi="Times New Roman"/>
          <w:sz w:val="22"/>
          <w:lang w:val="kl-GL"/>
        </w:rPr>
        <w:t xml:space="preserve">isumannaarineq pillugu </w:t>
      </w:r>
      <w:r w:rsidR="00FA790F" w:rsidRPr="00171408">
        <w:rPr>
          <w:rFonts w:ascii="Times New Roman" w:hAnsi="Times New Roman"/>
          <w:sz w:val="22"/>
          <w:lang w:val="kl-GL"/>
        </w:rPr>
        <w:t>inatsit malillugu sulinermik ajoqusernermi nalunaarutiginninnernik suliaqartarnermut aamma ajoqusertup ikiorsiissutinik pisinnaatitaaneranut</w:t>
      </w:r>
      <w:r w:rsidRPr="00171408">
        <w:rPr>
          <w:rFonts w:ascii="Times New Roman" w:hAnsi="Times New Roman"/>
          <w:sz w:val="22"/>
          <w:lang w:val="kl-GL"/>
        </w:rPr>
        <w:t xml:space="preserve"> piffissarititat inatsisitigut aalajangerneqartut</w:t>
      </w:r>
      <w:r w:rsidR="000B5F82" w:rsidRPr="00171408">
        <w:rPr>
          <w:rFonts w:ascii="Times New Roman" w:hAnsi="Times New Roman"/>
          <w:sz w:val="22"/>
          <w:lang w:val="kl-GL"/>
        </w:rPr>
        <w:t xml:space="preserve"> atorunnaarsinneqassasut. Tamatuma ilanngullugu kingunerissavaa, ataatsimoorussamik naliliisoqassanersoq pillugu piumasaqaataarutissammat</w:t>
      </w:r>
      <w:r w:rsidR="006724DE" w:rsidRPr="00171408">
        <w:rPr>
          <w:rFonts w:ascii="Times New Roman" w:hAnsi="Times New Roman" w:cs="Times New Roman"/>
          <w:sz w:val="22"/>
          <w:lang w:val="kl-GL"/>
        </w:rPr>
        <w:t>.</w:t>
      </w:r>
    </w:p>
    <w:p w14:paraId="0E4547DD" w14:textId="326CD77D" w:rsidR="006724DE" w:rsidRPr="00171408" w:rsidRDefault="000B5F82" w:rsidP="00950578">
      <w:pPr>
        <w:suppressAutoHyphens w:val="0"/>
        <w:rPr>
          <w:rFonts w:ascii="Times New Roman" w:eastAsia="Times New Roman" w:hAnsi="Times New Roman" w:cs="Times New Roman"/>
          <w:color w:val="000000"/>
          <w:lang w:val="kl-GL" w:eastAsia="da-DK"/>
        </w:rPr>
      </w:pPr>
      <w:r w:rsidRPr="00171408">
        <w:rPr>
          <w:rFonts w:ascii="Times New Roman" w:eastAsia="Times New Roman" w:hAnsi="Times New Roman" w:cs="Times New Roman"/>
          <w:color w:val="000000"/>
          <w:lang w:val="kl-GL" w:eastAsia="da-DK"/>
        </w:rPr>
        <w:t>Siunnersuummut tunngaviuvoq</w:t>
      </w:r>
      <w:r w:rsidR="00DE2E8B" w:rsidRPr="00171408">
        <w:rPr>
          <w:rFonts w:ascii="Times New Roman" w:eastAsia="Times New Roman" w:hAnsi="Times New Roman" w:cs="Times New Roman"/>
          <w:color w:val="000000"/>
          <w:lang w:val="kl-GL" w:eastAsia="da-DK"/>
        </w:rPr>
        <w:t xml:space="preserve">, piffissarititat inatsisitigut aalajangerneqartut suliassaqarfinni aalajangersimasuni </w:t>
      </w:r>
      <w:r w:rsidR="00C03CAA" w:rsidRPr="00171408">
        <w:rPr>
          <w:rFonts w:ascii="Times New Roman" w:eastAsia="Times New Roman" w:hAnsi="Times New Roman" w:cs="Times New Roman"/>
          <w:color w:val="000000"/>
          <w:lang w:val="kl-GL" w:eastAsia="da-DK"/>
        </w:rPr>
        <w:t>sulia</w:t>
      </w:r>
      <w:r w:rsidR="00002B9B" w:rsidRPr="00171408">
        <w:rPr>
          <w:rFonts w:ascii="Times New Roman" w:eastAsia="Times New Roman" w:hAnsi="Times New Roman" w:cs="Times New Roman"/>
          <w:color w:val="000000"/>
          <w:lang w:val="kl-GL" w:eastAsia="da-DK"/>
        </w:rPr>
        <w:t>ssat</w:t>
      </w:r>
      <w:r w:rsidR="00C03CAA" w:rsidRPr="00171408">
        <w:rPr>
          <w:rFonts w:ascii="Times New Roman" w:eastAsia="Times New Roman" w:hAnsi="Times New Roman" w:cs="Times New Roman"/>
          <w:color w:val="000000"/>
          <w:lang w:val="kl-GL" w:eastAsia="da-DK"/>
        </w:rPr>
        <w:t xml:space="preserve"> </w:t>
      </w:r>
      <w:r w:rsidR="00002B9B" w:rsidRPr="00171408">
        <w:rPr>
          <w:rFonts w:ascii="Times New Roman" w:eastAsia="Times New Roman" w:hAnsi="Times New Roman" w:cs="Times New Roman"/>
          <w:color w:val="000000"/>
          <w:lang w:val="kl-GL" w:eastAsia="da-DK"/>
        </w:rPr>
        <w:t>suliarineqartarnerannik</w:t>
      </w:r>
      <w:r w:rsidR="00DE2E8B" w:rsidRPr="00171408">
        <w:rPr>
          <w:rFonts w:ascii="Times New Roman" w:eastAsia="Times New Roman" w:hAnsi="Times New Roman" w:cs="Times New Roman"/>
          <w:color w:val="000000"/>
          <w:lang w:val="kl-GL" w:eastAsia="da-DK"/>
        </w:rPr>
        <w:t xml:space="preserve"> ukkataqarnissa</w:t>
      </w:r>
      <w:r w:rsidR="00FB2A9F" w:rsidRPr="00171408">
        <w:rPr>
          <w:rFonts w:ascii="Times New Roman" w:eastAsia="Times New Roman" w:hAnsi="Times New Roman" w:cs="Times New Roman"/>
          <w:color w:val="000000"/>
          <w:lang w:val="kl-GL" w:eastAsia="da-DK"/>
        </w:rPr>
        <w:t xml:space="preserve">mut aamma </w:t>
      </w:r>
      <w:r w:rsidR="00002B9B" w:rsidRPr="00171408">
        <w:rPr>
          <w:rFonts w:ascii="Times New Roman" w:eastAsia="Times New Roman" w:hAnsi="Times New Roman" w:cs="Times New Roman"/>
          <w:color w:val="000000"/>
          <w:lang w:val="kl-GL" w:eastAsia="da-DK"/>
        </w:rPr>
        <w:t>suliassat suliarineqartarneranni</w:t>
      </w:r>
      <w:r w:rsidR="00FB2A9F" w:rsidRPr="00171408">
        <w:rPr>
          <w:rFonts w:ascii="Times New Roman" w:eastAsia="Times New Roman" w:hAnsi="Times New Roman" w:cs="Times New Roman"/>
          <w:color w:val="000000"/>
          <w:lang w:val="kl-GL" w:eastAsia="da-DK"/>
        </w:rPr>
        <w:t xml:space="preserve"> piffissat naatsorsuutigineqartut nalunaarutiginissaannut</w:t>
      </w:r>
      <w:r w:rsidR="00CD70AB" w:rsidRPr="00171408">
        <w:rPr>
          <w:rFonts w:ascii="Times New Roman" w:eastAsia="Times New Roman" w:hAnsi="Times New Roman" w:cs="Times New Roman"/>
          <w:color w:val="000000"/>
          <w:lang w:val="kl-GL" w:eastAsia="da-DK"/>
        </w:rPr>
        <w:t>, innuttaasumut piffissami nalunaarutigineqar</w:t>
      </w:r>
      <w:r w:rsidR="00C118C7" w:rsidRPr="00171408">
        <w:rPr>
          <w:rFonts w:ascii="Times New Roman" w:eastAsia="Times New Roman" w:hAnsi="Times New Roman" w:cs="Times New Roman"/>
          <w:color w:val="000000"/>
          <w:lang w:val="kl-GL" w:eastAsia="da-DK"/>
        </w:rPr>
        <w:t>eerfiani piviusorsiunngitsutut sulianilu amerlasuuni eqquutsinneqarsinnaanngitsutut naliliiffigineqar</w:t>
      </w:r>
      <w:r w:rsidR="000064B7" w:rsidRPr="00171408">
        <w:rPr>
          <w:rFonts w:ascii="Times New Roman" w:eastAsia="Times New Roman" w:hAnsi="Times New Roman" w:cs="Times New Roman"/>
          <w:color w:val="000000"/>
          <w:lang w:val="kl-GL" w:eastAsia="da-DK"/>
        </w:rPr>
        <w:t>tunut,</w:t>
      </w:r>
      <w:r w:rsidR="00FB2A9F" w:rsidRPr="00171408">
        <w:rPr>
          <w:rFonts w:ascii="Times New Roman" w:eastAsia="Times New Roman" w:hAnsi="Times New Roman" w:cs="Times New Roman"/>
          <w:color w:val="000000"/>
          <w:lang w:val="kl-GL" w:eastAsia="da-DK"/>
        </w:rPr>
        <w:t xml:space="preserve"> </w:t>
      </w:r>
      <w:r w:rsidR="000064B7" w:rsidRPr="00171408">
        <w:rPr>
          <w:rFonts w:ascii="Times New Roman" w:eastAsia="Times New Roman" w:hAnsi="Times New Roman" w:cs="Times New Roman"/>
          <w:color w:val="000000"/>
          <w:lang w:val="kl-GL" w:eastAsia="da-DK"/>
        </w:rPr>
        <w:t xml:space="preserve">Arbejdsmarkedets Erhvervssikringimut </w:t>
      </w:r>
      <w:r w:rsidR="00FB2A9F" w:rsidRPr="00171408">
        <w:rPr>
          <w:rFonts w:ascii="Times New Roman" w:eastAsia="Times New Roman" w:hAnsi="Times New Roman" w:cs="Times New Roman"/>
          <w:color w:val="000000"/>
          <w:lang w:val="kl-GL" w:eastAsia="da-DK"/>
        </w:rPr>
        <w:t>pituttuisuummata</w:t>
      </w:r>
      <w:r w:rsidR="00C242C7" w:rsidRPr="00171408">
        <w:rPr>
          <w:rFonts w:ascii="Times New Roman" w:eastAsia="Times New Roman" w:hAnsi="Times New Roman" w:cs="Times New Roman"/>
          <w:color w:val="000000"/>
          <w:lang w:val="kl-GL" w:eastAsia="da-DK"/>
        </w:rPr>
        <w:t xml:space="preserve">. Taamaalilluni ajoqusertumut aamma suliami pineqartunut allanut kiisalu </w:t>
      </w:r>
      <w:r w:rsidR="005F06F8" w:rsidRPr="00171408">
        <w:rPr>
          <w:rFonts w:ascii="Times New Roman" w:eastAsia="Times New Roman" w:hAnsi="Times New Roman" w:cs="Times New Roman"/>
          <w:color w:val="000000"/>
          <w:lang w:val="kl-GL" w:eastAsia="da-DK"/>
        </w:rPr>
        <w:t>suliassat sulinerineqartarnerannut</w:t>
      </w:r>
      <w:r w:rsidR="00C242C7" w:rsidRPr="00171408">
        <w:rPr>
          <w:rFonts w:ascii="Times New Roman" w:eastAsia="Times New Roman" w:hAnsi="Times New Roman" w:cs="Times New Roman"/>
          <w:color w:val="000000"/>
          <w:lang w:val="kl-GL" w:eastAsia="da-DK"/>
        </w:rPr>
        <w:t xml:space="preserve"> aalajangersimasumut atatillugu saniatigut allaffissornissamut naatsorsuuteqarnermik </w:t>
      </w:r>
      <w:r w:rsidR="001D6CEB" w:rsidRPr="00171408">
        <w:rPr>
          <w:rFonts w:ascii="Times New Roman" w:eastAsia="Times New Roman" w:hAnsi="Times New Roman" w:cs="Times New Roman"/>
          <w:color w:val="000000"/>
          <w:lang w:val="kl-GL" w:eastAsia="da-DK"/>
        </w:rPr>
        <w:t>tulluanngitsumik ajor</w:t>
      </w:r>
      <w:r w:rsidR="000A7113" w:rsidRPr="00171408">
        <w:rPr>
          <w:rFonts w:ascii="Times New Roman" w:eastAsia="Times New Roman" w:hAnsi="Times New Roman" w:cs="Times New Roman"/>
          <w:color w:val="000000"/>
          <w:lang w:val="kl-GL" w:eastAsia="da-DK"/>
        </w:rPr>
        <w:t>t</w:t>
      </w:r>
      <w:r w:rsidR="001D6CEB" w:rsidRPr="00171408">
        <w:rPr>
          <w:rFonts w:ascii="Times New Roman" w:eastAsia="Times New Roman" w:hAnsi="Times New Roman" w:cs="Times New Roman"/>
          <w:color w:val="000000"/>
          <w:lang w:val="kl-GL" w:eastAsia="da-DK"/>
        </w:rPr>
        <w:t>umillu kinguneqassaaq</w:t>
      </w:r>
      <w:r w:rsidR="006724DE" w:rsidRPr="00171408">
        <w:rPr>
          <w:rFonts w:ascii="Times New Roman" w:eastAsia="Times New Roman" w:hAnsi="Times New Roman" w:cs="Times New Roman"/>
          <w:color w:val="000000"/>
          <w:lang w:val="kl-GL" w:eastAsia="da-DK"/>
        </w:rPr>
        <w:t>.</w:t>
      </w:r>
    </w:p>
    <w:p w14:paraId="12E2B291" w14:textId="5115D887" w:rsidR="006724DE" w:rsidRPr="00171408" w:rsidRDefault="00551515" w:rsidP="00186703">
      <w:pPr>
        <w:suppressAutoHyphens w:val="0"/>
        <w:rPr>
          <w:rFonts w:ascii="Times New Roman" w:eastAsia="Times New Roman" w:hAnsi="Times New Roman" w:cs="Times New Roman"/>
          <w:color w:val="000000"/>
          <w:lang w:val="kl-GL" w:eastAsia="da-DK"/>
        </w:rPr>
      </w:pPr>
      <w:r w:rsidRPr="00171408">
        <w:rPr>
          <w:rFonts w:ascii="Times New Roman" w:eastAsia="Times New Roman" w:hAnsi="Times New Roman" w:cs="Times New Roman"/>
          <w:color w:val="000000"/>
          <w:lang w:val="kl-GL" w:eastAsia="da-DK"/>
        </w:rPr>
        <w:t xml:space="preserve">Allannguinerup sulinermi ajoqusernermut suliassanik sullissinermut </w:t>
      </w:r>
      <w:r w:rsidR="005E13D0" w:rsidRPr="00171408">
        <w:rPr>
          <w:rFonts w:ascii="Times New Roman" w:eastAsia="Times New Roman" w:hAnsi="Times New Roman" w:cs="Times New Roman"/>
          <w:color w:val="000000"/>
          <w:lang w:val="kl-GL" w:eastAsia="da-DK"/>
        </w:rPr>
        <w:t>tunngatillugu eqaannerusumik periuseqarnissamut tulleriiaarinissamullu</w:t>
      </w:r>
      <w:r w:rsidR="00771D60" w:rsidRPr="00171408">
        <w:rPr>
          <w:rFonts w:ascii="Times New Roman" w:eastAsia="Times New Roman" w:hAnsi="Times New Roman" w:cs="Times New Roman"/>
          <w:color w:val="000000"/>
          <w:lang w:val="kl-GL" w:eastAsia="da-DK"/>
        </w:rPr>
        <w:t xml:space="preserve"> Arbejdsmarkedets Ervhvervssikringi peqatigalugu periarfississavaa. Allannguutissatut siunnersuutip sulinermi ajoqusernerup akuersaarneqarnissaa pillugu </w:t>
      </w:r>
      <w:r w:rsidR="0014386F" w:rsidRPr="00171408">
        <w:rPr>
          <w:rFonts w:ascii="Times New Roman" w:eastAsia="Times New Roman" w:hAnsi="Times New Roman" w:cs="Times New Roman"/>
          <w:color w:val="000000"/>
          <w:lang w:val="kl-GL" w:eastAsia="da-DK"/>
        </w:rPr>
        <w:t xml:space="preserve">piaartumik aalajangiinissamut siunertamik allannguinermik kinguneqassanngilaq, aamma ajoqusertup ilanngullugu ilisimassavaa, </w:t>
      </w:r>
      <w:r w:rsidR="007440F8" w:rsidRPr="00171408">
        <w:rPr>
          <w:rFonts w:ascii="Times New Roman" w:eastAsia="Times New Roman" w:hAnsi="Times New Roman" w:cs="Times New Roman"/>
          <w:color w:val="000000"/>
          <w:lang w:val="kl-GL" w:eastAsia="da-DK"/>
        </w:rPr>
        <w:t xml:space="preserve">sulinermi ajoqusernermik Arbejdsmarkedets Erhvervssikringimut nalunaarutiginninnermi </w:t>
      </w:r>
      <w:r w:rsidR="00186703" w:rsidRPr="00171408">
        <w:rPr>
          <w:rFonts w:ascii="Times New Roman" w:eastAsia="Times New Roman" w:hAnsi="Times New Roman" w:cs="Times New Roman"/>
          <w:color w:val="000000"/>
          <w:lang w:val="kl-GL" w:eastAsia="da-DK"/>
        </w:rPr>
        <w:t>qanoq naatsorsuuteqassanerluni</w:t>
      </w:r>
      <w:r w:rsidR="006724DE" w:rsidRPr="00171408">
        <w:rPr>
          <w:rFonts w:ascii="Times New Roman" w:eastAsia="Times New Roman" w:hAnsi="Times New Roman" w:cs="Times New Roman"/>
          <w:color w:val="000000"/>
          <w:lang w:val="kl-GL" w:eastAsia="da-DK"/>
        </w:rPr>
        <w:t>.</w:t>
      </w:r>
    </w:p>
    <w:p w14:paraId="1DE930E1" w14:textId="267347E7" w:rsidR="006724DE" w:rsidRPr="008F3AAC" w:rsidRDefault="00BC355E" w:rsidP="008F3AAC">
      <w:pPr>
        <w:suppressAutoHyphens w:val="0"/>
        <w:rPr>
          <w:rFonts w:ascii="Times New Roman" w:eastAsia="Times New Roman" w:hAnsi="Times New Roman" w:cs="Times New Roman"/>
          <w:color w:val="000000"/>
          <w:lang w:val="kl-GL" w:eastAsia="da-DK"/>
        </w:rPr>
      </w:pPr>
      <w:r w:rsidRPr="00171408">
        <w:rPr>
          <w:rFonts w:ascii="Times New Roman" w:eastAsia="Times New Roman" w:hAnsi="Times New Roman" w:cs="Times New Roman"/>
          <w:color w:val="000000"/>
          <w:lang w:val="kl-GL" w:eastAsia="da-DK"/>
        </w:rPr>
        <w:t xml:space="preserve">Allannguutissatut siunnersuutigineqartut Kalaallit Nunaanni pissutsit eqqarsaatigalugit </w:t>
      </w:r>
      <w:r w:rsidR="00562450" w:rsidRPr="00171408">
        <w:rPr>
          <w:rFonts w:ascii="Times New Roman" w:eastAsia="Times New Roman" w:hAnsi="Times New Roman" w:cs="Times New Roman"/>
          <w:color w:val="000000"/>
          <w:lang w:val="kl-GL" w:eastAsia="da-DK"/>
        </w:rPr>
        <w:t>sulinermi ajoqusernermik isumannaanerineq pillugu inatsimmi malittarisassanik nalimmassaanermik kinguneqassaaq, sulinermi ajoquserneq pillugu aaqqissuussap pitsanngorsarnissaa pillugu 2022-mi Folketing</w:t>
      </w:r>
      <w:r w:rsidR="00D93834" w:rsidRPr="00171408">
        <w:rPr>
          <w:rFonts w:ascii="Times New Roman" w:eastAsia="Times New Roman" w:hAnsi="Times New Roman" w:cs="Times New Roman"/>
          <w:color w:val="000000"/>
          <w:lang w:val="kl-GL" w:eastAsia="da-DK"/>
        </w:rPr>
        <w:t xml:space="preserve">imi </w:t>
      </w:r>
      <w:r w:rsidR="00D93834" w:rsidRPr="00171408">
        <w:rPr>
          <w:rFonts w:ascii="Times New Roman" w:eastAsia="Times New Roman" w:hAnsi="Times New Roman" w:cs="Times New Roman"/>
          <w:color w:val="000000"/>
          <w:lang w:val="kl-GL" w:eastAsia="da-DK"/>
        </w:rPr>
        <w:lastRenderedPageBreak/>
        <w:t xml:space="preserve">naalakkersuinikkut isumaqatigiissut tunngavigalugu 1. juli 2024-mi </w:t>
      </w:r>
      <w:r w:rsidR="007D46AE" w:rsidRPr="00171408">
        <w:rPr>
          <w:rFonts w:ascii="Times New Roman" w:eastAsia="Times New Roman" w:hAnsi="Times New Roman" w:cs="Times New Roman"/>
          <w:color w:val="000000"/>
          <w:lang w:val="kl-GL" w:eastAsia="da-DK"/>
        </w:rPr>
        <w:t>sunniuteqalertussatut allanngortinneqarmat</w:t>
      </w:r>
      <w:r w:rsidR="006724DE" w:rsidRPr="008F3AAC">
        <w:rPr>
          <w:rFonts w:ascii="Times New Roman" w:eastAsia="Times New Roman" w:hAnsi="Times New Roman" w:cs="Times New Roman"/>
          <w:color w:val="000000"/>
          <w:lang w:val="kl-GL" w:eastAsia="da-DK"/>
        </w:rPr>
        <w:t>.</w:t>
      </w:r>
    </w:p>
    <w:p w14:paraId="1604F72A" w14:textId="3AE8103A" w:rsidR="006724DE" w:rsidRPr="00171408" w:rsidRDefault="00B05D87" w:rsidP="008F3AAC">
      <w:pPr>
        <w:suppressAutoHyphens w:val="0"/>
        <w:rPr>
          <w:rFonts w:ascii="Times New Roman" w:eastAsia="Times New Roman" w:hAnsi="Times New Roman" w:cs="Times New Roman"/>
          <w:color w:val="000000"/>
          <w:lang w:val="kl-GL" w:eastAsia="da-DK"/>
        </w:rPr>
      </w:pPr>
      <w:r w:rsidRPr="00171408">
        <w:rPr>
          <w:rFonts w:ascii="Times New Roman" w:eastAsia="Times New Roman" w:hAnsi="Times New Roman" w:cs="Times New Roman"/>
          <w:color w:val="000000"/>
          <w:lang w:val="kl-GL" w:eastAsia="da-DK"/>
        </w:rPr>
        <w:t xml:space="preserve">Isumaqatigiissut naapertorlugu 2027-p tungaanut Arbejdsmarkedets Erhvervssikringimi </w:t>
      </w:r>
      <w:r w:rsidR="008D68EA" w:rsidRPr="00171408">
        <w:rPr>
          <w:rFonts w:ascii="Times New Roman" w:eastAsia="Times New Roman" w:hAnsi="Times New Roman" w:cs="Times New Roman"/>
          <w:color w:val="000000"/>
          <w:lang w:val="kl-GL" w:eastAsia="da-DK"/>
        </w:rPr>
        <w:t>suliassanik suliarineqartarnerannut</w:t>
      </w:r>
      <w:r w:rsidR="00332526" w:rsidRPr="00171408">
        <w:rPr>
          <w:rFonts w:ascii="Times New Roman" w:eastAsia="Times New Roman" w:hAnsi="Times New Roman" w:cs="Times New Roman"/>
          <w:color w:val="000000"/>
          <w:lang w:val="kl-GL" w:eastAsia="da-DK"/>
        </w:rPr>
        <w:t xml:space="preserve"> piffissaq pillugu marlunnik aalajangersimasunik anguniagaqartoqarpoq, piffissaritita</w:t>
      </w:r>
      <w:r w:rsidR="008D68EA" w:rsidRPr="00171408">
        <w:rPr>
          <w:rFonts w:ascii="Times New Roman" w:eastAsia="Times New Roman" w:hAnsi="Times New Roman" w:cs="Times New Roman"/>
          <w:color w:val="000000"/>
          <w:lang w:val="kl-GL" w:eastAsia="da-DK"/>
        </w:rPr>
        <w:t>nik</w:t>
      </w:r>
      <w:r w:rsidR="00332526" w:rsidRPr="00171408">
        <w:rPr>
          <w:rFonts w:ascii="Times New Roman" w:eastAsia="Times New Roman" w:hAnsi="Times New Roman" w:cs="Times New Roman"/>
          <w:color w:val="000000"/>
          <w:lang w:val="kl-GL" w:eastAsia="da-DK"/>
        </w:rPr>
        <w:t xml:space="preserve"> inatsisitigut aalajangerneqartunik taarsiisussat aamma Arbejdsmarkedets Erhvervssikringimi</w:t>
      </w:r>
      <w:r w:rsidR="001C3076" w:rsidRPr="00171408">
        <w:rPr>
          <w:rFonts w:ascii="Times New Roman" w:eastAsia="Times New Roman" w:hAnsi="Times New Roman" w:cs="Times New Roman"/>
          <w:color w:val="000000"/>
          <w:lang w:val="kl-GL" w:eastAsia="da-DK"/>
        </w:rPr>
        <w:t xml:space="preserve"> anguniakkanik aqutsinermik pisariillisaasussaq</w:t>
      </w:r>
      <w:r w:rsidR="006724DE" w:rsidRPr="00171408">
        <w:rPr>
          <w:rFonts w:ascii="Times New Roman" w:eastAsia="Times New Roman" w:hAnsi="Times New Roman" w:cs="Times New Roman"/>
          <w:color w:val="000000"/>
          <w:lang w:val="kl-GL" w:eastAsia="da-DK"/>
        </w:rPr>
        <w:t>:</w:t>
      </w:r>
    </w:p>
    <w:p w14:paraId="578ACE6A" w14:textId="13477FCD" w:rsidR="006724DE" w:rsidRPr="00171408" w:rsidRDefault="006724DE" w:rsidP="003604D1">
      <w:pPr>
        <w:shd w:val="clear" w:color="auto" w:fill="F9F9FB"/>
        <w:suppressAutoHyphens w:val="0"/>
        <w:spacing w:after="0" w:line="240" w:lineRule="auto"/>
        <w:ind w:left="280"/>
        <w:rPr>
          <w:rFonts w:ascii="Times New Roman" w:eastAsia="Times New Roman" w:hAnsi="Times New Roman" w:cs="Times New Roman"/>
          <w:color w:val="000000"/>
          <w:lang w:val="kl-GL" w:eastAsia="da-DK"/>
        </w:rPr>
      </w:pPr>
      <w:r w:rsidRPr="00171408">
        <w:rPr>
          <w:rFonts w:ascii="Times New Roman" w:eastAsia="Times New Roman" w:hAnsi="Times New Roman" w:cs="Times New Roman"/>
          <w:color w:val="000000"/>
          <w:lang w:val="kl-GL" w:eastAsia="da-DK"/>
        </w:rPr>
        <w:t xml:space="preserve">1. </w:t>
      </w:r>
      <w:r w:rsidR="00161BFB" w:rsidRPr="00171408">
        <w:rPr>
          <w:rFonts w:ascii="Times New Roman" w:eastAsia="Times New Roman" w:hAnsi="Times New Roman" w:cs="Times New Roman"/>
          <w:color w:val="000000"/>
          <w:lang w:val="kl-GL" w:eastAsia="da-DK"/>
        </w:rPr>
        <w:t xml:space="preserve">Sulinermi ajoqusernernut sulianut tamanut </w:t>
      </w:r>
      <w:r w:rsidR="009A5742" w:rsidRPr="00171408">
        <w:rPr>
          <w:rFonts w:ascii="Times New Roman" w:eastAsia="Times New Roman" w:hAnsi="Times New Roman" w:cs="Times New Roman"/>
          <w:color w:val="000000"/>
          <w:lang w:val="kl-GL" w:eastAsia="da-DK"/>
        </w:rPr>
        <w:t>suliassanik suliarineqartarnerannut</w:t>
      </w:r>
      <w:r w:rsidR="00DB224D" w:rsidRPr="00171408">
        <w:rPr>
          <w:rFonts w:ascii="Times New Roman" w:eastAsia="Times New Roman" w:hAnsi="Times New Roman" w:cs="Times New Roman"/>
          <w:color w:val="000000"/>
          <w:lang w:val="kl-GL" w:eastAsia="da-DK"/>
        </w:rPr>
        <w:t xml:space="preserve"> piffissap</w:t>
      </w:r>
      <w:r w:rsidR="00161BFB" w:rsidRPr="00171408">
        <w:rPr>
          <w:rFonts w:ascii="Times New Roman" w:eastAsia="Times New Roman" w:hAnsi="Times New Roman" w:cs="Times New Roman"/>
          <w:color w:val="000000"/>
          <w:lang w:val="kl-GL" w:eastAsia="da-DK"/>
        </w:rPr>
        <w:t xml:space="preserve"> aggua</w:t>
      </w:r>
      <w:r w:rsidR="00CC2866" w:rsidRPr="00171408">
        <w:rPr>
          <w:rFonts w:ascii="Times New Roman" w:eastAsia="Times New Roman" w:hAnsi="Times New Roman" w:cs="Times New Roman"/>
          <w:color w:val="000000"/>
          <w:lang w:val="kl-GL" w:eastAsia="da-DK"/>
        </w:rPr>
        <w:t>qatigiissinnera</w:t>
      </w:r>
      <w:r w:rsidR="00161BFB" w:rsidRPr="00171408">
        <w:rPr>
          <w:rFonts w:ascii="Times New Roman" w:eastAsia="Times New Roman" w:hAnsi="Times New Roman" w:cs="Times New Roman"/>
          <w:color w:val="000000"/>
          <w:lang w:val="kl-GL" w:eastAsia="da-DK"/>
        </w:rPr>
        <w:t xml:space="preserve"> sivisunerpaamik qaammatinik arfineq-marlunnik sivisussuseqassaaq. Tassani pineqarput siullermeertumik sulia</w:t>
      </w:r>
      <w:r w:rsidR="008270D9" w:rsidRPr="00171408">
        <w:rPr>
          <w:rFonts w:ascii="Times New Roman" w:eastAsia="Times New Roman" w:hAnsi="Times New Roman" w:cs="Times New Roman"/>
          <w:color w:val="000000"/>
          <w:lang w:val="kl-GL" w:eastAsia="da-DK"/>
        </w:rPr>
        <w:t>ssa</w:t>
      </w:r>
      <w:r w:rsidR="00161BFB" w:rsidRPr="00171408">
        <w:rPr>
          <w:rFonts w:ascii="Times New Roman" w:eastAsia="Times New Roman" w:hAnsi="Times New Roman" w:cs="Times New Roman"/>
          <w:color w:val="000000"/>
          <w:lang w:val="kl-GL" w:eastAsia="da-DK"/>
        </w:rPr>
        <w:t xml:space="preserve">t, </w:t>
      </w:r>
      <w:r w:rsidR="000937DE" w:rsidRPr="00171408">
        <w:rPr>
          <w:rFonts w:ascii="Times New Roman" w:eastAsia="Times New Roman" w:hAnsi="Times New Roman" w:cs="Times New Roman"/>
          <w:color w:val="000000"/>
          <w:lang w:val="kl-GL" w:eastAsia="da-DK"/>
        </w:rPr>
        <w:t>nangeqqitsinneqarlutik sulia</w:t>
      </w:r>
      <w:r w:rsidR="008270D9" w:rsidRPr="00171408">
        <w:rPr>
          <w:rFonts w:ascii="Times New Roman" w:eastAsia="Times New Roman" w:hAnsi="Times New Roman" w:cs="Times New Roman"/>
          <w:color w:val="000000"/>
          <w:lang w:val="kl-GL" w:eastAsia="da-DK"/>
        </w:rPr>
        <w:t>ssa</w:t>
      </w:r>
      <w:r w:rsidR="000937DE" w:rsidRPr="00171408">
        <w:rPr>
          <w:rFonts w:ascii="Times New Roman" w:eastAsia="Times New Roman" w:hAnsi="Times New Roman" w:cs="Times New Roman"/>
          <w:color w:val="000000"/>
          <w:lang w:val="kl-GL" w:eastAsia="da-DK"/>
        </w:rPr>
        <w:t>t, kukkunersiuinermi sulia</w:t>
      </w:r>
      <w:r w:rsidR="008270D9" w:rsidRPr="00171408">
        <w:rPr>
          <w:rFonts w:ascii="Times New Roman" w:eastAsia="Times New Roman" w:hAnsi="Times New Roman" w:cs="Times New Roman"/>
          <w:color w:val="000000"/>
          <w:lang w:val="kl-GL" w:eastAsia="da-DK"/>
        </w:rPr>
        <w:t>ssa</w:t>
      </w:r>
      <w:r w:rsidR="000937DE" w:rsidRPr="00171408">
        <w:rPr>
          <w:rFonts w:ascii="Times New Roman" w:eastAsia="Times New Roman" w:hAnsi="Times New Roman" w:cs="Times New Roman"/>
          <w:color w:val="000000"/>
          <w:lang w:val="kl-GL" w:eastAsia="da-DK"/>
        </w:rPr>
        <w:t>t</w:t>
      </w:r>
      <w:r w:rsidR="00302F65" w:rsidRPr="00171408">
        <w:rPr>
          <w:rFonts w:ascii="Times New Roman" w:eastAsia="Times New Roman" w:hAnsi="Times New Roman" w:cs="Times New Roman"/>
          <w:color w:val="000000"/>
          <w:lang w:val="kl-GL" w:eastAsia="da-DK"/>
        </w:rPr>
        <w:t xml:space="preserve"> aamma sulia</w:t>
      </w:r>
      <w:r w:rsidR="008270D9" w:rsidRPr="00171408">
        <w:rPr>
          <w:rFonts w:ascii="Times New Roman" w:eastAsia="Times New Roman" w:hAnsi="Times New Roman" w:cs="Times New Roman"/>
          <w:color w:val="000000"/>
          <w:lang w:val="kl-GL" w:eastAsia="da-DK"/>
        </w:rPr>
        <w:t>ssa</w:t>
      </w:r>
      <w:r w:rsidR="00302F65" w:rsidRPr="00171408">
        <w:rPr>
          <w:rFonts w:ascii="Times New Roman" w:eastAsia="Times New Roman" w:hAnsi="Times New Roman" w:cs="Times New Roman"/>
          <w:color w:val="000000"/>
          <w:lang w:val="kl-GL" w:eastAsia="da-DK"/>
        </w:rPr>
        <w:t>t Ankestyrelsip Arbejdsmarkedets Erhvervssikrin</w:t>
      </w:r>
      <w:r w:rsidR="003C61C7" w:rsidRPr="00171408">
        <w:rPr>
          <w:rFonts w:ascii="Times New Roman" w:eastAsia="Times New Roman" w:hAnsi="Times New Roman" w:cs="Times New Roman"/>
          <w:color w:val="000000"/>
          <w:lang w:val="kl-GL" w:eastAsia="da-DK"/>
        </w:rPr>
        <w:t>g</w:t>
      </w:r>
      <w:r w:rsidR="00302F65" w:rsidRPr="00171408">
        <w:rPr>
          <w:rFonts w:ascii="Times New Roman" w:eastAsia="Times New Roman" w:hAnsi="Times New Roman" w:cs="Times New Roman"/>
          <w:color w:val="000000"/>
          <w:lang w:val="kl-GL" w:eastAsia="da-DK"/>
        </w:rPr>
        <w:t xml:space="preserve">imut </w:t>
      </w:r>
      <w:r w:rsidR="003C61C7" w:rsidRPr="00171408">
        <w:rPr>
          <w:rFonts w:ascii="Times New Roman" w:eastAsia="Times New Roman" w:hAnsi="Times New Roman" w:cs="Times New Roman"/>
          <w:color w:val="000000"/>
          <w:lang w:val="kl-GL" w:eastAsia="da-DK"/>
        </w:rPr>
        <w:t xml:space="preserve">nutaamik suliarineqarnissaa il.il. pillugu </w:t>
      </w:r>
      <w:r w:rsidR="00061F3B" w:rsidRPr="00171408">
        <w:rPr>
          <w:rFonts w:ascii="Times New Roman" w:eastAsia="Times New Roman" w:hAnsi="Times New Roman" w:cs="Times New Roman"/>
          <w:color w:val="000000"/>
          <w:lang w:val="kl-GL" w:eastAsia="da-DK"/>
        </w:rPr>
        <w:t>suliareqqitassanngortitsilluni utertitsi</w:t>
      </w:r>
      <w:r w:rsidR="003604D1" w:rsidRPr="00171408">
        <w:rPr>
          <w:rFonts w:ascii="Times New Roman" w:eastAsia="Times New Roman" w:hAnsi="Times New Roman" w:cs="Times New Roman"/>
          <w:color w:val="000000"/>
          <w:lang w:val="kl-GL" w:eastAsia="da-DK"/>
        </w:rPr>
        <w:t>nneqartut</w:t>
      </w:r>
    </w:p>
    <w:p w14:paraId="031D8F47" w14:textId="4BBCDCFF" w:rsidR="006724DE" w:rsidRPr="00171408" w:rsidRDefault="006724DE" w:rsidP="006724DE">
      <w:pPr>
        <w:shd w:val="clear" w:color="auto" w:fill="F9F9FB"/>
        <w:suppressAutoHyphens w:val="0"/>
        <w:spacing w:after="0" w:line="240" w:lineRule="auto"/>
        <w:ind w:left="280"/>
        <w:rPr>
          <w:rFonts w:ascii="Times New Roman" w:eastAsia="Times New Roman" w:hAnsi="Times New Roman" w:cs="Times New Roman"/>
          <w:color w:val="000000"/>
          <w:lang w:val="kl-GL" w:eastAsia="da-DK"/>
        </w:rPr>
      </w:pPr>
      <w:r w:rsidRPr="00171408">
        <w:rPr>
          <w:rFonts w:ascii="Times New Roman" w:eastAsia="Times New Roman" w:hAnsi="Times New Roman" w:cs="Times New Roman"/>
          <w:color w:val="000000"/>
          <w:lang w:val="kl-GL" w:eastAsia="da-DK"/>
        </w:rPr>
        <w:t xml:space="preserve">2. </w:t>
      </w:r>
      <w:r w:rsidR="00FC179E" w:rsidRPr="00171408">
        <w:rPr>
          <w:rFonts w:ascii="Times New Roman" w:eastAsia="Times New Roman" w:hAnsi="Times New Roman" w:cs="Times New Roman"/>
          <w:color w:val="000000"/>
          <w:lang w:val="kl-GL" w:eastAsia="da-DK"/>
        </w:rPr>
        <w:t>Ajoqusertoq inuussutissarsiorsinnaanermik annaasaqartillugu, s</w:t>
      </w:r>
      <w:r w:rsidR="008270D9" w:rsidRPr="00171408">
        <w:rPr>
          <w:rFonts w:ascii="Times New Roman" w:eastAsia="Times New Roman" w:hAnsi="Times New Roman" w:cs="Times New Roman"/>
          <w:color w:val="000000"/>
          <w:lang w:val="kl-GL" w:eastAsia="da-DK"/>
        </w:rPr>
        <w:t>uliassat suliarineqartarnerannut</w:t>
      </w:r>
      <w:r w:rsidR="003604D1" w:rsidRPr="00171408">
        <w:rPr>
          <w:rFonts w:ascii="Times New Roman" w:eastAsia="Times New Roman" w:hAnsi="Times New Roman" w:cs="Times New Roman"/>
          <w:color w:val="000000"/>
          <w:lang w:val="kl-GL" w:eastAsia="da-DK"/>
        </w:rPr>
        <w:t xml:space="preserve"> piffissap</w:t>
      </w:r>
      <w:r w:rsidR="00CC2866" w:rsidRPr="00171408">
        <w:rPr>
          <w:rFonts w:ascii="Times New Roman" w:eastAsia="Times New Roman" w:hAnsi="Times New Roman" w:cs="Times New Roman"/>
          <w:color w:val="000000"/>
          <w:lang w:val="kl-GL" w:eastAsia="da-DK"/>
        </w:rPr>
        <w:t xml:space="preserve"> agguaqatigiissinnera</w:t>
      </w:r>
      <w:r w:rsidR="002F564E" w:rsidRPr="00171408">
        <w:rPr>
          <w:rFonts w:ascii="Times New Roman" w:eastAsia="Times New Roman" w:hAnsi="Times New Roman" w:cs="Times New Roman"/>
          <w:color w:val="000000"/>
          <w:lang w:val="kl-GL" w:eastAsia="da-DK"/>
        </w:rPr>
        <w:t xml:space="preserve">, sivisunerpaamik qaammatit </w:t>
      </w:r>
      <w:r w:rsidR="00616B8F" w:rsidRPr="00171408">
        <w:rPr>
          <w:rFonts w:ascii="Times New Roman" w:eastAsia="Times New Roman" w:hAnsi="Times New Roman" w:cs="Times New Roman"/>
          <w:color w:val="000000"/>
          <w:lang w:val="kl-GL" w:eastAsia="da-DK"/>
        </w:rPr>
        <w:t>20-</w:t>
      </w:r>
      <w:r w:rsidR="002F564E" w:rsidRPr="00171408">
        <w:rPr>
          <w:rFonts w:ascii="Times New Roman" w:eastAsia="Times New Roman" w:hAnsi="Times New Roman" w:cs="Times New Roman"/>
          <w:color w:val="000000"/>
          <w:lang w:val="kl-GL" w:eastAsia="da-DK"/>
        </w:rPr>
        <w:t>ussapput</w:t>
      </w:r>
      <w:r w:rsidRPr="00171408">
        <w:rPr>
          <w:rFonts w:ascii="Times New Roman" w:eastAsia="Times New Roman" w:hAnsi="Times New Roman" w:cs="Times New Roman"/>
          <w:color w:val="000000"/>
          <w:lang w:val="kl-GL" w:eastAsia="da-DK"/>
        </w:rPr>
        <w:t>.</w:t>
      </w:r>
    </w:p>
    <w:p w14:paraId="200E574F" w14:textId="77777777" w:rsidR="006724DE" w:rsidRPr="00171408" w:rsidRDefault="006724DE" w:rsidP="006724DE">
      <w:pPr>
        <w:shd w:val="clear" w:color="auto" w:fill="F9F9FB"/>
        <w:suppressAutoHyphens w:val="0"/>
        <w:spacing w:after="0" w:line="240" w:lineRule="auto"/>
        <w:ind w:left="280"/>
        <w:rPr>
          <w:rFonts w:ascii="Times New Roman" w:eastAsia="Times New Roman" w:hAnsi="Times New Roman" w:cs="Times New Roman"/>
          <w:color w:val="000000"/>
          <w:lang w:val="kl-GL" w:eastAsia="da-DK"/>
        </w:rPr>
      </w:pPr>
    </w:p>
    <w:p w14:paraId="6138343C" w14:textId="6F213E4B" w:rsidR="006724DE" w:rsidRPr="00171408" w:rsidRDefault="00300A0C" w:rsidP="00D81272">
      <w:pPr>
        <w:suppressAutoHyphens w:val="0"/>
        <w:rPr>
          <w:rFonts w:ascii="Times New Roman" w:eastAsia="Times New Roman" w:hAnsi="Times New Roman" w:cs="Times New Roman"/>
          <w:color w:val="000000"/>
          <w:lang w:val="kl-GL" w:eastAsia="da-DK"/>
        </w:rPr>
      </w:pPr>
      <w:r w:rsidRPr="00171408">
        <w:rPr>
          <w:rFonts w:ascii="Times New Roman" w:eastAsia="Times New Roman" w:hAnsi="Times New Roman" w:cs="Times New Roman"/>
          <w:color w:val="000000"/>
          <w:lang w:val="kl-GL" w:eastAsia="da-DK"/>
        </w:rPr>
        <w:t xml:space="preserve">Sulinermi ajoqusernermik sulianut tamanut </w:t>
      </w:r>
      <w:r w:rsidR="0042555C" w:rsidRPr="00171408">
        <w:rPr>
          <w:rFonts w:ascii="Times New Roman" w:eastAsia="Times New Roman" w:hAnsi="Times New Roman" w:cs="Times New Roman"/>
          <w:color w:val="000000"/>
          <w:lang w:val="kl-GL" w:eastAsia="da-DK"/>
        </w:rPr>
        <w:t>suliassat suliarineqartarnerannut</w:t>
      </w:r>
      <w:r w:rsidRPr="00171408">
        <w:rPr>
          <w:rFonts w:ascii="Times New Roman" w:eastAsia="Times New Roman" w:hAnsi="Times New Roman" w:cs="Times New Roman"/>
          <w:color w:val="000000"/>
          <w:lang w:val="kl-GL" w:eastAsia="da-DK"/>
        </w:rPr>
        <w:t xml:space="preserve"> piffissap agguaqatigiissinnera</w:t>
      </w:r>
      <w:r w:rsidR="003A1BDE" w:rsidRPr="00171408">
        <w:rPr>
          <w:rFonts w:ascii="Times New Roman" w:eastAsia="Times New Roman" w:hAnsi="Times New Roman" w:cs="Times New Roman"/>
          <w:color w:val="000000"/>
          <w:lang w:val="kl-GL" w:eastAsia="da-DK"/>
        </w:rPr>
        <w:t xml:space="preserve">nut tunngatillugu sivisunerpaamik qaammatinut arfineq-marlunnut anguniagaqarneq suliassaqarfiit tamaasa akimorlugit </w:t>
      </w:r>
      <w:r w:rsidR="0042555C" w:rsidRPr="00171408">
        <w:rPr>
          <w:rFonts w:ascii="Times New Roman" w:eastAsia="Times New Roman" w:hAnsi="Times New Roman" w:cs="Times New Roman"/>
          <w:color w:val="000000"/>
          <w:lang w:val="kl-GL" w:eastAsia="da-DK"/>
        </w:rPr>
        <w:t>suliassat suliarineqartarnerannut</w:t>
      </w:r>
      <w:r w:rsidR="003A1BDE" w:rsidRPr="00171408">
        <w:rPr>
          <w:rFonts w:ascii="Times New Roman" w:eastAsia="Times New Roman" w:hAnsi="Times New Roman" w:cs="Times New Roman"/>
          <w:color w:val="000000"/>
          <w:lang w:val="kl-GL" w:eastAsia="da-DK"/>
        </w:rPr>
        <w:t xml:space="preserve"> piffissap agguaqatigiissinnera pineqarpoq</w:t>
      </w:r>
      <w:r w:rsidR="00495493" w:rsidRPr="00171408">
        <w:rPr>
          <w:rFonts w:ascii="Times New Roman" w:eastAsia="Times New Roman" w:hAnsi="Times New Roman" w:cs="Times New Roman"/>
          <w:color w:val="000000"/>
          <w:lang w:val="kl-GL" w:eastAsia="da-DK"/>
        </w:rPr>
        <w:t>, taamaalilluni</w:t>
      </w:r>
      <w:r w:rsidR="00E26C73" w:rsidRPr="00171408">
        <w:rPr>
          <w:rFonts w:ascii="Times New Roman" w:eastAsia="Times New Roman" w:hAnsi="Times New Roman" w:cs="Times New Roman"/>
          <w:color w:val="000000"/>
          <w:lang w:val="kl-GL" w:eastAsia="da-DK"/>
        </w:rPr>
        <w:t>lu</w:t>
      </w:r>
      <w:r w:rsidR="00495493" w:rsidRPr="00171408">
        <w:rPr>
          <w:rFonts w:ascii="Times New Roman" w:eastAsia="Times New Roman" w:hAnsi="Times New Roman" w:cs="Times New Roman"/>
          <w:color w:val="000000"/>
          <w:lang w:val="kl-GL" w:eastAsia="da-DK"/>
        </w:rPr>
        <w:t xml:space="preserve"> sulinermi ajoquserner</w:t>
      </w:r>
      <w:r w:rsidR="00310824" w:rsidRPr="00171408">
        <w:rPr>
          <w:rFonts w:ascii="Times New Roman" w:eastAsia="Times New Roman" w:hAnsi="Times New Roman" w:cs="Times New Roman"/>
          <w:color w:val="000000"/>
          <w:lang w:val="kl-GL" w:eastAsia="da-DK"/>
        </w:rPr>
        <w:t>mik sulianut tamanut qaammatit arfineq-marluk iluanni naammassillugit suliarineqarnissaannik nassataqarnani.</w:t>
      </w:r>
    </w:p>
    <w:p w14:paraId="4438DE07" w14:textId="2B1DF19D" w:rsidR="006724DE" w:rsidRPr="00171408" w:rsidRDefault="00532217" w:rsidP="00D81272">
      <w:pPr>
        <w:suppressAutoHyphens w:val="0"/>
        <w:rPr>
          <w:rFonts w:ascii="Times New Roman" w:eastAsia="Times New Roman" w:hAnsi="Times New Roman" w:cs="Times New Roman"/>
          <w:color w:val="000000"/>
          <w:lang w:val="kl-GL" w:eastAsia="da-DK"/>
        </w:rPr>
      </w:pPr>
      <w:r w:rsidRPr="00171408">
        <w:rPr>
          <w:rFonts w:ascii="Times New Roman" w:eastAsia="Times New Roman" w:hAnsi="Times New Roman" w:cs="Times New Roman"/>
          <w:color w:val="000000"/>
          <w:lang w:val="kl-GL" w:eastAsia="da-DK"/>
        </w:rPr>
        <w:t>Ajoqusert</w:t>
      </w:r>
      <w:r w:rsidR="00937073" w:rsidRPr="00171408">
        <w:rPr>
          <w:rFonts w:ascii="Times New Roman" w:eastAsia="Times New Roman" w:hAnsi="Times New Roman" w:cs="Times New Roman"/>
          <w:color w:val="000000"/>
          <w:lang w:val="kl-GL" w:eastAsia="da-DK"/>
        </w:rPr>
        <w:t>oq</w:t>
      </w:r>
      <w:r w:rsidRPr="00171408">
        <w:rPr>
          <w:rFonts w:ascii="Times New Roman" w:eastAsia="Times New Roman" w:hAnsi="Times New Roman" w:cs="Times New Roman"/>
          <w:color w:val="000000"/>
          <w:lang w:val="kl-GL" w:eastAsia="da-DK"/>
        </w:rPr>
        <w:t xml:space="preserve"> inuussutissarsiorsinnaanermik annaasaqartillugu</w:t>
      </w:r>
      <w:r w:rsidR="00331F08" w:rsidRPr="00171408">
        <w:rPr>
          <w:rFonts w:ascii="Times New Roman" w:eastAsia="Times New Roman" w:hAnsi="Times New Roman" w:cs="Times New Roman"/>
          <w:color w:val="000000"/>
          <w:lang w:val="kl-GL" w:eastAsia="da-DK"/>
        </w:rPr>
        <w:t>,</w:t>
      </w:r>
      <w:r w:rsidRPr="00171408">
        <w:rPr>
          <w:rFonts w:ascii="Times New Roman" w:eastAsia="Times New Roman" w:hAnsi="Times New Roman" w:cs="Times New Roman"/>
          <w:color w:val="000000"/>
          <w:lang w:val="kl-GL" w:eastAsia="da-DK"/>
        </w:rPr>
        <w:t xml:space="preserve"> </w:t>
      </w:r>
      <w:r w:rsidR="00331F08" w:rsidRPr="00171408">
        <w:rPr>
          <w:rFonts w:ascii="Times New Roman" w:eastAsia="Times New Roman" w:hAnsi="Times New Roman" w:cs="Times New Roman"/>
          <w:color w:val="000000"/>
          <w:lang w:val="kl-GL" w:eastAsia="da-DK"/>
        </w:rPr>
        <w:t>suliassat suliarineqartarnerannut</w:t>
      </w:r>
      <w:r w:rsidR="00310824" w:rsidRPr="00171408">
        <w:rPr>
          <w:rFonts w:ascii="Times New Roman" w:eastAsia="Times New Roman" w:hAnsi="Times New Roman" w:cs="Times New Roman"/>
          <w:color w:val="000000"/>
          <w:lang w:val="kl-GL" w:eastAsia="da-DK"/>
        </w:rPr>
        <w:t xml:space="preserve"> piffissap agguaqatigiissinnera</w:t>
      </w:r>
      <w:r w:rsidRPr="00171408">
        <w:rPr>
          <w:rFonts w:ascii="Times New Roman" w:eastAsia="Times New Roman" w:hAnsi="Times New Roman" w:cs="Times New Roman"/>
          <w:color w:val="000000"/>
          <w:lang w:val="kl-GL" w:eastAsia="da-DK"/>
        </w:rPr>
        <w:t>ni sivisunerpaamik qaammatini 20-ni sivisussuserneqarnissaanut anguniakkamut tunngatillugu, tamanna inuussutissarsiorsinnaanermik annaasaqarneq</w:t>
      </w:r>
      <w:r w:rsidR="00B33E59" w:rsidRPr="00171408">
        <w:rPr>
          <w:rFonts w:ascii="Times New Roman" w:eastAsia="Times New Roman" w:hAnsi="Times New Roman" w:cs="Times New Roman"/>
          <w:color w:val="000000"/>
          <w:lang w:val="kl-GL" w:eastAsia="da-DK"/>
        </w:rPr>
        <w:t xml:space="preserve"> aamma inuussutissarsiorsinnaanermik annaasaqarneq 15 procentiuppat anneruppalluunniit</w:t>
      </w:r>
      <w:r w:rsidRPr="00171408">
        <w:rPr>
          <w:rFonts w:ascii="Times New Roman" w:eastAsia="Times New Roman" w:hAnsi="Times New Roman" w:cs="Times New Roman"/>
          <w:color w:val="000000"/>
          <w:lang w:val="kl-GL" w:eastAsia="da-DK"/>
        </w:rPr>
        <w:t xml:space="preserve"> pillugu </w:t>
      </w:r>
      <w:r w:rsidR="00F66993" w:rsidRPr="00171408">
        <w:rPr>
          <w:rFonts w:ascii="Times New Roman" w:eastAsia="Times New Roman" w:hAnsi="Times New Roman" w:cs="Times New Roman"/>
          <w:color w:val="000000"/>
          <w:lang w:val="kl-GL" w:eastAsia="da-DK"/>
        </w:rPr>
        <w:t xml:space="preserve">Arbejdsmarkedets Erhvervssikringip siullermeerluni </w:t>
      </w:r>
      <w:r w:rsidRPr="00171408">
        <w:rPr>
          <w:rFonts w:ascii="Times New Roman" w:eastAsia="Times New Roman" w:hAnsi="Times New Roman" w:cs="Times New Roman"/>
          <w:color w:val="000000"/>
          <w:lang w:val="kl-GL" w:eastAsia="da-DK"/>
        </w:rPr>
        <w:t xml:space="preserve">aajalangiineranut </w:t>
      </w:r>
      <w:r w:rsidR="00B33E59" w:rsidRPr="00171408">
        <w:rPr>
          <w:rFonts w:ascii="Times New Roman" w:eastAsia="Times New Roman" w:hAnsi="Times New Roman" w:cs="Times New Roman"/>
          <w:color w:val="000000"/>
          <w:lang w:val="kl-GL" w:eastAsia="da-DK"/>
        </w:rPr>
        <w:t>tamanut atuuppoq</w:t>
      </w:r>
      <w:r w:rsidR="006724DE" w:rsidRPr="00171408">
        <w:rPr>
          <w:rFonts w:ascii="Times New Roman" w:eastAsia="Times New Roman" w:hAnsi="Times New Roman" w:cs="Times New Roman"/>
          <w:color w:val="000000"/>
          <w:lang w:val="kl-GL" w:eastAsia="da-DK"/>
        </w:rPr>
        <w:t>.</w:t>
      </w:r>
      <w:r w:rsidR="007F3236" w:rsidRPr="00171408">
        <w:rPr>
          <w:rFonts w:ascii="Times New Roman" w:eastAsia="Times New Roman" w:hAnsi="Times New Roman" w:cs="Times New Roman"/>
          <w:color w:val="000000"/>
          <w:lang w:val="kl-GL" w:eastAsia="da-DK"/>
        </w:rPr>
        <w:t xml:space="preserve"> Tamanna</w:t>
      </w:r>
      <w:r w:rsidR="00873FD8" w:rsidRPr="00171408">
        <w:rPr>
          <w:rFonts w:ascii="Times New Roman" w:eastAsia="Times New Roman" w:hAnsi="Times New Roman" w:cs="Times New Roman"/>
          <w:color w:val="000000"/>
          <w:lang w:val="kl-GL" w:eastAsia="da-DK"/>
        </w:rPr>
        <w:t xml:space="preserve"> </w:t>
      </w:r>
      <w:r w:rsidR="007F3236" w:rsidRPr="00171408">
        <w:rPr>
          <w:rFonts w:ascii="Times New Roman" w:eastAsia="Times New Roman" w:hAnsi="Times New Roman" w:cs="Times New Roman"/>
          <w:color w:val="000000"/>
          <w:lang w:val="kl-GL" w:eastAsia="da-DK"/>
        </w:rPr>
        <w:t>suliassat suliarineqartarnerannut agguaqatigiissi</w:t>
      </w:r>
      <w:r w:rsidR="00873FD8" w:rsidRPr="00171408">
        <w:rPr>
          <w:rFonts w:ascii="Times New Roman" w:eastAsia="Times New Roman" w:hAnsi="Times New Roman" w:cs="Times New Roman"/>
          <w:color w:val="000000"/>
          <w:lang w:val="kl-GL" w:eastAsia="da-DK"/>
        </w:rPr>
        <w:t>nnerani katinnerissavaa.</w:t>
      </w:r>
    </w:p>
    <w:p w14:paraId="54AA9286" w14:textId="32395AEE" w:rsidR="006724DE" w:rsidRPr="00171408" w:rsidRDefault="00873FD8" w:rsidP="00D81272">
      <w:pPr>
        <w:suppressAutoHyphens w:val="0"/>
        <w:rPr>
          <w:rFonts w:ascii="Times New Roman" w:eastAsia="Times New Roman" w:hAnsi="Times New Roman" w:cs="Times New Roman"/>
          <w:color w:val="000000"/>
          <w:lang w:val="kl-GL" w:eastAsia="da-DK"/>
        </w:rPr>
      </w:pPr>
      <w:r w:rsidRPr="00171408">
        <w:rPr>
          <w:rFonts w:ascii="Times New Roman" w:eastAsia="Times New Roman" w:hAnsi="Times New Roman" w:cs="Times New Roman"/>
          <w:color w:val="000000"/>
          <w:lang w:val="kl-GL" w:eastAsia="da-DK"/>
        </w:rPr>
        <w:t>Suliassat suliarineqartarnerannut</w:t>
      </w:r>
      <w:r w:rsidR="001F0355" w:rsidRPr="00171408">
        <w:rPr>
          <w:rFonts w:ascii="Times New Roman" w:eastAsia="Times New Roman" w:hAnsi="Times New Roman" w:cs="Times New Roman"/>
          <w:color w:val="000000"/>
          <w:lang w:val="kl-GL" w:eastAsia="da-DK"/>
        </w:rPr>
        <w:t xml:space="preserve"> piffissam</w:t>
      </w:r>
      <w:r w:rsidR="00C32FA1" w:rsidRPr="00171408">
        <w:rPr>
          <w:rFonts w:ascii="Times New Roman" w:eastAsia="Times New Roman" w:hAnsi="Times New Roman" w:cs="Times New Roman"/>
          <w:color w:val="000000"/>
          <w:lang w:val="kl-GL" w:eastAsia="da-DK"/>
        </w:rPr>
        <w:t>ik</w:t>
      </w:r>
      <w:r w:rsidR="001F0355" w:rsidRPr="00171408">
        <w:rPr>
          <w:rFonts w:ascii="Times New Roman" w:eastAsia="Times New Roman" w:hAnsi="Times New Roman" w:cs="Times New Roman"/>
          <w:color w:val="000000"/>
          <w:lang w:val="kl-GL" w:eastAsia="da-DK"/>
        </w:rPr>
        <w:t xml:space="preserve"> anguniakkanut marlunnut naatsorsorneqassaaq</w:t>
      </w:r>
      <w:r w:rsidR="004A2935" w:rsidRPr="00171408">
        <w:rPr>
          <w:rFonts w:ascii="Times New Roman" w:eastAsia="Times New Roman" w:hAnsi="Times New Roman" w:cs="Times New Roman"/>
          <w:color w:val="000000"/>
          <w:lang w:val="kl-GL" w:eastAsia="da-DK"/>
        </w:rPr>
        <w:t xml:space="preserve"> Arbejdsmarkedets Erhvervssikringi</w:t>
      </w:r>
      <w:r w:rsidR="00C32FA1" w:rsidRPr="00171408">
        <w:rPr>
          <w:rFonts w:ascii="Times New Roman" w:eastAsia="Times New Roman" w:hAnsi="Times New Roman" w:cs="Times New Roman"/>
          <w:color w:val="000000"/>
          <w:lang w:val="kl-GL" w:eastAsia="da-DK"/>
        </w:rPr>
        <w:t>mut nalunaarutiginninnerup tiguneqarneraniit</w:t>
      </w:r>
      <w:r w:rsidR="004A2935" w:rsidRPr="00171408">
        <w:rPr>
          <w:rFonts w:ascii="Times New Roman" w:eastAsia="Times New Roman" w:hAnsi="Times New Roman" w:cs="Times New Roman"/>
          <w:color w:val="000000"/>
          <w:lang w:val="kl-GL" w:eastAsia="da-DK"/>
        </w:rPr>
        <w:t xml:space="preserve"> suliamik </w:t>
      </w:r>
      <w:r w:rsidR="00976267" w:rsidRPr="00171408">
        <w:rPr>
          <w:rFonts w:ascii="Times New Roman" w:eastAsia="Times New Roman" w:hAnsi="Times New Roman" w:cs="Times New Roman"/>
          <w:color w:val="000000"/>
          <w:lang w:val="kl-GL" w:eastAsia="da-DK"/>
        </w:rPr>
        <w:t>siullermik aalajangiinissap tungaanut, aalajangiineq inaarutaanersoq utaqqiisaasuunersorluunniit apeqqutaatinnagu</w:t>
      </w:r>
      <w:r w:rsidR="006724DE" w:rsidRPr="00171408">
        <w:rPr>
          <w:rFonts w:ascii="Times New Roman" w:eastAsia="Times New Roman" w:hAnsi="Times New Roman" w:cs="Times New Roman"/>
          <w:color w:val="000000"/>
          <w:lang w:val="kl-GL" w:eastAsia="da-DK"/>
        </w:rPr>
        <w:t>.</w:t>
      </w:r>
    </w:p>
    <w:p w14:paraId="2EC412AC" w14:textId="4E22FE38" w:rsidR="006724DE" w:rsidRPr="00171408" w:rsidRDefault="00364063" w:rsidP="00D81272">
      <w:pPr>
        <w:suppressAutoHyphens w:val="0"/>
        <w:rPr>
          <w:rFonts w:ascii="Times New Roman" w:eastAsia="Times New Roman" w:hAnsi="Times New Roman" w:cs="Times New Roman"/>
          <w:color w:val="000000"/>
          <w:lang w:val="kl-GL" w:eastAsia="da-DK"/>
        </w:rPr>
      </w:pPr>
      <w:r w:rsidRPr="00171408">
        <w:rPr>
          <w:rFonts w:ascii="Times New Roman" w:eastAsia="Times New Roman" w:hAnsi="Times New Roman" w:cs="Times New Roman"/>
          <w:color w:val="000000"/>
          <w:lang w:val="kl-GL" w:eastAsia="da-DK"/>
        </w:rPr>
        <w:t>Naliliiffigineqarpoq</w:t>
      </w:r>
      <w:r w:rsidR="00EE7F78" w:rsidRPr="00171408">
        <w:rPr>
          <w:rFonts w:ascii="Times New Roman" w:eastAsia="Times New Roman" w:hAnsi="Times New Roman" w:cs="Times New Roman"/>
          <w:color w:val="000000"/>
          <w:lang w:val="kl-GL" w:eastAsia="da-DK"/>
        </w:rPr>
        <w:t xml:space="preserve">, piffissarititat inatsisitigut aalajangerneqartut </w:t>
      </w:r>
      <w:r w:rsidR="00B11C2D" w:rsidRPr="00171408">
        <w:rPr>
          <w:rFonts w:ascii="Times New Roman" w:eastAsia="Times New Roman" w:hAnsi="Times New Roman" w:cs="Times New Roman"/>
          <w:color w:val="000000"/>
          <w:lang w:val="kl-GL" w:eastAsia="da-DK"/>
        </w:rPr>
        <w:t>suliassat suliarineqartarnerannut</w:t>
      </w:r>
      <w:r w:rsidR="00EE7F78" w:rsidRPr="00171408">
        <w:rPr>
          <w:rFonts w:ascii="Times New Roman" w:eastAsia="Times New Roman" w:hAnsi="Times New Roman" w:cs="Times New Roman"/>
          <w:color w:val="000000"/>
          <w:lang w:val="kl-GL" w:eastAsia="da-DK"/>
        </w:rPr>
        <w:t xml:space="preserve"> piffissa</w:t>
      </w:r>
      <w:r w:rsidR="00C60F15" w:rsidRPr="00171408">
        <w:rPr>
          <w:rFonts w:ascii="Times New Roman" w:eastAsia="Times New Roman" w:hAnsi="Times New Roman" w:cs="Times New Roman"/>
          <w:color w:val="000000"/>
          <w:lang w:val="kl-GL" w:eastAsia="da-DK"/>
        </w:rPr>
        <w:t>mik ersarissunik anguniakkanik taarserneqarner</w:t>
      </w:r>
      <w:r w:rsidR="00D65C33" w:rsidRPr="00171408">
        <w:rPr>
          <w:rFonts w:ascii="Times New Roman" w:eastAsia="Times New Roman" w:hAnsi="Times New Roman" w:cs="Times New Roman"/>
          <w:color w:val="000000"/>
          <w:lang w:val="kl-GL" w:eastAsia="da-DK"/>
        </w:rPr>
        <w:t>anni</w:t>
      </w:r>
      <w:r w:rsidR="00C60F15" w:rsidRPr="00171408">
        <w:rPr>
          <w:rFonts w:ascii="Times New Roman" w:eastAsia="Times New Roman" w:hAnsi="Times New Roman" w:cs="Times New Roman"/>
          <w:color w:val="000000"/>
          <w:lang w:val="kl-GL" w:eastAsia="da-DK"/>
        </w:rPr>
        <w:t xml:space="preserve"> Arbejdsmarkedets Erhvervssikringip </w:t>
      </w:r>
      <w:r w:rsidR="00137196" w:rsidRPr="00171408">
        <w:rPr>
          <w:rFonts w:ascii="Times New Roman" w:eastAsia="Times New Roman" w:hAnsi="Times New Roman" w:cs="Times New Roman"/>
          <w:color w:val="000000"/>
          <w:lang w:val="kl-GL" w:eastAsia="da-DK"/>
        </w:rPr>
        <w:t xml:space="preserve">siulersuisuisa </w:t>
      </w:r>
      <w:r w:rsidR="00C60F15" w:rsidRPr="00171408">
        <w:rPr>
          <w:rFonts w:ascii="Times New Roman" w:eastAsia="Times New Roman" w:hAnsi="Times New Roman" w:cs="Times New Roman"/>
          <w:color w:val="000000"/>
          <w:lang w:val="kl-GL" w:eastAsia="da-DK"/>
        </w:rPr>
        <w:t xml:space="preserve">sulianik </w:t>
      </w:r>
      <w:r w:rsidR="00137196" w:rsidRPr="00171408">
        <w:rPr>
          <w:rFonts w:ascii="Times New Roman" w:eastAsia="Times New Roman" w:hAnsi="Times New Roman" w:cs="Times New Roman"/>
          <w:color w:val="000000"/>
          <w:lang w:val="kl-GL" w:eastAsia="da-DK"/>
        </w:rPr>
        <w:t xml:space="preserve">naapertuunnerpaamik </w:t>
      </w:r>
      <w:r w:rsidR="00F22D21" w:rsidRPr="00171408">
        <w:rPr>
          <w:rFonts w:ascii="Times New Roman" w:eastAsia="Times New Roman" w:hAnsi="Times New Roman" w:cs="Times New Roman"/>
          <w:color w:val="000000"/>
          <w:lang w:val="kl-GL" w:eastAsia="da-DK"/>
        </w:rPr>
        <w:t>aaqqissuussinissamut</w:t>
      </w:r>
      <w:r w:rsidR="00C60F15" w:rsidRPr="00171408">
        <w:rPr>
          <w:rFonts w:ascii="Times New Roman" w:eastAsia="Times New Roman" w:hAnsi="Times New Roman" w:cs="Times New Roman"/>
          <w:color w:val="000000"/>
          <w:lang w:val="kl-GL" w:eastAsia="da-DK"/>
        </w:rPr>
        <w:t xml:space="preserve"> periar</w:t>
      </w:r>
      <w:r w:rsidR="00137196" w:rsidRPr="00171408">
        <w:rPr>
          <w:rFonts w:ascii="Times New Roman" w:eastAsia="Times New Roman" w:hAnsi="Times New Roman" w:cs="Times New Roman"/>
          <w:color w:val="000000"/>
          <w:lang w:val="kl-GL" w:eastAsia="da-DK"/>
        </w:rPr>
        <w:t>fissa</w:t>
      </w:r>
      <w:r w:rsidR="00113906" w:rsidRPr="00171408">
        <w:rPr>
          <w:rFonts w:ascii="Times New Roman" w:eastAsia="Times New Roman" w:hAnsi="Times New Roman" w:cs="Times New Roman"/>
          <w:color w:val="000000"/>
          <w:lang w:val="kl-GL" w:eastAsia="da-DK"/>
        </w:rPr>
        <w:t>at</w:t>
      </w:r>
      <w:r w:rsidR="00137196" w:rsidRPr="00171408">
        <w:rPr>
          <w:rFonts w:ascii="Times New Roman" w:eastAsia="Times New Roman" w:hAnsi="Times New Roman" w:cs="Times New Roman"/>
          <w:color w:val="000000"/>
          <w:lang w:val="kl-GL" w:eastAsia="da-DK"/>
        </w:rPr>
        <w:t xml:space="preserve"> aamma </w:t>
      </w:r>
      <w:r w:rsidR="00113906" w:rsidRPr="00171408">
        <w:rPr>
          <w:rFonts w:ascii="Times New Roman" w:eastAsia="Times New Roman" w:hAnsi="Times New Roman" w:cs="Times New Roman"/>
          <w:color w:val="000000"/>
          <w:lang w:val="kl-GL" w:eastAsia="da-DK"/>
        </w:rPr>
        <w:t xml:space="preserve">akisussaaffiat nukittorsassagaa. </w:t>
      </w:r>
      <w:r w:rsidR="00F22D21" w:rsidRPr="00171408">
        <w:rPr>
          <w:rFonts w:ascii="Times New Roman" w:eastAsia="Times New Roman" w:hAnsi="Times New Roman" w:cs="Times New Roman"/>
          <w:color w:val="000000"/>
          <w:lang w:val="kl-GL" w:eastAsia="da-DK"/>
        </w:rPr>
        <w:t>Suliassat suliarineqartarnerannut</w:t>
      </w:r>
      <w:r w:rsidR="00113906" w:rsidRPr="00171408">
        <w:rPr>
          <w:rFonts w:ascii="Times New Roman" w:eastAsia="Times New Roman" w:hAnsi="Times New Roman" w:cs="Times New Roman"/>
          <w:color w:val="000000"/>
          <w:lang w:val="kl-GL" w:eastAsia="da-DK"/>
        </w:rPr>
        <w:t xml:space="preserve"> piffissa</w:t>
      </w:r>
      <w:r w:rsidR="00841F64" w:rsidRPr="00171408">
        <w:rPr>
          <w:rFonts w:ascii="Times New Roman" w:eastAsia="Times New Roman" w:hAnsi="Times New Roman" w:cs="Times New Roman"/>
          <w:color w:val="000000"/>
          <w:lang w:val="kl-GL" w:eastAsia="da-DK"/>
        </w:rPr>
        <w:t>mut anguniagaq pisariits</w:t>
      </w:r>
      <w:r w:rsidR="00D82CB5" w:rsidRPr="00171408">
        <w:rPr>
          <w:rFonts w:ascii="Times New Roman" w:eastAsia="Times New Roman" w:hAnsi="Times New Roman" w:cs="Times New Roman"/>
          <w:color w:val="000000"/>
          <w:lang w:val="kl-GL" w:eastAsia="da-DK"/>
        </w:rPr>
        <w:t>umik</w:t>
      </w:r>
      <w:r w:rsidR="00841F64" w:rsidRPr="00171408">
        <w:rPr>
          <w:rFonts w:ascii="Times New Roman" w:eastAsia="Times New Roman" w:hAnsi="Times New Roman" w:cs="Times New Roman"/>
          <w:color w:val="000000"/>
          <w:lang w:val="kl-GL" w:eastAsia="da-DK"/>
        </w:rPr>
        <w:t xml:space="preserve"> ersariss</w:t>
      </w:r>
      <w:r w:rsidR="00D82CB5" w:rsidRPr="00171408">
        <w:rPr>
          <w:rFonts w:ascii="Times New Roman" w:eastAsia="Times New Roman" w:hAnsi="Times New Roman" w:cs="Times New Roman"/>
          <w:color w:val="000000"/>
          <w:lang w:val="kl-GL" w:eastAsia="da-DK"/>
        </w:rPr>
        <w:t xml:space="preserve">umillu ingerlatsinerup aqunneqarneranut atatillugu </w:t>
      </w:r>
      <w:r w:rsidR="000747BD" w:rsidRPr="00171408">
        <w:rPr>
          <w:rFonts w:ascii="Times New Roman" w:eastAsia="Times New Roman" w:hAnsi="Times New Roman" w:cs="Times New Roman"/>
          <w:color w:val="000000"/>
          <w:lang w:val="kl-GL" w:eastAsia="da-DK"/>
        </w:rPr>
        <w:t xml:space="preserve">anguniakkat Arbejdsmarkedets Erhvervssikringi ilanngullugu </w:t>
      </w:r>
      <w:r w:rsidR="008C0A07" w:rsidRPr="00171408">
        <w:rPr>
          <w:rFonts w:ascii="Times New Roman" w:eastAsia="Times New Roman" w:hAnsi="Times New Roman" w:cs="Times New Roman"/>
          <w:color w:val="000000"/>
          <w:lang w:val="kl-GL" w:eastAsia="da-DK"/>
        </w:rPr>
        <w:t>annerusumik eqaannerusumik pisariinnerusumillu ingerlatsi</w:t>
      </w:r>
      <w:r w:rsidR="00D872EF" w:rsidRPr="00171408">
        <w:rPr>
          <w:rFonts w:ascii="Times New Roman" w:eastAsia="Times New Roman" w:hAnsi="Times New Roman" w:cs="Times New Roman"/>
          <w:color w:val="000000"/>
          <w:lang w:val="kl-GL" w:eastAsia="da-DK"/>
        </w:rPr>
        <w:t>sissinnaalissavaa.</w:t>
      </w:r>
    </w:p>
    <w:p w14:paraId="330D0ADB" w14:textId="605704BA" w:rsidR="006724DE" w:rsidRPr="003A3EE9" w:rsidRDefault="009B2CFE" w:rsidP="00991905">
      <w:pPr>
        <w:suppressAutoHyphens w:val="0"/>
        <w:rPr>
          <w:rFonts w:ascii="Times New Roman" w:eastAsia="Calibri" w:hAnsi="Times New Roman" w:cs="Times New Roman"/>
          <w:color w:val="auto"/>
          <w:lang w:val="kl-GL"/>
        </w:rPr>
      </w:pPr>
      <w:r w:rsidRPr="00171408">
        <w:rPr>
          <w:rFonts w:ascii="Times New Roman" w:eastAsia="Times New Roman" w:hAnsi="Times New Roman" w:cs="Times New Roman"/>
          <w:color w:val="000000"/>
          <w:lang w:val="kl-GL" w:eastAsia="da-DK"/>
        </w:rPr>
        <w:t>Siunnersuummi piumasaqaataavoq anguniakkat qulaani taaneqartut</w:t>
      </w:r>
      <w:r w:rsidR="00111B36" w:rsidRPr="00171408">
        <w:rPr>
          <w:rFonts w:ascii="Times New Roman" w:eastAsia="Times New Roman" w:hAnsi="Times New Roman" w:cs="Times New Roman"/>
          <w:color w:val="000000"/>
          <w:lang w:val="kl-GL" w:eastAsia="da-DK"/>
        </w:rPr>
        <w:t xml:space="preserve"> Kalaallit Nunaanni sulinermi ajoqusernermut isumannaarineq pillugu inatsimmi sulianut ilaatinneqartunut aallaaviatigut aamma atuutissammata</w:t>
      </w:r>
      <w:r w:rsidR="007F0B1B" w:rsidRPr="00171408">
        <w:rPr>
          <w:rFonts w:ascii="Times New Roman" w:eastAsia="Times New Roman" w:hAnsi="Times New Roman" w:cs="Times New Roman"/>
          <w:color w:val="000000"/>
          <w:lang w:val="kl-GL" w:eastAsia="da-DK"/>
        </w:rPr>
        <w:t xml:space="preserve">, </w:t>
      </w:r>
      <w:r w:rsidR="003D69BF" w:rsidRPr="00171408">
        <w:rPr>
          <w:rFonts w:ascii="Times New Roman" w:eastAsia="Times New Roman" w:hAnsi="Times New Roman" w:cs="Times New Roman"/>
          <w:color w:val="000000"/>
          <w:lang w:val="kl-GL" w:eastAsia="da-DK"/>
        </w:rPr>
        <w:t xml:space="preserve">Kalaallit Nunaanni pissutsit eqqarsaatigalugit aamma Kalaallit Nunaanni Namminersorlutik Oqartussat </w:t>
      </w:r>
      <w:r w:rsidR="00EC3885" w:rsidRPr="00171408">
        <w:rPr>
          <w:rFonts w:ascii="Times New Roman" w:eastAsia="Times New Roman" w:hAnsi="Times New Roman" w:cs="Times New Roman"/>
          <w:color w:val="000000"/>
          <w:lang w:val="kl-GL" w:eastAsia="da-DK"/>
        </w:rPr>
        <w:t>oqaloqatigalugit</w:t>
      </w:r>
      <w:r w:rsidR="003D69BF" w:rsidRPr="00171408">
        <w:rPr>
          <w:rFonts w:ascii="Times New Roman" w:eastAsia="Times New Roman" w:hAnsi="Times New Roman" w:cs="Times New Roman"/>
          <w:color w:val="000000"/>
          <w:lang w:val="kl-GL" w:eastAsia="da-DK"/>
        </w:rPr>
        <w:t xml:space="preserve"> </w:t>
      </w:r>
      <w:r w:rsidR="007F0B1B" w:rsidRPr="00171408">
        <w:rPr>
          <w:rFonts w:ascii="Times New Roman" w:eastAsia="Times New Roman" w:hAnsi="Times New Roman" w:cs="Times New Roman"/>
          <w:color w:val="000000"/>
          <w:lang w:val="kl-GL" w:eastAsia="da-DK"/>
        </w:rPr>
        <w:t>Kalaallit Nunaanni sulinermi ajoqusernermut isumannaarineq pillugu inatsit malillugu suliani suliassat suliarineqartarnera</w:t>
      </w:r>
      <w:r w:rsidR="003D69BF" w:rsidRPr="00171408">
        <w:rPr>
          <w:rFonts w:ascii="Times New Roman" w:eastAsia="Times New Roman" w:hAnsi="Times New Roman" w:cs="Times New Roman"/>
          <w:color w:val="000000"/>
          <w:lang w:val="kl-GL" w:eastAsia="da-DK"/>
        </w:rPr>
        <w:t xml:space="preserve">nnut </w:t>
      </w:r>
      <w:r w:rsidR="003562C4" w:rsidRPr="00171408">
        <w:rPr>
          <w:rFonts w:ascii="Times New Roman" w:eastAsia="Times New Roman" w:hAnsi="Times New Roman" w:cs="Times New Roman"/>
          <w:color w:val="000000"/>
          <w:lang w:val="kl-GL" w:eastAsia="da-DK"/>
        </w:rPr>
        <w:t xml:space="preserve">piffissamut </w:t>
      </w:r>
      <w:r w:rsidR="00EC3885" w:rsidRPr="00171408">
        <w:rPr>
          <w:rFonts w:ascii="Times New Roman" w:eastAsia="Times New Roman" w:hAnsi="Times New Roman" w:cs="Times New Roman"/>
          <w:color w:val="000000"/>
          <w:lang w:val="kl-GL" w:eastAsia="da-DK"/>
        </w:rPr>
        <w:t xml:space="preserve">immikkut ittunik aalajangersaasoqanngippat. Peqatigalugu piumasaqaataavoq, </w:t>
      </w:r>
      <w:r w:rsidR="005B3843" w:rsidRPr="00171408">
        <w:rPr>
          <w:rFonts w:ascii="Times New Roman" w:eastAsia="Times New Roman" w:hAnsi="Times New Roman" w:cs="Times New Roman"/>
          <w:color w:val="000000"/>
          <w:lang w:val="kl-GL" w:eastAsia="da-DK"/>
        </w:rPr>
        <w:t>ingerlatsinermi inatsisitigut tunngaviusut najoqqutassallu Kalaallit Nunaannut atuuttut naapertorlugit sulinermi ajoqusernermut suliassaqarfimmi suliassanut assigiinngitsunut ataasiakkaanut suliassat suliarineqartarnerat pillugu anguniagassa</w:t>
      </w:r>
      <w:r w:rsidR="00EC4695" w:rsidRPr="00171408">
        <w:rPr>
          <w:rFonts w:ascii="Times New Roman" w:eastAsia="Times New Roman" w:hAnsi="Times New Roman" w:cs="Times New Roman"/>
          <w:color w:val="000000"/>
          <w:lang w:val="kl-GL" w:eastAsia="da-DK"/>
        </w:rPr>
        <w:t xml:space="preserve">liornissaq, </w:t>
      </w:r>
      <w:r w:rsidR="00FC61EF" w:rsidRPr="00171408">
        <w:rPr>
          <w:rFonts w:ascii="Times New Roman" w:eastAsia="Times New Roman" w:hAnsi="Times New Roman" w:cs="Times New Roman"/>
          <w:color w:val="000000"/>
          <w:lang w:val="kl-GL" w:eastAsia="da-DK"/>
        </w:rPr>
        <w:t xml:space="preserve">tamanut </w:t>
      </w:r>
      <w:r w:rsidR="00FC61EF" w:rsidRPr="00171408">
        <w:rPr>
          <w:rFonts w:ascii="Times New Roman" w:eastAsia="Times New Roman" w:hAnsi="Times New Roman" w:cs="Times New Roman"/>
          <w:color w:val="000000"/>
          <w:lang w:val="kl-GL" w:eastAsia="da-DK"/>
        </w:rPr>
        <w:lastRenderedPageBreak/>
        <w:t xml:space="preserve">tikinneqarsinnaasariaqartut, aamma suliassat suliarineqartarnerannut piffissaq naatsorsuutigisaq pillugu </w:t>
      </w:r>
      <w:r w:rsidR="00FC61EF" w:rsidRPr="003A3EE9">
        <w:rPr>
          <w:rFonts w:ascii="Times New Roman" w:eastAsia="Calibri" w:hAnsi="Times New Roman" w:cs="Times New Roman"/>
          <w:color w:val="auto"/>
          <w:lang w:val="kl-GL"/>
        </w:rPr>
        <w:t>Arbejdsmarkedets Erhvervssikringip suliami peqataasut ilisimatittariaqarlugit</w:t>
      </w:r>
      <w:r w:rsidR="006724DE" w:rsidRPr="003A3EE9">
        <w:rPr>
          <w:rFonts w:ascii="Times New Roman" w:eastAsia="Calibri" w:hAnsi="Times New Roman" w:cs="Times New Roman"/>
          <w:color w:val="auto"/>
          <w:lang w:val="kl-GL"/>
        </w:rPr>
        <w:t>.</w:t>
      </w:r>
    </w:p>
    <w:p w14:paraId="16663A25" w14:textId="62CE42EF" w:rsidR="006724DE" w:rsidRPr="003A3EE9" w:rsidRDefault="00037255" w:rsidP="003A3EE9">
      <w:pPr>
        <w:suppressAutoHyphens w:val="0"/>
        <w:rPr>
          <w:rFonts w:ascii="Times New Roman" w:eastAsia="Calibri" w:hAnsi="Times New Roman" w:cs="Times New Roman"/>
          <w:color w:val="auto"/>
          <w:lang w:val="kl-GL"/>
        </w:rPr>
      </w:pPr>
      <w:r w:rsidRPr="003A3EE9">
        <w:rPr>
          <w:rFonts w:ascii="Times New Roman" w:eastAsia="Calibri" w:hAnsi="Times New Roman" w:cs="Times New Roman"/>
          <w:color w:val="auto"/>
          <w:lang w:val="kl-GL"/>
        </w:rPr>
        <w:t>Ilanngullugu naatsorsuutigineqarpoq,</w:t>
      </w:r>
      <w:r w:rsidR="009B57C0" w:rsidRPr="003A3EE9">
        <w:rPr>
          <w:rFonts w:ascii="Times New Roman" w:eastAsia="Calibri" w:hAnsi="Times New Roman" w:cs="Times New Roman"/>
          <w:color w:val="auto"/>
          <w:lang w:val="kl-GL"/>
        </w:rPr>
        <w:t xml:space="preserve"> suliami aalajangersimasumi</w:t>
      </w:r>
      <w:r w:rsidRPr="003A3EE9">
        <w:rPr>
          <w:rFonts w:ascii="Times New Roman" w:eastAsia="Calibri" w:hAnsi="Times New Roman" w:cs="Times New Roman"/>
          <w:color w:val="auto"/>
          <w:lang w:val="kl-GL"/>
        </w:rPr>
        <w:t xml:space="preserve"> suliassat suliarineqartarnerannut piffissaq naatsorsuutigineqartutut nalunaarutigineqartoq</w:t>
      </w:r>
      <w:r w:rsidR="009B57C0" w:rsidRPr="003A3EE9">
        <w:rPr>
          <w:rFonts w:ascii="Times New Roman" w:eastAsia="Calibri" w:hAnsi="Times New Roman" w:cs="Times New Roman"/>
          <w:color w:val="auto"/>
          <w:lang w:val="kl-GL"/>
        </w:rPr>
        <w:t xml:space="preserve"> eqquutsinneqarsinnaanngippat,</w:t>
      </w:r>
      <w:r w:rsidRPr="003A3EE9">
        <w:rPr>
          <w:rFonts w:ascii="Times New Roman" w:eastAsia="Calibri" w:hAnsi="Times New Roman" w:cs="Times New Roman"/>
          <w:color w:val="auto"/>
          <w:lang w:val="kl-GL"/>
        </w:rPr>
        <w:t xml:space="preserve"> Arbejdsmarkedets Erhvervssikringip suliami peqataasut nalunaaruteqarfigissagai.</w:t>
      </w:r>
    </w:p>
    <w:p w14:paraId="6AD154F6" w14:textId="3313F821" w:rsidR="006724DE" w:rsidRPr="00171408" w:rsidRDefault="00741229" w:rsidP="00376B5D">
      <w:pPr>
        <w:suppressAutoHyphens w:val="0"/>
        <w:rPr>
          <w:rFonts w:ascii="Times New Roman" w:eastAsia="Calibri" w:hAnsi="Times New Roman" w:cs="Times New Roman"/>
          <w:color w:val="auto"/>
          <w:lang w:val="kl-GL"/>
        </w:rPr>
      </w:pPr>
      <w:r w:rsidRPr="00171408">
        <w:rPr>
          <w:rFonts w:ascii="Times New Roman" w:eastAsia="Calibri" w:hAnsi="Times New Roman" w:cs="Times New Roman"/>
          <w:color w:val="auto"/>
          <w:lang w:val="kl-GL"/>
        </w:rPr>
        <w:t xml:space="preserve">Suliassaqartitsinermut ministeri </w:t>
      </w:r>
      <w:r w:rsidR="00487D14" w:rsidRPr="00171408">
        <w:rPr>
          <w:rFonts w:ascii="Times New Roman" w:eastAsia="Times New Roman" w:hAnsi="Times New Roman" w:cs="Times New Roman"/>
          <w:color w:val="000000"/>
          <w:lang w:val="kl-GL" w:eastAsia="da-DK"/>
        </w:rPr>
        <w:t xml:space="preserve">Arbejdsmarkedets Erhvervssikringimut siulersuisuinik ukiumoortumik nakkutilliinerminut atatillugu, tak. </w:t>
      </w:r>
      <w:r w:rsidR="00D07FCF" w:rsidRPr="00171408">
        <w:rPr>
          <w:rFonts w:ascii="Times New Roman" w:eastAsia="Times New Roman" w:hAnsi="Times New Roman" w:cs="Times New Roman"/>
          <w:color w:val="000000"/>
          <w:lang w:val="kl-GL" w:eastAsia="da-DK"/>
        </w:rPr>
        <w:t xml:space="preserve">suliffeqarfik imminut pigisoq Arbejdsmarkedets Erhvervssikringi pillugu inatsimmi § 15, </w:t>
      </w:r>
      <w:r w:rsidR="00F65B98" w:rsidRPr="00171408">
        <w:rPr>
          <w:rFonts w:ascii="Times New Roman" w:eastAsia="Times New Roman" w:hAnsi="Times New Roman" w:cs="Times New Roman"/>
          <w:color w:val="000000"/>
          <w:lang w:val="kl-GL" w:eastAsia="da-DK"/>
        </w:rPr>
        <w:t>nakkutigissavaa</w:t>
      </w:r>
      <w:r w:rsidR="00E44F1A" w:rsidRPr="00171408">
        <w:rPr>
          <w:rFonts w:ascii="Times New Roman" w:eastAsia="Times New Roman" w:hAnsi="Times New Roman" w:cs="Times New Roman"/>
          <w:color w:val="000000"/>
          <w:lang w:val="kl-GL" w:eastAsia="da-DK"/>
        </w:rPr>
        <w:t xml:space="preserve">, </w:t>
      </w:r>
      <w:r w:rsidR="00AB30A9" w:rsidRPr="00171408">
        <w:rPr>
          <w:rFonts w:ascii="Times New Roman" w:eastAsia="Times New Roman" w:hAnsi="Times New Roman" w:cs="Times New Roman"/>
          <w:color w:val="000000"/>
          <w:lang w:val="kl-GL" w:eastAsia="da-DK"/>
        </w:rPr>
        <w:t>ingerlatsinermi inatsisitigut tunngaviusut naapertorlugit</w:t>
      </w:r>
      <w:r w:rsidR="00BF1D09" w:rsidRPr="00171408">
        <w:rPr>
          <w:rFonts w:ascii="Times New Roman" w:eastAsia="Times New Roman" w:hAnsi="Times New Roman" w:cs="Times New Roman"/>
          <w:color w:val="000000"/>
          <w:lang w:val="kl-GL" w:eastAsia="da-DK"/>
        </w:rPr>
        <w:t xml:space="preserve"> Kalaallit Nunaanni sulinermi ajoqusernermut suliassaqarfimmi</w:t>
      </w:r>
      <w:r w:rsidR="00AB30A9" w:rsidRPr="00171408">
        <w:rPr>
          <w:rFonts w:ascii="Times New Roman" w:eastAsia="Times New Roman" w:hAnsi="Times New Roman" w:cs="Times New Roman"/>
          <w:color w:val="000000"/>
          <w:lang w:val="kl-GL" w:eastAsia="da-DK"/>
        </w:rPr>
        <w:t xml:space="preserve"> </w:t>
      </w:r>
      <w:r w:rsidR="00BF1D09" w:rsidRPr="00171408">
        <w:rPr>
          <w:rFonts w:ascii="Times New Roman" w:eastAsia="Times New Roman" w:hAnsi="Times New Roman" w:cs="Times New Roman"/>
          <w:color w:val="000000"/>
          <w:lang w:val="kl-GL" w:eastAsia="da-DK"/>
        </w:rPr>
        <w:t xml:space="preserve">suliassat suliarineqartarnerannut piffissat </w:t>
      </w:r>
      <w:r w:rsidR="001A677A" w:rsidRPr="00171408">
        <w:rPr>
          <w:rFonts w:ascii="Times New Roman" w:eastAsia="Times New Roman" w:hAnsi="Times New Roman" w:cs="Times New Roman"/>
          <w:color w:val="000000"/>
          <w:lang w:val="kl-GL" w:eastAsia="da-DK"/>
        </w:rPr>
        <w:t xml:space="preserve">naapertuuttumik qaffasissuseqarnissaannut </w:t>
      </w:r>
      <w:r w:rsidR="00AB30A9" w:rsidRPr="00171408">
        <w:rPr>
          <w:rFonts w:ascii="Times New Roman" w:eastAsia="Times New Roman" w:hAnsi="Times New Roman" w:cs="Times New Roman"/>
          <w:color w:val="000000"/>
          <w:lang w:val="kl-GL" w:eastAsia="da-DK"/>
        </w:rPr>
        <w:t>tamanut atuuttumik</w:t>
      </w:r>
      <w:r w:rsidR="00BF1D09" w:rsidRPr="00171408">
        <w:rPr>
          <w:rFonts w:ascii="Times New Roman" w:eastAsia="Times New Roman" w:hAnsi="Times New Roman" w:cs="Times New Roman"/>
          <w:color w:val="000000"/>
          <w:lang w:val="kl-GL" w:eastAsia="da-DK"/>
        </w:rPr>
        <w:t xml:space="preserve"> ukkaqarnissa</w:t>
      </w:r>
      <w:r w:rsidR="001A677A" w:rsidRPr="00171408">
        <w:rPr>
          <w:rFonts w:ascii="Times New Roman" w:eastAsia="Times New Roman" w:hAnsi="Times New Roman" w:cs="Times New Roman"/>
          <w:color w:val="000000"/>
          <w:lang w:val="kl-GL" w:eastAsia="da-DK"/>
        </w:rPr>
        <w:t>q qulakkeerniarlugu,</w:t>
      </w:r>
      <w:r w:rsidR="00F65B98" w:rsidRPr="00171408">
        <w:rPr>
          <w:rFonts w:ascii="Times New Roman" w:eastAsia="Times New Roman" w:hAnsi="Times New Roman" w:cs="Times New Roman"/>
          <w:color w:val="000000"/>
          <w:lang w:val="kl-GL" w:eastAsia="da-DK"/>
        </w:rPr>
        <w:t xml:space="preserve"> Kalaallit Nunaanni sulia</w:t>
      </w:r>
      <w:r w:rsidR="007B319C" w:rsidRPr="00171408">
        <w:rPr>
          <w:rFonts w:ascii="Times New Roman" w:eastAsia="Times New Roman" w:hAnsi="Times New Roman" w:cs="Times New Roman"/>
          <w:color w:val="000000"/>
          <w:lang w:val="kl-GL" w:eastAsia="da-DK"/>
        </w:rPr>
        <w:t>nu</w:t>
      </w:r>
      <w:r w:rsidR="00F65B98" w:rsidRPr="00171408">
        <w:rPr>
          <w:rFonts w:ascii="Times New Roman" w:eastAsia="Times New Roman" w:hAnsi="Times New Roman" w:cs="Times New Roman"/>
          <w:color w:val="000000"/>
          <w:lang w:val="kl-GL" w:eastAsia="da-DK"/>
        </w:rPr>
        <w:t>t assigiinngitsu</w:t>
      </w:r>
      <w:r w:rsidR="007B319C" w:rsidRPr="00171408">
        <w:rPr>
          <w:rFonts w:ascii="Times New Roman" w:eastAsia="Times New Roman" w:hAnsi="Times New Roman" w:cs="Times New Roman"/>
          <w:color w:val="000000"/>
          <w:lang w:val="kl-GL" w:eastAsia="da-DK"/>
        </w:rPr>
        <w:t>nu</w:t>
      </w:r>
      <w:r w:rsidR="00F65B98" w:rsidRPr="00171408">
        <w:rPr>
          <w:rFonts w:ascii="Times New Roman" w:eastAsia="Times New Roman" w:hAnsi="Times New Roman" w:cs="Times New Roman"/>
          <w:color w:val="000000"/>
          <w:lang w:val="kl-GL" w:eastAsia="da-DK"/>
        </w:rPr>
        <w:t>t ataasiakkaa</w:t>
      </w:r>
      <w:r w:rsidR="007B319C" w:rsidRPr="00171408">
        <w:rPr>
          <w:rFonts w:ascii="Times New Roman" w:eastAsia="Times New Roman" w:hAnsi="Times New Roman" w:cs="Times New Roman"/>
          <w:color w:val="000000"/>
          <w:lang w:val="kl-GL" w:eastAsia="da-DK"/>
        </w:rPr>
        <w:t xml:space="preserve">nut suliassat suliarineqartarnerannut piffissat pillugit siulersuisut ersarissunik tamanullu tikinneqarsinnaasunik </w:t>
      </w:r>
      <w:r w:rsidR="00C5748A" w:rsidRPr="00171408">
        <w:rPr>
          <w:rFonts w:ascii="Times New Roman" w:eastAsia="Times New Roman" w:hAnsi="Times New Roman" w:cs="Times New Roman"/>
          <w:color w:val="000000"/>
          <w:lang w:val="kl-GL" w:eastAsia="da-DK"/>
        </w:rPr>
        <w:t>angunia</w:t>
      </w:r>
      <w:r w:rsidR="00E44F1A" w:rsidRPr="00171408">
        <w:rPr>
          <w:rFonts w:ascii="Times New Roman" w:eastAsia="Times New Roman" w:hAnsi="Times New Roman" w:cs="Times New Roman"/>
          <w:color w:val="000000"/>
          <w:lang w:val="kl-GL" w:eastAsia="da-DK"/>
        </w:rPr>
        <w:t>gassiornersoq</w:t>
      </w:r>
      <w:r w:rsidR="006724DE" w:rsidRPr="00171408">
        <w:rPr>
          <w:rFonts w:ascii="Times New Roman" w:eastAsia="Calibri" w:hAnsi="Times New Roman" w:cs="Times New Roman"/>
          <w:color w:val="auto"/>
          <w:lang w:val="kl-GL"/>
        </w:rPr>
        <w:t>.</w:t>
      </w:r>
    </w:p>
    <w:p w14:paraId="7BB5520E" w14:textId="6BED7A48" w:rsidR="006724DE" w:rsidRPr="00171408" w:rsidRDefault="00F45A45" w:rsidP="00F45A45">
      <w:pPr>
        <w:shd w:val="clear" w:color="auto" w:fill="F9F9FB"/>
        <w:suppressAutoHyphens w:val="0"/>
        <w:spacing w:after="100" w:afterAutospacing="1" w:line="240" w:lineRule="auto"/>
        <w:jc w:val="both"/>
        <w:rPr>
          <w:rFonts w:ascii="Times New Roman" w:eastAsia="Times New Roman" w:hAnsi="Times New Roman" w:cs="Times New Roman"/>
          <w:color w:val="000000"/>
          <w:lang w:val="kl-GL" w:eastAsia="da-DK"/>
        </w:rPr>
      </w:pPr>
      <w:r w:rsidRPr="00171408">
        <w:rPr>
          <w:rFonts w:ascii="Times New Roman" w:eastAsia="Times New Roman" w:hAnsi="Times New Roman" w:cs="Times New Roman"/>
          <w:color w:val="000000"/>
          <w:lang w:val="kl-GL" w:eastAsia="da-DK"/>
        </w:rPr>
        <w:t>Siunnersuut malillugu taarsiissutinik ajunngitsorsiassanillu siumoortumik tunniussinermi malittarisassat allanngortinnagit ingerlateqqinneqarput</w:t>
      </w:r>
      <w:r w:rsidR="006724DE" w:rsidRPr="00171408">
        <w:rPr>
          <w:rFonts w:ascii="Times New Roman" w:eastAsia="Times New Roman" w:hAnsi="Times New Roman" w:cs="Times New Roman"/>
          <w:color w:val="000000"/>
          <w:lang w:val="kl-GL" w:eastAsia="da-DK"/>
        </w:rPr>
        <w:t>.</w:t>
      </w:r>
    </w:p>
    <w:p w14:paraId="073FD251" w14:textId="09FF4615" w:rsidR="00515200" w:rsidRPr="00171408" w:rsidRDefault="00CE02F1">
      <w:pPr>
        <w:pStyle w:val="NormalWeb"/>
        <w:spacing w:line="276" w:lineRule="auto"/>
        <w:rPr>
          <w:rFonts w:ascii="Times New Roman" w:hAnsi="Times New Roman"/>
          <w:lang w:val="kl-GL"/>
        </w:rPr>
      </w:pPr>
      <w:r w:rsidRPr="00171408">
        <w:rPr>
          <w:rFonts w:ascii="Times New Roman" w:hAnsi="Times New Roman" w:cs="Times New Roman"/>
          <w:sz w:val="22"/>
          <w:szCs w:val="22"/>
          <w:lang w:val="kl-GL"/>
        </w:rPr>
        <w:t>Siunnersuummi § 1, nr. 3 aamma 1</w:t>
      </w:r>
      <w:r w:rsidR="006724DE" w:rsidRPr="00171408">
        <w:rPr>
          <w:rFonts w:ascii="Times New Roman" w:hAnsi="Times New Roman" w:cs="Times New Roman"/>
          <w:sz w:val="22"/>
          <w:szCs w:val="22"/>
          <w:lang w:val="kl-GL"/>
        </w:rPr>
        <w:t>9</w:t>
      </w:r>
      <w:r w:rsidRPr="00171408">
        <w:rPr>
          <w:rFonts w:ascii="Times New Roman" w:hAnsi="Times New Roman" w:cs="Times New Roman"/>
          <w:sz w:val="22"/>
          <w:szCs w:val="22"/>
          <w:lang w:val="kl-GL"/>
        </w:rPr>
        <w:t>, aamma taakkununnga oqaaseqaatit, innersuussutigineqarput.</w:t>
      </w:r>
    </w:p>
    <w:p w14:paraId="367423C0" w14:textId="250BE322" w:rsidR="00515200" w:rsidRPr="00171408" w:rsidRDefault="00CE02F1">
      <w:pPr>
        <w:pStyle w:val="NormalWeb"/>
        <w:spacing w:line="276" w:lineRule="auto"/>
        <w:rPr>
          <w:lang w:val="kl-GL"/>
        </w:rPr>
      </w:pPr>
      <w:r w:rsidRPr="00171408">
        <w:rPr>
          <w:rStyle w:val="bold1"/>
          <w:rFonts w:ascii="Times New Roman" w:hAnsi="Times New Roman" w:cs="Times New Roman"/>
          <w:sz w:val="22"/>
          <w:szCs w:val="22"/>
          <w:lang w:val="kl-GL"/>
        </w:rPr>
        <w:t>2.3.</w:t>
      </w:r>
      <w:r w:rsidRPr="00171408">
        <w:rPr>
          <w:rFonts w:ascii="Times New Roman" w:hAnsi="Times New Roman" w:cs="Times New Roman"/>
          <w:sz w:val="22"/>
          <w:szCs w:val="22"/>
          <w:lang w:val="kl-GL"/>
        </w:rPr>
        <w:t xml:space="preserve"> </w:t>
      </w:r>
      <w:r w:rsidRPr="00171408">
        <w:rPr>
          <w:rFonts w:ascii="Times New Roman" w:hAnsi="Times New Roman" w:cs="Times New Roman"/>
          <w:b/>
          <w:bCs/>
          <w:sz w:val="22"/>
          <w:szCs w:val="22"/>
          <w:lang w:val="kl-GL"/>
        </w:rPr>
        <w:t>Sulin</w:t>
      </w:r>
      <w:r w:rsidR="00074CBD" w:rsidRPr="00171408">
        <w:rPr>
          <w:rFonts w:ascii="Times New Roman" w:hAnsi="Times New Roman" w:cs="Times New Roman"/>
          <w:b/>
          <w:bCs/>
          <w:sz w:val="22"/>
          <w:szCs w:val="22"/>
          <w:lang w:val="kl-GL"/>
        </w:rPr>
        <w:t>erm</w:t>
      </w:r>
      <w:r w:rsidRPr="00171408">
        <w:rPr>
          <w:rFonts w:ascii="Times New Roman" w:hAnsi="Times New Roman" w:cs="Times New Roman"/>
          <w:b/>
          <w:bCs/>
          <w:sz w:val="22"/>
          <w:szCs w:val="22"/>
          <w:lang w:val="kl-GL"/>
        </w:rPr>
        <w:t>i ajutoornernik nalunaarutiginninnermut piumasaqaatit allanngortitat</w:t>
      </w:r>
    </w:p>
    <w:p w14:paraId="208C4AAD" w14:textId="00DF00B6" w:rsidR="00515200" w:rsidRPr="00171408" w:rsidRDefault="00CE02F1">
      <w:pPr>
        <w:pStyle w:val="AT-Body"/>
        <w:spacing w:line="276" w:lineRule="auto"/>
        <w:rPr>
          <w:lang w:val="kl-GL"/>
        </w:rPr>
      </w:pPr>
      <w:r w:rsidRPr="00171408">
        <w:rPr>
          <w:i/>
          <w:lang w:val="kl-GL"/>
        </w:rPr>
        <w:t>2.3.1. Inatsisit atuuttut</w:t>
      </w:r>
      <w:r w:rsidRPr="00171408">
        <w:rPr>
          <w:lang w:val="kl-GL"/>
        </w:rPr>
        <w:br/>
        <w:t>Qaqugukkut sulin</w:t>
      </w:r>
      <w:r w:rsidR="00BD41CF" w:rsidRPr="00171408">
        <w:rPr>
          <w:lang w:val="kl-GL"/>
        </w:rPr>
        <w:t>erm</w:t>
      </w:r>
      <w:r w:rsidRPr="00171408">
        <w:rPr>
          <w:lang w:val="kl-GL"/>
        </w:rPr>
        <w:t>i ajoqusernermik nalunaarutiginnittoqarnissaa pillugu maannakkut malittarisassat, Kalaallit Nunaanni suli</w:t>
      </w:r>
      <w:r w:rsidR="00BD41CF" w:rsidRPr="00171408">
        <w:rPr>
          <w:lang w:val="kl-GL"/>
        </w:rPr>
        <w:t>nerm</w:t>
      </w:r>
      <w:r w:rsidRPr="00171408">
        <w:rPr>
          <w:lang w:val="kl-GL"/>
        </w:rPr>
        <w:t>i ajoqusernermut isumannaarineq pillugu inatsisikkut nr. 1528, 21. december 2010-meersukkut</w:t>
      </w:r>
      <w:r w:rsidR="000707E7" w:rsidRPr="00171408">
        <w:rPr>
          <w:lang w:val="kl-GL"/>
        </w:rPr>
        <w:t xml:space="preserve"> inatsimmut ikkunneqarput</w:t>
      </w:r>
      <w:r w:rsidRPr="00171408">
        <w:rPr>
          <w:lang w:val="kl-GL"/>
        </w:rPr>
        <w:t>. Inatsimmi sulin</w:t>
      </w:r>
      <w:r w:rsidR="000707E7" w:rsidRPr="00171408">
        <w:rPr>
          <w:lang w:val="kl-GL"/>
        </w:rPr>
        <w:t>erm</w:t>
      </w:r>
      <w:r w:rsidRPr="00171408">
        <w:rPr>
          <w:lang w:val="kl-GL"/>
        </w:rPr>
        <w:t xml:space="preserve">i ajoquserneq pillugu nalunaarutiginninneq pillugu § 36 siusinnerusukkut atuussimasoq, Kalaallit Nunaanni </w:t>
      </w:r>
      <w:r w:rsidR="000707E7" w:rsidRPr="00171408">
        <w:rPr>
          <w:lang w:val="kl-GL"/>
        </w:rPr>
        <w:t xml:space="preserve">sulinermi </w:t>
      </w:r>
      <w:r w:rsidRPr="00171408">
        <w:rPr>
          <w:lang w:val="kl-GL"/>
        </w:rPr>
        <w:t xml:space="preserve">ajoqusernermut isumannaarineq pillugu inatsisip atuutilersinneqarnissaanut </w:t>
      </w:r>
      <w:r w:rsidR="008F2F88" w:rsidRPr="00171408">
        <w:rPr>
          <w:lang w:val="kl-GL"/>
        </w:rPr>
        <w:t xml:space="preserve">peqqussummi </w:t>
      </w:r>
      <w:r w:rsidRPr="00171408">
        <w:rPr>
          <w:lang w:val="kl-GL"/>
        </w:rPr>
        <w:t>nr. 991, 3. oktober 2008-</w:t>
      </w:r>
      <w:r w:rsidR="008F2F88" w:rsidRPr="00171408">
        <w:rPr>
          <w:lang w:val="kl-GL"/>
        </w:rPr>
        <w:t xml:space="preserve">meersumi </w:t>
      </w:r>
      <w:r w:rsidRPr="00171408">
        <w:rPr>
          <w:lang w:val="kl-GL"/>
        </w:rPr>
        <w:t>ingerlateqqinneqarpoq.</w:t>
      </w:r>
    </w:p>
    <w:p w14:paraId="4119A517" w14:textId="775D23EC" w:rsidR="00515200" w:rsidRPr="00171408" w:rsidRDefault="00CE02F1">
      <w:pPr>
        <w:rPr>
          <w:rFonts w:ascii="Times New Roman" w:hAnsi="Times New Roman"/>
          <w:lang w:val="kl-GL"/>
        </w:rPr>
      </w:pPr>
      <w:r w:rsidRPr="00171408">
        <w:rPr>
          <w:rFonts w:ascii="Times New Roman" w:hAnsi="Times New Roman" w:cs="Times New Roman"/>
          <w:lang w:val="kl-GL"/>
        </w:rPr>
        <w:t xml:space="preserve">Inatsit malillugu sulisitsisoq ajutoornermik nalunaarutiginnissaaq sapinngisamik piaarnerpaamik aamma kingusinnerpaamik ajoqusernerup pilerneraniit ullut qulingiluat qaangiutsinnagit, ajutoorneq inatsit malillugu pisartagaqarnissamut piumasaqarnissamut tunngavilersuisinnaasutut isigineqarpat, tak. § 35, imm. 1. Inatsit malillugu pisartagaqarnissamut piumasaqartoqassaaq, ajutoorneq peqqissutsikkut aamma inuussutissarsiornikkut kingunerluuteqartitsippat tassunga </w:t>
      </w:r>
      <w:r w:rsidR="006735C2" w:rsidRPr="00171408">
        <w:rPr>
          <w:rFonts w:ascii="Times New Roman" w:hAnsi="Times New Roman" w:cs="Times New Roman"/>
          <w:lang w:val="kl-GL"/>
        </w:rPr>
        <w:t xml:space="preserve">ilanngullugulanngullugu </w:t>
      </w:r>
      <w:r w:rsidRPr="00171408">
        <w:rPr>
          <w:rFonts w:ascii="Times New Roman" w:hAnsi="Times New Roman" w:cs="Times New Roman"/>
          <w:lang w:val="kl-GL"/>
        </w:rPr>
        <w:t>pisumi, ajoqusertup nammineerluni suliaritinnermut aamma ikiuutinut aningaasartuutit akilersimallugit, sulin</w:t>
      </w:r>
      <w:r w:rsidR="006735C2" w:rsidRPr="00171408">
        <w:rPr>
          <w:rFonts w:ascii="Times New Roman" w:hAnsi="Times New Roman" w:cs="Times New Roman"/>
          <w:lang w:val="kl-GL"/>
        </w:rPr>
        <w:t>erm</w:t>
      </w:r>
      <w:r w:rsidRPr="00171408">
        <w:rPr>
          <w:rFonts w:ascii="Times New Roman" w:hAnsi="Times New Roman" w:cs="Times New Roman"/>
          <w:lang w:val="kl-GL"/>
        </w:rPr>
        <w:t>i ajoqusernermut isumannaarinermiit matussuserneqarsinnaasut, tak. inatsimmi § 10. Sulisitsisut tamarmik ajutoo</w:t>
      </w:r>
      <w:r w:rsidR="00C66CE9" w:rsidRPr="00171408">
        <w:rPr>
          <w:rFonts w:ascii="Times New Roman" w:hAnsi="Times New Roman" w:cs="Times New Roman"/>
          <w:lang w:val="kl-GL"/>
        </w:rPr>
        <w:t>r</w:t>
      </w:r>
      <w:r w:rsidRPr="00171408">
        <w:rPr>
          <w:rFonts w:ascii="Times New Roman" w:hAnsi="Times New Roman" w:cs="Times New Roman"/>
          <w:lang w:val="kl-GL"/>
        </w:rPr>
        <w:t>nerup nalunaarutigineqarnissaanut pisussaaffeqarput, kiffartuussinermini nunami maani inunnik sulisitsisuulluni, apeqqutaa</w:t>
      </w:r>
      <w:r w:rsidR="00C66CE9" w:rsidRPr="00171408">
        <w:rPr>
          <w:rFonts w:ascii="Times New Roman" w:hAnsi="Times New Roman" w:cs="Times New Roman"/>
          <w:lang w:val="kl-GL"/>
        </w:rPr>
        <w:t>tinnagu</w:t>
      </w:r>
      <w:r w:rsidRPr="00171408">
        <w:rPr>
          <w:rFonts w:ascii="Times New Roman" w:hAnsi="Times New Roman" w:cs="Times New Roman"/>
          <w:lang w:val="kl-GL"/>
        </w:rPr>
        <w:t xml:space="preserve"> sulineq akissarsiaqaataanersoq, akissasiaqaataanngitsoq, ataavartuunersoq, utaqqiisaagallartuunersoq imaluunniit qaangiuttussaanersoq, tak. § 36 imm. 1. Aamma tamanna atuuppoq sulisitsisumut, kiffartuussinermini inunnik kalaallit umiarsuaanni sulisunut sulisitsisuusumut.</w:t>
      </w:r>
    </w:p>
    <w:p w14:paraId="0FDF3FD2" w14:textId="4B380367" w:rsidR="00515200" w:rsidRPr="00171408" w:rsidRDefault="00CE02F1">
      <w:pPr>
        <w:rPr>
          <w:rFonts w:ascii="Times New Roman" w:hAnsi="Times New Roman"/>
          <w:lang w:val="kl-GL"/>
        </w:rPr>
      </w:pPr>
      <w:r w:rsidRPr="00171408">
        <w:rPr>
          <w:rFonts w:ascii="Times New Roman" w:hAnsi="Times New Roman" w:cs="Times New Roman"/>
          <w:lang w:val="kl-GL"/>
        </w:rPr>
        <w:t>Inummut namminerisamik illuutigisami sulisuusumut imaluunniit namminerisamik kiffartuussinermik naammassinninnermik suliaqartumut, inatsit malillugu sillimmasernissamut piumasaqarfiunngitsumut, aamma sulisitsisoq nalunaarutiginninnissamut pisussaaffeqarpoq, tak. § 36, imm. 2. Ajoqusertoq namminersorluni inuussutissarsiortuuppat imaluunniit aappaasoq suleqataasoq aamma nammineerluni inatsit malillugu sillimmasersimalluni, pineqartoq nalunaarutiginnissaaq imaluunniit taassuma qimatai. A</w:t>
      </w:r>
      <w:r w:rsidR="009026D5" w:rsidRPr="00171408">
        <w:rPr>
          <w:rFonts w:ascii="Times New Roman" w:hAnsi="Times New Roman" w:cs="Times New Roman"/>
          <w:lang w:val="kl-GL"/>
        </w:rPr>
        <w:t>a</w:t>
      </w:r>
      <w:r w:rsidRPr="00171408">
        <w:rPr>
          <w:rFonts w:ascii="Times New Roman" w:hAnsi="Times New Roman" w:cs="Times New Roman"/>
          <w:lang w:val="kl-GL"/>
        </w:rPr>
        <w:t xml:space="preserve">mma </w:t>
      </w:r>
      <w:r w:rsidRPr="00171408">
        <w:rPr>
          <w:rFonts w:ascii="Times New Roman" w:hAnsi="Times New Roman" w:cs="Times New Roman"/>
          <w:lang w:val="kl-GL"/>
        </w:rPr>
        <w:lastRenderedPageBreak/>
        <w:t>tamanna atuuppoq, inunnut nunami maani inuit inuunerannik annaassiniarlutik ajoqusertunut, tamanna nalinginnaasumik sulineranut ilaanngikkaluartoq, tak. § 36, imm. 3.</w:t>
      </w:r>
    </w:p>
    <w:p w14:paraId="02A01450" w14:textId="23D16A7F" w:rsidR="00515200" w:rsidRPr="00171408" w:rsidRDefault="00CE02F1">
      <w:pPr>
        <w:rPr>
          <w:rFonts w:ascii="Times New Roman" w:hAnsi="Times New Roman"/>
          <w:lang w:val="kl-GL"/>
        </w:rPr>
      </w:pPr>
      <w:r w:rsidRPr="00171408">
        <w:rPr>
          <w:rFonts w:ascii="Times New Roman" w:hAnsi="Times New Roman" w:cs="Times New Roman"/>
          <w:lang w:val="kl-GL"/>
        </w:rPr>
        <w:t>Sulin</w:t>
      </w:r>
      <w:r w:rsidR="001B235C" w:rsidRPr="00171408">
        <w:rPr>
          <w:rFonts w:ascii="Times New Roman" w:hAnsi="Times New Roman" w:cs="Times New Roman"/>
          <w:lang w:val="kl-GL"/>
        </w:rPr>
        <w:t>erm</w:t>
      </w:r>
      <w:r w:rsidRPr="00171408">
        <w:rPr>
          <w:rFonts w:ascii="Times New Roman" w:hAnsi="Times New Roman" w:cs="Times New Roman"/>
          <w:lang w:val="kl-GL"/>
        </w:rPr>
        <w:t>i ajutoorneq Kalaallit Nunaanni sulin</w:t>
      </w:r>
      <w:r w:rsidR="00CE6CA8" w:rsidRPr="00171408">
        <w:rPr>
          <w:rFonts w:ascii="Times New Roman" w:hAnsi="Times New Roman" w:cs="Times New Roman"/>
          <w:lang w:val="kl-GL"/>
        </w:rPr>
        <w:t>erm</w:t>
      </w:r>
      <w:r w:rsidRPr="00171408">
        <w:rPr>
          <w:rFonts w:ascii="Times New Roman" w:hAnsi="Times New Roman" w:cs="Times New Roman"/>
          <w:lang w:val="kl-GL"/>
        </w:rPr>
        <w:t xml:space="preserve">i ajoqusernermut isumannaarineq pillugu inatsimmi § 6, imm. 1-imi nassuiarneqarpoq, </w:t>
      </w:r>
      <w:r w:rsidR="00CE6CA8" w:rsidRPr="00171408">
        <w:rPr>
          <w:rFonts w:ascii="Times New Roman" w:hAnsi="Times New Roman" w:cs="Times New Roman"/>
          <w:lang w:val="kl-GL"/>
        </w:rPr>
        <w:t xml:space="preserve">inummut </w:t>
      </w:r>
      <w:r w:rsidRPr="00171408">
        <w:rPr>
          <w:rFonts w:ascii="Times New Roman" w:hAnsi="Times New Roman" w:cs="Times New Roman"/>
          <w:lang w:val="kl-GL"/>
        </w:rPr>
        <w:t>ajoqusernertut, tassanngaannaq pisimasumit imaluunniit sunniuteqartumit pissuteqartoq, annerpaamik ullunik tallimanik sivisussuseqarsimasumik, aamma sulinermik pissuteqartoq. Tamanna piumasaqaataavoq, ajoquserneq ajoqusertup sulineranit imaluunniit pissutsinik sulinerup ingerlanneqarfiinik pissuteqarsimanissaa, tak. § 5. Sulinerup avataani timikkut nakuuserneq, sioorasaarinerit kiisalu pissusilersornerit mamiatsatsitsisut ilaatinneqarput, pisoq sulisisitsisumut sullissinermut attuumassuteqarpat.</w:t>
      </w:r>
    </w:p>
    <w:p w14:paraId="5237FD4E" w14:textId="7D6EB271" w:rsidR="00515200" w:rsidRPr="00171408" w:rsidRDefault="00CE02F1">
      <w:pPr>
        <w:rPr>
          <w:rFonts w:ascii="Times New Roman" w:hAnsi="Times New Roman"/>
          <w:lang w:val="kl-GL"/>
        </w:rPr>
      </w:pPr>
      <w:r w:rsidRPr="00171408">
        <w:rPr>
          <w:rFonts w:ascii="Times New Roman" w:hAnsi="Times New Roman" w:cs="Times New Roman"/>
          <w:lang w:val="kl-GL"/>
        </w:rPr>
        <w:t>Taamaattumik ajutoornerup inatsit malillugu nalunaarutigineqarnissaata nalilersornissaanut, sulisitsisoq sulisinnaajunnaarneq pillugu taarsiiffigitinnermi imaluunniit ajoqut ataavartoq pillugu ajunngitsorsiaqartitaanermi suliaritinnermut, sungiusagaanermut aamma ikiuutinut il.il. aningaasartuutinut akiliisoqarnissaanut piumasaqaateqartoqarsinnaanera pillugu nalilersuissaaq.</w:t>
      </w:r>
    </w:p>
    <w:p w14:paraId="48FD74AD" w14:textId="1AC0A53F" w:rsidR="00515200" w:rsidRPr="00171408" w:rsidRDefault="00CE02F1">
      <w:pPr>
        <w:rPr>
          <w:rFonts w:ascii="Times New Roman" w:hAnsi="Times New Roman"/>
          <w:lang w:val="kl-GL"/>
        </w:rPr>
      </w:pPr>
      <w:r w:rsidRPr="00171408">
        <w:rPr>
          <w:rFonts w:ascii="Times New Roman" w:hAnsi="Times New Roman" w:cs="Times New Roman"/>
          <w:lang w:val="kl-GL"/>
        </w:rPr>
        <w:t>Inatsit malillugu ajutoorneq pisartagaqalernissamik kinguneqartussatut isigineqaraluarpalluunniit, sulisitsisoq pisussaavoq ajutoorneq nalunaarutigissallugu, ajoqusertoq siornatigutut tamakkiisumik sulileqqissinnaanera ilimagineqanngippat kingusinnerpaamik ajutoornerup kingorna sapaatit akunneri tallimat qaangiunneranni. Nalunaarutiginninnissamut piffissarititaasoq kingusinnerpaaq tassaavoq ullut qulingiluat, ajutoornerup kingorna sapaatit akunneri tallimat qaangiutereerneranni, tak. § 35, imm. 2.</w:t>
      </w:r>
    </w:p>
    <w:p w14:paraId="3E71EB70" w14:textId="77777777" w:rsidR="00515200" w:rsidRPr="00171408" w:rsidRDefault="00CE02F1">
      <w:pPr>
        <w:rPr>
          <w:rFonts w:ascii="Times New Roman" w:hAnsi="Times New Roman"/>
          <w:lang w:val="kl-GL"/>
        </w:rPr>
      </w:pPr>
      <w:r w:rsidRPr="00171408">
        <w:rPr>
          <w:rFonts w:ascii="Times New Roman" w:hAnsi="Times New Roman" w:cs="Times New Roman"/>
          <w:lang w:val="kl-GL"/>
        </w:rPr>
        <w:t>Inatsimmi § 35, imm. 3-mi aamma allaqqavoq, inuussutissarsiornermi nappaatinut, tak. § 7, nalunaarutiginninnissamut piffissarititaasut naatsorsorneqassasut piffissamiit, nalunaarutiginninnissamut pisussaaffillip nappaatip inuussutissarsiortuunissamik piumasaqaateqarfiuneranik ilisimasaqalersimaneraniit.</w:t>
      </w:r>
    </w:p>
    <w:p w14:paraId="3361F251" w14:textId="76AD3132" w:rsidR="00515200" w:rsidRPr="00171408" w:rsidRDefault="000B5338">
      <w:pPr>
        <w:pStyle w:val="BMBrdtekst"/>
        <w:spacing w:line="276" w:lineRule="auto"/>
        <w:rPr>
          <w:lang w:val="kl-GL"/>
        </w:rPr>
      </w:pPr>
      <w:r w:rsidRPr="00171408">
        <w:rPr>
          <w:szCs w:val="22"/>
          <w:lang w:val="kl-GL"/>
        </w:rPr>
        <w:t>Suliassaqartitsinermut ministeri</w:t>
      </w:r>
      <w:r w:rsidR="00CE02F1" w:rsidRPr="00171408">
        <w:rPr>
          <w:szCs w:val="22"/>
          <w:lang w:val="kl-GL"/>
        </w:rPr>
        <w:t xml:space="preserve"> piginnaatitaavoq, Kalaallit Nunaanni sulin</w:t>
      </w:r>
      <w:r w:rsidR="000C1049" w:rsidRPr="00171408">
        <w:rPr>
          <w:szCs w:val="22"/>
          <w:lang w:val="kl-GL"/>
        </w:rPr>
        <w:t>erm</w:t>
      </w:r>
      <w:r w:rsidR="00CE02F1" w:rsidRPr="00171408">
        <w:rPr>
          <w:szCs w:val="22"/>
          <w:lang w:val="kl-GL"/>
        </w:rPr>
        <w:t xml:space="preserve">i ajoqusernermut isumannaarineq pillugu inatsimmi </w:t>
      </w:r>
      <w:r w:rsidR="00CE02F1" w:rsidRPr="00171408">
        <w:rPr>
          <w:rFonts w:cs="Arial"/>
          <w:color w:val="000000"/>
          <w:szCs w:val="22"/>
          <w:lang w:val="kl-GL"/>
        </w:rPr>
        <w:t>§ 39, imm. 1 aamma 3 aamma § 75 malillugit, sulin</w:t>
      </w:r>
      <w:r w:rsidR="000C1049" w:rsidRPr="00171408">
        <w:rPr>
          <w:rFonts w:cs="Arial"/>
          <w:color w:val="000000"/>
          <w:szCs w:val="22"/>
          <w:lang w:val="kl-GL"/>
        </w:rPr>
        <w:t>erm</w:t>
      </w:r>
      <w:r w:rsidR="00CE02F1" w:rsidRPr="00171408">
        <w:rPr>
          <w:rFonts w:cs="Arial"/>
          <w:color w:val="000000"/>
          <w:szCs w:val="22"/>
          <w:lang w:val="kl-GL"/>
        </w:rPr>
        <w:t>i ajoqusernerit pillugit nalunaarutiginninnissaq pillugu malittarisassanik erseqqinnerusunik aalajangersaanissamut.</w:t>
      </w:r>
      <w:r w:rsidR="00CE02F1" w:rsidRPr="00171408">
        <w:rPr>
          <w:szCs w:val="22"/>
          <w:lang w:val="kl-GL"/>
        </w:rPr>
        <w:t xml:space="preserve"> S</w:t>
      </w:r>
      <w:r w:rsidR="00CE02F1" w:rsidRPr="00171408">
        <w:rPr>
          <w:rFonts w:cs="Arial"/>
          <w:color w:val="000000"/>
          <w:szCs w:val="22"/>
          <w:lang w:val="kl-GL"/>
        </w:rPr>
        <w:t>ulin</w:t>
      </w:r>
      <w:r w:rsidR="000C1049" w:rsidRPr="00171408">
        <w:rPr>
          <w:rFonts w:cs="Arial"/>
          <w:color w:val="000000"/>
          <w:szCs w:val="22"/>
          <w:lang w:val="kl-GL"/>
        </w:rPr>
        <w:t>erm</w:t>
      </w:r>
      <w:r w:rsidR="00CE02F1" w:rsidRPr="00171408">
        <w:rPr>
          <w:rFonts w:cs="Arial"/>
          <w:color w:val="000000"/>
          <w:szCs w:val="22"/>
          <w:lang w:val="kl-GL"/>
        </w:rPr>
        <w:t xml:space="preserve">i ajoqusernerit pillugit nalunaarutiginninnissaq pillugu malittarisassat, </w:t>
      </w:r>
      <w:r w:rsidR="00CE02F1" w:rsidRPr="00171408">
        <w:rPr>
          <w:color w:val="000000"/>
          <w:szCs w:val="22"/>
          <w:lang w:val="kl-GL"/>
        </w:rPr>
        <w:t>Kalaallit Nunaanni sulin</w:t>
      </w:r>
      <w:r w:rsidR="00506512" w:rsidRPr="00171408">
        <w:rPr>
          <w:color w:val="000000"/>
          <w:szCs w:val="22"/>
          <w:lang w:val="kl-GL"/>
        </w:rPr>
        <w:t>erm</w:t>
      </w:r>
      <w:r w:rsidR="00CE02F1" w:rsidRPr="00171408">
        <w:rPr>
          <w:color w:val="000000"/>
          <w:szCs w:val="22"/>
          <w:lang w:val="kl-GL"/>
        </w:rPr>
        <w:t xml:space="preserve">i ajoqusernermut isumannaarineq pillugu inatsit malillugu, ajutoornernik nalunaarutiginninneq pillugu </w:t>
      </w:r>
      <w:r w:rsidR="00CE02F1" w:rsidRPr="00171408">
        <w:rPr>
          <w:rFonts w:cs="Arial"/>
          <w:color w:val="000000"/>
          <w:szCs w:val="22"/>
          <w:lang w:val="kl-GL"/>
        </w:rPr>
        <w:t>nalunaarummi nr. 1656, 21. december 2010-meersumi aalajangersarneqarput. Inuussutissarsiornermi nappaatinik nalunaarutiginninnissamut malittarisassat,</w:t>
      </w:r>
      <w:r w:rsidR="00CE02F1" w:rsidRPr="00171408">
        <w:rPr>
          <w:szCs w:val="22"/>
          <w:lang w:val="kl-GL"/>
        </w:rPr>
        <w:t xml:space="preserve"> </w:t>
      </w:r>
      <w:r w:rsidR="00CE02F1" w:rsidRPr="00171408">
        <w:rPr>
          <w:color w:val="000000"/>
          <w:szCs w:val="22"/>
          <w:lang w:val="kl-GL"/>
        </w:rPr>
        <w:t>Kalaallit Nunaanni suli</w:t>
      </w:r>
      <w:r w:rsidR="00CD4BD8" w:rsidRPr="00171408">
        <w:rPr>
          <w:color w:val="000000"/>
          <w:szCs w:val="22"/>
          <w:lang w:val="kl-GL"/>
        </w:rPr>
        <w:t>nerm</w:t>
      </w:r>
      <w:r w:rsidR="00CE02F1" w:rsidRPr="00171408">
        <w:rPr>
          <w:color w:val="000000"/>
          <w:szCs w:val="22"/>
          <w:lang w:val="kl-GL"/>
        </w:rPr>
        <w:t xml:space="preserve">i ajoqusernermut isumannaarineq pillugu inatsit malillugu, nakorsat aamma kigutit nakorsaasa Arbejdsskadestyrelsenimut inuussutissarsionermi nappaatinik nalunaarutiginnissamut pisussaaffeqarnerat pillugu </w:t>
      </w:r>
      <w:r w:rsidR="00CE02F1" w:rsidRPr="00171408">
        <w:rPr>
          <w:rFonts w:cs="Arial"/>
          <w:color w:val="000000"/>
          <w:szCs w:val="22"/>
          <w:lang w:val="kl-GL"/>
        </w:rPr>
        <w:t>nalunaarummi nr. 1624, 21. december 2010-meersumi aalajangersarneqarput.</w:t>
      </w:r>
    </w:p>
    <w:p w14:paraId="4F99E3F8" w14:textId="77777777" w:rsidR="00515200" w:rsidRPr="00171408" w:rsidRDefault="00515200">
      <w:pPr>
        <w:pStyle w:val="BMBrdtekst"/>
        <w:spacing w:line="276" w:lineRule="auto"/>
        <w:rPr>
          <w:lang w:val="kl-GL"/>
        </w:rPr>
      </w:pPr>
    </w:p>
    <w:p w14:paraId="5DCB7310" w14:textId="7EECD059" w:rsidR="00515200" w:rsidRPr="00171408" w:rsidRDefault="00CE02F1">
      <w:pPr>
        <w:rPr>
          <w:lang w:val="kl-GL"/>
        </w:rPr>
      </w:pPr>
      <w:r w:rsidRPr="00171408">
        <w:rPr>
          <w:rFonts w:ascii="Times New Roman" w:hAnsi="Times New Roman" w:cs="Times New Roman"/>
          <w:lang w:val="kl-GL"/>
        </w:rPr>
        <w:t>Sulin</w:t>
      </w:r>
      <w:r w:rsidR="00CD4BD8" w:rsidRPr="00171408">
        <w:rPr>
          <w:rFonts w:ascii="Times New Roman" w:hAnsi="Times New Roman" w:cs="Times New Roman"/>
          <w:lang w:val="kl-GL"/>
        </w:rPr>
        <w:t>erm</w:t>
      </w:r>
      <w:r w:rsidRPr="00171408">
        <w:rPr>
          <w:rFonts w:ascii="Times New Roman" w:hAnsi="Times New Roman" w:cs="Times New Roman"/>
          <w:lang w:val="kl-GL"/>
        </w:rPr>
        <w:t xml:space="preserve">i ajutoorneq </w:t>
      </w:r>
      <w:r w:rsidR="00404602" w:rsidRPr="00171408">
        <w:rPr>
          <w:rFonts w:ascii="Times New Roman" w:hAnsi="Times New Roman" w:cs="Times New Roman"/>
          <w:lang w:val="kl-GL"/>
        </w:rPr>
        <w:t>qarasaasiat aqqutigalugit</w:t>
      </w:r>
      <w:r w:rsidRPr="00171408">
        <w:rPr>
          <w:rFonts w:ascii="Times New Roman" w:hAnsi="Times New Roman" w:cs="Times New Roman"/>
          <w:lang w:val="kl-GL"/>
        </w:rPr>
        <w:t xml:space="preserve"> </w:t>
      </w:r>
      <w:hyperlink r:id="rId11">
        <w:r w:rsidRPr="00171408">
          <w:rPr>
            <w:rStyle w:val="InternetLink"/>
            <w:rFonts w:ascii="Times New Roman" w:hAnsi="Times New Roman" w:cs="Times New Roman"/>
            <w:lang w:val="kl-GL"/>
          </w:rPr>
          <w:t>www.anmeld.gl</w:t>
        </w:r>
      </w:hyperlink>
      <w:r w:rsidRPr="00171408">
        <w:rPr>
          <w:rFonts w:ascii="Times New Roman" w:hAnsi="Times New Roman" w:cs="Times New Roman"/>
          <w:lang w:val="kl-GL"/>
        </w:rPr>
        <w:t xml:space="preserve">-ikkut imaluunniit pappialanngorlugu immersugassaq immikkut ittoq atorlugu Arbejdsmarkedets Erhvervssikringimut (Sulisilluni Ajoqusernerit pillugit Sullissivik) nalunaarutigineqassaaq. Ajoqusertoq imaluunniit </w:t>
      </w:r>
      <w:r w:rsidR="00D02F12" w:rsidRPr="00171408">
        <w:rPr>
          <w:rFonts w:ascii="Times New Roman" w:hAnsi="Times New Roman" w:cs="Times New Roman"/>
          <w:lang w:val="kl-GL"/>
        </w:rPr>
        <w:t>qimagaas</w:t>
      </w:r>
      <w:r w:rsidRPr="00171408">
        <w:rPr>
          <w:rFonts w:ascii="Times New Roman" w:hAnsi="Times New Roman" w:cs="Times New Roman"/>
          <w:lang w:val="kl-GL"/>
        </w:rPr>
        <w:t>ut inatsimmi § 40, imm. 1 malillugu, ajutoornerup pineraniit piumasaqaa</w:t>
      </w:r>
      <w:r w:rsidR="008A697D" w:rsidRPr="00171408">
        <w:rPr>
          <w:rFonts w:ascii="Times New Roman" w:hAnsi="Times New Roman" w:cs="Times New Roman"/>
          <w:lang w:val="kl-GL"/>
        </w:rPr>
        <w:t>teqarnissamut</w:t>
      </w:r>
      <w:r w:rsidRPr="00171408">
        <w:rPr>
          <w:rFonts w:ascii="Times New Roman" w:hAnsi="Times New Roman" w:cs="Times New Roman"/>
          <w:lang w:val="kl-GL"/>
        </w:rPr>
        <w:t xml:space="preserve"> ukiumik ataatsimik piffissaqartinneqarput inatsit malillugu, sulisitsisup sulin</w:t>
      </w:r>
      <w:r w:rsidR="005B0213" w:rsidRPr="00171408">
        <w:rPr>
          <w:rFonts w:ascii="Times New Roman" w:hAnsi="Times New Roman" w:cs="Times New Roman"/>
          <w:lang w:val="kl-GL"/>
        </w:rPr>
        <w:t>erm</w:t>
      </w:r>
      <w:r w:rsidRPr="00171408">
        <w:rPr>
          <w:rFonts w:ascii="Times New Roman" w:hAnsi="Times New Roman" w:cs="Times New Roman"/>
          <w:lang w:val="kl-GL"/>
        </w:rPr>
        <w:t>i ajoquserneq piffissaq eqqorlugu nalunaarutigisimanngi</w:t>
      </w:r>
      <w:r w:rsidR="005B0213" w:rsidRPr="00171408">
        <w:rPr>
          <w:rFonts w:ascii="Times New Roman" w:hAnsi="Times New Roman" w:cs="Times New Roman"/>
          <w:lang w:val="kl-GL"/>
        </w:rPr>
        <w:t>ppagu</w:t>
      </w:r>
      <w:r w:rsidRPr="00171408">
        <w:rPr>
          <w:rFonts w:ascii="Times New Roman" w:hAnsi="Times New Roman" w:cs="Times New Roman"/>
          <w:lang w:val="kl-GL"/>
        </w:rPr>
        <w:t>. Sillimmasertoqarsimanngippat, sulin</w:t>
      </w:r>
      <w:r w:rsidR="00D2614A" w:rsidRPr="00171408">
        <w:rPr>
          <w:rFonts w:ascii="Times New Roman" w:hAnsi="Times New Roman" w:cs="Times New Roman"/>
          <w:lang w:val="kl-GL"/>
        </w:rPr>
        <w:t>erm</w:t>
      </w:r>
      <w:r w:rsidRPr="00171408">
        <w:rPr>
          <w:rFonts w:ascii="Times New Roman" w:hAnsi="Times New Roman" w:cs="Times New Roman"/>
          <w:lang w:val="kl-GL"/>
        </w:rPr>
        <w:t>i ajutoorneq aamma Arbejdsmarkedets Erhvervssikringimut nalunaarutigineqassaaq. Tamanna atuuppoq, § 52, imm. 1 aamma imm. 2 malillugit isumannaarinissamut pisussaaffik naammassineqarsimanngikkaluarpalluunniit.</w:t>
      </w:r>
    </w:p>
    <w:p w14:paraId="610A2213" w14:textId="251EFC74" w:rsidR="00515200" w:rsidRPr="00171408" w:rsidRDefault="00CE02F1">
      <w:pPr>
        <w:pStyle w:val="BMBrdtekst"/>
        <w:spacing w:line="276" w:lineRule="auto"/>
        <w:rPr>
          <w:lang w:val="kl-GL"/>
        </w:rPr>
      </w:pPr>
      <w:r w:rsidRPr="00171408">
        <w:rPr>
          <w:szCs w:val="22"/>
          <w:lang w:val="kl-GL"/>
        </w:rPr>
        <w:t>Sulin</w:t>
      </w:r>
      <w:r w:rsidR="00D2614A" w:rsidRPr="00171408">
        <w:rPr>
          <w:szCs w:val="22"/>
          <w:lang w:val="kl-GL"/>
        </w:rPr>
        <w:t>erm</w:t>
      </w:r>
      <w:r w:rsidRPr="00171408">
        <w:rPr>
          <w:szCs w:val="22"/>
          <w:lang w:val="kl-GL"/>
        </w:rPr>
        <w:t xml:space="preserve">i ajoqusernernik nalunaarutiginninnissamut pisussaaffik </w:t>
      </w:r>
      <w:r w:rsidRPr="00171408">
        <w:rPr>
          <w:color w:val="000000"/>
          <w:szCs w:val="22"/>
          <w:lang w:val="kl-GL"/>
        </w:rPr>
        <w:t>Kalaallit Nunaanni sulin</w:t>
      </w:r>
      <w:r w:rsidR="00F224C2" w:rsidRPr="00171408">
        <w:rPr>
          <w:color w:val="000000"/>
          <w:szCs w:val="22"/>
          <w:lang w:val="kl-GL"/>
        </w:rPr>
        <w:t>erm</w:t>
      </w:r>
      <w:r w:rsidRPr="00171408">
        <w:rPr>
          <w:color w:val="000000"/>
          <w:szCs w:val="22"/>
          <w:lang w:val="kl-GL"/>
        </w:rPr>
        <w:t xml:space="preserve">i ajoqusernermut isumannaarineq pillugu </w:t>
      </w:r>
      <w:r w:rsidR="00F224C2" w:rsidRPr="00171408">
        <w:rPr>
          <w:color w:val="000000"/>
          <w:szCs w:val="22"/>
          <w:lang w:val="kl-GL"/>
        </w:rPr>
        <w:t xml:space="preserve">inatsimmik </w:t>
      </w:r>
      <w:r w:rsidRPr="00171408">
        <w:rPr>
          <w:color w:val="000000"/>
          <w:szCs w:val="22"/>
          <w:lang w:val="kl-GL"/>
        </w:rPr>
        <w:t xml:space="preserve">taamaallaat tunngaveqanngilaq, kisianni aamma Kalaallit </w:t>
      </w:r>
      <w:r w:rsidRPr="00171408">
        <w:rPr>
          <w:color w:val="000000"/>
          <w:szCs w:val="22"/>
          <w:lang w:val="kl-GL"/>
        </w:rPr>
        <w:lastRenderedPageBreak/>
        <w:t>Nunaanni sullivinni avatangiisit pillugit inatsimmi</w:t>
      </w:r>
      <w:r w:rsidR="00F224C2" w:rsidRPr="00171408">
        <w:rPr>
          <w:color w:val="000000"/>
          <w:szCs w:val="22"/>
          <w:lang w:val="kl-GL"/>
        </w:rPr>
        <w:t>k</w:t>
      </w:r>
      <w:r w:rsidRPr="00171408">
        <w:rPr>
          <w:color w:val="000000"/>
          <w:szCs w:val="22"/>
          <w:lang w:val="kl-GL"/>
        </w:rPr>
        <w:t xml:space="preserve"> aamma tunngaveqarluni. Taamaalilluni </w:t>
      </w:r>
      <w:r w:rsidR="000B5338" w:rsidRPr="00171408">
        <w:rPr>
          <w:szCs w:val="22"/>
          <w:lang w:val="kl-GL"/>
        </w:rPr>
        <w:t>Suliassaqartitsinermut ministeri</w:t>
      </w:r>
      <w:r w:rsidRPr="00171408">
        <w:rPr>
          <w:szCs w:val="22"/>
          <w:lang w:val="kl-GL"/>
        </w:rPr>
        <w:t xml:space="preserve"> inatsimmut nalunaarummi nr. 1048, 26. oktober 2005-imeersumi § 58 naapertorlugu, Kalaallit Nunaanni sullivinni avatangiisit pillugit kingusinnerusukkut allannguutit ilanngullugit, sulin</w:t>
      </w:r>
      <w:r w:rsidR="003B7B20" w:rsidRPr="00171408">
        <w:rPr>
          <w:szCs w:val="22"/>
          <w:lang w:val="kl-GL"/>
        </w:rPr>
        <w:t>erm</w:t>
      </w:r>
      <w:r w:rsidRPr="00171408">
        <w:rPr>
          <w:szCs w:val="22"/>
          <w:lang w:val="kl-GL"/>
        </w:rPr>
        <w:t xml:space="preserve">i ajutoornernik, inuussutissarsiornermi nappaatinik aamma pissutsinik allanik sulinermi avatangiisinut tunngasunik nalunaarutiginninnissamut pisussaaffeqarneq pillugu malittarisassanik aalajangersaasinnaavoq. </w:t>
      </w:r>
      <w:r w:rsidR="006D412D" w:rsidRPr="00171408">
        <w:rPr>
          <w:szCs w:val="22"/>
          <w:lang w:val="kl-GL"/>
        </w:rPr>
        <w:t xml:space="preserve">Pisinnaatitaaneq </w:t>
      </w:r>
      <w:r w:rsidRPr="00171408">
        <w:rPr>
          <w:szCs w:val="22"/>
          <w:lang w:val="kl-GL"/>
        </w:rPr>
        <w:t>sulin</w:t>
      </w:r>
      <w:r w:rsidR="000178C9" w:rsidRPr="00171408">
        <w:rPr>
          <w:szCs w:val="22"/>
          <w:lang w:val="kl-GL"/>
        </w:rPr>
        <w:t>erm</w:t>
      </w:r>
      <w:r w:rsidRPr="00171408">
        <w:rPr>
          <w:szCs w:val="22"/>
          <w:lang w:val="kl-GL"/>
        </w:rPr>
        <w:t xml:space="preserve">i ajoqusernernik nalunaarutiginnittarneq pillugu nalunaarutikkut nr. 401, 24. juni 1986-imeersukkut </w:t>
      </w:r>
      <w:r w:rsidR="00212B00" w:rsidRPr="00171408">
        <w:rPr>
          <w:szCs w:val="22"/>
          <w:lang w:val="kl-GL"/>
        </w:rPr>
        <w:t>atuuttussanngort</w:t>
      </w:r>
      <w:r w:rsidRPr="00171408">
        <w:rPr>
          <w:szCs w:val="22"/>
          <w:lang w:val="kl-GL"/>
        </w:rPr>
        <w:t>inneqarpoq, tassani allaqqalluni, sulin</w:t>
      </w:r>
      <w:r w:rsidR="00212B00" w:rsidRPr="00171408">
        <w:rPr>
          <w:szCs w:val="22"/>
          <w:lang w:val="kl-GL"/>
        </w:rPr>
        <w:t>erm</w:t>
      </w:r>
      <w:r w:rsidRPr="00171408">
        <w:rPr>
          <w:szCs w:val="22"/>
          <w:lang w:val="kl-GL"/>
        </w:rPr>
        <w:t>i ajutoornerit tamarmik, ullup ajoquserfiusup saniatigut minnerpaamik ullormi</w:t>
      </w:r>
      <w:r w:rsidR="00212B00" w:rsidRPr="00171408">
        <w:rPr>
          <w:szCs w:val="22"/>
          <w:lang w:val="kl-GL"/>
        </w:rPr>
        <w:t>k</w:t>
      </w:r>
      <w:r w:rsidRPr="00171408">
        <w:rPr>
          <w:szCs w:val="22"/>
          <w:lang w:val="kl-GL"/>
        </w:rPr>
        <w:t xml:space="preserve"> ataatsimi</w:t>
      </w:r>
      <w:r w:rsidR="00212B00" w:rsidRPr="00171408">
        <w:rPr>
          <w:szCs w:val="22"/>
          <w:lang w:val="kl-GL"/>
        </w:rPr>
        <w:t>k</w:t>
      </w:r>
      <w:r w:rsidRPr="00171408">
        <w:rPr>
          <w:szCs w:val="22"/>
          <w:lang w:val="kl-GL"/>
        </w:rPr>
        <w:t xml:space="preserve"> sulisinnaannginnermik kinguneqartut, nalunaarutigineqassasut. Nala</w:t>
      </w:r>
      <w:r w:rsidR="00212B00" w:rsidRPr="00171408">
        <w:rPr>
          <w:szCs w:val="22"/>
          <w:lang w:val="kl-GL"/>
        </w:rPr>
        <w:t>u</w:t>
      </w:r>
      <w:r w:rsidRPr="00171408">
        <w:rPr>
          <w:szCs w:val="22"/>
          <w:lang w:val="kl-GL"/>
        </w:rPr>
        <w:t>naarutiginninnissamut piffissarititaasoq tassaavoq, ullormiit sulinngiffiusumiit siullermiit ullut qulingiluat.</w:t>
      </w:r>
    </w:p>
    <w:p w14:paraId="5CCA1701" w14:textId="77777777" w:rsidR="00515200" w:rsidRPr="00171408" w:rsidRDefault="00515200">
      <w:pPr>
        <w:pStyle w:val="BMBrdtekst"/>
        <w:spacing w:line="276" w:lineRule="auto"/>
        <w:rPr>
          <w:lang w:val="kl-GL"/>
        </w:rPr>
      </w:pPr>
    </w:p>
    <w:p w14:paraId="4FE174FA" w14:textId="0FD2A4B7" w:rsidR="00515200" w:rsidRPr="00171408" w:rsidRDefault="00CE02F1">
      <w:pPr>
        <w:rPr>
          <w:rFonts w:ascii="Times New Roman" w:hAnsi="Times New Roman"/>
          <w:lang w:val="kl-GL"/>
        </w:rPr>
      </w:pPr>
      <w:r w:rsidRPr="00171408">
        <w:rPr>
          <w:rFonts w:ascii="Times New Roman" w:hAnsi="Times New Roman" w:cs="Times New Roman"/>
          <w:lang w:val="kl-GL"/>
        </w:rPr>
        <w:t>Sullivinni avatangiisit pillugit inatsimmi malittarisassat atuuttut malillugit piumasaqaatigineqarpoq, sulin</w:t>
      </w:r>
      <w:r w:rsidR="00E17945" w:rsidRPr="00171408">
        <w:rPr>
          <w:rFonts w:ascii="Times New Roman" w:hAnsi="Times New Roman" w:cs="Times New Roman"/>
          <w:lang w:val="kl-GL"/>
        </w:rPr>
        <w:t>erm</w:t>
      </w:r>
      <w:r w:rsidRPr="00171408">
        <w:rPr>
          <w:rFonts w:ascii="Times New Roman" w:hAnsi="Times New Roman" w:cs="Times New Roman"/>
          <w:lang w:val="kl-GL"/>
        </w:rPr>
        <w:t xml:space="preserve">i ajutoorneq ajutoorsimasup nalinginnaasumik suliffianiit sulinngitsoornermik kinguneqarsimassasoq, sulisup ullormi ajoquserfimmi saniatigut suliffimmini atuuffini nalinginnaasoq piffissami suliffiusumi nalinginnaasumi isumagisinnaanngippagu. Tamanna aamma atuuppoq, ajoqusertoq sulinngiffeqaraluartoq assersuutigalugu </w:t>
      </w:r>
      <w:r w:rsidR="00E17945" w:rsidRPr="00171408">
        <w:rPr>
          <w:rFonts w:ascii="Times New Roman" w:hAnsi="Times New Roman" w:cs="Times New Roman"/>
          <w:lang w:val="kl-GL"/>
        </w:rPr>
        <w:t xml:space="preserve">sapaatip akunnerata naanerani </w:t>
      </w:r>
      <w:r w:rsidRPr="00171408">
        <w:rPr>
          <w:rFonts w:ascii="Times New Roman" w:hAnsi="Times New Roman" w:cs="Times New Roman"/>
          <w:lang w:val="kl-GL"/>
        </w:rPr>
        <w:t>imaluunniit ferie tunngavigalugit. Aalajangiisuuvoq, sulisoq ullup ajoquserfiup kingorna suliffimmini atuuffini nalinginnaasoq piffissami suliffiusumi nalinginnaasumi isumagisinnaaneraa. Taamaalilluni sulinngitsoornertut isigineqassaaq, ajoqusersimasup ajutoornerup kingorna taamaallaat ilaannakortumik sulinini nalinginnaasoq ingerlassinnaappagu, apeqqutaa</w:t>
      </w:r>
      <w:r w:rsidR="00B6359C" w:rsidRPr="00171408">
        <w:rPr>
          <w:rFonts w:ascii="Times New Roman" w:hAnsi="Times New Roman" w:cs="Times New Roman"/>
          <w:lang w:val="kl-GL"/>
        </w:rPr>
        <w:t>tinnagu</w:t>
      </w:r>
      <w:r w:rsidRPr="00171408">
        <w:rPr>
          <w:rFonts w:ascii="Times New Roman" w:hAnsi="Times New Roman" w:cs="Times New Roman"/>
          <w:lang w:val="kl-GL"/>
        </w:rPr>
        <w:t xml:space="preserve"> sulisoq suliassanik </w:t>
      </w:r>
      <w:r w:rsidR="00B6359C" w:rsidRPr="00171408">
        <w:rPr>
          <w:rFonts w:ascii="Times New Roman" w:hAnsi="Times New Roman" w:cs="Times New Roman"/>
          <w:lang w:val="kl-GL"/>
        </w:rPr>
        <w:t xml:space="preserve">allanik </w:t>
      </w:r>
      <w:r w:rsidRPr="00171408">
        <w:rPr>
          <w:rFonts w:ascii="Times New Roman" w:hAnsi="Times New Roman" w:cs="Times New Roman"/>
          <w:lang w:val="kl-GL"/>
        </w:rPr>
        <w:t xml:space="preserve">ingerlatsinersoq aamma taamaalilluni sulinermi sivisussusissaa naammassillugu. </w:t>
      </w:r>
      <w:r w:rsidR="00162363" w:rsidRPr="00171408">
        <w:rPr>
          <w:rFonts w:ascii="Times New Roman" w:hAnsi="Times New Roman" w:cs="Times New Roman"/>
          <w:lang w:val="kl-GL"/>
        </w:rPr>
        <w:t>Taamaattumik a</w:t>
      </w:r>
      <w:r w:rsidRPr="00171408">
        <w:rPr>
          <w:rFonts w:ascii="Times New Roman" w:hAnsi="Times New Roman" w:cs="Times New Roman"/>
          <w:lang w:val="kl-GL"/>
        </w:rPr>
        <w:t xml:space="preserve">joqusertoq sulinngitsoortutut isigineqarsinnaavoq, ajoqusersimasoq </w:t>
      </w:r>
      <w:r w:rsidR="00162363" w:rsidRPr="00171408">
        <w:rPr>
          <w:rFonts w:ascii="Times New Roman" w:hAnsi="Times New Roman" w:cs="Times New Roman"/>
          <w:lang w:val="kl-GL"/>
        </w:rPr>
        <w:t>suligaluarpalluunniit</w:t>
      </w:r>
      <w:r w:rsidRPr="00171408">
        <w:rPr>
          <w:rFonts w:ascii="Times New Roman" w:hAnsi="Times New Roman" w:cs="Times New Roman"/>
          <w:lang w:val="kl-GL"/>
        </w:rPr>
        <w:t>.</w:t>
      </w:r>
    </w:p>
    <w:p w14:paraId="17517F14" w14:textId="1655E4FE" w:rsidR="00515200" w:rsidRPr="00171408" w:rsidRDefault="00CE02F1">
      <w:pPr>
        <w:pStyle w:val="BMBrdtekst"/>
        <w:spacing w:line="276" w:lineRule="auto"/>
        <w:rPr>
          <w:lang w:val="kl-GL"/>
        </w:rPr>
      </w:pPr>
      <w:r w:rsidRPr="00171408">
        <w:rPr>
          <w:lang w:val="kl-GL"/>
        </w:rPr>
        <w:t xml:space="preserve">Sulinngitsoornerup nalilersorneqarneranut apeqqutaanngilaq, ajoqusertoq ullormi ajoquserfimmini sulinngitsoorsimanersoq. </w:t>
      </w:r>
      <w:r w:rsidR="00E71B4B" w:rsidRPr="00171408">
        <w:rPr>
          <w:lang w:val="kl-GL"/>
        </w:rPr>
        <w:t>Taamaalilluni a</w:t>
      </w:r>
      <w:r w:rsidRPr="00171408">
        <w:rPr>
          <w:lang w:val="kl-GL"/>
        </w:rPr>
        <w:t xml:space="preserve">jutoorneq sulinngitsoornermik </w:t>
      </w:r>
      <w:r w:rsidR="00E71B4B" w:rsidRPr="00171408">
        <w:rPr>
          <w:lang w:val="kl-GL"/>
        </w:rPr>
        <w:t xml:space="preserve">kinguneqartutut </w:t>
      </w:r>
      <w:r w:rsidRPr="00171408">
        <w:rPr>
          <w:lang w:val="kl-GL"/>
        </w:rPr>
        <w:t xml:space="preserve">isigineqarsinnaavoq, naak ajoqusersimasoq </w:t>
      </w:r>
      <w:r w:rsidR="00E71B4B" w:rsidRPr="00171408">
        <w:rPr>
          <w:lang w:val="kl-GL"/>
        </w:rPr>
        <w:t xml:space="preserve">ullormi ajoquserfiusumi </w:t>
      </w:r>
      <w:r w:rsidRPr="00171408">
        <w:rPr>
          <w:lang w:val="kl-GL"/>
        </w:rPr>
        <w:t>tamakkiisumik suligaluartoq. Akerlianik sulinngitsoornertut isigineqassanngilaq, ajoqusersimasup taamaallaat ullormi ajoquserfiusumi sulinini nalinginnaasoq tamakkiisumik isumagisinnaanngippagu.</w:t>
      </w:r>
    </w:p>
    <w:p w14:paraId="2C84D717" w14:textId="77777777" w:rsidR="00515200" w:rsidRPr="00171408" w:rsidRDefault="00515200">
      <w:pPr>
        <w:pStyle w:val="BMBrdtekst"/>
        <w:spacing w:line="276" w:lineRule="auto"/>
        <w:rPr>
          <w:szCs w:val="22"/>
          <w:lang w:val="kl-GL"/>
        </w:rPr>
      </w:pPr>
    </w:p>
    <w:p w14:paraId="7F3C695D" w14:textId="578C6C38" w:rsidR="00515200" w:rsidRPr="00171408" w:rsidRDefault="00CE02F1">
      <w:pPr>
        <w:pStyle w:val="BMBrdtekst"/>
        <w:spacing w:line="276" w:lineRule="auto"/>
        <w:rPr>
          <w:lang w:val="kl-GL"/>
        </w:rPr>
      </w:pPr>
      <w:r w:rsidRPr="00171408">
        <w:rPr>
          <w:szCs w:val="22"/>
          <w:lang w:val="kl-GL"/>
        </w:rPr>
        <w:t xml:space="preserve">Sullivinni avatangiisinut inatsit malillugu sulisitsisoq </w:t>
      </w:r>
      <w:r w:rsidR="00A82330" w:rsidRPr="00171408">
        <w:rPr>
          <w:szCs w:val="22"/>
          <w:lang w:val="kl-GL"/>
        </w:rPr>
        <w:t xml:space="preserve">sulinermi ajutoornermik Sullivinnik Nakkutilliisoqarfimmut nalunaarutiginninnissamut </w:t>
      </w:r>
      <w:r w:rsidRPr="00171408">
        <w:rPr>
          <w:szCs w:val="22"/>
          <w:lang w:val="kl-GL"/>
        </w:rPr>
        <w:t xml:space="preserve">pisussaavoq. Immersugassaq </w:t>
      </w:r>
      <w:r w:rsidR="00AF2408" w:rsidRPr="00171408">
        <w:rPr>
          <w:szCs w:val="22"/>
          <w:lang w:val="kl-GL"/>
        </w:rPr>
        <w:t xml:space="preserve">immikkut ittoq </w:t>
      </w:r>
      <w:r w:rsidR="00A82330" w:rsidRPr="00171408">
        <w:rPr>
          <w:szCs w:val="22"/>
          <w:lang w:val="kl-GL"/>
        </w:rPr>
        <w:t>Sullivinnik Nakkutilliisoqarfim</w:t>
      </w:r>
      <w:r w:rsidRPr="00171408">
        <w:rPr>
          <w:szCs w:val="22"/>
          <w:lang w:val="kl-GL"/>
        </w:rPr>
        <w:t>mit tunniunneqartoq atorlugu nalunaarutiginnittoqassaaq.</w:t>
      </w:r>
    </w:p>
    <w:p w14:paraId="4BA31716" w14:textId="77777777" w:rsidR="00515200" w:rsidRPr="00171408" w:rsidRDefault="00515200">
      <w:pPr>
        <w:pStyle w:val="BMBrdtekst"/>
        <w:spacing w:line="276" w:lineRule="auto"/>
        <w:rPr>
          <w:lang w:val="kl-GL"/>
        </w:rPr>
      </w:pPr>
    </w:p>
    <w:p w14:paraId="4AB97C09" w14:textId="73C99E5C" w:rsidR="00515200" w:rsidRPr="00171408" w:rsidRDefault="00CE02F1">
      <w:pPr>
        <w:rPr>
          <w:rFonts w:ascii="Times New Roman" w:hAnsi="Times New Roman"/>
          <w:lang w:val="kl-GL"/>
        </w:rPr>
      </w:pPr>
      <w:r w:rsidRPr="00171408">
        <w:rPr>
          <w:rFonts w:ascii="Times New Roman" w:hAnsi="Times New Roman" w:cs="Times New Roman"/>
          <w:i/>
          <w:lang w:val="kl-GL"/>
        </w:rPr>
        <w:t xml:space="preserve">2.3.2. </w:t>
      </w:r>
      <w:r w:rsidR="00CB242C" w:rsidRPr="00171408">
        <w:rPr>
          <w:rFonts w:ascii="Times New Roman" w:hAnsi="Times New Roman" w:cs="Times New Roman"/>
          <w:i/>
          <w:lang w:val="kl-GL"/>
        </w:rPr>
        <w:t>Suliassaqartitsinermut minister</w:t>
      </w:r>
      <w:r w:rsidR="00A202C0" w:rsidRPr="00171408">
        <w:rPr>
          <w:rFonts w:ascii="Times New Roman" w:hAnsi="Times New Roman" w:cs="Times New Roman"/>
          <w:i/>
          <w:lang w:val="kl-GL"/>
        </w:rPr>
        <w:t xml:space="preserve">eqarfiup </w:t>
      </w:r>
      <w:r w:rsidRPr="00171408">
        <w:rPr>
          <w:rFonts w:ascii="Times New Roman" w:hAnsi="Times New Roman" w:cs="Times New Roman"/>
          <w:i/>
          <w:lang w:val="kl-GL"/>
        </w:rPr>
        <w:t>isumaliuutersuutai aamma aaqqiss</w:t>
      </w:r>
      <w:r w:rsidR="00331FF8" w:rsidRPr="00171408">
        <w:rPr>
          <w:rFonts w:ascii="Times New Roman" w:hAnsi="Times New Roman" w:cs="Times New Roman"/>
          <w:i/>
          <w:lang w:val="kl-GL"/>
        </w:rPr>
        <w:t>u</w:t>
      </w:r>
      <w:r w:rsidRPr="00171408">
        <w:rPr>
          <w:rFonts w:ascii="Times New Roman" w:hAnsi="Times New Roman" w:cs="Times New Roman"/>
          <w:i/>
          <w:lang w:val="kl-GL"/>
        </w:rPr>
        <w:t>ussineq siunnersuutigineqartoq</w:t>
      </w:r>
      <w:r w:rsidRPr="00171408">
        <w:rPr>
          <w:rFonts w:ascii="Times New Roman" w:hAnsi="Times New Roman" w:cs="Times New Roman"/>
          <w:lang w:val="kl-GL"/>
        </w:rPr>
        <w:br/>
        <w:t xml:space="preserve">Ullumikkut ajutoornerit </w:t>
      </w:r>
      <w:r w:rsidR="00FB32C0" w:rsidRPr="00171408">
        <w:rPr>
          <w:rFonts w:ascii="Times New Roman" w:hAnsi="Times New Roman" w:cs="Times New Roman"/>
          <w:lang w:val="kl-GL"/>
        </w:rPr>
        <w:t xml:space="preserve">pillugit </w:t>
      </w:r>
      <w:r w:rsidRPr="00171408">
        <w:rPr>
          <w:rFonts w:ascii="Times New Roman" w:hAnsi="Times New Roman" w:cs="Times New Roman"/>
          <w:lang w:val="kl-GL"/>
        </w:rPr>
        <w:t>nalunaarutiginninnissamut assigiinngitsunik piumasaqaateqarpoq piffissarititaqarluni</w:t>
      </w:r>
      <w:r w:rsidR="00FB32C0" w:rsidRPr="00171408">
        <w:rPr>
          <w:rFonts w:ascii="Times New Roman" w:hAnsi="Times New Roman" w:cs="Times New Roman"/>
          <w:lang w:val="kl-GL"/>
        </w:rPr>
        <w:t>lu</w:t>
      </w:r>
      <w:r w:rsidRPr="00171408">
        <w:rPr>
          <w:rFonts w:ascii="Times New Roman" w:hAnsi="Times New Roman" w:cs="Times New Roman"/>
          <w:lang w:val="kl-GL"/>
        </w:rPr>
        <w:t>, sulin</w:t>
      </w:r>
      <w:r w:rsidR="00FB32C0" w:rsidRPr="00171408">
        <w:rPr>
          <w:rFonts w:ascii="Times New Roman" w:hAnsi="Times New Roman" w:cs="Times New Roman"/>
          <w:lang w:val="kl-GL"/>
        </w:rPr>
        <w:t>erm</w:t>
      </w:r>
      <w:r w:rsidRPr="00171408">
        <w:rPr>
          <w:rFonts w:ascii="Times New Roman" w:hAnsi="Times New Roman" w:cs="Times New Roman"/>
          <w:lang w:val="kl-GL"/>
        </w:rPr>
        <w:t xml:space="preserve">i ajoquserneq pillugu inatsit aamma sullivinni avatangiisit pillugit inatsit naapertorlugit. Taamaattumik ajutoornerit pillugit nalunaarutiginninnissamut malittarisassat sulisitsisunut ujaasiffiginissaat ajornakusoorsinnaapput. Tamanna ajutoornerit eqqunngitsumik nalunaarutigineqarnissaannut annertunerusumik </w:t>
      </w:r>
      <w:r w:rsidR="00467E9C" w:rsidRPr="00171408">
        <w:rPr>
          <w:rFonts w:ascii="Times New Roman" w:hAnsi="Times New Roman" w:cs="Times New Roman"/>
          <w:lang w:val="kl-GL"/>
        </w:rPr>
        <w:t xml:space="preserve">aarlerinaateqarneranik </w:t>
      </w:r>
      <w:r w:rsidRPr="00171408">
        <w:rPr>
          <w:rFonts w:ascii="Times New Roman" w:hAnsi="Times New Roman" w:cs="Times New Roman"/>
          <w:lang w:val="kl-GL"/>
        </w:rPr>
        <w:t xml:space="preserve">kinguneqarpoq, pitsaanngitsunik kinguneqartitsisinnaasoq, ilaatigut suliap </w:t>
      </w:r>
      <w:r w:rsidR="00C31DDE" w:rsidRPr="00171408">
        <w:rPr>
          <w:rFonts w:ascii="Times New Roman" w:hAnsi="Times New Roman" w:cs="Times New Roman"/>
          <w:lang w:val="kl-GL"/>
        </w:rPr>
        <w:t xml:space="preserve">suliarineqartarnera </w:t>
      </w:r>
      <w:r w:rsidRPr="00171408">
        <w:rPr>
          <w:rFonts w:ascii="Times New Roman" w:hAnsi="Times New Roman" w:cs="Times New Roman"/>
          <w:lang w:val="kl-GL"/>
        </w:rPr>
        <w:t>kinguaattoortittarmagu. Tamatuma saniatigut kingusinaarluni nalunaarutiginninneq ajoqusertumut inatsisitigut pitsaanngitsumik kinguneqarsinnaavoq, sulisinnaajunnaarneq pillugu taarsiiffigitinneq akilerneqarsinnaanngimmat nalunaarutiginninnissaq sioqqullugu, annaasaqarneq siusinnerusukkut pisimasinnaanera apeqqutaatinnagu.</w:t>
      </w:r>
    </w:p>
    <w:p w14:paraId="48D84554" w14:textId="7C6614F2" w:rsidR="00515200" w:rsidRPr="00171408" w:rsidRDefault="00CE02F1">
      <w:pPr>
        <w:pStyle w:val="Default"/>
        <w:spacing w:line="276" w:lineRule="auto"/>
        <w:rPr>
          <w:rFonts w:ascii="Times New Roman" w:hAnsi="Times New Roman"/>
          <w:lang w:val="kl-GL"/>
        </w:rPr>
      </w:pPr>
      <w:r w:rsidRPr="00171408">
        <w:rPr>
          <w:rFonts w:ascii="Times New Roman" w:hAnsi="Times New Roman" w:cs="Times New Roman"/>
          <w:color w:val="00000A"/>
          <w:sz w:val="22"/>
          <w:szCs w:val="22"/>
          <w:lang w:val="kl-GL"/>
        </w:rPr>
        <w:lastRenderedPageBreak/>
        <w:t>Sulisitsisumut aamma ajoqusertumut ajutoorneq pillugu nalunaarutiginninnissamut malittarisassat naapertuunnerulertinniarlugit, siunnersuutigineqarpoq, sulin</w:t>
      </w:r>
      <w:r w:rsidR="004C3D0D" w:rsidRPr="00171408">
        <w:rPr>
          <w:rFonts w:ascii="Times New Roman" w:hAnsi="Times New Roman" w:cs="Times New Roman"/>
          <w:color w:val="00000A"/>
          <w:sz w:val="22"/>
          <w:szCs w:val="22"/>
          <w:lang w:val="kl-GL"/>
        </w:rPr>
        <w:t>erm</w:t>
      </w:r>
      <w:r w:rsidRPr="00171408">
        <w:rPr>
          <w:rFonts w:ascii="Times New Roman" w:hAnsi="Times New Roman" w:cs="Times New Roman"/>
          <w:color w:val="00000A"/>
          <w:sz w:val="22"/>
          <w:szCs w:val="22"/>
          <w:lang w:val="kl-GL"/>
        </w:rPr>
        <w:t>i ajutoornerit pillugit malittarisassat pisariillisarnissaat, taamaalilluni ajutoornerit, inatsit malillugu taarsiiffigitinnissamut il.il. piumasaqaateqarfiusinnaasutut isigineqartut, nalunaarutigineqarta</w:t>
      </w:r>
      <w:r w:rsidR="004C3D0D" w:rsidRPr="00171408">
        <w:rPr>
          <w:rFonts w:ascii="Times New Roman" w:hAnsi="Times New Roman" w:cs="Times New Roman"/>
          <w:color w:val="00000A"/>
          <w:sz w:val="22"/>
          <w:szCs w:val="22"/>
          <w:lang w:val="kl-GL"/>
        </w:rPr>
        <w:t>rnerat ingerlaannassasoq</w:t>
      </w:r>
      <w:r w:rsidRPr="00171408">
        <w:rPr>
          <w:rFonts w:ascii="Times New Roman" w:hAnsi="Times New Roman" w:cs="Times New Roman"/>
          <w:color w:val="00000A"/>
          <w:sz w:val="22"/>
          <w:szCs w:val="22"/>
          <w:lang w:val="kl-GL"/>
        </w:rPr>
        <w:t xml:space="preserve">. Tamatuma saniatigut ajutoornerit, ajoqusertup nalinginnaasumik suliffianiit sulinngitsoorneranik kinguneqarsimasut nalunaarutigineqassapput, ajutoorneq inatsit malillugu taarsiiffigitinnissamut il.il. piumasaqaateqarfiusinnaasutut isigineqarsinnaanera apeqqutaatinnagu. Tamanna </w:t>
      </w:r>
      <w:r w:rsidRPr="00171408">
        <w:rPr>
          <w:rFonts w:ascii="Times New Roman" w:hAnsi="Times New Roman" w:cs="Times New Roman"/>
          <w:sz w:val="22"/>
          <w:szCs w:val="22"/>
          <w:lang w:val="kl-GL"/>
        </w:rPr>
        <w:t>Kalaallit Nunaanni sulin</w:t>
      </w:r>
      <w:r w:rsidR="00BF664B" w:rsidRPr="00171408">
        <w:rPr>
          <w:rFonts w:ascii="Times New Roman" w:hAnsi="Times New Roman" w:cs="Times New Roman"/>
          <w:sz w:val="22"/>
          <w:szCs w:val="22"/>
          <w:lang w:val="kl-GL"/>
        </w:rPr>
        <w:t>erm</w:t>
      </w:r>
      <w:r w:rsidRPr="00171408">
        <w:rPr>
          <w:rFonts w:ascii="Times New Roman" w:hAnsi="Times New Roman" w:cs="Times New Roman"/>
          <w:sz w:val="22"/>
          <w:szCs w:val="22"/>
          <w:lang w:val="kl-GL"/>
        </w:rPr>
        <w:t>i ajoqusernermut isumannaarineq pillugu inatsisip allanngortinneqarnissaanik piumasaqarpoq.</w:t>
      </w:r>
    </w:p>
    <w:p w14:paraId="2BE87C1C" w14:textId="733E8A36" w:rsidR="00515200" w:rsidRPr="00171408" w:rsidRDefault="00515200">
      <w:pPr>
        <w:pStyle w:val="Default"/>
        <w:spacing w:line="276" w:lineRule="auto"/>
        <w:rPr>
          <w:rFonts w:ascii="Times New Roman" w:hAnsi="Times New Roman"/>
          <w:lang w:val="kl-GL"/>
        </w:rPr>
      </w:pPr>
    </w:p>
    <w:p w14:paraId="10EE1AC9" w14:textId="30840750" w:rsidR="00515200" w:rsidRPr="00171408" w:rsidRDefault="00CE02F1">
      <w:pPr>
        <w:rPr>
          <w:rFonts w:ascii="Times New Roman" w:hAnsi="Times New Roman"/>
          <w:lang w:val="kl-GL"/>
        </w:rPr>
      </w:pPr>
      <w:r w:rsidRPr="00171408">
        <w:rPr>
          <w:rFonts w:ascii="Times New Roman" w:hAnsi="Times New Roman" w:cs="Times New Roman"/>
          <w:lang w:val="kl-GL"/>
        </w:rPr>
        <w:t xml:space="preserve">Aaqqissuussinikkut siunnersuutigineqartukkut </w:t>
      </w:r>
      <w:r w:rsidRPr="00171408">
        <w:rPr>
          <w:rFonts w:ascii="Times New Roman" w:hAnsi="Times New Roman" w:cs="Times New Roman"/>
          <w:color w:val="000000"/>
          <w:lang w:val="kl-GL"/>
        </w:rPr>
        <w:t>Kalaallit Nunaanni sulin</w:t>
      </w:r>
      <w:r w:rsidR="00966194" w:rsidRPr="00171408">
        <w:rPr>
          <w:rFonts w:ascii="Times New Roman" w:hAnsi="Times New Roman" w:cs="Times New Roman"/>
          <w:color w:val="000000"/>
          <w:lang w:val="kl-GL"/>
        </w:rPr>
        <w:t>erm</w:t>
      </w:r>
      <w:r w:rsidRPr="00171408">
        <w:rPr>
          <w:rFonts w:ascii="Times New Roman" w:hAnsi="Times New Roman" w:cs="Times New Roman"/>
          <w:color w:val="000000"/>
          <w:lang w:val="kl-GL"/>
        </w:rPr>
        <w:t xml:space="preserve">i ajoqusernermut isumannaarineq pillugu inatsimmi malittarisassat </w:t>
      </w:r>
      <w:r w:rsidR="00966194" w:rsidRPr="00171408">
        <w:rPr>
          <w:rFonts w:ascii="Times New Roman" w:hAnsi="Times New Roman" w:cs="Times New Roman"/>
          <w:color w:val="000000"/>
          <w:lang w:val="kl-GL"/>
        </w:rPr>
        <w:t xml:space="preserve">naleqqussarneqarput </w:t>
      </w:r>
      <w:r w:rsidRPr="00171408">
        <w:rPr>
          <w:rFonts w:ascii="Times New Roman" w:hAnsi="Times New Roman" w:cs="Times New Roman"/>
          <w:color w:val="000000"/>
          <w:lang w:val="kl-GL"/>
        </w:rPr>
        <w:t>Kalaallit Nunaanni sullivinni avatangiisit pillugit inatsimmi ajutoornerit pillugit nalunaarutiginninnermut malittarisassanut, tamatuma kingorna ajutoorneq nalunaarutigineqassalluni, ajutoorneq ajoqusersimasup nalinginnaasumik suliffianiit sulinngitsoornermik kinguneqarpat ullup ajoquserfiusup saniatigut.</w:t>
      </w:r>
    </w:p>
    <w:p w14:paraId="198657FB" w14:textId="2068D1C7" w:rsidR="00515200" w:rsidRPr="00171408" w:rsidRDefault="00CE02F1">
      <w:pPr>
        <w:rPr>
          <w:rFonts w:ascii="Times New Roman" w:hAnsi="Times New Roman"/>
          <w:lang w:val="kl-GL"/>
        </w:rPr>
      </w:pPr>
      <w:r w:rsidRPr="00171408">
        <w:rPr>
          <w:rFonts w:ascii="Times New Roman" w:hAnsi="Times New Roman" w:cs="Times New Roman"/>
          <w:lang w:val="kl-GL"/>
        </w:rPr>
        <w:t xml:space="preserve">Siunnersuutikkut nalunaarutiginninnissamut pisussaaffik sulisitsisumiiginnassaaq, </w:t>
      </w:r>
      <w:r w:rsidRPr="00171408">
        <w:rPr>
          <w:rFonts w:ascii="Times New Roman" w:hAnsi="Times New Roman" w:cs="Times New Roman"/>
          <w:color w:val="000000"/>
          <w:lang w:val="kl-GL"/>
        </w:rPr>
        <w:t>Kalaallit Nunaanni sulin</w:t>
      </w:r>
      <w:r w:rsidR="00151936" w:rsidRPr="00171408">
        <w:rPr>
          <w:rFonts w:ascii="Times New Roman" w:hAnsi="Times New Roman" w:cs="Times New Roman"/>
          <w:color w:val="000000"/>
          <w:lang w:val="kl-GL"/>
        </w:rPr>
        <w:t>erm</w:t>
      </w:r>
      <w:r w:rsidRPr="00171408">
        <w:rPr>
          <w:rFonts w:ascii="Times New Roman" w:hAnsi="Times New Roman" w:cs="Times New Roman"/>
          <w:color w:val="000000"/>
          <w:lang w:val="kl-GL"/>
        </w:rPr>
        <w:t>i ajoqusernermut isumannaarineq pillugu inatsit malillugu isumannaarinissamut pisussaaffeqartoq. Ajutoorneq nalunaarutigineqartussaatitaasoq siunnersuutikkut nalunaar</w:t>
      </w:r>
      <w:r w:rsidR="00831ED3" w:rsidRPr="00171408">
        <w:rPr>
          <w:rFonts w:ascii="Times New Roman" w:hAnsi="Times New Roman" w:cs="Times New Roman"/>
          <w:color w:val="000000"/>
          <w:lang w:val="kl-GL"/>
        </w:rPr>
        <w:t>u</w:t>
      </w:r>
      <w:r w:rsidRPr="00171408">
        <w:rPr>
          <w:rFonts w:ascii="Times New Roman" w:hAnsi="Times New Roman" w:cs="Times New Roman"/>
          <w:color w:val="000000"/>
          <w:lang w:val="kl-GL"/>
        </w:rPr>
        <w:t>tigineqassaaq ulloq sulinngitsoorfiusoq siullermiit kingusinnerpaamik ullut 14-it qaangiutsinnagit. Tamanna atuuppoq, ajoqusertup ajutoornerup kingunerisaanik aatsaat kingusinnerusukkut sulinngitsoornera apeqqutaatinnagu.</w:t>
      </w:r>
      <w:r w:rsidRPr="00171408">
        <w:rPr>
          <w:rFonts w:ascii="Times New Roman" w:hAnsi="Times New Roman" w:cs="Times New Roman"/>
          <w:lang w:val="kl-GL"/>
        </w:rPr>
        <w:t xml:space="preserve"> Taamaalilluni ulloq sulinngitsoorfik siulleq tassaavoq, nalunaarutiginninnissamut piffissarititaasumut aalajangiisoq.</w:t>
      </w:r>
    </w:p>
    <w:p w14:paraId="51E9EC2F" w14:textId="0FF33EB6" w:rsidR="00515200" w:rsidRPr="00171408" w:rsidRDefault="00CE02F1">
      <w:pPr>
        <w:rPr>
          <w:rFonts w:ascii="Times New Roman" w:hAnsi="Times New Roman"/>
          <w:lang w:val="kl-GL"/>
        </w:rPr>
      </w:pPr>
      <w:r w:rsidRPr="00171408">
        <w:rPr>
          <w:rFonts w:ascii="Times New Roman" w:hAnsi="Times New Roman" w:cs="Times New Roman"/>
          <w:lang w:val="kl-GL"/>
        </w:rPr>
        <w:t xml:space="preserve">Tamatuma saniatigut malittarisassat atuuttut malillugit sulisitsisoq ajutoornernik nalunaarutiginninnissamut pisussaaffeqaannassaaq, inatsit malillugu pisartagaqarnissamut piumasaqaatinik kinguneqartussatut isigineqartunik. Ajutoorneq sulinngitsoornermik kinguneqarsimanngippat, sulisitsisup ajutoorneq </w:t>
      </w:r>
      <w:r w:rsidR="00366437" w:rsidRPr="00171408">
        <w:rPr>
          <w:rFonts w:ascii="Times New Roman" w:hAnsi="Times New Roman" w:cs="Times New Roman"/>
          <w:lang w:val="kl-GL"/>
        </w:rPr>
        <w:t xml:space="preserve">suli </w:t>
      </w:r>
      <w:r w:rsidRPr="00171408">
        <w:rPr>
          <w:rFonts w:ascii="Times New Roman" w:hAnsi="Times New Roman" w:cs="Times New Roman"/>
          <w:lang w:val="kl-GL"/>
        </w:rPr>
        <w:t>nalunaarutigissavaa, ajutoorneq inatsit malillugu taarsiiffigitinnissamik il.il. piumasaqarnissamut tunngavissaqartutut isigineqarpat. Piumasaqaat taanna malillugu nalunaarutiginninnissamut piffissarititaasoq ullup ajoquserfiup kingorna ullut 14-iupput.</w:t>
      </w:r>
    </w:p>
    <w:p w14:paraId="1616A32A" w14:textId="6EA8FC5F" w:rsidR="00515200" w:rsidRPr="00171408" w:rsidRDefault="00CE02F1">
      <w:pPr>
        <w:rPr>
          <w:rFonts w:ascii="Times New Roman" w:hAnsi="Times New Roman"/>
          <w:lang w:val="kl-GL"/>
        </w:rPr>
      </w:pPr>
      <w:r w:rsidRPr="00171408">
        <w:rPr>
          <w:rFonts w:ascii="Times New Roman" w:hAnsi="Times New Roman" w:cs="Times New Roman"/>
          <w:lang w:val="kl-GL"/>
        </w:rPr>
        <w:t xml:space="preserve">Nalunaarutiginninnissamut malittarisassat nutaat </w:t>
      </w:r>
      <w:r w:rsidRPr="00171408">
        <w:rPr>
          <w:rFonts w:ascii="Times New Roman" w:hAnsi="Times New Roman" w:cs="Times New Roman"/>
          <w:color w:val="000000"/>
          <w:lang w:val="kl-GL"/>
        </w:rPr>
        <w:t>Kalaallit Nunaanni sulin</w:t>
      </w:r>
      <w:r w:rsidR="00366437" w:rsidRPr="00171408">
        <w:rPr>
          <w:rFonts w:ascii="Times New Roman" w:hAnsi="Times New Roman" w:cs="Times New Roman"/>
          <w:color w:val="000000"/>
          <w:lang w:val="kl-GL"/>
        </w:rPr>
        <w:t>erm</w:t>
      </w:r>
      <w:r w:rsidRPr="00171408">
        <w:rPr>
          <w:rFonts w:ascii="Times New Roman" w:hAnsi="Times New Roman" w:cs="Times New Roman"/>
          <w:color w:val="000000"/>
          <w:lang w:val="kl-GL"/>
        </w:rPr>
        <w:t xml:space="preserve">i ajoqusernermut isumannaarineq pillugu inatsimmi § 39, imm. 3, aamma Kalaallit Nunaanni sullivinni avatangiisit pillugit inatsimmi § 58, malillugit </w:t>
      </w:r>
      <w:r w:rsidRPr="00171408">
        <w:rPr>
          <w:rFonts w:ascii="Times New Roman" w:hAnsi="Times New Roman" w:cs="Times New Roman"/>
          <w:lang w:val="kl-GL"/>
        </w:rPr>
        <w:t xml:space="preserve">nalunaarutikkut nutaatigut </w:t>
      </w:r>
      <w:r w:rsidR="00AD0F8E" w:rsidRPr="00171408">
        <w:rPr>
          <w:rFonts w:ascii="Times New Roman" w:hAnsi="Times New Roman" w:cs="Times New Roman"/>
          <w:lang w:val="kl-GL"/>
        </w:rPr>
        <w:t>atuuttussanngortinneqassapput</w:t>
      </w:r>
      <w:r w:rsidRPr="00171408">
        <w:rPr>
          <w:rFonts w:ascii="Times New Roman" w:hAnsi="Times New Roman" w:cs="Times New Roman"/>
          <w:lang w:val="kl-GL"/>
        </w:rPr>
        <w:t xml:space="preserve">. Ajutoornerit Arbejdsmarkedets Erhvervssikringimut (Sulisilluni Ajoqusernerit pillugit Sullissivik) aamma </w:t>
      </w:r>
      <w:r w:rsidR="00A06611" w:rsidRPr="00171408">
        <w:rPr>
          <w:rFonts w:ascii="Times New Roman" w:hAnsi="Times New Roman" w:cs="Times New Roman"/>
          <w:lang w:val="kl-GL"/>
        </w:rPr>
        <w:t>Sullivinnik Nakkutilliisoqarfimmut</w:t>
      </w:r>
      <w:r w:rsidRPr="00171408">
        <w:rPr>
          <w:rFonts w:ascii="Times New Roman" w:hAnsi="Times New Roman" w:cs="Times New Roman"/>
          <w:lang w:val="kl-GL"/>
        </w:rPr>
        <w:t xml:space="preserve"> </w:t>
      </w:r>
      <w:r w:rsidR="008516C3" w:rsidRPr="00171408">
        <w:rPr>
          <w:rFonts w:ascii="Times New Roman" w:hAnsi="Times New Roman" w:cs="Times New Roman"/>
          <w:lang w:val="kl-GL"/>
        </w:rPr>
        <w:t>nalunaarutigineqartarnerat ingerlaannassaaq</w:t>
      </w:r>
      <w:r w:rsidRPr="00171408">
        <w:rPr>
          <w:rFonts w:ascii="Times New Roman" w:hAnsi="Times New Roman" w:cs="Times New Roman"/>
          <w:lang w:val="kl-GL"/>
        </w:rPr>
        <w:t>.</w:t>
      </w:r>
    </w:p>
    <w:p w14:paraId="7D7E3ECC" w14:textId="77777777" w:rsidR="00515200" w:rsidRPr="00171408" w:rsidRDefault="00CE02F1">
      <w:pPr>
        <w:pStyle w:val="AT-Body"/>
        <w:spacing w:line="276" w:lineRule="auto"/>
        <w:rPr>
          <w:lang w:val="kl-GL"/>
        </w:rPr>
      </w:pPr>
      <w:r w:rsidRPr="00171408">
        <w:rPr>
          <w:lang w:val="kl-GL"/>
        </w:rPr>
        <w:t xml:space="preserve">Allannguutit kingunerissavaat, </w:t>
      </w:r>
      <w:r w:rsidRPr="00171408">
        <w:rPr>
          <w:color w:val="000000"/>
          <w:lang w:val="kl-GL"/>
        </w:rPr>
        <w:t>sullivinni avatangiisit pillugit inatsimmi malittarisassat Kalaallit Nunaanni pissutsinut naapertuuttunngortinneqarnerat.</w:t>
      </w:r>
    </w:p>
    <w:p w14:paraId="6F3C0F51" w14:textId="5338C8A3" w:rsidR="00515200" w:rsidRPr="00171408" w:rsidRDefault="00CE02F1">
      <w:pPr>
        <w:rPr>
          <w:rFonts w:ascii="Times New Roman" w:hAnsi="Times New Roman"/>
          <w:lang w:val="kl-GL"/>
        </w:rPr>
      </w:pPr>
      <w:r w:rsidRPr="00171408">
        <w:rPr>
          <w:rFonts w:ascii="Times New Roman" w:hAnsi="Times New Roman" w:cs="Times New Roman"/>
          <w:lang w:val="kl-GL"/>
        </w:rPr>
        <w:t xml:space="preserve">Inatsissatut siunnersuummi § 1, nr. </w:t>
      </w:r>
      <w:r w:rsidR="00546A7D" w:rsidRPr="00171408">
        <w:rPr>
          <w:rFonts w:ascii="Times New Roman" w:hAnsi="Times New Roman" w:cs="Times New Roman"/>
          <w:lang w:val="kl-GL"/>
        </w:rPr>
        <w:t>10</w:t>
      </w:r>
      <w:r w:rsidRPr="00171408">
        <w:rPr>
          <w:rFonts w:ascii="Times New Roman" w:hAnsi="Times New Roman" w:cs="Times New Roman"/>
          <w:lang w:val="kl-GL"/>
        </w:rPr>
        <w:t xml:space="preserve">-miit </w:t>
      </w:r>
      <w:r w:rsidR="00546A7D" w:rsidRPr="00171408">
        <w:rPr>
          <w:rFonts w:ascii="Times New Roman" w:hAnsi="Times New Roman" w:cs="Times New Roman"/>
          <w:lang w:val="kl-GL"/>
        </w:rPr>
        <w:t>13</w:t>
      </w:r>
      <w:r w:rsidRPr="00171408">
        <w:rPr>
          <w:rFonts w:ascii="Times New Roman" w:hAnsi="Times New Roman" w:cs="Times New Roman"/>
          <w:lang w:val="kl-GL"/>
        </w:rPr>
        <w:t>-mut, kiisalu oqaaseqaatinut innersuussisoqarpoq.</w:t>
      </w:r>
    </w:p>
    <w:p w14:paraId="6E249653" w14:textId="77777777" w:rsidR="00515200" w:rsidRPr="00171408" w:rsidRDefault="00CE02F1">
      <w:pPr>
        <w:pStyle w:val="AT-Body"/>
        <w:spacing w:line="276" w:lineRule="auto"/>
        <w:rPr>
          <w:lang w:val="kl-GL"/>
        </w:rPr>
      </w:pPr>
      <w:r w:rsidRPr="00171408">
        <w:rPr>
          <w:b/>
          <w:lang w:val="kl-GL"/>
        </w:rPr>
        <w:t>2.4. Suliaritinnermut aamma sungiusagaanermut aningaasartuutinut taarsiiffigitinneq</w:t>
      </w:r>
    </w:p>
    <w:p w14:paraId="0CA7F0C1" w14:textId="48E1FF1E" w:rsidR="00515200" w:rsidRPr="00171408" w:rsidRDefault="00CE02F1">
      <w:pPr>
        <w:pStyle w:val="AT-Body"/>
        <w:spacing w:line="276" w:lineRule="auto"/>
        <w:rPr>
          <w:lang w:val="kl-GL"/>
        </w:rPr>
      </w:pPr>
      <w:r w:rsidRPr="00171408">
        <w:rPr>
          <w:i/>
          <w:lang w:val="kl-GL"/>
        </w:rPr>
        <w:t>2.4.1. Inatsisit atuuttut</w:t>
      </w:r>
      <w:r w:rsidRPr="00171408">
        <w:rPr>
          <w:i/>
          <w:lang w:val="kl-GL"/>
        </w:rPr>
        <w:br/>
      </w:r>
      <w:r w:rsidRPr="00171408">
        <w:rPr>
          <w:color w:val="000000"/>
          <w:lang w:val="kl-GL"/>
        </w:rPr>
        <w:t>Kalaallit Nunaanni sulin</w:t>
      </w:r>
      <w:r w:rsidR="0055294B" w:rsidRPr="00171408">
        <w:rPr>
          <w:color w:val="000000"/>
          <w:lang w:val="kl-GL"/>
        </w:rPr>
        <w:t>erm</w:t>
      </w:r>
      <w:r w:rsidRPr="00171408">
        <w:rPr>
          <w:color w:val="000000"/>
          <w:lang w:val="kl-GL"/>
        </w:rPr>
        <w:t>i ajoqusernermut isumannaarineq pillugu inatsimmi</w:t>
      </w:r>
      <w:r w:rsidRPr="00171408">
        <w:rPr>
          <w:lang w:val="kl-GL"/>
        </w:rPr>
        <w:t xml:space="preserve"> § 14, imm. 1, oqaaseqatigiit </w:t>
      </w:r>
      <w:r w:rsidR="0077195D" w:rsidRPr="00171408">
        <w:rPr>
          <w:lang w:val="kl-GL"/>
        </w:rPr>
        <w:t>siulli</w:t>
      </w:r>
      <w:r w:rsidRPr="00171408">
        <w:rPr>
          <w:lang w:val="kl-GL"/>
        </w:rPr>
        <w:t xml:space="preserve">at </w:t>
      </w:r>
      <w:r w:rsidR="0055294B" w:rsidRPr="00171408">
        <w:rPr>
          <w:lang w:val="kl-GL"/>
        </w:rPr>
        <w:t>malitseqarpoq</w:t>
      </w:r>
      <w:r w:rsidRPr="00171408">
        <w:rPr>
          <w:lang w:val="kl-GL"/>
        </w:rPr>
        <w:t>, suliap ingerlanneqarnerani ajoqusertup suliaritinnermut, sungiusagaanermut aamma ikiuutinut aningaasartuutinut taarsiiffigitinnissa</w:t>
      </w:r>
      <w:r w:rsidR="00290121" w:rsidRPr="00171408">
        <w:rPr>
          <w:lang w:val="kl-GL"/>
        </w:rPr>
        <w:t>mut pisinnaatitaasoq</w:t>
      </w:r>
      <w:r w:rsidRPr="00171408">
        <w:rPr>
          <w:lang w:val="kl-GL"/>
        </w:rPr>
        <w:t xml:space="preserve">, imaluunniit § 47 malillugu suliap </w:t>
      </w:r>
      <w:r w:rsidRPr="00171408">
        <w:rPr>
          <w:lang w:val="kl-GL"/>
        </w:rPr>
        <w:lastRenderedPageBreak/>
        <w:t>suliareqqitassanngortinneqarnerani, pitsaanerpaamik peqqissinissamut suliaritinneq aamma sungiusagaaneq pisariaqarpata.</w:t>
      </w:r>
    </w:p>
    <w:p w14:paraId="21CBE6AB" w14:textId="0E8F7E99" w:rsidR="00515200" w:rsidRPr="00171408" w:rsidRDefault="00CE02F1">
      <w:pPr>
        <w:rPr>
          <w:rFonts w:ascii="Times New Roman" w:hAnsi="Times New Roman"/>
          <w:lang w:val="kl-GL"/>
        </w:rPr>
      </w:pPr>
      <w:r w:rsidRPr="00171408">
        <w:rPr>
          <w:rFonts w:ascii="Times New Roman" w:hAnsi="Times New Roman" w:cs="Times New Roman"/>
          <w:lang w:val="kl-GL"/>
        </w:rPr>
        <w:t xml:space="preserve">Aamma § 14, imm. 1, oqaaseqatigiit </w:t>
      </w:r>
      <w:r w:rsidR="0077195D" w:rsidRPr="00171408">
        <w:rPr>
          <w:rFonts w:ascii="Times New Roman" w:hAnsi="Times New Roman" w:cs="Times New Roman"/>
          <w:lang w:val="kl-GL"/>
        </w:rPr>
        <w:t>pingaju</w:t>
      </w:r>
      <w:r w:rsidRPr="00171408">
        <w:rPr>
          <w:rFonts w:ascii="Times New Roman" w:hAnsi="Times New Roman" w:cs="Times New Roman"/>
          <w:lang w:val="kl-GL"/>
        </w:rPr>
        <w:t xml:space="preserve">at </w:t>
      </w:r>
      <w:r w:rsidR="00F13EF5" w:rsidRPr="00171408">
        <w:rPr>
          <w:rFonts w:ascii="Times New Roman" w:hAnsi="Times New Roman" w:cs="Times New Roman"/>
          <w:lang w:val="kl-GL"/>
        </w:rPr>
        <w:t>malitseqarpoq</w:t>
      </w:r>
      <w:r w:rsidRPr="00171408">
        <w:rPr>
          <w:rFonts w:ascii="Times New Roman" w:hAnsi="Times New Roman" w:cs="Times New Roman"/>
          <w:lang w:val="kl-GL"/>
        </w:rPr>
        <w:t xml:space="preserve">, ajoqusertup sungiusagaanermut aningaasartuutinut taarsiiffigitinnissamut pisinnaatitaaffianut piumasaqaataasoq, nakorsamit </w:t>
      </w:r>
      <w:r w:rsidR="00DD2EF9" w:rsidRPr="00171408">
        <w:rPr>
          <w:rFonts w:ascii="Times New Roman" w:hAnsi="Times New Roman" w:cs="Times New Roman"/>
          <w:lang w:val="kl-GL"/>
        </w:rPr>
        <w:t xml:space="preserve">nakkutigineqartumik </w:t>
      </w:r>
      <w:r w:rsidRPr="00171408">
        <w:rPr>
          <w:rFonts w:ascii="Times New Roman" w:hAnsi="Times New Roman" w:cs="Times New Roman"/>
          <w:lang w:val="kl-GL"/>
        </w:rPr>
        <w:t xml:space="preserve">sungiusagaaneq kingornatigut suliaritinnerussasoq aamma napparsimalluni suliaritinnermut </w:t>
      </w:r>
      <w:r w:rsidR="00590C84" w:rsidRPr="00171408">
        <w:rPr>
          <w:rFonts w:ascii="Times New Roman" w:hAnsi="Times New Roman" w:cs="Times New Roman"/>
          <w:lang w:val="kl-GL"/>
        </w:rPr>
        <w:t>attuumassuteqassasoq</w:t>
      </w:r>
      <w:r w:rsidRPr="00171408">
        <w:rPr>
          <w:rFonts w:ascii="Times New Roman" w:hAnsi="Times New Roman" w:cs="Times New Roman"/>
          <w:lang w:val="kl-GL"/>
        </w:rPr>
        <w:t>.</w:t>
      </w:r>
    </w:p>
    <w:p w14:paraId="265CFDB2" w14:textId="2C00A434" w:rsidR="00515200" w:rsidRPr="00171408" w:rsidRDefault="00CE02F1">
      <w:pPr>
        <w:rPr>
          <w:rFonts w:ascii="Times New Roman" w:hAnsi="Times New Roman" w:cs="Times New Roman"/>
          <w:lang w:val="kl-GL"/>
        </w:rPr>
      </w:pPr>
      <w:r w:rsidRPr="00171408">
        <w:rPr>
          <w:rFonts w:ascii="Times New Roman" w:hAnsi="Times New Roman" w:cs="Times New Roman"/>
          <w:lang w:val="kl-GL"/>
        </w:rPr>
        <w:t>Ajoqusertup § 14 malillugu suliaritinnermut aningaasartuutinut taarsiiffigitissinnaanissaanut piumasaqaataavoq, piumasaqaatit nalinginnaasut arlallit naammassineq</w:t>
      </w:r>
      <w:r w:rsidR="00533968" w:rsidRPr="00171408">
        <w:rPr>
          <w:rFonts w:ascii="Times New Roman" w:hAnsi="Times New Roman" w:cs="Times New Roman"/>
          <w:lang w:val="kl-GL"/>
        </w:rPr>
        <w:t>a</w:t>
      </w:r>
      <w:r w:rsidRPr="00171408">
        <w:rPr>
          <w:rFonts w:ascii="Times New Roman" w:hAnsi="Times New Roman" w:cs="Times New Roman"/>
          <w:lang w:val="kl-GL"/>
        </w:rPr>
        <w:t>rsimanissaat. Taamaalilluni piumasaqaataavoq, sulin</w:t>
      </w:r>
      <w:r w:rsidR="00533968" w:rsidRPr="00171408">
        <w:rPr>
          <w:rFonts w:ascii="Times New Roman" w:hAnsi="Times New Roman" w:cs="Times New Roman"/>
          <w:lang w:val="kl-GL"/>
        </w:rPr>
        <w:t>erm</w:t>
      </w:r>
      <w:r w:rsidRPr="00171408">
        <w:rPr>
          <w:rFonts w:ascii="Times New Roman" w:hAnsi="Times New Roman" w:cs="Times New Roman"/>
          <w:lang w:val="kl-GL"/>
        </w:rPr>
        <w:t>i ajoqusernerup kingorna pitsaanerpaamik peqqissinissamut suliaritinnissaq pisariaqartoq, suliaritinnissaq nakorsa</w:t>
      </w:r>
      <w:r w:rsidR="00826BBF" w:rsidRPr="00171408">
        <w:rPr>
          <w:rFonts w:ascii="Times New Roman" w:hAnsi="Times New Roman" w:cs="Times New Roman"/>
          <w:lang w:val="kl-GL"/>
        </w:rPr>
        <w:t>mi</w:t>
      </w:r>
      <w:r w:rsidRPr="00171408">
        <w:rPr>
          <w:rFonts w:ascii="Times New Roman" w:hAnsi="Times New Roman" w:cs="Times New Roman"/>
          <w:lang w:val="kl-GL"/>
        </w:rPr>
        <w:t xml:space="preserve">t tunngavilersorneqassasoq aamma suliaritinneq ajoqusernerup kinguninngua ingerlanneqassasoq, aamma </w:t>
      </w:r>
      <w:r w:rsidR="00826BBF" w:rsidRPr="00171408">
        <w:rPr>
          <w:rFonts w:ascii="Times New Roman" w:hAnsi="Times New Roman" w:cs="Times New Roman"/>
          <w:lang w:val="kl-GL"/>
        </w:rPr>
        <w:t xml:space="preserve">aallaaviatigut </w:t>
      </w:r>
      <w:r w:rsidRPr="00171408">
        <w:rPr>
          <w:rFonts w:ascii="Times New Roman" w:hAnsi="Times New Roman" w:cs="Times New Roman"/>
          <w:lang w:val="kl-GL"/>
        </w:rPr>
        <w:t>ajoqusernerup uninngaannartunngunnginnerani, ajoqusernerup pilernerata aamma suliaritinnerup pissutaasutigut ataqatigiinneri takutissinnaajumallugu. Ajoqusertoq suliarineqartariaqartumik nappaateqareersimappat aamma tamatumunnga suliaritittarluni, sulin</w:t>
      </w:r>
      <w:r w:rsidR="003F5F5B" w:rsidRPr="00171408">
        <w:rPr>
          <w:rFonts w:ascii="Times New Roman" w:hAnsi="Times New Roman" w:cs="Times New Roman"/>
          <w:lang w:val="kl-GL"/>
        </w:rPr>
        <w:t>erm</w:t>
      </w:r>
      <w:r w:rsidRPr="00171408">
        <w:rPr>
          <w:rFonts w:ascii="Times New Roman" w:hAnsi="Times New Roman" w:cs="Times New Roman"/>
          <w:lang w:val="kl-GL"/>
        </w:rPr>
        <w:t xml:space="preserve">i ajoquserneq pillugu suliaritinnermut aningaasartuutinut </w:t>
      </w:r>
      <w:r w:rsidR="003F5F5B" w:rsidRPr="00171408">
        <w:rPr>
          <w:rFonts w:ascii="Times New Roman" w:hAnsi="Times New Roman" w:cs="Times New Roman"/>
          <w:lang w:val="kl-GL"/>
        </w:rPr>
        <w:t xml:space="preserve">taamaallaat </w:t>
      </w:r>
      <w:r w:rsidRPr="00171408">
        <w:rPr>
          <w:rFonts w:ascii="Times New Roman" w:hAnsi="Times New Roman" w:cs="Times New Roman"/>
          <w:lang w:val="kl-GL"/>
        </w:rPr>
        <w:t>taarsiiffigitittoqarsinnaavoq.</w:t>
      </w:r>
    </w:p>
    <w:p w14:paraId="587D6BC1" w14:textId="1F90E401" w:rsidR="00515200" w:rsidRPr="00171408" w:rsidRDefault="00CE02F1">
      <w:pPr>
        <w:rPr>
          <w:rFonts w:ascii="Times New Roman" w:hAnsi="Times New Roman"/>
          <w:lang w:val="kl-GL"/>
        </w:rPr>
      </w:pPr>
      <w:r w:rsidRPr="00171408">
        <w:rPr>
          <w:rFonts w:ascii="Times New Roman" w:hAnsi="Times New Roman" w:cs="Times New Roman"/>
          <w:lang w:val="kl-GL"/>
        </w:rPr>
        <w:t xml:space="preserve">§ 14-ip aamma </w:t>
      </w:r>
      <w:r w:rsidR="00F96A5D" w:rsidRPr="00171408">
        <w:rPr>
          <w:rFonts w:ascii="Times New Roman" w:hAnsi="Times New Roman" w:cs="Times New Roman"/>
          <w:lang w:val="kl-GL"/>
        </w:rPr>
        <w:t>malitsigivaa</w:t>
      </w:r>
      <w:r w:rsidRPr="00171408">
        <w:rPr>
          <w:rFonts w:ascii="Times New Roman" w:hAnsi="Times New Roman" w:cs="Times New Roman"/>
          <w:lang w:val="kl-GL"/>
        </w:rPr>
        <w:t xml:space="preserve">, napparsimalluni suliaritinnermut aamma sungiusagaanermut aningaasartuutit akilernissaannut </w:t>
      </w:r>
      <w:r w:rsidR="00F96A5D" w:rsidRPr="00171408">
        <w:rPr>
          <w:rFonts w:ascii="Times New Roman" w:hAnsi="Times New Roman" w:cs="Times New Roman"/>
          <w:lang w:val="kl-GL"/>
        </w:rPr>
        <w:t xml:space="preserve">taamaallaat </w:t>
      </w:r>
      <w:r w:rsidRPr="00171408">
        <w:rPr>
          <w:rFonts w:ascii="Times New Roman" w:hAnsi="Times New Roman" w:cs="Times New Roman"/>
          <w:lang w:val="kl-GL"/>
        </w:rPr>
        <w:t>taarsiiffigitittoqarsinnaasoq, pisunut suli</w:t>
      </w:r>
      <w:r w:rsidR="00F96A5D" w:rsidRPr="00171408">
        <w:rPr>
          <w:rFonts w:ascii="Times New Roman" w:hAnsi="Times New Roman" w:cs="Times New Roman"/>
          <w:lang w:val="kl-GL"/>
        </w:rPr>
        <w:t>nerm</w:t>
      </w:r>
      <w:r w:rsidRPr="00171408">
        <w:rPr>
          <w:rFonts w:ascii="Times New Roman" w:hAnsi="Times New Roman" w:cs="Times New Roman"/>
          <w:lang w:val="kl-GL"/>
        </w:rPr>
        <w:t xml:space="preserve">i ajoquserneq pillugu suliap ingerlanneqarnerani. Imatut paasillugu, </w:t>
      </w:r>
      <w:r w:rsidR="009C2D2E" w:rsidRPr="00171408">
        <w:rPr>
          <w:rFonts w:ascii="Times New Roman" w:hAnsi="Times New Roman" w:cs="Times New Roman"/>
          <w:lang w:val="kl-GL"/>
        </w:rPr>
        <w:t xml:space="preserve">ajoquserneq ataavartoq, inuussutissarsiortutut sulisinnaajunaarneq pissutigalugu taarsiiffigitinnissamut imaluunniit ikiuutinut aningaasartuutit kiisalu malitsigisanik aningaasartuutit pillugit inaarutaasumik aalajangiinissap tungaanut, </w:t>
      </w:r>
      <w:r w:rsidR="00EF1CAB" w:rsidRPr="00171408">
        <w:rPr>
          <w:rFonts w:ascii="Times New Roman" w:hAnsi="Times New Roman" w:cs="Times New Roman"/>
          <w:lang w:val="kl-GL"/>
        </w:rPr>
        <w:t xml:space="preserve">ajoqusernerup nalunaarutigineqarneraniit piffissami tiguneqarsimasunut imaluunniit piffissami pisimasunut, </w:t>
      </w:r>
      <w:r w:rsidRPr="00171408">
        <w:rPr>
          <w:rFonts w:ascii="Times New Roman" w:hAnsi="Times New Roman" w:cs="Times New Roman"/>
          <w:lang w:val="kl-GL"/>
        </w:rPr>
        <w:t>napparsimalluni suliaritinnermut imaluunniit sungiusagaanermut aningaasartuutit</w:t>
      </w:r>
      <w:r w:rsidR="00963937" w:rsidRPr="00171408">
        <w:rPr>
          <w:rFonts w:ascii="Times New Roman" w:hAnsi="Times New Roman" w:cs="Times New Roman"/>
          <w:lang w:val="kl-GL"/>
        </w:rPr>
        <w:t xml:space="preserve"> pineqa</w:t>
      </w:r>
      <w:r w:rsidR="00EF1CAB" w:rsidRPr="00171408">
        <w:rPr>
          <w:rFonts w:ascii="Times New Roman" w:hAnsi="Times New Roman" w:cs="Times New Roman"/>
          <w:lang w:val="kl-GL"/>
        </w:rPr>
        <w:t>r</w:t>
      </w:r>
      <w:r w:rsidR="00963937" w:rsidRPr="00171408">
        <w:rPr>
          <w:rFonts w:ascii="Times New Roman" w:hAnsi="Times New Roman" w:cs="Times New Roman"/>
          <w:lang w:val="kl-GL"/>
        </w:rPr>
        <w:t>put</w:t>
      </w:r>
      <w:r w:rsidRPr="00171408">
        <w:rPr>
          <w:rFonts w:ascii="Times New Roman" w:hAnsi="Times New Roman" w:cs="Times New Roman"/>
          <w:lang w:val="kl-GL"/>
        </w:rPr>
        <w:t>.</w:t>
      </w:r>
    </w:p>
    <w:p w14:paraId="5E9BC000" w14:textId="6EDC074D" w:rsidR="00515200" w:rsidRPr="00171408" w:rsidRDefault="00CE02F1">
      <w:pPr>
        <w:rPr>
          <w:rFonts w:ascii="Times New Roman" w:hAnsi="Times New Roman"/>
          <w:lang w:val="kl-GL"/>
        </w:rPr>
      </w:pPr>
      <w:r w:rsidRPr="00171408">
        <w:rPr>
          <w:rFonts w:ascii="Times New Roman" w:hAnsi="Times New Roman" w:cs="Times New Roman"/>
          <w:lang w:val="kl-GL"/>
        </w:rPr>
        <w:t>Taanna suliaritinneq, aalajangersagaq malillugu aki</w:t>
      </w:r>
      <w:r w:rsidR="000E4E55" w:rsidRPr="00171408">
        <w:rPr>
          <w:rFonts w:ascii="Times New Roman" w:hAnsi="Times New Roman" w:cs="Times New Roman"/>
          <w:lang w:val="kl-GL"/>
        </w:rPr>
        <w:t>li</w:t>
      </w:r>
      <w:r w:rsidRPr="00171408">
        <w:rPr>
          <w:rFonts w:ascii="Times New Roman" w:hAnsi="Times New Roman" w:cs="Times New Roman"/>
          <w:lang w:val="kl-GL"/>
        </w:rPr>
        <w:t xml:space="preserve">unneqarsinnaasoq, </w:t>
      </w:r>
      <w:r w:rsidR="000E4E55" w:rsidRPr="00171408">
        <w:rPr>
          <w:rFonts w:ascii="Times New Roman" w:hAnsi="Times New Roman" w:cs="Times New Roman"/>
          <w:lang w:val="kl-GL"/>
        </w:rPr>
        <w:t xml:space="preserve">tassaapput </w:t>
      </w:r>
      <w:r w:rsidRPr="00171408">
        <w:rPr>
          <w:rFonts w:ascii="Times New Roman" w:hAnsi="Times New Roman" w:cs="Times New Roman"/>
          <w:lang w:val="kl-GL"/>
        </w:rPr>
        <w:t>napparsimalluni suliaritinne</w:t>
      </w:r>
      <w:r w:rsidR="000E4E55" w:rsidRPr="00171408">
        <w:rPr>
          <w:rFonts w:ascii="Times New Roman" w:hAnsi="Times New Roman" w:cs="Times New Roman"/>
          <w:lang w:val="kl-GL"/>
        </w:rPr>
        <w:t>q</w:t>
      </w:r>
      <w:r w:rsidRPr="00171408">
        <w:rPr>
          <w:rFonts w:ascii="Times New Roman" w:hAnsi="Times New Roman" w:cs="Times New Roman"/>
          <w:lang w:val="kl-GL"/>
        </w:rPr>
        <w:t>, sungiusagaane</w:t>
      </w:r>
      <w:r w:rsidR="000E4E55" w:rsidRPr="00171408">
        <w:rPr>
          <w:rFonts w:ascii="Times New Roman" w:hAnsi="Times New Roman" w:cs="Times New Roman"/>
          <w:lang w:val="kl-GL"/>
        </w:rPr>
        <w:t>q</w:t>
      </w:r>
      <w:r w:rsidRPr="00171408">
        <w:rPr>
          <w:rFonts w:ascii="Times New Roman" w:hAnsi="Times New Roman" w:cs="Times New Roman"/>
          <w:lang w:val="kl-GL"/>
        </w:rPr>
        <w:t xml:space="preserve"> aamma ik</w:t>
      </w:r>
      <w:r w:rsidR="009457DB" w:rsidRPr="00171408">
        <w:rPr>
          <w:rFonts w:ascii="Times New Roman" w:hAnsi="Times New Roman" w:cs="Times New Roman"/>
          <w:lang w:val="kl-GL"/>
        </w:rPr>
        <w:t>i</w:t>
      </w:r>
      <w:r w:rsidRPr="00171408">
        <w:rPr>
          <w:rFonts w:ascii="Times New Roman" w:hAnsi="Times New Roman" w:cs="Times New Roman"/>
          <w:lang w:val="kl-GL"/>
        </w:rPr>
        <w:t>uut</w:t>
      </w:r>
      <w:r w:rsidR="000E4E55" w:rsidRPr="00171408">
        <w:rPr>
          <w:rFonts w:ascii="Times New Roman" w:hAnsi="Times New Roman" w:cs="Times New Roman"/>
          <w:lang w:val="kl-GL"/>
        </w:rPr>
        <w:t>i</w:t>
      </w:r>
      <w:r w:rsidRPr="00171408">
        <w:rPr>
          <w:rFonts w:ascii="Times New Roman" w:hAnsi="Times New Roman" w:cs="Times New Roman"/>
          <w:lang w:val="kl-GL"/>
        </w:rPr>
        <w:t xml:space="preserve">t, soorlu isarussanut, kigutaasanut il.il. Napparsimalluni suliaritinnermik aamma sungiusagaanermik taaguutit </w:t>
      </w:r>
      <w:r w:rsidR="009457DB" w:rsidRPr="00171408">
        <w:rPr>
          <w:rFonts w:ascii="Times New Roman" w:hAnsi="Times New Roman" w:cs="Times New Roman"/>
          <w:lang w:val="kl-GL"/>
        </w:rPr>
        <w:t xml:space="preserve">siammasissumik </w:t>
      </w:r>
      <w:r w:rsidRPr="00171408">
        <w:rPr>
          <w:rFonts w:ascii="Times New Roman" w:hAnsi="Times New Roman" w:cs="Times New Roman"/>
          <w:lang w:val="kl-GL"/>
        </w:rPr>
        <w:t xml:space="preserve">paasineqassapput aamma pissutsit atuuttut malillugit assersuutigalugu </w:t>
      </w:r>
      <w:r w:rsidR="00442CFF" w:rsidRPr="00171408">
        <w:rPr>
          <w:rFonts w:ascii="Times New Roman" w:hAnsi="Times New Roman" w:cs="Times New Roman"/>
          <w:lang w:val="kl-GL"/>
        </w:rPr>
        <w:t xml:space="preserve">timimik sungiusaasumik </w:t>
      </w:r>
      <w:r w:rsidRPr="00171408">
        <w:rPr>
          <w:rFonts w:ascii="Times New Roman" w:hAnsi="Times New Roman" w:cs="Times New Roman"/>
          <w:lang w:val="kl-GL"/>
        </w:rPr>
        <w:t>imaluunniit tarnip pissusaanik ilisimasalimmi</w:t>
      </w:r>
      <w:r w:rsidR="00442CFF" w:rsidRPr="00171408">
        <w:rPr>
          <w:rFonts w:ascii="Times New Roman" w:hAnsi="Times New Roman" w:cs="Times New Roman"/>
          <w:lang w:val="kl-GL"/>
        </w:rPr>
        <w:t>k</w:t>
      </w:r>
      <w:r w:rsidRPr="00171408">
        <w:rPr>
          <w:rFonts w:ascii="Times New Roman" w:hAnsi="Times New Roman" w:cs="Times New Roman"/>
          <w:lang w:val="kl-GL"/>
        </w:rPr>
        <w:t xml:space="preserve"> suliaritittarnerit ilaatinneqarsinnaallutik. Ajoquserneq pineqartoq aalajangiisuussaaq, </w:t>
      </w:r>
      <w:r w:rsidR="001172B4" w:rsidRPr="00171408">
        <w:rPr>
          <w:rFonts w:ascii="Times New Roman" w:hAnsi="Times New Roman" w:cs="Times New Roman"/>
          <w:lang w:val="kl-GL"/>
        </w:rPr>
        <w:t xml:space="preserve">qasseriarluni </w:t>
      </w:r>
      <w:r w:rsidRPr="00171408">
        <w:rPr>
          <w:rFonts w:ascii="Times New Roman" w:hAnsi="Times New Roman" w:cs="Times New Roman"/>
          <w:lang w:val="kl-GL"/>
        </w:rPr>
        <w:t>suliaritinn</w:t>
      </w:r>
      <w:r w:rsidR="001172B4" w:rsidRPr="00171408">
        <w:rPr>
          <w:rFonts w:ascii="Times New Roman" w:hAnsi="Times New Roman" w:cs="Times New Roman"/>
          <w:lang w:val="kl-GL"/>
        </w:rPr>
        <w:t>issat</w:t>
      </w:r>
      <w:r w:rsidRPr="00171408">
        <w:rPr>
          <w:rFonts w:ascii="Times New Roman" w:hAnsi="Times New Roman" w:cs="Times New Roman"/>
          <w:lang w:val="kl-GL"/>
        </w:rPr>
        <w:t xml:space="preserve"> pisariaqartitsisoqarneranut tunngatillugu. Taamaattoq suliaritinnernut, taamaallaat nipaallisaanermik sunniuteqartunut aningaasartuutit ilaatinneqanngillat.</w:t>
      </w:r>
    </w:p>
    <w:p w14:paraId="1821A7A1" w14:textId="3D005FBA" w:rsidR="00515200" w:rsidRPr="00171408" w:rsidRDefault="00CE02F1">
      <w:pPr>
        <w:rPr>
          <w:rFonts w:ascii="Times New Roman" w:hAnsi="Times New Roman"/>
          <w:lang w:val="kl-GL"/>
        </w:rPr>
      </w:pPr>
      <w:r w:rsidRPr="00171408">
        <w:rPr>
          <w:rFonts w:ascii="Times New Roman" w:hAnsi="Times New Roman" w:cs="Times New Roman"/>
          <w:lang w:val="kl-GL"/>
        </w:rPr>
        <w:t xml:space="preserve">§ 14, imm. 1, oqaaseqatigiit </w:t>
      </w:r>
      <w:r w:rsidR="0077195D" w:rsidRPr="00171408">
        <w:rPr>
          <w:rFonts w:ascii="Times New Roman" w:hAnsi="Times New Roman" w:cs="Times New Roman"/>
          <w:lang w:val="kl-GL"/>
        </w:rPr>
        <w:t>pingaju</w:t>
      </w:r>
      <w:r w:rsidRPr="00171408">
        <w:rPr>
          <w:rFonts w:ascii="Times New Roman" w:hAnsi="Times New Roman" w:cs="Times New Roman"/>
          <w:lang w:val="kl-GL"/>
        </w:rPr>
        <w:t xml:space="preserve">at malillugu, sungiusagaanermut aningaasartuutinut taarsiiffigitinnissamut pisinnaatitaaffimmut aamma piumasaqaataavoq, sungiusagaanerup kingorna nakorsamit </w:t>
      </w:r>
      <w:r w:rsidR="00553D60" w:rsidRPr="00171408">
        <w:rPr>
          <w:rFonts w:ascii="Times New Roman" w:hAnsi="Times New Roman" w:cs="Times New Roman"/>
          <w:lang w:val="kl-GL"/>
        </w:rPr>
        <w:t>nakkutigin</w:t>
      </w:r>
      <w:r w:rsidRPr="00171408">
        <w:rPr>
          <w:rFonts w:ascii="Times New Roman" w:hAnsi="Times New Roman" w:cs="Times New Roman"/>
          <w:lang w:val="kl-GL"/>
        </w:rPr>
        <w:t>eqartumik suliaritinnertut ingerlanneqarnissaa aamma nappasimalluni suliaritinnerup aamma kingorna suliaritinnerup piffissatigut ataqatigiinnissaat.</w:t>
      </w:r>
    </w:p>
    <w:p w14:paraId="5E2886FB" w14:textId="493962CA" w:rsidR="00515200" w:rsidRPr="00171408" w:rsidRDefault="00CE02F1">
      <w:pPr>
        <w:rPr>
          <w:rFonts w:ascii="Times New Roman" w:hAnsi="Times New Roman"/>
          <w:lang w:val="kl-GL"/>
        </w:rPr>
      </w:pPr>
      <w:bookmarkStart w:id="10" w:name="__DdeLink__2215_180790386"/>
      <w:r w:rsidRPr="00171408">
        <w:rPr>
          <w:rFonts w:ascii="Times New Roman" w:hAnsi="Times New Roman" w:cs="Times New Roman"/>
          <w:lang w:val="kl-GL"/>
        </w:rPr>
        <w:t xml:space="preserve">§ 14, imm. 1, oqaaseqatigiit </w:t>
      </w:r>
      <w:r w:rsidR="0077195D" w:rsidRPr="00171408">
        <w:rPr>
          <w:rFonts w:ascii="Times New Roman" w:hAnsi="Times New Roman" w:cs="Times New Roman"/>
          <w:lang w:val="kl-GL"/>
        </w:rPr>
        <w:t xml:space="preserve">pingajuat </w:t>
      </w:r>
      <w:bookmarkEnd w:id="10"/>
      <w:r w:rsidRPr="00171408">
        <w:rPr>
          <w:rFonts w:ascii="Times New Roman" w:hAnsi="Times New Roman" w:cs="Times New Roman"/>
          <w:lang w:val="kl-GL"/>
        </w:rPr>
        <w:t xml:space="preserve">malillugu, aningaasartuutit akilerneqarnissaannut taarsiiffigitinnissamut apeqqutip nalilersorneqarnerani, Arbejdsmarkedets Erhvervssikringip pingaartippaa, </w:t>
      </w:r>
      <w:r w:rsidR="009A0933" w:rsidRPr="00171408">
        <w:rPr>
          <w:rFonts w:ascii="Times New Roman" w:hAnsi="Times New Roman" w:cs="Times New Roman"/>
          <w:lang w:val="kl-GL"/>
        </w:rPr>
        <w:t xml:space="preserve">sungiusagaaneq pitsaanerpaaq angujumallugu imaluunniit ajoqusernerup kinguneri aaqqinneqarnissaat siunertaralugu, </w:t>
      </w:r>
      <w:r w:rsidRPr="00171408">
        <w:rPr>
          <w:rFonts w:ascii="Times New Roman" w:hAnsi="Times New Roman" w:cs="Times New Roman"/>
          <w:lang w:val="kl-GL"/>
        </w:rPr>
        <w:t>suliaritinneq pineqartoq pisariaqarnersoq. Arbejdsmarkedets Erhvervssikringip aamma pingaartippaa, ajoqusernerup uninngaannartunngunnginnerani</w:t>
      </w:r>
      <w:r w:rsidR="0078548C" w:rsidRPr="00171408">
        <w:rPr>
          <w:rFonts w:ascii="Times New Roman" w:hAnsi="Times New Roman" w:cs="Times New Roman"/>
          <w:lang w:val="kl-GL"/>
        </w:rPr>
        <w:t xml:space="preserve"> suliaritittoqarnersoq</w:t>
      </w:r>
      <w:r w:rsidRPr="00171408">
        <w:rPr>
          <w:rFonts w:ascii="Times New Roman" w:hAnsi="Times New Roman" w:cs="Times New Roman"/>
          <w:lang w:val="kl-GL"/>
        </w:rPr>
        <w:t xml:space="preserve">. Taamaalilluni § 14, imm. 1, oqaaseqatigiit </w:t>
      </w:r>
      <w:r w:rsidR="0077195D" w:rsidRPr="00171408">
        <w:rPr>
          <w:rFonts w:ascii="Times New Roman" w:hAnsi="Times New Roman" w:cs="Times New Roman"/>
          <w:lang w:val="kl-GL"/>
        </w:rPr>
        <w:t>siulliit</w:t>
      </w:r>
      <w:r w:rsidRPr="00171408">
        <w:rPr>
          <w:rFonts w:ascii="Times New Roman" w:hAnsi="Times New Roman" w:cs="Times New Roman"/>
          <w:lang w:val="kl-GL"/>
        </w:rPr>
        <w:t xml:space="preserve"> </w:t>
      </w:r>
      <w:r w:rsidR="00C306D2" w:rsidRPr="00171408">
        <w:rPr>
          <w:rFonts w:ascii="Times New Roman" w:hAnsi="Times New Roman" w:cs="Times New Roman"/>
          <w:lang w:val="kl-GL"/>
        </w:rPr>
        <w:t xml:space="preserve">malitsigisaanik </w:t>
      </w:r>
      <w:r w:rsidRPr="00171408">
        <w:rPr>
          <w:rFonts w:ascii="Times New Roman" w:hAnsi="Times New Roman" w:cs="Times New Roman"/>
          <w:lang w:val="kl-GL"/>
        </w:rPr>
        <w:t xml:space="preserve">piumasaqaatit nalinginnaasut naapertorlugit suleriaaseq ilusilersorneqarpoq. Nakorsamik </w:t>
      </w:r>
      <w:r w:rsidR="008958DD" w:rsidRPr="00171408">
        <w:rPr>
          <w:rFonts w:ascii="Times New Roman" w:hAnsi="Times New Roman" w:cs="Times New Roman"/>
          <w:lang w:val="kl-GL"/>
        </w:rPr>
        <w:t xml:space="preserve">nakkutigineqarnissamik </w:t>
      </w:r>
      <w:r w:rsidRPr="00171408">
        <w:rPr>
          <w:rFonts w:ascii="Times New Roman" w:hAnsi="Times New Roman" w:cs="Times New Roman"/>
          <w:lang w:val="kl-GL"/>
        </w:rPr>
        <w:t xml:space="preserve">aamma sungiusagaanerup aamma napparsimalluni suliaritinnerup ataqatigiinnissaannik § 14, imm. 1, oqaaseqatigiit </w:t>
      </w:r>
      <w:r w:rsidR="0077195D" w:rsidRPr="00171408">
        <w:rPr>
          <w:rFonts w:ascii="Times New Roman" w:hAnsi="Times New Roman" w:cs="Times New Roman"/>
          <w:lang w:val="kl-GL"/>
        </w:rPr>
        <w:t>pingaju</w:t>
      </w:r>
      <w:r w:rsidRPr="00171408">
        <w:rPr>
          <w:rFonts w:ascii="Times New Roman" w:hAnsi="Times New Roman" w:cs="Times New Roman"/>
          <w:lang w:val="kl-GL"/>
        </w:rPr>
        <w:t>a</w:t>
      </w:r>
      <w:r w:rsidR="00C306D2" w:rsidRPr="00171408">
        <w:rPr>
          <w:rFonts w:ascii="Times New Roman" w:hAnsi="Times New Roman" w:cs="Times New Roman"/>
          <w:lang w:val="kl-GL"/>
        </w:rPr>
        <w:t>n</w:t>
      </w:r>
      <w:r w:rsidRPr="00171408">
        <w:rPr>
          <w:rFonts w:ascii="Times New Roman" w:hAnsi="Times New Roman" w:cs="Times New Roman"/>
          <w:lang w:val="kl-GL"/>
        </w:rPr>
        <w:t>ni piumasaqaatit immikkut ittut, taamaalillutik suleriaaseqarnermut, aalajangersa</w:t>
      </w:r>
      <w:r w:rsidR="00C306D2" w:rsidRPr="00171408">
        <w:rPr>
          <w:rFonts w:ascii="Times New Roman" w:hAnsi="Times New Roman" w:cs="Times New Roman"/>
          <w:lang w:val="kl-GL"/>
        </w:rPr>
        <w:t>kkap kingorna</w:t>
      </w:r>
      <w:r w:rsidRPr="00171408">
        <w:rPr>
          <w:rFonts w:ascii="Times New Roman" w:hAnsi="Times New Roman" w:cs="Times New Roman"/>
          <w:lang w:val="kl-GL"/>
        </w:rPr>
        <w:t xml:space="preserve"> ineriartorsimasumut, nammineertumik sunniuteqanngillat.</w:t>
      </w:r>
    </w:p>
    <w:p w14:paraId="53CF2D90" w14:textId="2A483C5B" w:rsidR="00515200" w:rsidRPr="00171408" w:rsidRDefault="00CE02F1">
      <w:pPr>
        <w:pStyle w:val="AT-Body"/>
        <w:spacing w:line="276" w:lineRule="auto"/>
        <w:rPr>
          <w:lang w:val="kl-GL"/>
        </w:rPr>
      </w:pPr>
      <w:r w:rsidRPr="00171408">
        <w:rPr>
          <w:i/>
          <w:lang w:val="kl-GL"/>
        </w:rPr>
        <w:lastRenderedPageBreak/>
        <w:t xml:space="preserve">2.4.2. </w:t>
      </w:r>
      <w:r w:rsidR="00CB242C" w:rsidRPr="00171408">
        <w:rPr>
          <w:i/>
          <w:lang w:val="kl-GL"/>
        </w:rPr>
        <w:t>Suliassaqartitsinermut minister</w:t>
      </w:r>
      <w:r w:rsidR="0030763E" w:rsidRPr="00171408">
        <w:rPr>
          <w:i/>
          <w:lang w:val="kl-GL"/>
        </w:rPr>
        <w:t xml:space="preserve">eqarfiup </w:t>
      </w:r>
      <w:r w:rsidRPr="00171408">
        <w:rPr>
          <w:i/>
          <w:lang w:val="kl-GL"/>
        </w:rPr>
        <w:t>isumaliuutersuutai aamma aaqqissu</w:t>
      </w:r>
      <w:r w:rsidR="00616EE2" w:rsidRPr="00171408">
        <w:rPr>
          <w:i/>
          <w:lang w:val="kl-GL"/>
        </w:rPr>
        <w:t>u</w:t>
      </w:r>
      <w:r w:rsidRPr="00171408">
        <w:rPr>
          <w:i/>
          <w:lang w:val="kl-GL"/>
        </w:rPr>
        <w:t xml:space="preserve">ssineq siunnersuutigineqartoq </w:t>
      </w:r>
      <w:r w:rsidRPr="00171408">
        <w:rPr>
          <w:i/>
          <w:lang w:val="kl-GL"/>
        </w:rPr>
        <w:br/>
      </w:r>
      <w:r w:rsidRPr="00171408">
        <w:rPr>
          <w:lang w:val="kl-GL"/>
        </w:rPr>
        <w:t>Nakorsamit misissortissinnaanermut tunngatillugu Kalaallit Nunaanni aamma Danmarkimi pissutsit annertuumik assigiinngissuteqarput. Kalaallit Nunaanni peqqinnissakkut aaqqissuussinermi nakorsat napparsi</w:t>
      </w:r>
      <w:r w:rsidR="00266BAA" w:rsidRPr="00171408">
        <w:rPr>
          <w:lang w:val="kl-GL"/>
        </w:rPr>
        <w:t>m</w:t>
      </w:r>
      <w:r w:rsidRPr="00171408">
        <w:rPr>
          <w:lang w:val="kl-GL"/>
        </w:rPr>
        <w:t xml:space="preserve">maveqarfiit immikkoortortaqarfiinut tallimanut attuumassuteqarput, nunami </w:t>
      </w:r>
      <w:r w:rsidR="00266BAA" w:rsidRPr="00171408">
        <w:rPr>
          <w:lang w:val="kl-GL"/>
        </w:rPr>
        <w:t xml:space="preserve">immikkoortuini </w:t>
      </w:r>
      <w:r w:rsidRPr="00171408">
        <w:rPr>
          <w:lang w:val="kl-GL"/>
        </w:rPr>
        <w:t>illoqarfii</w:t>
      </w:r>
      <w:r w:rsidR="00266BAA" w:rsidRPr="00171408">
        <w:rPr>
          <w:lang w:val="kl-GL"/>
        </w:rPr>
        <w:t>t</w:t>
      </w:r>
      <w:r w:rsidRPr="00171408">
        <w:rPr>
          <w:lang w:val="kl-GL"/>
        </w:rPr>
        <w:t xml:space="preserve"> annersaanni inissisimasut. Illoqarfiit aamma nunaqarfiit mi</w:t>
      </w:r>
      <w:r w:rsidR="00FE5821" w:rsidRPr="00171408">
        <w:rPr>
          <w:lang w:val="kl-GL"/>
        </w:rPr>
        <w:t>n</w:t>
      </w:r>
      <w:r w:rsidRPr="00171408">
        <w:rPr>
          <w:lang w:val="kl-GL"/>
        </w:rPr>
        <w:t xml:space="preserve">nerusut peqqinnissaqarfinnut attuumassuteqarput, taamaallaat peqqissaasunik sulisoqartinneqartut. Peqqinnissaqarfiit nakorsamit akuttunngitsumik </w:t>
      </w:r>
      <w:r w:rsidR="00756890" w:rsidRPr="00171408">
        <w:rPr>
          <w:lang w:val="kl-GL"/>
        </w:rPr>
        <w:t>tikeraarneqartarput</w:t>
      </w:r>
      <w:r w:rsidRPr="00171408">
        <w:rPr>
          <w:lang w:val="kl-GL"/>
        </w:rPr>
        <w:t>. Nunaqarfinni mi</w:t>
      </w:r>
      <w:r w:rsidR="00620FB0" w:rsidRPr="00171408">
        <w:rPr>
          <w:lang w:val="kl-GL"/>
        </w:rPr>
        <w:t>n</w:t>
      </w:r>
      <w:r w:rsidRPr="00171408">
        <w:rPr>
          <w:lang w:val="kl-GL"/>
        </w:rPr>
        <w:t>nerusuni taamaallaat nakorsaatinut peqqumaasiveqarpoq, innuttaasunit najugaqartuu</w:t>
      </w:r>
      <w:r w:rsidR="00620FB0" w:rsidRPr="00171408">
        <w:rPr>
          <w:lang w:val="kl-GL"/>
        </w:rPr>
        <w:t>n</w:t>
      </w:r>
      <w:r w:rsidRPr="00171408">
        <w:rPr>
          <w:lang w:val="kl-GL"/>
        </w:rPr>
        <w:t>it aqunneqartu</w:t>
      </w:r>
      <w:r w:rsidR="00620FB0" w:rsidRPr="00171408">
        <w:rPr>
          <w:lang w:val="kl-GL"/>
        </w:rPr>
        <w:t>t</w:t>
      </w:r>
      <w:r w:rsidRPr="00171408">
        <w:rPr>
          <w:lang w:val="kl-GL"/>
        </w:rPr>
        <w:t>. Taamaattumik nakorsamit suliaritissinnaaneq aamma tamatuma king</w:t>
      </w:r>
      <w:r w:rsidR="009E18C0" w:rsidRPr="00171408">
        <w:rPr>
          <w:lang w:val="kl-GL"/>
        </w:rPr>
        <w:t>orna</w:t>
      </w:r>
      <w:r w:rsidRPr="00171408">
        <w:rPr>
          <w:lang w:val="kl-GL"/>
        </w:rPr>
        <w:t xml:space="preserve"> nakorsamit </w:t>
      </w:r>
      <w:r w:rsidR="00BB6455" w:rsidRPr="00171408">
        <w:rPr>
          <w:lang w:val="kl-GL"/>
        </w:rPr>
        <w:t xml:space="preserve">nakkutigineqartumik </w:t>
      </w:r>
      <w:r w:rsidRPr="00171408">
        <w:rPr>
          <w:lang w:val="kl-GL"/>
        </w:rPr>
        <w:t>sungiusagaaqqissinnaneq Kalaallit Nunaanni illoqarfinnut ikitsuinnarnut kill</w:t>
      </w:r>
      <w:r w:rsidR="00E820E2" w:rsidRPr="00171408">
        <w:rPr>
          <w:lang w:val="kl-GL"/>
        </w:rPr>
        <w:t>e</w:t>
      </w:r>
      <w:r w:rsidRPr="00171408">
        <w:rPr>
          <w:lang w:val="kl-GL"/>
        </w:rPr>
        <w:t xml:space="preserve">qarput aamma pisut ilaanni piffissatigut killeqarlutik. Tamanna tunngavigalugu kingorna suliaritinnerup nakorsamit </w:t>
      </w:r>
      <w:r w:rsidR="00BB6455" w:rsidRPr="00171408">
        <w:rPr>
          <w:lang w:val="kl-GL"/>
        </w:rPr>
        <w:t>nakkutigini</w:t>
      </w:r>
      <w:r w:rsidRPr="00171408">
        <w:rPr>
          <w:lang w:val="kl-GL"/>
        </w:rPr>
        <w:t xml:space="preserve">ssaanut § 14, imm. 1, oqaaseqatigiit </w:t>
      </w:r>
      <w:r w:rsidR="001C3254" w:rsidRPr="00171408">
        <w:rPr>
          <w:lang w:val="kl-GL"/>
        </w:rPr>
        <w:t>pingaju</w:t>
      </w:r>
      <w:r w:rsidRPr="00171408">
        <w:rPr>
          <w:lang w:val="kl-GL"/>
        </w:rPr>
        <w:t>an</w:t>
      </w:r>
      <w:r w:rsidR="00736F6C" w:rsidRPr="00171408">
        <w:rPr>
          <w:lang w:val="kl-GL"/>
        </w:rPr>
        <w:t>n</w:t>
      </w:r>
      <w:r w:rsidRPr="00171408">
        <w:rPr>
          <w:lang w:val="kl-GL"/>
        </w:rPr>
        <w:t xml:space="preserve">i piumasaqaat, </w:t>
      </w:r>
      <w:r w:rsidR="00736F6C" w:rsidRPr="00171408">
        <w:rPr>
          <w:lang w:val="kl-GL"/>
        </w:rPr>
        <w:t xml:space="preserve">aallaavatigut </w:t>
      </w:r>
      <w:r w:rsidRPr="00171408">
        <w:rPr>
          <w:lang w:val="kl-GL"/>
        </w:rPr>
        <w:t>Kalaallit Nunaanni naammassineqarsinnaanngilaq. Taamaattumik nalinginnaasumik kingorna suliaritinneq annertunerusumik peqqissaasunit sungiusarneqarsimasunit nakorsaanngitsunit ingerlanneqartarpoq.</w:t>
      </w:r>
    </w:p>
    <w:p w14:paraId="4E13DA1C" w14:textId="078F1CF6" w:rsidR="00515200" w:rsidRPr="00171408" w:rsidRDefault="00CE02F1">
      <w:pPr>
        <w:contextualSpacing/>
        <w:rPr>
          <w:rFonts w:ascii="Times New Roman" w:hAnsi="Times New Roman"/>
          <w:lang w:val="kl-GL"/>
        </w:rPr>
      </w:pPr>
      <w:r w:rsidRPr="00171408">
        <w:rPr>
          <w:rFonts w:ascii="Times New Roman" w:hAnsi="Times New Roman" w:cs="Times New Roman"/>
          <w:lang w:val="kl-GL"/>
        </w:rPr>
        <w:t>Kalaallit Nunaa</w:t>
      </w:r>
      <w:r w:rsidR="00C46BE4" w:rsidRPr="00171408">
        <w:rPr>
          <w:rFonts w:ascii="Times New Roman" w:hAnsi="Times New Roman" w:cs="Times New Roman"/>
          <w:lang w:val="kl-GL"/>
        </w:rPr>
        <w:t>nni</w:t>
      </w:r>
      <w:r w:rsidRPr="00171408">
        <w:rPr>
          <w:rFonts w:ascii="Times New Roman" w:hAnsi="Times New Roman" w:cs="Times New Roman"/>
          <w:lang w:val="kl-GL"/>
        </w:rPr>
        <w:t xml:space="preserve"> </w:t>
      </w:r>
      <w:r w:rsidR="0074737F" w:rsidRPr="00171408">
        <w:rPr>
          <w:rFonts w:ascii="Times New Roman" w:hAnsi="Times New Roman" w:cs="Times New Roman"/>
          <w:lang w:val="kl-GL"/>
        </w:rPr>
        <w:t>nunap immikkoortui eqqarsaat</w:t>
      </w:r>
      <w:r w:rsidR="00C46BE4" w:rsidRPr="00171408">
        <w:rPr>
          <w:rFonts w:ascii="Times New Roman" w:hAnsi="Times New Roman" w:cs="Times New Roman"/>
          <w:lang w:val="kl-GL"/>
        </w:rPr>
        <w:t xml:space="preserve">igalugit </w:t>
      </w:r>
      <w:r w:rsidRPr="00171408">
        <w:rPr>
          <w:rFonts w:ascii="Times New Roman" w:hAnsi="Times New Roman" w:cs="Times New Roman"/>
          <w:lang w:val="kl-GL"/>
        </w:rPr>
        <w:t>immikkuullarissuunera pissutigalugu, § 14, imm. 1, oqaaseqatigiit</w:t>
      </w:r>
      <w:r w:rsidR="001C3254" w:rsidRPr="00171408">
        <w:rPr>
          <w:lang w:val="kl-GL"/>
        </w:rPr>
        <w:t xml:space="preserve"> </w:t>
      </w:r>
      <w:r w:rsidR="001C3254" w:rsidRPr="00171408">
        <w:rPr>
          <w:rFonts w:ascii="Times New Roman" w:hAnsi="Times New Roman" w:cs="Times New Roman"/>
          <w:lang w:val="kl-GL"/>
        </w:rPr>
        <w:t xml:space="preserve">pingajuanni  </w:t>
      </w:r>
      <w:r w:rsidRPr="00171408">
        <w:rPr>
          <w:rFonts w:ascii="Times New Roman" w:hAnsi="Times New Roman" w:cs="Times New Roman"/>
          <w:lang w:val="kl-GL"/>
        </w:rPr>
        <w:t>napparsimalluni suliaritinnerup aamma kingorna suliaritinnerup ataqatigiinnissaannut piffissatigut piumasaqaat amerlanertigut naammassineqarsinnaasanngilaq.</w:t>
      </w:r>
    </w:p>
    <w:p w14:paraId="6AA3341E" w14:textId="77777777" w:rsidR="00515200" w:rsidRPr="00171408" w:rsidRDefault="00515200">
      <w:pPr>
        <w:contextualSpacing/>
        <w:rPr>
          <w:rFonts w:ascii="Times New Roman" w:hAnsi="Times New Roman" w:cs="Times New Roman"/>
          <w:lang w:val="kl-GL"/>
        </w:rPr>
      </w:pPr>
    </w:p>
    <w:p w14:paraId="12135BD6" w14:textId="3CF65ED2" w:rsidR="00515200" w:rsidRPr="00171408" w:rsidRDefault="00CB242C">
      <w:pPr>
        <w:contextualSpacing/>
        <w:rPr>
          <w:rFonts w:ascii="Times New Roman" w:hAnsi="Times New Roman"/>
          <w:lang w:val="kl-GL"/>
        </w:rPr>
      </w:pPr>
      <w:r w:rsidRPr="00171408">
        <w:rPr>
          <w:rFonts w:ascii="Times New Roman" w:hAnsi="Times New Roman" w:cs="Times New Roman"/>
          <w:lang w:val="kl-GL"/>
        </w:rPr>
        <w:t>Suliassaqartitsinermut minister</w:t>
      </w:r>
      <w:r w:rsidR="00341F26" w:rsidRPr="00171408">
        <w:rPr>
          <w:rFonts w:ascii="Times New Roman" w:hAnsi="Times New Roman" w:cs="Times New Roman"/>
          <w:lang w:val="kl-GL"/>
        </w:rPr>
        <w:t>eqarfiup</w:t>
      </w:r>
      <w:r w:rsidR="00CE02F1" w:rsidRPr="00171408">
        <w:rPr>
          <w:rFonts w:ascii="Times New Roman" w:hAnsi="Times New Roman" w:cs="Times New Roman"/>
          <w:lang w:val="kl-GL"/>
        </w:rPr>
        <w:t xml:space="preserve"> aamma Namminersorlutik Oqartussat nalilerpaat, Kalaallit Nunaannut tunngatillugu, kingorna suliaritinnerup taamaallaat nakorsamit </w:t>
      </w:r>
      <w:r w:rsidR="00BB6455" w:rsidRPr="00171408">
        <w:rPr>
          <w:rFonts w:ascii="Times New Roman" w:hAnsi="Times New Roman" w:cs="Times New Roman"/>
          <w:lang w:val="kl-GL"/>
        </w:rPr>
        <w:t>nakkutiginissaanut</w:t>
      </w:r>
      <w:r w:rsidR="00BB6455" w:rsidRPr="00171408" w:rsidDel="00BB6455">
        <w:rPr>
          <w:rFonts w:ascii="Times New Roman" w:hAnsi="Times New Roman" w:cs="Times New Roman"/>
          <w:lang w:val="kl-GL"/>
        </w:rPr>
        <w:t xml:space="preserve"> </w:t>
      </w:r>
      <w:r w:rsidR="00CE02F1" w:rsidRPr="00171408">
        <w:rPr>
          <w:rFonts w:ascii="Times New Roman" w:hAnsi="Times New Roman" w:cs="Times New Roman"/>
          <w:lang w:val="kl-GL"/>
        </w:rPr>
        <w:t xml:space="preserve">piumasaqaatip imaluunniit napparsimalluni suliaritinnerup aamma kingorna suliaritinnerup ataqatigiinnissaannut piffissatigut piumasaqaatip naammassineqarnissaat naapertuutinngitsoq. Taamaattumik siunnersuummi § 1, nr. 2-mi siunnersuutigineqarpoq, § 14, imm. 1, oqaaseqatigiit </w:t>
      </w:r>
      <w:r w:rsidR="00CB7EA4" w:rsidRPr="00171408">
        <w:rPr>
          <w:rFonts w:ascii="Times New Roman" w:hAnsi="Times New Roman" w:cs="Times New Roman"/>
          <w:lang w:val="kl-GL"/>
        </w:rPr>
        <w:t xml:space="preserve">pingajuanni </w:t>
      </w:r>
      <w:r w:rsidR="00CE02F1" w:rsidRPr="00171408">
        <w:rPr>
          <w:rFonts w:ascii="Times New Roman" w:hAnsi="Times New Roman" w:cs="Times New Roman"/>
          <w:lang w:val="kl-GL"/>
        </w:rPr>
        <w:t>aalajangersakkap atorunnaarsinneqarnissaa.</w:t>
      </w:r>
    </w:p>
    <w:p w14:paraId="0BB6DAAA" w14:textId="77777777" w:rsidR="00515200" w:rsidRPr="00171408" w:rsidRDefault="00515200">
      <w:pPr>
        <w:contextualSpacing/>
        <w:rPr>
          <w:rFonts w:ascii="Times New Roman" w:hAnsi="Times New Roman" w:cs="Times New Roman"/>
          <w:lang w:val="kl-GL"/>
        </w:rPr>
      </w:pPr>
    </w:p>
    <w:p w14:paraId="00EF6EE6" w14:textId="52016984" w:rsidR="00515200" w:rsidRPr="00171408" w:rsidRDefault="00CE02F1">
      <w:pPr>
        <w:contextualSpacing/>
        <w:rPr>
          <w:rFonts w:ascii="Times New Roman" w:hAnsi="Times New Roman"/>
          <w:lang w:val="kl-GL"/>
        </w:rPr>
      </w:pPr>
      <w:r w:rsidRPr="00171408">
        <w:rPr>
          <w:rFonts w:ascii="Times New Roman" w:hAnsi="Times New Roman" w:cs="Times New Roman"/>
          <w:lang w:val="kl-GL"/>
        </w:rPr>
        <w:t xml:space="preserve">§ 14, imm. 1, oqaaseqatigiit </w:t>
      </w:r>
      <w:r w:rsidR="00CB7EA4" w:rsidRPr="00171408">
        <w:rPr>
          <w:rFonts w:ascii="Times New Roman" w:hAnsi="Times New Roman" w:cs="Times New Roman"/>
          <w:lang w:val="kl-GL"/>
        </w:rPr>
        <w:t>pingajua</w:t>
      </w:r>
      <w:r w:rsidR="00271E31" w:rsidRPr="00171408">
        <w:rPr>
          <w:rFonts w:ascii="Times New Roman" w:hAnsi="Times New Roman" w:cs="Times New Roman"/>
          <w:lang w:val="kl-GL"/>
        </w:rPr>
        <w:t>n</w:t>
      </w:r>
      <w:r w:rsidRPr="00171408">
        <w:rPr>
          <w:rFonts w:ascii="Times New Roman" w:hAnsi="Times New Roman" w:cs="Times New Roman"/>
          <w:lang w:val="kl-GL"/>
        </w:rPr>
        <w:t xml:space="preserve">nik atorunnaarsitsinerup </w:t>
      </w:r>
      <w:r w:rsidR="00271E31" w:rsidRPr="00171408">
        <w:rPr>
          <w:rFonts w:ascii="Times New Roman" w:hAnsi="Times New Roman" w:cs="Times New Roman"/>
          <w:lang w:val="kl-GL"/>
        </w:rPr>
        <w:t>qulakkiissavaa</w:t>
      </w:r>
      <w:r w:rsidRPr="00171408">
        <w:rPr>
          <w:rFonts w:ascii="Times New Roman" w:hAnsi="Times New Roman" w:cs="Times New Roman"/>
          <w:lang w:val="kl-GL"/>
        </w:rPr>
        <w:t xml:space="preserve">, § 14-ip Kalaallit Nunaanni pissutsinut </w:t>
      </w:r>
      <w:r w:rsidR="00D11780" w:rsidRPr="00171408">
        <w:rPr>
          <w:rFonts w:ascii="Times New Roman" w:hAnsi="Times New Roman" w:cs="Times New Roman"/>
          <w:lang w:val="kl-GL"/>
        </w:rPr>
        <w:t xml:space="preserve">annertunerusumik </w:t>
      </w:r>
      <w:r w:rsidRPr="00171408">
        <w:rPr>
          <w:rFonts w:ascii="Times New Roman" w:hAnsi="Times New Roman" w:cs="Times New Roman"/>
          <w:lang w:val="kl-GL"/>
        </w:rPr>
        <w:t>naleqqussarneqarnissaa aamma Kalaallit Nunaanni suliarinnittarnermut atuut</w:t>
      </w:r>
      <w:r w:rsidR="00D11780" w:rsidRPr="00171408">
        <w:rPr>
          <w:rFonts w:ascii="Times New Roman" w:hAnsi="Times New Roman" w:cs="Times New Roman"/>
          <w:lang w:val="kl-GL"/>
        </w:rPr>
        <w:t>ereersumut</w:t>
      </w:r>
      <w:r w:rsidRPr="00171408">
        <w:rPr>
          <w:rFonts w:ascii="Times New Roman" w:hAnsi="Times New Roman" w:cs="Times New Roman"/>
          <w:lang w:val="kl-GL"/>
        </w:rPr>
        <w:t xml:space="preserve"> naapertuu</w:t>
      </w:r>
      <w:r w:rsidR="0087793F" w:rsidRPr="00171408">
        <w:rPr>
          <w:rFonts w:ascii="Times New Roman" w:hAnsi="Times New Roman" w:cs="Times New Roman"/>
          <w:lang w:val="kl-GL"/>
        </w:rPr>
        <w:t>n</w:t>
      </w:r>
      <w:r w:rsidRPr="00171408">
        <w:rPr>
          <w:rFonts w:ascii="Times New Roman" w:hAnsi="Times New Roman" w:cs="Times New Roman"/>
          <w:lang w:val="kl-GL"/>
        </w:rPr>
        <w:t>nissaa.</w:t>
      </w:r>
    </w:p>
    <w:p w14:paraId="7C7E1770" w14:textId="133F46A1" w:rsidR="00515200" w:rsidRPr="00171408" w:rsidRDefault="00CE02F1">
      <w:pPr>
        <w:pStyle w:val="NormalWeb"/>
        <w:rPr>
          <w:rFonts w:ascii="Times New Roman" w:hAnsi="Times New Roman"/>
          <w:lang w:val="kl-GL"/>
        </w:rPr>
      </w:pPr>
      <w:r w:rsidRPr="00171408">
        <w:rPr>
          <w:rFonts w:ascii="Times New Roman" w:hAnsi="Times New Roman" w:cs="Times New Roman"/>
          <w:b/>
          <w:sz w:val="22"/>
          <w:szCs w:val="22"/>
          <w:lang w:val="kl-GL"/>
        </w:rPr>
        <w:t xml:space="preserve">2.5. </w:t>
      </w:r>
      <w:r w:rsidR="007A7891" w:rsidRPr="00171408">
        <w:rPr>
          <w:rFonts w:ascii="Times New Roman" w:hAnsi="Times New Roman" w:cs="Times New Roman"/>
          <w:b/>
          <w:sz w:val="22"/>
          <w:szCs w:val="22"/>
          <w:lang w:val="kl-GL"/>
        </w:rPr>
        <w:t>Nakorsamik katsorsartinnermut</w:t>
      </w:r>
      <w:r w:rsidRPr="00171408">
        <w:rPr>
          <w:rFonts w:ascii="Times New Roman" w:hAnsi="Times New Roman" w:cs="Times New Roman"/>
          <w:b/>
          <w:sz w:val="22"/>
          <w:szCs w:val="22"/>
          <w:lang w:val="kl-GL"/>
        </w:rPr>
        <w:t xml:space="preserve"> il.il. </w:t>
      </w:r>
      <w:r w:rsidR="000802AA" w:rsidRPr="00171408">
        <w:rPr>
          <w:rFonts w:ascii="Times New Roman" w:hAnsi="Times New Roman" w:cs="Times New Roman"/>
          <w:b/>
          <w:sz w:val="22"/>
          <w:szCs w:val="22"/>
          <w:lang w:val="kl-GL"/>
        </w:rPr>
        <w:t xml:space="preserve">ingiaqatigisap </w:t>
      </w:r>
      <w:r w:rsidRPr="00171408">
        <w:rPr>
          <w:rFonts w:ascii="Times New Roman" w:hAnsi="Times New Roman" w:cs="Times New Roman"/>
          <w:b/>
          <w:sz w:val="22"/>
          <w:szCs w:val="22"/>
          <w:lang w:val="kl-GL"/>
        </w:rPr>
        <w:t xml:space="preserve">angalaneranut aamma </w:t>
      </w:r>
      <w:r w:rsidR="00E961CE" w:rsidRPr="00171408">
        <w:rPr>
          <w:rFonts w:ascii="Times New Roman" w:hAnsi="Times New Roman" w:cs="Times New Roman"/>
          <w:b/>
          <w:sz w:val="22"/>
          <w:szCs w:val="22"/>
          <w:lang w:val="kl-GL"/>
        </w:rPr>
        <w:t xml:space="preserve">sulinermik </w:t>
      </w:r>
      <w:r w:rsidRPr="00171408">
        <w:rPr>
          <w:rFonts w:ascii="Times New Roman" w:hAnsi="Times New Roman" w:cs="Times New Roman"/>
          <w:b/>
          <w:sz w:val="22"/>
          <w:szCs w:val="22"/>
          <w:lang w:val="kl-GL"/>
        </w:rPr>
        <w:t>isertitanik annaasaanut akiliineq</w:t>
      </w:r>
    </w:p>
    <w:p w14:paraId="0C561223" w14:textId="09897F23" w:rsidR="00515200" w:rsidRPr="00171408" w:rsidRDefault="00CE02F1">
      <w:pPr>
        <w:pStyle w:val="AT-Body"/>
        <w:spacing w:line="276" w:lineRule="auto"/>
        <w:rPr>
          <w:lang w:val="kl-GL"/>
        </w:rPr>
      </w:pPr>
      <w:r w:rsidRPr="00171408">
        <w:rPr>
          <w:i/>
          <w:lang w:val="kl-GL"/>
        </w:rPr>
        <w:t>2.5.1. Inatsisit atuuttut</w:t>
      </w:r>
      <w:r w:rsidRPr="00171408">
        <w:rPr>
          <w:lang w:val="kl-GL"/>
        </w:rPr>
        <w:br/>
      </w:r>
      <w:r w:rsidR="009712E3" w:rsidRPr="00171408">
        <w:rPr>
          <w:color w:val="000000"/>
          <w:lang w:val="kl-GL"/>
        </w:rPr>
        <w:t>Kalaallit Nunaanni sulinermi ajoqusernermut isumannaarineq pillugu inatsi</w:t>
      </w:r>
      <w:r w:rsidRPr="00171408">
        <w:rPr>
          <w:color w:val="000000"/>
          <w:lang w:val="kl-GL"/>
        </w:rPr>
        <w:t>t</w:t>
      </w:r>
      <w:r w:rsidRPr="00171408">
        <w:rPr>
          <w:lang w:val="kl-GL"/>
        </w:rPr>
        <w:t xml:space="preserve"> § 43, imm. 2 malillugu ajoqusertut imm. 1 malillugu nakorsamit suliaritinnermut </w:t>
      </w:r>
      <w:r w:rsidR="00545D4A" w:rsidRPr="00171408">
        <w:rPr>
          <w:lang w:val="kl-GL"/>
        </w:rPr>
        <w:t>il.il.</w:t>
      </w:r>
      <w:r w:rsidRPr="00171408">
        <w:rPr>
          <w:lang w:val="kl-GL"/>
        </w:rPr>
        <w:t xml:space="preserve"> atatillugu angalanermut aningaasartuutinut akiliunneqarnissamut pisinnaatitaaffeqarput, nakorsamit suliaritinneq </w:t>
      </w:r>
      <w:r w:rsidR="00545D4A" w:rsidRPr="00171408">
        <w:rPr>
          <w:lang w:val="kl-GL"/>
        </w:rPr>
        <w:t>il.il.</w:t>
      </w:r>
      <w:r w:rsidRPr="00171408">
        <w:rPr>
          <w:lang w:val="kl-GL"/>
        </w:rPr>
        <w:t xml:space="preserve"> Arbejdsmarkedets Erhvervssikringip imaluunniit Ankestyrelsip noqqaassuteqarnerata kingorna</w:t>
      </w:r>
      <w:r w:rsidR="00F439B7" w:rsidRPr="00171408">
        <w:rPr>
          <w:lang w:val="kl-GL"/>
        </w:rPr>
        <w:t xml:space="preserve"> ingerlanneqarpat</w:t>
      </w:r>
      <w:r w:rsidRPr="00171408">
        <w:rPr>
          <w:lang w:val="kl-GL"/>
        </w:rPr>
        <w:t xml:space="preserve">. Ajoqusertoq aamma imm. 1 malillugu nakorsamit suliaritinnermut </w:t>
      </w:r>
      <w:r w:rsidR="00545D4A" w:rsidRPr="00171408">
        <w:rPr>
          <w:lang w:val="kl-GL"/>
        </w:rPr>
        <w:t>il.il.</w:t>
      </w:r>
      <w:r w:rsidRPr="00171408">
        <w:rPr>
          <w:lang w:val="kl-GL"/>
        </w:rPr>
        <w:t xml:space="preserve"> atatillugu sulinikkut isertitanik annaasaminut uppernarsakkanut taarsiiffigitinnissamut pisinnaatitaaffeqarpoq, sulinngitsoorneq minnerpaamik akunnernik marlunnik sivisussuseqarpat.</w:t>
      </w:r>
    </w:p>
    <w:p w14:paraId="5D027DB0" w14:textId="59683F8D" w:rsidR="00515200" w:rsidRPr="00171408" w:rsidRDefault="00CE02F1">
      <w:pPr>
        <w:pStyle w:val="AT-Body"/>
        <w:spacing w:line="276" w:lineRule="auto"/>
        <w:rPr>
          <w:lang w:val="kl-GL"/>
        </w:rPr>
      </w:pPr>
      <w:r w:rsidRPr="00171408">
        <w:rPr>
          <w:lang w:val="kl-GL"/>
        </w:rPr>
        <w:t xml:space="preserve">§ 43, imm. 2-mi aalajangersagaq § 43, imm. 1-imi aalajangersakkamut </w:t>
      </w:r>
      <w:r w:rsidR="003018F5" w:rsidRPr="00171408">
        <w:rPr>
          <w:lang w:val="kl-GL"/>
        </w:rPr>
        <w:t>ataqatigiittutut isigineqassapput</w:t>
      </w:r>
      <w:r w:rsidRPr="00171408">
        <w:rPr>
          <w:lang w:val="kl-GL"/>
        </w:rPr>
        <w:t>, ajoqusertumut inassutaasoq ajoqusernerup kingorna piaarnerpaamik nakorsamit misissortinnermut peqataanissamut aamma ta</w:t>
      </w:r>
      <w:r w:rsidR="003018F5" w:rsidRPr="00171408">
        <w:rPr>
          <w:lang w:val="kl-GL"/>
        </w:rPr>
        <w:t>m</w:t>
      </w:r>
      <w:r w:rsidRPr="00171408">
        <w:rPr>
          <w:lang w:val="kl-GL"/>
        </w:rPr>
        <w:t xml:space="preserve">atuma kingorna nakorsamit suliaritinnissamut imaluunniit </w:t>
      </w:r>
      <w:r w:rsidRPr="00171408">
        <w:rPr>
          <w:lang w:val="kl-GL"/>
        </w:rPr>
        <w:lastRenderedPageBreak/>
        <w:t>sungiusaqqinnissamut, nakorsap imaluunniit Arbejdsmarkedets Erhvervssikringip pisariaqartutut naliligaanut.</w:t>
      </w:r>
    </w:p>
    <w:p w14:paraId="439CB2E3" w14:textId="33F045D2" w:rsidR="00515200" w:rsidRPr="00171408" w:rsidRDefault="00CE02F1">
      <w:pPr>
        <w:pStyle w:val="AT-Body"/>
        <w:spacing w:line="276" w:lineRule="auto"/>
        <w:rPr>
          <w:lang w:val="kl-GL"/>
        </w:rPr>
      </w:pPr>
      <w:r w:rsidRPr="00171408">
        <w:rPr>
          <w:lang w:val="kl-GL"/>
        </w:rPr>
        <w:t xml:space="preserve">§ 43, imm. 1-ip siunertaraa, </w:t>
      </w:r>
      <w:r w:rsidR="00A46A69" w:rsidRPr="00171408">
        <w:rPr>
          <w:lang w:val="kl-GL"/>
        </w:rPr>
        <w:t xml:space="preserve">akuersaarneq, ajunngitsorsiaqarneq aamma taarsiiffigitinneq pillugit aalajangiinissamut tunngaviusinnaasunik, </w:t>
      </w:r>
      <w:r w:rsidRPr="00171408">
        <w:rPr>
          <w:lang w:val="kl-GL"/>
        </w:rPr>
        <w:t xml:space="preserve">ajoqusertup peqqissutsikkut inissisimanera pillugu paasissutissanik </w:t>
      </w:r>
      <w:r w:rsidR="00C3269E" w:rsidRPr="00171408">
        <w:rPr>
          <w:lang w:val="kl-GL"/>
        </w:rPr>
        <w:t xml:space="preserve">pissarsinissamut </w:t>
      </w:r>
      <w:r w:rsidRPr="00171408">
        <w:rPr>
          <w:lang w:val="kl-GL"/>
        </w:rPr>
        <w:t>aqqutissiuussinissaq. Tamatumunnga piumasaqaataasinnaavoq, ajoqusertup nakorsamit misissortinnissaa. Ajoqusernerup kingorna piaarnerpaamik misissortinnerit ingerlanneqassapput. Tamatumunnga pissutaavoq, taamaaliunngikkaanni misissortinnissap siunertaa maanngaannartinneqarsinnaammat.</w:t>
      </w:r>
    </w:p>
    <w:p w14:paraId="6D878228" w14:textId="4E984108" w:rsidR="00515200" w:rsidRPr="00171408" w:rsidRDefault="00CE02F1">
      <w:pPr>
        <w:pStyle w:val="AT-Body"/>
        <w:spacing w:line="276" w:lineRule="auto"/>
        <w:rPr>
          <w:lang w:val="kl-GL"/>
        </w:rPr>
      </w:pPr>
      <w:r w:rsidRPr="00171408">
        <w:rPr>
          <w:lang w:val="kl-GL"/>
        </w:rPr>
        <w:t xml:space="preserve">Ukiorpassuarni suleriaaseq malillugu </w:t>
      </w:r>
      <w:r w:rsidR="000802AA" w:rsidRPr="00171408">
        <w:rPr>
          <w:lang w:val="kl-GL"/>
        </w:rPr>
        <w:t xml:space="preserve">ingiaqatigisamut </w:t>
      </w:r>
      <w:r w:rsidRPr="00171408">
        <w:rPr>
          <w:lang w:val="kl-GL"/>
        </w:rPr>
        <w:t>pisariaqartinneqarsinnaasumut angalanermut aamma sulin</w:t>
      </w:r>
      <w:r w:rsidR="00EC5541" w:rsidRPr="00171408">
        <w:rPr>
          <w:lang w:val="kl-GL"/>
        </w:rPr>
        <w:t>ermi</w:t>
      </w:r>
      <w:r w:rsidRPr="00171408">
        <w:rPr>
          <w:lang w:val="kl-GL"/>
        </w:rPr>
        <w:t xml:space="preserve"> isertitanik annaasaanut kiisalu akunnermusianut aamma ullormusianut akiliussisoqartarpoq. Suleriaaseq taanna Arbejdsskadestyrelsenip (massakkut Arbejdsmarkedets Erhvervssikringi) suliaritinnermut aningaasartuutinut akiliineq pillugu ilitsersuutaani allaqqavoq.</w:t>
      </w:r>
    </w:p>
    <w:p w14:paraId="0299349E" w14:textId="23D2BC32" w:rsidR="00515200" w:rsidRPr="00171408" w:rsidRDefault="00CE02F1">
      <w:pPr>
        <w:pStyle w:val="AT-Body"/>
        <w:spacing w:line="276" w:lineRule="auto"/>
        <w:rPr>
          <w:lang w:val="kl-GL"/>
        </w:rPr>
      </w:pPr>
      <w:r w:rsidRPr="00171408">
        <w:rPr>
          <w:lang w:val="kl-GL"/>
        </w:rPr>
        <w:t xml:space="preserve">§ 42, imm. 2, allanneqarnera malillugu ajoqusertup angalanermut aningaasartuutinut aamma </w:t>
      </w:r>
      <w:r w:rsidR="003D457A" w:rsidRPr="00171408">
        <w:rPr>
          <w:lang w:val="kl-GL"/>
        </w:rPr>
        <w:t xml:space="preserve">sulinermi </w:t>
      </w:r>
      <w:r w:rsidRPr="00171408">
        <w:rPr>
          <w:lang w:val="kl-GL"/>
        </w:rPr>
        <w:t xml:space="preserve">isertitanik annaasaanut akiliunneqarsinnaaneranut tunngavimmik imaqarpoq, kisianni </w:t>
      </w:r>
      <w:r w:rsidR="000802AA" w:rsidRPr="00171408">
        <w:rPr>
          <w:lang w:val="kl-GL"/>
        </w:rPr>
        <w:t xml:space="preserve">ingiaqatigisamut </w:t>
      </w:r>
      <w:r w:rsidRPr="00171408">
        <w:rPr>
          <w:lang w:val="kl-GL"/>
        </w:rPr>
        <w:t>aningaasartuutinut akiliunneqarnissamut tunngavimmik erseqqissumik imaqar</w:t>
      </w:r>
      <w:r w:rsidR="003D457A" w:rsidRPr="00171408">
        <w:rPr>
          <w:lang w:val="kl-GL"/>
        </w:rPr>
        <w:t>n</w:t>
      </w:r>
      <w:r w:rsidRPr="00171408">
        <w:rPr>
          <w:lang w:val="kl-GL"/>
        </w:rPr>
        <w:t>ani.</w:t>
      </w:r>
    </w:p>
    <w:p w14:paraId="4A843D15" w14:textId="248DCAA9" w:rsidR="00515200" w:rsidRPr="00171408" w:rsidRDefault="00CE02F1">
      <w:pPr>
        <w:pStyle w:val="AT-Body"/>
        <w:spacing w:line="276" w:lineRule="auto"/>
        <w:rPr>
          <w:lang w:val="kl-GL"/>
        </w:rPr>
      </w:pPr>
      <w:r w:rsidRPr="00171408">
        <w:rPr>
          <w:i/>
          <w:lang w:val="kl-GL"/>
        </w:rPr>
        <w:t xml:space="preserve">2.5.2. </w:t>
      </w:r>
      <w:r w:rsidR="00CB242C" w:rsidRPr="00171408">
        <w:rPr>
          <w:i/>
          <w:lang w:val="kl-GL"/>
        </w:rPr>
        <w:t>Suliassaqartitsinermut minister</w:t>
      </w:r>
      <w:r w:rsidR="004D1A3B" w:rsidRPr="00171408">
        <w:rPr>
          <w:i/>
          <w:lang w:val="kl-GL"/>
        </w:rPr>
        <w:t xml:space="preserve">eqarfiup </w:t>
      </w:r>
      <w:r w:rsidRPr="00171408">
        <w:rPr>
          <w:i/>
          <w:lang w:val="kl-GL"/>
        </w:rPr>
        <w:t>isumaliuutersuutai aamma aaqqiineq siunnersuutigineqartoq</w:t>
      </w:r>
      <w:r w:rsidRPr="00171408">
        <w:rPr>
          <w:lang w:val="kl-GL"/>
        </w:rPr>
        <w:br/>
        <w:t xml:space="preserve">Pisuni arlalinni ajoqusertoq nakorsamit misissortinnermut nammineerluni peqataasinnaassanngilaq. Tamanna ajoqusernerup </w:t>
      </w:r>
      <w:r w:rsidR="00893B88" w:rsidRPr="00171408">
        <w:rPr>
          <w:lang w:val="kl-GL"/>
        </w:rPr>
        <w:t xml:space="preserve">malitsigisaanik </w:t>
      </w:r>
      <w:r w:rsidRPr="00171408">
        <w:rPr>
          <w:lang w:val="kl-GL"/>
        </w:rPr>
        <w:t xml:space="preserve">imaluunniit pissutsinik allanik pissuteqarsinnaavoq. Taamaattumik ajoqusertup missortinnissaminut </w:t>
      </w:r>
      <w:r w:rsidR="000802AA" w:rsidRPr="00171408">
        <w:rPr>
          <w:lang w:val="kl-GL"/>
        </w:rPr>
        <w:t xml:space="preserve">ingiaqatigisaqarnissaa </w:t>
      </w:r>
      <w:r w:rsidRPr="00171408">
        <w:rPr>
          <w:lang w:val="kl-GL"/>
        </w:rPr>
        <w:t xml:space="preserve">pisariaqarsinnaavoq, tassunga </w:t>
      </w:r>
      <w:r w:rsidR="00893B88" w:rsidRPr="00171408">
        <w:rPr>
          <w:lang w:val="kl-GL"/>
        </w:rPr>
        <w:t xml:space="preserve">ilanngullugu </w:t>
      </w:r>
      <w:r w:rsidRPr="00171408">
        <w:rPr>
          <w:lang w:val="kl-GL"/>
        </w:rPr>
        <w:t xml:space="preserve">misissortinnermut atatillugu angalanermut, misissortinnerup </w:t>
      </w:r>
      <w:r w:rsidR="00893B88" w:rsidRPr="00171408">
        <w:rPr>
          <w:lang w:val="kl-GL"/>
        </w:rPr>
        <w:t>ingerlanneqarsinnaanissaanut</w:t>
      </w:r>
      <w:r w:rsidRPr="00171408">
        <w:rPr>
          <w:lang w:val="kl-GL"/>
        </w:rPr>
        <w:t>.</w:t>
      </w:r>
    </w:p>
    <w:p w14:paraId="4E282480" w14:textId="3DFBE091" w:rsidR="00515200" w:rsidRPr="00171408" w:rsidRDefault="00CE02F1">
      <w:pPr>
        <w:pStyle w:val="AT-Body"/>
        <w:spacing w:line="276" w:lineRule="auto"/>
        <w:rPr>
          <w:lang w:val="kl-GL"/>
        </w:rPr>
      </w:pPr>
      <w:r w:rsidRPr="00171408">
        <w:rPr>
          <w:lang w:val="kl-GL"/>
        </w:rPr>
        <w:t xml:space="preserve">Angalanermi </w:t>
      </w:r>
      <w:r w:rsidR="000802AA" w:rsidRPr="00171408">
        <w:rPr>
          <w:lang w:val="kl-GL"/>
        </w:rPr>
        <w:t xml:space="preserve">ingiaqatigisap </w:t>
      </w:r>
      <w:r w:rsidR="000C5999" w:rsidRPr="00171408">
        <w:rPr>
          <w:lang w:val="kl-GL"/>
        </w:rPr>
        <w:t>a</w:t>
      </w:r>
      <w:r w:rsidRPr="00171408">
        <w:rPr>
          <w:lang w:val="kl-GL"/>
        </w:rPr>
        <w:t>joqusertup misissortiffissamu</w:t>
      </w:r>
      <w:r w:rsidR="008707C7" w:rsidRPr="00171408">
        <w:rPr>
          <w:lang w:val="kl-GL"/>
        </w:rPr>
        <w:t>t</w:t>
      </w:r>
      <w:r w:rsidRPr="00171408">
        <w:rPr>
          <w:lang w:val="kl-GL"/>
        </w:rPr>
        <w:t xml:space="preserve"> misissort</w:t>
      </w:r>
      <w:r w:rsidR="008707C7" w:rsidRPr="00171408">
        <w:rPr>
          <w:lang w:val="kl-GL"/>
        </w:rPr>
        <w:t>iffimmiillu</w:t>
      </w:r>
      <w:r w:rsidRPr="00171408">
        <w:rPr>
          <w:lang w:val="kl-GL"/>
        </w:rPr>
        <w:t xml:space="preserve"> angalaneranik ikiorsinnaavaa imaluunniit ajoqusertup misissortinnerani ikiorlugu, assersuutigalugu oqalutsitut.</w:t>
      </w:r>
    </w:p>
    <w:p w14:paraId="750D131F" w14:textId="6422EC4A" w:rsidR="00515200" w:rsidRPr="00171408" w:rsidRDefault="00CE02F1">
      <w:pPr>
        <w:pStyle w:val="AT-Body"/>
        <w:spacing w:line="276" w:lineRule="auto"/>
        <w:rPr>
          <w:lang w:val="kl-GL"/>
        </w:rPr>
      </w:pPr>
      <w:r w:rsidRPr="00171408">
        <w:rPr>
          <w:lang w:val="kl-GL"/>
        </w:rPr>
        <w:t xml:space="preserve">Taamaallluni </w:t>
      </w:r>
      <w:r w:rsidR="000802AA" w:rsidRPr="00171408">
        <w:rPr>
          <w:lang w:val="kl-GL"/>
        </w:rPr>
        <w:t xml:space="preserve">ingiaqatigisap </w:t>
      </w:r>
      <w:r w:rsidRPr="00171408">
        <w:rPr>
          <w:lang w:val="kl-GL"/>
        </w:rPr>
        <w:t xml:space="preserve">peqataanerata </w:t>
      </w:r>
      <w:r w:rsidR="00DA3EE1" w:rsidRPr="00171408">
        <w:rPr>
          <w:lang w:val="kl-GL"/>
        </w:rPr>
        <w:t>qulakkeersinnaavaa</w:t>
      </w:r>
      <w:r w:rsidRPr="00171408">
        <w:rPr>
          <w:lang w:val="kl-GL"/>
        </w:rPr>
        <w:t xml:space="preserve">, misissortinnerup piaarnerpaamik </w:t>
      </w:r>
      <w:r w:rsidR="00DA3EE1" w:rsidRPr="00171408">
        <w:rPr>
          <w:lang w:val="kl-GL"/>
        </w:rPr>
        <w:t xml:space="preserve">ingerlanneqarnissaa </w:t>
      </w:r>
      <w:r w:rsidRPr="00171408">
        <w:rPr>
          <w:lang w:val="kl-GL"/>
        </w:rPr>
        <w:t xml:space="preserve">aamma pisariaqanngitsumik kinguarsaanertaqanngitsumik, </w:t>
      </w:r>
      <w:r w:rsidR="00C3269E" w:rsidRPr="00171408">
        <w:rPr>
          <w:lang w:val="kl-GL"/>
        </w:rPr>
        <w:t>aamma</w:t>
      </w:r>
      <w:r w:rsidRPr="00171408">
        <w:rPr>
          <w:lang w:val="kl-GL"/>
        </w:rPr>
        <w:t xml:space="preserve"> </w:t>
      </w:r>
      <w:r w:rsidR="00E45F5D" w:rsidRPr="00171408">
        <w:rPr>
          <w:lang w:val="kl-GL"/>
        </w:rPr>
        <w:t xml:space="preserve">misissortinnermi </w:t>
      </w:r>
      <w:r w:rsidRPr="00171408">
        <w:rPr>
          <w:lang w:val="kl-GL"/>
        </w:rPr>
        <w:t>nakorsap imaluunniit napparsim</w:t>
      </w:r>
      <w:r w:rsidR="00DA3EE1" w:rsidRPr="00171408">
        <w:rPr>
          <w:lang w:val="kl-GL"/>
        </w:rPr>
        <w:t>m</w:t>
      </w:r>
      <w:r w:rsidRPr="00171408">
        <w:rPr>
          <w:lang w:val="kl-GL"/>
        </w:rPr>
        <w:t xml:space="preserve">aviusinnaasup immikkut ikiuutissanik imaluunniit oqalutseqarnissamut isumaginnittussaatinnagit. Taamaalilluni </w:t>
      </w:r>
      <w:r w:rsidR="000802AA" w:rsidRPr="00171408">
        <w:rPr>
          <w:lang w:val="kl-GL"/>
        </w:rPr>
        <w:t xml:space="preserve">ingiaqatigisap </w:t>
      </w:r>
      <w:r w:rsidR="00E45F5D" w:rsidRPr="00171408">
        <w:rPr>
          <w:lang w:val="kl-GL"/>
        </w:rPr>
        <w:t>qulakkeersinnaavaa</w:t>
      </w:r>
      <w:r w:rsidRPr="00171408">
        <w:rPr>
          <w:lang w:val="kl-GL"/>
        </w:rPr>
        <w:t>, misissortinnissap siunertaata kinguarsarneqannginnissaa imaluunniit tamaanngaannartinneqannginnissaa.</w:t>
      </w:r>
    </w:p>
    <w:p w14:paraId="11A37730" w14:textId="4776BFAB" w:rsidR="00515200" w:rsidRPr="00171408" w:rsidRDefault="00CB242C">
      <w:pPr>
        <w:pStyle w:val="AT-Body"/>
        <w:spacing w:line="276" w:lineRule="auto"/>
        <w:rPr>
          <w:lang w:val="kl-GL"/>
        </w:rPr>
      </w:pPr>
      <w:r w:rsidRPr="00171408">
        <w:rPr>
          <w:lang w:val="kl-GL"/>
        </w:rPr>
        <w:t>Suliassaqartitsinermut minister</w:t>
      </w:r>
      <w:r w:rsidR="00E419A2" w:rsidRPr="00171408">
        <w:rPr>
          <w:lang w:val="kl-GL"/>
        </w:rPr>
        <w:t xml:space="preserve">eqarfiup </w:t>
      </w:r>
      <w:r w:rsidR="00CE02F1" w:rsidRPr="00171408">
        <w:rPr>
          <w:lang w:val="kl-GL"/>
        </w:rPr>
        <w:t xml:space="preserve">aamma Namminersorlutik Oqartussat nalilerpaat, § 43, imm. 2-p </w:t>
      </w:r>
      <w:r w:rsidR="00E419A2" w:rsidRPr="00171408">
        <w:rPr>
          <w:lang w:val="kl-GL"/>
        </w:rPr>
        <w:t xml:space="preserve">siammasissumik </w:t>
      </w:r>
      <w:r w:rsidR="00CE02F1" w:rsidRPr="00171408">
        <w:rPr>
          <w:lang w:val="kl-GL"/>
        </w:rPr>
        <w:t>paasineqarnissaa, taamaalilluni "</w:t>
      </w:r>
      <w:r w:rsidR="00B71D44" w:rsidRPr="00171408">
        <w:rPr>
          <w:lang w:val="kl-GL"/>
        </w:rPr>
        <w:t xml:space="preserve">sulinermi </w:t>
      </w:r>
      <w:r w:rsidR="00CE02F1" w:rsidRPr="00171408">
        <w:rPr>
          <w:lang w:val="kl-GL"/>
        </w:rPr>
        <w:t xml:space="preserve">isertitanik annaasaqarneq aamma angalanermut aningaasartuutit"-nut siunertaqarluni </w:t>
      </w:r>
      <w:r w:rsidR="007912E1" w:rsidRPr="00171408">
        <w:rPr>
          <w:lang w:val="kl-GL"/>
        </w:rPr>
        <w:t xml:space="preserve">nassuiaaneq </w:t>
      </w:r>
      <w:r w:rsidR="00CE02F1" w:rsidRPr="00171408">
        <w:rPr>
          <w:lang w:val="kl-GL"/>
        </w:rPr>
        <w:t xml:space="preserve">aallaavigalugu aningaasartuutit </w:t>
      </w:r>
      <w:r w:rsidR="00837244" w:rsidRPr="00171408">
        <w:rPr>
          <w:lang w:val="kl-GL"/>
        </w:rPr>
        <w:t xml:space="preserve">pisariaqartinneqartut </w:t>
      </w:r>
      <w:r w:rsidR="00CE02F1" w:rsidRPr="00171408">
        <w:rPr>
          <w:lang w:val="kl-GL"/>
        </w:rPr>
        <w:t xml:space="preserve">tamarmik </w:t>
      </w:r>
      <w:r w:rsidR="00837244" w:rsidRPr="00171408">
        <w:rPr>
          <w:lang w:val="kl-GL"/>
        </w:rPr>
        <w:t>ilaatinneqassasut</w:t>
      </w:r>
      <w:r w:rsidR="00CE02F1" w:rsidRPr="00171408">
        <w:rPr>
          <w:lang w:val="kl-GL"/>
        </w:rPr>
        <w:t xml:space="preserve">, ajoqusertup misissortissinnaanissaanut. Tamanna aamma atuuppoq </w:t>
      </w:r>
      <w:r w:rsidR="00943CDC" w:rsidRPr="00171408">
        <w:rPr>
          <w:lang w:val="kl-GL"/>
        </w:rPr>
        <w:t xml:space="preserve">sulinermi </w:t>
      </w:r>
      <w:r w:rsidR="00CE02F1" w:rsidRPr="00171408">
        <w:rPr>
          <w:lang w:val="kl-GL"/>
        </w:rPr>
        <w:t xml:space="preserve">isertitanik annaasaanut aamma </w:t>
      </w:r>
      <w:r w:rsidR="000802AA" w:rsidRPr="00171408">
        <w:rPr>
          <w:lang w:val="kl-GL"/>
        </w:rPr>
        <w:t xml:space="preserve">ingiaqatigisap </w:t>
      </w:r>
      <w:r w:rsidR="00CE02F1" w:rsidRPr="00171408">
        <w:rPr>
          <w:lang w:val="kl-GL"/>
        </w:rPr>
        <w:t xml:space="preserve">angalaneranut aningaasartuutinut, </w:t>
      </w:r>
      <w:r w:rsidR="000802AA" w:rsidRPr="00171408">
        <w:rPr>
          <w:lang w:val="kl-GL"/>
        </w:rPr>
        <w:t xml:space="preserve">ingiaqatigisaqarneq </w:t>
      </w:r>
      <w:r w:rsidR="00CE02F1" w:rsidRPr="00171408">
        <w:rPr>
          <w:lang w:val="kl-GL"/>
        </w:rPr>
        <w:t xml:space="preserve">pisariaqartinneqaraangat nakorsamit misissortinnissap </w:t>
      </w:r>
      <w:r w:rsidR="00943CDC" w:rsidRPr="00171408">
        <w:rPr>
          <w:lang w:val="kl-GL"/>
        </w:rPr>
        <w:t>ingerlanneqarnissaanut</w:t>
      </w:r>
      <w:r w:rsidR="00CE02F1" w:rsidRPr="00171408">
        <w:rPr>
          <w:lang w:val="kl-GL"/>
        </w:rPr>
        <w:t xml:space="preserve">. Taamaalillutik </w:t>
      </w:r>
      <w:r w:rsidRPr="00171408">
        <w:rPr>
          <w:lang w:val="kl-GL"/>
        </w:rPr>
        <w:t>Suliassaqartitsinermut minister</w:t>
      </w:r>
      <w:r w:rsidR="00397EAB" w:rsidRPr="00171408">
        <w:rPr>
          <w:lang w:val="kl-GL"/>
        </w:rPr>
        <w:t>eqarfik</w:t>
      </w:r>
      <w:r w:rsidR="00CE02F1" w:rsidRPr="00171408">
        <w:rPr>
          <w:lang w:val="kl-GL"/>
        </w:rPr>
        <w:t xml:space="preserve"> aamma Namminersorlutik Oqartussat suleriaaseq atuuttoq, toqqaannartumik inatsimmik atuuttumik malinninngitsoq, pillugu isumaqatigiipput.</w:t>
      </w:r>
    </w:p>
    <w:p w14:paraId="472027B5" w14:textId="7D840317" w:rsidR="00515200" w:rsidRPr="00171408" w:rsidRDefault="00CE02F1">
      <w:pPr>
        <w:pStyle w:val="AT-Body"/>
        <w:spacing w:line="276" w:lineRule="auto"/>
        <w:rPr>
          <w:lang w:val="kl-GL"/>
        </w:rPr>
      </w:pPr>
      <w:r w:rsidRPr="00171408">
        <w:rPr>
          <w:lang w:val="kl-GL"/>
        </w:rPr>
        <w:t xml:space="preserve">Taamaattumik siunnersuutigineqarpoq </w:t>
      </w:r>
      <w:r w:rsidR="006F6375" w:rsidRPr="00171408">
        <w:rPr>
          <w:lang w:val="kl-GL"/>
        </w:rPr>
        <w:t xml:space="preserve">inatsisitigut </w:t>
      </w:r>
      <w:r w:rsidRPr="00171408">
        <w:rPr>
          <w:lang w:val="kl-GL"/>
        </w:rPr>
        <w:t>tunngavi</w:t>
      </w:r>
      <w:r w:rsidR="00120299" w:rsidRPr="00171408">
        <w:rPr>
          <w:lang w:val="kl-GL"/>
        </w:rPr>
        <w:t>s</w:t>
      </w:r>
      <w:r w:rsidR="006F6375" w:rsidRPr="00171408">
        <w:rPr>
          <w:lang w:val="kl-GL"/>
        </w:rPr>
        <w:t>samik</w:t>
      </w:r>
      <w:r w:rsidRPr="00171408">
        <w:rPr>
          <w:lang w:val="kl-GL"/>
        </w:rPr>
        <w:t xml:space="preserve"> </w:t>
      </w:r>
      <w:r w:rsidR="00E57D98" w:rsidRPr="00171408">
        <w:rPr>
          <w:lang w:val="kl-GL"/>
        </w:rPr>
        <w:t>atuutilersitsinissaq</w:t>
      </w:r>
      <w:r w:rsidRPr="00171408">
        <w:rPr>
          <w:lang w:val="kl-GL"/>
        </w:rPr>
        <w:t>, inatsi</w:t>
      </w:r>
      <w:r w:rsidR="00120299" w:rsidRPr="00171408">
        <w:rPr>
          <w:lang w:val="kl-GL"/>
        </w:rPr>
        <w:t>sinik</w:t>
      </w:r>
      <w:r w:rsidRPr="00171408">
        <w:rPr>
          <w:lang w:val="kl-GL"/>
        </w:rPr>
        <w:t xml:space="preserve"> </w:t>
      </w:r>
      <w:r w:rsidR="00120299" w:rsidRPr="00171408">
        <w:rPr>
          <w:lang w:val="kl-GL"/>
        </w:rPr>
        <w:t xml:space="preserve">atuuttunik </w:t>
      </w:r>
      <w:r w:rsidR="00C11624" w:rsidRPr="00171408">
        <w:rPr>
          <w:lang w:val="kl-GL"/>
        </w:rPr>
        <w:t>aaqqissuussi</w:t>
      </w:r>
      <w:r w:rsidR="006F6375" w:rsidRPr="00171408">
        <w:rPr>
          <w:lang w:val="kl-GL"/>
        </w:rPr>
        <w:t>sussaq</w:t>
      </w:r>
      <w:r w:rsidRPr="00171408">
        <w:rPr>
          <w:lang w:val="kl-GL"/>
        </w:rPr>
        <w:t xml:space="preserve">, tamatuma kingorna </w:t>
      </w:r>
      <w:r w:rsidR="007F7C7C" w:rsidRPr="00171408">
        <w:rPr>
          <w:lang w:val="kl-GL"/>
        </w:rPr>
        <w:t xml:space="preserve">ingiaqatigisaq </w:t>
      </w:r>
      <w:r w:rsidRPr="00171408">
        <w:rPr>
          <w:lang w:val="kl-GL"/>
        </w:rPr>
        <w:t xml:space="preserve">pisariaqartoq akiliunneqarsinnaanngussalluni nakorsamit suliaritinnermut </w:t>
      </w:r>
      <w:r w:rsidR="00545D4A" w:rsidRPr="00171408">
        <w:rPr>
          <w:lang w:val="kl-GL"/>
        </w:rPr>
        <w:t>il.il.</w:t>
      </w:r>
      <w:r w:rsidRPr="00171408">
        <w:rPr>
          <w:lang w:val="kl-GL"/>
        </w:rPr>
        <w:t xml:space="preserve"> atatillugu.</w:t>
      </w:r>
    </w:p>
    <w:p w14:paraId="37A0183B" w14:textId="4C77879C" w:rsidR="00515200" w:rsidRPr="00171408" w:rsidRDefault="00CE02F1">
      <w:pPr>
        <w:pStyle w:val="AT-Body"/>
        <w:spacing w:line="276" w:lineRule="auto"/>
        <w:rPr>
          <w:lang w:val="kl-GL"/>
        </w:rPr>
      </w:pPr>
      <w:r w:rsidRPr="00171408">
        <w:rPr>
          <w:lang w:val="kl-GL"/>
        </w:rPr>
        <w:lastRenderedPageBreak/>
        <w:t xml:space="preserve">Allannguutit kingunerissavaat </w:t>
      </w:r>
      <w:r w:rsidRPr="00171408">
        <w:rPr>
          <w:color w:val="000000"/>
          <w:lang w:val="kl-GL"/>
        </w:rPr>
        <w:t>sulin</w:t>
      </w:r>
      <w:r w:rsidR="00B71A8F" w:rsidRPr="00171408">
        <w:rPr>
          <w:color w:val="000000"/>
          <w:lang w:val="kl-GL"/>
        </w:rPr>
        <w:t>erm</w:t>
      </w:r>
      <w:r w:rsidRPr="00171408">
        <w:rPr>
          <w:color w:val="000000"/>
          <w:lang w:val="kl-GL"/>
        </w:rPr>
        <w:t>i ajoqusernermut isumannaarineq pillugu inatsimmi malittarisassanik assigiilersitsineq</w:t>
      </w:r>
      <w:r w:rsidRPr="00171408">
        <w:rPr>
          <w:lang w:val="kl-GL"/>
        </w:rPr>
        <w:t>.</w:t>
      </w:r>
    </w:p>
    <w:p w14:paraId="13CE623B" w14:textId="5DF74CB1" w:rsidR="00515200" w:rsidRPr="00171408" w:rsidRDefault="00CE02F1">
      <w:pPr>
        <w:pStyle w:val="AT-Body"/>
        <w:spacing w:line="276" w:lineRule="auto"/>
        <w:rPr>
          <w:lang w:val="kl-GL"/>
        </w:rPr>
      </w:pPr>
      <w:r w:rsidRPr="00171408">
        <w:rPr>
          <w:lang w:val="kl-GL"/>
        </w:rPr>
        <w:t>Siunnersuummi § 1, nr. 1</w:t>
      </w:r>
      <w:r w:rsidR="004221A1" w:rsidRPr="00171408">
        <w:rPr>
          <w:lang w:val="kl-GL"/>
        </w:rPr>
        <w:t>9</w:t>
      </w:r>
      <w:r w:rsidRPr="00171408">
        <w:rPr>
          <w:lang w:val="kl-GL"/>
        </w:rPr>
        <w:t xml:space="preserve"> oqaaseqaati</w:t>
      </w:r>
      <w:r w:rsidR="001D57CA" w:rsidRPr="00171408">
        <w:rPr>
          <w:lang w:val="kl-GL"/>
        </w:rPr>
        <w:t>llu</w:t>
      </w:r>
      <w:r w:rsidRPr="00171408">
        <w:rPr>
          <w:lang w:val="kl-GL"/>
        </w:rPr>
        <w:t xml:space="preserve"> innersuussutigineqarput.</w:t>
      </w:r>
    </w:p>
    <w:p w14:paraId="6F9B4041" w14:textId="35B936C8" w:rsidR="00515200" w:rsidRPr="00171408" w:rsidRDefault="00CE02F1">
      <w:pPr>
        <w:pStyle w:val="NormalWeb"/>
        <w:spacing w:line="276" w:lineRule="auto"/>
        <w:rPr>
          <w:lang w:val="kl-GL"/>
        </w:rPr>
      </w:pPr>
      <w:r w:rsidRPr="00171408">
        <w:rPr>
          <w:rStyle w:val="italic1"/>
          <w:rFonts w:ascii="Times New Roman" w:hAnsi="Times New Roman" w:cs="Times New Roman"/>
          <w:b/>
          <w:i w:val="0"/>
          <w:sz w:val="22"/>
          <w:szCs w:val="22"/>
          <w:lang w:val="kl-GL"/>
        </w:rPr>
        <w:t>2.6.</w:t>
      </w:r>
      <w:r w:rsidRPr="00171408">
        <w:rPr>
          <w:rFonts w:ascii="Times New Roman" w:hAnsi="Times New Roman" w:cs="Times New Roman"/>
          <w:b/>
          <w:i/>
          <w:sz w:val="22"/>
          <w:szCs w:val="22"/>
          <w:lang w:val="kl-GL"/>
        </w:rPr>
        <w:t xml:space="preserve"> </w:t>
      </w:r>
      <w:r w:rsidR="006C17D7" w:rsidRPr="00171408">
        <w:rPr>
          <w:rFonts w:ascii="Times New Roman" w:hAnsi="Times New Roman" w:cs="Times New Roman"/>
          <w:b/>
          <w:bCs/>
          <w:sz w:val="22"/>
          <w:szCs w:val="22"/>
          <w:lang w:val="kl-GL"/>
        </w:rPr>
        <w:t xml:space="preserve">Najugaqarfik </w:t>
      </w:r>
      <w:r w:rsidRPr="00171408">
        <w:rPr>
          <w:rFonts w:ascii="Times New Roman" w:hAnsi="Times New Roman" w:cs="Times New Roman"/>
          <w:b/>
          <w:bCs/>
          <w:sz w:val="22"/>
          <w:szCs w:val="22"/>
          <w:lang w:val="kl-GL"/>
        </w:rPr>
        <w:t xml:space="preserve">apeqqutaatinnagu </w:t>
      </w:r>
      <w:r w:rsidR="006F0ABC" w:rsidRPr="00171408">
        <w:rPr>
          <w:rFonts w:ascii="Times New Roman" w:hAnsi="Times New Roman" w:cs="Times New Roman"/>
          <w:b/>
          <w:bCs/>
          <w:sz w:val="22"/>
          <w:szCs w:val="22"/>
          <w:lang w:val="kl-GL"/>
        </w:rPr>
        <w:t xml:space="preserve">naammagittaalliuteqarnissamut </w:t>
      </w:r>
      <w:r w:rsidRPr="00171408">
        <w:rPr>
          <w:rFonts w:ascii="Times New Roman" w:hAnsi="Times New Roman" w:cs="Times New Roman"/>
          <w:b/>
          <w:bCs/>
          <w:sz w:val="22"/>
          <w:szCs w:val="22"/>
          <w:lang w:val="kl-GL"/>
        </w:rPr>
        <w:t xml:space="preserve">piffissarititaasunik </w:t>
      </w:r>
      <w:r w:rsidR="006C17D7" w:rsidRPr="00171408">
        <w:rPr>
          <w:rFonts w:ascii="Times New Roman" w:hAnsi="Times New Roman" w:cs="Times New Roman"/>
          <w:b/>
          <w:bCs/>
          <w:sz w:val="22"/>
          <w:szCs w:val="22"/>
          <w:lang w:val="kl-GL"/>
        </w:rPr>
        <w:t>nalimmassaa</w:t>
      </w:r>
      <w:r w:rsidRPr="00171408">
        <w:rPr>
          <w:rFonts w:ascii="Times New Roman" w:hAnsi="Times New Roman" w:cs="Times New Roman"/>
          <w:b/>
          <w:bCs/>
          <w:sz w:val="22"/>
          <w:szCs w:val="22"/>
          <w:lang w:val="kl-GL"/>
        </w:rPr>
        <w:t>neq</w:t>
      </w:r>
    </w:p>
    <w:p w14:paraId="31FD011D" w14:textId="76D96619" w:rsidR="00515200" w:rsidRPr="00171408" w:rsidRDefault="00CE02F1">
      <w:pPr>
        <w:pStyle w:val="NormalWeb"/>
        <w:spacing w:line="276" w:lineRule="auto"/>
        <w:rPr>
          <w:lang w:val="kl-GL"/>
        </w:rPr>
      </w:pPr>
      <w:r w:rsidRPr="00171408">
        <w:rPr>
          <w:rStyle w:val="italic1"/>
          <w:rFonts w:ascii="Times New Roman" w:hAnsi="Times New Roman" w:cs="Times New Roman"/>
          <w:sz w:val="22"/>
          <w:szCs w:val="22"/>
          <w:lang w:val="kl-GL"/>
        </w:rPr>
        <w:t>2.6.1.</w:t>
      </w:r>
      <w:r w:rsidRPr="00171408">
        <w:rPr>
          <w:rFonts w:ascii="Times New Roman" w:hAnsi="Times New Roman" w:cs="Times New Roman"/>
          <w:sz w:val="22"/>
          <w:szCs w:val="22"/>
          <w:lang w:val="kl-GL"/>
        </w:rPr>
        <w:t xml:space="preserve"> </w:t>
      </w:r>
      <w:r w:rsidRPr="00171408">
        <w:rPr>
          <w:rStyle w:val="italic1"/>
          <w:rFonts w:ascii="Times New Roman" w:hAnsi="Times New Roman" w:cs="Times New Roman"/>
          <w:sz w:val="22"/>
          <w:szCs w:val="22"/>
          <w:lang w:val="kl-GL"/>
        </w:rPr>
        <w:t>Inatsisit atuuttut</w:t>
      </w:r>
      <w:r w:rsidRPr="00171408">
        <w:rPr>
          <w:rFonts w:ascii="Times New Roman" w:hAnsi="Times New Roman" w:cs="Times New Roman"/>
          <w:sz w:val="22"/>
          <w:szCs w:val="22"/>
          <w:lang w:val="kl-GL"/>
        </w:rPr>
        <w:br/>
        <w:t xml:space="preserve">Ajutoornerit pillugit suliani sillimmasiisarfimmut, inuussutissarsiornermi nappaatit pillugit Arbejdsmarkedets Tillægspensionip siulersuisuinut </w:t>
      </w:r>
      <w:r w:rsidR="00C3269E" w:rsidRPr="00171408">
        <w:rPr>
          <w:rFonts w:ascii="Times New Roman" w:hAnsi="Times New Roman" w:cs="Times New Roman"/>
          <w:sz w:val="22"/>
          <w:szCs w:val="22"/>
          <w:lang w:val="kl-GL"/>
        </w:rPr>
        <w:t>aamma</w:t>
      </w:r>
      <w:r w:rsidRPr="00171408">
        <w:rPr>
          <w:rFonts w:ascii="Times New Roman" w:hAnsi="Times New Roman" w:cs="Times New Roman"/>
          <w:sz w:val="22"/>
          <w:szCs w:val="22"/>
          <w:lang w:val="kl-GL"/>
        </w:rPr>
        <w:t xml:space="preserve"> sulin</w:t>
      </w:r>
      <w:r w:rsidR="00B4354F" w:rsidRPr="00171408">
        <w:rPr>
          <w:rFonts w:ascii="Times New Roman" w:hAnsi="Times New Roman" w:cs="Times New Roman"/>
          <w:sz w:val="22"/>
          <w:szCs w:val="22"/>
          <w:lang w:val="kl-GL"/>
        </w:rPr>
        <w:t>erm</w:t>
      </w:r>
      <w:r w:rsidRPr="00171408">
        <w:rPr>
          <w:rFonts w:ascii="Times New Roman" w:hAnsi="Times New Roman" w:cs="Times New Roman"/>
          <w:sz w:val="22"/>
          <w:szCs w:val="22"/>
          <w:lang w:val="kl-GL"/>
        </w:rPr>
        <w:t xml:space="preserve">i ajoqusernernut akuersaarnerit pillugit aalajangiinernut sulisitsisumut Arbejdsmarkedets Erhvervssikringip aalajangiineri pillugit </w:t>
      </w:r>
      <w:r w:rsidR="003431DA" w:rsidRPr="00171408">
        <w:rPr>
          <w:rFonts w:ascii="Times New Roman" w:hAnsi="Times New Roman" w:cs="Times New Roman"/>
          <w:sz w:val="22"/>
          <w:szCs w:val="22"/>
          <w:lang w:val="kl-GL"/>
        </w:rPr>
        <w:t xml:space="preserve">naammagittaalliuteqarnissamut </w:t>
      </w:r>
      <w:r w:rsidR="00D155E5" w:rsidRPr="00171408">
        <w:rPr>
          <w:rFonts w:ascii="Times New Roman" w:hAnsi="Times New Roman" w:cs="Times New Roman"/>
          <w:sz w:val="22"/>
          <w:szCs w:val="22"/>
          <w:lang w:val="kl-GL"/>
        </w:rPr>
        <w:t xml:space="preserve">piffissarititaavoq </w:t>
      </w:r>
      <w:r w:rsidRPr="00171408">
        <w:rPr>
          <w:rFonts w:ascii="Times New Roman" w:hAnsi="Times New Roman" w:cs="Times New Roman"/>
          <w:sz w:val="22"/>
          <w:szCs w:val="22"/>
          <w:lang w:val="kl-GL"/>
        </w:rPr>
        <w:t xml:space="preserve">sapaatit akunneri sisamat, tak. inatsimmi § 49, imm. 2, oqaaseqatigiit </w:t>
      </w:r>
      <w:r w:rsidR="00A14BE7" w:rsidRPr="00171408">
        <w:rPr>
          <w:rFonts w:ascii="Times New Roman" w:hAnsi="Times New Roman" w:cs="Times New Roman"/>
          <w:sz w:val="22"/>
          <w:szCs w:val="22"/>
          <w:lang w:val="kl-GL"/>
        </w:rPr>
        <w:t>siulliat</w:t>
      </w:r>
      <w:r w:rsidRPr="00171408">
        <w:rPr>
          <w:rFonts w:ascii="Times New Roman" w:hAnsi="Times New Roman" w:cs="Times New Roman"/>
          <w:sz w:val="22"/>
          <w:szCs w:val="22"/>
          <w:lang w:val="kl-GL"/>
        </w:rPr>
        <w:t>.</w:t>
      </w:r>
    </w:p>
    <w:p w14:paraId="522086FB" w14:textId="556BE916" w:rsidR="00515200" w:rsidRPr="00171408" w:rsidRDefault="00CE02F1">
      <w:pPr>
        <w:pStyle w:val="NormalWeb"/>
        <w:spacing w:line="276" w:lineRule="auto"/>
        <w:rPr>
          <w:rFonts w:ascii="Times New Roman" w:hAnsi="Times New Roman"/>
          <w:lang w:val="kl-GL"/>
        </w:rPr>
      </w:pPr>
      <w:r w:rsidRPr="00171408">
        <w:rPr>
          <w:rFonts w:ascii="Times New Roman" w:hAnsi="Times New Roman" w:cs="Times New Roman"/>
          <w:sz w:val="22"/>
          <w:szCs w:val="22"/>
          <w:lang w:val="kl-GL"/>
        </w:rPr>
        <w:t xml:space="preserve">Ajoqusertunut imaluunniit </w:t>
      </w:r>
      <w:r w:rsidR="00D02F12" w:rsidRPr="00171408">
        <w:rPr>
          <w:rFonts w:ascii="Times New Roman" w:hAnsi="Times New Roman" w:cs="Times New Roman"/>
          <w:sz w:val="22"/>
          <w:szCs w:val="22"/>
          <w:lang w:val="kl-GL"/>
        </w:rPr>
        <w:t>qimagaas</w:t>
      </w:r>
      <w:r w:rsidRPr="00171408">
        <w:rPr>
          <w:rFonts w:ascii="Times New Roman" w:hAnsi="Times New Roman" w:cs="Times New Roman"/>
          <w:sz w:val="22"/>
          <w:szCs w:val="22"/>
          <w:lang w:val="kl-GL"/>
        </w:rPr>
        <w:t xml:space="preserve">unut, </w:t>
      </w:r>
      <w:r w:rsidR="00B30859" w:rsidRPr="00171408">
        <w:rPr>
          <w:rFonts w:ascii="Times New Roman" w:hAnsi="Times New Roman" w:cs="Times New Roman"/>
          <w:sz w:val="22"/>
          <w:szCs w:val="22"/>
          <w:lang w:val="kl-GL"/>
        </w:rPr>
        <w:t>naammagittaalliuteqarnissamut</w:t>
      </w:r>
      <w:r w:rsidR="00BE05DA" w:rsidRPr="00171408">
        <w:rPr>
          <w:rFonts w:ascii="Times New Roman" w:hAnsi="Times New Roman" w:cs="Times New Roman"/>
          <w:sz w:val="22"/>
          <w:szCs w:val="22"/>
          <w:lang w:val="kl-GL"/>
        </w:rPr>
        <w:t xml:space="preserve"> piffissarititaavoq</w:t>
      </w:r>
      <w:r w:rsidR="00B30859" w:rsidRPr="00171408">
        <w:rPr>
          <w:rFonts w:ascii="Times New Roman" w:hAnsi="Times New Roman" w:cs="Times New Roman"/>
          <w:sz w:val="22"/>
          <w:szCs w:val="22"/>
          <w:lang w:val="kl-GL"/>
        </w:rPr>
        <w:t xml:space="preserve"> </w:t>
      </w:r>
      <w:r w:rsidRPr="00171408">
        <w:rPr>
          <w:rFonts w:ascii="Times New Roman" w:hAnsi="Times New Roman" w:cs="Times New Roman"/>
          <w:sz w:val="22"/>
          <w:szCs w:val="22"/>
          <w:lang w:val="kl-GL"/>
        </w:rPr>
        <w:t xml:space="preserve">sapaatit akunneri arfinillit, tak. inatsimmi § 49, imm. 2, oqaaseqatigiit </w:t>
      </w:r>
      <w:r w:rsidR="00A14BE7" w:rsidRPr="00171408">
        <w:rPr>
          <w:rFonts w:ascii="Times New Roman" w:hAnsi="Times New Roman" w:cs="Times New Roman"/>
          <w:sz w:val="22"/>
          <w:szCs w:val="22"/>
          <w:lang w:val="kl-GL"/>
        </w:rPr>
        <w:t>aappaat</w:t>
      </w:r>
      <w:r w:rsidRPr="00171408">
        <w:rPr>
          <w:rFonts w:ascii="Times New Roman" w:hAnsi="Times New Roman" w:cs="Times New Roman"/>
          <w:sz w:val="22"/>
          <w:szCs w:val="22"/>
          <w:lang w:val="kl-GL"/>
        </w:rPr>
        <w:t xml:space="preserve">. Ajoqusertoq imaluunniit </w:t>
      </w:r>
      <w:r w:rsidR="00D02F12" w:rsidRPr="00171408">
        <w:rPr>
          <w:rFonts w:ascii="Times New Roman" w:hAnsi="Times New Roman" w:cs="Times New Roman"/>
          <w:sz w:val="22"/>
          <w:szCs w:val="22"/>
          <w:lang w:val="kl-GL"/>
        </w:rPr>
        <w:t>qimagaas</w:t>
      </w:r>
      <w:r w:rsidRPr="00171408">
        <w:rPr>
          <w:rFonts w:ascii="Times New Roman" w:hAnsi="Times New Roman" w:cs="Times New Roman"/>
          <w:sz w:val="22"/>
          <w:szCs w:val="22"/>
          <w:lang w:val="kl-GL"/>
        </w:rPr>
        <w:t xml:space="preserve">ut Europap avataaniippata, </w:t>
      </w:r>
      <w:r w:rsidR="00B30859" w:rsidRPr="00171408">
        <w:rPr>
          <w:rFonts w:ascii="Times New Roman" w:hAnsi="Times New Roman" w:cs="Times New Roman"/>
          <w:sz w:val="22"/>
          <w:szCs w:val="22"/>
          <w:lang w:val="kl-GL"/>
        </w:rPr>
        <w:t xml:space="preserve">naammagittaalliuteqarnissamut </w:t>
      </w:r>
      <w:r w:rsidR="008021A8" w:rsidRPr="00171408">
        <w:rPr>
          <w:rFonts w:ascii="Times New Roman" w:hAnsi="Times New Roman" w:cs="Times New Roman"/>
          <w:sz w:val="22"/>
          <w:szCs w:val="22"/>
          <w:lang w:val="kl-GL"/>
        </w:rPr>
        <w:t xml:space="preserve">piffissarititaavoq </w:t>
      </w:r>
      <w:r w:rsidRPr="00171408">
        <w:rPr>
          <w:rFonts w:ascii="Times New Roman" w:hAnsi="Times New Roman" w:cs="Times New Roman"/>
          <w:sz w:val="22"/>
          <w:szCs w:val="22"/>
          <w:lang w:val="kl-GL"/>
        </w:rPr>
        <w:t xml:space="preserve">qaammatit pingasut, tak. inatsimmi § 49, imm. 2, oqaaseqatigiit </w:t>
      </w:r>
      <w:r w:rsidR="00A14BE7" w:rsidRPr="00171408">
        <w:rPr>
          <w:rFonts w:ascii="Times New Roman" w:hAnsi="Times New Roman" w:cs="Times New Roman"/>
          <w:sz w:val="22"/>
          <w:szCs w:val="22"/>
          <w:lang w:val="kl-GL"/>
        </w:rPr>
        <w:t>pingajuat</w:t>
      </w:r>
      <w:r w:rsidRPr="00171408">
        <w:rPr>
          <w:rFonts w:ascii="Times New Roman" w:hAnsi="Times New Roman" w:cs="Times New Roman"/>
          <w:sz w:val="22"/>
          <w:szCs w:val="22"/>
          <w:lang w:val="kl-GL"/>
        </w:rPr>
        <w:t>.</w:t>
      </w:r>
    </w:p>
    <w:p w14:paraId="44E73608" w14:textId="1BBAEB59" w:rsidR="00515200" w:rsidRPr="00171408" w:rsidRDefault="00CE02F1">
      <w:pPr>
        <w:pStyle w:val="NormalWeb"/>
        <w:spacing w:line="276" w:lineRule="auto"/>
        <w:rPr>
          <w:rFonts w:ascii="Times New Roman" w:hAnsi="Times New Roman"/>
          <w:lang w:val="kl-GL"/>
        </w:rPr>
      </w:pPr>
      <w:r w:rsidRPr="00171408">
        <w:rPr>
          <w:rFonts w:ascii="Times New Roman" w:hAnsi="Times New Roman" w:cs="Times New Roman"/>
          <w:sz w:val="22"/>
          <w:szCs w:val="22"/>
          <w:lang w:val="kl-GL"/>
        </w:rPr>
        <w:t xml:space="preserve">Europap avataaniinnermi </w:t>
      </w:r>
      <w:r w:rsidR="008C0281" w:rsidRPr="00171408">
        <w:rPr>
          <w:rFonts w:ascii="Times New Roman" w:hAnsi="Times New Roman" w:cs="Times New Roman"/>
          <w:sz w:val="22"/>
          <w:szCs w:val="22"/>
          <w:lang w:val="kl-GL"/>
        </w:rPr>
        <w:t>naammagittaalliuteqarnissamut piffissarititaq</w:t>
      </w:r>
      <w:r w:rsidR="009860E3" w:rsidRPr="00171408">
        <w:rPr>
          <w:rFonts w:ascii="Times New Roman" w:hAnsi="Times New Roman" w:cs="Times New Roman"/>
          <w:sz w:val="22"/>
          <w:szCs w:val="22"/>
          <w:lang w:val="kl-GL"/>
        </w:rPr>
        <w:t xml:space="preserve"> sivitsuga</w:t>
      </w:r>
      <w:r w:rsidR="00564A66" w:rsidRPr="00171408">
        <w:rPr>
          <w:rFonts w:ascii="Times New Roman" w:hAnsi="Times New Roman" w:cs="Times New Roman"/>
          <w:sz w:val="22"/>
          <w:szCs w:val="22"/>
          <w:lang w:val="kl-GL"/>
        </w:rPr>
        <w:t>asoq</w:t>
      </w:r>
      <w:r w:rsidR="008C0281" w:rsidRPr="00171408">
        <w:rPr>
          <w:rFonts w:ascii="Times New Roman" w:hAnsi="Times New Roman" w:cs="Times New Roman"/>
          <w:sz w:val="22"/>
          <w:szCs w:val="22"/>
          <w:lang w:val="kl-GL"/>
        </w:rPr>
        <w:t xml:space="preserve"> </w:t>
      </w:r>
      <w:r w:rsidR="00564A66" w:rsidRPr="00171408">
        <w:rPr>
          <w:rFonts w:ascii="Times New Roman" w:hAnsi="Times New Roman" w:cs="Times New Roman"/>
          <w:sz w:val="22"/>
          <w:szCs w:val="22"/>
          <w:lang w:val="kl-GL"/>
        </w:rPr>
        <w:t>qaammatit pingasu</w:t>
      </w:r>
      <w:r w:rsidR="00B81BD0" w:rsidRPr="00171408">
        <w:rPr>
          <w:rFonts w:ascii="Times New Roman" w:hAnsi="Times New Roman" w:cs="Times New Roman"/>
          <w:sz w:val="22"/>
          <w:szCs w:val="22"/>
          <w:lang w:val="kl-GL"/>
        </w:rPr>
        <w:t>nu</w:t>
      </w:r>
      <w:r w:rsidR="00564A66" w:rsidRPr="00171408">
        <w:rPr>
          <w:rFonts w:ascii="Times New Roman" w:hAnsi="Times New Roman" w:cs="Times New Roman"/>
          <w:sz w:val="22"/>
          <w:szCs w:val="22"/>
          <w:lang w:val="kl-GL"/>
        </w:rPr>
        <w:t>t</w:t>
      </w:r>
      <w:r w:rsidRPr="00171408">
        <w:rPr>
          <w:rFonts w:ascii="Times New Roman" w:hAnsi="Times New Roman" w:cs="Times New Roman"/>
          <w:sz w:val="22"/>
          <w:szCs w:val="22"/>
          <w:lang w:val="kl-GL"/>
        </w:rPr>
        <w:t xml:space="preserve"> inatsisikkut nr. 1528, 21. december 2010-meersukkut</w:t>
      </w:r>
      <w:r w:rsidR="00B81BD0" w:rsidRPr="00171408">
        <w:rPr>
          <w:rFonts w:ascii="Times New Roman" w:hAnsi="Times New Roman" w:cs="Times New Roman"/>
          <w:sz w:val="22"/>
          <w:szCs w:val="22"/>
          <w:lang w:val="kl-GL"/>
        </w:rPr>
        <w:t xml:space="preserve"> inatsimmut ikkunneqarpoq</w:t>
      </w:r>
      <w:r w:rsidRPr="00171408">
        <w:rPr>
          <w:rFonts w:ascii="Times New Roman" w:hAnsi="Times New Roman" w:cs="Times New Roman"/>
          <w:sz w:val="22"/>
          <w:szCs w:val="22"/>
          <w:lang w:val="kl-GL"/>
        </w:rPr>
        <w:t xml:space="preserve">. Inatsisikkut siusinnerusukkut peqqussummi aalajangersagaq ingerlateqqinneqarpoq, piareersarluni suliarinninnerup tamanna </w:t>
      </w:r>
      <w:r w:rsidR="007C5DBB" w:rsidRPr="00171408">
        <w:rPr>
          <w:rFonts w:ascii="Times New Roman" w:hAnsi="Times New Roman" w:cs="Times New Roman"/>
          <w:sz w:val="22"/>
          <w:szCs w:val="22"/>
          <w:lang w:val="kl-GL"/>
        </w:rPr>
        <w:t xml:space="preserve">ilanngullugu </w:t>
      </w:r>
      <w:r w:rsidRPr="00171408">
        <w:rPr>
          <w:rFonts w:ascii="Times New Roman" w:hAnsi="Times New Roman" w:cs="Times New Roman"/>
          <w:sz w:val="22"/>
          <w:szCs w:val="22"/>
          <w:lang w:val="kl-GL"/>
        </w:rPr>
        <w:t xml:space="preserve">kingunerigaa, tak. Folketingstidende A 2010-11, L 6 saqqummiunneqartutut ulloq 6. oktober 2010, qupperneq 34, aalajangersagaq </w:t>
      </w:r>
      <w:r w:rsidR="00421C4B" w:rsidRPr="00171408">
        <w:rPr>
          <w:rFonts w:ascii="Times New Roman" w:hAnsi="Times New Roman" w:cs="Times New Roman"/>
          <w:sz w:val="22"/>
          <w:szCs w:val="22"/>
          <w:lang w:val="kl-GL"/>
        </w:rPr>
        <w:t xml:space="preserve">naammagittaalliuteqarnissamut </w:t>
      </w:r>
      <w:r w:rsidRPr="00171408">
        <w:rPr>
          <w:rFonts w:ascii="Times New Roman" w:hAnsi="Times New Roman" w:cs="Times New Roman"/>
          <w:sz w:val="22"/>
          <w:szCs w:val="22"/>
          <w:lang w:val="kl-GL"/>
        </w:rPr>
        <w:t>piffissarititaasut pillugit malittarisassanut assingusoq, sulin</w:t>
      </w:r>
      <w:r w:rsidR="00421C4B" w:rsidRPr="00171408">
        <w:rPr>
          <w:rFonts w:ascii="Times New Roman" w:hAnsi="Times New Roman" w:cs="Times New Roman"/>
          <w:sz w:val="22"/>
          <w:szCs w:val="22"/>
          <w:lang w:val="kl-GL"/>
        </w:rPr>
        <w:t>erm</w:t>
      </w:r>
      <w:r w:rsidRPr="00171408">
        <w:rPr>
          <w:rFonts w:ascii="Times New Roman" w:hAnsi="Times New Roman" w:cs="Times New Roman"/>
          <w:sz w:val="22"/>
          <w:szCs w:val="22"/>
          <w:lang w:val="kl-GL"/>
        </w:rPr>
        <w:t xml:space="preserve">i ajoqusernermut isumannaarineq pillugu inatsisini siullerniit </w:t>
      </w:r>
      <w:r w:rsidR="0005247A" w:rsidRPr="00171408">
        <w:rPr>
          <w:rFonts w:ascii="Times New Roman" w:hAnsi="Times New Roman" w:cs="Times New Roman"/>
          <w:sz w:val="22"/>
          <w:szCs w:val="22"/>
          <w:lang w:val="kl-GL"/>
        </w:rPr>
        <w:t>pilersinneqartoq</w:t>
      </w:r>
      <w:r w:rsidRPr="00171408">
        <w:rPr>
          <w:rFonts w:ascii="Times New Roman" w:hAnsi="Times New Roman" w:cs="Times New Roman"/>
          <w:sz w:val="22"/>
          <w:szCs w:val="22"/>
          <w:lang w:val="kl-GL"/>
        </w:rPr>
        <w:t>.</w:t>
      </w:r>
    </w:p>
    <w:p w14:paraId="7510AB7E" w14:textId="25FFBF90" w:rsidR="00515200" w:rsidRPr="00171408" w:rsidRDefault="00CE02F1">
      <w:pPr>
        <w:pStyle w:val="NormalWeb"/>
        <w:spacing w:line="276" w:lineRule="auto"/>
        <w:rPr>
          <w:lang w:val="kl-GL"/>
        </w:rPr>
      </w:pPr>
      <w:r w:rsidRPr="00171408">
        <w:rPr>
          <w:rStyle w:val="italic1"/>
          <w:rFonts w:ascii="Times New Roman" w:hAnsi="Times New Roman" w:cs="Times New Roman"/>
          <w:sz w:val="22"/>
          <w:szCs w:val="22"/>
          <w:lang w:val="kl-GL"/>
        </w:rPr>
        <w:t>2.6.2.</w:t>
      </w:r>
      <w:r w:rsidRPr="00171408">
        <w:rPr>
          <w:rFonts w:ascii="Times New Roman" w:hAnsi="Times New Roman" w:cs="Times New Roman"/>
          <w:sz w:val="22"/>
          <w:szCs w:val="22"/>
          <w:lang w:val="kl-GL"/>
        </w:rPr>
        <w:t xml:space="preserve"> </w:t>
      </w:r>
      <w:r w:rsidR="00CB242C" w:rsidRPr="00171408">
        <w:rPr>
          <w:rStyle w:val="italic1"/>
          <w:rFonts w:ascii="Times New Roman" w:hAnsi="Times New Roman" w:cs="Times New Roman"/>
          <w:sz w:val="22"/>
          <w:szCs w:val="22"/>
          <w:lang w:val="kl-GL"/>
        </w:rPr>
        <w:t>Suliassaqartitsinermut minister</w:t>
      </w:r>
      <w:r w:rsidR="00D13F03" w:rsidRPr="00171408">
        <w:rPr>
          <w:rStyle w:val="italic1"/>
          <w:rFonts w:ascii="Times New Roman" w:hAnsi="Times New Roman" w:cs="Times New Roman"/>
          <w:sz w:val="22"/>
          <w:szCs w:val="22"/>
          <w:lang w:val="kl-GL"/>
        </w:rPr>
        <w:t xml:space="preserve">eqarfiup </w:t>
      </w:r>
      <w:r w:rsidRPr="00171408">
        <w:rPr>
          <w:rStyle w:val="italic1"/>
          <w:rFonts w:ascii="Times New Roman" w:hAnsi="Times New Roman" w:cs="Times New Roman"/>
          <w:sz w:val="22"/>
          <w:szCs w:val="22"/>
          <w:lang w:val="kl-GL"/>
        </w:rPr>
        <w:t>isumaliuutersuutai aamma aaqqissuussineq siunnersuutigineqartoq</w:t>
      </w:r>
      <w:r w:rsidRPr="00171408">
        <w:rPr>
          <w:rFonts w:ascii="Times New Roman" w:hAnsi="Times New Roman" w:cs="Times New Roman"/>
          <w:sz w:val="22"/>
          <w:szCs w:val="22"/>
          <w:lang w:val="kl-GL"/>
        </w:rPr>
        <w:br/>
        <w:t xml:space="preserve">Aalajangiinerit aamma </w:t>
      </w:r>
      <w:r w:rsidR="000654EB" w:rsidRPr="00171408">
        <w:rPr>
          <w:rFonts w:ascii="Times New Roman" w:hAnsi="Times New Roman" w:cs="Times New Roman"/>
          <w:sz w:val="22"/>
          <w:szCs w:val="22"/>
          <w:lang w:val="kl-GL"/>
        </w:rPr>
        <w:t>naammagittaalli</w:t>
      </w:r>
      <w:r w:rsidRPr="00171408">
        <w:rPr>
          <w:rFonts w:ascii="Times New Roman" w:hAnsi="Times New Roman" w:cs="Times New Roman"/>
          <w:sz w:val="22"/>
          <w:szCs w:val="22"/>
          <w:lang w:val="kl-GL"/>
        </w:rPr>
        <w:t>utit siornatigut taamaallaat allakkatigut nassiunneqartarput, taamaattumi</w:t>
      </w:r>
      <w:r w:rsidR="004E2C9B" w:rsidRPr="00171408">
        <w:rPr>
          <w:rFonts w:ascii="Times New Roman" w:hAnsi="Times New Roman" w:cs="Times New Roman"/>
          <w:sz w:val="22"/>
          <w:szCs w:val="22"/>
          <w:lang w:val="kl-GL"/>
        </w:rPr>
        <w:t>llu</w:t>
      </w:r>
      <w:r w:rsidRPr="00171408">
        <w:rPr>
          <w:rFonts w:ascii="Times New Roman" w:hAnsi="Times New Roman" w:cs="Times New Roman"/>
          <w:sz w:val="22"/>
          <w:szCs w:val="22"/>
          <w:lang w:val="kl-GL"/>
        </w:rPr>
        <w:t xml:space="preserve"> ajoqusertut imaluunniit </w:t>
      </w:r>
      <w:r w:rsidR="00D02F12" w:rsidRPr="00171408">
        <w:rPr>
          <w:rFonts w:ascii="Times New Roman" w:hAnsi="Times New Roman" w:cs="Times New Roman"/>
          <w:sz w:val="22"/>
          <w:szCs w:val="22"/>
          <w:lang w:val="kl-GL"/>
        </w:rPr>
        <w:t>qimagaas</w:t>
      </w:r>
      <w:r w:rsidRPr="00171408">
        <w:rPr>
          <w:rFonts w:ascii="Times New Roman" w:hAnsi="Times New Roman" w:cs="Times New Roman"/>
          <w:sz w:val="22"/>
          <w:szCs w:val="22"/>
          <w:lang w:val="kl-GL"/>
        </w:rPr>
        <w:t>ut sumiiffii apeqqutaasarlutik, qanoq pilertortigisumik pineqartut aamma Arbejdsmarkedets Erhvervssikringip akornanni attaveqa</w:t>
      </w:r>
      <w:r w:rsidR="004E2C9B" w:rsidRPr="00171408">
        <w:rPr>
          <w:rFonts w:ascii="Times New Roman" w:hAnsi="Times New Roman" w:cs="Times New Roman"/>
          <w:sz w:val="22"/>
          <w:szCs w:val="22"/>
          <w:lang w:val="kl-GL"/>
        </w:rPr>
        <w:t>qa</w:t>
      </w:r>
      <w:r w:rsidRPr="00171408">
        <w:rPr>
          <w:rFonts w:ascii="Times New Roman" w:hAnsi="Times New Roman" w:cs="Times New Roman"/>
          <w:sz w:val="22"/>
          <w:szCs w:val="22"/>
          <w:lang w:val="kl-GL"/>
        </w:rPr>
        <w:t xml:space="preserve">tigiinnerup ingerlanneqarsinnaasarneranut. Ullumikkut ajoqusertumut imaluunniit </w:t>
      </w:r>
      <w:r w:rsidR="00D02F12" w:rsidRPr="00171408">
        <w:rPr>
          <w:rFonts w:ascii="Times New Roman" w:hAnsi="Times New Roman" w:cs="Times New Roman"/>
          <w:sz w:val="22"/>
          <w:szCs w:val="22"/>
          <w:lang w:val="kl-GL"/>
        </w:rPr>
        <w:t>qimagaas</w:t>
      </w:r>
      <w:r w:rsidRPr="00171408">
        <w:rPr>
          <w:rFonts w:ascii="Times New Roman" w:hAnsi="Times New Roman" w:cs="Times New Roman"/>
          <w:sz w:val="22"/>
          <w:szCs w:val="22"/>
          <w:lang w:val="kl-GL"/>
        </w:rPr>
        <w:t xml:space="preserve">unut suli periarfissaavoq allakkatigut </w:t>
      </w:r>
      <w:r w:rsidR="000654EB" w:rsidRPr="00171408">
        <w:rPr>
          <w:rFonts w:ascii="Times New Roman" w:hAnsi="Times New Roman" w:cs="Times New Roman"/>
          <w:sz w:val="22"/>
          <w:szCs w:val="22"/>
          <w:lang w:val="kl-GL"/>
        </w:rPr>
        <w:t>naammagittaalli</w:t>
      </w:r>
      <w:r w:rsidRPr="00171408">
        <w:rPr>
          <w:rFonts w:ascii="Times New Roman" w:hAnsi="Times New Roman" w:cs="Times New Roman"/>
          <w:sz w:val="22"/>
          <w:szCs w:val="22"/>
          <w:lang w:val="kl-GL"/>
        </w:rPr>
        <w:t xml:space="preserve">uteqarnissaq, </w:t>
      </w:r>
      <w:r w:rsidR="00C3269E" w:rsidRPr="00171408">
        <w:rPr>
          <w:rFonts w:ascii="Times New Roman" w:hAnsi="Times New Roman" w:cs="Times New Roman"/>
          <w:sz w:val="22"/>
          <w:szCs w:val="22"/>
          <w:lang w:val="kl-GL"/>
        </w:rPr>
        <w:t>aamma</w:t>
      </w:r>
      <w:r w:rsidRPr="00171408">
        <w:rPr>
          <w:rFonts w:ascii="Times New Roman" w:hAnsi="Times New Roman" w:cs="Times New Roman"/>
          <w:sz w:val="22"/>
          <w:szCs w:val="22"/>
          <w:lang w:val="kl-GL"/>
        </w:rPr>
        <w:t xml:space="preserve"> </w:t>
      </w:r>
      <w:r w:rsidR="00C578DE" w:rsidRPr="00171408">
        <w:rPr>
          <w:rFonts w:ascii="Times New Roman" w:hAnsi="Times New Roman" w:cs="Times New Roman"/>
          <w:sz w:val="22"/>
          <w:szCs w:val="22"/>
          <w:lang w:val="kl-GL"/>
        </w:rPr>
        <w:t xml:space="preserve">periarfissaalerpoq </w:t>
      </w:r>
      <w:r w:rsidRPr="00171408">
        <w:rPr>
          <w:rFonts w:ascii="Times New Roman" w:hAnsi="Times New Roman" w:cs="Times New Roman"/>
          <w:sz w:val="22"/>
          <w:szCs w:val="22"/>
          <w:lang w:val="kl-GL"/>
        </w:rPr>
        <w:t>oqartussaqarfinnut attaveqa</w:t>
      </w:r>
      <w:r w:rsidR="00C578DE" w:rsidRPr="00171408">
        <w:rPr>
          <w:rFonts w:ascii="Times New Roman" w:hAnsi="Times New Roman" w:cs="Times New Roman"/>
          <w:sz w:val="22"/>
          <w:szCs w:val="22"/>
          <w:lang w:val="kl-GL"/>
        </w:rPr>
        <w:t>qatigiin</w:t>
      </w:r>
      <w:r w:rsidRPr="00171408">
        <w:rPr>
          <w:rFonts w:ascii="Times New Roman" w:hAnsi="Times New Roman" w:cs="Times New Roman"/>
          <w:sz w:val="22"/>
          <w:szCs w:val="22"/>
          <w:lang w:val="kl-GL"/>
        </w:rPr>
        <w:t>nermi allakkat digital</w:t>
      </w:r>
      <w:r w:rsidR="00C578DE" w:rsidRPr="00171408">
        <w:rPr>
          <w:rFonts w:ascii="Times New Roman" w:hAnsi="Times New Roman" w:cs="Times New Roman"/>
          <w:sz w:val="22"/>
          <w:szCs w:val="22"/>
          <w:lang w:val="kl-GL"/>
        </w:rPr>
        <w:t>iusut</w:t>
      </w:r>
      <w:r w:rsidRPr="00171408">
        <w:rPr>
          <w:rFonts w:ascii="Times New Roman" w:hAnsi="Times New Roman" w:cs="Times New Roman"/>
          <w:sz w:val="22"/>
          <w:szCs w:val="22"/>
          <w:lang w:val="kl-GL"/>
        </w:rPr>
        <w:t xml:space="preserve"> aamma e-mailit atussallugit. Taamaalilluni ajoqusertup imaluunniit </w:t>
      </w:r>
      <w:r w:rsidR="00D02F12" w:rsidRPr="00171408">
        <w:rPr>
          <w:rFonts w:ascii="Times New Roman" w:hAnsi="Times New Roman" w:cs="Times New Roman"/>
          <w:sz w:val="22"/>
          <w:szCs w:val="22"/>
          <w:lang w:val="kl-GL"/>
        </w:rPr>
        <w:t>qimagaas</w:t>
      </w:r>
      <w:r w:rsidRPr="00171408">
        <w:rPr>
          <w:rFonts w:ascii="Times New Roman" w:hAnsi="Times New Roman" w:cs="Times New Roman"/>
          <w:sz w:val="22"/>
          <w:szCs w:val="22"/>
          <w:lang w:val="kl-GL"/>
        </w:rPr>
        <w:t xml:space="preserve">up Europap avataani inissisimanera </w:t>
      </w:r>
      <w:r w:rsidR="001B6F07" w:rsidRPr="00171408">
        <w:rPr>
          <w:rFonts w:ascii="Times New Roman" w:hAnsi="Times New Roman" w:cs="Times New Roman"/>
          <w:sz w:val="22"/>
          <w:szCs w:val="22"/>
          <w:lang w:val="kl-GL"/>
        </w:rPr>
        <w:t>apeqqutaajunnaarpoq</w:t>
      </w:r>
      <w:r w:rsidRPr="00171408">
        <w:rPr>
          <w:rFonts w:ascii="Times New Roman" w:hAnsi="Times New Roman" w:cs="Times New Roman"/>
          <w:sz w:val="22"/>
          <w:szCs w:val="22"/>
          <w:lang w:val="kl-GL"/>
        </w:rPr>
        <w:t xml:space="preserve">, qanoq sukkatigisumik aalajangiinerup imaluunniit </w:t>
      </w:r>
      <w:r w:rsidR="000654EB" w:rsidRPr="00171408">
        <w:rPr>
          <w:rFonts w:ascii="Times New Roman" w:hAnsi="Times New Roman" w:cs="Times New Roman"/>
          <w:sz w:val="22"/>
          <w:szCs w:val="22"/>
          <w:lang w:val="kl-GL"/>
        </w:rPr>
        <w:t>naammagittaalli</w:t>
      </w:r>
      <w:r w:rsidRPr="00171408">
        <w:rPr>
          <w:rFonts w:ascii="Times New Roman" w:hAnsi="Times New Roman" w:cs="Times New Roman"/>
          <w:sz w:val="22"/>
          <w:szCs w:val="22"/>
          <w:lang w:val="kl-GL"/>
        </w:rPr>
        <w:t>uteqarnerup anngunnissaanut. Inuiaqatigiinni digitalinngorsaanerup aamma pisortani attaveqa</w:t>
      </w:r>
      <w:r w:rsidR="000D0243" w:rsidRPr="00171408">
        <w:rPr>
          <w:rFonts w:ascii="Times New Roman" w:hAnsi="Times New Roman" w:cs="Times New Roman"/>
          <w:sz w:val="22"/>
          <w:szCs w:val="22"/>
          <w:lang w:val="kl-GL"/>
        </w:rPr>
        <w:t>qa</w:t>
      </w:r>
      <w:r w:rsidRPr="00171408">
        <w:rPr>
          <w:rFonts w:ascii="Times New Roman" w:hAnsi="Times New Roman" w:cs="Times New Roman"/>
          <w:sz w:val="22"/>
          <w:szCs w:val="22"/>
          <w:lang w:val="kl-GL"/>
        </w:rPr>
        <w:t xml:space="preserve">tigiinnerup </w:t>
      </w:r>
      <w:r w:rsidR="000D0243" w:rsidRPr="00171408">
        <w:rPr>
          <w:rFonts w:ascii="Times New Roman" w:hAnsi="Times New Roman" w:cs="Times New Roman"/>
          <w:sz w:val="22"/>
          <w:szCs w:val="22"/>
          <w:lang w:val="kl-GL"/>
        </w:rPr>
        <w:t>apeqqutaajunnaartippaa</w:t>
      </w:r>
      <w:r w:rsidRPr="00171408">
        <w:rPr>
          <w:rFonts w:ascii="Times New Roman" w:hAnsi="Times New Roman" w:cs="Times New Roman"/>
          <w:sz w:val="22"/>
          <w:szCs w:val="22"/>
          <w:lang w:val="kl-GL"/>
        </w:rPr>
        <w:t xml:space="preserve">, Europap avataani inissisimanermut atatillugu </w:t>
      </w:r>
      <w:r w:rsidR="000654EB" w:rsidRPr="00171408">
        <w:rPr>
          <w:rFonts w:ascii="Times New Roman" w:hAnsi="Times New Roman" w:cs="Times New Roman"/>
          <w:sz w:val="22"/>
          <w:szCs w:val="22"/>
          <w:lang w:val="kl-GL"/>
        </w:rPr>
        <w:t>naammagittaalli</w:t>
      </w:r>
      <w:r w:rsidRPr="00171408">
        <w:rPr>
          <w:rFonts w:ascii="Times New Roman" w:hAnsi="Times New Roman" w:cs="Times New Roman"/>
          <w:sz w:val="22"/>
          <w:szCs w:val="22"/>
          <w:lang w:val="kl-GL"/>
        </w:rPr>
        <w:t>uteqarnissamut piffissarititaasumik sivitsuinissamut pisariqartitsineq.</w:t>
      </w:r>
    </w:p>
    <w:p w14:paraId="1B8FF1C5" w14:textId="364F7C34" w:rsidR="00515200" w:rsidRPr="00171408" w:rsidRDefault="00CE02F1">
      <w:pPr>
        <w:pStyle w:val="NormalWeb"/>
        <w:spacing w:line="276" w:lineRule="auto"/>
        <w:rPr>
          <w:rFonts w:ascii="Times New Roman" w:hAnsi="Times New Roman"/>
          <w:lang w:val="kl-GL"/>
        </w:rPr>
      </w:pPr>
      <w:r w:rsidRPr="00171408">
        <w:rPr>
          <w:rFonts w:ascii="Times New Roman" w:hAnsi="Times New Roman" w:cs="Times New Roman"/>
          <w:sz w:val="22"/>
          <w:szCs w:val="22"/>
          <w:lang w:val="kl-GL"/>
        </w:rPr>
        <w:t xml:space="preserve">Taamaattumik </w:t>
      </w:r>
      <w:r w:rsidR="00CB242C" w:rsidRPr="00171408">
        <w:rPr>
          <w:rFonts w:ascii="Times New Roman" w:hAnsi="Times New Roman" w:cs="Times New Roman"/>
          <w:sz w:val="22"/>
          <w:szCs w:val="22"/>
          <w:lang w:val="kl-GL"/>
        </w:rPr>
        <w:t>Suliassaqartitsinermut minister</w:t>
      </w:r>
      <w:r w:rsidR="004A192E" w:rsidRPr="00171408">
        <w:rPr>
          <w:rFonts w:ascii="Times New Roman" w:hAnsi="Times New Roman" w:cs="Times New Roman"/>
          <w:sz w:val="22"/>
          <w:szCs w:val="22"/>
          <w:lang w:val="kl-GL"/>
        </w:rPr>
        <w:t>eqarfiup</w:t>
      </w:r>
      <w:r w:rsidRPr="00171408">
        <w:rPr>
          <w:rFonts w:ascii="Times New Roman" w:hAnsi="Times New Roman" w:cs="Times New Roman"/>
          <w:sz w:val="22"/>
          <w:szCs w:val="22"/>
          <w:lang w:val="kl-GL"/>
        </w:rPr>
        <w:t xml:space="preserve"> aamma Namminersorlutik Oqartussat siunnersuutigivaat, ajoqusertunut </w:t>
      </w:r>
      <w:r w:rsidR="00D02F12" w:rsidRPr="00171408">
        <w:rPr>
          <w:rFonts w:ascii="Times New Roman" w:hAnsi="Times New Roman" w:cs="Times New Roman"/>
          <w:sz w:val="22"/>
          <w:szCs w:val="22"/>
          <w:lang w:val="kl-GL"/>
        </w:rPr>
        <w:t>qimagaas</w:t>
      </w:r>
      <w:r w:rsidRPr="00171408">
        <w:rPr>
          <w:rFonts w:ascii="Times New Roman" w:hAnsi="Times New Roman" w:cs="Times New Roman"/>
          <w:sz w:val="22"/>
          <w:szCs w:val="22"/>
          <w:lang w:val="kl-GL"/>
        </w:rPr>
        <w:t>unu</w:t>
      </w:r>
      <w:r w:rsidR="00B9401E" w:rsidRPr="00171408">
        <w:rPr>
          <w:rFonts w:ascii="Times New Roman" w:hAnsi="Times New Roman" w:cs="Times New Roman"/>
          <w:sz w:val="22"/>
          <w:szCs w:val="22"/>
          <w:lang w:val="kl-GL"/>
        </w:rPr>
        <w:t>llu</w:t>
      </w:r>
      <w:r w:rsidRPr="00171408">
        <w:rPr>
          <w:rFonts w:ascii="Times New Roman" w:hAnsi="Times New Roman" w:cs="Times New Roman"/>
          <w:sz w:val="22"/>
          <w:szCs w:val="22"/>
          <w:lang w:val="kl-GL"/>
        </w:rPr>
        <w:t xml:space="preserve"> </w:t>
      </w:r>
      <w:r w:rsidR="000654EB" w:rsidRPr="00171408">
        <w:rPr>
          <w:rFonts w:ascii="Times New Roman" w:hAnsi="Times New Roman" w:cs="Times New Roman"/>
          <w:sz w:val="22"/>
          <w:szCs w:val="22"/>
          <w:lang w:val="kl-GL"/>
        </w:rPr>
        <w:t>naammagittaalli</w:t>
      </w:r>
      <w:r w:rsidRPr="00171408">
        <w:rPr>
          <w:rFonts w:ascii="Times New Roman" w:hAnsi="Times New Roman" w:cs="Times New Roman"/>
          <w:sz w:val="22"/>
          <w:szCs w:val="22"/>
          <w:lang w:val="kl-GL"/>
        </w:rPr>
        <w:t xml:space="preserve">uteqarnissamut piffissarititaasut sapaatit akunnerinut arfinilinnut inissillugit assigiissarnissaat sumiiffik apeqqutaatinnagu, taamaalilluni suliani ataasiakkaani </w:t>
      </w:r>
      <w:r w:rsidR="000654EB" w:rsidRPr="00171408">
        <w:rPr>
          <w:rFonts w:ascii="Times New Roman" w:hAnsi="Times New Roman" w:cs="Times New Roman"/>
          <w:sz w:val="22"/>
          <w:szCs w:val="22"/>
          <w:lang w:val="kl-GL"/>
        </w:rPr>
        <w:t>naammagittaalli</w:t>
      </w:r>
      <w:r w:rsidRPr="00171408">
        <w:rPr>
          <w:rFonts w:ascii="Times New Roman" w:hAnsi="Times New Roman" w:cs="Times New Roman"/>
          <w:sz w:val="22"/>
          <w:szCs w:val="22"/>
          <w:lang w:val="kl-GL"/>
        </w:rPr>
        <w:t xml:space="preserve">uteqarnissamut piffissarititaasoq pillugu isummertoqartariaqarunnaarluni. </w:t>
      </w:r>
      <w:r w:rsidRPr="00171408">
        <w:rPr>
          <w:rFonts w:ascii="Times New Roman" w:hAnsi="Times New Roman" w:cs="Times New Roman"/>
          <w:sz w:val="22"/>
          <w:szCs w:val="22"/>
          <w:lang w:val="kl-GL"/>
        </w:rPr>
        <w:lastRenderedPageBreak/>
        <w:t xml:space="preserve">Tamatuma kingunerissavaa malittarisassanik </w:t>
      </w:r>
      <w:r w:rsidR="004A192E" w:rsidRPr="00171408">
        <w:rPr>
          <w:rFonts w:ascii="Times New Roman" w:hAnsi="Times New Roman" w:cs="Times New Roman"/>
          <w:sz w:val="22"/>
          <w:szCs w:val="22"/>
          <w:lang w:val="kl-GL"/>
        </w:rPr>
        <w:t xml:space="preserve">pisariillisaaneq </w:t>
      </w:r>
      <w:r w:rsidR="00C3269E" w:rsidRPr="00171408">
        <w:rPr>
          <w:rFonts w:ascii="Times New Roman" w:hAnsi="Times New Roman" w:cs="Times New Roman"/>
          <w:sz w:val="22"/>
          <w:szCs w:val="22"/>
          <w:lang w:val="kl-GL"/>
        </w:rPr>
        <w:t>aamma</w:t>
      </w:r>
      <w:r w:rsidRPr="00171408">
        <w:rPr>
          <w:rFonts w:ascii="Times New Roman" w:hAnsi="Times New Roman" w:cs="Times New Roman"/>
          <w:sz w:val="22"/>
          <w:szCs w:val="22"/>
          <w:lang w:val="kl-GL"/>
        </w:rPr>
        <w:t xml:space="preserve"> ajoqusertunut </w:t>
      </w:r>
      <w:r w:rsidR="00D02F12" w:rsidRPr="00171408">
        <w:rPr>
          <w:rFonts w:ascii="Times New Roman" w:hAnsi="Times New Roman" w:cs="Times New Roman"/>
          <w:sz w:val="22"/>
          <w:szCs w:val="22"/>
          <w:lang w:val="kl-GL"/>
        </w:rPr>
        <w:t>qimagaas</w:t>
      </w:r>
      <w:r w:rsidRPr="00171408">
        <w:rPr>
          <w:rFonts w:ascii="Times New Roman" w:hAnsi="Times New Roman" w:cs="Times New Roman"/>
          <w:sz w:val="22"/>
          <w:szCs w:val="22"/>
          <w:lang w:val="kl-GL"/>
        </w:rPr>
        <w:t>unu</w:t>
      </w:r>
      <w:r w:rsidR="004A192E" w:rsidRPr="00171408">
        <w:rPr>
          <w:rFonts w:ascii="Times New Roman" w:hAnsi="Times New Roman" w:cs="Times New Roman"/>
          <w:sz w:val="22"/>
          <w:szCs w:val="22"/>
          <w:lang w:val="kl-GL"/>
        </w:rPr>
        <w:t>llu</w:t>
      </w:r>
      <w:r w:rsidRPr="00171408">
        <w:rPr>
          <w:rFonts w:ascii="Times New Roman" w:hAnsi="Times New Roman" w:cs="Times New Roman"/>
          <w:sz w:val="22"/>
          <w:szCs w:val="22"/>
          <w:lang w:val="kl-GL"/>
        </w:rPr>
        <w:t xml:space="preserve"> piffissarititaasumik </w:t>
      </w:r>
      <w:r w:rsidR="00B631AF" w:rsidRPr="00171408">
        <w:rPr>
          <w:rFonts w:ascii="Times New Roman" w:hAnsi="Times New Roman" w:cs="Times New Roman"/>
          <w:sz w:val="22"/>
          <w:szCs w:val="22"/>
          <w:lang w:val="kl-GL"/>
        </w:rPr>
        <w:t>naleqqussaaneq</w:t>
      </w:r>
      <w:r w:rsidRPr="00171408">
        <w:rPr>
          <w:rFonts w:ascii="Times New Roman" w:hAnsi="Times New Roman" w:cs="Times New Roman"/>
          <w:sz w:val="22"/>
          <w:szCs w:val="22"/>
          <w:lang w:val="kl-GL"/>
        </w:rPr>
        <w:t>.</w:t>
      </w:r>
    </w:p>
    <w:p w14:paraId="7C3AC2BE" w14:textId="69E72E32" w:rsidR="00515200" w:rsidRPr="00171408" w:rsidRDefault="00CE02F1">
      <w:pPr>
        <w:pStyle w:val="NormalWeb"/>
        <w:spacing w:line="276" w:lineRule="auto"/>
        <w:rPr>
          <w:rFonts w:ascii="Times New Roman" w:hAnsi="Times New Roman"/>
          <w:lang w:val="kl-GL"/>
        </w:rPr>
      </w:pPr>
      <w:r w:rsidRPr="00171408">
        <w:rPr>
          <w:rFonts w:ascii="Times New Roman" w:hAnsi="Times New Roman" w:cs="Times New Roman"/>
          <w:sz w:val="22"/>
          <w:szCs w:val="22"/>
          <w:lang w:val="kl-GL"/>
        </w:rPr>
        <w:t xml:space="preserve">Ankestyrelsip pisuni immikkut ittuni piffissarititaasunut tunngatillugu immikkut akuersissuteqarnissamut periarfissaqarnera ingerlaqqissaaq, tak. inatsimmi § 49, imm. 3. Tamanna </w:t>
      </w:r>
      <w:r w:rsidR="006D5A6E" w:rsidRPr="00171408">
        <w:rPr>
          <w:rFonts w:ascii="Times New Roman" w:hAnsi="Times New Roman" w:cs="Times New Roman"/>
          <w:sz w:val="22"/>
          <w:szCs w:val="22"/>
          <w:lang w:val="kl-GL"/>
        </w:rPr>
        <w:t xml:space="preserve">tunngavigalugu </w:t>
      </w:r>
      <w:r w:rsidR="00065ED8" w:rsidRPr="00171408">
        <w:rPr>
          <w:rFonts w:ascii="Times New Roman" w:hAnsi="Times New Roman" w:cs="Times New Roman"/>
          <w:sz w:val="22"/>
          <w:szCs w:val="22"/>
          <w:lang w:val="kl-GL"/>
        </w:rPr>
        <w:t>Suliassaqartitsinermut minister</w:t>
      </w:r>
      <w:r w:rsidR="006D5A6E" w:rsidRPr="00171408">
        <w:rPr>
          <w:rFonts w:ascii="Times New Roman" w:hAnsi="Times New Roman" w:cs="Times New Roman"/>
          <w:sz w:val="22"/>
          <w:szCs w:val="22"/>
          <w:lang w:val="kl-GL"/>
        </w:rPr>
        <w:t>eqarfiup</w:t>
      </w:r>
      <w:r w:rsidRPr="00171408">
        <w:rPr>
          <w:rFonts w:ascii="Times New Roman" w:hAnsi="Times New Roman" w:cs="Times New Roman"/>
          <w:sz w:val="22"/>
          <w:szCs w:val="22"/>
          <w:lang w:val="kl-GL"/>
        </w:rPr>
        <w:t xml:space="preserve"> aamma Namminersorlutik Oqartussat nalilerpaat, siunnersuummut atatillugu inatsisitigut illersugaanermut tunngatillugu nangaassutissaqanngitsoq. Tamatuma malitsigisaanik Justitsminister</w:t>
      </w:r>
      <w:r w:rsidR="007F66FE" w:rsidRPr="00171408">
        <w:rPr>
          <w:rFonts w:ascii="Times New Roman" w:hAnsi="Times New Roman" w:cs="Times New Roman"/>
          <w:sz w:val="22"/>
          <w:szCs w:val="22"/>
          <w:lang w:val="kl-GL"/>
        </w:rPr>
        <w:t>eqarfiup</w:t>
      </w:r>
      <w:r w:rsidRPr="00171408">
        <w:rPr>
          <w:rFonts w:ascii="Times New Roman" w:hAnsi="Times New Roman" w:cs="Times New Roman"/>
          <w:sz w:val="22"/>
          <w:szCs w:val="22"/>
          <w:lang w:val="kl-GL"/>
        </w:rPr>
        <w:t xml:space="preserve"> ilitsersuutaani 26. juni 2018-imeersumi </w:t>
      </w:r>
      <w:r w:rsidR="000654EB" w:rsidRPr="00171408">
        <w:rPr>
          <w:rFonts w:ascii="Times New Roman" w:hAnsi="Times New Roman" w:cs="Times New Roman"/>
          <w:sz w:val="22"/>
          <w:szCs w:val="22"/>
          <w:lang w:val="kl-GL"/>
        </w:rPr>
        <w:t>naammagittaalli</w:t>
      </w:r>
      <w:r w:rsidRPr="00171408">
        <w:rPr>
          <w:rFonts w:ascii="Times New Roman" w:hAnsi="Times New Roman" w:cs="Times New Roman"/>
          <w:sz w:val="22"/>
          <w:szCs w:val="22"/>
          <w:lang w:val="kl-GL"/>
        </w:rPr>
        <w:t xml:space="preserve">uteqarnissamut piffissarititaasunik naatsorsuisarneq pillugu allaqqasoqarpoq, oqartussaqarfiup </w:t>
      </w:r>
      <w:r w:rsidR="00315F5B" w:rsidRPr="00171408">
        <w:rPr>
          <w:rFonts w:ascii="Times New Roman" w:hAnsi="Times New Roman" w:cs="Times New Roman"/>
          <w:sz w:val="22"/>
          <w:szCs w:val="22"/>
          <w:lang w:val="kl-GL"/>
        </w:rPr>
        <w:t>missiliussagaa</w:t>
      </w:r>
      <w:r w:rsidRPr="00171408">
        <w:rPr>
          <w:rFonts w:ascii="Times New Roman" w:hAnsi="Times New Roman" w:cs="Times New Roman"/>
          <w:sz w:val="22"/>
          <w:szCs w:val="22"/>
          <w:lang w:val="kl-GL"/>
        </w:rPr>
        <w:t>,</w:t>
      </w:r>
      <w:r w:rsidR="00315F5B" w:rsidRPr="00171408">
        <w:rPr>
          <w:rFonts w:ascii="Times New Roman" w:hAnsi="Times New Roman" w:cs="Times New Roman"/>
          <w:sz w:val="22"/>
          <w:szCs w:val="22"/>
          <w:lang w:val="kl-GL"/>
        </w:rPr>
        <w:t xml:space="preserve"> allagaq nunamut allamut nassiunneqarsimappat</w:t>
      </w:r>
      <w:r w:rsidR="00203655" w:rsidRPr="00171408">
        <w:rPr>
          <w:rFonts w:ascii="Times New Roman" w:hAnsi="Times New Roman" w:cs="Times New Roman"/>
          <w:sz w:val="22"/>
          <w:szCs w:val="22"/>
          <w:lang w:val="kl-GL"/>
        </w:rPr>
        <w:t>,</w:t>
      </w:r>
      <w:r w:rsidRPr="00171408">
        <w:rPr>
          <w:rFonts w:ascii="Times New Roman" w:hAnsi="Times New Roman" w:cs="Times New Roman"/>
          <w:sz w:val="22"/>
          <w:szCs w:val="22"/>
          <w:lang w:val="kl-GL"/>
        </w:rPr>
        <w:t xml:space="preserve"> aalajangiineq qaqugu tigusisussamut appuussimasutut isigineqassanersoq. Ankestyrelsip </w:t>
      </w:r>
      <w:r w:rsidR="000654EB" w:rsidRPr="00171408">
        <w:rPr>
          <w:rFonts w:ascii="Times New Roman" w:hAnsi="Times New Roman" w:cs="Times New Roman"/>
          <w:sz w:val="22"/>
          <w:szCs w:val="22"/>
          <w:lang w:val="kl-GL"/>
        </w:rPr>
        <w:t>naammagittaalli</w:t>
      </w:r>
      <w:r w:rsidRPr="00171408">
        <w:rPr>
          <w:rFonts w:ascii="Times New Roman" w:hAnsi="Times New Roman" w:cs="Times New Roman"/>
          <w:sz w:val="22"/>
          <w:szCs w:val="22"/>
          <w:lang w:val="kl-GL"/>
        </w:rPr>
        <w:t xml:space="preserve">uteqarnissamut piffissarititaasut pineqartillugit immikkut akersissuteqarnissaq tunngavissaqarnersoq pillugu nalilersuinermini immikkut eqqumaffigissavaa, </w:t>
      </w:r>
      <w:r w:rsidR="000654EB" w:rsidRPr="00171408">
        <w:rPr>
          <w:rFonts w:ascii="Times New Roman" w:hAnsi="Times New Roman" w:cs="Times New Roman"/>
          <w:sz w:val="22"/>
          <w:szCs w:val="22"/>
          <w:lang w:val="kl-GL"/>
        </w:rPr>
        <w:t>naammagittaalli</w:t>
      </w:r>
      <w:r w:rsidRPr="00171408">
        <w:rPr>
          <w:rFonts w:ascii="Times New Roman" w:hAnsi="Times New Roman" w:cs="Times New Roman"/>
          <w:sz w:val="22"/>
          <w:szCs w:val="22"/>
          <w:lang w:val="kl-GL"/>
        </w:rPr>
        <w:t xml:space="preserve">uteqarnissamut piffissarititaasoq </w:t>
      </w:r>
      <w:r w:rsidR="00883108" w:rsidRPr="00171408">
        <w:rPr>
          <w:rFonts w:ascii="Times New Roman" w:hAnsi="Times New Roman" w:cs="Times New Roman"/>
          <w:sz w:val="22"/>
          <w:szCs w:val="22"/>
          <w:lang w:val="kl-GL"/>
        </w:rPr>
        <w:t>siviki</w:t>
      </w:r>
      <w:r w:rsidR="00B117C0" w:rsidRPr="00171408">
        <w:rPr>
          <w:rFonts w:ascii="Times New Roman" w:hAnsi="Times New Roman" w:cs="Times New Roman"/>
          <w:sz w:val="22"/>
          <w:szCs w:val="22"/>
          <w:lang w:val="kl-GL"/>
        </w:rPr>
        <w:t>llisaq</w:t>
      </w:r>
      <w:r w:rsidR="00883108" w:rsidRPr="00171408">
        <w:rPr>
          <w:rFonts w:ascii="Times New Roman" w:hAnsi="Times New Roman" w:cs="Times New Roman"/>
          <w:sz w:val="22"/>
          <w:szCs w:val="22"/>
          <w:lang w:val="kl-GL"/>
        </w:rPr>
        <w:t xml:space="preserve"> </w:t>
      </w:r>
      <w:r w:rsidRPr="00171408">
        <w:rPr>
          <w:rFonts w:ascii="Times New Roman" w:hAnsi="Times New Roman" w:cs="Times New Roman"/>
          <w:sz w:val="22"/>
          <w:szCs w:val="22"/>
          <w:lang w:val="kl-GL"/>
        </w:rPr>
        <w:t xml:space="preserve">pissutaasinnaanersoq, suliani allannguinermi kalluarneqartuni </w:t>
      </w:r>
      <w:r w:rsidR="000654EB" w:rsidRPr="00171408">
        <w:rPr>
          <w:rFonts w:ascii="Times New Roman" w:hAnsi="Times New Roman" w:cs="Times New Roman"/>
          <w:sz w:val="22"/>
          <w:szCs w:val="22"/>
          <w:lang w:val="kl-GL"/>
        </w:rPr>
        <w:t>naammagittaalli</w:t>
      </w:r>
      <w:r w:rsidRPr="00171408">
        <w:rPr>
          <w:rFonts w:ascii="Times New Roman" w:hAnsi="Times New Roman" w:cs="Times New Roman"/>
          <w:sz w:val="22"/>
          <w:szCs w:val="22"/>
          <w:lang w:val="kl-GL"/>
        </w:rPr>
        <w:t>utip piffissaq eqqorlugu apuussimannginneranut.</w:t>
      </w:r>
    </w:p>
    <w:p w14:paraId="754DEB5B" w14:textId="1FD121CF" w:rsidR="00515200" w:rsidRPr="00171408" w:rsidRDefault="00CE02F1">
      <w:pPr>
        <w:pStyle w:val="AT-Body"/>
        <w:spacing w:line="276" w:lineRule="auto"/>
        <w:rPr>
          <w:lang w:val="kl-GL"/>
        </w:rPr>
      </w:pPr>
      <w:r w:rsidRPr="00171408">
        <w:rPr>
          <w:lang w:val="kl-GL"/>
        </w:rPr>
        <w:t xml:space="preserve">Allannguutit </w:t>
      </w:r>
      <w:r w:rsidR="00B117C0" w:rsidRPr="00171408">
        <w:rPr>
          <w:lang w:val="kl-GL"/>
        </w:rPr>
        <w:t>kingunerissavaat</w:t>
      </w:r>
      <w:r w:rsidRPr="00171408">
        <w:rPr>
          <w:lang w:val="kl-GL"/>
        </w:rPr>
        <w:t xml:space="preserve">, </w:t>
      </w:r>
      <w:r w:rsidR="00B117C0" w:rsidRPr="00171408">
        <w:rPr>
          <w:color w:val="000000"/>
          <w:lang w:val="kl-GL"/>
        </w:rPr>
        <w:t xml:space="preserve">sulinermi </w:t>
      </w:r>
      <w:r w:rsidRPr="00171408">
        <w:rPr>
          <w:color w:val="000000"/>
          <w:lang w:val="kl-GL"/>
        </w:rPr>
        <w:t>ajoqusernermut isumannaarineq pillugu inatsimmi malittarisassat Kalaallit Nunaanni pissutsinut naapertuuttumik assigiissarneqarnissaat.</w:t>
      </w:r>
    </w:p>
    <w:p w14:paraId="494AF779" w14:textId="1068CFDB" w:rsidR="00515200" w:rsidRPr="00171408" w:rsidRDefault="00CE02F1">
      <w:pPr>
        <w:pStyle w:val="AT-Body"/>
        <w:spacing w:line="276" w:lineRule="auto"/>
        <w:rPr>
          <w:lang w:val="kl-GL"/>
        </w:rPr>
      </w:pPr>
      <w:r w:rsidRPr="00171408">
        <w:rPr>
          <w:lang w:val="kl-GL"/>
        </w:rPr>
        <w:t xml:space="preserve">Siunnersuummi § 1, nr. </w:t>
      </w:r>
      <w:r w:rsidR="007E24EF" w:rsidRPr="00171408">
        <w:rPr>
          <w:lang w:val="kl-GL"/>
        </w:rPr>
        <w:t>20</w:t>
      </w:r>
      <w:r w:rsidRPr="00171408">
        <w:rPr>
          <w:lang w:val="kl-GL"/>
        </w:rPr>
        <w:t>, aamma oqaaseqaatit innersuussutigineqarput.</w:t>
      </w:r>
    </w:p>
    <w:p w14:paraId="5C04A8B5" w14:textId="78586EF6" w:rsidR="00515200" w:rsidRPr="00171408" w:rsidRDefault="00CE02F1">
      <w:pPr>
        <w:pStyle w:val="NormalWeb"/>
        <w:spacing w:line="276" w:lineRule="auto"/>
        <w:rPr>
          <w:lang w:val="kl-GL"/>
        </w:rPr>
      </w:pPr>
      <w:r w:rsidRPr="00171408">
        <w:rPr>
          <w:rStyle w:val="italic1"/>
          <w:rFonts w:ascii="Times New Roman" w:hAnsi="Times New Roman" w:cs="Times New Roman"/>
          <w:b/>
          <w:i w:val="0"/>
          <w:sz w:val="22"/>
          <w:szCs w:val="22"/>
          <w:lang w:val="kl-GL"/>
        </w:rPr>
        <w:t>2.7. Arbejdsmarkedets Erhvervssikringip aalajangiiner</w:t>
      </w:r>
      <w:r w:rsidR="00F071AF" w:rsidRPr="00171408">
        <w:rPr>
          <w:rStyle w:val="italic1"/>
          <w:rFonts w:ascii="Times New Roman" w:hAnsi="Times New Roman" w:cs="Times New Roman"/>
          <w:b/>
          <w:i w:val="0"/>
          <w:sz w:val="22"/>
          <w:szCs w:val="22"/>
          <w:lang w:val="kl-GL"/>
        </w:rPr>
        <w:t>it naammassisat tamaasa pillugit</w:t>
      </w:r>
      <w:r w:rsidRPr="00171408">
        <w:rPr>
          <w:rStyle w:val="italic1"/>
          <w:rFonts w:ascii="Times New Roman" w:hAnsi="Times New Roman" w:cs="Times New Roman"/>
          <w:b/>
          <w:i w:val="0"/>
          <w:sz w:val="22"/>
          <w:szCs w:val="22"/>
          <w:lang w:val="kl-GL"/>
        </w:rPr>
        <w:t xml:space="preserve"> nalilersueqqissinnaanera</w:t>
      </w:r>
    </w:p>
    <w:p w14:paraId="39C91A18" w14:textId="484F2401" w:rsidR="00515200" w:rsidRPr="00171408" w:rsidRDefault="00CE02F1">
      <w:pPr>
        <w:pStyle w:val="NormalWeb"/>
        <w:spacing w:line="276" w:lineRule="auto"/>
        <w:rPr>
          <w:lang w:val="kl-GL"/>
        </w:rPr>
      </w:pPr>
      <w:r w:rsidRPr="00171408">
        <w:rPr>
          <w:rStyle w:val="italic1"/>
          <w:rFonts w:ascii="Times New Roman" w:hAnsi="Times New Roman" w:cs="Times New Roman"/>
          <w:sz w:val="22"/>
          <w:szCs w:val="22"/>
          <w:lang w:val="kl-GL"/>
        </w:rPr>
        <w:t>2.7.1.</w:t>
      </w:r>
      <w:r w:rsidRPr="00171408">
        <w:rPr>
          <w:rFonts w:ascii="Times New Roman" w:hAnsi="Times New Roman" w:cs="Times New Roman"/>
          <w:sz w:val="22"/>
          <w:szCs w:val="22"/>
          <w:lang w:val="kl-GL"/>
        </w:rPr>
        <w:t xml:space="preserve"> </w:t>
      </w:r>
      <w:r w:rsidRPr="00171408">
        <w:rPr>
          <w:rStyle w:val="italic1"/>
          <w:rFonts w:ascii="Times New Roman" w:hAnsi="Times New Roman" w:cs="Times New Roman"/>
          <w:sz w:val="22"/>
          <w:szCs w:val="22"/>
          <w:lang w:val="kl-GL"/>
        </w:rPr>
        <w:t>Inatsisit atuuttut</w:t>
      </w:r>
      <w:r w:rsidRPr="00171408">
        <w:rPr>
          <w:rFonts w:ascii="Times New Roman" w:hAnsi="Times New Roman" w:cs="Times New Roman"/>
          <w:sz w:val="22"/>
          <w:szCs w:val="22"/>
          <w:lang w:val="kl-GL"/>
        </w:rPr>
        <w:br/>
        <w:t xml:space="preserve">Inatsimmi § 49, imm. 6-imi aalajangersarneqarpoq, </w:t>
      </w:r>
      <w:r w:rsidR="000654EB" w:rsidRPr="00171408">
        <w:rPr>
          <w:rFonts w:ascii="Times New Roman" w:hAnsi="Times New Roman" w:cs="Times New Roman"/>
          <w:sz w:val="22"/>
          <w:szCs w:val="22"/>
          <w:lang w:val="kl-GL"/>
        </w:rPr>
        <w:t>naammagittaalli</w:t>
      </w:r>
      <w:r w:rsidRPr="00171408">
        <w:rPr>
          <w:rFonts w:ascii="Times New Roman" w:hAnsi="Times New Roman" w:cs="Times New Roman"/>
          <w:sz w:val="22"/>
          <w:szCs w:val="22"/>
          <w:lang w:val="kl-GL"/>
        </w:rPr>
        <w:t xml:space="preserve">utit pillugit aalajangiinerit, Arbejdsmarkedets Erhvervssikringimit aalajangiunneqartut, </w:t>
      </w:r>
      <w:r w:rsidR="000654EB" w:rsidRPr="00171408">
        <w:rPr>
          <w:rFonts w:ascii="Times New Roman" w:hAnsi="Times New Roman" w:cs="Times New Roman"/>
          <w:sz w:val="22"/>
          <w:szCs w:val="22"/>
          <w:lang w:val="kl-GL"/>
        </w:rPr>
        <w:t>naammagittaalli</w:t>
      </w:r>
      <w:r w:rsidRPr="00171408">
        <w:rPr>
          <w:rFonts w:ascii="Times New Roman" w:hAnsi="Times New Roman" w:cs="Times New Roman"/>
          <w:sz w:val="22"/>
          <w:szCs w:val="22"/>
          <w:lang w:val="kl-GL"/>
        </w:rPr>
        <w:t xml:space="preserve">uteqartup tamakkiisumik imaluunniit ilaannakortumik isumaqatigineqarnissaannut tunngavissaqarnersoq naliliiffigineqarnissaat siunertaralugu Arbejdsmarkedets Erhvervssikringimut nassiunneqassasut. </w:t>
      </w:r>
      <w:r w:rsidR="000654EB" w:rsidRPr="00171408">
        <w:rPr>
          <w:rFonts w:ascii="Times New Roman" w:hAnsi="Times New Roman" w:cs="Times New Roman"/>
          <w:sz w:val="22"/>
          <w:szCs w:val="22"/>
          <w:lang w:val="kl-GL"/>
        </w:rPr>
        <w:t>Naammagittaalli</w:t>
      </w:r>
      <w:r w:rsidRPr="00171408">
        <w:rPr>
          <w:rFonts w:ascii="Times New Roman" w:hAnsi="Times New Roman" w:cs="Times New Roman"/>
          <w:sz w:val="22"/>
          <w:szCs w:val="22"/>
          <w:lang w:val="kl-GL"/>
        </w:rPr>
        <w:t xml:space="preserve">ut suliassanngorlugu Arbejdsmarkedets Erhvervssikringip Ankestyrelsimut nassiutissavaa, aalajangiinerup nalilersoqqereernerani </w:t>
      </w:r>
      <w:r w:rsidR="000654EB" w:rsidRPr="00171408">
        <w:rPr>
          <w:rFonts w:ascii="Times New Roman" w:hAnsi="Times New Roman" w:cs="Times New Roman"/>
          <w:sz w:val="22"/>
          <w:szCs w:val="22"/>
          <w:lang w:val="kl-GL"/>
        </w:rPr>
        <w:t>naammagittaalli</w:t>
      </w:r>
      <w:r w:rsidRPr="00171408">
        <w:rPr>
          <w:rFonts w:ascii="Times New Roman" w:hAnsi="Times New Roman" w:cs="Times New Roman"/>
          <w:sz w:val="22"/>
          <w:szCs w:val="22"/>
          <w:lang w:val="kl-GL"/>
        </w:rPr>
        <w:t>uteqartup isumaqatigineqarnissaanut tunngavissaqanngitsutut naliliippata, tak. § 49 imm. 6.</w:t>
      </w:r>
    </w:p>
    <w:p w14:paraId="72FAEB99" w14:textId="6EA8548D" w:rsidR="00515200" w:rsidRPr="00171408" w:rsidRDefault="00CE02F1">
      <w:pPr>
        <w:pStyle w:val="NormalWeb"/>
        <w:spacing w:line="276" w:lineRule="auto"/>
        <w:rPr>
          <w:rFonts w:ascii="Times New Roman" w:hAnsi="Times New Roman"/>
          <w:lang w:val="kl-GL"/>
        </w:rPr>
      </w:pPr>
      <w:r w:rsidRPr="00171408">
        <w:rPr>
          <w:rFonts w:ascii="Times New Roman" w:hAnsi="Times New Roman" w:cs="Times New Roman"/>
          <w:sz w:val="22"/>
          <w:szCs w:val="22"/>
          <w:lang w:val="kl-GL"/>
        </w:rPr>
        <w:t>Nalilersueqqinneq pillugu malittarisassat atuuttut inatsisikkut nr. 1528, 21. december 2010-meersukkut</w:t>
      </w:r>
      <w:r w:rsidR="00D86EF4" w:rsidRPr="00171408">
        <w:rPr>
          <w:rFonts w:ascii="Times New Roman" w:hAnsi="Times New Roman" w:cs="Times New Roman"/>
          <w:sz w:val="22"/>
          <w:szCs w:val="22"/>
          <w:lang w:val="kl-GL"/>
        </w:rPr>
        <w:t xml:space="preserve"> inatsimmut ikkunneqarput</w:t>
      </w:r>
      <w:r w:rsidRPr="00171408">
        <w:rPr>
          <w:rFonts w:ascii="Times New Roman" w:hAnsi="Times New Roman" w:cs="Times New Roman"/>
          <w:sz w:val="22"/>
          <w:szCs w:val="22"/>
          <w:lang w:val="kl-GL"/>
        </w:rPr>
        <w:t>. Inatsisikkut peqqussummi siornatigut atuuttuusimasoq § 51, imm. 6 ingerlateqqinneqarpoq, tassani nalilersueqqinneq pillugu malittarisassat sulin</w:t>
      </w:r>
      <w:r w:rsidR="00D86EF4" w:rsidRPr="00171408">
        <w:rPr>
          <w:rFonts w:ascii="Times New Roman" w:hAnsi="Times New Roman" w:cs="Times New Roman"/>
          <w:sz w:val="22"/>
          <w:szCs w:val="22"/>
          <w:lang w:val="kl-GL"/>
        </w:rPr>
        <w:t>erm</w:t>
      </w:r>
      <w:r w:rsidRPr="00171408">
        <w:rPr>
          <w:rFonts w:ascii="Times New Roman" w:hAnsi="Times New Roman" w:cs="Times New Roman"/>
          <w:sz w:val="22"/>
          <w:szCs w:val="22"/>
          <w:lang w:val="kl-GL"/>
        </w:rPr>
        <w:t>i ajoqusernermut isumannaarineq pillugu inatsimmi nalilersueqqinneq pillugu malittarisassat pillugit aalajangersakkamut assingullutik, sulin</w:t>
      </w:r>
      <w:r w:rsidR="00D86EF4" w:rsidRPr="00171408">
        <w:rPr>
          <w:rFonts w:ascii="Times New Roman" w:hAnsi="Times New Roman" w:cs="Times New Roman"/>
          <w:sz w:val="22"/>
          <w:szCs w:val="22"/>
          <w:lang w:val="kl-GL"/>
        </w:rPr>
        <w:t>erm</w:t>
      </w:r>
      <w:r w:rsidRPr="00171408">
        <w:rPr>
          <w:rFonts w:ascii="Times New Roman" w:hAnsi="Times New Roman" w:cs="Times New Roman"/>
          <w:sz w:val="22"/>
          <w:szCs w:val="22"/>
          <w:lang w:val="kl-GL"/>
        </w:rPr>
        <w:t>i ajoqusernerup kinguner</w:t>
      </w:r>
      <w:r w:rsidR="007717FD" w:rsidRPr="00171408">
        <w:rPr>
          <w:rFonts w:ascii="Times New Roman" w:hAnsi="Times New Roman" w:cs="Times New Roman"/>
          <w:sz w:val="22"/>
          <w:szCs w:val="22"/>
          <w:lang w:val="kl-GL"/>
        </w:rPr>
        <w:t>isaanut</w:t>
      </w:r>
      <w:r w:rsidRPr="00171408">
        <w:rPr>
          <w:rFonts w:ascii="Times New Roman" w:hAnsi="Times New Roman" w:cs="Times New Roman"/>
          <w:sz w:val="22"/>
          <w:szCs w:val="22"/>
          <w:lang w:val="kl-GL"/>
        </w:rPr>
        <w:t xml:space="preserve"> isumannaarineq pillugu inatsisip aamma </w:t>
      </w:r>
      <w:r w:rsidR="007717FD" w:rsidRPr="00171408">
        <w:rPr>
          <w:rFonts w:ascii="Times New Roman" w:hAnsi="Times New Roman" w:cs="Times New Roman"/>
          <w:sz w:val="22"/>
          <w:szCs w:val="22"/>
          <w:lang w:val="kl-GL"/>
        </w:rPr>
        <w:t xml:space="preserve">sakkutuunut </w:t>
      </w:r>
      <w:r w:rsidR="00545D4A" w:rsidRPr="00171408">
        <w:rPr>
          <w:rFonts w:ascii="Times New Roman" w:hAnsi="Times New Roman" w:cs="Times New Roman"/>
          <w:sz w:val="22"/>
          <w:szCs w:val="22"/>
          <w:lang w:val="kl-GL"/>
        </w:rPr>
        <w:t>il.il.</w:t>
      </w:r>
      <w:r w:rsidRPr="00171408">
        <w:rPr>
          <w:rFonts w:ascii="Times New Roman" w:hAnsi="Times New Roman" w:cs="Times New Roman"/>
          <w:sz w:val="22"/>
          <w:szCs w:val="22"/>
          <w:lang w:val="kl-GL"/>
        </w:rPr>
        <w:t xml:space="preserve"> ajoqusersimasunut taarsiiffiginninneq pillugu inatsisip allanngortinneqarnissaannik inatsisikkut nr. 488, 7. juni 2001-imeersukkut ikkunneqartunut. Sulin</w:t>
      </w:r>
      <w:r w:rsidR="007717FD" w:rsidRPr="00171408">
        <w:rPr>
          <w:rFonts w:ascii="Times New Roman" w:hAnsi="Times New Roman" w:cs="Times New Roman"/>
          <w:sz w:val="22"/>
          <w:szCs w:val="22"/>
          <w:lang w:val="kl-GL"/>
        </w:rPr>
        <w:t>erm</w:t>
      </w:r>
      <w:r w:rsidRPr="00171408">
        <w:rPr>
          <w:rFonts w:ascii="Times New Roman" w:hAnsi="Times New Roman" w:cs="Times New Roman"/>
          <w:sz w:val="22"/>
          <w:szCs w:val="22"/>
          <w:lang w:val="kl-GL"/>
        </w:rPr>
        <w:t>i ajoqusernermut isumannaarineq pillugu inatsimmut oqaaseqaatini allaqqavoq, Arbejdsmarkedets Erhvervssikringi, suliap nalilersoqqinneqarneranut atatillugu taamaallaat aalajangiinermik allannguinissamut periarfissaqartoq, piviusunik tunngav</w:t>
      </w:r>
      <w:r w:rsidR="000421CC" w:rsidRPr="00171408">
        <w:rPr>
          <w:rFonts w:ascii="Times New Roman" w:hAnsi="Times New Roman" w:cs="Times New Roman"/>
          <w:sz w:val="22"/>
          <w:szCs w:val="22"/>
          <w:lang w:val="kl-GL"/>
        </w:rPr>
        <w:t>eqartut</w:t>
      </w:r>
      <w:r w:rsidRPr="00171408">
        <w:rPr>
          <w:rFonts w:ascii="Times New Roman" w:hAnsi="Times New Roman" w:cs="Times New Roman"/>
          <w:sz w:val="22"/>
          <w:szCs w:val="22"/>
          <w:lang w:val="kl-GL"/>
        </w:rPr>
        <w:t xml:space="preserve"> </w:t>
      </w:r>
      <w:r w:rsidR="00C3269E" w:rsidRPr="00171408">
        <w:rPr>
          <w:rFonts w:ascii="Times New Roman" w:hAnsi="Times New Roman" w:cs="Times New Roman"/>
          <w:sz w:val="22"/>
          <w:szCs w:val="22"/>
          <w:lang w:val="kl-GL"/>
        </w:rPr>
        <w:t>aamma</w:t>
      </w:r>
      <w:r w:rsidRPr="00171408">
        <w:rPr>
          <w:rFonts w:ascii="Times New Roman" w:hAnsi="Times New Roman" w:cs="Times New Roman"/>
          <w:sz w:val="22"/>
          <w:szCs w:val="22"/>
          <w:lang w:val="kl-GL"/>
        </w:rPr>
        <w:t xml:space="preserve"> inatsisitigut kukkune</w:t>
      </w:r>
      <w:r w:rsidR="000421CC" w:rsidRPr="00171408">
        <w:rPr>
          <w:rFonts w:ascii="Times New Roman" w:hAnsi="Times New Roman" w:cs="Times New Roman"/>
          <w:sz w:val="22"/>
          <w:szCs w:val="22"/>
          <w:lang w:val="kl-GL"/>
        </w:rPr>
        <w:t>rit pineqarpata</w:t>
      </w:r>
      <w:r w:rsidRPr="00171408">
        <w:rPr>
          <w:rFonts w:ascii="Times New Roman" w:hAnsi="Times New Roman" w:cs="Times New Roman"/>
          <w:sz w:val="22"/>
          <w:szCs w:val="22"/>
          <w:lang w:val="kl-GL"/>
        </w:rPr>
        <w:t xml:space="preserve">. Taamaalilluni aalajangiinermi periarfissaanngilaq immikkuualuttumik </w:t>
      </w:r>
      <w:r w:rsidR="00392756" w:rsidRPr="00171408">
        <w:rPr>
          <w:rFonts w:ascii="Times New Roman" w:hAnsi="Times New Roman" w:cs="Times New Roman"/>
          <w:sz w:val="22"/>
          <w:szCs w:val="22"/>
          <w:lang w:val="kl-GL"/>
        </w:rPr>
        <w:t>missili</w:t>
      </w:r>
      <w:r w:rsidR="00B635DA" w:rsidRPr="00171408">
        <w:rPr>
          <w:rFonts w:ascii="Times New Roman" w:hAnsi="Times New Roman" w:cs="Times New Roman"/>
          <w:sz w:val="22"/>
          <w:szCs w:val="22"/>
          <w:lang w:val="kl-GL"/>
        </w:rPr>
        <w:t>uu</w:t>
      </w:r>
      <w:r w:rsidR="00392756" w:rsidRPr="00171408">
        <w:rPr>
          <w:rFonts w:ascii="Times New Roman" w:hAnsi="Times New Roman" w:cs="Times New Roman"/>
          <w:sz w:val="22"/>
          <w:szCs w:val="22"/>
          <w:lang w:val="kl-GL"/>
        </w:rPr>
        <w:t xml:space="preserve">ssinermik </w:t>
      </w:r>
      <w:r w:rsidRPr="00171408">
        <w:rPr>
          <w:rFonts w:ascii="Times New Roman" w:hAnsi="Times New Roman" w:cs="Times New Roman"/>
          <w:sz w:val="22"/>
          <w:szCs w:val="22"/>
          <w:lang w:val="kl-GL"/>
        </w:rPr>
        <w:t>nalilersueqqinnissaq.</w:t>
      </w:r>
    </w:p>
    <w:p w14:paraId="1F2D4777" w14:textId="79EAEFC0" w:rsidR="00515200" w:rsidRPr="00171408" w:rsidRDefault="00CE02F1">
      <w:pPr>
        <w:pStyle w:val="NormalWeb"/>
        <w:spacing w:line="276" w:lineRule="auto"/>
        <w:rPr>
          <w:rFonts w:ascii="Times New Roman" w:hAnsi="Times New Roman"/>
          <w:lang w:val="kl-GL"/>
        </w:rPr>
      </w:pPr>
      <w:r w:rsidRPr="00171408">
        <w:rPr>
          <w:rFonts w:ascii="Times New Roman" w:hAnsi="Times New Roman" w:cs="Times New Roman"/>
          <w:sz w:val="22"/>
          <w:szCs w:val="22"/>
          <w:lang w:val="kl-GL"/>
        </w:rPr>
        <w:t xml:space="preserve">Nalilersueqqinneq pillugu aalajangersakkap kingunerivaa, aalajangiinerit, piviusunik </w:t>
      </w:r>
      <w:r w:rsidR="006A01CC" w:rsidRPr="00171408">
        <w:rPr>
          <w:rFonts w:ascii="Times New Roman" w:hAnsi="Times New Roman" w:cs="Times New Roman"/>
          <w:sz w:val="22"/>
          <w:szCs w:val="22"/>
          <w:lang w:val="kl-GL"/>
        </w:rPr>
        <w:t xml:space="preserve">tunngaveqartut </w:t>
      </w:r>
      <w:r w:rsidR="00C3269E" w:rsidRPr="00171408">
        <w:rPr>
          <w:rFonts w:ascii="Times New Roman" w:hAnsi="Times New Roman" w:cs="Times New Roman"/>
          <w:sz w:val="22"/>
          <w:szCs w:val="22"/>
          <w:lang w:val="kl-GL"/>
        </w:rPr>
        <w:t>aamma</w:t>
      </w:r>
      <w:r w:rsidRPr="00171408">
        <w:rPr>
          <w:rFonts w:ascii="Times New Roman" w:hAnsi="Times New Roman" w:cs="Times New Roman"/>
          <w:sz w:val="22"/>
          <w:szCs w:val="22"/>
          <w:lang w:val="kl-GL"/>
        </w:rPr>
        <w:t xml:space="preserve"> inatsisitigut kukkunernik imaqartut, sukkasuumik iluarsineqarnissaat, ajoqusertut sukkanerusumik </w:t>
      </w:r>
      <w:r w:rsidRPr="00171408">
        <w:rPr>
          <w:rFonts w:ascii="Times New Roman" w:hAnsi="Times New Roman" w:cs="Times New Roman"/>
          <w:sz w:val="22"/>
          <w:szCs w:val="22"/>
          <w:lang w:val="kl-GL"/>
        </w:rPr>
        <w:lastRenderedPageBreak/>
        <w:t xml:space="preserve">inaarutaasumik aalajangiiffigineqarnissaat </w:t>
      </w:r>
      <w:r w:rsidR="00BC4292" w:rsidRPr="00171408">
        <w:rPr>
          <w:rFonts w:ascii="Times New Roman" w:hAnsi="Times New Roman" w:cs="Times New Roman"/>
          <w:sz w:val="22"/>
          <w:szCs w:val="22"/>
          <w:lang w:val="kl-GL"/>
        </w:rPr>
        <w:t>qulakkeerniarlugu</w:t>
      </w:r>
      <w:r w:rsidRPr="00171408">
        <w:rPr>
          <w:rFonts w:ascii="Times New Roman" w:hAnsi="Times New Roman" w:cs="Times New Roman"/>
          <w:sz w:val="22"/>
          <w:szCs w:val="22"/>
          <w:lang w:val="kl-GL"/>
        </w:rPr>
        <w:t xml:space="preserve">. Aalajangersakkatigut siunertaanngilaq Arbejdsmarkedets Erhvervssikringip aalajangiinermi </w:t>
      </w:r>
      <w:r w:rsidR="000654EB" w:rsidRPr="00171408">
        <w:rPr>
          <w:rFonts w:ascii="Times New Roman" w:hAnsi="Times New Roman" w:cs="Times New Roman"/>
          <w:sz w:val="22"/>
          <w:szCs w:val="22"/>
          <w:lang w:val="kl-GL"/>
        </w:rPr>
        <w:t>naammagittaalli</w:t>
      </w:r>
      <w:r w:rsidRPr="00171408">
        <w:rPr>
          <w:rFonts w:ascii="Times New Roman" w:hAnsi="Times New Roman" w:cs="Times New Roman"/>
          <w:sz w:val="22"/>
          <w:szCs w:val="22"/>
          <w:lang w:val="kl-GL"/>
        </w:rPr>
        <w:t xml:space="preserve">utigineqartumi </w:t>
      </w:r>
      <w:r w:rsidR="00B635DA" w:rsidRPr="00171408">
        <w:rPr>
          <w:rFonts w:ascii="Times New Roman" w:hAnsi="Times New Roman" w:cs="Times New Roman"/>
          <w:sz w:val="22"/>
          <w:szCs w:val="22"/>
          <w:lang w:val="kl-GL"/>
        </w:rPr>
        <w:t>missiliuussinerup</w:t>
      </w:r>
      <w:r w:rsidRPr="00171408">
        <w:rPr>
          <w:rFonts w:ascii="Times New Roman" w:hAnsi="Times New Roman" w:cs="Times New Roman"/>
          <w:sz w:val="22"/>
          <w:szCs w:val="22"/>
          <w:lang w:val="kl-GL"/>
        </w:rPr>
        <w:t xml:space="preserve"> allanngortinnissaanut periarfissinneqarnissaa.</w:t>
      </w:r>
    </w:p>
    <w:p w14:paraId="271B75E0" w14:textId="644F21AE" w:rsidR="00515200" w:rsidRPr="00171408" w:rsidRDefault="00CE02F1">
      <w:pPr>
        <w:pStyle w:val="NormalWeb"/>
        <w:spacing w:line="276" w:lineRule="auto"/>
        <w:rPr>
          <w:lang w:val="kl-GL"/>
        </w:rPr>
      </w:pPr>
      <w:r w:rsidRPr="00171408">
        <w:rPr>
          <w:rStyle w:val="italic1"/>
          <w:rFonts w:ascii="Times New Roman" w:hAnsi="Times New Roman" w:cs="Times New Roman"/>
          <w:sz w:val="22"/>
          <w:szCs w:val="22"/>
          <w:lang w:val="kl-GL"/>
        </w:rPr>
        <w:t xml:space="preserve">2.7.2. </w:t>
      </w:r>
      <w:r w:rsidR="00065ED8" w:rsidRPr="00171408">
        <w:rPr>
          <w:rStyle w:val="italic1"/>
          <w:rFonts w:ascii="Times New Roman" w:hAnsi="Times New Roman" w:cs="Times New Roman"/>
          <w:sz w:val="22"/>
          <w:szCs w:val="22"/>
          <w:lang w:val="kl-GL"/>
        </w:rPr>
        <w:t>Suliassaqartitsinermut minister</w:t>
      </w:r>
      <w:r w:rsidR="005C5B27" w:rsidRPr="00171408">
        <w:rPr>
          <w:rStyle w:val="italic1"/>
          <w:rFonts w:ascii="Times New Roman" w:hAnsi="Times New Roman" w:cs="Times New Roman"/>
          <w:sz w:val="22"/>
          <w:szCs w:val="22"/>
          <w:lang w:val="kl-GL"/>
        </w:rPr>
        <w:t xml:space="preserve">eqarfiup </w:t>
      </w:r>
      <w:r w:rsidRPr="00171408">
        <w:rPr>
          <w:rStyle w:val="italic1"/>
          <w:rFonts w:ascii="Times New Roman" w:hAnsi="Times New Roman" w:cs="Times New Roman"/>
          <w:sz w:val="22"/>
          <w:szCs w:val="22"/>
          <w:lang w:val="kl-GL"/>
        </w:rPr>
        <w:t>isumaliuutersuutai aamma aaqqissussineq siunnersuutigineqartoq</w:t>
      </w:r>
      <w:r w:rsidRPr="00171408">
        <w:rPr>
          <w:rFonts w:ascii="Times New Roman" w:hAnsi="Times New Roman" w:cs="Times New Roman"/>
          <w:sz w:val="22"/>
          <w:szCs w:val="22"/>
          <w:lang w:val="kl-GL"/>
        </w:rPr>
        <w:br/>
        <w:t>Kalaallit Nunaanni sulin</w:t>
      </w:r>
      <w:r w:rsidR="00EE298A" w:rsidRPr="00171408">
        <w:rPr>
          <w:rFonts w:ascii="Times New Roman" w:hAnsi="Times New Roman" w:cs="Times New Roman"/>
          <w:sz w:val="22"/>
          <w:szCs w:val="22"/>
          <w:lang w:val="kl-GL"/>
        </w:rPr>
        <w:t>erm</w:t>
      </w:r>
      <w:r w:rsidRPr="00171408">
        <w:rPr>
          <w:rFonts w:ascii="Times New Roman" w:hAnsi="Times New Roman" w:cs="Times New Roman"/>
          <w:sz w:val="22"/>
          <w:szCs w:val="22"/>
          <w:lang w:val="kl-GL"/>
        </w:rPr>
        <w:t xml:space="preserve">i ajoqusernermut tunngatillugu </w:t>
      </w:r>
      <w:r w:rsidR="00065ED8" w:rsidRPr="00171408">
        <w:rPr>
          <w:rFonts w:ascii="Times New Roman" w:hAnsi="Times New Roman" w:cs="Times New Roman"/>
          <w:sz w:val="22"/>
          <w:szCs w:val="22"/>
          <w:lang w:val="kl-GL"/>
        </w:rPr>
        <w:t>Suliassaqartitsinermut minister</w:t>
      </w:r>
      <w:r w:rsidR="00EE298A" w:rsidRPr="00171408">
        <w:rPr>
          <w:rFonts w:ascii="Times New Roman" w:hAnsi="Times New Roman" w:cs="Times New Roman"/>
          <w:sz w:val="22"/>
          <w:szCs w:val="22"/>
          <w:lang w:val="kl-GL"/>
        </w:rPr>
        <w:t>eqarfiup</w:t>
      </w:r>
      <w:r w:rsidRPr="00171408">
        <w:rPr>
          <w:rFonts w:ascii="Times New Roman" w:hAnsi="Times New Roman" w:cs="Times New Roman"/>
          <w:sz w:val="22"/>
          <w:szCs w:val="22"/>
          <w:lang w:val="kl-GL"/>
        </w:rPr>
        <w:t xml:space="preserve"> aamma Namminersorlutik Oqartussat kissaatigivaat </w:t>
      </w:r>
      <w:r w:rsidR="000654EB" w:rsidRPr="00171408">
        <w:rPr>
          <w:rFonts w:ascii="Times New Roman" w:hAnsi="Times New Roman" w:cs="Times New Roman"/>
          <w:sz w:val="22"/>
          <w:szCs w:val="22"/>
          <w:lang w:val="kl-GL"/>
        </w:rPr>
        <w:t>naammagittaalli</w:t>
      </w:r>
      <w:r w:rsidRPr="00171408">
        <w:rPr>
          <w:rFonts w:ascii="Times New Roman" w:hAnsi="Times New Roman" w:cs="Times New Roman"/>
          <w:sz w:val="22"/>
          <w:szCs w:val="22"/>
          <w:lang w:val="kl-GL"/>
        </w:rPr>
        <w:t xml:space="preserve">uteqartarneq pillugu aaqqissuussinermik </w:t>
      </w:r>
      <w:r w:rsidR="00EE298A" w:rsidRPr="00171408">
        <w:rPr>
          <w:rFonts w:ascii="Times New Roman" w:hAnsi="Times New Roman" w:cs="Times New Roman"/>
          <w:sz w:val="22"/>
          <w:szCs w:val="22"/>
          <w:lang w:val="kl-GL"/>
        </w:rPr>
        <w:t xml:space="preserve">pisariinnerusumik </w:t>
      </w:r>
      <w:r w:rsidRPr="00171408">
        <w:rPr>
          <w:rFonts w:ascii="Times New Roman" w:hAnsi="Times New Roman" w:cs="Times New Roman"/>
          <w:sz w:val="22"/>
          <w:szCs w:val="22"/>
          <w:lang w:val="kl-GL"/>
        </w:rPr>
        <w:t>pilersitsinissa</w:t>
      </w:r>
      <w:r w:rsidR="00EE298A" w:rsidRPr="00171408">
        <w:rPr>
          <w:rFonts w:ascii="Times New Roman" w:hAnsi="Times New Roman" w:cs="Times New Roman"/>
          <w:sz w:val="22"/>
          <w:szCs w:val="22"/>
          <w:lang w:val="kl-GL"/>
        </w:rPr>
        <w:t>q</w:t>
      </w:r>
      <w:r w:rsidRPr="00171408">
        <w:rPr>
          <w:rFonts w:ascii="Times New Roman" w:hAnsi="Times New Roman" w:cs="Times New Roman"/>
          <w:sz w:val="22"/>
          <w:szCs w:val="22"/>
          <w:lang w:val="kl-GL"/>
        </w:rPr>
        <w:t xml:space="preserve">, aaqqissuussinermi ataqatigiinnerusumik aamma </w:t>
      </w:r>
      <w:r w:rsidR="003E56BF" w:rsidRPr="00171408">
        <w:rPr>
          <w:rFonts w:ascii="Times New Roman" w:hAnsi="Times New Roman" w:cs="Times New Roman"/>
          <w:sz w:val="22"/>
          <w:szCs w:val="22"/>
          <w:lang w:val="kl-GL"/>
        </w:rPr>
        <w:t xml:space="preserve">pisariinnerusumik </w:t>
      </w:r>
      <w:r w:rsidRPr="00171408">
        <w:rPr>
          <w:rFonts w:ascii="Times New Roman" w:hAnsi="Times New Roman" w:cs="Times New Roman"/>
          <w:sz w:val="22"/>
          <w:szCs w:val="22"/>
          <w:lang w:val="kl-GL"/>
        </w:rPr>
        <w:t xml:space="preserve">ingerlatsinermut ikiuutaasussamik. Taamaattumik siunnersuutigineqarpoq </w:t>
      </w:r>
      <w:r w:rsidR="00580003" w:rsidRPr="00171408">
        <w:rPr>
          <w:rFonts w:ascii="Times New Roman" w:hAnsi="Times New Roman" w:cs="Times New Roman"/>
          <w:sz w:val="22"/>
          <w:szCs w:val="22"/>
          <w:lang w:val="kl-GL"/>
        </w:rPr>
        <w:t xml:space="preserve">aalajangiinernut ilaasunik </w:t>
      </w:r>
      <w:r w:rsidRPr="00171408">
        <w:rPr>
          <w:rFonts w:ascii="Times New Roman" w:hAnsi="Times New Roman" w:cs="Times New Roman"/>
          <w:sz w:val="22"/>
          <w:szCs w:val="22"/>
          <w:lang w:val="kl-GL"/>
        </w:rPr>
        <w:t xml:space="preserve">Arbejdsmarkedets Erhvervssikringip </w:t>
      </w:r>
      <w:r w:rsidR="003E56BF" w:rsidRPr="00171408">
        <w:rPr>
          <w:rFonts w:ascii="Times New Roman" w:hAnsi="Times New Roman" w:cs="Times New Roman"/>
          <w:sz w:val="22"/>
          <w:szCs w:val="22"/>
          <w:lang w:val="kl-GL"/>
        </w:rPr>
        <w:t xml:space="preserve">missiliuussanik </w:t>
      </w:r>
      <w:r w:rsidRPr="00171408">
        <w:rPr>
          <w:rFonts w:ascii="Times New Roman" w:hAnsi="Times New Roman" w:cs="Times New Roman"/>
          <w:sz w:val="22"/>
          <w:szCs w:val="22"/>
          <w:lang w:val="kl-GL"/>
        </w:rPr>
        <w:t>nalilersueqqissinnaanissaanut periarfissinn</w:t>
      </w:r>
      <w:r w:rsidR="00F844FE" w:rsidRPr="00171408">
        <w:rPr>
          <w:rFonts w:ascii="Times New Roman" w:hAnsi="Times New Roman" w:cs="Times New Roman"/>
          <w:sz w:val="22"/>
          <w:szCs w:val="22"/>
          <w:lang w:val="kl-GL"/>
        </w:rPr>
        <w:t>iarlugu atuutilersitsinissaq</w:t>
      </w:r>
      <w:r w:rsidRPr="00171408">
        <w:rPr>
          <w:rFonts w:ascii="Times New Roman" w:hAnsi="Times New Roman" w:cs="Times New Roman"/>
          <w:sz w:val="22"/>
          <w:szCs w:val="22"/>
          <w:lang w:val="kl-GL"/>
        </w:rPr>
        <w:t>.</w:t>
      </w:r>
    </w:p>
    <w:p w14:paraId="6385DD74" w14:textId="3C8A69DD" w:rsidR="00515200" w:rsidRPr="00171408" w:rsidRDefault="00CE02F1">
      <w:pPr>
        <w:pStyle w:val="NormalWeb"/>
        <w:spacing w:line="276" w:lineRule="auto"/>
        <w:rPr>
          <w:rFonts w:ascii="Times New Roman" w:hAnsi="Times New Roman"/>
          <w:lang w:val="kl-GL"/>
        </w:rPr>
      </w:pPr>
      <w:r w:rsidRPr="00171408">
        <w:rPr>
          <w:rFonts w:ascii="Times New Roman" w:hAnsi="Times New Roman" w:cs="Times New Roman"/>
          <w:sz w:val="22"/>
          <w:szCs w:val="22"/>
          <w:lang w:val="kl-GL"/>
        </w:rPr>
        <w:t xml:space="preserve">Inatsisit atuuttut malillugit Arbejdsmarkedets Erhvervssikringip naammineq aalajangiussani naqqissinnaanngilai, naak </w:t>
      </w:r>
      <w:r w:rsidR="000654EB" w:rsidRPr="00171408">
        <w:rPr>
          <w:rFonts w:ascii="Times New Roman" w:hAnsi="Times New Roman" w:cs="Times New Roman"/>
          <w:sz w:val="22"/>
          <w:szCs w:val="22"/>
          <w:lang w:val="kl-GL"/>
        </w:rPr>
        <w:t>naammagittaalli</w:t>
      </w:r>
      <w:r w:rsidRPr="00171408">
        <w:rPr>
          <w:rFonts w:ascii="Times New Roman" w:hAnsi="Times New Roman" w:cs="Times New Roman"/>
          <w:sz w:val="22"/>
          <w:szCs w:val="22"/>
          <w:lang w:val="kl-GL"/>
        </w:rPr>
        <w:t xml:space="preserve">ummik tigusinerminut atatillugu paasinnikkaluarluni </w:t>
      </w:r>
      <w:r w:rsidR="005655F6" w:rsidRPr="00171408">
        <w:rPr>
          <w:rFonts w:ascii="Times New Roman" w:hAnsi="Times New Roman" w:cs="Times New Roman"/>
          <w:sz w:val="22"/>
          <w:szCs w:val="22"/>
          <w:lang w:val="kl-GL"/>
        </w:rPr>
        <w:t xml:space="preserve">missiliuussaq </w:t>
      </w:r>
      <w:r w:rsidRPr="00171408">
        <w:rPr>
          <w:rFonts w:ascii="Times New Roman" w:hAnsi="Times New Roman" w:cs="Times New Roman"/>
          <w:sz w:val="22"/>
          <w:szCs w:val="22"/>
          <w:lang w:val="kl-GL"/>
        </w:rPr>
        <w:t xml:space="preserve">siulleq kukkusuusoq.  Arbejdsmarkedets Erhvervssikringip paarlattuanik suliat taakkua Ankestyrelsimut nassiutissavai, </w:t>
      </w:r>
      <w:r w:rsidR="00C3269E" w:rsidRPr="00171408">
        <w:rPr>
          <w:rFonts w:ascii="Times New Roman" w:hAnsi="Times New Roman" w:cs="Times New Roman"/>
          <w:sz w:val="22"/>
          <w:szCs w:val="22"/>
          <w:lang w:val="kl-GL"/>
        </w:rPr>
        <w:t>aamma</w:t>
      </w:r>
      <w:r w:rsidRPr="00171408">
        <w:rPr>
          <w:rFonts w:ascii="Times New Roman" w:hAnsi="Times New Roman" w:cs="Times New Roman"/>
          <w:sz w:val="22"/>
          <w:szCs w:val="22"/>
          <w:lang w:val="kl-GL"/>
        </w:rPr>
        <w:t xml:space="preserve"> Ankestyrelsip aalajangiinissaa utaqqillugu, Arbejdsmarkedets Erhvervssikringimi aalajangiinerup nutaamik suliareqqinneqarnissaanik kinguneqarsinnaasoq.</w:t>
      </w:r>
    </w:p>
    <w:p w14:paraId="218D8522" w14:textId="46FE5B92" w:rsidR="00515200" w:rsidRPr="00171408" w:rsidRDefault="00065ED8">
      <w:pPr>
        <w:pStyle w:val="NormalWeb"/>
        <w:spacing w:line="276" w:lineRule="auto"/>
        <w:rPr>
          <w:rFonts w:ascii="Times New Roman" w:hAnsi="Times New Roman"/>
          <w:lang w:val="kl-GL"/>
        </w:rPr>
      </w:pPr>
      <w:r w:rsidRPr="00171408">
        <w:rPr>
          <w:rFonts w:ascii="Times New Roman" w:hAnsi="Times New Roman" w:cs="Times New Roman"/>
          <w:sz w:val="22"/>
          <w:szCs w:val="22"/>
          <w:lang w:val="kl-GL"/>
        </w:rPr>
        <w:t>Suliassaqartitsinermut minister</w:t>
      </w:r>
      <w:r w:rsidR="00E12D44" w:rsidRPr="00171408">
        <w:rPr>
          <w:rFonts w:ascii="Times New Roman" w:hAnsi="Times New Roman" w:cs="Times New Roman"/>
          <w:sz w:val="22"/>
          <w:szCs w:val="22"/>
          <w:lang w:val="kl-GL"/>
        </w:rPr>
        <w:t>eqarfiup</w:t>
      </w:r>
      <w:r w:rsidR="00CE02F1" w:rsidRPr="00171408">
        <w:rPr>
          <w:rFonts w:ascii="Times New Roman" w:hAnsi="Times New Roman" w:cs="Times New Roman"/>
          <w:sz w:val="22"/>
          <w:szCs w:val="22"/>
          <w:lang w:val="kl-GL"/>
        </w:rPr>
        <w:t xml:space="preserve"> aamma Namminersorlutik Oqartussat, nalilersueqqissinnaaneq pillugu aqqissuussineq atuuttoq, Arbejdsmarkedets Erhvervssikringip </w:t>
      </w:r>
      <w:r w:rsidR="00E12D44" w:rsidRPr="00171408">
        <w:rPr>
          <w:rFonts w:ascii="Times New Roman" w:hAnsi="Times New Roman" w:cs="Times New Roman"/>
          <w:sz w:val="22"/>
          <w:szCs w:val="22"/>
          <w:lang w:val="kl-GL"/>
        </w:rPr>
        <w:t>missiliuummik</w:t>
      </w:r>
      <w:r w:rsidR="00CE02F1" w:rsidRPr="00171408">
        <w:rPr>
          <w:rFonts w:ascii="Times New Roman" w:hAnsi="Times New Roman" w:cs="Times New Roman"/>
          <w:sz w:val="22"/>
          <w:szCs w:val="22"/>
          <w:lang w:val="kl-GL"/>
        </w:rPr>
        <w:t xml:space="preserve"> aalajangiinermut ilaatinneqartumik, nalilersueqqinnissaanut periarfissiinngitsoq, naapertuutinngitsoq nalilerpaat, tamanna innuttaasunut iluaqutaanngitsumik suliat sivitsuussamik suliarineqartarnerinik </w:t>
      </w:r>
      <w:r w:rsidR="00C3269E" w:rsidRPr="00171408">
        <w:rPr>
          <w:rFonts w:ascii="Times New Roman" w:hAnsi="Times New Roman" w:cs="Times New Roman"/>
          <w:sz w:val="22"/>
          <w:szCs w:val="22"/>
          <w:lang w:val="kl-GL"/>
        </w:rPr>
        <w:t>aamma</w:t>
      </w:r>
      <w:r w:rsidR="00CE02F1" w:rsidRPr="00171408">
        <w:rPr>
          <w:rFonts w:ascii="Times New Roman" w:hAnsi="Times New Roman" w:cs="Times New Roman"/>
          <w:sz w:val="22"/>
          <w:szCs w:val="22"/>
          <w:lang w:val="kl-GL"/>
        </w:rPr>
        <w:t xml:space="preserve"> pisariaqanngitsumik Ankestyrelsimi s</w:t>
      </w:r>
      <w:r w:rsidR="0027594A" w:rsidRPr="00171408">
        <w:rPr>
          <w:rFonts w:ascii="Times New Roman" w:hAnsi="Times New Roman" w:cs="Times New Roman"/>
          <w:sz w:val="22"/>
          <w:szCs w:val="22"/>
          <w:lang w:val="kl-GL"/>
        </w:rPr>
        <w:t>u</w:t>
      </w:r>
      <w:r w:rsidR="00CE02F1" w:rsidRPr="00171408">
        <w:rPr>
          <w:rFonts w:ascii="Times New Roman" w:hAnsi="Times New Roman" w:cs="Times New Roman"/>
          <w:sz w:val="22"/>
          <w:szCs w:val="22"/>
          <w:lang w:val="kl-GL"/>
        </w:rPr>
        <w:t xml:space="preserve">liarinninnermik kinguneqartarmat. Inatsiseqarnermut </w:t>
      </w:r>
      <w:r w:rsidR="00D17FF5" w:rsidRPr="00171408">
        <w:rPr>
          <w:rFonts w:ascii="Times New Roman" w:hAnsi="Times New Roman" w:cs="Times New Roman"/>
          <w:sz w:val="22"/>
          <w:szCs w:val="22"/>
          <w:lang w:val="kl-GL"/>
        </w:rPr>
        <w:t xml:space="preserve">suliassaqarfinni </w:t>
      </w:r>
      <w:r w:rsidR="00CE02F1" w:rsidRPr="00171408">
        <w:rPr>
          <w:rFonts w:ascii="Times New Roman" w:hAnsi="Times New Roman" w:cs="Times New Roman"/>
          <w:sz w:val="22"/>
          <w:szCs w:val="22"/>
          <w:lang w:val="kl-GL"/>
        </w:rPr>
        <w:t xml:space="preserve">allani ilisimaneqarpoq, </w:t>
      </w:r>
      <w:r w:rsidR="000654EB" w:rsidRPr="00171408">
        <w:rPr>
          <w:rFonts w:ascii="Times New Roman" w:hAnsi="Times New Roman" w:cs="Times New Roman"/>
          <w:sz w:val="22"/>
          <w:szCs w:val="22"/>
          <w:lang w:val="kl-GL"/>
        </w:rPr>
        <w:t>naammagittaalli</w:t>
      </w:r>
      <w:r w:rsidR="00CE02F1" w:rsidRPr="00171408">
        <w:rPr>
          <w:rFonts w:ascii="Times New Roman" w:hAnsi="Times New Roman" w:cs="Times New Roman"/>
          <w:sz w:val="22"/>
          <w:szCs w:val="22"/>
          <w:lang w:val="kl-GL"/>
        </w:rPr>
        <w:t xml:space="preserve">ummut atatillugu oqartussaasoqarfiup </w:t>
      </w:r>
      <w:r w:rsidR="00D17FF5" w:rsidRPr="00171408">
        <w:rPr>
          <w:rFonts w:ascii="Times New Roman" w:hAnsi="Times New Roman" w:cs="Times New Roman"/>
          <w:sz w:val="22"/>
          <w:szCs w:val="22"/>
          <w:lang w:val="kl-GL"/>
        </w:rPr>
        <w:t xml:space="preserve">appasinnerusup </w:t>
      </w:r>
      <w:r w:rsidR="00CC03C1" w:rsidRPr="00171408">
        <w:rPr>
          <w:rFonts w:ascii="Times New Roman" w:hAnsi="Times New Roman" w:cs="Times New Roman"/>
          <w:sz w:val="22"/>
          <w:szCs w:val="22"/>
          <w:lang w:val="kl-GL"/>
        </w:rPr>
        <w:t xml:space="preserve">missilisussanik </w:t>
      </w:r>
      <w:r w:rsidR="00CE02F1" w:rsidRPr="00171408">
        <w:rPr>
          <w:rFonts w:ascii="Times New Roman" w:hAnsi="Times New Roman" w:cs="Times New Roman"/>
          <w:sz w:val="22"/>
          <w:szCs w:val="22"/>
          <w:lang w:val="kl-GL"/>
        </w:rPr>
        <w:t>nalilersuinerni kukkusani nammineerluni aaqqiisinnaanera</w:t>
      </w:r>
      <w:r w:rsidR="002148D8" w:rsidRPr="00171408">
        <w:rPr>
          <w:rFonts w:ascii="Times New Roman" w:hAnsi="Times New Roman" w:cs="Times New Roman"/>
          <w:sz w:val="22"/>
          <w:szCs w:val="22"/>
          <w:lang w:val="kl-GL"/>
        </w:rPr>
        <w:t>nut pisinnaatitaammat</w:t>
      </w:r>
      <w:r w:rsidR="00CE02F1" w:rsidRPr="00171408">
        <w:rPr>
          <w:rFonts w:ascii="Times New Roman" w:hAnsi="Times New Roman" w:cs="Times New Roman"/>
          <w:sz w:val="22"/>
          <w:szCs w:val="22"/>
          <w:lang w:val="kl-GL"/>
        </w:rPr>
        <w:t xml:space="preserve">. </w:t>
      </w:r>
      <w:r w:rsidRPr="00171408">
        <w:rPr>
          <w:rFonts w:ascii="Times New Roman" w:hAnsi="Times New Roman" w:cs="Times New Roman"/>
          <w:sz w:val="22"/>
          <w:szCs w:val="22"/>
          <w:lang w:val="kl-GL"/>
        </w:rPr>
        <w:t>Suliassaqartitsinermut minister</w:t>
      </w:r>
      <w:r w:rsidR="002148D8" w:rsidRPr="00171408">
        <w:rPr>
          <w:rFonts w:ascii="Times New Roman" w:hAnsi="Times New Roman" w:cs="Times New Roman"/>
          <w:sz w:val="22"/>
          <w:szCs w:val="22"/>
          <w:lang w:val="kl-GL"/>
        </w:rPr>
        <w:t>eqarfiup</w:t>
      </w:r>
      <w:r w:rsidR="00CE02F1" w:rsidRPr="00171408">
        <w:rPr>
          <w:rFonts w:ascii="Times New Roman" w:hAnsi="Times New Roman" w:cs="Times New Roman"/>
          <w:sz w:val="22"/>
          <w:szCs w:val="22"/>
          <w:lang w:val="kl-GL"/>
        </w:rPr>
        <w:t xml:space="preserve"> aamma Namminersorlutik Oqartussat nalilerpaat, aaqqissuussinermik ataannartitsinissaq inatsiseqarnikkut isumannaatsuutitsinermi naammattumik iluaqutaassanngitsoq, Arbejdsmarkedets Erhvervssikringi aalajangiinerni </w:t>
      </w:r>
      <w:r w:rsidR="007A2D49" w:rsidRPr="00171408">
        <w:rPr>
          <w:rFonts w:ascii="Times New Roman" w:hAnsi="Times New Roman" w:cs="Times New Roman"/>
          <w:sz w:val="22"/>
          <w:szCs w:val="22"/>
          <w:lang w:val="kl-GL"/>
        </w:rPr>
        <w:t xml:space="preserve">missiliuussilluni </w:t>
      </w:r>
      <w:r w:rsidR="00CE02F1" w:rsidRPr="00171408">
        <w:rPr>
          <w:rFonts w:ascii="Times New Roman" w:hAnsi="Times New Roman" w:cs="Times New Roman"/>
          <w:sz w:val="22"/>
          <w:szCs w:val="22"/>
          <w:lang w:val="kl-GL"/>
        </w:rPr>
        <w:t>nalilersu</w:t>
      </w:r>
      <w:r w:rsidR="007A2D49" w:rsidRPr="00171408">
        <w:rPr>
          <w:rFonts w:ascii="Times New Roman" w:hAnsi="Times New Roman" w:cs="Times New Roman"/>
          <w:sz w:val="22"/>
          <w:szCs w:val="22"/>
          <w:lang w:val="kl-GL"/>
        </w:rPr>
        <w:t>inerit</w:t>
      </w:r>
      <w:r w:rsidR="0037350A" w:rsidRPr="00171408">
        <w:rPr>
          <w:rFonts w:ascii="Times New Roman" w:hAnsi="Times New Roman" w:cs="Times New Roman"/>
          <w:sz w:val="22"/>
          <w:szCs w:val="22"/>
          <w:lang w:val="kl-GL"/>
        </w:rPr>
        <w:t xml:space="preserve"> pillugit</w:t>
      </w:r>
      <w:r w:rsidR="00CE02F1" w:rsidRPr="00171408">
        <w:rPr>
          <w:rFonts w:ascii="Times New Roman" w:hAnsi="Times New Roman" w:cs="Times New Roman"/>
          <w:sz w:val="22"/>
          <w:szCs w:val="22"/>
          <w:lang w:val="kl-GL"/>
        </w:rPr>
        <w:t xml:space="preserve"> nalilersueqqinnissamut periarfissaqarnani.</w:t>
      </w:r>
    </w:p>
    <w:p w14:paraId="4D392299" w14:textId="0B208FC5" w:rsidR="00515200" w:rsidRPr="00171408" w:rsidRDefault="00CE02F1">
      <w:pPr>
        <w:pStyle w:val="NormalWeb"/>
        <w:spacing w:line="276" w:lineRule="auto"/>
        <w:rPr>
          <w:rFonts w:ascii="Times New Roman" w:hAnsi="Times New Roman"/>
          <w:lang w:val="kl-GL"/>
        </w:rPr>
      </w:pPr>
      <w:r w:rsidRPr="00171408">
        <w:rPr>
          <w:rFonts w:ascii="Times New Roman" w:hAnsi="Times New Roman" w:cs="Times New Roman"/>
          <w:sz w:val="22"/>
          <w:szCs w:val="22"/>
          <w:lang w:val="kl-GL"/>
        </w:rPr>
        <w:t xml:space="preserve">Inatsisissatut siunnersuutikkut siunnersuutigineqarpoq, Arbejdsmarkedets Erhvervssikringip aalajangiineq pillugu </w:t>
      </w:r>
      <w:r w:rsidR="000654EB" w:rsidRPr="00171408">
        <w:rPr>
          <w:rFonts w:ascii="Times New Roman" w:hAnsi="Times New Roman" w:cs="Times New Roman"/>
          <w:sz w:val="22"/>
          <w:szCs w:val="22"/>
          <w:lang w:val="kl-GL"/>
        </w:rPr>
        <w:t>naammagittaalli</w:t>
      </w:r>
      <w:r w:rsidRPr="00171408">
        <w:rPr>
          <w:rFonts w:ascii="Times New Roman" w:hAnsi="Times New Roman" w:cs="Times New Roman"/>
          <w:sz w:val="22"/>
          <w:szCs w:val="22"/>
          <w:lang w:val="kl-GL"/>
        </w:rPr>
        <w:t xml:space="preserve">ummut atatillugu, aalajangiinermi pissutsit tamakkerlugit nalilersuisinnaanissaa, tassunga </w:t>
      </w:r>
      <w:r w:rsidR="00B63954" w:rsidRPr="00171408">
        <w:rPr>
          <w:rFonts w:ascii="Times New Roman" w:hAnsi="Times New Roman" w:cs="Times New Roman"/>
          <w:sz w:val="22"/>
          <w:szCs w:val="22"/>
          <w:lang w:val="kl-GL"/>
        </w:rPr>
        <w:t xml:space="preserve">ilanngullugu missiliuummik </w:t>
      </w:r>
      <w:r w:rsidRPr="00171408">
        <w:rPr>
          <w:rFonts w:ascii="Times New Roman" w:hAnsi="Times New Roman" w:cs="Times New Roman"/>
          <w:sz w:val="22"/>
          <w:szCs w:val="22"/>
          <w:lang w:val="kl-GL"/>
        </w:rPr>
        <w:t>atortitsineq. Imatut paasillugu, Arbejdsmarkedets Erhvervssikringip isummerfigissavaa, aalajangiinermi piviusumik tunngav</w:t>
      </w:r>
      <w:r w:rsidR="000C0BD2" w:rsidRPr="00171408">
        <w:rPr>
          <w:rFonts w:ascii="Times New Roman" w:hAnsi="Times New Roman" w:cs="Times New Roman"/>
          <w:sz w:val="22"/>
          <w:szCs w:val="22"/>
          <w:lang w:val="kl-GL"/>
        </w:rPr>
        <w:t>eqartunik</w:t>
      </w:r>
      <w:r w:rsidRPr="00171408">
        <w:rPr>
          <w:rFonts w:ascii="Times New Roman" w:hAnsi="Times New Roman" w:cs="Times New Roman"/>
          <w:sz w:val="22"/>
          <w:szCs w:val="22"/>
          <w:lang w:val="kl-GL"/>
        </w:rPr>
        <w:t xml:space="preserve"> imaluunniit inatsisitigut kukkuneqarnersoq, imaluunniit </w:t>
      </w:r>
      <w:r w:rsidR="00D5765B" w:rsidRPr="00171408">
        <w:rPr>
          <w:rFonts w:ascii="Times New Roman" w:hAnsi="Times New Roman" w:cs="Times New Roman"/>
          <w:sz w:val="22"/>
          <w:szCs w:val="22"/>
          <w:lang w:val="kl-GL"/>
        </w:rPr>
        <w:t xml:space="preserve">aalajangiinerup aalajangiunneqarnerani </w:t>
      </w:r>
      <w:r w:rsidRPr="00171408">
        <w:rPr>
          <w:rFonts w:ascii="Times New Roman" w:hAnsi="Times New Roman" w:cs="Times New Roman"/>
          <w:sz w:val="22"/>
          <w:szCs w:val="22"/>
          <w:lang w:val="kl-GL"/>
        </w:rPr>
        <w:t xml:space="preserve">kukkusumik </w:t>
      </w:r>
      <w:r w:rsidR="000C0BD2" w:rsidRPr="00171408">
        <w:rPr>
          <w:rFonts w:ascii="Times New Roman" w:hAnsi="Times New Roman" w:cs="Times New Roman"/>
          <w:sz w:val="22"/>
          <w:szCs w:val="22"/>
          <w:lang w:val="kl-GL"/>
        </w:rPr>
        <w:t>missiliuussisoqarnersoq</w:t>
      </w:r>
      <w:r w:rsidRPr="00171408">
        <w:rPr>
          <w:rFonts w:ascii="Times New Roman" w:hAnsi="Times New Roman" w:cs="Times New Roman"/>
          <w:sz w:val="22"/>
          <w:szCs w:val="22"/>
          <w:lang w:val="kl-GL"/>
        </w:rPr>
        <w:t>. Tamatuma kingorna Arbejdsmarkedets Erhvervssikringi periarfissaqarpoq aalajangiinerup nalilersoqqinnissaanut suliaq Ankestyrelsimut nassiuteqqaanngikkaluarlugu. Aalaj</w:t>
      </w:r>
      <w:r w:rsidR="00102471" w:rsidRPr="00171408">
        <w:rPr>
          <w:rFonts w:ascii="Times New Roman" w:hAnsi="Times New Roman" w:cs="Times New Roman"/>
          <w:sz w:val="22"/>
          <w:szCs w:val="22"/>
          <w:lang w:val="kl-GL"/>
        </w:rPr>
        <w:t>a</w:t>
      </w:r>
      <w:r w:rsidRPr="00171408">
        <w:rPr>
          <w:rFonts w:ascii="Times New Roman" w:hAnsi="Times New Roman" w:cs="Times New Roman"/>
          <w:sz w:val="22"/>
          <w:szCs w:val="22"/>
          <w:lang w:val="kl-GL"/>
        </w:rPr>
        <w:t xml:space="preserve">ngiineq nalilersoqqinneqarsimasoq Ankestyrelsimut </w:t>
      </w:r>
      <w:r w:rsidR="000654EB" w:rsidRPr="00171408">
        <w:rPr>
          <w:rFonts w:ascii="Times New Roman" w:hAnsi="Times New Roman" w:cs="Times New Roman"/>
          <w:sz w:val="22"/>
          <w:szCs w:val="22"/>
          <w:lang w:val="kl-GL"/>
        </w:rPr>
        <w:t>naammagittaalli</w:t>
      </w:r>
      <w:r w:rsidRPr="00171408">
        <w:rPr>
          <w:rFonts w:ascii="Times New Roman" w:hAnsi="Times New Roman" w:cs="Times New Roman"/>
          <w:sz w:val="22"/>
          <w:szCs w:val="22"/>
          <w:lang w:val="kl-GL"/>
        </w:rPr>
        <w:t>utigineqarsinnaassaaq, aalajangiinermik tigusisoq tassunga isumaqataanngippat.</w:t>
      </w:r>
    </w:p>
    <w:p w14:paraId="23F118BB" w14:textId="7B383375" w:rsidR="00515200" w:rsidRPr="00171408" w:rsidRDefault="00CE02F1">
      <w:pPr>
        <w:pStyle w:val="AT-Body"/>
        <w:spacing w:line="276" w:lineRule="auto"/>
        <w:rPr>
          <w:lang w:val="kl-GL"/>
        </w:rPr>
      </w:pPr>
      <w:r w:rsidRPr="00171408">
        <w:rPr>
          <w:lang w:val="kl-GL"/>
        </w:rPr>
        <w:t xml:space="preserve">Allannguutit kingunerissavaat </w:t>
      </w:r>
      <w:r w:rsidRPr="00171408">
        <w:rPr>
          <w:color w:val="000000"/>
          <w:lang w:val="kl-GL"/>
        </w:rPr>
        <w:t>suli</w:t>
      </w:r>
      <w:r w:rsidR="0012483F" w:rsidRPr="00171408">
        <w:rPr>
          <w:color w:val="000000"/>
          <w:lang w:val="kl-GL"/>
        </w:rPr>
        <w:t>nerm</w:t>
      </w:r>
      <w:r w:rsidRPr="00171408">
        <w:rPr>
          <w:color w:val="000000"/>
          <w:lang w:val="kl-GL"/>
        </w:rPr>
        <w:t>i ajoqusernermut isumannaarineq pillugu inatsimmi malittarisassanik assigiilersitsineq</w:t>
      </w:r>
      <w:r w:rsidRPr="00171408">
        <w:rPr>
          <w:lang w:val="kl-GL"/>
        </w:rPr>
        <w:t>.</w:t>
      </w:r>
    </w:p>
    <w:p w14:paraId="734E8CE8" w14:textId="4F7E4954" w:rsidR="00515200" w:rsidRPr="00171408" w:rsidRDefault="00CE02F1">
      <w:pPr>
        <w:pStyle w:val="AT-Body"/>
        <w:spacing w:line="276" w:lineRule="auto"/>
        <w:rPr>
          <w:lang w:val="kl-GL"/>
        </w:rPr>
      </w:pPr>
      <w:r w:rsidRPr="00171408">
        <w:rPr>
          <w:lang w:val="kl-GL"/>
        </w:rPr>
        <w:t>Siunnersuummi § 1, nr. 2</w:t>
      </w:r>
      <w:r w:rsidR="007E24EF" w:rsidRPr="00171408">
        <w:rPr>
          <w:lang w:val="kl-GL"/>
        </w:rPr>
        <w:t>3</w:t>
      </w:r>
      <w:r w:rsidRPr="00171408">
        <w:rPr>
          <w:lang w:val="kl-GL"/>
        </w:rPr>
        <w:t>, aamma oqaaseqaatit innersuussutigineqarput.</w:t>
      </w:r>
    </w:p>
    <w:p w14:paraId="27808B5B" w14:textId="36201549" w:rsidR="00515200" w:rsidRPr="00171408" w:rsidRDefault="00CE02F1">
      <w:pPr>
        <w:pStyle w:val="NormalWeb"/>
        <w:spacing w:line="276" w:lineRule="auto"/>
        <w:rPr>
          <w:lang w:val="kl-GL"/>
        </w:rPr>
      </w:pPr>
      <w:r w:rsidRPr="00171408">
        <w:rPr>
          <w:rStyle w:val="italic1"/>
          <w:rFonts w:ascii="Times New Roman" w:hAnsi="Times New Roman" w:cs="Times New Roman"/>
          <w:b/>
          <w:i w:val="0"/>
          <w:sz w:val="22"/>
          <w:szCs w:val="22"/>
          <w:lang w:val="kl-GL"/>
        </w:rPr>
        <w:lastRenderedPageBreak/>
        <w:t xml:space="preserve">2.8. </w:t>
      </w:r>
      <w:r w:rsidR="000070C9" w:rsidRPr="00171408">
        <w:rPr>
          <w:rStyle w:val="italic1"/>
          <w:rFonts w:ascii="Times New Roman" w:hAnsi="Times New Roman" w:cs="Times New Roman"/>
          <w:b/>
          <w:i w:val="0"/>
          <w:sz w:val="22"/>
          <w:szCs w:val="22"/>
          <w:lang w:val="kl-GL"/>
        </w:rPr>
        <w:t>A</w:t>
      </w:r>
      <w:r w:rsidR="00C36728" w:rsidRPr="00171408">
        <w:rPr>
          <w:rStyle w:val="italic1"/>
          <w:rFonts w:ascii="Times New Roman" w:hAnsi="Times New Roman" w:cs="Times New Roman"/>
          <w:b/>
          <w:i w:val="0"/>
          <w:sz w:val="22"/>
          <w:szCs w:val="22"/>
          <w:lang w:val="kl-GL"/>
        </w:rPr>
        <w:t>ningaasanngorti</w:t>
      </w:r>
      <w:r w:rsidR="000070C9" w:rsidRPr="00171408">
        <w:rPr>
          <w:rStyle w:val="italic1"/>
          <w:rFonts w:ascii="Times New Roman" w:hAnsi="Times New Roman" w:cs="Times New Roman"/>
          <w:b/>
          <w:i w:val="0"/>
          <w:sz w:val="22"/>
          <w:szCs w:val="22"/>
          <w:lang w:val="kl-GL"/>
        </w:rPr>
        <w:t>tsinermi</w:t>
      </w:r>
      <w:r w:rsidR="00C36728" w:rsidRPr="00171408">
        <w:rPr>
          <w:rStyle w:val="italic1"/>
          <w:rFonts w:ascii="Times New Roman" w:hAnsi="Times New Roman" w:cs="Times New Roman"/>
          <w:b/>
          <w:i w:val="0"/>
          <w:sz w:val="22"/>
          <w:szCs w:val="22"/>
          <w:lang w:val="kl-GL"/>
        </w:rPr>
        <w:t xml:space="preserve"> naleqqersuutinik nutarsaaneq</w:t>
      </w:r>
    </w:p>
    <w:p w14:paraId="096EEB44" w14:textId="60426419" w:rsidR="00515200" w:rsidRPr="00171408" w:rsidRDefault="00CE02F1">
      <w:pPr>
        <w:rPr>
          <w:rFonts w:ascii="Times New Roman" w:hAnsi="Times New Roman"/>
          <w:lang w:val="kl-GL"/>
        </w:rPr>
      </w:pPr>
      <w:r w:rsidRPr="00171408">
        <w:rPr>
          <w:rFonts w:ascii="Times New Roman" w:hAnsi="Times New Roman" w:cs="Times New Roman"/>
          <w:i/>
          <w:iCs/>
          <w:lang w:val="kl-GL"/>
        </w:rPr>
        <w:t>2.8.1. Inatsisit atuuttut</w:t>
      </w:r>
      <w:r w:rsidRPr="00171408">
        <w:rPr>
          <w:rFonts w:ascii="Times New Roman" w:hAnsi="Times New Roman" w:cs="Times New Roman"/>
          <w:lang w:val="kl-GL"/>
        </w:rPr>
        <w:br/>
        <w:t xml:space="preserve">Inuussutissarsiorsinnaanermik annaasaqarnermut taarsiiffigitinneq tunniunneqartuaannarpoq ingerlaavartumik tunniutassanngortitsinermik, kisianni </w:t>
      </w:r>
      <w:r w:rsidR="009712E3" w:rsidRPr="00171408">
        <w:rPr>
          <w:rFonts w:ascii="Times New Roman" w:hAnsi="Times New Roman" w:cs="Times New Roman"/>
          <w:lang w:val="kl-GL"/>
        </w:rPr>
        <w:t>Kalaallit Nunaanni sulinermi ajoqusernermut isumannaarineq pillugu inatsi</w:t>
      </w:r>
      <w:r w:rsidRPr="00171408">
        <w:rPr>
          <w:rFonts w:ascii="Times New Roman" w:hAnsi="Times New Roman" w:cs="Times New Roman"/>
          <w:color w:val="000000"/>
          <w:lang w:val="kl-GL"/>
        </w:rPr>
        <w:t xml:space="preserve">mmi § 31 malillugu </w:t>
      </w:r>
      <w:r w:rsidRPr="00171408">
        <w:rPr>
          <w:rFonts w:ascii="Times New Roman" w:hAnsi="Times New Roman" w:cs="Times New Roman"/>
          <w:lang w:val="kl-GL"/>
        </w:rPr>
        <w:t>akuerineqarnerata kingorna ingerlaavartumik tunniutassanngortitsinertut imaluunniit ataatsikkut tunniutassanngortitsinikkut akilerneqarsinnaalluni, tak</w:t>
      </w:r>
      <w:r w:rsidRPr="00171408">
        <w:rPr>
          <w:rFonts w:ascii="Times New Roman" w:hAnsi="Times New Roman" w:cs="Times New Roman"/>
          <w:color w:val="000000"/>
          <w:lang w:val="kl-GL"/>
        </w:rPr>
        <w:t>. § 21, imm. 5</w:t>
      </w:r>
      <w:r w:rsidRPr="00171408">
        <w:rPr>
          <w:rFonts w:ascii="Times New Roman" w:hAnsi="Times New Roman" w:cs="Times New Roman"/>
          <w:lang w:val="kl-GL"/>
        </w:rPr>
        <w:t>. Ingerlaavartumik tunniutassanngortitsineq qaammatikkaartumik akilerneqartarpoq, kisianni ataatsikkut tunniutassanngortitsineq ataasiaannartumik akilerneqartarluni.</w:t>
      </w:r>
    </w:p>
    <w:p w14:paraId="7F4454EF" w14:textId="4DE5D7FD" w:rsidR="00515200" w:rsidRPr="00171408" w:rsidRDefault="00CE02F1">
      <w:pPr>
        <w:rPr>
          <w:rFonts w:ascii="Times New Roman" w:hAnsi="Times New Roman"/>
          <w:lang w:val="kl-GL"/>
        </w:rPr>
      </w:pPr>
      <w:r w:rsidRPr="00171408">
        <w:rPr>
          <w:rFonts w:ascii="Times New Roman" w:hAnsi="Times New Roman" w:cs="Times New Roman"/>
          <w:lang w:val="kl-GL"/>
        </w:rPr>
        <w:t xml:space="preserve">Inuussutissarsiorsinnaanermik annaasaqarneq </w:t>
      </w:r>
      <w:r w:rsidR="00FB2E35" w:rsidRPr="00171408">
        <w:rPr>
          <w:rFonts w:ascii="Times New Roman" w:hAnsi="Times New Roman" w:cs="Times New Roman"/>
          <w:lang w:val="kl-GL"/>
        </w:rPr>
        <w:t xml:space="preserve">inaarutaasumik </w:t>
      </w:r>
      <w:r w:rsidRPr="00171408">
        <w:rPr>
          <w:rFonts w:ascii="Times New Roman" w:hAnsi="Times New Roman" w:cs="Times New Roman"/>
          <w:lang w:val="kl-GL"/>
        </w:rPr>
        <w:t xml:space="preserve">aalajangersarneqaraangat, </w:t>
      </w:r>
      <w:r w:rsidR="00FB2E35" w:rsidRPr="00171408">
        <w:rPr>
          <w:rFonts w:ascii="Times New Roman" w:hAnsi="Times New Roman" w:cs="Times New Roman"/>
          <w:lang w:val="kl-GL"/>
        </w:rPr>
        <w:t xml:space="preserve">inuussutissarsiorsinnaanermik annaasaqarnerup 50 pct-it inorpagit </w:t>
      </w:r>
      <w:r w:rsidRPr="00171408">
        <w:rPr>
          <w:rFonts w:ascii="Times New Roman" w:hAnsi="Times New Roman" w:cs="Times New Roman"/>
          <w:lang w:val="kl-GL"/>
        </w:rPr>
        <w:t xml:space="preserve">taarsiissuteqarneq ataatsikkut tunniutassanngortinneqassaaq, tak. inatsimmi § 31, imm. 1. </w:t>
      </w:r>
      <w:r w:rsidR="00D8413B" w:rsidRPr="00171408">
        <w:rPr>
          <w:rFonts w:ascii="Times New Roman" w:hAnsi="Times New Roman" w:cs="Times New Roman"/>
          <w:lang w:val="kl-GL"/>
        </w:rPr>
        <w:t xml:space="preserve">Inuussutissarsiorsinnaanermik </w:t>
      </w:r>
      <w:r w:rsidRPr="00171408">
        <w:rPr>
          <w:rFonts w:ascii="Times New Roman" w:hAnsi="Times New Roman" w:cs="Times New Roman"/>
          <w:lang w:val="kl-GL"/>
        </w:rPr>
        <w:t xml:space="preserve">annaasaqarnerup 50 pct-it imaluunniit qaangerpagit, taarsiissuteqarneq ingerlaavartumik tunniutassanngortinneqassaaq. Ajoqusertut pisuni taamaattuni, inuussutissarsiorsinnaanermik annaasaqarnermi 50 pct-imut taarsiiffigitinnissamut attuumassuteqartoq ataatsikkut tunniutassanngortinneqarnissaa </w:t>
      </w:r>
      <w:r w:rsidR="00AC15A2" w:rsidRPr="00171408">
        <w:rPr>
          <w:rFonts w:ascii="Times New Roman" w:hAnsi="Times New Roman" w:cs="Times New Roman"/>
          <w:lang w:val="kl-GL"/>
        </w:rPr>
        <w:t>qinnutigisinnaavaa</w:t>
      </w:r>
      <w:r w:rsidRPr="00171408">
        <w:rPr>
          <w:rFonts w:ascii="Times New Roman" w:hAnsi="Times New Roman" w:cs="Times New Roman"/>
          <w:lang w:val="kl-GL"/>
        </w:rPr>
        <w:t>, tak. inatsimmi § 31, imm. 2.</w:t>
      </w:r>
    </w:p>
    <w:p w14:paraId="7B7B4EBB" w14:textId="1ED96A5A" w:rsidR="00515200" w:rsidRPr="00171408" w:rsidRDefault="00CE02F1">
      <w:pPr>
        <w:rPr>
          <w:rFonts w:ascii="Times New Roman" w:hAnsi="Times New Roman"/>
          <w:lang w:val="kl-GL"/>
        </w:rPr>
      </w:pPr>
      <w:r w:rsidRPr="00171408">
        <w:rPr>
          <w:rFonts w:ascii="Times New Roman" w:hAnsi="Times New Roman" w:cs="Times New Roman"/>
          <w:lang w:val="kl-GL"/>
        </w:rPr>
        <w:t xml:space="preserve">Ajoqusertoq ingerlaavartumik tunniutassanngortitsinikkut taarsiiffigitinnissamut akuerineqarpat, taanna ataatsikkut tunniutassanngortinneqarsinnaanngilaq, tigusisoq ukiut </w:t>
      </w:r>
      <w:r w:rsidR="00EE09D5" w:rsidRPr="00171408">
        <w:rPr>
          <w:rFonts w:ascii="Times New Roman" w:hAnsi="Times New Roman" w:cs="Times New Roman"/>
          <w:lang w:val="kl-GL"/>
        </w:rPr>
        <w:t xml:space="preserve">marluk </w:t>
      </w:r>
      <w:r w:rsidRPr="00171408">
        <w:rPr>
          <w:rFonts w:ascii="Times New Roman" w:hAnsi="Times New Roman" w:cs="Times New Roman"/>
          <w:lang w:val="kl-GL"/>
        </w:rPr>
        <w:t xml:space="preserve">imaluunniit ikinnerusut qaangiunneranni </w:t>
      </w:r>
      <w:r w:rsidR="00125E60" w:rsidRPr="00171408">
        <w:rPr>
          <w:rFonts w:ascii="Times New Roman" w:hAnsi="Times New Roman" w:cs="Times New Roman"/>
          <w:lang w:val="kl-GL"/>
        </w:rPr>
        <w:t>soraarnerussutisia</w:t>
      </w:r>
      <w:r w:rsidR="00EE09D5" w:rsidRPr="00171408">
        <w:rPr>
          <w:rFonts w:ascii="Times New Roman" w:hAnsi="Times New Roman" w:cs="Times New Roman"/>
          <w:lang w:val="kl-GL"/>
        </w:rPr>
        <w:t>qalertussaappat</w:t>
      </w:r>
      <w:r w:rsidRPr="00171408">
        <w:rPr>
          <w:rFonts w:ascii="Times New Roman" w:hAnsi="Times New Roman" w:cs="Times New Roman"/>
          <w:lang w:val="kl-GL"/>
        </w:rPr>
        <w:t xml:space="preserve">, inuussutissarsiorsinnaanermik annaasaqarnerup 50 pct-it </w:t>
      </w:r>
      <w:r w:rsidR="00EE09D5" w:rsidRPr="00171408">
        <w:rPr>
          <w:rFonts w:ascii="Times New Roman" w:hAnsi="Times New Roman" w:cs="Times New Roman"/>
          <w:lang w:val="kl-GL"/>
        </w:rPr>
        <w:t xml:space="preserve">inorneraat </w:t>
      </w:r>
      <w:r w:rsidRPr="00171408">
        <w:rPr>
          <w:rFonts w:ascii="Times New Roman" w:hAnsi="Times New Roman" w:cs="Times New Roman"/>
          <w:lang w:val="kl-GL"/>
        </w:rPr>
        <w:t>imaluunniit qaangerneraat</w:t>
      </w:r>
      <w:r w:rsidR="00EE09D5" w:rsidRPr="00171408">
        <w:rPr>
          <w:rFonts w:ascii="Times New Roman" w:hAnsi="Times New Roman" w:cs="Times New Roman"/>
          <w:lang w:val="kl-GL"/>
        </w:rPr>
        <w:t xml:space="preserve"> apeqqutaatinnagu</w:t>
      </w:r>
      <w:r w:rsidRPr="00171408">
        <w:rPr>
          <w:rFonts w:ascii="Times New Roman" w:hAnsi="Times New Roman" w:cs="Times New Roman"/>
          <w:lang w:val="kl-GL"/>
        </w:rPr>
        <w:t xml:space="preserve">. Inuussutissarsiorsinnaanermik annaasaqarnermut taarsiissuteqarneq ataatsikkut tunniutassanngortinneqassaaq, ajoqusertoq piffissami aalajangiinermi ukiut 2 imaluunniit ikinnerusut qaangiunneranni </w:t>
      </w:r>
      <w:r w:rsidR="00B560FA" w:rsidRPr="00171408">
        <w:rPr>
          <w:rFonts w:ascii="Times New Roman" w:hAnsi="Times New Roman" w:cs="Times New Roman"/>
          <w:lang w:val="kl-GL"/>
        </w:rPr>
        <w:t>soraarnerussutisiaqalertussaappat</w:t>
      </w:r>
      <w:r w:rsidRPr="00171408">
        <w:rPr>
          <w:rFonts w:ascii="Times New Roman" w:hAnsi="Times New Roman" w:cs="Times New Roman"/>
          <w:lang w:val="kl-GL"/>
        </w:rPr>
        <w:t xml:space="preserve">, tak. inatsimmi § 31, imm. 1, oqaaseqatigiit </w:t>
      </w:r>
      <w:r w:rsidR="00A14BE7" w:rsidRPr="00171408">
        <w:rPr>
          <w:rFonts w:ascii="Times New Roman" w:hAnsi="Times New Roman" w:cs="Times New Roman"/>
          <w:lang w:val="kl-GL"/>
        </w:rPr>
        <w:t>aappaat</w:t>
      </w:r>
      <w:r w:rsidRPr="00171408">
        <w:rPr>
          <w:rFonts w:ascii="Times New Roman" w:hAnsi="Times New Roman" w:cs="Times New Roman"/>
          <w:lang w:val="kl-GL"/>
        </w:rPr>
        <w:t xml:space="preserve">. Tamanna aamma atuuppoq ajoqusertumut, </w:t>
      </w:r>
      <w:r w:rsidR="00B560FA" w:rsidRPr="00171408">
        <w:rPr>
          <w:rFonts w:ascii="Times New Roman" w:hAnsi="Times New Roman" w:cs="Times New Roman"/>
          <w:lang w:val="kl-GL"/>
        </w:rPr>
        <w:t>soraarnerussutisia</w:t>
      </w:r>
      <w:r w:rsidR="00065C3B" w:rsidRPr="00171408">
        <w:rPr>
          <w:rFonts w:ascii="Times New Roman" w:hAnsi="Times New Roman" w:cs="Times New Roman"/>
          <w:lang w:val="kl-GL"/>
        </w:rPr>
        <w:t>qalertumut</w:t>
      </w:r>
      <w:r w:rsidRPr="00171408">
        <w:rPr>
          <w:rFonts w:ascii="Times New Roman" w:hAnsi="Times New Roman" w:cs="Times New Roman"/>
          <w:lang w:val="kl-GL"/>
        </w:rPr>
        <w:t>.</w:t>
      </w:r>
    </w:p>
    <w:p w14:paraId="44884A27" w14:textId="3C56C3CB" w:rsidR="00515200" w:rsidRPr="00171408" w:rsidRDefault="00CE02F1">
      <w:pPr>
        <w:rPr>
          <w:rFonts w:ascii="Times New Roman" w:hAnsi="Times New Roman"/>
          <w:lang w:val="kl-GL"/>
        </w:rPr>
      </w:pPr>
      <w:r w:rsidRPr="00171408">
        <w:rPr>
          <w:rFonts w:ascii="Times New Roman" w:hAnsi="Times New Roman" w:cs="Times New Roman"/>
          <w:lang w:val="kl-GL"/>
        </w:rPr>
        <w:t xml:space="preserve">Ajoqusertoq inuussutissarsiorsinnaanermik annaasaqarnermut utaqqiisaagallartumik taarsiiffigitinnissamut akuerisaappat, taanna tamatigut ingerlaavartumik tunniutassanngortinneqassaaq, ataatsikkut tunniutaassanngorsinnaanngitsumik, tak. inatsimmi § 31, imm. 1, oqaaseqatigiit </w:t>
      </w:r>
      <w:r w:rsidR="00A14BE7" w:rsidRPr="00171408">
        <w:rPr>
          <w:rFonts w:ascii="Times New Roman" w:hAnsi="Times New Roman" w:cs="Times New Roman"/>
          <w:lang w:val="kl-GL"/>
        </w:rPr>
        <w:t>pingajuat</w:t>
      </w:r>
      <w:r w:rsidRPr="00171408">
        <w:rPr>
          <w:rFonts w:ascii="Times New Roman" w:hAnsi="Times New Roman" w:cs="Times New Roman"/>
          <w:lang w:val="kl-GL"/>
        </w:rPr>
        <w:t xml:space="preserve">. Inuussutissarsiorsinnaanermik annaasaqarnermut utaqqiisaagallartumik taarsiiffigitinnissaq pillugu aalajangiisoqassaaq, ajoqusertup inuussutissarsiorsinnaanikkut inissisimanera </w:t>
      </w:r>
      <w:r w:rsidR="00A74FB0" w:rsidRPr="00171408">
        <w:rPr>
          <w:rFonts w:ascii="Times New Roman" w:hAnsi="Times New Roman" w:cs="Times New Roman"/>
          <w:lang w:val="kl-GL"/>
        </w:rPr>
        <w:t>qulaajaaffigineqarsimanngippat</w:t>
      </w:r>
      <w:r w:rsidRPr="00171408">
        <w:rPr>
          <w:rFonts w:ascii="Times New Roman" w:hAnsi="Times New Roman" w:cs="Times New Roman"/>
          <w:lang w:val="kl-GL"/>
        </w:rPr>
        <w:t xml:space="preserve">. Tamanna nalinginnaasumik pisarpoq, ajoqusertoq assersuutigalugu piginnaanngorsartinneqarpat imaluunniit </w:t>
      </w:r>
      <w:r w:rsidR="004A5204" w:rsidRPr="00171408">
        <w:rPr>
          <w:rFonts w:ascii="Times New Roman" w:hAnsi="Times New Roman" w:cs="Times New Roman"/>
          <w:lang w:val="kl-GL"/>
        </w:rPr>
        <w:t>napparsimanermik</w:t>
      </w:r>
      <w:r w:rsidRPr="00171408">
        <w:rPr>
          <w:rFonts w:ascii="Times New Roman" w:hAnsi="Times New Roman" w:cs="Times New Roman"/>
          <w:lang w:val="kl-GL"/>
        </w:rPr>
        <w:t xml:space="preserve"> ullormusiaqartinneqarpat. </w:t>
      </w:r>
      <w:r w:rsidR="00B779DB" w:rsidRPr="00171408">
        <w:rPr>
          <w:rFonts w:ascii="Times New Roman" w:hAnsi="Times New Roman" w:cs="Times New Roman"/>
          <w:lang w:val="kl-GL"/>
        </w:rPr>
        <w:t xml:space="preserve">Inuussutissarsiorsinnaanerup </w:t>
      </w:r>
      <w:r w:rsidRPr="00171408">
        <w:rPr>
          <w:rFonts w:ascii="Times New Roman" w:hAnsi="Times New Roman" w:cs="Times New Roman"/>
          <w:lang w:val="kl-GL"/>
        </w:rPr>
        <w:t xml:space="preserve">killeqalernera ataavartuuppat,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taarsiissuteqarnerup ilaa utaqqiisaagallartuuppat,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ataavartumut taarsiissuteqarneq 50 pct-it inorpagit, ataatsikkut tunniutassanngortitatut akilerneqassa</w:t>
      </w:r>
      <w:r w:rsidR="00B779DB" w:rsidRPr="00171408">
        <w:rPr>
          <w:rFonts w:ascii="Times New Roman" w:hAnsi="Times New Roman" w:cs="Times New Roman"/>
          <w:lang w:val="kl-GL"/>
        </w:rPr>
        <w:t>soq aalajangiisoqarsinnaavoq</w:t>
      </w:r>
      <w:r w:rsidRPr="00171408">
        <w:rPr>
          <w:rFonts w:ascii="Times New Roman" w:hAnsi="Times New Roman" w:cs="Times New Roman"/>
          <w:lang w:val="kl-GL"/>
        </w:rPr>
        <w:t>.</w:t>
      </w:r>
    </w:p>
    <w:p w14:paraId="3B919B80" w14:textId="513537E8" w:rsidR="00515200" w:rsidRPr="00171408" w:rsidRDefault="00CE02F1">
      <w:pPr>
        <w:rPr>
          <w:rFonts w:ascii="Times New Roman" w:hAnsi="Times New Roman"/>
          <w:lang w:val="kl-GL"/>
        </w:rPr>
      </w:pPr>
      <w:r w:rsidRPr="00171408">
        <w:rPr>
          <w:rFonts w:ascii="Times New Roman" w:hAnsi="Times New Roman" w:cs="Times New Roman"/>
          <w:lang w:val="kl-GL"/>
        </w:rPr>
        <w:t>Aapparisamik imaluunniit inooqatigisamik pilersuisumik annaasaqarnermut taarsiiffigitinneq piffissamut aalajangersimasumut akuerineqassaaq, ataavartumik taarsiissuteqarnertut, toqusoqarneraniit sivisunerpaamik ukiuni qulini akilerneqar</w:t>
      </w:r>
      <w:r w:rsidR="004A0672" w:rsidRPr="00171408">
        <w:rPr>
          <w:rFonts w:ascii="Times New Roman" w:hAnsi="Times New Roman" w:cs="Times New Roman"/>
          <w:lang w:val="kl-GL"/>
        </w:rPr>
        <w:t>tar</w:t>
      </w:r>
      <w:r w:rsidRPr="00171408">
        <w:rPr>
          <w:rFonts w:ascii="Times New Roman" w:hAnsi="Times New Roman" w:cs="Times New Roman"/>
          <w:lang w:val="kl-GL"/>
        </w:rPr>
        <w:t xml:space="preserve">tussamik, tak. inatsimmi § 24, imm. 2. Pilersuisumik annaasaqarnermut taarsiissuteqarneq ingerlaavartoq atorunnaassaaq </w:t>
      </w:r>
      <w:r w:rsidR="00D02F12" w:rsidRPr="00171408">
        <w:rPr>
          <w:rFonts w:ascii="Times New Roman" w:hAnsi="Times New Roman" w:cs="Times New Roman"/>
          <w:lang w:val="kl-GL"/>
        </w:rPr>
        <w:t>qimagaas</w:t>
      </w:r>
      <w:r w:rsidRPr="00171408">
        <w:rPr>
          <w:rFonts w:ascii="Times New Roman" w:hAnsi="Times New Roman" w:cs="Times New Roman"/>
          <w:lang w:val="kl-GL"/>
        </w:rPr>
        <w:t xml:space="preserve">up </w:t>
      </w:r>
      <w:r w:rsidR="002A4DD6" w:rsidRPr="00171408">
        <w:rPr>
          <w:rFonts w:ascii="Times New Roman" w:hAnsi="Times New Roman" w:cs="Times New Roman"/>
          <w:lang w:val="kl-GL"/>
        </w:rPr>
        <w:t xml:space="preserve">utoqqalinersiuteqalerneraniit </w:t>
      </w:r>
      <w:r w:rsidRPr="00171408">
        <w:rPr>
          <w:rFonts w:ascii="Times New Roman" w:hAnsi="Times New Roman" w:cs="Times New Roman"/>
          <w:lang w:val="kl-GL"/>
        </w:rPr>
        <w:t>qaammatip naanerani, tak. inatsimmi § 24, imm. 4.</w:t>
      </w:r>
    </w:p>
    <w:p w14:paraId="5C075577" w14:textId="702F30AF" w:rsidR="00515200" w:rsidRPr="00171408" w:rsidRDefault="00CE02F1">
      <w:pPr>
        <w:rPr>
          <w:rFonts w:ascii="Times New Roman" w:hAnsi="Times New Roman"/>
          <w:lang w:val="kl-GL"/>
        </w:rPr>
      </w:pPr>
      <w:r w:rsidRPr="00171408">
        <w:rPr>
          <w:rFonts w:ascii="Times New Roman" w:hAnsi="Times New Roman" w:cs="Times New Roman"/>
          <w:lang w:val="kl-GL"/>
        </w:rPr>
        <w:t xml:space="preserve">Pilersuisumik annaasaqarnermut taarsiiffigitinneq </w:t>
      </w:r>
      <w:r w:rsidR="009178B4" w:rsidRPr="00171408">
        <w:rPr>
          <w:rFonts w:ascii="Times New Roman" w:hAnsi="Times New Roman" w:cs="Times New Roman"/>
          <w:lang w:val="kl-GL"/>
        </w:rPr>
        <w:t xml:space="preserve">aallaaviatigut </w:t>
      </w:r>
      <w:r w:rsidRPr="00171408">
        <w:rPr>
          <w:rFonts w:ascii="Times New Roman" w:hAnsi="Times New Roman" w:cs="Times New Roman"/>
          <w:lang w:val="kl-GL"/>
        </w:rPr>
        <w:t xml:space="preserve">ingerlaavartumik tunniutassanngortitsinertut akilerneqassaaq, kisianni ataatsikkut tunniutassanngortinneqarsinnaalluni </w:t>
      </w:r>
      <w:r w:rsidR="00D02F12" w:rsidRPr="00171408">
        <w:rPr>
          <w:rFonts w:ascii="Times New Roman" w:hAnsi="Times New Roman" w:cs="Times New Roman"/>
          <w:lang w:val="kl-GL"/>
        </w:rPr>
        <w:t>qimagaas</w:t>
      </w:r>
      <w:r w:rsidRPr="00171408">
        <w:rPr>
          <w:rFonts w:ascii="Times New Roman" w:hAnsi="Times New Roman" w:cs="Times New Roman"/>
          <w:lang w:val="kl-GL"/>
        </w:rPr>
        <w:t xml:space="preserve">up </w:t>
      </w:r>
      <w:r w:rsidR="00893233" w:rsidRPr="00171408">
        <w:rPr>
          <w:rFonts w:ascii="Times New Roman" w:hAnsi="Times New Roman" w:cs="Times New Roman"/>
          <w:lang w:val="kl-GL"/>
        </w:rPr>
        <w:t>qinnuteqarneratigut</w:t>
      </w:r>
      <w:r w:rsidRPr="00171408">
        <w:rPr>
          <w:rFonts w:ascii="Times New Roman" w:hAnsi="Times New Roman" w:cs="Times New Roman"/>
          <w:lang w:val="kl-GL"/>
        </w:rPr>
        <w:t>, tak. inatsimmi § 31, imm. 3, tak. § 24, imm. 3.</w:t>
      </w:r>
    </w:p>
    <w:p w14:paraId="20669983" w14:textId="6EA4B00D" w:rsidR="00515200" w:rsidRPr="00171408" w:rsidRDefault="00CE02F1">
      <w:pPr>
        <w:rPr>
          <w:rFonts w:ascii="Times New Roman" w:hAnsi="Times New Roman"/>
          <w:lang w:val="kl-GL"/>
        </w:rPr>
      </w:pPr>
      <w:r w:rsidRPr="00171408">
        <w:rPr>
          <w:rFonts w:ascii="Times New Roman" w:hAnsi="Times New Roman" w:cs="Times New Roman"/>
          <w:lang w:val="kl-GL"/>
        </w:rPr>
        <w:lastRenderedPageBreak/>
        <w:t xml:space="preserve">Inuussutissarsiorsinnaanermik annaasaqarnermut taarsiiffigitinnissaq imalunniit pilersuisumik annaasaqarnermut taarsiiffigitinnissaq ataatsikkut tunniutassanngortinneqarnissamut allanngortinneqarpat, </w:t>
      </w:r>
      <w:r w:rsidR="00B4104D" w:rsidRPr="00171408">
        <w:rPr>
          <w:rFonts w:ascii="Times New Roman" w:hAnsi="Times New Roman" w:cs="Times New Roman"/>
          <w:lang w:val="kl-GL"/>
        </w:rPr>
        <w:t>taarsigassarsiat aningaasanngortinnerannut naleqqersuutit</w:t>
      </w:r>
      <w:r w:rsidRPr="00171408">
        <w:rPr>
          <w:rFonts w:ascii="Times New Roman" w:hAnsi="Times New Roman" w:cs="Times New Roman"/>
          <w:lang w:val="kl-GL"/>
        </w:rPr>
        <w:t xml:space="preserve"> naatsorsukkatut aalajangersakkat atorneqassapput. A</w:t>
      </w:r>
      <w:r w:rsidR="00906637" w:rsidRPr="00171408">
        <w:rPr>
          <w:rFonts w:ascii="Times New Roman" w:hAnsi="Times New Roman" w:cs="Times New Roman"/>
          <w:lang w:val="kl-GL"/>
        </w:rPr>
        <w:t>ningaasat a</w:t>
      </w:r>
      <w:r w:rsidRPr="00171408">
        <w:rPr>
          <w:rFonts w:ascii="Times New Roman" w:hAnsi="Times New Roman" w:cs="Times New Roman"/>
          <w:lang w:val="kl-GL"/>
        </w:rPr>
        <w:t>taatsikkut tunniussa</w:t>
      </w:r>
      <w:r w:rsidR="00906637" w:rsidRPr="00171408">
        <w:rPr>
          <w:rFonts w:ascii="Times New Roman" w:hAnsi="Times New Roman" w:cs="Times New Roman"/>
          <w:lang w:val="kl-GL"/>
        </w:rPr>
        <w:t>t</w:t>
      </w:r>
      <w:r w:rsidRPr="00171408">
        <w:rPr>
          <w:rFonts w:ascii="Times New Roman" w:hAnsi="Times New Roman" w:cs="Times New Roman"/>
          <w:lang w:val="kl-GL"/>
        </w:rPr>
        <w:t xml:space="preserve"> naatsorsorneqassa</w:t>
      </w:r>
      <w:r w:rsidR="00906637" w:rsidRPr="00171408">
        <w:rPr>
          <w:rFonts w:ascii="Times New Roman" w:hAnsi="Times New Roman" w:cs="Times New Roman"/>
          <w:lang w:val="kl-GL"/>
        </w:rPr>
        <w:t>pput</w:t>
      </w:r>
      <w:r w:rsidRPr="00171408">
        <w:rPr>
          <w:rFonts w:ascii="Times New Roman" w:hAnsi="Times New Roman" w:cs="Times New Roman"/>
          <w:lang w:val="kl-GL"/>
        </w:rPr>
        <w:t xml:space="preserve">, ukiumoortumik taarsiissutit </w:t>
      </w:r>
      <w:r w:rsidR="00906637" w:rsidRPr="00171408">
        <w:rPr>
          <w:rFonts w:ascii="Times New Roman" w:hAnsi="Times New Roman" w:cs="Times New Roman"/>
          <w:lang w:val="kl-GL"/>
        </w:rPr>
        <w:t>taarsigassarsiat aningaasanngortinnerannut naleqqersuuti</w:t>
      </w:r>
      <w:r w:rsidR="007423DA" w:rsidRPr="00171408">
        <w:rPr>
          <w:rFonts w:ascii="Times New Roman" w:hAnsi="Times New Roman" w:cs="Times New Roman"/>
          <w:lang w:val="kl-GL"/>
        </w:rPr>
        <w:t>nik</w:t>
      </w:r>
      <w:r w:rsidRPr="00171408">
        <w:rPr>
          <w:rFonts w:ascii="Times New Roman" w:hAnsi="Times New Roman" w:cs="Times New Roman"/>
          <w:lang w:val="kl-GL"/>
        </w:rPr>
        <w:t xml:space="preserve"> </w:t>
      </w:r>
      <w:r w:rsidR="007423DA" w:rsidRPr="00171408">
        <w:rPr>
          <w:rFonts w:ascii="Times New Roman" w:hAnsi="Times New Roman" w:cs="Times New Roman"/>
          <w:lang w:val="kl-GL"/>
        </w:rPr>
        <w:t>amerlisarneqalutik</w:t>
      </w:r>
      <w:r w:rsidRPr="00171408">
        <w:rPr>
          <w:rFonts w:ascii="Times New Roman" w:hAnsi="Times New Roman" w:cs="Times New Roman"/>
          <w:lang w:val="kl-GL"/>
        </w:rPr>
        <w:t xml:space="preserve">, inatsisit atuuttut malillugit piffissami allanngortitsinermi immikkuualuttunik apeqqutaatitsisuusumik, tassunga </w:t>
      </w:r>
      <w:r w:rsidR="007423DA" w:rsidRPr="00171408">
        <w:rPr>
          <w:rFonts w:ascii="Times New Roman" w:hAnsi="Times New Roman" w:cs="Times New Roman"/>
          <w:lang w:val="kl-GL"/>
        </w:rPr>
        <w:t xml:space="preserve">ilanngullugit </w:t>
      </w:r>
      <w:r w:rsidR="00AA6B0F" w:rsidRPr="00171408">
        <w:rPr>
          <w:rFonts w:ascii="Times New Roman" w:hAnsi="Times New Roman" w:cs="Times New Roman"/>
          <w:lang w:val="kl-GL"/>
        </w:rPr>
        <w:t xml:space="preserve">toqusoqartarnermut </w:t>
      </w:r>
      <w:r w:rsidRPr="00171408">
        <w:rPr>
          <w:rFonts w:ascii="Times New Roman" w:hAnsi="Times New Roman" w:cs="Times New Roman"/>
          <w:lang w:val="kl-GL"/>
        </w:rPr>
        <w:t xml:space="preserve">tunngatillugu piumasaqaatit aamma erniat qaffasissusaat. </w:t>
      </w:r>
      <w:r w:rsidR="00781656" w:rsidRPr="00171408">
        <w:rPr>
          <w:rFonts w:ascii="Times New Roman" w:hAnsi="Times New Roman" w:cs="Times New Roman"/>
          <w:lang w:val="kl-GL"/>
        </w:rPr>
        <w:t>taarsigassarsiat aningaasanngortinnerannut naleqqersuutit</w:t>
      </w:r>
      <w:r w:rsidRPr="00171408">
        <w:rPr>
          <w:rFonts w:ascii="Times New Roman" w:hAnsi="Times New Roman" w:cs="Times New Roman"/>
          <w:lang w:val="kl-GL"/>
        </w:rPr>
        <w:t xml:space="preserve"> aalajangersarneqassapput ukiunut iluittunut, imatut isumaqartumik, ajoqusertup taarsiissutinik taamaaqataanik tigusaqarluni, assersuutigalugu 43-nik aamma qaammammik </w:t>
      </w:r>
      <w:r w:rsidR="00781656" w:rsidRPr="00171408">
        <w:rPr>
          <w:rFonts w:ascii="Times New Roman" w:hAnsi="Times New Roman" w:cs="Times New Roman"/>
          <w:lang w:val="kl-GL"/>
        </w:rPr>
        <w:t>ataats</w:t>
      </w:r>
      <w:r w:rsidRPr="00171408">
        <w:rPr>
          <w:rFonts w:ascii="Times New Roman" w:hAnsi="Times New Roman" w:cs="Times New Roman"/>
          <w:lang w:val="kl-GL"/>
        </w:rPr>
        <w:t xml:space="preserve">imik ukioqarnera imaluunniit 43-nik aamma qaammatinik </w:t>
      </w:r>
      <w:r w:rsidR="00781656" w:rsidRPr="00171408">
        <w:rPr>
          <w:rFonts w:ascii="Times New Roman" w:hAnsi="Times New Roman" w:cs="Times New Roman"/>
          <w:lang w:val="kl-GL"/>
        </w:rPr>
        <w:t>aqqanilin</w:t>
      </w:r>
      <w:r w:rsidRPr="00171408">
        <w:rPr>
          <w:rFonts w:ascii="Times New Roman" w:hAnsi="Times New Roman" w:cs="Times New Roman"/>
          <w:lang w:val="kl-GL"/>
        </w:rPr>
        <w:t>nik ukioqarnera</w:t>
      </w:r>
      <w:r w:rsidR="00781656" w:rsidRPr="00171408">
        <w:rPr>
          <w:rFonts w:ascii="Times New Roman" w:hAnsi="Times New Roman" w:cs="Times New Roman"/>
          <w:lang w:val="kl-GL"/>
        </w:rPr>
        <w:t xml:space="preserve"> apeqqutaatinnagu</w:t>
      </w:r>
      <w:r w:rsidRPr="00171408">
        <w:rPr>
          <w:rFonts w:ascii="Times New Roman" w:hAnsi="Times New Roman" w:cs="Times New Roman"/>
          <w:lang w:val="kl-GL"/>
        </w:rPr>
        <w:t>.</w:t>
      </w:r>
    </w:p>
    <w:p w14:paraId="1B1C03EB" w14:textId="18A169C7" w:rsidR="00515200" w:rsidRPr="00171408" w:rsidRDefault="00724748">
      <w:pPr>
        <w:rPr>
          <w:rFonts w:ascii="Times New Roman" w:hAnsi="Times New Roman"/>
          <w:lang w:val="kl-GL"/>
        </w:rPr>
      </w:pPr>
      <w:r w:rsidRPr="00171408">
        <w:rPr>
          <w:rFonts w:ascii="Times New Roman" w:hAnsi="Times New Roman" w:cs="Times New Roman"/>
          <w:lang w:val="kl-GL"/>
        </w:rPr>
        <w:t>Taarsigassarsiat aningaasanngortinnerannut naleqqersuutit aalajangersarneqarnerannut t</w:t>
      </w:r>
      <w:r w:rsidR="002A08E1" w:rsidRPr="00171408">
        <w:rPr>
          <w:rFonts w:ascii="Times New Roman" w:hAnsi="Times New Roman" w:cs="Times New Roman"/>
          <w:lang w:val="kl-GL"/>
        </w:rPr>
        <w:t xml:space="preserve">oqusoqartarnermut </w:t>
      </w:r>
      <w:r w:rsidR="00CE02F1" w:rsidRPr="00171408">
        <w:rPr>
          <w:rFonts w:ascii="Times New Roman" w:hAnsi="Times New Roman" w:cs="Times New Roman"/>
          <w:lang w:val="kl-GL"/>
        </w:rPr>
        <w:t xml:space="preserve">tunngatillugu piumasaqaatit immikkuualuttutut ilaatinneqassapput. U74-imik </w:t>
      </w:r>
      <w:r w:rsidRPr="00171408">
        <w:rPr>
          <w:rFonts w:ascii="Times New Roman" w:hAnsi="Times New Roman" w:cs="Times New Roman"/>
          <w:lang w:val="kl-GL"/>
        </w:rPr>
        <w:t xml:space="preserve">naleqqersuutitut </w:t>
      </w:r>
      <w:r w:rsidR="00CE02F1" w:rsidRPr="00171408">
        <w:rPr>
          <w:rFonts w:ascii="Times New Roman" w:hAnsi="Times New Roman" w:cs="Times New Roman"/>
          <w:lang w:val="kl-GL"/>
        </w:rPr>
        <w:t xml:space="preserve">taagorneqartoq </w:t>
      </w:r>
      <w:r w:rsidR="00F501C0" w:rsidRPr="00171408">
        <w:rPr>
          <w:rFonts w:ascii="Times New Roman" w:hAnsi="Times New Roman" w:cs="Times New Roman"/>
          <w:lang w:val="kl-GL"/>
        </w:rPr>
        <w:t xml:space="preserve">toqusoqartarnermut </w:t>
      </w:r>
      <w:r w:rsidR="00CE02F1" w:rsidRPr="00171408">
        <w:rPr>
          <w:rFonts w:ascii="Times New Roman" w:hAnsi="Times New Roman" w:cs="Times New Roman"/>
          <w:lang w:val="kl-GL"/>
        </w:rPr>
        <w:t xml:space="preserve">tunngatillugu piumasaqaatitut atorneqassaaq </w:t>
      </w:r>
      <w:r w:rsidR="00C3269E" w:rsidRPr="00171408">
        <w:rPr>
          <w:rFonts w:ascii="Times New Roman" w:hAnsi="Times New Roman" w:cs="Times New Roman"/>
          <w:lang w:val="kl-GL"/>
        </w:rPr>
        <w:t>aamma</w:t>
      </w:r>
      <w:r w:rsidR="00CE02F1" w:rsidRPr="00171408">
        <w:rPr>
          <w:rFonts w:ascii="Times New Roman" w:hAnsi="Times New Roman" w:cs="Times New Roman"/>
          <w:lang w:val="kl-GL"/>
        </w:rPr>
        <w:t xml:space="preserve"> Danmarkimi 1960-ikkunni aamma 1970-ikkunni </w:t>
      </w:r>
      <w:r w:rsidR="00F501C0" w:rsidRPr="00171408">
        <w:rPr>
          <w:rFonts w:ascii="Times New Roman" w:hAnsi="Times New Roman" w:cs="Times New Roman"/>
          <w:lang w:val="kl-GL"/>
        </w:rPr>
        <w:t>toqusoqartarnermut</w:t>
      </w:r>
      <w:r w:rsidR="00F501C0" w:rsidRPr="00171408" w:rsidDel="00F501C0">
        <w:rPr>
          <w:rFonts w:ascii="Times New Roman" w:hAnsi="Times New Roman" w:cs="Times New Roman"/>
          <w:lang w:val="kl-GL"/>
        </w:rPr>
        <w:t xml:space="preserve"> </w:t>
      </w:r>
      <w:r w:rsidR="00CE02F1" w:rsidRPr="00171408">
        <w:rPr>
          <w:rFonts w:ascii="Times New Roman" w:hAnsi="Times New Roman" w:cs="Times New Roman"/>
          <w:lang w:val="kl-GL"/>
        </w:rPr>
        <w:t xml:space="preserve"> </w:t>
      </w:r>
      <w:r w:rsidR="008A1AE6" w:rsidRPr="00171408">
        <w:rPr>
          <w:rFonts w:ascii="Times New Roman" w:hAnsi="Times New Roman" w:cs="Times New Roman"/>
          <w:lang w:val="kl-GL"/>
        </w:rPr>
        <w:t xml:space="preserve">alaatsinaannermik </w:t>
      </w:r>
      <w:r w:rsidR="00CE02F1" w:rsidRPr="00171408">
        <w:rPr>
          <w:rFonts w:ascii="Times New Roman" w:hAnsi="Times New Roman" w:cs="Times New Roman"/>
          <w:lang w:val="kl-GL"/>
        </w:rPr>
        <w:t xml:space="preserve">tunngaveqarluni. </w:t>
      </w:r>
      <w:r w:rsidR="00F501C0" w:rsidRPr="00171408">
        <w:rPr>
          <w:rFonts w:ascii="Times New Roman" w:hAnsi="Times New Roman" w:cs="Times New Roman"/>
          <w:lang w:val="kl-GL"/>
        </w:rPr>
        <w:t>U74-imik naleqqersuut</w:t>
      </w:r>
      <w:r w:rsidR="00CE02F1" w:rsidRPr="00171408">
        <w:rPr>
          <w:rFonts w:ascii="Times New Roman" w:hAnsi="Times New Roman" w:cs="Times New Roman"/>
          <w:lang w:val="kl-GL"/>
        </w:rPr>
        <w:t xml:space="preserve"> arnanut aamma angutinut </w:t>
      </w:r>
      <w:r w:rsidR="00C906F1" w:rsidRPr="00171408">
        <w:rPr>
          <w:rFonts w:ascii="Times New Roman" w:hAnsi="Times New Roman" w:cs="Times New Roman"/>
          <w:lang w:val="kl-GL"/>
        </w:rPr>
        <w:t xml:space="preserve">naleqqersuutinik </w:t>
      </w:r>
      <w:r w:rsidR="00CE02F1" w:rsidRPr="00171408">
        <w:rPr>
          <w:rFonts w:ascii="Times New Roman" w:hAnsi="Times New Roman" w:cs="Times New Roman"/>
          <w:lang w:val="kl-GL"/>
        </w:rPr>
        <w:t xml:space="preserve">assigiinngitsunik imaqarpoq, </w:t>
      </w:r>
      <w:r w:rsidR="00C3269E" w:rsidRPr="00171408">
        <w:rPr>
          <w:rFonts w:ascii="Times New Roman" w:hAnsi="Times New Roman" w:cs="Times New Roman"/>
          <w:lang w:val="kl-GL"/>
        </w:rPr>
        <w:t>aamma</w:t>
      </w:r>
      <w:r w:rsidR="00CE02F1" w:rsidRPr="00171408">
        <w:rPr>
          <w:rFonts w:ascii="Times New Roman" w:hAnsi="Times New Roman" w:cs="Times New Roman"/>
          <w:lang w:val="kl-GL"/>
        </w:rPr>
        <w:t xml:space="preserve"> Kalaallit Nunaanni agguaqatigiis</w:t>
      </w:r>
      <w:r w:rsidR="00C906F1" w:rsidRPr="00171408">
        <w:rPr>
          <w:rFonts w:ascii="Times New Roman" w:hAnsi="Times New Roman" w:cs="Times New Roman"/>
          <w:lang w:val="kl-GL"/>
        </w:rPr>
        <w:t>s</w:t>
      </w:r>
      <w:r w:rsidR="00CE02F1" w:rsidRPr="00171408">
        <w:rPr>
          <w:rFonts w:ascii="Times New Roman" w:hAnsi="Times New Roman" w:cs="Times New Roman"/>
          <w:lang w:val="kl-GL"/>
        </w:rPr>
        <w:t>illugu inuuneqqortussuseq angutinut sanilliullugu arnanut qaffasinneruvoq.</w:t>
      </w:r>
    </w:p>
    <w:p w14:paraId="1CCF133C" w14:textId="0363AA66" w:rsidR="00515200" w:rsidRPr="00171408" w:rsidRDefault="00CE02F1">
      <w:pPr>
        <w:rPr>
          <w:rFonts w:ascii="Times New Roman" w:hAnsi="Times New Roman"/>
          <w:lang w:val="kl-GL"/>
        </w:rPr>
      </w:pPr>
      <w:r w:rsidRPr="00171408">
        <w:rPr>
          <w:rFonts w:ascii="Times New Roman" w:hAnsi="Times New Roman" w:cs="Times New Roman"/>
          <w:lang w:val="kl-GL"/>
        </w:rPr>
        <w:t>Tamatuma saniatigut ataatsikkut tunniutassamut immikkuualuttutut 10 pct-imik qaffasissusilittut siunissamut aalajangersagaalluni, 1970-ikkut naalernerini erniat inissisimanerattut, ataatsikkut tunniutassanngortitsinermi ukiuni tamani ilanngaataasarluni, sinneruttutut taarsiissuteqarnerup atorunnaarnissaata tungaanut.</w:t>
      </w:r>
    </w:p>
    <w:p w14:paraId="4F219580" w14:textId="677BE554" w:rsidR="00515200" w:rsidRPr="00171408" w:rsidRDefault="00CE02F1">
      <w:pPr>
        <w:rPr>
          <w:rFonts w:ascii="Times New Roman" w:hAnsi="Times New Roman"/>
          <w:lang w:val="kl-GL"/>
        </w:rPr>
      </w:pPr>
      <w:r w:rsidRPr="00171408">
        <w:rPr>
          <w:rFonts w:ascii="Times New Roman" w:hAnsi="Times New Roman" w:cs="Times New Roman"/>
          <w:lang w:val="kl-GL"/>
        </w:rPr>
        <w:t>Namminersorlutik Oqartussat isumaqatiginia</w:t>
      </w:r>
      <w:r w:rsidR="00091D78" w:rsidRPr="00171408">
        <w:rPr>
          <w:rFonts w:ascii="Times New Roman" w:hAnsi="Times New Roman" w:cs="Times New Roman"/>
          <w:lang w:val="kl-GL"/>
        </w:rPr>
        <w:t>reernerata kingorna</w:t>
      </w:r>
      <w:r w:rsidRPr="00171408">
        <w:rPr>
          <w:rFonts w:ascii="Times New Roman" w:hAnsi="Times New Roman" w:cs="Times New Roman"/>
          <w:lang w:val="kl-GL"/>
        </w:rPr>
        <w:t xml:space="preserve"> </w:t>
      </w:r>
      <w:r w:rsidR="000B5338" w:rsidRPr="00171408">
        <w:rPr>
          <w:rFonts w:ascii="Times New Roman" w:hAnsi="Times New Roman" w:cs="Times New Roman"/>
          <w:lang w:val="kl-GL"/>
        </w:rPr>
        <w:t>suliassaqartitsinermut ministeri</w:t>
      </w:r>
      <w:r w:rsidRPr="00171408">
        <w:rPr>
          <w:rFonts w:ascii="Times New Roman" w:hAnsi="Times New Roman" w:cs="Times New Roman"/>
          <w:lang w:val="kl-GL"/>
        </w:rPr>
        <w:t xml:space="preserve">p ingerlaavartumik tunniutassanngortitat ataatsikkut tunniutassanngortillugit allanngortinneqartarneri pillugit malittarisassat aalajangersassavai, tak. inatsimmi § 31, imm. 4, oqaaseqatigiit </w:t>
      </w:r>
      <w:r w:rsidR="00A14BE7" w:rsidRPr="00171408">
        <w:rPr>
          <w:rFonts w:ascii="Times New Roman" w:hAnsi="Times New Roman" w:cs="Times New Roman"/>
          <w:lang w:val="kl-GL"/>
        </w:rPr>
        <w:t>pingaju</w:t>
      </w:r>
      <w:r w:rsidR="00091D78" w:rsidRPr="00171408">
        <w:rPr>
          <w:rFonts w:ascii="Times New Roman" w:hAnsi="Times New Roman" w:cs="Times New Roman"/>
          <w:lang w:val="kl-GL"/>
        </w:rPr>
        <w:t>at</w:t>
      </w:r>
      <w:r w:rsidRPr="00171408">
        <w:rPr>
          <w:rFonts w:ascii="Times New Roman" w:hAnsi="Times New Roman" w:cs="Times New Roman"/>
          <w:lang w:val="kl-GL"/>
        </w:rPr>
        <w:t xml:space="preserve">. </w:t>
      </w:r>
      <w:r w:rsidR="009712E3" w:rsidRPr="00171408">
        <w:rPr>
          <w:rFonts w:ascii="Times New Roman" w:hAnsi="Times New Roman" w:cs="Times New Roman"/>
          <w:lang w:val="kl-GL"/>
        </w:rPr>
        <w:t>Kalaallit Nunaanni sulinermi ajoqusernermut isumannaarineq pillugu inatsi</w:t>
      </w:r>
      <w:r w:rsidRPr="00171408">
        <w:rPr>
          <w:rFonts w:ascii="Times New Roman" w:hAnsi="Times New Roman" w:cs="Times New Roman"/>
          <w:color w:val="000000"/>
          <w:lang w:val="kl-GL"/>
        </w:rPr>
        <w:t>t malillugu ingerlaavartumik tunniutassanngortitat ataatsikkut tunniutassanngortillugit allanngortinneqartarneri pillugu nalunaarummi nr. 1602, 18. december 2018-imeersumi malittarisassat allaqqapput.</w:t>
      </w:r>
    </w:p>
    <w:p w14:paraId="56712BE3" w14:textId="2BF4C356" w:rsidR="00515200" w:rsidRPr="00171408" w:rsidRDefault="00CE02F1">
      <w:pPr>
        <w:rPr>
          <w:lang w:val="kl-GL"/>
        </w:rPr>
      </w:pPr>
      <w:r w:rsidRPr="00171408">
        <w:rPr>
          <w:rFonts w:ascii="Times New Roman" w:hAnsi="Times New Roman" w:cs="Times New Roman"/>
          <w:i/>
          <w:iCs/>
          <w:lang w:val="kl-GL"/>
        </w:rPr>
        <w:t xml:space="preserve">2.8.2. </w:t>
      </w:r>
      <w:r w:rsidR="00065ED8" w:rsidRPr="00171408">
        <w:rPr>
          <w:rStyle w:val="italic1"/>
          <w:rFonts w:ascii="Times New Roman" w:hAnsi="Times New Roman" w:cs="Times New Roman"/>
          <w:sz w:val="22"/>
          <w:szCs w:val="22"/>
          <w:lang w:val="kl-GL"/>
        </w:rPr>
        <w:t>Suliassaqartitsinermut minister</w:t>
      </w:r>
      <w:r w:rsidR="002E329B" w:rsidRPr="00171408">
        <w:rPr>
          <w:rStyle w:val="italic1"/>
          <w:rFonts w:ascii="Times New Roman" w:hAnsi="Times New Roman" w:cs="Times New Roman"/>
          <w:sz w:val="22"/>
          <w:szCs w:val="22"/>
          <w:lang w:val="kl-GL"/>
        </w:rPr>
        <w:t xml:space="preserve">eqarfiup </w:t>
      </w:r>
      <w:r w:rsidRPr="00171408">
        <w:rPr>
          <w:rStyle w:val="italic1"/>
          <w:rFonts w:ascii="Times New Roman" w:hAnsi="Times New Roman" w:cs="Times New Roman"/>
          <w:sz w:val="22"/>
          <w:szCs w:val="22"/>
          <w:lang w:val="kl-GL"/>
        </w:rPr>
        <w:t>isumaliuutersuutai aamma aaqqissussineq siunnersuutigineqartoq</w:t>
      </w:r>
      <w:r w:rsidRPr="00171408">
        <w:rPr>
          <w:rFonts w:ascii="Times New Roman" w:hAnsi="Times New Roman" w:cs="Times New Roman"/>
          <w:lang w:val="kl-GL"/>
        </w:rPr>
        <w:br/>
        <w:t xml:space="preserve">Inatsisip </w:t>
      </w:r>
      <w:r w:rsidR="00152D2A" w:rsidRPr="00171408">
        <w:rPr>
          <w:rFonts w:ascii="Times New Roman" w:hAnsi="Times New Roman" w:cs="Times New Roman"/>
          <w:lang w:val="kl-GL"/>
        </w:rPr>
        <w:t>taarsigassarsiat aningaasanngortinnerannut naleqqersuutai</w:t>
      </w:r>
      <w:r w:rsidRPr="00171408">
        <w:rPr>
          <w:rFonts w:ascii="Times New Roman" w:hAnsi="Times New Roman" w:cs="Times New Roman"/>
          <w:lang w:val="kl-GL"/>
        </w:rPr>
        <w:t xml:space="preserve"> atuuttut piffissamut naleqqukkunnaarsimapput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inuussutissarsiorsinnaanermik annaasaqarnermut taarsiissutip nalinganik annertuumik assigiinngissuteqarnermik kinguneqarlutik, ajoqusertup taarsiiffigitinnera ingerlaavartumik tunniutassanngortitatut akilerneqarnersoq imaluunniit ataatsikkut tunniutassanngortitatut akilerneqarnersoq</w:t>
      </w:r>
      <w:r w:rsidR="00152D2A" w:rsidRPr="00171408">
        <w:rPr>
          <w:rFonts w:ascii="Times New Roman" w:hAnsi="Times New Roman" w:cs="Times New Roman"/>
          <w:lang w:val="kl-GL"/>
        </w:rPr>
        <w:t xml:space="preserve"> apeqqutaalluni</w:t>
      </w:r>
      <w:r w:rsidRPr="00171408">
        <w:rPr>
          <w:rFonts w:ascii="Times New Roman" w:hAnsi="Times New Roman" w:cs="Times New Roman"/>
          <w:lang w:val="kl-GL"/>
        </w:rPr>
        <w:t>.</w:t>
      </w:r>
    </w:p>
    <w:p w14:paraId="4EAD7BE1" w14:textId="7ABA9520" w:rsidR="00515200" w:rsidRPr="00171408" w:rsidRDefault="00610FED">
      <w:pPr>
        <w:rPr>
          <w:rFonts w:ascii="Times New Roman" w:hAnsi="Times New Roman"/>
          <w:lang w:val="kl-GL"/>
        </w:rPr>
      </w:pPr>
      <w:r w:rsidRPr="00171408">
        <w:rPr>
          <w:rFonts w:ascii="Times New Roman" w:hAnsi="Times New Roman" w:cs="Times New Roman"/>
          <w:lang w:val="kl-GL"/>
        </w:rPr>
        <w:t>U74-imik naleqqersuut</w:t>
      </w:r>
      <w:r w:rsidR="00CE02F1" w:rsidRPr="00171408">
        <w:rPr>
          <w:rFonts w:ascii="Times New Roman" w:hAnsi="Times New Roman" w:cs="Times New Roman"/>
          <w:lang w:val="kl-GL"/>
        </w:rPr>
        <w:t xml:space="preserve"> atuuttoq inuiaqatigiit inuuneqqortussusaannik atuuttumik eqqortumik takutitsinngilaq. Taamaaqataanik </w:t>
      </w:r>
      <w:r w:rsidR="007E424B" w:rsidRPr="00171408">
        <w:rPr>
          <w:rFonts w:ascii="Times New Roman" w:hAnsi="Times New Roman" w:cs="Times New Roman"/>
          <w:lang w:val="kl-GL"/>
        </w:rPr>
        <w:t>U74-imik naleqqersuut</w:t>
      </w:r>
      <w:r w:rsidR="00CE02F1" w:rsidRPr="00171408">
        <w:rPr>
          <w:rFonts w:ascii="Times New Roman" w:hAnsi="Times New Roman" w:cs="Times New Roman"/>
          <w:lang w:val="kl-GL"/>
        </w:rPr>
        <w:t xml:space="preserve"> suiaassutsinik immikkoortitsivoq, </w:t>
      </w:r>
      <w:r w:rsidR="007E424B" w:rsidRPr="00171408">
        <w:rPr>
          <w:rFonts w:ascii="Times New Roman" w:hAnsi="Times New Roman" w:cs="Times New Roman"/>
          <w:lang w:val="kl-GL"/>
        </w:rPr>
        <w:t xml:space="preserve">tamanna </w:t>
      </w:r>
      <w:r w:rsidR="00B02821" w:rsidRPr="00171408">
        <w:rPr>
          <w:rFonts w:ascii="Times New Roman" w:hAnsi="Times New Roman" w:cs="Times New Roman"/>
          <w:lang w:val="kl-GL"/>
        </w:rPr>
        <w:t>kinguneqarluni</w:t>
      </w:r>
      <w:r w:rsidR="00CE02F1" w:rsidRPr="00171408">
        <w:rPr>
          <w:rFonts w:ascii="Times New Roman" w:hAnsi="Times New Roman" w:cs="Times New Roman"/>
          <w:lang w:val="kl-GL"/>
        </w:rPr>
        <w:t xml:space="preserve">, angutit arnanut sanilliullugit ataatsikkut tunniutassanngortitanik annikinnerusunik tigusisarnerannik, akuersinerup nalaani ukioqatigiinnerat apeqqutaatinnagu. Tamatuma saniatigut </w:t>
      </w:r>
      <w:r w:rsidR="00435AEF" w:rsidRPr="00171408">
        <w:rPr>
          <w:rFonts w:ascii="Times New Roman" w:hAnsi="Times New Roman" w:cs="Times New Roman"/>
          <w:lang w:val="kl-GL"/>
        </w:rPr>
        <w:t xml:space="preserve">naleqqersuutini </w:t>
      </w:r>
      <w:r w:rsidR="00CE02F1" w:rsidRPr="00171408">
        <w:rPr>
          <w:rFonts w:ascii="Times New Roman" w:hAnsi="Times New Roman" w:cs="Times New Roman"/>
          <w:lang w:val="kl-GL"/>
        </w:rPr>
        <w:t xml:space="preserve">atuuttuni assersuutigalugu akileraartarnermut tunngasut kiisalu akit aamma akissarsiat </w:t>
      </w:r>
      <w:r w:rsidR="002212FB" w:rsidRPr="00171408">
        <w:rPr>
          <w:rFonts w:ascii="Times New Roman" w:hAnsi="Times New Roman" w:cs="Times New Roman"/>
          <w:lang w:val="kl-GL"/>
        </w:rPr>
        <w:t xml:space="preserve">pillugit naleqqussaaneq </w:t>
      </w:r>
      <w:r w:rsidR="00435AEF" w:rsidRPr="00171408">
        <w:rPr>
          <w:rFonts w:ascii="Times New Roman" w:hAnsi="Times New Roman" w:cs="Times New Roman"/>
          <w:lang w:val="kl-GL"/>
        </w:rPr>
        <w:t>apeqqutaatinneqanngillat</w:t>
      </w:r>
      <w:r w:rsidR="00CE02F1" w:rsidRPr="00171408">
        <w:rPr>
          <w:rFonts w:ascii="Times New Roman" w:hAnsi="Times New Roman" w:cs="Times New Roman"/>
          <w:lang w:val="kl-GL"/>
        </w:rPr>
        <w:t>.</w:t>
      </w:r>
    </w:p>
    <w:p w14:paraId="70764D76" w14:textId="70856DDF" w:rsidR="00515200" w:rsidRPr="00171408" w:rsidRDefault="00065ED8">
      <w:pPr>
        <w:rPr>
          <w:rFonts w:ascii="Times New Roman" w:hAnsi="Times New Roman"/>
          <w:lang w:val="kl-GL"/>
        </w:rPr>
      </w:pPr>
      <w:r w:rsidRPr="00171408">
        <w:rPr>
          <w:rFonts w:ascii="Times New Roman" w:hAnsi="Times New Roman" w:cs="Times New Roman"/>
          <w:lang w:val="kl-GL"/>
        </w:rPr>
        <w:t>Suliassaqartitsinermut minister</w:t>
      </w:r>
      <w:r w:rsidR="00E27FC5" w:rsidRPr="00171408">
        <w:rPr>
          <w:rFonts w:ascii="Times New Roman" w:hAnsi="Times New Roman" w:cs="Times New Roman"/>
          <w:lang w:val="kl-GL"/>
        </w:rPr>
        <w:t>eqarfiup</w:t>
      </w:r>
      <w:r w:rsidR="00CE02F1" w:rsidRPr="00171408">
        <w:rPr>
          <w:rFonts w:ascii="Times New Roman" w:hAnsi="Times New Roman" w:cs="Times New Roman"/>
          <w:lang w:val="kl-GL"/>
        </w:rPr>
        <w:t xml:space="preserve"> aamma Namminersorlutik Oqartussat nalilerpaat, immikkuualuttut </w:t>
      </w:r>
      <w:r w:rsidR="003F5044" w:rsidRPr="00171408">
        <w:rPr>
          <w:rFonts w:ascii="Times New Roman" w:hAnsi="Times New Roman" w:cs="Times New Roman"/>
          <w:lang w:val="kl-GL"/>
        </w:rPr>
        <w:t>taarsigassarsiat aningaasanngortinnerannut naleqqersuutini</w:t>
      </w:r>
      <w:r w:rsidR="00CE02F1" w:rsidRPr="00171408">
        <w:rPr>
          <w:rFonts w:ascii="Times New Roman" w:hAnsi="Times New Roman" w:cs="Times New Roman"/>
          <w:lang w:val="kl-GL"/>
        </w:rPr>
        <w:t xml:space="preserve"> ilaatinneqartut, nutarterneqartariaqartut taamaalilluni ataatsikkut tunniussilluni taarsiissuteqarnerup nalinga inatsit malillugu naatsorsorneqassalluni malittarisassat naapertuunnerusut tunngavigalugit, ukiut tamaasa nutarterneqartartussamik – </w:t>
      </w:r>
      <w:r w:rsidR="00C3269E" w:rsidRPr="00171408">
        <w:rPr>
          <w:rFonts w:ascii="Times New Roman" w:hAnsi="Times New Roman" w:cs="Times New Roman"/>
          <w:lang w:val="kl-GL"/>
        </w:rPr>
        <w:t>aamma</w:t>
      </w:r>
      <w:r w:rsidR="00CE02F1" w:rsidRPr="00171408">
        <w:rPr>
          <w:rFonts w:ascii="Times New Roman" w:hAnsi="Times New Roman" w:cs="Times New Roman"/>
          <w:lang w:val="kl-GL"/>
        </w:rPr>
        <w:t xml:space="preserve"> </w:t>
      </w:r>
      <w:r w:rsidR="00CE02F1" w:rsidRPr="00171408">
        <w:rPr>
          <w:rFonts w:ascii="Times New Roman" w:hAnsi="Times New Roman" w:cs="Times New Roman"/>
          <w:lang w:val="kl-GL"/>
        </w:rPr>
        <w:lastRenderedPageBreak/>
        <w:t xml:space="preserve">taamaalilluni </w:t>
      </w:r>
      <w:r w:rsidR="00D91B64" w:rsidRPr="00171408">
        <w:rPr>
          <w:rFonts w:ascii="Times New Roman" w:hAnsi="Times New Roman" w:cs="Times New Roman"/>
          <w:lang w:val="kl-GL"/>
        </w:rPr>
        <w:t>taarsigassarsiat aningaasanngortinnerannut naleqqersuut</w:t>
      </w:r>
      <w:r w:rsidR="00CE02F1" w:rsidRPr="00171408">
        <w:rPr>
          <w:rFonts w:ascii="Times New Roman" w:hAnsi="Times New Roman" w:cs="Times New Roman"/>
          <w:lang w:val="kl-GL"/>
        </w:rPr>
        <w:t xml:space="preserve"> ullumikkumut sanilliullugu taarsiissutip assigiimmik naleqarnissaanik tunngavimmut naapertuutissa</w:t>
      </w:r>
      <w:r w:rsidR="00B01E7D" w:rsidRPr="00171408">
        <w:rPr>
          <w:rFonts w:ascii="Times New Roman" w:hAnsi="Times New Roman" w:cs="Times New Roman"/>
          <w:lang w:val="kl-GL"/>
        </w:rPr>
        <w:t>soq</w:t>
      </w:r>
      <w:r w:rsidR="00CE02F1" w:rsidRPr="00171408">
        <w:rPr>
          <w:rFonts w:ascii="Times New Roman" w:hAnsi="Times New Roman" w:cs="Times New Roman"/>
          <w:lang w:val="kl-GL"/>
        </w:rPr>
        <w:t>, ingerlaavartumik tunniutassanngortinneqarnersoq imaluunniit ataatsikkut tunniutassanngortinneqarnersoq</w:t>
      </w:r>
      <w:r w:rsidR="00B01E7D" w:rsidRPr="00171408">
        <w:rPr>
          <w:rFonts w:ascii="Times New Roman" w:hAnsi="Times New Roman" w:cs="Times New Roman"/>
          <w:lang w:val="kl-GL"/>
        </w:rPr>
        <w:t xml:space="preserve"> apeqqutaatinnagu</w:t>
      </w:r>
      <w:r w:rsidR="00CE02F1" w:rsidRPr="00171408">
        <w:rPr>
          <w:rFonts w:ascii="Times New Roman" w:hAnsi="Times New Roman" w:cs="Times New Roman"/>
          <w:lang w:val="kl-GL"/>
        </w:rPr>
        <w:t>.</w:t>
      </w:r>
    </w:p>
    <w:p w14:paraId="0586A933" w14:textId="19CDD67F" w:rsidR="00515200" w:rsidRPr="00171408" w:rsidRDefault="00CE02F1">
      <w:pPr>
        <w:rPr>
          <w:rFonts w:ascii="Times New Roman" w:hAnsi="Times New Roman"/>
          <w:lang w:val="kl-GL"/>
        </w:rPr>
      </w:pPr>
      <w:r w:rsidRPr="00171408">
        <w:rPr>
          <w:rFonts w:ascii="Times New Roman" w:hAnsi="Times New Roman" w:cs="Times New Roman"/>
          <w:lang w:val="kl-GL"/>
        </w:rPr>
        <w:t xml:space="preserve">Taamaattumik </w:t>
      </w:r>
      <w:r w:rsidR="00D44F06" w:rsidRPr="00171408">
        <w:rPr>
          <w:rFonts w:ascii="Times New Roman" w:hAnsi="Times New Roman" w:cs="Times New Roman"/>
          <w:lang w:val="kl-GL"/>
        </w:rPr>
        <w:t>taarsigassarsiat aningaasanngortinnerannut naleqqersuut</w:t>
      </w:r>
      <w:r w:rsidRPr="00171408">
        <w:rPr>
          <w:rFonts w:ascii="Times New Roman" w:hAnsi="Times New Roman" w:cs="Times New Roman"/>
          <w:lang w:val="kl-GL"/>
        </w:rPr>
        <w:t xml:space="preserve">ip immikkoortuni </w:t>
      </w:r>
      <w:r w:rsidR="004D676F" w:rsidRPr="00171408">
        <w:rPr>
          <w:rFonts w:ascii="Times New Roman" w:hAnsi="Times New Roman" w:cs="Times New Roman"/>
          <w:lang w:val="kl-GL"/>
        </w:rPr>
        <w:t xml:space="preserve">arlalinni </w:t>
      </w:r>
      <w:r w:rsidRPr="00171408">
        <w:rPr>
          <w:rFonts w:ascii="Times New Roman" w:hAnsi="Times New Roman" w:cs="Times New Roman"/>
          <w:lang w:val="kl-GL"/>
        </w:rPr>
        <w:t xml:space="preserve">nutarterneqarnissaa siunnersuutigineqarpoq. </w:t>
      </w:r>
      <w:r w:rsidR="000D7CBF" w:rsidRPr="00171408">
        <w:rPr>
          <w:rFonts w:ascii="Times New Roman" w:hAnsi="Times New Roman" w:cs="Times New Roman"/>
          <w:lang w:val="kl-GL"/>
        </w:rPr>
        <w:t xml:space="preserve">Taamaalilluni </w:t>
      </w:r>
      <w:r w:rsidR="0095739A" w:rsidRPr="00171408">
        <w:rPr>
          <w:rFonts w:ascii="Times New Roman" w:hAnsi="Times New Roman" w:cs="Times New Roman"/>
          <w:lang w:val="kl-GL"/>
        </w:rPr>
        <w:t>taarsigassarsiat aningaasanngortinnerannut naleqqersuutip</w:t>
      </w:r>
      <w:r w:rsidR="0095739A" w:rsidRPr="00171408" w:rsidDel="0095739A">
        <w:rPr>
          <w:rFonts w:ascii="Times New Roman" w:hAnsi="Times New Roman" w:cs="Times New Roman"/>
          <w:lang w:val="kl-GL"/>
        </w:rPr>
        <w:t xml:space="preserve"> </w:t>
      </w:r>
      <w:r w:rsidR="0095739A" w:rsidRPr="00171408">
        <w:rPr>
          <w:rFonts w:ascii="Times New Roman" w:hAnsi="Times New Roman" w:cs="Times New Roman"/>
          <w:lang w:val="kl-GL"/>
        </w:rPr>
        <w:t>U74-im</w:t>
      </w:r>
      <w:r w:rsidR="00882F38" w:rsidRPr="00171408">
        <w:rPr>
          <w:rFonts w:ascii="Times New Roman" w:hAnsi="Times New Roman" w:cs="Times New Roman"/>
          <w:lang w:val="kl-GL"/>
        </w:rPr>
        <w:t>ut</w:t>
      </w:r>
      <w:r w:rsidR="0095739A" w:rsidRPr="00171408">
        <w:rPr>
          <w:rFonts w:ascii="Times New Roman" w:hAnsi="Times New Roman" w:cs="Times New Roman"/>
          <w:lang w:val="kl-GL"/>
        </w:rPr>
        <w:t xml:space="preserve"> naleqqersuut</w:t>
      </w:r>
      <w:r w:rsidRPr="00171408">
        <w:rPr>
          <w:rFonts w:ascii="Times New Roman" w:hAnsi="Times New Roman" w:cs="Times New Roman"/>
          <w:lang w:val="kl-GL"/>
        </w:rPr>
        <w:t>aa</w:t>
      </w:r>
      <w:r w:rsidR="0095739A" w:rsidRPr="00171408">
        <w:rPr>
          <w:rFonts w:ascii="Times New Roman" w:hAnsi="Times New Roman" w:cs="Times New Roman"/>
          <w:lang w:val="kl-GL"/>
        </w:rPr>
        <w:t>ta</w:t>
      </w:r>
      <w:r w:rsidRPr="00171408">
        <w:rPr>
          <w:rFonts w:ascii="Times New Roman" w:hAnsi="Times New Roman" w:cs="Times New Roman"/>
          <w:lang w:val="kl-GL"/>
        </w:rPr>
        <w:t xml:space="preserve"> taarserneqarnissaa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inuuneqqortussutsimut tunngatillugu piumasaqaatinut Finanstilsynip </w:t>
      </w:r>
      <w:r w:rsidR="000D7CBF" w:rsidRPr="00171408">
        <w:rPr>
          <w:rFonts w:ascii="Times New Roman" w:hAnsi="Times New Roman" w:cs="Times New Roman"/>
          <w:lang w:val="kl-GL"/>
        </w:rPr>
        <w:t xml:space="preserve">pitsaassutsinut </w:t>
      </w:r>
      <w:r w:rsidR="00591FA1" w:rsidRPr="00171408">
        <w:rPr>
          <w:rFonts w:ascii="Times New Roman" w:hAnsi="Times New Roman" w:cs="Times New Roman"/>
          <w:lang w:val="kl-GL"/>
        </w:rPr>
        <w:t>uuttuutaata</w:t>
      </w:r>
      <w:r w:rsidR="000D7CBF" w:rsidRPr="00171408">
        <w:rPr>
          <w:rFonts w:ascii="Times New Roman" w:hAnsi="Times New Roman" w:cs="Times New Roman"/>
          <w:lang w:val="kl-GL"/>
        </w:rPr>
        <w:t xml:space="preserve"> </w:t>
      </w:r>
      <w:r w:rsidRPr="00171408">
        <w:rPr>
          <w:rFonts w:ascii="Times New Roman" w:hAnsi="Times New Roman" w:cs="Times New Roman"/>
          <w:lang w:val="kl-GL"/>
        </w:rPr>
        <w:t>atorneqalernissaa</w:t>
      </w:r>
      <w:r w:rsidR="000D7CBF" w:rsidRPr="00171408">
        <w:rPr>
          <w:rFonts w:ascii="Times New Roman" w:hAnsi="Times New Roman" w:cs="Times New Roman"/>
          <w:lang w:val="kl-GL"/>
        </w:rPr>
        <w:t xml:space="preserve"> siunnersuutigineqarpoq</w:t>
      </w:r>
      <w:r w:rsidRPr="00171408">
        <w:rPr>
          <w:rFonts w:ascii="Times New Roman" w:hAnsi="Times New Roman" w:cs="Times New Roman"/>
          <w:lang w:val="kl-GL"/>
        </w:rPr>
        <w:t xml:space="preserve">. Aamma </w:t>
      </w:r>
      <w:r w:rsidR="0099400A" w:rsidRPr="00171408">
        <w:rPr>
          <w:rFonts w:ascii="Times New Roman" w:hAnsi="Times New Roman" w:cs="Times New Roman"/>
          <w:lang w:val="kl-GL"/>
        </w:rPr>
        <w:t>taarsigassarsiat aningaasanngortinnerannut naleqqersuutip</w:t>
      </w:r>
      <w:r w:rsidR="0099400A" w:rsidRPr="00171408" w:rsidDel="0099400A">
        <w:rPr>
          <w:rFonts w:ascii="Times New Roman" w:hAnsi="Times New Roman" w:cs="Times New Roman"/>
          <w:lang w:val="kl-GL"/>
        </w:rPr>
        <w:t xml:space="preserve"> </w:t>
      </w:r>
      <w:r w:rsidRPr="00171408">
        <w:rPr>
          <w:rFonts w:ascii="Times New Roman" w:hAnsi="Times New Roman" w:cs="Times New Roman"/>
          <w:lang w:val="kl-GL"/>
        </w:rPr>
        <w:t xml:space="preserve">erniatigut qaffasissusaata nutarterneqarnissaa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erniap aalajangersimasup erniamik nikerartumik taarserneqarnissaa</w:t>
      </w:r>
      <w:r w:rsidR="000D1F3A" w:rsidRPr="00171408">
        <w:rPr>
          <w:rFonts w:ascii="Times New Roman" w:hAnsi="Times New Roman" w:cs="Times New Roman"/>
          <w:lang w:val="kl-GL"/>
        </w:rPr>
        <w:t xml:space="preserve"> siunnersuutigineqarpoq</w:t>
      </w:r>
      <w:r w:rsidRPr="00171408">
        <w:rPr>
          <w:rFonts w:ascii="Times New Roman" w:hAnsi="Times New Roman" w:cs="Times New Roman"/>
          <w:lang w:val="kl-GL"/>
        </w:rPr>
        <w:t xml:space="preserve">. Tamatuma saniatigut siunnersuutigineqarpoq, ajoqusertup ukiui aalajangersarneqassasut ukiuinut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qaammataanut, maannakkutuunngitsoq ukiunut iluitsunut. </w:t>
      </w:r>
      <w:r w:rsidR="00A31994" w:rsidRPr="00171408">
        <w:rPr>
          <w:rFonts w:ascii="Times New Roman" w:hAnsi="Times New Roman" w:cs="Times New Roman"/>
          <w:lang w:val="kl-GL"/>
        </w:rPr>
        <w:t xml:space="preserve">Naggataatigut </w:t>
      </w:r>
      <w:r w:rsidRPr="00171408">
        <w:rPr>
          <w:rFonts w:ascii="Times New Roman" w:hAnsi="Times New Roman" w:cs="Times New Roman"/>
          <w:lang w:val="kl-GL"/>
        </w:rPr>
        <w:t xml:space="preserve">siunnersuutigineqarpoq, </w:t>
      </w:r>
      <w:r w:rsidR="002246D8" w:rsidRPr="00171408">
        <w:rPr>
          <w:rFonts w:ascii="Times New Roman" w:hAnsi="Times New Roman" w:cs="Times New Roman"/>
          <w:lang w:val="kl-GL"/>
        </w:rPr>
        <w:t>taarsigassarsiat aningaasanngortinnerannut naleqqersuummi</w:t>
      </w:r>
      <w:r w:rsidRPr="00171408">
        <w:rPr>
          <w:rFonts w:ascii="Times New Roman" w:hAnsi="Times New Roman" w:cs="Times New Roman"/>
          <w:lang w:val="kl-GL"/>
        </w:rPr>
        <w:t xml:space="preserve"> immikkuualuttunik nutaanik ilanngussinissaq. Taamaalilluni </w:t>
      </w:r>
      <w:r w:rsidR="00A417BE" w:rsidRPr="00171408">
        <w:rPr>
          <w:rFonts w:ascii="Times New Roman" w:hAnsi="Times New Roman" w:cs="Times New Roman"/>
          <w:lang w:val="kl-GL"/>
        </w:rPr>
        <w:t>taarsigassarsiat aningaasanngortinnerannut naleqqersuummi</w:t>
      </w:r>
      <w:r w:rsidRPr="00171408">
        <w:rPr>
          <w:rFonts w:ascii="Times New Roman" w:hAnsi="Times New Roman" w:cs="Times New Roman"/>
          <w:lang w:val="kl-GL"/>
        </w:rPr>
        <w:t xml:space="preserve"> ataatsikkut tunniutassanngortitsinermut akileraartarnermik </w:t>
      </w:r>
      <w:r w:rsidR="005E4D31" w:rsidRPr="00171408">
        <w:rPr>
          <w:rFonts w:ascii="Times New Roman" w:hAnsi="Times New Roman" w:cs="Times New Roman"/>
          <w:lang w:val="kl-GL"/>
        </w:rPr>
        <w:t>atuutilersitsilluni</w:t>
      </w:r>
      <w:r w:rsidRPr="00171408">
        <w:rPr>
          <w:rFonts w:ascii="Times New Roman" w:hAnsi="Times New Roman" w:cs="Times New Roman"/>
          <w:lang w:val="kl-GL"/>
        </w:rPr>
        <w:t>, ingerlaavartumik ukiumut taarsiissutinut ilanngaatigineqartartumut</w:t>
      </w:r>
      <w:r w:rsidR="00A417BE" w:rsidRPr="00171408">
        <w:rPr>
          <w:rFonts w:ascii="Times New Roman" w:hAnsi="Times New Roman" w:cs="Times New Roman"/>
          <w:lang w:val="kl-GL"/>
        </w:rPr>
        <w:t xml:space="preserve"> akileraarummut assingusumik</w:t>
      </w:r>
      <w:r w:rsidRPr="00171408">
        <w:rPr>
          <w:rFonts w:ascii="Times New Roman" w:hAnsi="Times New Roman" w:cs="Times New Roman"/>
          <w:lang w:val="kl-GL"/>
        </w:rPr>
        <w:t xml:space="preserve">. Taamaaqataanik </w:t>
      </w:r>
      <w:r w:rsidR="00C277CF" w:rsidRPr="00171408">
        <w:rPr>
          <w:rFonts w:ascii="Times New Roman" w:hAnsi="Times New Roman" w:cs="Times New Roman"/>
          <w:lang w:val="kl-GL"/>
        </w:rPr>
        <w:t>taarsigassarsiat aningaasanngortinnerannut naleqqersuummi</w:t>
      </w:r>
      <w:r w:rsidRPr="00171408">
        <w:rPr>
          <w:rFonts w:ascii="Times New Roman" w:hAnsi="Times New Roman" w:cs="Times New Roman"/>
          <w:lang w:val="kl-GL"/>
        </w:rPr>
        <w:t xml:space="preserve"> ataatsikkut tunniutassanngortitani ilanngaasoqartassaaq </w:t>
      </w:r>
      <w:r w:rsidR="00ED75F8" w:rsidRPr="00171408">
        <w:rPr>
          <w:rFonts w:ascii="Times New Roman" w:hAnsi="Times New Roman" w:cs="Times New Roman"/>
          <w:lang w:val="kl-GL"/>
        </w:rPr>
        <w:t>pigisanit pissarsianit</w:t>
      </w:r>
      <w:r w:rsidRPr="00171408">
        <w:rPr>
          <w:rFonts w:ascii="Times New Roman" w:hAnsi="Times New Roman" w:cs="Times New Roman"/>
          <w:lang w:val="kl-GL"/>
        </w:rPr>
        <w:t xml:space="preserve">, ataatsikkut tunniutassanngortitat akilerneqarnerini anguneqartussatut naatsorsuutigineqartunit (ataatsikkut tunniussineq). Aamma </w:t>
      </w:r>
      <w:r w:rsidR="00C277CF" w:rsidRPr="00171408">
        <w:rPr>
          <w:rFonts w:ascii="Times New Roman" w:hAnsi="Times New Roman" w:cs="Times New Roman"/>
          <w:lang w:val="kl-GL"/>
        </w:rPr>
        <w:t>taarsigassarsiat aningaasanngortinnerannut naleqqersuummi</w:t>
      </w:r>
      <w:r w:rsidRPr="00171408">
        <w:rPr>
          <w:rFonts w:ascii="Times New Roman" w:hAnsi="Times New Roman" w:cs="Times New Roman"/>
          <w:lang w:val="kl-GL"/>
        </w:rPr>
        <w:t xml:space="preserve"> ataatsikkut tunniutassanngortitanut akitigut naleqqusaasoqassaaq, piffissap ingerlanerani nalinginnaasumik akitigut aamma akissarsiatigut qaffaanerit malitsigisaannik.</w:t>
      </w:r>
    </w:p>
    <w:p w14:paraId="1A15AA6C" w14:textId="2F671D5F" w:rsidR="00515200" w:rsidRPr="00171408" w:rsidRDefault="00CE02F1">
      <w:pPr>
        <w:rPr>
          <w:rFonts w:ascii="Times New Roman" w:hAnsi="Times New Roman"/>
          <w:lang w:val="kl-GL"/>
        </w:rPr>
      </w:pPr>
      <w:r w:rsidRPr="00171408">
        <w:rPr>
          <w:rFonts w:ascii="Times New Roman" w:hAnsi="Times New Roman" w:cs="Times New Roman"/>
          <w:lang w:val="kl-GL"/>
        </w:rPr>
        <w:t xml:space="preserve">1970-ikkunni aallartittumik inuuneqqortusiartortoqarsimavoq, taamaattumik </w:t>
      </w:r>
      <w:r w:rsidR="00BA126D" w:rsidRPr="00171408">
        <w:rPr>
          <w:rFonts w:ascii="Times New Roman" w:hAnsi="Times New Roman" w:cs="Times New Roman"/>
          <w:lang w:val="kl-GL"/>
        </w:rPr>
        <w:t>taarsigassarsiat aningaasanngortinnerannut naleqqersuti</w:t>
      </w:r>
      <w:r w:rsidRPr="00171408">
        <w:rPr>
          <w:rFonts w:ascii="Times New Roman" w:hAnsi="Times New Roman" w:cs="Times New Roman"/>
          <w:lang w:val="kl-GL"/>
        </w:rPr>
        <w:t xml:space="preserve">p </w:t>
      </w:r>
      <w:r w:rsidR="00BA126D" w:rsidRPr="00171408">
        <w:rPr>
          <w:rFonts w:ascii="Times New Roman" w:hAnsi="Times New Roman" w:cs="Times New Roman"/>
          <w:lang w:val="kl-GL"/>
        </w:rPr>
        <w:t>U74-imut naleqqersuut</w:t>
      </w:r>
      <w:r w:rsidRPr="00171408">
        <w:rPr>
          <w:rFonts w:ascii="Times New Roman" w:hAnsi="Times New Roman" w:cs="Times New Roman"/>
          <w:lang w:val="kl-GL"/>
        </w:rPr>
        <w:t>a</w:t>
      </w:r>
      <w:r w:rsidR="00BA126D" w:rsidRPr="00171408">
        <w:rPr>
          <w:rFonts w:ascii="Times New Roman" w:hAnsi="Times New Roman" w:cs="Times New Roman"/>
          <w:lang w:val="kl-GL"/>
        </w:rPr>
        <w:t>a</w:t>
      </w:r>
      <w:r w:rsidRPr="00171408">
        <w:rPr>
          <w:rFonts w:ascii="Times New Roman" w:hAnsi="Times New Roman" w:cs="Times New Roman"/>
          <w:lang w:val="kl-GL"/>
        </w:rPr>
        <w:t xml:space="preserve"> inuiaqatigiinni inuuneqqortussutsimut atuuttumut tunngatillugu eqqunngitsumik takutitsisuulluni. Taamaalilluni </w:t>
      </w:r>
      <w:r w:rsidR="006D0120" w:rsidRPr="00171408">
        <w:rPr>
          <w:rFonts w:ascii="Times New Roman" w:hAnsi="Times New Roman" w:cs="Times New Roman"/>
          <w:lang w:val="kl-GL"/>
        </w:rPr>
        <w:t>naleqqersuut kinguneqarpoq</w:t>
      </w:r>
      <w:r w:rsidRPr="00171408">
        <w:rPr>
          <w:rFonts w:ascii="Times New Roman" w:hAnsi="Times New Roman" w:cs="Times New Roman"/>
          <w:lang w:val="kl-GL"/>
        </w:rPr>
        <w:t xml:space="preserve">, ajoqusertut aamma </w:t>
      </w:r>
      <w:r w:rsidR="00D02F12" w:rsidRPr="00171408">
        <w:rPr>
          <w:rFonts w:ascii="Times New Roman" w:hAnsi="Times New Roman" w:cs="Times New Roman"/>
          <w:lang w:val="kl-GL"/>
        </w:rPr>
        <w:t>qimagaas</w:t>
      </w:r>
      <w:r w:rsidRPr="00171408">
        <w:rPr>
          <w:rFonts w:ascii="Times New Roman" w:hAnsi="Times New Roman" w:cs="Times New Roman"/>
          <w:lang w:val="kl-GL"/>
        </w:rPr>
        <w:t xml:space="preserve">ut annikinnerusunik ataatsikkut tunniutassanngortitsinikkut taarsiiffigitittarnerannik, </w:t>
      </w:r>
      <w:r w:rsidR="00D4363B" w:rsidRPr="00171408">
        <w:rPr>
          <w:rFonts w:ascii="Times New Roman" w:hAnsi="Times New Roman" w:cs="Times New Roman"/>
          <w:lang w:val="kl-GL"/>
        </w:rPr>
        <w:t xml:space="preserve">toqusoqartarnermut </w:t>
      </w:r>
      <w:r w:rsidRPr="00171408">
        <w:rPr>
          <w:rFonts w:ascii="Times New Roman" w:hAnsi="Times New Roman" w:cs="Times New Roman"/>
          <w:lang w:val="kl-GL"/>
        </w:rPr>
        <w:t xml:space="preserve">tunngatillugu piumasaqaatinik piffissamut naleqqunnerusunik atuinnginnermi. Aamma </w:t>
      </w:r>
      <w:r w:rsidR="00D4363B" w:rsidRPr="00171408">
        <w:rPr>
          <w:rFonts w:ascii="Times New Roman" w:hAnsi="Times New Roman" w:cs="Times New Roman"/>
          <w:lang w:val="kl-GL"/>
        </w:rPr>
        <w:t>U74-imut naleqqersuut</w:t>
      </w:r>
      <w:r w:rsidRPr="00171408">
        <w:rPr>
          <w:rFonts w:ascii="Times New Roman" w:hAnsi="Times New Roman" w:cs="Times New Roman"/>
          <w:lang w:val="kl-GL"/>
        </w:rPr>
        <w:t xml:space="preserve"> suiaassutsinik immikkoortitsivoq, tassami Kalaallit Nunaanni </w:t>
      </w:r>
      <w:r w:rsidR="00F02338" w:rsidRPr="00171408">
        <w:rPr>
          <w:rFonts w:ascii="Times New Roman" w:hAnsi="Times New Roman" w:cs="Times New Roman"/>
          <w:lang w:val="kl-GL"/>
        </w:rPr>
        <w:t>toqusoqartarnermut tunngatillugu</w:t>
      </w:r>
      <w:r w:rsidRPr="00171408">
        <w:rPr>
          <w:rFonts w:ascii="Times New Roman" w:hAnsi="Times New Roman" w:cs="Times New Roman"/>
          <w:lang w:val="kl-GL"/>
        </w:rPr>
        <w:t xml:space="preserve"> arnat akornanni annikinnerummat angutit akornannut sanilliullugu.</w:t>
      </w:r>
    </w:p>
    <w:p w14:paraId="4C37C11C" w14:textId="370BF1AC" w:rsidR="00515200" w:rsidRPr="00171408" w:rsidRDefault="00065ED8">
      <w:pPr>
        <w:tabs>
          <w:tab w:val="left" w:pos="0"/>
        </w:tabs>
        <w:rPr>
          <w:rFonts w:ascii="Times New Roman" w:hAnsi="Times New Roman"/>
          <w:lang w:val="kl-GL"/>
        </w:rPr>
      </w:pPr>
      <w:r w:rsidRPr="00171408">
        <w:rPr>
          <w:rFonts w:ascii="Times New Roman" w:hAnsi="Times New Roman" w:cs="Times New Roman"/>
          <w:lang w:val="kl-GL"/>
        </w:rPr>
        <w:t>Suliassaqartitsinermut minister</w:t>
      </w:r>
      <w:r w:rsidR="00A34EDA" w:rsidRPr="00171408">
        <w:rPr>
          <w:rFonts w:ascii="Times New Roman" w:hAnsi="Times New Roman" w:cs="Times New Roman"/>
          <w:lang w:val="kl-GL"/>
        </w:rPr>
        <w:t xml:space="preserve">eqarfiup </w:t>
      </w:r>
      <w:r w:rsidR="00CE02F1" w:rsidRPr="00171408">
        <w:rPr>
          <w:rFonts w:ascii="Times New Roman" w:hAnsi="Times New Roman" w:cs="Times New Roman"/>
          <w:lang w:val="kl-GL"/>
        </w:rPr>
        <w:t>aamma Namminersorlutik Oqartussat nalilerpaat, suli</w:t>
      </w:r>
      <w:r w:rsidR="00BC763C" w:rsidRPr="00171408">
        <w:rPr>
          <w:rFonts w:ascii="Times New Roman" w:hAnsi="Times New Roman" w:cs="Times New Roman"/>
          <w:lang w:val="kl-GL"/>
        </w:rPr>
        <w:t>nerm</w:t>
      </w:r>
      <w:r w:rsidR="00CE02F1" w:rsidRPr="00171408">
        <w:rPr>
          <w:rFonts w:ascii="Times New Roman" w:hAnsi="Times New Roman" w:cs="Times New Roman"/>
          <w:lang w:val="kl-GL"/>
        </w:rPr>
        <w:t xml:space="preserve">i ajoqusernermut tunngatillugu </w:t>
      </w:r>
      <w:r w:rsidR="00BC763C" w:rsidRPr="00171408">
        <w:rPr>
          <w:rFonts w:ascii="Times New Roman" w:hAnsi="Times New Roman" w:cs="Times New Roman"/>
          <w:lang w:val="kl-GL"/>
        </w:rPr>
        <w:t>U74-imut naleqqersuut</w:t>
      </w:r>
      <w:r w:rsidR="00CE02F1" w:rsidRPr="00171408">
        <w:rPr>
          <w:rFonts w:ascii="Times New Roman" w:hAnsi="Times New Roman" w:cs="Times New Roman"/>
          <w:lang w:val="kl-GL"/>
        </w:rPr>
        <w:t xml:space="preserve">ip inuuneqqortussutsimut tunngatillugu piumasaqaatinut Finanstilsynip </w:t>
      </w:r>
      <w:r w:rsidR="00130C7B" w:rsidRPr="00171408">
        <w:rPr>
          <w:rFonts w:ascii="Times New Roman" w:hAnsi="Times New Roman" w:cs="Times New Roman"/>
          <w:lang w:val="kl-GL"/>
        </w:rPr>
        <w:t xml:space="preserve">pitsaassutsimik </w:t>
      </w:r>
      <w:r w:rsidR="00A94C6C" w:rsidRPr="00171408">
        <w:rPr>
          <w:rFonts w:ascii="Times New Roman" w:hAnsi="Times New Roman" w:cs="Times New Roman"/>
          <w:lang w:val="kl-GL"/>
        </w:rPr>
        <w:t>uuttuutaanik</w:t>
      </w:r>
      <w:r w:rsidR="00130C7B" w:rsidRPr="00171408">
        <w:rPr>
          <w:rFonts w:ascii="Times New Roman" w:hAnsi="Times New Roman" w:cs="Times New Roman"/>
          <w:lang w:val="kl-GL"/>
        </w:rPr>
        <w:t xml:space="preserve"> </w:t>
      </w:r>
      <w:r w:rsidR="00CE02F1" w:rsidRPr="00171408">
        <w:rPr>
          <w:rFonts w:ascii="Times New Roman" w:hAnsi="Times New Roman" w:cs="Times New Roman"/>
          <w:lang w:val="kl-GL"/>
        </w:rPr>
        <w:t>taarserneqarnissaa, taanna tunngaviummat eqqornerpaaq.</w:t>
      </w:r>
    </w:p>
    <w:p w14:paraId="11F81AC7" w14:textId="7BA9B0FC" w:rsidR="00515200" w:rsidRPr="00171408" w:rsidRDefault="00CE02F1">
      <w:pPr>
        <w:rPr>
          <w:rFonts w:ascii="Times New Roman" w:hAnsi="Times New Roman"/>
          <w:lang w:val="kl-GL"/>
        </w:rPr>
      </w:pPr>
      <w:r w:rsidRPr="00171408">
        <w:rPr>
          <w:rFonts w:ascii="Times New Roman" w:hAnsi="Times New Roman" w:cs="Times New Roman"/>
          <w:lang w:val="kl-GL"/>
        </w:rPr>
        <w:t xml:space="preserve">Finanstilsynip ulloq 1. januar 2011 aallarnerfigalugu maannakkut </w:t>
      </w:r>
      <w:r w:rsidR="00611BD4" w:rsidRPr="00171408">
        <w:rPr>
          <w:rFonts w:ascii="Times New Roman" w:hAnsi="Times New Roman" w:cs="Times New Roman"/>
          <w:lang w:val="kl-GL"/>
        </w:rPr>
        <w:t xml:space="preserve">toqusoqartarnermut </w:t>
      </w:r>
      <w:r w:rsidRPr="00171408">
        <w:rPr>
          <w:rFonts w:ascii="Times New Roman" w:hAnsi="Times New Roman" w:cs="Times New Roman"/>
          <w:lang w:val="kl-GL"/>
        </w:rPr>
        <w:t>alaatsinaa</w:t>
      </w:r>
      <w:r w:rsidR="008C01A3" w:rsidRPr="00171408">
        <w:rPr>
          <w:rFonts w:ascii="Times New Roman" w:hAnsi="Times New Roman" w:cs="Times New Roman"/>
          <w:lang w:val="kl-GL"/>
        </w:rPr>
        <w:t>nneqartu</w:t>
      </w:r>
      <w:r w:rsidRPr="00171408">
        <w:rPr>
          <w:rFonts w:ascii="Times New Roman" w:hAnsi="Times New Roman" w:cs="Times New Roman"/>
          <w:lang w:val="kl-GL"/>
        </w:rPr>
        <w:t xml:space="preserve">nut </w:t>
      </w:r>
      <w:r w:rsidR="00611BD4" w:rsidRPr="00171408">
        <w:rPr>
          <w:rFonts w:ascii="Times New Roman" w:hAnsi="Times New Roman" w:cs="Times New Roman"/>
          <w:lang w:val="kl-GL"/>
        </w:rPr>
        <w:t xml:space="preserve">pitsaassutsimut </w:t>
      </w:r>
      <w:r w:rsidR="00421C02" w:rsidRPr="00171408">
        <w:rPr>
          <w:rFonts w:ascii="Times New Roman" w:hAnsi="Times New Roman" w:cs="Times New Roman"/>
          <w:lang w:val="kl-GL"/>
        </w:rPr>
        <w:t>uuttuut</w:t>
      </w:r>
      <w:r w:rsidR="006027E3" w:rsidRPr="00171408">
        <w:rPr>
          <w:rFonts w:ascii="Times New Roman" w:hAnsi="Times New Roman" w:cs="Times New Roman"/>
          <w:lang w:val="kl-GL"/>
        </w:rPr>
        <w:t xml:space="preserve"> (sanilliussinermut tunngavigisassaq)</w:t>
      </w:r>
      <w:r w:rsidR="00611BD4" w:rsidRPr="00171408">
        <w:rPr>
          <w:rFonts w:ascii="Times New Roman" w:hAnsi="Times New Roman" w:cs="Times New Roman"/>
          <w:lang w:val="kl-GL"/>
        </w:rPr>
        <w:t xml:space="preserve">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siunissami inuuneqqortussutsimut pitsanngorsaatissatut naatsorsuutigineqartut eqquppai, imminut sillimmasernernik</w:t>
      </w:r>
      <w:r w:rsidR="001D3D0C" w:rsidRPr="00171408">
        <w:rPr>
          <w:rFonts w:ascii="Times New Roman" w:hAnsi="Times New Roman" w:cs="Times New Roman"/>
          <w:lang w:val="kl-GL"/>
        </w:rPr>
        <w:t xml:space="preserve"> ingerlatseqatigiiffiit</w:t>
      </w:r>
      <w:r w:rsidRPr="00171408">
        <w:rPr>
          <w:rFonts w:ascii="Times New Roman" w:hAnsi="Times New Roman" w:cs="Times New Roman"/>
          <w:lang w:val="kl-GL"/>
        </w:rPr>
        <w:t xml:space="preserve">, </w:t>
      </w:r>
      <w:r w:rsidR="009F16B8" w:rsidRPr="00171408">
        <w:rPr>
          <w:rFonts w:ascii="Times New Roman" w:hAnsi="Times New Roman" w:cs="Times New Roman"/>
          <w:lang w:val="kl-GL"/>
        </w:rPr>
        <w:t xml:space="preserve">utoqqalinersianik ingerlatseqatigiiffiit </w:t>
      </w:r>
      <w:r w:rsidR="00545D4A" w:rsidRPr="00171408">
        <w:rPr>
          <w:rFonts w:ascii="Times New Roman" w:hAnsi="Times New Roman" w:cs="Times New Roman"/>
          <w:lang w:val="kl-GL"/>
        </w:rPr>
        <w:t>il.il.</w:t>
      </w:r>
      <w:r w:rsidRPr="00171408">
        <w:rPr>
          <w:rFonts w:ascii="Times New Roman" w:hAnsi="Times New Roman" w:cs="Times New Roman"/>
          <w:lang w:val="kl-GL"/>
        </w:rPr>
        <w:t xml:space="preserve"> </w:t>
      </w:r>
      <w:r w:rsidR="00512701" w:rsidRPr="00171408">
        <w:rPr>
          <w:rFonts w:ascii="Times New Roman" w:hAnsi="Times New Roman" w:cs="Times New Roman"/>
          <w:lang w:val="kl-GL"/>
        </w:rPr>
        <w:t xml:space="preserve">sanilliussinissamut </w:t>
      </w:r>
      <w:r w:rsidRPr="00171408">
        <w:rPr>
          <w:rFonts w:ascii="Times New Roman" w:hAnsi="Times New Roman" w:cs="Times New Roman"/>
          <w:lang w:val="kl-GL"/>
        </w:rPr>
        <w:t xml:space="preserve">atugassatut. Imminut </w:t>
      </w:r>
      <w:r w:rsidR="001D3D0C" w:rsidRPr="00171408">
        <w:rPr>
          <w:rFonts w:ascii="Times New Roman" w:hAnsi="Times New Roman" w:cs="Times New Roman"/>
          <w:lang w:val="kl-GL"/>
        </w:rPr>
        <w:t>sillimmasernernik ingerlatseqatigiiffiit</w:t>
      </w:r>
      <w:r w:rsidR="001D3D0C" w:rsidRPr="00171408" w:rsidDel="001D3D0C">
        <w:rPr>
          <w:rFonts w:ascii="Times New Roman" w:hAnsi="Times New Roman" w:cs="Times New Roman"/>
          <w:lang w:val="kl-GL"/>
        </w:rPr>
        <w:t xml:space="preserve"> </w:t>
      </w:r>
      <w:r w:rsidRPr="00171408">
        <w:rPr>
          <w:rFonts w:ascii="Times New Roman" w:hAnsi="Times New Roman" w:cs="Times New Roman"/>
          <w:lang w:val="kl-GL"/>
        </w:rPr>
        <w:t xml:space="preserve">aamma </w:t>
      </w:r>
      <w:r w:rsidR="00DB6019" w:rsidRPr="00171408">
        <w:rPr>
          <w:rFonts w:ascii="Times New Roman" w:hAnsi="Times New Roman" w:cs="Times New Roman"/>
          <w:lang w:val="kl-GL"/>
        </w:rPr>
        <w:t xml:space="preserve">utoqqalinersianik ingerlatseqatigiiffiit </w:t>
      </w:r>
      <w:r w:rsidRPr="00171408">
        <w:rPr>
          <w:rFonts w:ascii="Times New Roman" w:hAnsi="Times New Roman" w:cs="Times New Roman"/>
          <w:lang w:val="kl-GL"/>
        </w:rPr>
        <w:t xml:space="preserve">naammattumik </w:t>
      </w:r>
      <w:r w:rsidR="00DB6019" w:rsidRPr="00171408">
        <w:rPr>
          <w:rFonts w:ascii="Times New Roman" w:hAnsi="Times New Roman" w:cs="Times New Roman"/>
          <w:lang w:val="kl-GL"/>
        </w:rPr>
        <w:t>sillimmasiinerni</w:t>
      </w:r>
      <w:r w:rsidRPr="00171408">
        <w:rPr>
          <w:rFonts w:ascii="Times New Roman" w:hAnsi="Times New Roman" w:cs="Times New Roman"/>
          <w:lang w:val="kl-GL"/>
        </w:rPr>
        <w:t xml:space="preserve">, ingerlatseqatigiiffiit </w:t>
      </w:r>
      <w:r w:rsidR="003668AE" w:rsidRPr="00171408">
        <w:rPr>
          <w:rFonts w:ascii="Times New Roman" w:hAnsi="Times New Roman" w:cs="Times New Roman"/>
          <w:lang w:val="kl-GL"/>
        </w:rPr>
        <w:t>atuutilersitaanni</w:t>
      </w:r>
      <w:r w:rsidRPr="00171408">
        <w:rPr>
          <w:rFonts w:ascii="Times New Roman" w:hAnsi="Times New Roman" w:cs="Times New Roman"/>
          <w:lang w:val="kl-GL"/>
        </w:rPr>
        <w:t xml:space="preserve">, pisussaaffiit naammassineqarnissaannut atugassatut immikkoortitsinissaasa </w:t>
      </w:r>
      <w:r w:rsidR="00C0464C" w:rsidRPr="00171408">
        <w:rPr>
          <w:rFonts w:ascii="Times New Roman" w:hAnsi="Times New Roman" w:cs="Times New Roman"/>
          <w:lang w:val="kl-GL"/>
        </w:rPr>
        <w:t xml:space="preserve">qulakkeerneqarnissaata </w:t>
      </w:r>
      <w:r w:rsidRPr="00171408">
        <w:rPr>
          <w:rFonts w:ascii="Times New Roman" w:hAnsi="Times New Roman" w:cs="Times New Roman"/>
          <w:lang w:val="kl-GL"/>
        </w:rPr>
        <w:t xml:space="preserve">saniatigut, aaqqissuussinerup siunertarivaa ingerlatseqatigiiffiit inuuneqqortussutsimut tunngatillugu piumasaqaataanni assigiinngissutsit tunngavilersorneqanngitsut nalimmassarnissaat. </w:t>
      </w:r>
      <w:r w:rsidR="006F0471" w:rsidRPr="00171408">
        <w:rPr>
          <w:rFonts w:ascii="Times New Roman" w:hAnsi="Times New Roman" w:cs="Times New Roman"/>
          <w:lang w:val="kl-GL"/>
        </w:rPr>
        <w:t>Imminut sillimmasernernik ingerlatseqatigiiffiit</w:t>
      </w:r>
      <w:r w:rsidRPr="00171408">
        <w:rPr>
          <w:rFonts w:ascii="Times New Roman" w:hAnsi="Times New Roman" w:cs="Times New Roman"/>
          <w:lang w:val="kl-GL"/>
        </w:rPr>
        <w:t xml:space="preserve">, </w:t>
      </w:r>
      <w:r w:rsidR="006F0471" w:rsidRPr="00171408">
        <w:rPr>
          <w:rFonts w:ascii="Times New Roman" w:hAnsi="Times New Roman" w:cs="Times New Roman"/>
          <w:lang w:val="kl-GL"/>
        </w:rPr>
        <w:t xml:space="preserve">utoqqalinersianik ingerlatseqatigiiffiit </w:t>
      </w:r>
      <w:r w:rsidR="00545D4A" w:rsidRPr="00171408">
        <w:rPr>
          <w:rFonts w:ascii="Times New Roman" w:hAnsi="Times New Roman" w:cs="Times New Roman"/>
          <w:lang w:val="kl-GL"/>
        </w:rPr>
        <w:t>il.il.</w:t>
      </w:r>
      <w:r w:rsidRPr="00171408">
        <w:rPr>
          <w:rFonts w:ascii="Times New Roman" w:hAnsi="Times New Roman" w:cs="Times New Roman"/>
          <w:lang w:val="kl-GL"/>
        </w:rPr>
        <w:t xml:space="preserve"> inuuneqqortussutsimut tunngatillugu piumasaqaatinut Finanstilsynip </w:t>
      </w:r>
      <w:r w:rsidR="006F0471" w:rsidRPr="00171408">
        <w:rPr>
          <w:rFonts w:ascii="Times New Roman" w:hAnsi="Times New Roman" w:cs="Times New Roman"/>
          <w:lang w:val="kl-GL"/>
        </w:rPr>
        <w:t xml:space="preserve">pitsaassutsimut </w:t>
      </w:r>
      <w:r w:rsidR="004D38A1" w:rsidRPr="00171408">
        <w:rPr>
          <w:rFonts w:ascii="Times New Roman" w:hAnsi="Times New Roman" w:cs="Times New Roman"/>
          <w:lang w:val="kl-GL"/>
        </w:rPr>
        <w:t>uuttuutaa</w:t>
      </w:r>
      <w:r w:rsidRPr="00171408">
        <w:rPr>
          <w:rFonts w:ascii="Times New Roman" w:hAnsi="Times New Roman" w:cs="Times New Roman"/>
          <w:lang w:val="kl-GL"/>
        </w:rPr>
        <w:t xml:space="preserve"> imaluunniit aaqqissuussinerup assingusup atornissaa </w:t>
      </w:r>
      <w:r w:rsidRPr="00171408">
        <w:rPr>
          <w:rFonts w:ascii="Times New Roman" w:hAnsi="Times New Roman" w:cs="Times New Roman"/>
          <w:lang w:val="kl-GL"/>
        </w:rPr>
        <w:lastRenderedPageBreak/>
        <w:t>pisussaaffigivaat, immikkoortitsinerit, taarsiissuteqarnerit aamma imminut sillimmasernermut akit naatsorsornissaannut.</w:t>
      </w:r>
    </w:p>
    <w:p w14:paraId="76280255" w14:textId="6B16D3FB" w:rsidR="00515200" w:rsidRPr="00171408" w:rsidRDefault="00CE02F1">
      <w:pPr>
        <w:rPr>
          <w:rFonts w:ascii="Times New Roman" w:hAnsi="Times New Roman"/>
          <w:lang w:val="kl-GL"/>
        </w:rPr>
      </w:pPr>
      <w:r w:rsidRPr="00171408">
        <w:rPr>
          <w:rFonts w:ascii="Times New Roman" w:hAnsi="Times New Roman" w:cs="Times New Roman"/>
          <w:lang w:val="kl-GL"/>
        </w:rPr>
        <w:t xml:space="preserve">Inuuneqqortussutsimut tunngatillugu piumasaqaatinut Finanstilsynip </w:t>
      </w:r>
      <w:r w:rsidR="005D56A8" w:rsidRPr="00171408">
        <w:rPr>
          <w:rFonts w:ascii="Times New Roman" w:hAnsi="Times New Roman" w:cs="Times New Roman"/>
          <w:lang w:val="kl-GL"/>
        </w:rPr>
        <w:t xml:space="preserve">pitsaassutsimut </w:t>
      </w:r>
      <w:r w:rsidR="00060562" w:rsidRPr="00171408">
        <w:rPr>
          <w:rFonts w:ascii="Times New Roman" w:hAnsi="Times New Roman" w:cs="Times New Roman"/>
          <w:lang w:val="kl-GL"/>
        </w:rPr>
        <w:t xml:space="preserve">uuttuutaa </w:t>
      </w:r>
      <w:r w:rsidRPr="00171408">
        <w:rPr>
          <w:rFonts w:ascii="Times New Roman" w:hAnsi="Times New Roman" w:cs="Times New Roman"/>
          <w:lang w:val="kl-GL"/>
        </w:rPr>
        <w:t xml:space="preserve">ukiumut naatsorsorneqartarpoq danskit imminut </w:t>
      </w:r>
      <w:r w:rsidR="00B01F3B" w:rsidRPr="00171408">
        <w:rPr>
          <w:rFonts w:ascii="Times New Roman" w:hAnsi="Times New Roman" w:cs="Times New Roman"/>
          <w:lang w:val="kl-GL"/>
        </w:rPr>
        <w:t>sillimmasernernik ingerlatseqatigiiffiini</w:t>
      </w:r>
      <w:r w:rsidRPr="00171408">
        <w:rPr>
          <w:rFonts w:ascii="Times New Roman" w:hAnsi="Times New Roman" w:cs="Times New Roman"/>
          <w:lang w:val="kl-GL"/>
        </w:rPr>
        <w:t xml:space="preserve"> aamma </w:t>
      </w:r>
      <w:r w:rsidR="00CF62AE" w:rsidRPr="00171408">
        <w:rPr>
          <w:rFonts w:ascii="Times New Roman" w:hAnsi="Times New Roman" w:cs="Times New Roman"/>
          <w:lang w:val="kl-GL"/>
        </w:rPr>
        <w:t>soraarnerussutisianik</w:t>
      </w:r>
      <w:r w:rsidR="00B01F3B" w:rsidRPr="00171408">
        <w:rPr>
          <w:rFonts w:ascii="Times New Roman" w:hAnsi="Times New Roman" w:cs="Times New Roman"/>
          <w:lang w:val="kl-GL"/>
        </w:rPr>
        <w:t xml:space="preserve"> ingerlatseqatigiiffiini </w:t>
      </w:r>
      <w:r w:rsidRPr="00171408">
        <w:rPr>
          <w:rFonts w:ascii="Times New Roman" w:hAnsi="Times New Roman" w:cs="Times New Roman"/>
          <w:lang w:val="kl-GL"/>
        </w:rPr>
        <w:t xml:space="preserve">sillimmasersimasut pillugit </w:t>
      </w:r>
      <w:r w:rsidR="005D56A8" w:rsidRPr="00171408">
        <w:rPr>
          <w:rFonts w:ascii="Times New Roman" w:hAnsi="Times New Roman" w:cs="Times New Roman"/>
          <w:lang w:val="kl-GL"/>
        </w:rPr>
        <w:t xml:space="preserve">paasissutissat </w:t>
      </w:r>
      <w:r w:rsidRPr="00171408">
        <w:rPr>
          <w:rFonts w:ascii="Times New Roman" w:hAnsi="Times New Roman" w:cs="Times New Roman"/>
          <w:lang w:val="kl-GL"/>
        </w:rPr>
        <w:t xml:space="preserve">kiisalu Danmarks Statistikimi </w:t>
      </w:r>
      <w:r w:rsidR="0063429D" w:rsidRPr="00171408">
        <w:rPr>
          <w:rFonts w:ascii="Times New Roman" w:hAnsi="Times New Roman" w:cs="Times New Roman"/>
          <w:lang w:val="kl-GL"/>
        </w:rPr>
        <w:t xml:space="preserve">paasissutissat </w:t>
      </w:r>
      <w:r w:rsidRPr="00171408">
        <w:rPr>
          <w:rFonts w:ascii="Times New Roman" w:hAnsi="Times New Roman" w:cs="Times New Roman"/>
          <w:lang w:val="kl-GL"/>
        </w:rPr>
        <w:t xml:space="preserve">aallaavigalugit. </w:t>
      </w:r>
      <w:r w:rsidR="00CF62AE" w:rsidRPr="00171408">
        <w:rPr>
          <w:rFonts w:ascii="Times New Roman" w:hAnsi="Times New Roman" w:cs="Times New Roman"/>
          <w:lang w:val="kl-GL"/>
        </w:rPr>
        <w:t>Soraarnerussutisia</w:t>
      </w:r>
      <w:r w:rsidR="00CF1A9A" w:rsidRPr="00171408">
        <w:rPr>
          <w:rFonts w:ascii="Times New Roman" w:hAnsi="Times New Roman" w:cs="Times New Roman"/>
          <w:lang w:val="kl-GL"/>
        </w:rPr>
        <w:t>ssa</w:t>
      </w:r>
      <w:r w:rsidR="00CF62AE" w:rsidRPr="00171408">
        <w:rPr>
          <w:rFonts w:ascii="Times New Roman" w:hAnsi="Times New Roman" w:cs="Times New Roman"/>
          <w:lang w:val="kl-GL"/>
        </w:rPr>
        <w:t>nik</w:t>
      </w:r>
      <w:r w:rsidR="0063429D" w:rsidRPr="00171408">
        <w:rPr>
          <w:rFonts w:ascii="Times New Roman" w:hAnsi="Times New Roman" w:cs="Times New Roman"/>
          <w:lang w:val="kl-GL"/>
        </w:rPr>
        <w:t xml:space="preserve"> </w:t>
      </w:r>
      <w:r w:rsidR="00CF1A9A" w:rsidRPr="00171408">
        <w:rPr>
          <w:rFonts w:ascii="Times New Roman" w:hAnsi="Times New Roman" w:cs="Times New Roman"/>
          <w:lang w:val="kl-GL"/>
        </w:rPr>
        <w:t>aningaasaateqarfinni</w:t>
      </w:r>
      <w:r w:rsidR="0063429D" w:rsidRPr="00171408" w:rsidDel="0063429D">
        <w:rPr>
          <w:rFonts w:ascii="Times New Roman" w:hAnsi="Times New Roman" w:cs="Times New Roman"/>
          <w:lang w:val="kl-GL"/>
        </w:rPr>
        <w:t xml:space="preserve"> </w:t>
      </w:r>
      <w:r w:rsidR="0063429D" w:rsidRPr="00171408">
        <w:rPr>
          <w:rFonts w:ascii="Times New Roman" w:hAnsi="Times New Roman" w:cs="Times New Roman"/>
          <w:lang w:val="kl-GL"/>
        </w:rPr>
        <w:t xml:space="preserve">paasissutissat </w:t>
      </w:r>
      <w:r w:rsidRPr="00171408">
        <w:rPr>
          <w:rFonts w:ascii="Times New Roman" w:hAnsi="Times New Roman" w:cs="Times New Roman"/>
          <w:lang w:val="kl-GL"/>
        </w:rPr>
        <w:t xml:space="preserve">tunngaviupput inuit katillugit 2,9 mio. pineqarlutik (2018),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w:t>
      </w:r>
      <w:r w:rsidR="00CF62AE" w:rsidRPr="00171408">
        <w:rPr>
          <w:rFonts w:ascii="Times New Roman" w:hAnsi="Times New Roman" w:cs="Times New Roman"/>
          <w:lang w:val="kl-GL"/>
        </w:rPr>
        <w:t>soraarnerussutisia</w:t>
      </w:r>
      <w:r w:rsidR="00CF1A9A" w:rsidRPr="00171408">
        <w:rPr>
          <w:rFonts w:ascii="Times New Roman" w:hAnsi="Times New Roman" w:cs="Times New Roman"/>
          <w:lang w:val="kl-GL"/>
        </w:rPr>
        <w:t>ssa</w:t>
      </w:r>
      <w:r w:rsidR="00CF62AE" w:rsidRPr="00171408">
        <w:rPr>
          <w:rFonts w:ascii="Times New Roman" w:hAnsi="Times New Roman" w:cs="Times New Roman"/>
          <w:lang w:val="kl-GL"/>
        </w:rPr>
        <w:t>nik</w:t>
      </w:r>
      <w:r w:rsidR="00D61BD9" w:rsidRPr="00171408">
        <w:rPr>
          <w:rFonts w:ascii="Times New Roman" w:hAnsi="Times New Roman" w:cs="Times New Roman"/>
          <w:lang w:val="kl-GL"/>
        </w:rPr>
        <w:t xml:space="preserve"> </w:t>
      </w:r>
      <w:r w:rsidR="00CF1A9A" w:rsidRPr="00171408">
        <w:rPr>
          <w:rFonts w:ascii="Times New Roman" w:hAnsi="Times New Roman" w:cs="Times New Roman"/>
          <w:lang w:val="kl-GL"/>
        </w:rPr>
        <w:t>aningaasaateqarfinnik</w:t>
      </w:r>
      <w:r w:rsidR="00D61BD9" w:rsidRPr="00171408">
        <w:rPr>
          <w:rFonts w:ascii="Times New Roman" w:hAnsi="Times New Roman" w:cs="Times New Roman"/>
          <w:lang w:val="kl-GL"/>
        </w:rPr>
        <w:t xml:space="preserve"> </w:t>
      </w:r>
      <w:r w:rsidRPr="00171408">
        <w:rPr>
          <w:rFonts w:ascii="Times New Roman" w:hAnsi="Times New Roman" w:cs="Times New Roman"/>
          <w:lang w:val="kl-GL"/>
        </w:rPr>
        <w:t>amerlanerusuni</w:t>
      </w:r>
      <w:r w:rsidR="00CF1A9A" w:rsidRPr="00171408">
        <w:rPr>
          <w:rFonts w:ascii="Times New Roman" w:hAnsi="Times New Roman" w:cs="Times New Roman"/>
          <w:lang w:val="kl-GL"/>
        </w:rPr>
        <w:t>k</w:t>
      </w:r>
      <w:r w:rsidRPr="00171408">
        <w:rPr>
          <w:rFonts w:ascii="Times New Roman" w:hAnsi="Times New Roman" w:cs="Times New Roman"/>
          <w:lang w:val="kl-GL"/>
        </w:rPr>
        <w:t xml:space="preserve"> ilaartorneqarlutik, tamanna</w:t>
      </w:r>
      <w:r w:rsidR="00710501" w:rsidRPr="00171408">
        <w:rPr>
          <w:rFonts w:ascii="Times New Roman" w:hAnsi="Times New Roman" w:cs="Times New Roman"/>
          <w:lang w:val="kl-GL"/>
        </w:rPr>
        <w:t>lu</w:t>
      </w:r>
      <w:r w:rsidRPr="00171408">
        <w:rPr>
          <w:rFonts w:ascii="Times New Roman" w:hAnsi="Times New Roman" w:cs="Times New Roman"/>
          <w:lang w:val="kl-GL"/>
        </w:rPr>
        <w:t xml:space="preserve"> </w:t>
      </w:r>
      <w:r w:rsidR="005C2617" w:rsidRPr="00171408">
        <w:rPr>
          <w:rFonts w:ascii="Times New Roman" w:hAnsi="Times New Roman" w:cs="Times New Roman"/>
          <w:lang w:val="kl-GL"/>
        </w:rPr>
        <w:t xml:space="preserve">tunngavigalugu pitsaassutsimut </w:t>
      </w:r>
      <w:r w:rsidR="0063390E" w:rsidRPr="00171408">
        <w:rPr>
          <w:rFonts w:ascii="Times New Roman" w:hAnsi="Times New Roman" w:cs="Times New Roman"/>
          <w:lang w:val="kl-GL"/>
        </w:rPr>
        <w:t>uuttuut</w:t>
      </w:r>
      <w:r w:rsidR="005C2617" w:rsidRPr="00171408">
        <w:rPr>
          <w:rFonts w:ascii="Times New Roman" w:hAnsi="Times New Roman" w:cs="Times New Roman"/>
          <w:lang w:val="kl-GL"/>
        </w:rPr>
        <w:t xml:space="preserve"> naleqqersuutaavoq </w:t>
      </w:r>
      <w:r w:rsidRPr="00171408">
        <w:rPr>
          <w:rFonts w:ascii="Times New Roman" w:hAnsi="Times New Roman" w:cs="Times New Roman"/>
          <w:lang w:val="kl-GL"/>
        </w:rPr>
        <w:t xml:space="preserve">qajannaatsoq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piffissamut naleqquttoq. Taamaattoq oqaaseqaatigineqarpoq, </w:t>
      </w:r>
      <w:r w:rsidR="00A70673" w:rsidRPr="00171408">
        <w:rPr>
          <w:rFonts w:ascii="Times New Roman" w:hAnsi="Times New Roman" w:cs="Times New Roman"/>
          <w:lang w:val="kl-GL"/>
        </w:rPr>
        <w:t xml:space="preserve">toqusoqartarnermut </w:t>
      </w:r>
      <w:r w:rsidRPr="00171408">
        <w:rPr>
          <w:rFonts w:ascii="Times New Roman" w:hAnsi="Times New Roman" w:cs="Times New Roman"/>
          <w:lang w:val="kl-GL"/>
        </w:rPr>
        <w:t xml:space="preserve">aamma inuuneqqortussutsimut piumasaqaatinut tunngatillugu taamaallaat danskit pillugit </w:t>
      </w:r>
      <w:r w:rsidR="00A70673" w:rsidRPr="00171408">
        <w:rPr>
          <w:rFonts w:ascii="Times New Roman" w:hAnsi="Times New Roman" w:cs="Times New Roman"/>
          <w:lang w:val="kl-GL"/>
        </w:rPr>
        <w:t xml:space="preserve">paasissutissat </w:t>
      </w:r>
      <w:r w:rsidRPr="00171408">
        <w:rPr>
          <w:rFonts w:ascii="Times New Roman" w:hAnsi="Times New Roman" w:cs="Times New Roman"/>
          <w:lang w:val="kl-GL"/>
        </w:rPr>
        <w:t>atorneqar</w:t>
      </w:r>
      <w:r w:rsidR="00955F72" w:rsidRPr="00171408">
        <w:rPr>
          <w:rFonts w:ascii="Times New Roman" w:hAnsi="Times New Roman" w:cs="Times New Roman"/>
          <w:lang w:val="kl-GL"/>
        </w:rPr>
        <w:t>tut</w:t>
      </w:r>
      <w:r w:rsidRPr="00171408">
        <w:rPr>
          <w:rFonts w:ascii="Times New Roman" w:hAnsi="Times New Roman" w:cs="Times New Roman"/>
          <w:lang w:val="kl-GL"/>
        </w:rPr>
        <w:t xml:space="preserve">,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Kalaallit Nunaanni inuuneqqortussutsip Danmarkimut sanilliullugu sivikinneru</w:t>
      </w:r>
      <w:r w:rsidR="00955F72" w:rsidRPr="00171408">
        <w:rPr>
          <w:rFonts w:ascii="Times New Roman" w:hAnsi="Times New Roman" w:cs="Times New Roman"/>
          <w:lang w:val="kl-GL"/>
        </w:rPr>
        <w:t>soq</w:t>
      </w:r>
      <w:r w:rsidRPr="00171408">
        <w:rPr>
          <w:rFonts w:ascii="Times New Roman" w:hAnsi="Times New Roman" w:cs="Times New Roman"/>
          <w:lang w:val="kl-GL"/>
        </w:rPr>
        <w:t xml:space="preserve">. Allanngorarnerit annikinnerusut pineqarmata, utoqqarnut </w:t>
      </w:r>
      <w:r w:rsidR="00513690" w:rsidRPr="00171408">
        <w:rPr>
          <w:rFonts w:ascii="Times New Roman" w:hAnsi="Times New Roman" w:cs="Times New Roman"/>
          <w:lang w:val="kl-GL"/>
        </w:rPr>
        <w:t xml:space="preserve">suliunnaareersimasunut </w:t>
      </w:r>
      <w:r w:rsidRPr="00171408">
        <w:rPr>
          <w:rFonts w:ascii="Times New Roman" w:hAnsi="Times New Roman" w:cs="Times New Roman"/>
          <w:lang w:val="kl-GL"/>
        </w:rPr>
        <w:t xml:space="preserve">malunnaateqarnerusut,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inuusuttunut 20-niit </w:t>
      </w:r>
      <w:r w:rsidR="00513690" w:rsidRPr="00171408">
        <w:rPr>
          <w:rFonts w:ascii="Times New Roman" w:hAnsi="Times New Roman" w:cs="Times New Roman"/>
          <w:lang w:val="kl-GL"/>
        </w:rPr>
        <w:t xml:space="preserve">30-nut </w:t>
      </w:r>
      <w:r w:rsidRPr="00171408">
        <w:rPr>
          <w:rFonts w:ascii="Times New Roman" w:hAnsi="Times New Roman" w:cs="Times New Roman"/>
          <w:lang w:val="kl-GL"/>
        </w:rPr>
        <w:t xml:space="preserve">ukiulinnut, </w:t>
      </w:r>
      <w:r w:rsidR="009712E3" w:rsidRPr="00171408">
        <w:rPr>
          <w:rFonts w:ascii="Times New Roman" w:hAnsi="Times New Roman" w:cs="Times New Roman"/>
          <w:lang w:val="kl-GL"/>
        </w:rPr>
        <w:t>Kalaallit Nunaanni sulinermi ajoqusernermut isumannaarineq pillugu inatsi</w:t>
      </w:r>
      <w:r w:rsidRPr="00171408">
        <w:rPr>
          <w:rFonts w:ascii="Times New Roman" w:hAnsi="Times New Roman" w:cs="Times New Roman"/>
          <w:color w:val="000000"/>
          <w:lang w:val="kl-GL"/>
        </w:rPr>
        <w:t xml:space="preserve">t malillugu </w:t>
      </w:r>
      <w:r w:rsidRPr="00171408">
        <w:rPr>
          <w:rFonts w:ascii="Times New Roman" w:hAnsi="Times New Roman" w:cs="Times New Roman"/>
          <w:lang w:val="kl-GL"/>
        </w:rPr>
        <w:t xml:space="preserve">qaqutiguinnaq taarsiiffigitinnissamik akuerineqartartunut,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inuuneqqortussutsimut tunngatillugu piumasaqaatinut, Kalaallit Nunaanni </w:t>
      </w:r>
      <w:r w:rsidR="004D1639" w:rsidRPr="00171408">
        <w:rPr>
          <w:rFonts w:ascii="Times New Roman" w:hAnsi="Times New Roman" w:cs="Times New Roman"/>
          <w:lang w:val="kl-GL"/>
        </w:rPr>
        <w:t xml:space="preserve">paasissutissanik </w:t>
      </w:r>
      <w:r w:rsidRPr="00171408">
        <w:rPr>
          <w:rFonts w:ascii="Times New Roman" w:hAnsi="Times New Roman" w:cs="Times New Roman"/>
          <w:lang w:val="kl-GL"/>
        </w:rPr>
        <w:t xml:space="preserve">tunngaveqartunik suli immikkut </w:t>
      </w:r>
      <w:r w:rsidR="004D1639" w:rsidRPr="00171408">
        <w:rPr>
          <w:rFonts w:ascii="Times New Roman" w:hAnsi="Times New Roman" w:cs="Times New Roman"/>
          <w:lang w:val="kl-GL"/>
        </w:rPr>
        <w:t>naleqqersuuteqanngimmat</w:t>
      </w:r>
      <w:r w:rsidRPr="00171408">
        <w:rPr>
          <w:rFonts w:ascii="Times New Roman" w:hAnsi="Times New Roman" w:cs="Times New Roman"/>
          <w:lang w:val="kl-GL"/>
        </w:rPr>
        <w:t xml:space="preserve">, Finanstilsynip </w:t>
      </w:r>
      <w:r w:rsidR="004D1639" w:rsidRPr="00171408">
        <w:rPr>
          <w:rFonts w:ascii="Times New Roman" w:hAnsi="Times New Roman" w:cs="Times New Roman"/>
          <w:lang w:val="kl-GL"/>
        </w:rPr>
        <w:t>pitsaassutsimut misissuissutaa</w:t>
      </w:r>
      <w:r w:rsidRPr="00171408">
        <w:rPr>
          <w:rFonts w:ascii="Times New Roman" w:hAnsi="Times New Roman" w:cs="Times New Roman"/>
          <w:lang w:val="kl-GL"/>
        </w:rPr>
        <w:t xml:space="preserve"> </w:t>
      </w:r>
      <w:r w:rsidR="00DD5AAF" w:rsidRPr="00171408">
        <w:rPr>
          <w:rFonts w:ascii="Times New Roman" w:hAnsi="Times New Roman" w:cs="Times New Roman"/>
          <w:lang w:val="kl-GL"/>
        </w:rPr>
        <w:t xml:space="preserve">naleqqersuutitut </w:t>
      </w:r>
      <w:r w:rsidRPr="00171408">
        <w:rPr>
          <w:rFonts w:ascii="Times New Roman" w:hAnsi="Times New Roman" w:cs="Times New Roman"/>
          <w:lang w:val="kl-GL"/>
        </w:rPr>
        <w:t>Kalaallit Nunaanni atugassatut eqqornerpaatut nalilerneqarpoq.</w:t>
      </w:r>
    </w:p>
    <w:p w14:paraId="77EE6000" w14:textId="01D598E8" w:rsidR="00515200" w:rsidRPr="00171408" w:rsidRDefault="00CE02F1">
      <w:pPr>
        <w:rPr>
          <w:rFonts w:ascii="Times New Roman" w:hAnsi="Times New Roman"/>
          <w:lang w:val="kl-GL"/>
        </w:rPr>
      </w:pPr>
      <w:r w:rsidRPr="00171408">
        <w:rPr>
          <w:rFonts w:ascii="Times New Roman" w:hAnsi="Times New Roman" w:cs="Times New Roman"/>
          <w:lang w:val="kl-GL"/>
        </w:rPr>
        <w:t xml:space="preserve">Ullumikkut </w:t>
      </w:r>
      <w:r w:rsidR="00315E6F" w:rsidRPr="00171408">
        <w:rPr>
          <w:rFonts w:ascii="Times New Roman" w:hAnsi="Times New Roman" w:cs="Times New Roman"/>
          <w:lang w:val="kl-GL"/>
        </w:rPr>
        <w:t xml:space="preserve">toqusoqartarnermut </w:t>
      </w:r>
      <w:r w:rsidRPr="00171408">
        <w:rPr>
          <w:rFonts w:ascii="Times New Roman" w:hAnsi="Times New Roman" w:cs="Times New Roman"/>
          <w:lang w:val="kl-GL"/>
        </w:rPr>
        <w:t>alaatsinaa</w:t>
      </w:r>
      <w:r w:rsidR="000A7C75" w:rsidRPr="00171408">
        <w:rPr>
          <w:rFonts w:ascii="Times New Roman" w:hAnsi="Times New Roman" w:cs="Times New Roman"/>
          <w:lang w:val="kl-GL"/>
        </w:rPr>
        <w:t>nnerm</w:t>
      </w:r>
      <w:r w:rsidRPr="00171408">
        <w:rPr>
          <w:rFonts w:ascii="Times New Roman" w:hAnsi="Times New Roman" w:cs="Times New Roman"/>
          <w:lang w:val="kl-GL"/>
        </w:rPr>
        <w:t xml:space="preserve">ut Finanstilsynip </w:t>
      </w:r>
      <w:r w:rsidR="007F41F4" w:rsidRPr="00171408">
        <w:rPr>
          <w:rFonts w:ascii="Times New Roman" w:hAnsi="Times New Roman" w:cs="Times New Roman"/>
          <w:lang w:val="kl-GL"/>
        </w:rPr>
        <w:t xml:space="preserve">pitsaassutsimut </w:t>
      </w:r>
      <w:r w:rsidR="00D77926" w:rsidRPr="00171408">
        <w:rPr>
          <w:rFonts w:ascii="Times New Roman" w:hAnsi="Times New Roman" w:cs="Times New Roman"/>
          <w:lang w:val="kl-GL"/>
        </w:rPr>
        <w:t>uuttuutaa</w:t>
      </w:r>
      <w:r w:rsidR="007F41F4" w:rsidRPr="00171408">
        <w:rPr>
          <w:rFonts w:ascii="Times New Roman" w:hAnsi="Times New Roman" w:cs="Times New Roman"/>
          <w:lang w:val="kl-GL"/>
        </w:rPr>
        <w:t xml:space="preserve"> </w:t>
      </w:r>
      <w:r w:rsidRPr="00171408">
        <w:rPr>
          <w:rFonts w:ascii="Times New Roman" w:hAnsi="Times New Roman" w:cs="Times New Roman"/>
          <w:lang w:val="kl-GL"/>
        </w:rPr>
        <w:t xml:space="preserve">ukioqqortussuseq apeqqutaatinnagu </w:t>
      </w:r>
      <w:r w:rsidR="0081416C" w:rsidRPr="00171408">
        <w:rPr>
          <w:rFonts w:ascii="Times New Roman" w:hAnsi="Times New Roman" w:cs="Times New Roman"/>
          <w:lang w:val="kl-GL"/>
        </w:rPr>
        <w:t>toqusoqartarnerup akulikissusaa</w:t>
      </w:r>
      <w:r w:rsidR="00884D5D" w:rsidRPr="00171408">
        <w:rPr>
          <w:rFonts w:ascii="Times New Roman" w:hAnsi="Times New Roman" w:cs="Times New Roman"/>
          <w:lang w:val="kl-GL"/>
        </w:rPr>
        <w:t xml:space="preserve"> </w:t>
      </w:r>
      <w:r w:rsidR="00D77926" w:rsidRPr="00171408">
        <w:rPr>
          <w:rFonts w:ascii="Times New Roman" w:hAnsi="Times New Roman" w:cs="Times New Roman"/>
          <w:lang w:val="kl-GL"/>
        </w:rPr>
        <w:t xml:space="preserve">aalajangersimasoq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arnat anguti</w:t>
      </w:r>
      <w:r w:rsidR="00884D5D" w:rsidRPr="00171408">
        <w:rPr>
          <w:rFonts w:ascii="Times New Roman" w:hAnsi="Times New Roman" w:cs="Times New Roman"/>
          <w:lang w:val="kl-GL"/>
        </w:rPr>
        <w:t>llu</w:t>
      </w:r>
      <w:r w:rsidRPr="00171408">
        <w:rPr>
          <w:rFonts w:ascii="Times New Roman" w:hAnsi="Times New Roman" w:cs="Times New Roman"/>
          <w:lang w:val="kl-GL"/>
        </w:rPr>
        <w:t xml:space="preserve"> </w:t>
      </w:r>
      <w:r w:rsidR="00884D5D" w:rsidRPr="00171408">
        <w:rPr>
          <w:rFonts w:ascii="Times New Roman" w:hAnsi="Times New Roman" w:cs="Times New Roman"/>
          <w:lang w:val="kl-GL"/>
        </w:rPr>
        <w:t>immikkoortillugit</w:t>
      </w:r>
      <w:r w:rsidR="005244E4" w:rsidRPr="00171408">
        <w:rPr>
          <w:rFonts w:ascii="Times New Roman" w:hAnsi="Times New Roman" w:cs="Times New Roman"/>
          <w:lang w:val="kl-GL"/>
        </w:rPr>
        <w:t xml:space="preserve"> ilusilersugaavoq</w:t>
      </w:r>
      <w:r w:rsidRPr="00171408">
        <w:rPr>
          <w:rFonts w:ascii="Times New Roman" w:hAnsi="Times New Roman" w:cs="Times New Roman"/>
          <w:lang w:val="kl-GL"/>
        </w:rPr>
        <w:t>.</w:t>
      </w:r>
      <w:r w:rsidR="00B8519D" w:rsidRPr="00171408">
        <w:rPr>
          <w:rFonts w:ascii="Times New Roman" w:hAnsi="Times New Roman" w:cs="Times New Roman"/>
          <w:lang w:val="kl-GL"/>
        </w:rPr>
        <w:t xml:space="preserve"> </w:t>
      </w:r>
      <w:r w:rsidRPr="00171408">
        <w:rPr>
          <w:rFonts w:ascii="Times New Roman" w:hAnsi="Times New Roman" w:cs="Times New Roman"/>
          <w:lang w:val="kl-GL"/>
        </w:rPr>
        <w:t xml:space="preserve">Ullumikkut </w:t>
      </w:r>
      <w:r w:rsidR="00F84F34" w:rsidRPr="00171408">
        <w:rPr>
          <w:rFonts w:ascii="Times New Roman" w:hAnsi="Times New Roman" w:cs="Times New Roman"/>
          <w:lang w:val="kl-GL"/>
        </w:rPr>
        <w:t xml:space="preserve">toqusoqartarnermut </w:t>
      </w:r>
      <w:r w:rsidRPr="00171408">
        <w:rPr>
          <w:rFonts w:ascii="Times New Roman" w:hAnsi="Times New Roman" w:cs="Times New Roman"/>
          <w:lang w:val="kl-GL"/>
        </w:rPr>
        <w:t>alaatsinaa</w:t>
      </w:r>
      <w:r w:rsidR="000E152A" w:rsidRPr="00171408">
        <w:rPr>
          <w:rFonts w:ascii="Times New Roman" w:hAnsi="Times New Roman" w:cs="Times New Roman"/>
          <w:lang w:val="kl-GL"/>
        </w:rPr>
        <w:t>n</w:t>
      </w:r>
      <w:r w:rsidRPr="00171408">
        <w:rPr>
          <w:rFonts w:ascii="Times New Roman" w:hAnsi="Times New Roman" w:cs="Times New Roman"/>
          <w:lang w:val="kl-GL"/>
        </w:rPr>
        <w:t xml:space="preserve">nermut </w:t>
      </w:r>
      <w:r w:rsidR="00B72244" w:rsidRPr="00171408">
        <w:rPr>
          <w:rFonts w:ascii="Times New Roman" w:hAnsi="Times New Roman" w:cs="Times New Roman"/>
          <w:lang w:val="kl-GL"/>
        </w:rPr>
        <w:t xml:space="preserve">uuttuutaasoq </w:t>
      </w:r>
      <w:r w:rsidRPr="00171408">
        <w:rPr>
          <w:rFonts w:ascii="Times New Roman" w:hAnsi="Times New Roman" w:cs="Times New Roman"/>
          <w:lang w:val="kl-GL"/>
        </w:rPr>
        <w:t xml:space="preserve">danskit </w:t>
      </w:r>
      <w:r w:rsidR="00B72244" w:rsidRPr="00171408">
        <w:rPr>
          <w:rFonts w:ascii="Times New Roman" w:hAnsi="Times New Roman" w:cs="Times New Roman"/>
          <w:lang w:val="kl-GL"/>
        </w:rPr>
        <w:t>imminut sillimmaserner</w:t>
      </w:r>
      <w:r w:rsidR="008F2EDD" w:rsidRPr="00171408">
        <w:rPr>
          <w:rFonts w:ascii="Times New Roman" w:hAnsi="Times New Roman" w:cs="Times New Roman"/>
          <w:lang w:val="kl-GL"/>
        </w:rPr>
        <w:t>mut</w:t>
      </w:r>
      <w:r w:rsidR="00B72244" w:rsidRPr="00171408">
        <w:rPr>
          <w:rFonts w:ascii="Times New Roman" w:hAnsi="Times New Roman" w:cs="Times New Roman"/>
          <w:lang w:val="kl-GL"/>
        </w:rPr>
        <w:t xml:space="preserve"> ingerlatseqatigiiffiini aamma soraarnerussutisia</w:t>
      </w:r>
      <w:r w:rsidR="00160927" w:rsidRPr="00171408">
        <w:rPr>
          <w:rFonts w:ascii="Times New Roman" w:hAnsi="Times New Roman" w:cs="Times New Roman"/>
          <w:lang w:val="kl-GL"/>
        </w:rPr>
        <w:t>ssa</w:t>
      </w:r>
      <w:r w:rsidR="00B72244" w:rsidRPr="00171408">
        <w:rPr>
          <w:rFonts w:ascii="Times New Roman" w:hAnsi="Times New Roman" w:cs="Times New Roman"/>
          <w:lang w:val="kl-GL"/>
        </w:rPr>
        <w:t xml:space="preserve">nik </w:t>
      </w:r>
      <w:r w:rsidR="00160927" w:rsidRPr="00171408">
        <w:rPr>
          <w:rFonts w:ascii="Times New Roman" w:hAnsi="Times New Roman" w:cs="Times New Roman"/>
          <w:lang w:val="kl-GL"/>
        </w:rPr>
        <w:t>aningaasaateqarfi</w:t>
      </w:r>
      <w:r w:rsidR="00033D31" w:rsidRPr="00171408">
        <w:rPr>
          <w:rFonts w:ascii="Times New Roman" w:hAnsi="Times New Roman" w:cs="Times New Roman"/>
          <w:lang w:val="kl-GL"/>
        </w:rPr>
        <w:t>it ilaasortaminnut siinniisuusuni</w:t>
      </w:r>
      <w:r w:rsidRPr="00171408">
        <w:rPr>
          <w:rFonts w:ascii="Times New Roman" w:hAnsi="Times New Roman" w:cs="Times New Roman"/>
          <w:lang w:val="kl-GL"/>
        </w:rPr>
        <w:t xml:space="preserve"> </w:t>
      </w:r>
      <w:r w:rsidR="00033D31" w:rsidRPr="00171408">
        <w:rPr>
          <w:rFonts w:ascii="Times New Roman" w:hAnsi="Times New Roman" w:cs="Times New Roman"/>
          <w:lang w:val="kl-GL"/>
        </w:rPr>
        <w:t xml:space="preserve">arlalinni </w:t>
      </w:r>
      <w:r w:rsidR="00462A9C" w:rsidRPr="00171408">
        <w:rPr>
          <w:rFonts w:ascii="Times New Roman" w:hAnsi="Times New Roman" w:cs="Times New Roman"/>
          <w:lang w:val="kl-GL"/>
        </w:rPr>
        <w:t>paasissutissat tunngavigineqarput,</w:t>
      </w:r>
      <w:r w:rsidR="000E152A" w:rsidRPr="00171408">
        <w:rPr>
          <w:rFonts w:ascii="Times New Roman" w:hAnsi="Times New Roman" w:cs="Times New Roman"/>
          <w:lang w:val="kl-GL"/>
        </w:rPr>
        <w:t xml:space="preserve"> </w:t>
      </w:r>
      <w:r w:rsidRPr="00171408">
        <w:rPr>
          <w:rFonts w:ascii="Times New Roman" w:hAnsi="Times New Roman" w:cs="Times New Roman"/>
          <w:lang w:val="kl-GL"/>
        </w:rPr>
        <w:t xml:space="preserve">Videncenter for Helbred og Forsikring og Danmarks Statistikimit </w:t>
      </w:r>
      <w:r w:rsidR="00F94ECE" w:rsidRPr="00171408">
        <w:rPr>
          <w:rFonts w:ascii="Times New Roman" w:hAnsi="Times New Roman" w:cs="Times New Roman"/>
          <w:lang w:val="kl-GL"/>
        </w:rPr>
        <w:t xml:space="preserve">kingumut ukiuni tallimani ukiumoortumillu nutarterneqartartunik </w:t>
      </w:r>
      <w:r w:rsidRPr="00171408">
        <w:rPr>
          <w:rFonts w:ascii="Times New Roman" w:hAnsi="Times New Roman" w:cs="Times New Roman"/>
          <w:lang w:val="kl-GL"/>
        </w:rPr>
        <w:t>suliarineqartu</w:t>
      </w:r>
      <w:r w:rsidR="00F94ECE" w:rsidRPr="00171408">
        <w:rPr>
          <w:rFonts w:ascii="Times New Roman" w:hAnsi="Times New Roman" w:cs="Times New Roman"/>
          <w:lang w:val="kl-GL"/>
        </w:rPr>
        <w:t>t</w:t>
      </w:r>
      <w:r w:rsidRPr="00171408">
        <w:rPr>
          <w:rFonts w:ascii="Times New Roman" w:hAnsi="Times New Roman" w:cs="Times New Roman"/>
          <w:lang w:val="kl-GL"/>
        </w:rPr>
        <w:t>.</w:t>
      </w:r>
    </w:p>
    <w:p w14:paraId="0EE5DA36" w14:textId="5832A792" w:rsidR="00515200" w:rsidRPr="00171408" w:rsidRDefault="00CE02F1">
      <w:pPr>
        <w:rPr>
          <w:rFonts w:ascii="Times New Roman" w:hAnsi="Times New Roman"/>
          <w:lang w:val="kl-GL"/>
        </w:rPr>
      </w:pPr>
      <w:r w:rsidRPr="00171408">
        <w:rPr>
          <w:rFonts w:ascii="Times New Roman" w:hAnsi="Times New Roman" w:cs="Times New Roman"/>
          <w:lang w:val="kl-GL"/>
        </w:rPr>
        <w:t xml:space="preserve">Inuuneqqortussutsimut siunissami pitsanngoriaatissatut naatsorsuutigisamut Finanstilsynip </w:t>
      </w:r>
      <w:r w:rsidR="002536A4" w:rsidRPr="00171408">
        <w:rPr>
          <w:rFonts w:ascii="Times New Roman" w:hAnsi="Times New Roman" w:cs="Times New Roman"/>
          <w:lang w:val="kl-GL"/>
        </w:rPr>
        <w:t xml:space="preserve">uuttuutaa </w:t>
      </w:r>
      <w:r w:rsidRPr="00171408">
        <w:rPr>
          <w:rFonts w:ascii="Times New Roman" w:hAnsi="Times New Roman" w:cs="Times New Roman"/>
          <w:lang w:val="kl-GL"/>
        </w:rPr>
        <w:t xml:space="preserve">ukiut apeqqutaatinnagit </w:t>
      </w:r>
      <w:r w:rsidR="002536A4" w:rsidRPr="00171408">
        <w:rPr>
          <w:rFonts w:ascii="Times New Roman" w:hAnsi="Times New Roman" w:cs="Times New Roman"/>
          <w:lang w:val="kl-GL"/>
        </w:rPr>
        <w:t>toqusoqartarnerup akulikissus</w:t>
      </w:r>
      <w:r w:rsidR="00C926EF" w:rsidRPr="00171408">
        <w:rPr>
          <w:rFonts w:ascii="Times New Roman" w:hAnsi="Times New Roman" w:cs="Times New Roman"/>
          <w:lang w:val="kl-GL"/>
        </w:rPr>
        <w:t>aata</w:t>
      </w:r>
      <w:r w:rsidR="002536A4" w:rsidRPr="00171408">
        <w:rPr>
          <w:rFonts w:ascii="Times New Roman" w:hAnsi="Times New Roman" w:cs="Times New Roman"/>
          <w:lang w:val="kl-GL"/>
        </w:rPr>
        <w:t xml:space="preserve"> </w:t>
      </w:r>
      <w:r w:rsidRPr="00171408">
        <w:rPr>
          <w:rFonts w:ascii="Times New Roman" w:hAnsi="Times New Roman" w:cs="Times New Roman"/>
          <w:lang w:val="kl-GL"/>
        </w:rPr>
        <w:t xml:space="preserve">ukiumut procentitigut </w:t>
      </w:r>
      <w:r w:rsidR="00C926EF" w:rsidRPr="00171408">
        <w:rPr>
          <w:rFonts w:ascii="Times New Roman" w:hAnsi="Times New Roman" w:cs="Times New Roman"/>
          <w:lang w:val="kl-GL"/>
        </w:rPr>
        <w:t xml:space="preserve">annikilleriarnissaanik </w:t>
      </w:r>
      <w:r w:rsidR="00556A10" w:rsidRPr="00171408">
        <w:rPr>
          <w:rFonts w:ascii="Times New Roman" w:hAnsi="Times New Roman" w:cs="Times New Roman"/>
          <w:lang w:val="kl-GL"/>
        </w:rPr>
        <w:t xml:space="preserve">aalajangersimasumik </w:t>
      </w:r>
      <w:r w:rsidRPr="00171408">
        <w:rPr>
          <w:rFonts w:ascii="Times New Roman" w:hAnsi="Times New Roman" w:cs="Times New Roman"/>
          <w:lang w:val="kl-GL"/>
        </w:rPr>
        <w:t xml:space="preserve">tunngaveqarpoq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arnat anguti</w:t>
      </w:r>
      <w:r w:rsidR="00C926EF" w:rsidRPr="00171408">
        <w:rPr>
          <w:rFonts w:ascii="Times New Roman" w:hAnsi="Times New Roman" w:cs="Times New Roman"/>
          <w:lang w:val="kl-GL"/>
        </w:rPr>
        <w:t>llu</w:t>
      </w:r>
      <w:r w:rsidRPr="00171408">
        <w:rPr>
          <w:rFonts w:ascii="Times New Roman" w:hAnsi="Times New Roman" w:cs="Times New Roman"/>
          <w:lang w:val="kl-GL"/>
        </w:rPr>
        <w:t xml:space="preserve"> </w:t>
      </w:r>
      <w:r w:rsidR="00C926EF" w:rsidRPr="00171408">
        <w:rPr>
          <w:rFonts w:ascii="Times New Roman" w:hAnsi="Times New Roman" w:cs="Times New Roman"/>
          <w:lang w:val="kl-GL"/>
        </w:rPr>
        <w:t>immikkoorti</w:t>
      </w:r>
      <w:r w:rsidR="00556A10" w:rsidRPr="00171408">
        <w:rPr>
          <w:rFonts w:ascii="Times New Roman" w:hAnsi="Times New Roman" w:cs="Times New Roman"/>
          <w:lang w:val="kl-GL"/>
        </w:rPr>
        <w:t>llugit aalajangerneqartarluni</w:t>
      </w:r>
      <w:r w:rsidRPr="00171408">
        <w:rPr>
          <w:rFonts w:ascii="Times New Roman" w:hAnsi="Times New Roman" w:cs="Times New Roman"/>
          <w:lang w:val="kl-GL"/>
        </w:rPr>
        <w:t xml:space="preserve">. Inuuneqqortussutsimut siunissami pitsanngoriaatissatut naatsorsuutigisamik naatsorsuineq </w:t>
      </w:r>
      <w:r w:rsidR="007C1F5C" w:rsidRPr="00171408">
        <w:rPr>
          <w:rFonts w:ascii="Times New Roman" w:hAnsi="Times New Roman" w:cs="Times New Roman"/>
          <w:lang w:val="kl-GL"/>
        </w:rPr>
        <w:t>paasissutissanik</w:t>
      </w:r>
      <w:r w:rsidR="00820E9A" w:rsidRPr="00171408">
        <w:rPr>
          <w:rFonts w:ascii="Times New Roman" w:hAnsi="Times New Roman" w:cs="Times New Roman"/>
          <w:lang w:val="kl-GL"/>
        </w:rPr>
        <w:t>,</w:t>
      </w:r>
      <w:r w:rsidR="007C1F5C" w:rsidRPr="00171408">
        <w:rPr>
          <w:rFonts w:ascii="Times New Roman" w:hAnsi="Times New Roman" w:cs="Times New Roman"/>
          <w:lang w:val="kl-GL"/>
        </w:rPr>
        <w:t xml:space="preserve"> </w:t>
      </w:r>
      <w:r w:rsidRPr="00171408">
        <w:rPr>
          <w:rFonts w:ascii="Times New Roman" w:hAnsi="Times New Roman" w:cs="Times New Roman"/>
          <w:lang w:val="kl-GL"/>
        </w:rPr>
        <w:t xml:space="preserve">Danmarks Statistikimit </w:t>
      </w:r>
      <w:r w:rsidR="007C1F5C" w:rsidRPr="00171408">
        <w:rPr>
          <w:rFonts w:ascii="Times New Roman" w:hAnsi="Times New Roman" w:cs="Times New Roman"/>
          <w:lang w:val="kl-GL"/>
        </w:rPr>
        <w:t xml:space="preserve">tunniunneqartunik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Danmarki tamakkerlugu inunnut </w:t>
      </w:r>
      <w:r w:rsidR="007C1F5C" w:rsidRPr="00171408">
        <w:rPr>
          <w:rFonts w:ascii="Times New Roman" w:hAnsi="Times New Roman" w:cs="Times New Roman"/>
          <w:lang w:val="kl-GL"/>
        </w:rPr>
        <w:t>paasissutissanik</w:t>
      </w:r>
      <w:r w:rsidR="00820E9A" w:rsidRPr="00171408">
        <w:rPr>
          <w:rFonts w:ascii="Times New Roman" w:hAnsi="Times New Roman" w:cs="Times New Roman"/>
          <w:lang w:val="kl-GL"/>
        </w:rPr>
        <w:t>,</w:t>
      </w:r>
      <w:r w:rsidR="007C1F5C" w:rsidRPr="00171408">
        <w:rPr>
          <w:rFonts w:ascii="Times New Roman" w:hAnsi="Times New Roman" w:cs="Times New Roman"/>
          <w:lang w:val="kl-GL"/>
        </w:rPr>
        <w:t xml:space="preserve"> </w:t>
      </w:r>
      <w:r w:rsidRPr="00171408">
        <w:rPr>
          <w:rFonts w:ascii="Times New Roman" w:hAnsi="Times New Roman" w:cs="Times New Roman"/>
          <w:lang w:val="kl-GL"/>
        </w:rPr>
        <w:t>tunngaveqar</w:t>
      </w:r>
      <w:r w:rsidR="00820E9A" w:rsidRPr="00171408">
        <w:rPr>
          <w:rFonts w:ascii="Times New Roman" w:hAnsi="Times New Roman" w:cs="Times New Roman"/>
          <w:lang w:val="kl-GL"/>
        </w:rPr>
        <w:t>poq</w:t>
      </w:r>
      <w:r w:rsidRPr="00171408">
        <w:rPr>
          <w:rFonts w:ascii="Times New Roman" w:hAnsi="Times New Roman" w:cs="Times New Roman"/>
          <w:lang w:val="kl-GL"/>
        </w:rPr>
        <w:t xml:space="preserve">. </w:t>
      </w:r>
      <w:r w:rsidR="005410B6" w:rsidRPr="00171408">
        <w:rPr>
          <w:rFonts w:ascii="Times New Roman" w:hAnsi="Times New Roman" w:cs="Times New Roman"/>
          <w:lang w:val="kl-GL"/>
        </w:rPr>
        <w:t>Siumut naatsorsuineq</w:t>
      </w:r>
      <w:r w:rsidRPr="00171408">
        <w:rPr>
          <w:rFonts w:ascii="Times New Roman" w:hAnsi="Times New Roman" w:cs="Times New Roman"/>
          <w:lang w:val="kl-GL"/>
        </w:rPr>
        <w:t xml:space="preserve"> ukiuni kingullerni 20-ni </w:t>
      </w:r>
      <w:r w:rsidR="005410B6" w:rsidRPr="00171408">
        <w:rPr>
          <w:rFonts w:ascii="Times New Roman" w:hAnsi="Times New Roman" w:cs="Times New Roman"/>
          <w:lang w:val="kl-GL"/>
        </w:rPr>
        <w:t xml:space="preserve">paasissutissanik </w:t>
      </w:r>
      <w:r w:rsidRPr="00171408">
        <w:rPr>
          <w:rFonts w:ascii="Times New Roman" w:hAnsi="Times New Roman" w:cs="Times New Roman"/>
          <w:lang w:val="kl-GL"/>
        </w:rPr>
        <w:t xml:space="preserve">tunngaveqarpoq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ukiut tamaasa nutarsarneqartarluni.</w:t>
      </w:r>
    </w:p>
    <w:p w14:paraId="22F106FC" w14:textId="1111BC90" w:rsidR="00515200" w:rsidRPr="00171408" w:rsidRDefault="00F838EC">
      <w:pPr>
        <w:rPr>
          <w:rFonts w:ascii="Times New Roman" w:hAnsi="Times New Roman"/>
          <w:lang w:val="kl-GL"/>
        </w:rPr>
      </w:pPr>
      <w:r w:rsidRPr="00171408">
        <w:rPr>
          <w:rFonts w:ascii="Times New Roman" w:hAnsi="Times New Roman" w:cs="Times New Roman"/>
          <w:lang w:val="kl-GL"/>
        </w:rPr>
        <w:t xml:space="preserve">Ilanngullugu </w:t>
      </w:r>
      <w:r w:rsidR="00CE02F1" w:rsidRPr="00171408">
        <w:rPr>
          <w:rFonts w:ascii="Times New Roman" w:hAnsi="Times New Roman" w:cs="Times New Roman"/>
          <w:lang w:val="kl-GL"/>
        </w:rPr>
        <w:t xml:space="preserve">siunnersuutigineqarpoq, inuuneqqortussutsimut tunngatillugu piumasaqaatinut Finanstilsynip </w:t>
      </w:r>
      <w:r w:rsidR="00C86AFE" w:rsidRPr="00171408">
        <w:rPr>
          <w:rFonts w:ascii="Times New Roman" w:hAnsi="Times New Roman" w:cs="Times New Roman"/>
          <w:lang w:val="kl-GL"/>
        </w:rPr>
        <w:t xml:space="preserve">uuttuummut </w:t>
      </w:r>
      <w:r w:rsidR="00CE02F1" w:rsidRPr="00171408">
        <w:rPr>
          <w:rFonts w:ascii="Times New Roman" w:hAnsi="Times New Roman" w:cs="Times New Roman"/>
          <w:lang w:val="kl-GL"/>
        </w:rPr>
        <w:t>aaqqissuussinera suiaassuseq apeqqutaatinnagu atorneqarnissa</w:t>
      </w:r>
      <w:r w:rsidR="00216F94" w:rsidRPr="00171408">
        <w:rPr>
          <w:rFonts w:ascii="Times New Roman" w:hAnsi="Times New Roman" w:cs="Times New Roman"/>
          <w:lang w:val="kl-GL"/>
        </w:rPr>
        <w:t>soq</w:t>
      </w:r>
      <w:r w:rsidR="00CE02F1" w:rsidRPr="00171408">
        <w:rPr>
          <w:rFonts w:ascii="Times New Roman" w:hAnsi="Times New Roman" w:cs="Times New Roman"/>
          <w:lang w:val="kl-GL"/>
        </w:rPr>
        <w:t>, angutit arna</w:t>
      </w:r>
      <w:r w:rsidR="00AD76CB" w:rsidRPr="00171408">
        <w:rPr>
          <w:rFonts w:ascii="Times New Roman" w:hAnsi="Times New Roman" w:cs="Times New Roman"/>
          <w:lang w:val="kl-GL"/>
        </w:rPr>
        <w:t>llu</w:t>
      </w:r>
      <w:r w:rsidR="00CE02F1" w:rsidRPr="00171408">
        <w:rPr>
          <w:rFonts w:ascii="Times New Roman" w:hAnsi="Times New Roman" w:cs="Times New Roman"/>
          <w:lang w:val="kl-GL"/>
        </w:rPr>
        <w:t xml:space="preserve"> </w:t>
      </w:r>
      <w:r w:rsidR="00AD76CB" w:rsidRPr="00171408">
        <w:rPr>
          <w:rFonts w:ascii="Times New Roman" w:hAnsi="Times New Roman" w:cs="Times New Roman"/>
          <w:lang w:val="kl-GL"/>
        </w:rPr>
        <w:t xml:space="preserve">toqusarnerannik </w:t>
      </w:r>
      <w:r w:rsidR="00CE02F1" w:rsidRPr="00171408">
        <w:rPr>
          <w:rFonts w:ascii="Times New Roman" w:hAnsi="Times New Roman" w:cs="Times New Roman"/>
          <w:lang w:val="kl-GL"/>
        </w:rPr>
        <w:t>agguaqatigiisitsin</w:t>
      </w:r>
      <w:r w:rsidR="00AD76CB" w:rsidRPr="00171408">
        <w:rPr>
          <w:rFonts w:ascii="Times New Roman" w:hAnsi="Times New Roman" w:cs="Times New Roman"/>
          <w:lang w:val="kl-GL"/>
        </w:rPr>
        <w:t>eq pisariitsoq atorlugu</w:t>
      </w:r>
      <w:r w:rsidR="00CE02F1" w:rsidRPr="00171408">
        <w:rPr>
          <w:rFonts w:ascii="Times New Roman" w:hAnsi="Times New Roman" w:cs="Times New Roman"/>
          <w:lang w:val="kl-GL"/>
        </w:rPr>
        <w:t xml:space="preserve">. Taamaaliornikkut </w:t>
      </w:r>
      <w:r w:rsidR="009712E3" w:rsidRPr="00171408">
        <w:rPr>
          <w:rFonts w:ascii="Times New Roman" w:hAnsi="Times New Roman" w:cs="Times New Roman"/>
          <w:lang w:val="kl-GL"/>
        </w:rPr>
        <w:t>Kalaallit Nunaanni sulinermi ajoqusernermut isumannaarineq pillugu inatsi</w:t>
      </w:r>
      <w:r w:rsidR="00CE02F1" w:rsidRPr="00171408">
        <w:rPr>
          <w:rFonts w:ascii="Times New Roman" w:hAnsi="Times New Roman" w:cs="Times New Roman"/>
          <w:color w:val="000000"/>
          <w:lang w:val="kl-GL"/>
        </w:rPr>
        <w:t>t malillugu malittarisassat sulin</w:t>
      </w:r>
      <w:r w:rsidR="0006655F" w:rsidRPr="00171408">
        <w:rPr>
          <w:rFonts w:ascii="Times New Roman" w:hAnsi="Times New Roman" w:cs="Times New Roman"/>
          <w:color w:val="000000"/>
          <w:lang w:val="kl-GL"/>
        </w:rPr>
        <w:t>erm</w:t>
      </w:r>
      <w:r w:rsidR="00CE02F1" w:rsidRPr="00171408">
        <w:rPr>
          <w:rFonts w:ascii="Times New Roman" w:hAnsi="Times New Roman" w:cs="Times New Roman"/>
          <w:color w:val="000000"/>
          <w:lang w:val="kl-GL"/>
        </w:rPr>
        <w:t xml:space="preserve">i ajoqusernermut isumannaarineq pillugu inatsit malillugu malittarisassanut assigiilissapput, </w:t>
      </w:r>
      <w:r w:rsidR="0083559F" w:rsidRPr="00171408">
        <w:rPr>
          <w:rFonts w:ascii="Times New Roman" w:hAnsi="Times New Roman" w:cs="Times New Roman"/>
          <w:color w:val="000000"/>
          <w:lang w:val="kl-GL"/>
        </w:rPr>
        <w:t xml:space="preserve">taarsigassarsianik aningaasanngortitsinermi naleqqersuutit </w:t>
      </w:r>
      <w:r w:rsidR="00CE02F1" w:rsidRPr="00171408">
        <w:rPr>
          <w:rFonts w:ascii="Times New Roman" w:hAnsi="Times New Roman" w:cs="Times New Roman"/>
          <w:color w:val="000000"/>
          <w:lang w:val="kl-GL"/>
        </w:rPr>
        <w:t>suiaassutsimik apeqqutaatitsinngitsunut 2015-imi nuuttoqarluni.</w:t>
      </w:r>
    </w:p>
    <w:p w14:paraId="13A5C253" w14:textId="6D228792" w:rsidR="00515200" w:rsidRPr="00171408" w:rsidRDefault="00C727E7">
      <w:pPr>
        <w:rPr>
          <w:rFonts w:ascii="Times New Roman" w:hAnsi="Times New Roman"/>
          <w:lang w:val="kl-GL"/>
        </w:rPr>
      </w:pPr>
      <w:r w:rsidRPr="00171408">
        <w:rPr>
          <w:rFonts w:ascii="Times New Roman" w:hAnsi="Times New Roman" w:cs="Times New Roman"/>
          <w:lang w:val="kl-GL"/>
        </w:rPr>
        <w:t xml:space="preserve">Ukiorpassuarni </w:t>
      </w:r>
      <w:r w:rsidR="00CE02F1" w:rsidRPr="00171408">
        <w:rPr>
          <w:rFonts w:ascii="Times New Roman" w:hAnsi="Times New Roman" w:cs="Times New Roman"/>
          <w:lang w:val="kl-GL"/>
        </w:rPr>
        <w:t xml:space="preserve">Kalaallit Nunaanni erniat qaffasissusaat malunnaatilimmik annikinnerusarpoq, maannamut 10 pct-inik ernianik qaffasissusilinnik </w:t>
      </w:r>
      <w:r w:rsidR="00B13D17" w:rsidRPr="00171408">
        <w:rPr>
          <w:rFonts w:ascii="Times New Roman" w:hAnsi="Times New Roman" w:cs="Times New Roman"/>
          <w:lang w:val="kl-GL"/>
        </w:rPr>
        <w:t xml:space="preserve">atorneqartumut </w:t>
      </w:r>
      <w:r w:rsidR="00CE02F1" w:rsidRPr="00171408">
        <w:rPr>
          <w:rFonts w:ascii="Times New Roman" w:hAnsi="Times New Roman" w:cs="Times New Roman"/>
          <w:lang w:val="kl-GL"/>
        </w:rPr>
        <w:t>sanilliullug</w:t>
      </w:r>
      <w:r w:rsidR="00B13D17" w:rsidRPr="00171408">
        <w:rPr>
          <w:rFonts w:ascii="Times New Roman" w:hAnsi="Times New Roman" w:cs="Times New Roman"/>
          <w:lang w:val="kl-GL"/>
        </w:rPr>
        <w:t>u</w:t>
      </w:r>
      <w:r w:rsidR="00CE02F1" w:rsidRPr="00171408">
        <w:rPr>
          <w:rFonts w:ascii="Times New Roman" w:hAnsi="Times New Roman" w:cs="Times New Roman"/>
          <w:lang w:val="kl-GL"/>
        </w:rPr>
        <w:t>. Taamaalilluni ukiorpassuarni ataatsikkut tunniutassanngortitat ilanngarneqartarsimapput, erniaqartitsinermik qaffasinnerusumik, taarsiiffigitinnissamut pisinnaatitaaffeqartut naatsorsuutigisinnaasaanniit ataatsikkut tunniutassanngortitanik/pigisanik nalilinnik inissiinerit/aningaasaliissuteqarnerit aqqutigalugit.</w:t>
      </w:r>
    </w:p>
    <w:p w14:paraId="2EC42AF5" w14:textId="0FC2C159" w:rsidR="00CA4533" w:rsidRPr="00171408" w:rsidRDefault="00CE02F1">
      <w:pPr>
        <w:rPr>
          <w:rFonts w:ascii="Times New Roman" w:hAnsi="Times New Roman" w:cs="Times New Roman"/>
          <w:lang w:val="kl-GL"/>
        </w:rPr>
      </w:pPr>
      <w:r w:rsidRPr="00171408">
        <w:rPr>
          <w:rFonts w:ascii="Times New Roman" w:hAnsi="Times New Roman" w:cs="Times New Roman"/>
          <w:lang w:val="kl-GL"/>
        </w:rPr>
        <w:lastRenderedPageBreak/>
        <w:t>Danmarkimi suli</w:t>
      </w:r>
      <w:r w:rsidR="005C7000" w:rsidRPr="00171408">
        <w:rPr>
          <w:rFonts w:ascii="Times New Roman" w:hAnsi="Times New Roman" w:cs="Times New Roman"/>
          <w:lang w:val="kl-GL"/>
        </w:rPr>
        <w:t>nermi ajoqusernermut suliassaqarfimmi</w:t>
      </w:r>
      <w:r w:rsidRPr="00171408">
        <w:rPr>
          <w:rFonts w:ascii="Times New Roman" w:hAnsi="Times New Roman" w:cs="Times New Roman"/>
          <w:lang w:val="kl-GL"/>
        </w:rPr>
        <w:t xml:space="preserve"> 2007-miilli ernianut piumasaqaatit piumasaqaatinut </w:t>
      </w:r>
      <w:r w:rsidR="00F04F82" w:rsidRPr="00171408">
        <w:rPr>
          <w:rFonts w:ascii="Times New Roman" w:hAnsi="Times New Roman" w:cs="Times New Roman"/>
          <w:lang w:val="kl-GL"/>
        </w:rPr>
        <w:t xml:space="preserve">kinaassusersiunngitsunut </w:t>
      </w:r>
      <w:r w:rsidR="00372D7C" w:rsidRPr="00171408">
        <w:rPr>
          <w:rFonts w:ascii="Times New Roman" w:hAnsi="Times New Roman" w:cs="Times New Roman"/>
          <w:lang w:val="kl-GL"/>
        </w:rPr>
        <w:t>attuumassuteqarsimapput</w:t>
      </w:r>
      <w:r w:rsidRPr="00171408">
        <w:rPr>
          <w:rFonts w:ascii="Times New Roman" w:hAnsi="Times New Roman" w:cs="Times New Roman"/>
          <w:lang w:val="kl-GL"/>
        </w:rPr>
        <w:t xml:space="preserve">, </w:t>
      </w:r>
      <w:r w:rsidR="003E13A9" w:rsidRPr="00171408">
        <w:rPr>
          <w:rFonts w:ascii="Times New Roman" w:hAnsi="Times New Roman" w:cs="Times New Roman"/>
          <w:lang w:val="kl-GL"/>
        </w:rPr>
        <w:t xml:space="preserve">piffissami </w:t>
      </w:r>
      <w:r w:rsidR="00E2076A" w:rsidRPr="00171408">
        <w:rPr>
          <w:rFonts w:ascii="Times New Roman" w:hAnsi="Times New Roman" w:cs="Times New Roman"/>
          <w:lang w:val="kl-GL"/>
        </w:rPr>
        <w:t>ukiuni kingullerni tallimani</w:t>
      </w:r>
      <w:r w:rsidRPr="00171408">
        <w:rPr>
          <w:rFonts w:ascii="Times New Roman" w:hAnsi="Times New Roman" w:cs="Times New Roman"/>
          <w:lang w:val="kl-GL"/>
        </w:rPr>
        <w:t xml:space="preserve"> realkreditobligationinut erniat sunniuteqartut agguaqatigii</w:t>
      </w:r>
      <w:r w:rsidR="003E13A9" w:rsidRPr="00171408">
        <w:rPr>
          <w:rFonts w:ascii="Times New Roman" w:hAnsi="Times New Roman" w:cs="Times New Roman"/>
          <w:lang w:val="kl-GL"/>
        </w:rPr>
        <w:t>s</w:t>
      </w:r>
      <w:r w:rsidRPr="00171408">
        <w:rPr>
          <w:rFonts w:ascii="Times New Roman" w:hAnsi="Times New Roman" w:cs="Times New Roman"/>
          <w:lang w:val="kl-GL"/>
        </w:rPr>
        <w:t xml:space="preserve">sinneqarnerat atorneqarmat. </w:t>
      </w:r>
    </w:p>
    <w:p w14:paraId="591C9649" w14:textId="79EC5E1B" w:rsidR="00515200" w:rsidRPr="00171408" w:rsidRDefault="00CE02F1">
      <w:pPr>
        <w:rPr>
          <w:rFonts w:ascii="Times New Roman" w:hAnsi="Times New Roman"/>
          <w:lang w:val="kl-GL"/>
        </w:rPr>
      </w:pPr>
      <w:r w:rsidRPr="00171408">
        <w:rPr>
          <w:rFonts w:ascii="Times New Roman" w:hAnsi="Times New Roman" w:cs="Times New Roman"/>
          <w:lang w:val="kl-GL"/>
        </w:rPr>
        <w:t xml:space="preserve">Ernianut piumasaqaatit piumasaqaatinut </w:t>
      </w:r>
      <w:r w:rsidR="003E13A9" w:rsidRPr="00171408">
        <w:rPr>
          <w:rFonts w:ascii="Times New Roman" w:hAnsi="Times New Roman" w:cs="Times New Roman"/>
          <w:lang w:val="kl-GL"/>
        </w:rPr>
        <w:t>kinaassusersiunngitsunut attuumassuteqar</w:t>
      </w:r>
      <w:r w:rsidR="008D68B8" w:rsidRPr="00171408">
        <w:rPr>
          <w:rFonts w:ascii="Times New Roman" w:hAnsi="Times New Roman" w:cs="Times New Roman"/>
          <w:lang w:val="kl-GL"/>
        </w:rPr>
        <w:t>tinner</w:t>
      </w:r>
      <w:r w:rsidR="00252911" w:rsidRPr="00171408">
        <w:rPr>
          <w:rFonts w:ascii="Times New Roman" w:hAnsi="Times New Roman" w:cs="Times New Roman"/>
          <w:lang w:val="kl-GL"/>
        </w:rPr>
        <w:t>atigut</w:t>
      </w:r>
      <w:r w:rsidRPr="00171408">
        <w:rPr>
          <w:rFonts w:ascii="Times New Roman" w:hAnsi="Times New Roman" w:cs="Times New Roman"/>
          <w:lang w:val="kl-GL"/>
        </w:rPr>
        <w:t>, piviusumik erniat ineriartorne</w:t>
      </w:r>
      <w:r w:rsidR="008D68B8" w:rsidRPr="00171408">
        <w:rPr>
          <w:rFonts w:ascii="Times New Roman" w:hAnsi="Times New Roman" w:cs="Times New Roman"/>
          <w:lang w:val="kl-GL"/>
        </w:rPr>
        <w:t>r</w:t>
      </w:r>
      <w:r w:rsidRPr="00171408">
        <w:rPr>
          <w:rFonts w:ascii="Times New Roman" w:hAnsi="Times New Roman" w:cs="Times New Roman"/>
          <w:lang w:val="kl-GL"/>
        </w:rPr>
        <w:t>annik takutitsisumik, ataatsikkut tunniutassanngortitat (ullumikkut)</w:t>
      </w:r>
      <w:r w:rsidR="008D68B8" w:rsidRPr="00171408">
        <w:rPr>
          <w:rFonts w:ascii="Times New Roman" w:hAnsi="Times New Roman" w:cs="Times New Roman"/>
          <w:lang w:val="kl-GL"/>
        </w:rPr>
        <w:t xml:space="preserve"> </w:t>
      </w:r>
      <w:r w:rsidRPr="00171408">
        <w:rPr>
          <w:rFonts w:ascii="Times New Roman" w:hAnsi="Times New Roman" w:cs="Times New Roman"/>
          <w:lang w:val="kl-GL"/>
        </w:rPr>
        <w:t>nalingi erniatut naatso</w:t>
      </w:r>
      <w:r w:rsidR="008D68B8" w:rsidRPr="00171408">
        <w:rPr>
          <w:rFonts w:ascii="Times New Roman" w:hAnsi="Times New Roman" w:cs="Times New Roman"/>
          <w:lang w:val="kl-GL"/>
        </w:rPr>
        <w:t>r</w:t>
      </w:r>
      <w:r w:rsidRPr="00171408">
        <w:rPr>
          <w:rFonts w:ascii="Times New Roman" w:hAnsi="Times New Roman" w:cs="Times New Roman"/>
          <w:lang w:val="kl-GL"/>
        </w:rPr>
        <w:t xml:space="preserve">suutigineqartut ilanngunnagit aamma </w:t>
      </w:r>
      <w:r w:rsidR="00614ADF" w:rsidRPr="00171408">
        <w:rPr>
          <w:rFonts w:ascii="Times New Roman" w:hAnsi="Times New Roman" w:cs="Times New Roman"/>
          <w:lang w:val="kl-GL"/>
        </w:rPr>
        <w:t xml:space="preserve">taarsiissuteqarnerup atorunnaarnissaata tungaanut </w:t>
      </w:r>
      <w:r w:rsidRPr="00171408">
        <w:rPr>
          <w:rFonts w:ascii="Times New Roman" w:hAnsi="Times New Roman" w:cs="Times New Roman"/>
          <w:lang w:val="kl-GL"/>
        </w:rPr>
        <w:t xml:space="preserve">ingerlaavartumik tunniutassanngortitat akornanni annertunerusumik naapertuuttumik inissisimaneq </w:t>
      </w:r>
      <w:r w:rsidR="00252911" w:rsidRPr="00171408">
        <w:rPr>
          <w:rFonts w:ascii="Times New Roman" w:hAnsi="Times New Roman" w:cs="Times New Roman"/>
          <w:lang w:val="kl-GL"/>
        </w:rPr>
        <w:t>qulakkeerneqarpoq</w:t>
      </w:r>
      <w:r w:rsidRPr="00171408">
        <w:rPr>
          <w:rFonts w:ascii="Times New Roman" w:hAnsi="Times New Roman" w:cs="Times New Roman"/>
          <w:lang w:val="kl-GL"/>
        </w:rPr>
        <w:t>.</w:t>
      </w:r>
    </w:p>
    <w:p w14:paraId="38BE47D6" w14:textId="1622389A" w:rsidR="00515200" w:rsidRPr="00171408" w:rsidRDefault="00065ED8">
      <w:pPr>
        <w:rPr>
          <w:rFonts w:ascii="Times New Roman" w:hAnsi="Times New Roman"/>
          <w:lang w:val="kl-GL"/>
        </w:rPr>
      </w:pPr>
      <w:r w:rsidRPr="00171408">
        <w:rPr>
          <w:rFonts w:ascii="Times New Roman" w:hAnsi="Times New Roman" w:cs="Times New Roman"/>
          <w:lang w:val="kl-GL"/>
        </w:rPr>
        <w:t>Suliassaqartitsinermut minister</w:t>
      </w:r>
      <w:r w:rsidR="00F84B4A" w:rsidRPr="00171408">
        <w:rPr>
          <w:rFonts w:ascii="Times New Roman" w:hAnsi="Times New Roman" w:cs="Times New Roman"/>
          <w:lang w:val="kl-GL"/>
        </w:rPr>
        <w:t>eqarfiup</w:t>
      </w:r>
      <w:r w:rsidR="00CE02F1" w:rsidRPr="00171408">
        <w:rPr>
          <w:rFonts w:ascii="Times New Roman" w:hAnsi="Times New Roman" w:cs="Times New Roman"/>
          <w:lang w:val="kl-GL"/>
        </w:rPr>
        <w:t xml:space="preserve"> aamma Namminersorlutik Oqartussat nalilerpaat, </w:t>
      </w:r>
      <w:r w:rsidR="00E114E8" w:rsidRPr="00171408">
        <w:rPr>
          <w:rFonts w:ascii="Times New Roman" w:hAnsi="Times New Roman" w:cs="Times New Roman"/>
          <w:lang w:val="kl-GL"/>
        </w:rPr>
        <w:t>taarsigassarsiat aningaasanngortinnerannut naleqqersuu</w:t>
      </w:r>
      <w:r w:rsidR="00F84B4A" w:rsidRPr="00171408">
        <w:rPr>
          <w:rFonts w:ascii="Times New Roman" w:hAnsi="Times New Roman" w:cs="Times New Roman"/>
          <w:lang w:val="kl-GL"/>
        </w:rPr>
        <w:t>mmi</w:t>
      </w:r>
      <w:r w:rsidR="00E114E8" w:rsidRPr="00171408">
        <w:rPr>
          <w:rFonts w:ascii="Times New Roman" w:hAnsi="Times New Roman" w:cs="Times New Roman"/>
          <w:lang w:val="kl-GL"/>
        </w:rPr>
        <w:t xml:space="preserve"> </w:t>
      </w:r>
      <w:r w:rsidR="00CE02F1" w:rsidRPr="00171408">
        <w:rPr>
          <w:rFonts w:ascii="Times New Roman" w:hAnsi="Times New Roman" w:cs="Times New Roman"/>
          <w:lang w:val="kl-GL"/>
        </w:rPr>
        <w:t>ernianut piumasaqaatit Kalaallit Nunaanni atorneqartut, ullumikkumut naapertuuttumik qaffasissusilerlugit nutarterneqarnissaat.</w:t>
      </w:r>
    </w:p>
    <w:p w14:paraId="76D6A3FF" w14:textId="7E117256" w:rsidR="00515200" w:rsidRPr="00171408" w:rsidRDefault="00CE02F1">
      <w:pPr>
        <w:rPr>
          <w:rFonts w:ascii="Times New Roman" w:hAnsi="Times New Roman"/>
          <w:lang w:val="kl-GL"/>
        </w:rPr>
      </w:pPr>
      <w:r w:rsidRPr="00171408">
        <w:rPr>
          <w:rFonts w:ascii="Times New Roman" w:hAnsi="Times New Roman" w:cs="Times New Roman"/>
          <w:lang w:val="kl-GL"/>
        </w:rPr>
        <w:t xml:space="preserve">Ullumikkut Kalaallit Nunaanni </w:t>
      </w:r>
      <w:r w:rsidRPr="00171408">
        <w:rPr>
          <w:rFonts w:ascii="Times New Roman" w:hAnsi="Times New Roman" w:cs="Times New Roman"/>
          <w:color w:val="000000"/>
          <w:lang w:val="kl-GL"/>
        </w:rPr>
        <w:t xml:space="preserve">qularnaveeqqusiissutitalimmik taarsigassarsiat erniaanut atuuttunut naapertuuttumik naatsorsuisoqarneq ajormat, nalilerneqarpoq, Danmarkimi realkreditobligationinut </w:t>
      </w:r>
      <w:r w:rsidR="00463684" w:rsidRPr="00171408">
        <w:rPr>
          <w:rFonts w:ascii="Times New Roman" w:hAnsi="Times New Roman" w:cs="Times New Roman"/>
          <w:color w:val="000000"/>
          <w:lang w:val="kl-GL"/>
        </w:rPr>
        <w:t xml:space="preserve">pappiaqqap </w:t>
      </w:r>
      <w:r w:rsidRPr="00171408">
        <w:rPr>
          <w:rFonts w:ascii="Times New Roman" w:hAnsi="Times New Roman" w:cs="Times New Roman"/>
          <w:color w:val="000000"/>
          <w:lang w:val="kl-GL"/>
        </w:rPr>
        <w:t xml:space="preserve">nalillip erniaa agguaqatigiissitaq Kalaallit Nunaanni erniat </w:t>
      </w:r>
      <w:r w:rsidR="00BF310C" w:rsidRPr="00171408">
        <w:rPr>
          <w:rFonts w:ascii="Times New Roman" w:hAnsi="Times New Roman" w:cs="Times New Roman"/>
          <w:color w:val="000000"/>
          <w:lang w:val="kl-GL"/>
        </w:rPr>
        <w:t xml:space="preserve">qaffasissusaannut </w:t>
      </w:r>
      <w:r w:rsidRPr="00171408">
        <w:rPr>
          <w:rFonts w:ascii="Times New Roman" w:hAnsi="Times New Roman" w:cs="Times New Roman"/>
          <w:color w:val="000000"/>
          <w:lang w:val="kl-GL"/>
        </w:rPr>
        <w:t xml:space="preserve">eqqortuunerpaassasoq. Taamaattumik siunnersuutigineqarpoq, Kalaallit Nunaanni </w:t>
      </w:r>
      <w:r w:rsidR="00BF310C" w:rsidRPr="00171408">
        <w:rPr>
          <w:rFonts w:ascii="Times New Roman" w:hAnsi="Times New Roman" w:cs="Times New Roman"/>
          <w:color w:val="000000"/>
          <w:lang w:val="kl-GL"/>
        </w:rPr>
        <w:t>taarsigassarsiat aningaasanngortinneqarnerannut naleqqersuut</w:t>
      </w:r>
      <w:r w:rsidRPr="00171408">
        <w:rPr>
          <w:rFonts w:ascii="Times New Roman" w:hAnsi="Times New Roman" w:cs="Times New Roman"/>
          <w:color w:val="000000"/>
          <w:lang w:val="kl-GL"/>
        </w:rPr>
        <w:t xml:space="preserve">, Danmarkimi realkreditobligationinut </w:t>
      </w:r>
      <w:r w:rsidR="00463684" w:rsidRPr="00171408">
        <w:rPr>
          <w:rFonts w:ascii="Times New Roman" w:hAnsi="Times New Roman" w:cs="Times New Roman"/>
          <w:color w:val="000000"/>
          <w:lang w:val="kl-GL"/>
        </w:rPr>
        <w:t xml:space="preserve">pappiaqqap </w:t>
      </w:r>
      <w:r w:rsidRPr="00171408">
        <w:rPr>
          <w:rFonts w:ascii="Times New Roman" w:hAnsi="Times New Roman" w:cs="Times New Roman"/>
          <w:color w:val="000000"/>
          <w:lang w:val="kl-GL"/>
        </w:rPr>
        <w:t xml:space="preserve">nalillip erniaa agguaqatigiissitaq </w:t>
      </w:r>
      <w:r w:rsidR="00463684" w:rsidRPr="00171408">
        <w:rPr>
          <w:rFonts w:ascii="Times New Roman" w:hAnsi="Times New Roman" w:cs="Times New Roman"/>
          <w:color w:val="000000"/>
          <w:lang w:val="kl-GL"/>
        </w:rPr>
        <w:t>tunngavigalugu</w:t>
      </w:r>
      <w:r w:rsidRPr="00171408">
        <w:rPr>
          <w:rFonts w:ascii="Times New Roman" w:hAnsi="Times New Roman" w:cs="Times New Roman"/>
          <w:color w:val="000000"/>
          <w:lang w:val="kl-GL"/>
        </w:rPr>
        <w:t>, nikerartumik erniaqartitsinissaq.</w:t>
      </w:r>
    </w:p>
    <w:p w14:paraId="235E63E0" w14:textId="784C9F7C" w:rsidR="00515200" w:rsidRPr="00171408" w:rsidRDefault="00CE02F1">
      <w:pPr>
        <w:rPr>
          <w:rFonts w:ascii="Times New Roman" w:hAnsi="Times New Roman"/>
          <w:lang w:val="kl-GL"/>
        </w:rPr>
      </w:pPr>
      <w:r w:rsidRPr="00171408">
        <w:rPr>
          <w:rFonts w:ascii="Times New Roman" w:hAnsi="Times New Roman" w:cs="Times New Roman"/>
          <w:lang w:val="kl-GL"/>
        </w:rPr>
        <w:t>Ataatsikkut tunniutassanngortitsineq</w:t>
      </w:r>
      <w:r w:rsidR="007463FA" w:rsidRPr="00171408">
        <w:rPr>
          <w:rFonts w:ascii="Times New Roman" w:hAnsi="Times New Roman" w:cs="Times New Roman"/>
          <w:lang w:val="kl-GL"/>
        </w:rPr>
        <w:t xml:space="preserve"> (ataasiartumik taarsiissuteqarneq)</w:t>
      </w:r>
      <w:r w:rsidRPr="00171408">
        <w:rPr>
          <w:rFonts w:ascii="Times New Roman" w:hAnsi="Times New Roman" w:cs="Times New Roman"/>
          <w:lang w:val="kl-GL"/>
        </w:rPr>
        <w:t xml:space="preserve"> akileraarutitaqanngilaq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tigusisup isertitaanut ilaatinneqarani. Tamanna isumaqarpoq, ataatsikkut tunniutassanngortitsinerup naatsorsorneqarnerani, akileraartitsilluni </w:t>
      </w:r>
      <w:r w:rsidR="007463FA" w:rsidRPr="00171408">
        <w:rPr>
          <w:rFonts w:ascii="Times New Roman" w:hAnsi="Times New Roman" w:cs="Times New Roman"/>
          <w:lang w:val="kl-GL"/>
        </w:rPr>
        <w:t>ilanngaasoqarneq ajortoq</w:t>
      </w:r>
      <w:r w:rsidRPr="00171408">
        <w:rPr>
          <w:rFonts w:ascii="Times New Roman" w:hAnsi="Times New Roman" w:cs="Times New Roman"/>
          <w:lang w:val="kl-GL"/>
        </w:rPr>
        <w:t>, ingerlaavartumik tunniutassanngortitsinermi akileraarutaasup assinganik, taarsiissuteqarneq ataatsikkut tunniunneqarsimanngippat. Ingerlaavartumik tunniutassanngortitsinermut akileraarut akissarsianut nalinginnaasunut akilerarutip assi</w:t>
      </w:r>
      <w:r w:rsidR="00CA5FC1" w:rsidRPr="00171408">
        <w:rPr>
          <w:rFonts w:ascii="Times New Roman" w:hAnsi="Times New Roman" w:cs="Times New Roman"/>
          <w:lang w:val="kl-GL"/>
        </w:rPr>
        <w:t>n</w:t>
      </w:r>
      <w:r w:rsidRPr="00171408">
        <w:rPr>
          <w:rFonts w:ascii="Times New Roman" w:hAnsi="Times New Roman" w:cs="Times New Roman"/>
          <w:lang w:val="kl-GL"/>
        </w:rPr>
        <w:t>gaa.</w:t>
      </w:r>
    </w:p>
    <w:p w14:paraId="2A805602" w14:textId="4A36D812" w:rsidR="007237AD" w:rsidRPr="00171408" w:rsidRDefault="007237AD" w:rsidP="001E28EE">
      <w:pPr>
        <w:rPr>
          <w:rFonts w:ascii="Times New Roman" w:hAnsi="Times New Roman"/>
          <w:lang w:val="kl-GL"/>
        </w:rPr>
      </w:pPr>
      <w:r w:rsidRPr="00171408">
        <w:rPr>
          <w:rFonts w:ascii="Times New Roman" w:hAnsi="Times New Roman" w:cs="Times New Roman"/>
          <w:lang w:val="kl-GL"/>
        </w:rPr>
        <w:t xml:space="preserve">Ataatsikkut tunniutassanngortitsineq pigisanit pissarsianik kinguneqarsinnaavoq, tamannalu </w:t>
      </w:r>
      <w:r w:rsidR="004F37F6" w:rsidRPr="00171408">
        <w:rPr>
          <w:rFonts w:ascii="Times New Roman" w:hAnsi="Times New Roman" w:cs="Times New Roman"/>
          <w:lang w:val="kl-GL"/>
        </w:rPr>
        <w:t>ataatsikkut tunniutassanngortitsinerup annertussusaata naatsorsornerani isiginiarneqanngilaq. Tamanna isumaqarpoq ataatsikkut tunniutassanngortitsineq ukiut arlallit ingerlaneranni ingerlaavartumik taarsigassaniit annertunerusumik naleqalissasoq</w:t>
      </w:r>
      <w:r w:rsidRPr="00171408">
        <w:rPr>
          <w:rFonts w:ascii="Times New Roman" w:hAnsi="Times New Roman" w:cs="Times New Roman"/>
          <w:lang w:val="kl-GL"/>
        </w:rPr>
        <w:t>.</w:t>
      </w:r>
    </w:p>
    <w:p w14:paraId="2DEA41F8" w14:textId="0DF296F1" w:rsidR="00515200" w:rsidRPr="00171408" w:rsidRDefault="00065ED8">
      <w:pPr>
        <w:rPr>
          <w:rFonts w:ascii="Times New Roman" w:hAnsi="Times New Roman"/>
          <w:lang w:val="kl-GL"/>
        </w:rPr>
      </w:pPr>
      <w:r w:rsidRPr="00171408">
        <w:rPr>
          <w:rFonts w:ascii="Times New Roman" w:hAnsi="Times New Roman" w:cs="Times New Roman"/>
          <w:lang w:val="kl-GL"/>
        </w:rPr>
        <w:t>Suliassaqartitsinermut minister</w:t>
      </w:r>
      <w:r w:rsidR="0084164C" w:rsidRPr="00171408">
        <w:rPr>
          <w:rFonts w:ascii="Times New Roman" w:hAnsi="Times New Roman" w:cs="Times New Roman"/>
          <w:lang w:val="kl-GL"/>
        </w:rPr>
        <w:t>eqarfiup</w:t>
      </w:r>
      <w:r w:rsidR="00CE02F1" w:rsidRPr="00171408">
        <w:rPr>
          <w:rFonts w:ascii="Times New Roman" w:hAnsi="Times New Roman" w:cs="Times New Roman"/>
          <w:lang w:val="kl-GL"/>
        </w:rPr>
        <w:t xml:space="preserve"> aamma Namminersorlutik Oqartussat nalilerpaat, Kalaallit Nunaanni ataatsikkut tunniutassanngortitsineq akileraarutitaqartinneqartariaqartoq ukiumut ingerlaavartumik tunniutassanngortitsinermut naapertuuttumik. Taamaaqataanik ataatsikkut tunniutassanngortitsinikkut </w:t>
      </w:r>
      <w:r w:rsidR="00763F37" w:rsidRPr="00171408">
        <w:rPr>
          <w:rFonts w:ascii="Times New Roman" w:hAnsi="Times New Roman" w:cs="Times New Roman"/>
          <w:lang w:val="kl-GL"/>
        </w:rPr>
        <w:t>pigisanit pissarsiat ilanngaavigineqartariaqarput</w:t>
      </w:r>
      <w:r w:rsidR="00CE02F1" w:rsidRPr="00171408">
        <w:rPr>
          <w:rFonts w:ascii="Times New Roman" w:hAnsi="Times New Roman" w:cs="Times New Roman"/>
          <w:lang w:val="kl-GL"/>
        </w:rPr>
        <w:t xml:space="preserve">, ataatsikkut tunniutassanngortitsinermi anguneqarsinnaasoq, </w:t>
      </w:r>
      <w:r w:rsidR="00C3269E" w:rsidRPr="00171408">
        <w:rPr>
          <w:rFonts w:ascii="Times New Roman" w:hAnsi="Times New Roman" w:cs="Times New Roman"/>
          <w:lang w:val="kl-GL"/>
        </w:rPr>
        <w:t>aamma</w:t>
      </w:r>
      <w:r w:rsidR="00CE02F1" w:rsidRPr="00171408">
        <w:rPr>
          <w:rFonts w:ascii="Times New Roman" w:hAnsi="Times New Roman" w:cs="Times New Roman"/>
          <w:lang w:val="kl-GL"/>
        </w:rPr>
        <w:t xml:space="preserve"> ingerlaavartumik </w:t>
      </w:r>
      <w:r w:rsidR="002D2E67" w:rsidRPr="00171408">
        <w:rPr>
          <w:rFonts w:ascii="Times New Roman" w:hAnsi="Times New Roman" w:cs="Times New Roman"/>
          <w:lang w:val="kl-GL"/>
        </w:rPr>
        <w:t xml:space="preserve">taarsersukkat </w:t>
      </w:r>
      <w:r w:rsidR="00CE02F1" w:rsidRPr="00171408">
        <w:rPr>
          <w:rFonts w:ascii="Times New Roman" w:hAnsi="Times New Roman" w:cs="Times New Roman"/>
          <w:lang w:val="kl-GL"/>
        </w:rPr>
        <w:t>assinganik kinguneqaatigisinnaanngisaa.</w:t>
      </w:r>
    </w:p>
    <w:p w14:paraId="0EF181C4" w14:textId="12FC1F4C" w:rsidR="00515200" w:rsidRPr="00171408" w:rsidRDefault="00CE02F1">
      <w:pPr>
        <w:rPr>
          <w:rFonts w:ascii="Times New Roman" w:hAnsi="Times New Roman"/>
          <w:lang w:val="kl-GL"/>
        </w:rPr>
      </w:pPr>
      <w:r w:rsidRPr="00171408">
        <w:rPr>
          <w:rFonts w:ascii="Times New Roman" w:hAnsi="Times New Roman" w:cs="Times New Roman"/>
          <w:lang w:val="kl-GL"/>
        </w:rPr>
        <w:t xml:space="preserve">Taamaattumik siunnersuutigineqarpoq, </w:t>
      </w:r>
      <w:r w:rsidR="0012724F" w:rsidRPr="00171408">
        <w:rPr>
          <w:rFonts w:ascii="Times New Roman" w:hAnsi="Times New Roman" w:cs="Times New Roman"/>
          <w:lang w:val="kl-GL"/>
        </w:rPr>
        <w:t xml:space="preserve">taarsigassarsiat aningaasanngortinneqarnerannut naleqqersuummi </w:t>
      </w:r>
      <w:r w:rsidRPr="00171408">
        <w:rPr>
          <w:rFonts w:ascii="Times New Roman" w:hAnsi="Times New Roman" w:cs="Times New Roman"/>
          <w:lang w:val="kl-GL"/>
        </w:rPr>
        <w:t>nutartikkami ilassutitut ilangaa</w:t>
      </w:r>
      <w:r w:rsidR="0012724F" w:rsidRPr="00171408">
        <w:rPr>
          <w:rFonts w:ascii="Times New Roman" w:hAnsi="Times New Roman" w:cs="Times New Roman"/>
          <w:lang w:val="kl-GL"/>
        </w:rPr>
        <w:t>n</w:t>
      </w:r>
      <w:r w:rsidRPr="00171408">
        <w:rPr>
          <w:rFonts w:ascii="Times New Roman" w:hAnsi="Times New Roman" w:cs="Times New Roman"/>
          <w:lang w:val="kl-GL"/>
        </w:rPr>
        <w:t>neqassasoq akileraarummut assingusumik, atuutsinneqartussaagaluartumut taarsiissutit ingerlaavartumik tunniutassanngortinneqartussaassagaluarpata. Tamanna ilanngaaneq aalajangersarneqa</w:t>
      </w:r>
      <w:r w:rsidR="009F3ED4" w:rsidRPr="00171408">
        <w:rPr>
          <w:rFonts w:ascii="Times New Roman" w:hAnsi="Times New Roman" w:cs="Times New Roman"/>
          <w:lang w:val="kl-GL"/>
        </w:rPr>
        <w:t>ssaaq</w:t>
      </w:r>
      <w:r w:rsidRPr="00171408">
        <w:rPr>
          <w:rFonts w:ascii="Times New Roman" w:hAnsi="Times New Roman" w:cs="Times New Roman"/>
          <w:lang w:val="kl-GL"/>
        </w:rPr>
        <w:t xml:space="preserve"> Kalaallit Nunaanni kommuninut akileraarutit, nuna tamakkerlugu akileraarutip aamma kommuninut ataatsimoorussamik akileraarutip inissinneqarneri aallaavigalugit.</w:t>
      </w:r>
      <w:r w:rsidR="00632984" w:rsidRPr="00171408">
        <w:rPr>
          <w:rFonts w:ascii="Times New Roman" w:hAnsi="Times New Roman" w:cs="Times New Roman"/>
          <w:lang w:val="kl-GL"/>
        </w:rPr>
        <w:t xml:space="preserve"> </w:t>
      </w:r>
      <w:r w:rsidRPr="00171408">
        <w:rPr>
          <w:rFonts w:ascii="Times New Roman" w:hAnsi="Times New Roman" w:cs="Times New Roman"/>
          <w:lang w:val="kl-GL"/>
        </w:rPr>
        <w:t xml:space="preserve">Siunnersuutigineqarpoq, ilanngaat akileraarummut assingusoq aalajangersarneqassasoq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ukiut tamaasa nutarterneqartassasoq </w:t>
      </w:r>
      <w:r w:rsidR="00126009" w:rsidRPr="00171408">
        <w:rPr>
          <w:rFonts w:ascii="Times New Roman" w:hAnsi="Times New Roman" w:cs="Times New Roman"/>
          <w:lang w:val="kl-GL"/>
        </w:rPr>
        <w:t xml:space="preserve">kommuninut, </w:t>
      </w:r>
      <w:r w:rsidRPr="00171408">
        <w:rPr>
          <w:rFonts w:ascii="Times New Roman" w:hAnsi="Times New Roman" w:cs="Times New Roman"/>
          <w:lang w:val="kl-GL"/>
        </w:rPr>
        <w:t>nuna tamakkerlugu aamma kommuninut ataatsimoorussamik akileraarutip inissinneqarnerisa katinne</w:t>
      </w:r>
      <w:r w:rsidR="00126009" w:rsidRPr="00171408">
        <w:rPr>
          <w:rFonts w:ascii="Times New Roman" w:hAnsi="Times New Roman" w:cs="Times New Roman"/>
          <w:lang w:val="kl-GL"/>
        </w:rPr>
        <w:t>qarnerata</w:t>
      </w:r>
      <w:r w:rsidRPr="00171408">
        <w:rPr>
          <w:rFonts w:ascii="Times New Roman" w:hAnsi="Times New Roman" w:cs="Times New Roman"/>
          <w:lang w:val="kl-GL"/>
        </w:rPr>
        <w:t xml:space="preserve"> assinganik, kommuninut akileraarutit agguaqatigiissinnerat ilanngullugu. Ukiumut inissiinerit aalajangersarneqassapput aningaasarsiorfiusoq ukiup siulia assigalugu. </w:t>
      </w:r>
      <w:r w:rsidR="009A7540" w:rsidRPr="00171408">
        <w:rPr>
          <w:rFonts w:ascii="Times New Roman" w:hAnsi="Times New Roman" w:cs="Times New Roman"/>
          <w:lang w:val="kl-GL"/>
        </w:rPr>
        <w:lastRenderedPageBreak/>
        <w:t xml:space="preserve">Ilanngullugu </w:t>
      </w:r>
      <w:r w:rsidRPr="00171408">
        <w:rPr>
          <w:rFonts w:ascii="Times New Roman" w:hAnsi="Times New Roman" w:cs="Times New Roman"/>
          <w:lang w:val="kl-GL"/>
        </w:rPr>
        <w:t xml:space="preserve">siunnersuutigineqarpoq, ataatsikkut tunniutassanngortitsinerup naatsorsorneqarnerani immikkuualuttutut </w:t>
      </w:r>
      <w:r w:rsidR="002B65C3" w:rsidRPr="00171408">
        <w:rPr>
          <w:rFonts w:ascii="Times New Roman" w:hAnsi="Times New Roman" w:cs="Times New Roman"/>
          <w:lang w:val="kl-GL"/>
        </w:rPr>
        <w:t xml:space="preserve">pigosanit pissarsianik </w:t>
      </w:r>
      <w:r w:rsidRPr="00171408">
        <w:rPr>
          <w:rFonts w:ascii="Times New Roman" w:hAnsi="Times New Roman" w:cs="Times New Roman"/>
          <w:lang w:val="kl-GL"/>
        </w:rPr>
        <w:t xml:space="preserve">ilanngaanissaq, ataatsikkut tunniutassanngortitsinermi anguneqarsinnaasunik. Ataatsikkut tunniutassanngortitsinermi </w:t>
      </w:r>
      <w:r w:rsidR="002B65C3" w:rsidRPr="00171408">
        <w:rPr>
          <w:rFonts w:ascii="Times New Roman" w:hAnsi="Times New Roman" w:cs="Times New Roman"/>
          <w:lang w:val="kl-GL"/>
        </w:rPr>
        <w:t xml:space="preserve">pigisanit pissarsianik </w:t>
      </w:r>
      <w:r w:rsidRPr="00171408">
        <w:rPr>
          <w:rFonts w:ascii="Times New Roman" w:hAnsi="Times New Roman" w:cs="Times New Roman"/>
          <w:lang w:val="kl-GL"/>
        </w:rPr>
        <w:t xml:space="preserve">akileraartitsinermik aamma ilanngaanermik </w:t>
      </w:r>
      <w:r w:rsidR="00EA5C94" w:rsidRPr="00171408">
        <w:rPr>
          <w:rFonts w:ascii="Times New Roman" w:hAnsi="Times New Roman" w:cs="Times New Roman"/>
          <w:lang w:val="kl-GL"/>
        </w:rPr>
        <w:t>atuutilersitsineq</w:t>
      </w:r>
      <w:r w:rsidRPr="00171408">
        <w:rPr>
          <w:rFonts w:ascii="Times New Roman" w:hAnsi="Times New Roman" w:cs="Times New Roman"/>
          <w:lang w:val="kl-GL"/>
        </w:rPr>
        <w:t xml:space="preserve">, taarsiissuteqarnerup sapinngisamik assinganik naleqarnissaanut ikiuutaassaaq, taanna ataatsikkut tunniutassanngortitsinikkut imaluunniit ingerlaavartumik </w:t>
      </w:r>
      <w:r w:rsidR="003D5097" w:rsidRPr="00171408">
        <w:rPr>
          <w:rFonts w:ascii="Times New Roman" w:hAnsi="Times New Roman" w:cs="Times New Roman"/>
          <w:lang w:val="kl-GL"/>
        </w:rPr>
        <w:t xml:space="preserve">taarsigassanik </w:t>
      </w:r>
      <w:r w:rsidRPr="00171408">
        <w:rPr>
          <w:rFonts w:ascii="Times New Roman" w:hAnsi="Times New Roman" w:cs="Times New Roman"/>
          <w:lang w:val="kl-GL"/>
        </w:rPr>
        <w:t>akilerneqarnersoq</w:t>
      </w:r>
      <w:r w:rsidR="0043627A" w:rsidRPr="00171408">
        <w:rPr>
          <w:rFonts w:ascii="Times New Roman" w:hAnsi="Times New Roman" w:cs="Times New Roman"/>
          <w:lang w:val="kl-GL"/>
        </w:rPr>
        <w:t xml:space="preserve"> apeqqutaatinnagu</w:t>
      </w:r>
      <w:r w:rsidRPr="00171408">
        <w:rPr>
          <w:rFonts w:ascii="Times New Roman" w:hAnsi="Times New Roman" w:cs="Times New Roman"/>
          <w:lang w:val="kl-GL"/>
        </w:rPr>
        <w:t>.</w:t>
      </w:r>
    </w:p>
    <w:p w14:paraId="620BF84B" w14:textId="57A2FD09" w:rsidR="00515200" w:rsidRPr="00171408" w:rsidRDefault="00CE02F1">
      <w:pPr>
        <w:rPr>
          <w:rFonts w:ascii="Times New Roman" w:hAnsi="Times New Roman"/>
          <w:lang w:val="kl-GL"/>
        </w:rPr>
      </w:pPr>
      <w:r w:rsidRPr="00171408">
        <w:rPr>
          <w:rFonts w:ascii="Times New Roman" w:hAnsi="Times New Roman" w:cs="Times New Roman"/>
          <w:lang w:val="kl-GL"/>
        </w:rPr>
        <w:t xml:space="preserve">Ataatsikkut tunniutassanngortitsinermik naatsorsuinermut tunngavimmi, akit aamma akissarsiat piffissap ingerlanerani qanoq ineriartornissaannut naatsorsuutiginninnissaq pillugu malittarisassat atuuttut malillugit naliliineq ilaatinneqanngilaq. Akerlianik ingerlaavartumik tunniutassanngortitsineq ukiut tamaasa </w:t>
      </w:r>
      <w:r w:rsidR="0042184E" w:rsidRPr="00171408">
        <w:rPr>
          <w:rFonts w:ascii="Times New Roman" w:hAnsi="Times New Roman" w:cs="Times New Roman"/>
          <w:lang w:val="kl-GL"/>
        </w:rPr>
        <w:t>naleqqussarneqartarpoq</w:t>
      </w:r>
      <w:r w:rsidRPr="00171408">
        <w:rPr>
          <w:rFonts w:ascii="Times New Roman" w:hAnsi="Times New Roman" w:cs="Times New Roman"/>
          <w:lang w:val="kl-GL"/>
        </w:rPr>
        <w:t xml:space="preserve">, akinik aamma akissarsianik qaffaanerup nalinginnaasup malitsigisaanik, akit ineriartornerannut </w:t>
      </w:r>
      <w:r w:rsidR="00425A4B" w:rsidRPr="00171408">
        <w:rPr>
          <w:rFonts w:ascii="Times New Roman" w:hAnsi="Times New Roman" w:cs="Times New Roman"/>
          <w:lang w:val="kl-GL"/>
        </w:rPr>
        <w:t>naleqqersuut tunngavigalugu</w:t>
      </w:r>
      <w:r w:rsidRPr="00171408">
        <w:rPr>
          <w:rFonts w:ascii="Times New Roman" w:hAnsi="Times New Roman" w:cs="Times New Roman"/>
          <w:lang w:val="kl-GL"/>
        </w:rPr>
        <w:t>, ukiut tamaasa Kalaallit Nunaanni Naatsorsueqqissaartarfimm</w:t>
      </w:r>
      <w:r w:rsidR="00425A4B" w:rsidRPr="00171408">
        <w:rPr>
          <w:rFonts w:ascii="Times New Roman" w:hAnsi="Times New Roman" w:cs="Times New Roman"/>
          <w:lang w:val="kl-GL"/>
        </w:rPr>
        <w:t>ii</w:t>
      </w:r>
      <w:r w:rsidRPr="00171408">
        <w:rPr>
          <w:rFonts w:ascii="Times New Roman" w:hAnsi="Times New Roman" w:cs="Times New Roman"/>
          <w:lang w:val="kl-GL"/>
        </w:rPr>
        <w:t xml:space="preserve">t </w:t>
      </w:r>
      <w:r w:rsidR="00425A4B" w:rsidRPr="00171408">
        <w:rPr>
          <w:rFonts w:ascii="Times New Roman" w:hAnsi="Times New Roman" w:cs="Times New Roman"/>
          <w:lang w:val="kl-GL"/>
        </w:rPr>
        <w:t>pissarsiarineqartartoq</w:t>
      </w:r>
      <w:r w:rsidRPr="00171408">
        <w:rPr>
          <w:rFonts w:ascii="Times New Roman" w:hAnsi="Times New Roman" w:cs="Times New Roman"/>
          <w:lang w:val="kl-GL"/>
        </w:rPr>
        <w:t xml:space="preserve">. Tamanna isumaqarpoq, ataatsikkut tunniutassanngortitsineq, ingerlaavartumik tunniutassanngortitsinerup akerlianik, piffissap ingerlanerani nalikilliartornissaa akitigut aamma akissarsiatigut ineriartorneq nalinginnaasoq </w:t>
      </w:r>
      <w:r w:rsidR="00860CFF" w:rsidRPr="00171408">
        <w:rPr>
          <w:rFonts w:ascii="Times New Roman" w:hAnsi="Times New Roman" w:cs="Times New Roman"/>
          <w:lang w:val="kl-GL"/>
        </w:rPr>
        <w:t>peqa</w:t>
      </w:r>
      <w:r w:rsidRPr="00171408">
        <w:rPr>
          <w:rFonts w:ascii="Times New Roman" w:hAnsi="Times New Roman" w:cs="Times New Roman"/>
          <w:lang w:val="kl-GL"/>
        </w:rPr>
        <w:t>tigalugu, ingerlaavartumik tunniutassanngortitsinerup aamma ataatsikkut tunniutassanngortitsinerup ataatsimut nalingini assigiinngissuteqarnermik kinguneqartoq.</w:t>
      </w:r>
    </w:p>
    <w:p w14:paraId="00414904" w14:textId="12CF2C88" w:rsidR="00515200" w:rsidRPr="00171408" w:rsidRDefault="00065ED8">
      <w:pPr>
        <w:rPr>
          <w:rFonts w:ascii="Times New Roman" w:hAnsi="Times New Roman"/>
          <w:lang w:val="kl-GL"/>
        </w:rPr>
      </w:pPr>
      <w:r w:rsidRPr="00171408">
        <w:rPr>
          <w:rFonts w:ascii="Times New Roman" w:hAnsi="Times New Roman" w:cs="Times New Roman"/>
          <w:lang w:val="kl-GL"/>
        </w:rPr>
        <w:t>Suliassaqartitsinermut minister</w:t>
      </w:r>
      <w:r w:rsidR="00136209" w:rsidRPr="00171408">
        <w:rPr>
          <w:rFonts w:ascii="Times New Roman" w:hAnsi="Times New Roman" w:cs="Times New Roman"/>
          <w:lang w:val="kl-GL"/>
        </w:rPr>
        <w:t>eqarfiup</w:t>
      </w:r>
      <w:r w:rsidR="00CE02F1" w:rsidRPr="00171408">
        <w:rPr>
          <w:rFonts w:ascii="Times New Roman" w:hAnsi="Times New Roman" w:cs="Times New Roman"/>
          <w:lang w:val="kl-GL"/>
        </w:rPr>
        <w:t xml:space="preserve"> aamma Namminersorlutik Oqartussat nalilerpaat, </w:t>
      </w:r>
      <w:r w:rsidR="002B0C86" w:rsidRPr="00171408">
        <w:rPr>
          <w:rFonts w:ascii="Times New Roman" w:hAnsi="Times New Roman" w:cs="Times New Roman"/>
          <w:lang w:val="kl-GL"/>
        </w:rPr>
        <w:t xml:space="preserve">taarsigassarsiat aningaasanngortinneqarnerannut naleqqersuut </w:t>
      </w:r>
      <w:r w:rsidR="00CE02F1" w:rsidRPr="00171408">
        <w:rPr>
          <w:rFonts w:ascii="Times New Roman" w:hAnsi="Times New Roman" w:cs="Times New Roman"/>
          <w:lang w:val="kl-GL"/>
        </w:rPr>
        <w:t>piffissap ingerlanerani akitigut aamma akissarsiatigut ineriartorneq pillugu nalilersuineq ilaatinneqassasoq.</w:t>
      </w:r>
    </w:p>
    <w:p w14:paraId="639AC3EA" w14:textId="59410570" w:rsidR="00515200" w:rsidRPr="00171408" w:rsidRDefault="00CE02F1">
      <w:pPr>
        <w:rPr>
          <w:rFonts w:ascii="Times New Roman" w:hAnsi="Times New Roman"/>
          <w:lang w:val="kl-GL"/>
        </w:rPr>
      </w:pPr>
      <w:r w:rsidRPr="00171408">
        <w:rPr>
          <w:rFonts w:ascii="Times New Roman" w:hAnsi="Times New Roman" w:cs="Times New Roman"/>
          <w:lang w:val="kl-GL"/>
        </w:rPr>
        <w:t>Taamaalilluni siunnersuutigineqarpoq, ingerlaavartumik tunniutassanngortitsineq ataatsikkut tunniutassanngortitsinermut allanngortinneqartoq akit ineriartornissaannik naatso</w:t>
      </w:r>
      <w:r w:rsidR="008F4FFE" w:rsidRPr="00171408">
        <w:rPr>
          <w:rFonts w:ascii="Times New Roman" w:hAnsi="Times New Roman" w:cs="Times New Roman"/>
          <w:lang w:val="kl-GL"/>
        </w:rPr>
        <w:t>r</w:t>
      </w:r>
      <w:r w:rsidRPr="00171408">
        <w:rPr>
          <w:rFonts w:ascii="Times New Roman" w:hAnsi="Times New Roman" w:cs="Times New Roman"/>
          <w:lang w:val="kl-GL"/>
        </w:rPr>
        <w:t>suutiginninnermut aaqqissuunneqassasoq. Tama</w:t>
      </w:r>
      <w:r w:rsidR="008F4FFE" w:rsidRPr="00171408">
        <w:rPr>
          <w:rFonts w:ascii="Times New Roman" w:hAnsi="Times New Roman" w:cs="Times New Roman"/>
          <w:lang w:val="kl-GL"/>
        </w:rPr>
        <w:t>aliornikkut</w:t>
      </w:r>
      <w:r w:rsidRPr="00171408">
        <w:rPr>
          <w:rFonts w:ascii="Times New Roman" w:hAnsi="Times New Roman" w:cs="Times New Roman"/>
          <w:lang w:val="kl-GL"/>
        </w:rPr>
        <w:t xml:space="preserve"> isumannaarneqa</w:t>
      </w:r>
      <w:r w:rsidR="008F4FFE" w:rsidRPr="00171408">
        <w:rPr>
          <w:rFonts w:ascii="Times New Roman" w:hAnsi="Times New Roman" w:cs="Times New Roman"/>
          <w:lang w:val="kl-GL"/>
        </w:rPr>
        <w:t>ssaaq</w:t>
      </w:r>
      <w:r w:rsidRPr="00171408">
        <w:rPr>
          <w:rFonts w:ascii="Times New Roman" w:hAnsi="Times New Roman" w:cs="Times New Roman"/>
          <w:lang w:val="kl-GL"/>
        </w:rPr>
        <w:t xml:space="preserve">, ataatsikkut tunniutassanngortitsinerup nalinga ngerlaavartumik tunniutassanngortitsinerup ataatsimut nalinganut malunnaatilimmik allaanerunnginnissaa,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ataatsikkut tunniutassanngortitsinerup piffissap ingerlanerani pisissutaasinnaaneranik attassilluni.</w:t>
      </w:r>
    </w:p>
    <w:p w14:paraId="435AE151" w14:textId="6C483BC7" w:rsidR="00515200" w:rsidRPr="00171408" w:rsidRDefault="00CE02F1">
      <w:pPr>
        <w:rPr>
          <w:rFonts w:ascii="Times New Roman" w:hAnsi="Times New Roman"/>
          <w:lang w:val="kl-GL"/>
        </w:rPr>
      </w:pPr>
      <w:r w:rsidRPr="00171408">
        <w:rPr>
          <w:rFonts w:ascii="Times New Roman" w:hAnsi="Times New Roman" w:cs="Times New Roman"/>
          <w:lang w:val="kl-GL"/>
        </w:rPr>
        <w:t xml:space="preserve">Suleriaaseq atuuttoq malillugu </w:t>
      </w:r>
      <w:r w:rsidR="00B57BD4" w:rsidRPr="00171408">
        <w:rPr>
          <w:rFonts w:ascii="Times New Roman" w:hAnsi="Times New Roman" w:cs="Times New Roman"/>
          <w:lang w:val="kl-GL"/>
        </w:rPr>
        <w:t xml:space="preserve">taarsigassarsiat aningaasanngortinneqarnerannut naleqqersuut </w:t>
      </w:r>
      <w:r w:rsidRPr="00171408">
        <w:rPr>
          <w:rFonts w:ascii="Times New Roman" w:hAnsi="Times New Roman" w:cs="Times New Roman"/>
          <w:lang w:val="kl-GL"/>
        </w:rPr>
        <w:t xml:space="preserve">atorneqartarpoq, taarsiiffigitinnissamut pisinnaatitaaffeqartup piffissami atuutilernerani ukiorisaanut atuuttoq. Tamaattumik </w:t>
      </w:r>
      <w:r w:rsidR="00B57BD4" w:rsidRPr="00171408">
        <w:rPr>
          <w:rFonts w:ascii="Times New Roman" w:hAnsi="Times New Roman" w:cs="Times New Roman"/>
          <w:lang w:val="kl-GL"/>
        </w:rPr>
        <w:t>taarsigassarsiat aningaasanngortinneqarnerannut naleqqersuut</w:t>
      </w:r>
      <w:r w:rsidR="00B57BD4" w:rsidRPr="00171408" w:rsidDel="00B57BD4">
        <w:rPr>
          <w:rFonts w:ascii="Times New Roman" w:hAnsi="Times New Roman" w:cs="Times New Roman"/>
          <w:lang w:val="kl-GL"/>
        </w:rPr>
        <w:t xml:space="preserve"> </w:t>
      </w:r>
      <w:r w:rsidRPr="00171408">
        <w:rPr>
          <w:rFonts w:ascii="Times New Roman" w:hAnsi="Times New Roman" w:cs="Times New Roman"/>
          <w:lang w:val="kl-GL"/>
        </w:rPr>
        <w:t>ukiu</w:t>
      </w:r>
      <w:r w:rsidR="003754A9" w:rsidRPr="00171408">
        <w:rPr>
          <w:rFonts w:ascii="Times New Roman" w:hAnsi="Times New Roman" w:cs="Times New Roman"/>
          <w:lang w:val="kl-GL"/>
        </w:rPr>
        <w:t>kkuutaartumik</w:t>
      </w:r>
      <w:r w:rsidRPr="00171408">
        <w:rPr>
          <w:rFonts w:ascii="Times New Roman" w:hAnsi="Times New Roman" w:cs="Times New Roman"/>
          <w:lang w:val="kl-GL"/>
        </w:rPr>
        <w:t xml:space="preserve"> agguataarneqarpoq.</w:t>
      </w:r>
    </w:p>
    <w:p w14:paraId="1082CB94" w14:textId="63B04FA6" w:rsidR="00515200" w:rsidRPr="00171408" w:rsidRDefault="00065ED8">
      <w:pPr>
        <w:rPr>
          <w:rFonts w:ascii="Times New Roman" w:hAnsi="Times New Roman"/>
          <w:lang w:val="kl-GL"/>
        </w:rPr>
      </w:pPr>
      <w:r w:rsidRPr="00171408">
        <w:rPr>
          <w:rFonts w:ascii="Times New Roman" w:hAnsi="Times New Roman" w:cs="Times New Roman"/>
          <w:lang w:val="kl-GL"/>
        </w:rPr>
        <w:t>Suliassaqartitsinermut minister</w:t>
      </w:r>
      <w:r w:rsidR="0096194F" w:rsidRPr="00171408">
        <w:rPr>
          <w:rFonts w:ascii="Times New Roman" w:hAnsi="Times New Roman" w:cs="Times New Roman"/>
          <w:lang w:val="kl-GL"/>
        </w:rPr>
        <w:t>eqarfiup</w:t>
      </w:r>
      <w:r w:rsidR="00CE02F1" w:rsidRPr="00171408">
        <w:rPr>
          <w:rFonts w:ascii="Times New Roman" w:hAnsi="Times New Roman" w:cs="Times New Roman"/>
          <w:lang w:val="kl-GL"/>
        </w:rPr>
        <w:t xml:space="preserve"> aamma Namminersorlutik Oqartussat nalilerpaat, taarsiissutissanik ataatsikkut tunniutassanngortitsinermi eqqumaffigineqartariaqartoq, aalajangersimasumik ukioqalertoqaqqammernersoq imaluunniit ukioqalernissaq </w:t>
      </w:r>
      <w:r w:rsidR="00906538" w:rsidRPr="00171408">
        <w:rPr>
          <w:rFonts w:ascii="Times New Roman" w:hAnsi="Times New Roman" w:cs="Times New Roman"/>
          <w:lang w:val="kl-GL"/>
        </w:rPr>
        <w:t>qanillivi</w:t>
      </w:r>
      <w:r w:rsidR="00F7233C" w:rsidRPr="00171408">
        <w:rPr>
          <w:rFonts w:ascii="Times New Roman" w:hAnsi="Times New Roman" w:cs="Times New Roman"/>
          <w:lang w:val="kl-GL"/>
        </w:rPr>
        <w:t>n</w:t>
      </w:r>
      <w:r w:rsidR="00906538" w:rsidRPr="00171408">
        <w:rPr>
          <w:rFonts w:ascii="Times New Roman" w:hAnsi="Times New Roman" w:cs="Times New Roman"/>
          <w:lang w:val="kl-GL"/>
        </w:rPr>
        <w:t xml:space="preserve">nersoq </w:t>
      </w:r>
      <w:r w:rsidR="00CE02F1" w:rsidRPr="00171408">
        <w:rPr>
          <w:rFonts w:ascii="Times New Roman" w:hAnsi="Times New Roman" w:cs="Times New Roman"/>
          <w:lang w:val="kl-GL"/>
        </w:rPr>
        <w:t>(inuuissiorneq).</w:t>
      </w:r>
    </w:p>
    <w:p w14:paraId="04C89681" w14:textId="1F5C3A4A" w:rsidR="00515200" w:rsidRPr="00171408" w:rsidRDefault="00CE02F1">
      <w:pPr>
        <w:rPr>
          <w:rFonts w:ascii="Times New Roman" w:hAnsi="Times New Roman"/>
          <w:lang w:val="kl-GL"/>
        </w:rPr>
      </w:pPr>
      <w:r w:rsidRPr="00171408">
        <w:rPr>
          <w:rFonts w:ascii="Times New Roman" w:hAnsi="Times New Roman" w:cs="Times New Roman"/>
          <w:lang w:val="kl-GL"/>
        </w:rPr>
        <w:t xml:space="preserve">Taamaattumik siunnersuutigineqarpoq, </w:t>
      </w:r>
      <w:r w:rsidR="00D44D46" w:rsidRPr="00171408">
        <w:rPr>
          <w:rFonts w:ascii="Times New Roman" w:hAnsi="Times New Roman" w:cs="Times New Roman"/>
          <w:lang w:val="kl-GL"/>
        </w:rPr>
        <w:t xml:space="preserve">taarsigassarsiat aningaasanngortinneqarnerannut naleqqersuut </w:t>
      </w:r>
      <w:r w:rsidRPr="00171408">
        <w:rPr>
          <w:rFonts w:ascii="Times New Roman" w:hAnsi="Times New Roman" w:cs="Times New Roman"/>
          <w:lang w:val="kl-GL"/>
        </w:rPr>
        <w:t xml:space="preserve">ukiunut aalajangersarneqassasoq, kiisalu qaammatikkuutaartumik piffissami ukioqarnerit marluk akornanni. </w:t>
      </w:r>
      <w:r w:rsidR="005F15E2" w:rsidRPr="00171408">
        <w:rPr>
          <w:rFonts w:ascii="Times New Roman" w:hAnsi="Times New Roman" w:cs="Times New Roman"/>
          <w:lang w:val="kl-GL"/>
        </w:rPr>
        <w:t>Tassa imaappoq</w:t>
      </w:r>
      <w:r w:rsidRPr="00171408">
        <w:rPr>
          <w:rFonts w:ascii="Times New Roman" w:hAnsi="Times New Roman" w:cs="Times New Roman"/>
          <w:lang w:val="kl-GL"/>
        </w:rPr>
        <w:t xml:space="preserve">, inummut 40-nik qaammatinillu </w:t>
      </w:r>
      <w:r w:rsidR="00F12FF8" w:rsidRPr="00171408">
        <w:rPr>
          <w:rFonts w:ascii="Times New Roman" w:hAnsi="Times New Roman" w:cs="Times New Roman"/>
          <w:lang w:val="kl-GL"/>
        </w:rPr>
        <w:t>arfinilin</w:t>
      </w:r>
      <w:r w:rsidRPr="00171408">
        <w:rPr>
          <w:rFonts w:ascii="Times New Roman" w:hAnsi="Times New Roman" w:cs="Times New Roman"/>
          <w:lang w:val="kl-GL"/>
        </w:rPr>
        <w:t xml:space="preserve">nik ukiulimmut, </w:t>
      </w:r>
      <w:r w:rsidR="009269F2" w:rsidRPr="00171408">
        <w:rPr>
          <w:rFonts w:ascii="Times New Roman" w:hAnsi="Times New Roman" w:cs="Times New Roman"/>
          <w:lang w:val="kl-GL"/>
        </w:rPr>
        <w:t xml:space="preserve">naleqqersuut </w:t>
      </w:r>
      <w:r w:rsidRPr="00171408">
        <w:rPr>
          <w:rFonts w:ascii="Times New Roman" w:hAnsi="Times New Roman" w:cs="Times New Roman"/>
          <w:lang w:val="kl-GL"/>
        </w:rPr>
        <w:t>immi</w:t>
      </w:r>
      <w:r w:rsidR="009269F2" w:rsidRPr="00171408">
        <w:rPr>
          <w:rFonts w:ascii="Times New Roman" w:hAnsi="Times New Roman" w:cs="Times New Roman"/>
          <w:lang w:val="kl-GL"/>
        </w:rPr>
        <w:t>k</w:t>
      </w:r>
      <w:r w:rsidRPr="00171408">
        <w:rPr>
          <w:rFonts w:ascii="Times New Roman" w:hAnsi="Times New Roman" w:cs="Times New Roman"/>
          <w:lang w:val="kl-GL"/>
        </w:rPr>
        <w:t xml:space="preserve">koortitsisoq atorneqassaaq, </w:t>
      </w:r>
      <w:r w:rsidR="005702CC" w:rsidRPr="00171408">
        <w:rPr>
          <w:rFonts w:ascii="Times New Roman" w:hAnsi="Times New Roman" w:cs="Times New Roman"/>
          <w:lang w:val="kl-GL"/>
        </w:rPr>
        <w:t>taarsigassarsiat aningaasanngortinneqarnerannut naleqqersuutit</w:t>
      </w:r>
      <w:r w:rsidRPr="00171408">
        <w:rPr>
          <w:rFonts w:ascii="Times New Roman" w:hAnsi="Times New Roman" w:cs="Times New Roman"/>
          <w:lang w:val="kl-GL"/>
        </w:rPr>
        <w:t xml:space="preserve"> aalajangersakkat akornanni 40-nik ukiulinnut aamma 41-nik ukiulinnut. Tamatuma taarsiissutini iluarisarsorluni assigiinngisitsineq annikillisassavaa, qaqugukkut ingerlaavartumik tunniutassanngortitsinerup ataatsikkut tunniutassanngortitsinermut allanngortinneqarnissaanut aalajangiineq piaarinaatsoornikkut aalajangerneqarnissaanut tunngatillugu.</w:t>
      </w:r>
    </w:p>
    <w:p w14:paraId="1E428D03" w14:textId="714C7676" w:rsidR="00515200" w:rsidRPr="00171408" w:rsidRDefault="00CE3D23">
      <w:pPr>
        <w:rPr>
          <w:rFonts w:ascii="Times New Roman" w:hAnsi="Times New Roman"/>
          <w:lang w:val="kl-GL"/>
        </w:rPr>
      </w:pPr>
      <w:r w:rsidRPr="00171408">
        <w:rPr>
          <w:rFonts w:ascii="Times New Roman" w:hAnsi="Times New Roman" w:cs="Times New Roman"/>
          <w:lang w:val="kl-GL"/>
        </w:rPr>
        <w:lastRenderedPageBreak/>
        <w:t>T</w:t>
      </w:r>
      <w:r w:rsidR="006E1F12" w:rsidRPr="00171408">
        <w:rPr>
          <w:rFonts w:ascii="Times New Roman" w:hAnsi="Times New Roman" w:cs="Times New Roman"/>
          <w:lang w:val="kl-GL"/>
        </w:rPr>
        <w:t>aarsigassarsiat aningaasanngortinneqarnerannut naleqqersuummik</w:t>
      </w:r>
      <w:r w:rsidR="00CE02F1" w:rsidRPr="00171408">
        <w:rPr>
          <w:rFonts w:ascii="Times New Roman" w:hAnsi="Times New Roman" w:cs="Times New Roman"/>
          <w:lang w:val="kl-GL"/>
        </w:rPr>
        <w:t xml:space="preserve"> maannamut atorneqar</w:t>
      </w:r>
      <w:r w:rsidR="006E1F12" w:rsidRPr="00171408">
        <w:rPr>
          <w:rFonts w:ascii="Times New Roman" w:hAnsi="Times New Roman" w:cs="Times New Roman"/>
          <w:lang w:val="kl-GL"/>
        </w:rPr>
        <w:t>t</w:t>
      </w:r>
      <w:r w:rsidR="00CE02F1" w:rsidRPr="00171408">
        <w:rPr>
          <w:rFonts w:ascii="Times New Roman" w:hAnsi="Times New Roman" w:cs="Times New Roman"/>
          <w:lang w:val="kl-GL"/>
        </w:rPr>
        <w:t xml:space="preserve">umik nutarterinikkut kiisalu immikkuualuttunik ilanngussinikkut isumannaarneqassaaq, ajoqusertunut aamma </w:t>
      </w:r>
      <w:r w:rsidR="00D02F12" w:rsidRPr="00171408">
        <w:rPr>
          <w:rFonts w:ascii="Times New Roman" w:hAnsi="Times New Roman" w:cs="Times New Roman"/>
          <w:lang w:val="kl-GL"/>
        </w:rPr>
        <w:t>qimagaas</w:t>
      </w:r>
      <w:r w:rsidR="00CE02F1" w:rsidRPr="00171408">
        <w:rPr>
          <w:rFonts w:ascii="Times New Roman" w:hAnsi="Times New Roman" w:cs="Times New Roman"/>
          <w:lang w:val="kl-GL"/>
        </w:rPr>
        <w:t>unut ataatsikkut tunniutassanngortitsinerit tamarmik nalingi inuuneqqortussutsimut tunngatillugu piffissamut naleqquttoq aallaavigalugu aalajangersarneqarnissaat, kiisalu inuussutissarsiorsinnaajunnaarneq pillugu taarsiissutip nalinga, ajoqusertumut ataatsikkut tunniunneqartoq, sapinngisamik assingusuussasoq, apeqqutaatinnagu taanna ataatsikkut tunniutassanngortin</w:t>
      </w:r>
      <w:r w:rsidR="00F107A5" w:rsidRPr="00171408">
        <w:rPr>
          <w:rFonts w:ascii="Times New Roman" w:hAnsi="Times New Roman" w:cs="Times New Roman"/>
          <w:lang w:val="kl-GL"/>
        </w:rPr>
        <w:t>neqar</w:t>
      </w:r>
      <w:r w:rsidR="00CE02F1" w:rsidRPr="00171408">
        <w:rPr>
          <w:rFonts w:ascii="Times New Roman" w:hAnsi="Times New Roman" w:cs="Times New Roman"/>
          <w:lang w:val="kl-GL"/>
        </w:rPr>
        <w:t>nersoq imaluunniit ingerlaavartumik taarsiissutinngortinneqarnersoq.</w:t>
      </w:r>
    </w:p>
    <w:p w14:paraId="7A285DC4" w14:textId="06A9071D" w:rsidR="00515200" w:rsidRPr="00171408" w:rsidRDefault="00CE02F1">
      <w:pPr>
        <w:rPr>
          <w:rFonts w:ascii="Times New Roman" w:hAnsi="Times New Roman"/>
          <w:lang w:val="kl-GL"/>
        </w:rPr>
      </w:pPr>
      <w:r w:rsidRPr="00171408">
        <w:rPr>
          <w:rFonts w:ascii="Times New Roman" w:hAnsi="Times New Roman" w:cs="Times New Roman"/>
          <w:lang w:val="kl-GL"/>
        </w:rPr>
        <w:t xml:space="preserve">Siunnersuutitigut siunniunneqarpoq, </w:t>
      </w:r>
      <w:r w:rsidR="00CC6FA7" w:rsidRPr="00171408">
        <w:rPr>
          <w:rFonts w:ascii="Times New Roman" w:hAnsi="Times New Roman" w:cs="Times New Roman"/>
          <w:lang w:val="kl-GL"/>
        </w:rPr>
        <w:t>taarsigassarsiat aningaasanngortinneqarnerannut naleqqersuutit</w:t>
      </w:r>
      <w:r w:rsidRPr="00171408">
        <w:rPr>
          <w:rFonts w:ascii="Times New Roman" w:hAnsi="Times New Roman" w:cs="Times New Roman"/>
          <w:lang w:val="kl-GL"/>
        </w:rPr>
        <w:t xml:space="preserve"> ukiut tamaasa oktoberip qaammataa naatinnagu </w:t>
      </w:r>
      <w:r w:rsidR="00CC6FA7" w:rsidRPr="00171408">
        <w:rPr>
          <w:rFonts w:ascii="Times New Roman" w:hAnsi="Times New Roman" w:cs="Times New Roman"/>
          <w:lang w:val="kl-GL"/>
        </w:rPr>
        <w:t>na</w:t>
      </w:r>
      <w:r w:rsidR="00924695" w:rsidRPr="00171408">
        <w:rPr>
          <w:rFonts w:ascii="Times New Roman" w:hAnsi="Times New Roman" w:cs="Times New Roman"/>
          <w:lang w:val="kl-GL"/>
        </w:rPr>
        <w:t>leqqu</w:t>
      </w:r>
      <w:r w:rsidR="00CC6FA7" w:rsidRPr="00171408">
        <w:rPr>
          <w:rFonts w:ascii="Times New Roman" w:hAnsi="Times New Roman" w:cs="Times New Roman"/>
          <w:lang w:val="kl-GL"/>
        </w:rPr>
        <w:t>ssarneqartarnissaat</w:t>
      </w:r>
      <w:r w:rsidRPr="00171408">
        <w:rPr>
          <w:rFonts w:ascii="Times New Roman" w:hAnsi="Times New Roman" w:cs="Times New Roman"/>
          <w:lang w:val="kl-GL"/>
        </w:rPr>
        <w:t xml:space="preserve">, </w:t>
      </w:r>
      <w:r w:rsidR="0097589B" w:rsidRPr="00171408">
        <w:rPr>
          <w:rFonts w:ascii="Times New Roman" w:hAnsi="Times New Roman" w:cs="Times New Roman"/>
          <w:lang w:val="kl-GL"/>
        </w:rPr>
        <w:t xml:space="preserve">peqatigitillugu </w:t>
      </w:r>
      <w:r w:rsidR="009712E3" w:rsidRPr="00171408">
        <w:rPr>
          <w:rFonts w:ascii="Times New Roman" w:hAnsi="Times New Roman" w:cs="Times New Roman"/>
          <w:lang w:val="kl-GL"/>
        </w:rPr>
        <w:t>Kalaallit Nunaanni sulinermi ajoqusernermut isumannaarineq pillugu inatsi</w:t>
      </w:r>
      <w:r w:rsidRPr="00171408">
        <w:rPr>
          <w:rFonts w:ascii="Times New Roman" w:hAnsi="Times New Roman" w:cs="Times New Roman"/>
          <w:color w:val="000000"/>
          <w:lang w:val="kl-GL"/>
        </w:rPr>
        <w:t xml:space="preserve">mmi </w:t>
      </w:r>
      <w:r w:rsidR="001656DB" w:rsidRPr="00171408">
        <w:rPr>
          <w:rFonts w:ascii="Times New Roman" w:hAnsi="Times New Roman" w:cs="Times New Roman"/>
          <w:color w:val="000000"/>
          <w:lang w:val="kl-GL"/>
        </w:rPr>
        <w:t>akigititat nalimmassarneqarneri</w:t>
      </w:r>
      <w:r w:rsidRPr="00171408">
        <w:rPr>
          <w:rFonts w:ascii="Times New Roman" w:hAnsi="Times New Roman" w:cs="Times New Roman"/>
          <w:color w:val="000000"/>
          <w:lang w:val="kl-GL"/>
        </w:rPr>
        <w:t>.</w:t>
      </w:r>
      <w:r w:rsidRPr="00171408">
        <w:rPr>
          <w:rFonts w:ascii="Times New Roman" w:hAnsi="Times New Roman" w:cs="Times New Roman"/>
          <w:lang w:val="kl-GL"/>
        </w:rPr>
        <w:t xml:space="preserve"> </w:t>
      </w:r>
      <w:r w:rsidR="001656DB" w:rsidRPr="00171408">
        <w:rPr>
          <w:rFonts w:ascii="Times New Roman" w:hAnsi="Times New Roman" w:cs="Times New Roman"/>
          <w:lang w:val="kl-GL"/>
        </w:rPr>
        <w:t xml:space="preserve">Ilanngullugu </w:t>
      </w:r>
      <w:r w:rsidRPr="00171408">
        <w:rPr>
          <w:rFonts w:ascii="Times New Roman" w:hAnsi="Times New Roman" w:cs="Times New Roman"/>
          <w:lang w:val="kl-GL"/>
        </w:rPr>
        <w:t xml:space="preserve">siunnersuutigineqarpoq, </w:t>
      </w:r>
      <w:r w:rsidR="005F21E9" w:rsidRPr="00171408">
        <w:rPr>
          <w:rFonts w:ascii="Times New Roman" w:hAnsi="Times New Roman" w:cs="Times New Roman"/>
          <w:lang w:val="kl-GL"/>
        </w:rPr>
        <w:t xml:space="preserve">taarsigassarsiat aningaasanngortinneqarnerannut naleqqersuutit </w:t>
      </w:r>
      <w:r w:rsidRPr="00171408">
        <w:rPr>
          <w:rFonts w:ascii="Times New Roman" w:hAnsi="Times New Roman" w:cs="Times New Roman"/>
          <w:lang w:val="kl-GL"/>
        </w:rPr>
        <w:t xml:space="preserve">ukiunut aamma qaammatinut iluittunut aalajangersarneqarnissaat, tamanna isumaqarluni, ataatsikkut tunniutassanngortitsinerit ajoqusertut aamma </w:t>
      </w:r>
      <w:r w:rsidR="00D02F12" w:rsidRPr="00171408">
        <w:rPr>
          <w:rFonts w:ascii="Times New Roman" w:hAnsi="Times New Roman" w:cs="Times New Roman"/>
          <w:lang w:val="kl-GL"/>
        </w:rPr>
        <w:t>qimagaas</w:t>
      </w:r>
      <w:r w:rsidRPr="00171408">
        <w:rPr>
          <w:rFonts w:ascii="Times New Roman" w:hAnsi="Times New Roman" w:cs="Times New Roman"/>
          <w:lang w:val="kl-GL"/>
        </w:rPr>
        <w:t>ut ukiuinut</w:t>
      </w:r>
      <w:r w:rsidR="00496F7A" w:rsidRPr="00171408">
        <w:rPr>
          <w:rFonts w:ascii="Times New Roman" w:hAnsi="Times New Roman" w:cs="Times New Roman"/>
          <w:lang w:val="kl-GL"/>
        </w:rPr>
        <w:t xml:space="preserve"> eqqortunut</w:t>
      </w:r>
      <w:r w:rsidRPr="00171408">
        <w:rPr>
          <w:rFonts w:ascii="Times New Roman" w:hAnsi="Times New Roman" w:cs="Times New Roman"/>
          <w:lang w:val="kl-GL"/>
        </w:rPr>
        <w:t xml:space="preserve"> </w:t>
      </w:r>
      <w:r w:rsidR="00983991" w:rsidRPr="00171408">
        <w:rPr>
          <w:rFonts w:ascii="Times New Roman" w:hAnsi="Times New Roman" w:cs="Times New Roman"/>
          <w:lang w:val="kl-GL"/>
        </w:rPr>
        <w:t>naleqqussarneqa</w:t>
      </w:r>
      <w:r w:rsidR="008B01BA" w:rsidRPr="00171408">
        <w:rPr>
          <w:rFonts w:ascii="Times New Roman" w:hAnsi="Times New Roman" w:cs="Times New Roman"/>
          <w:lang w:val="kl-GL"/>
        </w:rPr>
        <w:t>ssasut</w:t>
      </w:r>
      <w:r w:rsidRPr="00171408">
        <w:rPr>
          <w:rFonts w:ascii="Times New Roman" w:hAnsi="Times New Roman" w:cs="Times New Roman"/>
          <w:lang w:val="kl-GL"/>
        </w:rPr>
        <w:t>.</w:t>
      </w:r>
    </w:p>
    <w:p w14:paraId="070E3B6D" w14:textId="59ED376B" w:rsidR="008B01BA" w:rsidRPr="00171408" w:rsidRDefault="00964759" w:rsidP="00AE030D">
      <w:pPr>
        <w:suppressAutoHyphens w:val="0"/>
        <w:rPr>
          <w:rFonts w:ascii="Times New Roman" w:eastAsia="Times New Roman" w:hAnsi="Times New Roman" w:cs="Times New Roman"/>
          <w:color w:val="212529"/>
          <w:lang w:val="kl-GL" w:eastAsia="da-DK"/>
        </w:rPr>
      </w:pPr>
      <w:r w:rsidRPr="00171408">
        <w:rPr>
          <w:rFonts w:ascii="Times New Roman" w:eastAsia="Times New Roman" w:hAnsi="Times New Roman" w:cs="Times New Roman"/>
          <w:color w:val="212529"/>
          <w:lang w:val="kl-GL" w:eastAsia="da-DK"/>
        </w:rPr>
        <w:t>Taarsigassarsiat aningaasanngortinneqarnerannut naleqqersuutit aalajangersarnerannut tunngaviit nutaat pillugit siunnersuummut attuumassuteqartumik siunnersuutigineqarpoq</w:t>
      </w:r>
      <w:r w:rsidR="00452406" w:rsidRPr="00171408">
        <w:rPr>
          <w:rFonts w:ascii="Times New Roman" w:eastAsia="Times New Roman" w:hAnsi="Times New Roman" w:cs="Times New Roman"/>
          <w:color w:val="212529"/>
          <w:lang w:val="kl-GL" w:eastAsia="da-DK"/>
        </w:rPr>
        <w:t>, inuussutissarsiorsinnaanermik annaasaqarnermi taarsigassarsiat aningaasanngortinneqarnerannik kinguneqartumik, suliani</w:t>
      </w:r>
      <w:r w:rsidR="00AE030D" w:rsidRPr="00171408">
        <w:rPr>
          <w:rFonts w:ascii="Times New Roman" w:eastAsia="Times New Roman" w:hAnsi="Times New Roman" w:cs="Times New Roman"/>
          <w:color w:val="212529"/>
          <w:lang w:val="kl-GL" w:eastAsia="da-DK"/>
        </w:rPr>
        <w:t xml:space="preserve"> ajoqusertunut ingerlaavartumik taarsigassarsisitsinissaq akuerineqarsinnaasoq</w:t>
      </w:r>
      <w:r w:rsidR="008B01BA" w:rsidRPr="00171408">
        <w:rPr>
          <w:rFonts w:ascii="Times New Roman" w:eastAsia="Times New Roman" w:hAnsi="Times New Roman" w:cs="Times New Roman"/>
          <w:color w:val="212529"/>
          <w:lang w:val="kl-GL" w:eastAsia="da-DK"/>
        </w:rPr>
        <w:t>.</w:t>
      </w:r>
    </w:p>
    <w:p w14:paraId="480A78BF" w14:textId="563DEE8B" w:rsidR="008B01BA" w:rsidRPr="00171408" w:rsidRDefault="00E01879" w:rsidP="000F0413">
      <w:pPr>
        <w:suppressAutoHyphens w:val="0"/>
        <w:rPr>
          <w:rFonts w:ascii="Times New Roman" w:eastAsia="Times New Roman" w:hAnsi="Times New Roman" w:cs="Times New Roman"/>
          <w:color w:val="212529"/>
          <w:lang w:val="kl-GL" w:eastAsia="da-DK"/>
        </w:rPr>
      </w:pPr>
      <w:r w:rsidRPr="00171408">
        <w:rPr>
          <w:rFonts w:ascii="Times New Roman" w:eastAsia="Times New Roman" w:hAnsi="Times New Roman" w:cs="Times New Roman"/>
          <w:color w:val="212529"/>
          <w:lang w:val="kl-GL" w:eastAsia="da-DK"/>
        </w:rPr>
        <w:t xml:space="preserve">Taamaaliornikkut </w:t>
      </w:r>
      <w:r w:rsidR="009A5950" w:rsidRPr="00171408">
        <w:rPr>
          <w:rFonts w:ascii="Times New Roman" w:eastAsia="Times New Roman" w:hAnsi="Times New Roman" w:cs="Times New Roman"/>
          <w:color w:val="212529"/>
          <w:lang w:val="kl-GL" w:eastAsia="da-DK"/>
        </w:rPr>
        <w:t xml:space="preserve">suliani, </w:t>
      </w:r>
      <w:r w:rsidR="00BE5CFA" w:rsidRPr="00171408">
        <w:rPr>
          <w:rFonts w:ascii="Times New Roman" w:eastAsia="Times New Roman" w:hAnsi="Times New Roman" w:cs="Times New Roman"/>
          <w:color w:val="212529"/>
          <w:lang w:val="kl-GL" w:eastAsia="da-DK"/>
        </w:rPr>
        <w:t>inuussutissarsiorsinnaanermik annaasaqarnermi ingerlaavartumik taarsiigassar</w:t>
      </w:r>
      <w:r w:rsidR="009A5950" w:rsidRPr="00171408">
        <w:rPr>
          <w:rFonts w:ascii="Times New Roman" w:eastAsia="Times New Roman" w:hAnsi="Times New Roman" w:cs="Times New Roman"/>
          <w:color w:val="212529"/>
          <w:lang w:val="kl-GL" w:eastAsia="da-DK"/>
        </w:rPr>
        <w:t xml:space="preserve">sisitsinermik kinguneqartuni, sulinermi ajoqusernermik isumannaanerineq pillugu inatsimmi malittarisassanut </w:t>
      </w:r>
      <w:r w:rsidR="000F0413" w:rsidRPr="00171408">
        <w:rPr>
          <w:rFonts w:ascii="Times New Roman" w:eastAsia="Times New Roman" w:hAnsi="Times New Roman" w:cs="Times New Roman"/>
          <w:color w:val="212529"/>
          <w:lang w:val="kl-GL" w:eastAsia="da-DK"/>
        </w:rPr>
        <w:t>assingusuusoq, naapertuuttunngortitsinermik pilersitsisoqassaaq</w:t>
      </w:r>
      <w:r w:rsidR="008B01BA" w:rsidRPr="00171408">
        <w:rPr>
          <w:rFonts w:ascii="Times New Roman" w:eastAsia="Times New Roman" w:hAnsi="Times New Roman" w:cs="Times New Roman"/>
          <w:color w:val="212529"/>
          <w:lang w:val="kl-GL" w:eastAsia="da-DK"/>
        </w:rPr>
        <w:t>.</w:t>
      </w:r>
    </w:p>
    <w:p w14:paraId="54C72169" w14:textId="325CD26F" w:rsidR="008B01BA" w:rsidRPr="00171408" w:rsidRDefault="000A2F18" w:rsidP="00046319">
      <w:pPr>
        <w:suppressAutoHyphens w:val="0"/>
        <w:rPr>
          <w:rFonts w:ascii="Times New Roman" w:eastAsia="Times New Roman" w:hAnsi="Times New Roman" w:cs="Times New Roman"/>
          <w:color w:val="212529"/>
          <w:lang w:val="kl-GL" w:eastAsia="da-DK"/>
        </w:rPr>
      </w:pPr>
      <w:r w:rsidRPr="00171408">
        <w:rPr>
          <w:rFonts w:ascii="Times New Roman" w:eastAsia="Times New Roman" w:hAnsi="Times New Roman" w:cs="Times New Roman"/>
          <w:color w:val="212529"/>
          <w:lang w:val="kl-GL" w:eastAsia="da-DK"/>
        </w:rPr>
        <w:t>Inuussutissarsiornermik annaasaqarnermi ingerlaavartumik taarsigassarsianik akuersissuteqartoqarpat</w:t>
      </w:r>
      <w:r w:rsidR="00F53EBE" w:rsidRPr="00171408">
        <w:rPr>
          <w:rFonts w:ascii="Times New Roman" w:eastAsia="Times New Roman" w:hAnsi="Times New Roman" w:cs="Times New Roman"/>
          <w:color w:val="212529"/>
          <w:lang w:val="kl-GL" w:eastAsia="da-DK"/>
        </w:rPr>
        <w:t xml:space="preserve">, </w:t>
      </w:r>
      <w:r w:rsidR="00134A39" w:rsidRPr="00171408">
        <w:rPr>
          <w:rFonts w:ascii="Times New Roman" w:eastAsia="Times New Roman" w:hAnsi="Times New Roman" w:cs="Times New Roman"/>
          <w:color w:val="212529"/>
          <w:lang w:val="kl-GL" w:eastAsia="da-DK"/>
        </w:rPr>
        <w:t xml:space="preserve">piffissami </w:t>
      </w:r>
      <w:r w:rsidR="00F53EBE" w:rsidRPr="00171408">
        <w:rPr>
          <w:rFonts w:ascii="Times New Roman" w:eastAsia="Times New Roman" w:hAnsi="Times New Roman" w:cs="Times New Roman"/>
          <w:color w:val="212529"/>
          <w:lang w:val="kl-GL" w:eastAsia="da-DK"/>
        </w:rPr>
        <w:t>inuussutissarsionermik annaasaqarnerup uppernarsi</w:t>
      </w:r>
      <w:r w:rsidR="00134A39" w:rsidRPr="00171408">
        <w:rPr>
          <w:rFonts w:ascii="Times New Roman" w:eastAsia="Times New Roman" w:hAnsi="Times New Roman" w:cs="Times New Roman"/>
          <w:color w:val="212529"/>
          <w:lang w:val="kl-GL" w:eastAsia="da-DK"/>
        </w:rPr>
        <w:t xml:space="preserve">neqarfiusumi ingerlaavartumik taarsigassarsiat aallartinneqassapput. Piffissaq tamanna taarsigassarsiat pillugit aalajangiineq sioqqullugu </w:t>
      </w:r>
      <w:r w:rsidR="00046319" w:rsidRPr="00171408">
        <w:rPr>
          <w:rFonts w:ascii="Times New Roman" w:eastAsia="Times New Roman" w:hAnsi="Times New Roman" w:cs="Times New Roman"/>
          <w:color w:val="212529"/>
          <w:lang w:val="kl-GL" w:eastAsia="da-DK"/>
        </w:rPr>
        <w:t>inissisimasinnaavoq. Taamaattoq ingerlaavartumik taarsigassarsiat sillimmasiisarfimmut imaluunniit Arbejdsmarkedets Erhvervssikringimut ajoqusernerup nalunaarutigineqarneranut piffissamiit siusinnerpaamik tunniunneqarsinnaapput</w:t>
      </w:r>
      <w:r w:rsidR="008B01BA" w:rsidRPr="00171408">
        <w:rPr>
          <w:rFonts w:ascii="Times New Roman" w:eastAsia="Times New Roman" w:hAnsi="Times New Roman" w:cs="Times New Roman"/>
          <w:color w:val="212529"/>
          <w:lang w:val="kl-GL" w:eastAsia="da-DK"/>
        </w:rPr>
        <w:t>.</w:t>
      </w:r>
    </w:p>
    <w:p w14:paraId="3BF7B9B4" w14:textId="28E72D08" w:rsidR="008B01BA" w:rsidRPr="00171408" w:rsidRDefault="009414EC" w:rsidP="001477BB">
      <w:pPr>
        <w:rPr>
          <w:rFonts w:ascii="Times New Roman" w:hAnsi="Times New Roman" w:cs="Times New Roman"/>
          <w:lang w:val="kl-GL"/>
        </w:rPr>
      </w:pPr>
      <w:r w:rsidRPr="00171408">
        <w:rPr>
          <w:rFonts w:ascii="Times New Roman" w:eastAsia="Times New Roman" w:hAnsi="Times New Roman" w:cs="Times New Roman"/>
          <w:color w:val="212529"/>
          <w:lang w:val="kl-GL" w:eastAsia="da-DK"/>
        </w:rPr>
        <w:t xml:space="preserve">Suliani </w:t>
      </w:r>
      <w:r w:rsidR="00AF2666" w:rsidRPr="00171408">
        <w:rPr>
          <w:rFonts w:ascii="Times New Roman" w:eastAsia="Times New Roman" w:hAnsi="Times New Roman" w:cs="Times New Roman"/>
          <w:color w:val="212529"/>
          <w:lang w:val="kl-GL" w:eastAsia="da-DK"/>
        </w:rPr>
        <w:t>suliareqqitassanngortinneqartuni</w:t>
      </w:r>
      <w:r w:rsidR="00E71DCC" w:rsidRPr="00171408">
        <w:rPr>
          <w:rFonts w:ascii="Times New Roman" w:eastAsia="Times New Roman" w:hAnsi="Times New Roman" w:cs="Times New Roman"/>
          <w:color w:val="212529"/>
          <w:lang w:val="kl-GL" w:eastAsia="da-DK"/>
        </w:rPr>
        <w:t>,</w:t>
      </w:r>
      <w:r w:rsidR="00AF2666" w:rsidRPr="00171408">
        <w:rPr>
          <w:rFonts w:ascii="Times New Roman" w:eastAsia="Times New Roman" w:hAnsi="Times New Roman" w:cs="Times New Roman"/>
          <w:color w:val="212529"/>
          <w:lang w:val="kl-GL" w:eastAsia="da-DK"/>
        </w:rPr>
        <w:t xml:space="preserve"> </w:t>
      </w:r>
      <w:r w:rsidR="00E71DCC" w:rsidRPr="00171408">
        <w:rPr>
          <w:rFonts w:ascii="Times New Roman" w:eastAsia="Times New Roman" w:hAnsi="Times New Roman" w:cs="Times New Roman"/>
          <w:color w:val="212529"/>
          <w:lang w:val="kl-GL" w:eastAsia="da-DK"/>
        </w:rPr>
        <w:t>piffissami suliareqqitassanngortinniarlugu qinnuteqarfiusumi taarsigassarsiat siusinnerpaamik tunniunneqarsinnaapput</w:t>
      </w:r>
      <w:r w:rsidR="00B86B33" w:rsidRPr="00171408">
        <w:rPr>
          <w:rFonts w:ascii="Times New Roman" w:eastAsia="Times New Roman" w:hAnsi="Times New Roman" w:cs="Times New Roman"/>
          <w:color w:val="212529"/>
          <w:lang w:val="kl-GL" w:eastAsia="da-DK"/>
        </w:rPr>
        <w:t>. Suliani § 47 malillugu Arbejdsmarkedets Erhvervssikringip suliareqqitassanngortitsinerani, Arbejdsmarkedets Erhvervssikring</w:t>
      </w:r>
      <w:r w:rsidR="004B3829" w:rsidRPr="00171408">
        <w:rPr>
          <w:rFonts w:ascii="Times New Roman" w:eastAsia="Times New Roman" w:hAnsi="Times New Roman" w:cs="Times New Roman"/>
          <w:color w:val="212529"/>
          <w:lang w:val="kl-GL" w:eastAsia="da-DK"/>
        </w:rPr>
        <w:t>ip suliap suliareqqitassanngussanersoq pillugu aalajangiinerani piffissaq allaqqas</w:t>
      </w:r>
      <w:r w:rsidR="001477BB" w:rsidRPr="00171408">
        <w:rPr>
          <w:rFonts w:ascii="Times New Roman" w:eastAsia="Times New Roman" w:hAnsi="Times New Roman" w:cs="Times New Roman"/>
          <w:color w:val="212529"/>
          <w:lang w:val="kl-GL" w:eastAsia="da-DK"/>
        </w:rPr>
        <w:t>umiit siusinnerpaamik taarsigassarsiat tunniunneqarsinnaapput</w:t>
      </w:r>
      <w:r w:rsidR="008B01BA" w:rsidRPr="00171408">
        <w:rPr>
          <w:rFonts w:ascii="Times New Roman" w:eastAsia="Times New Roman" w:hAnsi="Times New Roman" w:cs="Times New Roman"/>
          <w:color w:val="212529"/>
          <w:lang w:val="kl-GL" w:eastAsia="da-DK"/>
        </w:rPr>
        <w:t>.</w:t>
      </w:r>
    </w:p>
    <w:p w14:paraId="79A21273" w14:textId="72C99F78" w:rsidR="00515200" w:rsidRPr="00171408" w:rsidRDefault="00CE02F1">
      <w:pPr>
        <w:rPr>
          <w:rFonts w:ascii="Times New Roman" w:hAnsi="Times New Roman"/>
          <w:lang w:val="kl-GL"/>
        </w:rPr>
      </w:pPr>
      <w:r w:rsidRPr="00171408">
        <w:rPr>
          <w:rFonts w:ascii="Times New Roman" w:hAnsi="Times New Roman" w:cs="Times New Roman"/>
          <w:lang w:val="kl-GL"/>
        </w:rPr>
        <w:t>Allannguutit s</w:t>
      </w:r>
      <w:r w:rsidRPr="00171408">
        <w:rPr>
          <w:rFonts w:ascii="Times New Roman" w:hAnsi="Times New Roman" w:cs="Times New Roman"/>
          <w:color w:val="000000"/>
          <w:lang w:val="kl-GL"/>
        </w:rPr>
        <w:t>uli</w:t>
      </w:r>
      <w:r w:rsidR="0072616A" w:rsidRPr="00171408">
        <w:rPr>
          <w:rFonts w:ascii="Times New Roman" w:hAnsi="Times New Roman" w:cs="Times New Roman"/>
          <w:color w:val="000000"/>
          <w:lang w:val="kl-GL"/>
        </w:rPr>
        <w:t>nerm</w:t>
      </w:r>
      <w:r w:rsidRPr="00171408">
        <w:rPr>
          <w:rFonts w:ascii="Times New Roman" w:hAnsi="Times New Roman" w:cs="Times New Roman"/>
          <w:color w:val="000000"/>
          <w:lang w:val="kl-GL"/>
        </w:rPr>
        <w:t>i ajoqusernermut isumannaarineq pillugu inatsimmi malittarisassanik assigiissaarissapput.</w:t>
      </w:r>
    </w:p>
    <w:p w14:paraId="59AAB57F" w14:textId="49293CCA" w:rsidR="00515200" w:rsidRPr="00171408" w:rsidRDefault="00CE02F1">
      <w:pPr>
        <w:pStyle w:val="AT-Body"/>
        <w:spacing w:line="276" w:lineRule="auto"/>
        <w:rPr>
          <w:lang w:val="kl-GL"/>
        </w:rPr>
      </w:pPr>
      <w:r w:rsidRPr="00171408">
        <w:rPr>
          <w:lang w:val="kl-GL"/>
        </w:rPr>
        <w:t xml:space="preserve">Siunnersuummi § 1, nr. </w:t>
      </w:r>
      <w:r w:rsidR="00476246" w:rsidRPr="00171408">
        <w:rPr>
          <w:lang w:val="kl-GL"/>
        </w:rPr>
        <w:t>5</w:t>
      </w:r>
      <w:r w:rsidRPr="00171408">
        <w:rPr>
          <w:lang w:val="kl-GL"/>
        </w:rPr>
        <w:t xml:space="preserve">, </w:t>
      </w:r>
      <w:r w:rsidR="00D00458" w:rsidRPr="00171408">
        <w:rPr>
          <w:lang w:val="kl-GL"/>
        </w:rPr>
        <w:t xml:space="preserve">6 aamma 9, </w:t>
      </w:r>
      <w:r w:rsidRPr="00171408">
        <w:rPr>
          <w:lang w:val="kl-GL"/>
        </w:rPr>
        <w:t>aamma oqaaseqaatit innersuussutigineqarput.</w:t>
      </w:r>
    </w:p>
    <w:p w14:paraId="05019C63" w14:textId="77777777" w:rsidR="00515200" w:rsidRPr="00171408" w:rsidRDefault="00CE02F1">
      <w:pPr>
        <w:pStyle w:val="NormalWeb"/>
        <w:spacing w:line="276" w:lineRule="auto"/>
        <w:rPr>
          <w:b/>
          <w:bCs/>
          <w:lang w:val="kl-GL"/>
        </w:rPr>
      </w:pPr>
      <w:r w:rsidRPr="00171408">
        <w:rPr>
          <w:rStyle w:val="bold1"/>
          <w:rFonts w:ascii="Times New Roman" w:hAnsi="Times New Roman" w:cs="Times New Roman"/>
          <w:b/>
          <w:bCs/>
          <w:sz w:val="22"/>
          <w:szCs w:val="22"/>
          <w:lang w:val="kl-GL"/>
        </w:rPr>
        <w:t>2.9.</w:t>
      </w:r>
      <w:r w:rsidRPr="00171408">
        <w:rPr>
          <w:rFonts w:ascii="Times New Roman" w:hAnsi="Times New Roman" w:cs="Times New Roman"/>
          <w:b/>
          <w:bCs/>
          <w:sz w:val="22"/>
          <w:szCs w:val="22"/>
          <w:lang w:val="kl-GL"/>
        </w:rPr>
        <w:t xml:space="preserve"> </w:t>
      </w:r>
      <w:r w:rsidRPr="00171408">
        <w:rPr>
          <w:rStyle w:val="bold1"/>
          <w:rFonts w:ascii="Times New Roman" w:hAnsi="Times New Roman" w:cs="Times New Roman"/>
          <w:b/>
          <w:bCs/>
          <w:sz w:val="22"/>
          <w:szCs w:val="22"/>
          <w:lang w:val="kl-GL"/>
        </w:rPr>
        <w:t>Arbejdsmarkedets Erhvervssikringip aningaasaleeriaasiinik allanngortiterineq</w:t>
      </w:r>
    </w:p>
    <w:p w14:paraId="29D92DE0" w14:textId="2B172AE4" w:rsidR="00515200" w:rsidRPr="00171408" w:rsidRDefault="00CE02F1">
      <w:pPr>
        <w:pStyle w:val="NormalWeb"/>
        <w:spacing w:line="276" w:lineRule="auto"/>
        <w:rPr>
          <w:lang w:val="kl-GL"/>
        </w:rPr>
      </w:pPr>
      <w:r w:rsidRPr="00171408">
        <w:rPr>
          <w:rStyle w:val="italic1"/>
          <w:rFonts w:ascii="Times New Roman" w:hAnsi="Times New Roman" w:cs="Times New Roman"/>
          <w:sz w:val="22"/>
          <w:szCs w:val="22"/>
          <w:lang w:val="kl-GL"/>
        </w:rPr>
        <w:t>2.9.1.</w:t>
      </w:r>
      <w:r w:rsidRPr="00171408">
        <w:rPr>
          <w:rFonts w:ascii="Times New Roman" w:hAnsi="Times New Roman" w:cs="Times New Roman"/>
          <w:sz w:val="22"/>
          <w:szCs w:val="22"/>
          <w:lang w:val="kl-GL"/>
        </w:rPr>
        <w:t xml:space="preserve"> </w:t>
      </w:r>
      <w:r w:rsidRPr="00171408">
        <w:rPr>
          <w:rStyle w:val="italic1"/>
          <w:rFonts w:ascii="Times New Roman" w:hAnsi="Times New Roman" w:cs="Times New Roman"/>
          <w:sz w:val="22"/>
          <w:szCs w:val="22"/>
          <w:lang w:val="kl-GL"/>
        </w:rPr>
        <w:t>Inatsisit atuuttut</w:t>
      </w:r>
      <w:r w:rsidRPr="00171408">
        <w:rPr>
          <w:rFonts w:ascii="Times New Roman" w:hAnsi="Times New Roman" w:cs="Times New Roman"/>
          <w:sz w:val="22"/>
          <w:szCs w:val="22"/>
          <w:lang w:val="kl-GL"/>
        </w:rPr>
        <w:br/>
        <w:t>Arbejdsmarkedets Erhvervssikringip sulin</w:t>
      </w:r>
      <w:r w:rsidR="00DB6B71" w:rsidRPr="00171408">
        <w:rPr>
          <w:rFonts w:ascii="Times New Roman" w:hAnsi="Times New Roman" w:cs="Times New Roman"/>
          <w:sz w:val="22"/>
          <w:szCs w:val="22"/>
          <w:lang w:val="kl-GL"/>
        </w:rPr>
        <w:t>erm</w:t>
      </w:r>
      <w:r w:rsidRPr="00171408">
        <w:rPr>
          <w:rFonts w:ascii="Times New Roman" w:hAnsi="Times New Roman" w:cs="Times New Roman"/>
          <w:sz w:val="22"/>
          <w:szCs w:val="22"/>
          <w:lang w:val="kl-GL"/>
        </w:rPr>
        <w:t xml:space="preserve">i ajoqusernik suliaqarneq akigititanik aningaasalersorneqarpoq, suliamut nalunaarutigineqartumut akiliutigineqartartunik, tak. </w:t>
      </w:r>
      <w:r w:rsidR="009712E3" w:rsidRPr="00171408">
        <w:rPr>
          <w:rFonts w:ascii="Times New Roman" w:hAnsi="Times New Roman" w:cs="Times New Roman"/>
          <w:sz w:val="22"/>
          <w:szCs w:val="22"/>
          <w:lang w:val="kl-GL"/>
        </w:rPr>
        <w:t>Kalaallit Nunaanni sulinermi ajoqusernermut isumannaarineq pillugu inatsi</w:t>
      </w:r>
      <w:r w:rsidRPr="00171408">
        <w:rPr>
          <w:rFonts w:ascii="Times New Roman" w:hAnsi="Times New Roman" w:cs="Times New Roman"/>
          <w:sz w:val="22"/>
          <w:szCs w:val="22"/>
          <w:lang w:val="kl-GL"/>
        </w:rPr>
        <w:t xml:space="preserve">mmi § 64, imm. 2. Akigititat ukiut tamaasa aalajangersarneqartarput </w:t>
      </w:r>
      <w:r w:rsidR="00C3269E" w:rsidRPr="00171408">
        <w:rPr>
          <w:rFonts w:ascii="Times New Roman" w:hAnsi="Times New Roman" w:cs="Times New Roman"/>
          <w:sz w:val="22"/>
          <w:szCs w:val="22"/>
          <w:lang w:val="kl-GL"/>
        </w:rPr>
        <w:t>aamma</w:t>
      </w:r>
      <w:r w:rsidRPr="00171408">
        <w:rPr>
          <w:rFonts w:ascii="Times New Roman" w:hAnsi="Times New Roman" w:cs="Times New Roman"/>
          <w:sz w:val="22"/>
          <w:szCs w:val="22"/>
          <w:lang w:val="kl-GL"/>
        </w:rPr>
        <w:t xml:space="preserve"> </w:t>
      </w:r>
      <w:r w:rsidRPr="00171408">
        <w:rPr>
          <w:rFonts w:ascii="Times New Roman" w:hAnsi="Times New Roman" w:cs="Times New Roman"/>
          <w:sz w:val="22"/>
          <w:szCs w:val="22"/>
          <w:lang w:val="kl-GL"/>
        </w:rPr>
        <w:lastRenderedPageBreak/>
        <w:t xml:space="preserve">akileqquneqartarlutik ingerlatsinermik aamma ineriartortitsinermik sulianut akiliutigigallakkatut, tak. inatsimmi § 64, imm. 4, aamma § 7, imm. 3, Arbejdsskadestyrelsenip (massakkut Arbejdsmarkedets Erhvervssikring) aamma Ankestyrelsip pisunik </w:t>
      </w:r>
      <w:r w:rsidR="009712E3" w:rsidRPr="00171408">
        <w:rPr>
          <w:rFonts w:ascii="Times New Roman" w:hAnsi="Times New Roman" w:cs="Times New Roman"/>
          <w:sz w:val="22"/>
          <w:szCs w:val="22"/>
          <w:lang w:val="kl-GL"/>
        </w:rPr>
        <w:t>Kalaallit Nunaanni sulinermi ajoqusernermut isumannaarineq pillugu inatsi</w:t>
      </w:r>
      <w:r w:rsidRPr="00171408">
        <w:rPr>
          <w:rFonts w:ascii="Times New Roman" w:hAnsi="Times New Roman" w:cs="Times New Roman"/>
          <w:sz w:val="22"/>
          <w:szCs w:val="22"/>
          <w:lang w:val="kl-GL"/>
        </w:rPr>
        <w:t>mmi ilaatinneqartunik ingerlatsineranut akiliineq pillugu nalunaarummi nr. 1655, 21. december 2010-meersumi.</w:t>
      </w:r>
    </w:p>
    <w:p w14:paraId="0BC1AECA" w14:textId="32D53057" w:rsidR="00515200" w:rsidRPr="00171408" w:rsidRDefault="00CE02F1">
      <w:pPr>
        <w:pStyle w:val="NormalWeb"/>
        <w:spacing w:line="276" w:lineRule="auto"/>
        <w:rPr>
          <w:rFonts w:ascii="Times New Roman" w:hAnsi="Times New Roman"/>
          <w:lang w:val="kl-GL"/>
        </w:rPr>
      </w:pPr>
      <w:r w:rsidRPr="00171408">
        <w:rPr>
          <w:rFonts w:ascii="Times New Roman" w:hAnsi="Times New Roman" w:cs="Times New Roman"/>
          <w:sz w:val="22"/>
          <w:szCs w:val="22"/>
          <w:lang w:val="kl-GL"/>
        </w:rPr>
        <w:t>Arbejdsmarkedets Erhvervssikringip sillimmasiisarfinni ajutoornerit pillugit sulianut aikigitinneqartut akileqqusarpai. Sillimmasiisarfiit sillimmasiissutinut akiligassat akileeqqusinermut piffissarititaasut namminneerlutik aalajangersartarpaat. Arbejdsmarkedets Erhvervssikringip sul</w:t>
      </w:r>
      <w:r w:rsidR="00455918" w:rsidRPr="00171408">
        <w:rPr>
          <w:rFonts w:ascii="Times New Roman" w:hAnsi="Times New Roman" w:cs="Times New Roman"/>
          <w:sz w:val="22"/>
          <w:szCs w:val="22"/>
          <w:lang w:val="kl-GL"/>
        </w:rPr>
        <w:t>is</w:t>
      </w:r>
      <w:r w:rsidRPr="00171408">
        <w:rPr>
          <w:rFonts w:ascii="Times New Roman" w:hAnsi="Times New Roman" w:cs="Times New Roman"/>
          <w:sz w:val="22"/>
          <w:szCs w:val="22"/>
          <w:lang w:val="kl-GL"/>
        </w:rPr>
        <w:t>itsisuni inuussutissarsiornermi nappaatit pillugit sulianut tunngatillugu nammineerluni akiliutit akileqqusarpai, tak. inatsimmi §§ 63 aamma 64, imm. 1, nr. 2.</w:t>
      </w:r>
    </w:p>
    <w:p w14:paraId="205B28A4" w14:textId="6B871957" w:rsidR="00515200" w:rsidRPr="00171408" w:rsidRDefault="00CE02F1">
      <w:pPr>
        <w:pStyle w:val="NormalWeb"/>
        <w:spacing w:line="276" w:lineRule="auto"/>
        <w:rPr>
          <w:rFonts w:ascii="Times New Roman" w:hAnsi="Times New Roman"/>
          <w:lang w:val="kl-GL"/>
        </w:rPr>
      </w:pPr>
      <w:r w:rsidRPr="00171408">
        <w:rPr>
          <w:rFonts w:ascii="Times New Roman" w:hAnsi="Times New Roman" w:cs="Times New Roman"/>
          <w:sz w:val="22"/>
          <w:szCs w:val="22"/>
          <w:lang w:val="kl-GL"/>
        </w:rPr>
        <w:t xml:space="preserve">Aningaasat, sillimmasiisarfiit ataasiakkaat tamarmik aamma sulisitsisut Arbejdsmarkedets Erhvervssikringimut akiliinikkut akilertagaat, ukiumi atuuttumi 30. september tikillugu suliat nalunaarutigineqarsimasut </w:t>
      </w:r>
      <w:r w:rsidR="00B1305A" w:rsidRPr="00171408">
        <w:rPr>
          <w:rFonts w:ascii="Times New Roman" w:hAnsi="Times New Roman" w:cs="Times New Roman"/>
          <w:sz w:val="22"/>
          <w:szCs w:val="22"/>
          <w:lang w:val="kl-GL"/>
        </w:rPr>
        <w:t xml:space="preserve">tunngavigalugit </w:t>
      </w:r>
      <w:r w:rsidRPr="00171408">
        <w:rPr>
          <w:rFonts w:ascii="Times New Roman" w:hAnsi="Times New Roman" w:cs="Times New Roman"/>
          <w:sz w:val="22"/>
          <w:szCs w:val="22"/>
          <w:lang w:val="kl-GL"/>
        </w:rPr>
        <w:t xml:space="preserve">aalajangersarneqartassapput. </w:t>
      </w:r>
      <w:r w:rsidR="00996469" w:rsidRPr="00171408">
        <w:rPr>
          <w:rFonts w:ascii="Times New Roman" w:hAnsi="Times New Roman" w:cs="Times New Roman"/>
          <w:sz w:val="22"/>
          <w:szCs w:val="22"/>
          <w:lang w:val="kl-GL"/>
        </w:rPr>
        <w:t xml:space="preserve">Aningaasat </w:t>
      </w:r>
      <w:r w:rsidRPr="00171408">
        <w:rPr>
          <w:rFonts w:ascii="Times New Roman" w:hAnsi="Times New Roman" w:cs="Times New Roman"/>
          <w:sz w:val="22"/>
          <w:szCs w:val="22"/>
          <w:lang w:val="kl-GL"/>
        </w:rPr>
        <w:t xml:space="preserve">kingusinnerpaamik ukioq taanna ulloq 31. oktober akilerneqassaaq, tak. § 5, imm. 4, Arbejdsskadestyrelsenip aamma Ankestyrelsip pisunik </w:t>
      </w:r>
      <w:r w:rsidR="009712E3" w:rsidRPr="00171408">
        <w:rPr>
          <w:rFonts w:ascii="Times New Roman" w:hAnsi="Times New Roman" w:cs="Times New Roman"/>
          <w:sz w:val="22"/>
          <w:szCs w:val="22"/>
          <w:lang w:val="kl-GL"/>
        </w:rPr>
        <w:t>Kalaallit Nunaanni sulinermi ajoqusernermut isumannaarineq pillugu inatsi</w:t>
      </w:r>
      <w:r w:rsidRPr="00171408">
        <w:rPr>
          <w:rFonts w:ascii="Times New Roman" w:hAnsi="Times New Roman" w:cs="Times New Roman"/>
          <w:sz w:val="22"/>
          <w:szCs w:val="22"/>
          <w:lang w:val="kl-GL"/>
        </w:rPr>
        <w:t>mmi ilaatinneqartunik ingerlatsineranut akiliineq pillugu nalunaarummi nr. 1655, 21. december 2010-meersumi.</w:t>
      </w:r>
    </w:p>
    <w:p w14:paraId="6432EA53" w14:textId="38F3FC25" w:rsidR="00515200" w:rsidRPr="00171408" w:rsidRDefault="00CE02F1">
      <w:pPr>
        <w:pStyle w:val="NormalWeb"/>
        <w:spacing w:line="276" w:lineRule="auto"/>
        <w:rPr>
          <w:rFonts w:ascii="Times New Roman" w:hAnsi="Times New Roman"/>
          <w:lang w:val="kl-GL"/>
        </w:rPr>
      </w:pPr>
      <w:r w:rsidRPr="00171408">
        <w:rPr>
          <w:rFonts w:ascii="Times New Roman" w:hAnsi="Times New Roman" w:cs="Times New Roman"/>
          <w:sz w:val="22"/>
          <w:szCs w:val="22"/>
          <w:lang w:val="kl-GL"/>
        </w:rPr>
        <w:t xml:space="preserve">Arbejdsmarkedets Erhvervssikringip ukiumi tulliuttumi septemberip naanerani ingerlatsinermut aamma ineriartortitsinermut suliassanut utaqqiisaagallartumik akiliineq kingornatigut </w:t>
      </w:r>
      <w:r w:rsidR="001002DE" w:rsidRPr="00171408">
        <w:rPr>
          <w:rFonts w:ascii="Times New Roman" w:hAnsi="Times New Roman" w:cs="Times New Roman"/>
          <w:sz w:val="22"/>
          <w:szCs w:val="22"/>
          <w:lang w:val="kl-GL"/>
        </w:rPr>
        <w:t>nal</w:t>
      </w:r>
      <w:r w:rsidR="00764628" w:rsidRPr="00171408">
        <w:rPr>
          <w:rFonts w:ascii="Times New Roman" w:hAnsi="Times New Roman" w:cs="Times New Roman"/>
          <w:sz w:val="22"/>
          <w:szCs w:val="22"/>
          <w:lang w:val="kl-GL"/>
        </w:rPr>
        <w:t>eqqu</w:t>
      </w:r>
      <w:r w:rsidR="001002DE" w:rsidRPr="00171408">
        <w:rPr>
          <w:rFonts w:ascii="Times New Roman" w:hAnsi="Times New Roman" w:cs="Times New Roman"/>
          <w:sz w:val="22"/>
          <w:szCs w:val="22"/>
          <w:lang w:val="kl-GL"/>
        </w:rPr>
        <w:t>ssassavaa</w:t>
      </w:r>
      <w:r w:rsidRPr="00171408">
        <w:rPr>
          <w:rFonts w:ascii="Times New Roman" w:hAnsi="Times New Roman" w:cs="Times New Roman"/>
          <w:sz w:val="22"/>
          <w:szCs w:val="22"/>
          <w:lang w:val="kl-GL"/>
        </w:rPr>
        <w:t xml:space="preserve">. Kingornatigut </w:t>
      </w:r>
      <w:r w:rsidR="00435F27" w:rsidRPr="00171408">
        <w:rPr>
          <w:rFonts w:ascii="Times New Roman" w:hAnsi="Times New Roman" w:cs="Times New Roman"/>
          <w:sz w:val="22"/>
          <w:szCs w:val="22"/>
          <w:lang w:val="kl-GL"/>
        </w:rPr>
        <w:t>nal</w:t>
      </w:r>
      <w:r w:rsidR="00764628" w:rsidRPr="00171408">
        <w:rPr>
          <w:rFonts w:ascii="Times New Roman" w:hAnsi="Times New Roman" w:cs="Times New Roman"/>
          <w:sz w:val="22"/>
          <w:szCs w:val="22"/>
          <w:lang w:val="kl-GL"/>
        </w:rPr>
        <w:t>eqqu</w:t>
      </w:r>
      <w:r w:rsidR="00435F27" w:rsidRPr="00171408">
        <w:rPr>
          <w:rFonts w:ascii="Times New Roman" w:hAnsi="Times New Roman" w:cs="Times New Roman"/>
          <w:sz w:val="22"/>
          <w:szCs w:val="22"/>
          <w:lang w:val="kl-GL"/>
        </w:rPr>
        <w:t>ssaaneq</w:t>
      </w:r>
      <w:r w:rsidRPr="00171408">
        <w:rPr>
          <w:rFonts w:ascii="Times New Roman" w:hAnsi="Times New Roman" w:cs="Times New Roman"/>
          <w:sz w:val="22"/>
          <w:szCs w:val="22"/>
          <w:lang w:val="kl-GL"/>
        </w:rPr>
        <w:t xml:space="preserve"> </w:t>
      </w:r>
      <w:r w:rsidR="00734066" w:rsidRPr="00171408">
        <w:rPr>
          <w:rFonts w:ascii="Times New Roman" w:hAnsi="Times New Roman" w:cs="Times New Roman"/>
          <w:sz w:val="22"/>
          <w:szCs w:val="22"/>
          <w:lang w:val="kl-GL"/>
        </w:rPr>
        <w:t xml:space="preserve">sillimmasiisarfinnit aamma sulisitsisunit tamanit </w:t>
      </w:r>
      <w:r w:rsidRPr="00171408">
        <w:rPr>
          <w:rFonts w:ascii="Times New Roman" w:hAnsi="Times New Roman" w:cs="Times New Roman"/>
          <w:sz w:val="22"/>
          <w:szCs w:val="22"/>
          <w:lang w:val="kl-GL"/>
        </w:rPr>
        <w:t xml:space="preserve">suliassat suliarineqarsimasut amerlassusivii aallaavigalugit ingerlanneqassaaq, akiliutinik Arbejdsmarkedets Erhvervssikringimut akiliinikkut inatsimmi § 64, imm. 1, nr. 2 malillugu, tak. § 5, imm. 5, Arbejdsskadestyrelsenip aamma Ankestyrelsip pisunik </w:t>
      </w:r>
      <w:r w:rsidR="009712E3" w:rsidRPr="00171408">
        <w:rPr>
          <w:rFonts w:ascii="Times New Roman" w:hAnsi="Times New Roman" w:cs="Times New Roman"/>
          <w:sz w:val="22"/>
          <w:szCs w:val="22"/>
          <w:lang w:val="kl-GL"/>
        </w:rPr>
        <w:t>Kalaallit Nunaanni sulinermi ajoqusernermut isumannaarineq pillugu inatsi</w:t>
      </w:r>
      <w:r w:rsidRPr="00171408">
        <w:rPr>
          <w:rFonts w:ascii="Times New Roman" w:hAnsi="Times New Roman" w:cs="Times New Roman"/>
          <w:sz w:val="22"/>
          <w:szCs w:val="22"/>
          <w:lang w:val="kl-GL"/>
        </w:rPr>
        <w:t>mmi ilaatinneqartunik ingerlatsineranut akiliineq pillugu nalunaarummi nr. 1655, 21. december 2010-meersumi.</w:t>
      </w:r>
    </w:p>
    <w:p w14:paraId="10546EB0" w14:textId="062AEDC6" w:rsidR="00515200" w:rsidRPr="00171408" w:rsidRDefault="00CE02F1">
      <w:pPr>
        <w:pStyle w:val="NormalWeb"/>
        <w:spacing w:line="276" w:lineRule="auto"/>
        <w:rPr>
          <w:rFonts w:ascii="Times New Roman" w:hAnsi="Times New Roman"/>
          <w:lang w:val="kl-GL"/>
        </w:rPr>
      </w:pPr>
      <w:r w:rsidRPr="00171408">
        <w:rPr>
          <w:rFonts w:ascii="Times New Roman" w:hAnsi="Times New Roman" w:cs="Times New Roman"/>
          <w:sz w:val="22"/>
          <w:szCs w:val="22"/>
          <w:lang w:val="kl-GL"/>
        </w:rPr>
        <w:t>Arbejdsmarkedets Erhvervssikringip pisussaaffigivaa sulin</w:t>
      </w:r>
      <w:r w:rsidR="001543A8" w:rsidRPr="00171408">
        <w:rPr>
          <w:rFonts w:ascii="Times New Roman" w:hAnsi="Times New Roman" w:cs="Times New Roman"/>
          <w:sz w:val="22"/>
          <w:szCs w:val="22"/>
          <w:lang w:val="kl-GL"/>
        </w:rPr>
        <w:t>erm</w:t>
      </w:r>
      <w:r w:rsidRPr="00171408">
        <w:rPr>
          <w:rFonts w:ascii="Times New Roman" w:hAnsi="Times New Roman" w:cs="Times New Roman"/>
          <w:sz w:val="22"/>
          <w:szCs w:val="22"/>
          <w:lang w:val="kl-GL"/>
        </w:rPr>
        <w:t xml:space="preserve">i ajoqusernerit pillugit suliani ajunngitsorsiassanut aamma taarsiissutinut aningaasartuutinut siumoortumik akiliussigallartarnissaq. Tassani akigititanut, ajunngitsorsianut aamma taarsiissutinut aningaasartuutit pineqarput. Tamanna assersuutigalugu atuuppoq aningaasartuutinut, ajutoorneq pillugu suliarinninnermut atatillugu aningaasartuutinut Arbejdsmarkedets Erhvervssikringimit akilerallakkanut, nammineq inigisami ikiortigisamut atorneqarsimasunut, pineqartup sulisitsisuata isumannaarinissamut pisussaaffeqarfiginngisaanut, tak. inatsimmi § 52 imm. 6, oqaaseqatigiit </w:t>
      </w:r>
      <w:r w:rsidR="00A14BE7" w:rsidRPr="00171408">
        <w:rPr>
          <w:rFonts w:ascii="Times New Roman" w:hAnsi="Times New Roman" w:cs="Times New Roman"/>
          <w:sz w:val="22"/>
          <w:szCs w:val="22"/>
          <w:lang w:val="kl-GL"/>
        </w:rPr>
        <w:t>siulliat</w:t>
      </w:r>
      <w:r w:rsidRPr="00171408">
        <w:rPr>
          <w:rFonts w:ascii="Times New Roman" w:hAnsi="Times New Roman" w:cs="Times New Roman"/>
          <w:sz w:val="22"/>
          <w:szCs w:val="22"/>
          <w:lang w:val="kl-GL"/>
        </w:rPr>
        <w:t>.</w:t>
      </w:r>
    </w:p>
    <w:p w14:paraId="12270512" w14:textId="40FF730D" w:rsidR="00515200" w:rsidRPr="00171408" w:rsidRDefault="00CE02F1">
      <w:pPr>
        <w:pStyle w:val="NormalWeb"/>
        <w:spacing w:line="276" w:lineRule="auto"/>
        <w:rPr>
          <w:rFonts w:ascii="Times New Roman" w:hAnsi="Times New Roman"/>
          <w:lang w:val="kl-GL"/>
        </w:rPr>
      </w:pPr>
      <w:r w:rsidRPr="00171408">
        <w:rPr>
          <w:rFonts w:ascii="Times New Roman" w:hAnsi="Times New Roman" w:cs="Times New Roman"/>
          <w:sz w:val="22"/>
          <w:szCs w:val="22"/>
          <w:lang w:val="kl-GL"/>
        </w:rPr>
        <w:t xml:space="preserve">Aningaasartuutit Arbejdsmarkedets Erhvervssikringip siumoortumik akilerallarsimasai ukiunut ataasiakkaanut agguataarneqassapput. Agguaaneq sillimmasiisarfinnik tamanik assigiisitsilluni ingerlanneqassaq, </w:t>
      </w:r>
      <w:r w:rsidR="005E0E6B" w:rsidRPr="00171408">
        <w:rPr>
          <w:rFonts w:ascii="Times New Roman" w:hAnsi="Times New Roman" w:cs="Times New Roman"/>
          <w:sz w:val="22"/>
          <w:szCs w:val="22"/>
          <w:lang w:val="kl-GL"/>
        </w:rPr>
        <w:t>sulinermi</w:t>
      </w:r>
      <w:r w:rsidRPr="00171408">
        <w:rPr>
          <w:rFonts w:ascii="Times New Roman" w:hAnsi="Times New Roman" w:cs="Times New Roman"/>
          <w:sz w:val="22"/>
          <w:szCs w:val="22"/>
          <w:lang w:val="kl-GL"/>
        </w:rPr>
        <w:t xml:space="preserve"> ajutoornermut sillimmasiinermik ingerlatsisunik, tak. inatsimmi § 52, imm. 6, oqaaseqatigiit </w:t>
      </w:r>
      <w:r w:rsidR="00A12A24" w:rsidRPr="00171408">
        <w:rPr>
          <w:rFonts w:ascii="Times New Roman" w:hAnsi="Times New Roman" w:cs="Times New Roman"/>
          <w:sz w:val="22"/>
          <w:szCs w:val="22"/>
          <w:lang w:val="kl-GL"/>
        </w:rPr>
        <w:t>aappaat</w:t>
      </w:r>
      <w:r w:rsidRPr="00171408">
        <w:rPr>
          <w:rFonts w:ascii="Times New Roman" w:hAnsi="Times New Roman" w:cs="Times New Roman"/>
          <w:sz w:val="22"/>
          <w:szCs w:val="22"/>
          <w:lang w:val="kl-GL"/>
        </w:rPr>
        <w:t xml:space="preserve">. Arbejdsmarkedets Erhvervssikringip qaammammi martsimi ukiup siuliani akilerneqarallarsimasut akileqqussavai, tak. § 4, imm. 3, sulisilluni ajoqusernermut isumannaarineq pillugu inatsit aamma sulisilluni ajoqusernerup kingunerinut isumannaarineq pillugu inatsit malillugit aningaasat Arbejdsmarkedets Erhvervssikringimit siumoortumik akilerallakkat agguataarneri aamma atorneqarneri pillugit nalunaarummi nr. 413, 24. april 2017-imeersumi, tak. inatsimmi § 52, imm. 6, oqaaseqatigiit </w:t>
      </w:r>
      <w:r w:rsidR="00A12A24" w:rsidRPr="00171408">
        <w:rPr>
          <w:rFonts w:ascii="Times New Roman" w:hAnsi="Times New Roman" w:cs="Times New Roman"/>
          <w:sz w:val="22"/>
          <w:szCs w:val="22"/>
          <w:lang w:val="kl-GL"/>
        </w:rPr>
        <w:t>pingajuat</w:t>
      </w:r>
      <w:r w:rsidRPr="00171408">
        <w:rPr>
          <w:rFonts w:ascii="Times New Roman" w:hAnsi="Times New Roman" w:cs="Times New Roman"/>
          <w:sz w:val="22"/>
          <w:szCs w:val="22"/>
          <w:lang w:val="kl-GL"/>
        </w:rPr>
        <w:t xml:space="preserve">, tak. § 4, imm. 4, oqaaseqatigiit </w:t>
      </w:r>
      <w:r w:rsidR="00A12A24" w:rsidRPr="00171408">
        <w:rPr>
          <w:rFonts w:ascii="Times New Roman" w:hAnsi="Times New Roman" w:cs="Times New Roman"/>
          <w:sz w:val="22"/>
          <w:szCs w:val="22"/>
          <w:lang w:val="kl-GL"/>
        </w:rPr>
        <w:t>aappaat</w:t>
      </w:r>
      <w:r w:rsidRPr="00171408">
        <w:rPr>
          <w:rFonts w:ascii="Times New Roman" w:hAnsi="Times New Roman" w:cs="Times New Roman"/>
          <w:sz w:val="22"/>
          <w:szCs w:val="22"/>
          <w:lang w:val="kl-GL"/>
        </w:rPr>
        <w:t xml:space="preserve">, taarsiissutit </w:t>
      </w:r>
      <w:r w:rsidR="00545D4A" w:rsidRPr="00171408">
        <w:rPr>
          <w:rFonts w:ascii="Times New Roman" w:hAnsi="Times New Roman" w:cs="Times New Roman"/>
          <w:sz w:val="22"/>
          <w:szCs w:val="22"/>
          <w:lang w:val="kl-GL"/>
        </w:rPr>
        <w:t>il.il.</w:t>
      </w:r>
      <w:r w:rsidRPr="00171408">
        <w:rPr>
          <w:rFonts w:ascii="Times New Roman" w:hAnsi="Times New Roman" w:cs="Times New Roman"/>
          <w:sz w:val="22"/>
          <w:szCs w:val="22"/>
          <w:lang w:val="kl-GL"/>
        </w:rPr>
        <w:t xml:space="preserve"> ilaannut aningaasaliineq, sulisilluni ajoqusernermut isumannaarineq pillugu inatsit aamma sulisilluni ajoqusernerup kingunerinut isumannaarineq </w:t>
      </w:r>
      <w:r w:rsidRPr="00171408">
        <w:rPr>
          <w:rFonts w:ascii="Times New Roman" w:hAnsi="Times New Roman" w:cs="Times New Roman"/>
          <w:sz w:val="22"/>
          <w:szCs w:val="22"/>
          <w:lang w:val="kl-GL"/>
        </w:rPr>
        <w:lastRenderedPageBreak/>
        <w:t>pillugu inatsit malillugit Arbejdsmarkedets Erhvervssikringimit akilerneqartut pillugit nalunaarummi nr. 645, 28. juni 2019-imeersumi.</w:t>
      </w:r>
    </w:p>
    <w:p w14:paraId="7DFA40AD" w14:textId="0CD5E8EC" w:rsidR="00515200" w:rsidRPr="00171408" w:rsidRDefault="00CE02F1">
      <w:pPr>
        <w:pStyle w:val="NormalWeb"/>
        <w:spacing w:line="276" w:lineRule="auto"/>
        <w:rPr>
          <w:rFonts w:ascii="Times New Roman" w:hAnsi="Times New Roman"/>
          <w:lang w:val="kl-GL"/>
        </w:rPr>
      </w:pPr>
      <w:r w:rsidRPr="00171408">
        <w:rPr>
          <w:rFonts w:ascii="Times New Roman" w:hAnsi="Times New Roman" w:cs="Times New Roman"/>
          <w:sz w:val="22"/>
          <w:szCs w:val="22"/>
          <w:lang w:val="kl-GL"/>
        </w:rPr>
        <w:t xml:space="preserve">Isertitat taakkua </w:t>
      </w:r>
      <w:r w:rsidR="009712E3" w:rsidRPr="00171408">
        <w:rPr>
          <w:rFonts w:ascii="Times New Roman" w:hAnsi="Times New Roman" w:cs="Times New Roman"/>
          <w:sz w:val="22"/>
          <w:szCs w:val="22"/>
          <w:lang w:val="kl-GL"/>
        </w:rPr>
        <w:t>Kalaallit Nunaanni sulinermi ajoqusernermut isumannaarineq pillugu inatsi</w:t>
      </w:r>
      <w:r w:rsidRPr="00171408">
        <w:rPr>
          <w:rFonts w:ascii="Times New Roman" w:hAnsi="Times New Roman" w:cs="Times New Roman"/>
          <w:sz w:val="22"/>
          <w:szCs w:val="22"/>
          <w:lang w:val="kl-GL"/>
        </w:rPr>
        <w:t xml:space="preserve">t malillugu Arbejdsmarkedets Erhvervssikringip akissaatigisai nalinginnaasumik aningaasartuutit missingersuutigineqartut assigissavai, soorluttaaq siulersuisut isumannaassagaat, qaqugukkulluunniit naammattunik aningaasaateqarnissaq, </w:t>
      </w:r>
      <w:r w:rsidR="009712E3" w:rsidRPr="00171408">
        <w:rPr>
          <w:rFonts w:ascii="Times New Roman" w:hAnsi="Times New Roman" w:cs="Times New Roman"/>
          <w:sz w:val="22"/>
          <w:szCs w:val="22"/>
          <w:lang w:val="kl-GL"/>
        </w:rPr>
        <w:t>Kalaallit Nunaanni sulinermi ajoqusernermut isumannaarineq pillugu inatsi</w:t>
      </w:r>
      <w:r w:rsidRPr="00171408">
        <w:rPr>
          <w:rFonts w:ascii="Times New Roman" w:hAnsi="Times New Roman" w:cs="Times New Roman"/>
          <w:sz w:val="22"/>
          <w:szCs w:val="22"/>
          <w:lang w:val="kl-GL"/>
        </w:rPr>
        <w:t>t malillugu Arbejdsmarkedets Erhvervssikringip pisussaaffimminik naammassinninnissaanut.</w:t>
      </w:r>
    </w:p>
    <w:p w14:paraId="04903572" w14:textId="0ABCD0E8" w:rsidR="00515200" w:rsidRPr="00171408" w:rsidRDefault="00CE02F1">
      <w:pPr>
        <w:pStyle w:val="NormalWeb"/>
        <w:spacing w:line="276" w:lineRule="auto"/>
        <w:rPr>
          <w:rFonts w:ascii="Times New Roman" w:hAnsi="Times New Roman"/>
          <w:lang w:val="kl-GL"/>
        </w:rPr>
      </w:pPr>
      <w:r w:rsidRPr="00171408">
        <w:rPr>
          <w:rFonts w:ascii="Times New Roman" w:hAnsi="Times New Roman" w:cs="Times New Roman"/>
          <w:sz w:val="22"/>
          <w:szCs w:val="22"/>
          <w:lang w:val="kl-GL"/>
        </w:rPr>
        <w:t xml:space="preserve">Sulianik ingerlatsinissamut imaluunniit taarsiissuteqarnissamut </w:t>
      </w:r>
      <w:r w:rsidR="00545D4A" w:rsidRPr="00171408">
        <w:rPr>
          <w:rFonts w:ascii="Times New Roman" w:hAnsi="Times New Roman" w:cs="Times New Roman"/>
          <w:sz w:val="22"/>
          <w:szCs w:val="22"/>
          <w:lang w:val="kl-GL"/>
        </w:rPr>
        <w:t>il.il.</w:t>
      </w:r>
      <w:r w:rsidRPr="00171408">
        <w:rPr>
          <w:rFonts w:ascii="Times New Roman" w:hAnsi="Times New Roman" w:cs="Times New Roman"/>
          <w:sz w:val="22"/>
          <w:szCs w:val="22"/>
          <w:lang w:val="kl-GL"/>
        </w:rPr>
        <w:t xml:space="preserve"> naatsorsuutigeriinngisanik aningaasartuuteqarpat, taakkununnga aningaasartuutinut Arbejdsmarkedets Erhvervssikringi siumoortumik akiliigallassaaq, aningaasartuutit kingorna </w:t>
      </w:r>
      <w:r w:rsidR="00F513AB" w:rsidRPr="00171408">
        <w:rPr>
          <w:rFonts w:ascii="Times New Roman" w:hAnsi="Times New Roman" w:cs="Times New Roman"/>
          <w:sz w:val="22"/>
          <w:szCs w:val="22"/>
          <w:lang w:val="kl-GL"/>
        </w:rPr>
        <w:t xml:space="preserve">naleqqussarniarlugit </w:t>
      </w:r>
      <w:r w:rsidRPr="00171408">
        <w:rPr>
          <w:rFonts w:ascii="Times New Roman" w:hAnsi="Times New Roman" w:cs="Times New Roman"/>
          <w:sz w:val="22"/>
          <w:szCs w:val="22"/>
          <w:lang w:val="kl-GL"/>
        </w:rPr>
        <w:t xml:space="preserve">sillimmasiisarfinni akileqquneqarnissaata tungaannut </w:t>
      </w:r>
      <w:r w:rsidR="00C3269E" w:rsidRPr="00171408">
        <w:rPr>
          <w:rFonts w:ascii="Times New Roman" w:hAnsi="Times New Roman" w:cs="Times New Roman"/>
          <w:sz w:val="22"/>
          <w:szCs w:val="22"/>
          <w:lang w:val="kl-GL"/>
        </w:rPr>
        <w:t>aamma</w:t>
      </w:r>
      <w:r w:rsidRPr="00171408">
        <w:rPr>
          <w:rFonts w:ascii="Times New Roman" w:hAnsi="Times New Roman" w:cs="Times New Roman"/>
          <w:sz w:val="22"/>
          <w:szCs w:val="22"/>
          <w:lang w:val="kl-GL"/>
        </w:rPr>
        <w:t xml:space="preserve"> akiliinerit, sulisitsisut Arbejdsmarkedets Erhvervssikringimut akiligaasa akileqquneqarnissaata tungaannut, tak. inatsimmi § 64, imm. 1, nr. 2. Taamaattumik aningaasaateqarnissaq pisariaqartinneqassaaq piffissamiit, </w:t>
      </w:r>
      <w:r w:rsidR="009712E3" w:rsidRPr="00171408">
        <w:rPr>
          <w:rFonts w:ascii="Times New Roman" w:hAnsi="Times New Roman" w:cs="Times New Roman"/>
          <w:sz w:val="22"/>
          <w:szCs w:val="22"/>
          <w:lang w:val="kl-GL"/>
        </w:rPr>
        <w:t>Kalaallit Nunaanni sulinermi ajoqusernermut isumannaarineq pillugu inatsi</w:t>
      </w:r>
      <w:r w:rsidRPr="00171408">
        <w:rPr>
          <w:rFonts w:ascii="Times New Roman" w:hAnsi="Times New Roman" w:cs="Times New Roman"/>
          <w:sz w:val="22"/>
          <w:szCs w:val="22"/>
          <w:lang w:val="kl-GL"/>
        </w:rPr>
        <w:t xml:space="preserve">t naapertorlugu Arbejdsmarkedets Erhvervssikringip siumoortumik aningaasartuutinut akiliigallarsimaneraniit, </w:t>
      </w:r>
      <w:r w:rsidR="00C3269E" w:rsidRPr="00171408">
        <w:rPr>
          <w:rFonts w:ascii="Times New Roman" w:hAnsi="Times New Roman" w:cs="Times New Roman"/>
          <w:sz w:val="22"/>
          <w:szCs w:val="22"/>
          <w:lang w:val="kl-GL"/>
        </w:rPr>
        <w:t>aamma</w:t>
      </w:r>
      <w:r w:rsidRPr="00171408">
        <w:rPr>
          <w:rFonts w:ascii="Times New Roman" w:hAnsi="Times New Roman" w:cs="Times New Roman"/>
          <w:sz w:val="22"/>
          <w:szCs w:val="22"/>
          <w:lang w:val="kl-GL"/>
        </w:rPr>
        <w:t xml:space="preserve"> akigititanut kiisalu taarsiissuteqarnissamut </w:t>
      </w:r>
      <w:r w:rsidR="00545D4A" w:rsidRPr="00171408">
        <w:rPr>
          <w:rFonts w:ascii="Times New Roman" w:hAnsi="Times New Roman" w:cs="Times New Roman"/>
          <w:sz w:val="22"/>
          <w:szCs w:val="22"/>
          <w:lang w:val="kl-GL"/>
        </w:rPr>
        <w:t>il.il.</w:t>
      </w:r>
      <w:r w:rsidRPr="00171408">
        <w:rPr>
          <w:rFonts w:ascii="Times New Roman" w:hAnsi="Times New Roman" w:cs="Times New Roman"/>
          <w:sz w:val="22"/>
          <w:szCs w:val="22"/>
          <w:lang w:val="kl-GL"/>
        </w:rPr>
        <w:t xml:space="preserve"> aningaasartuutinut akilerallakkat akileqquneqarnissaata tungaannut.</w:t>
      </w:r>
    </w:p>
    <w:p w14:paraId="2B5F0EFD" w14:textId="404BDDC2" w:rsidR="00515200" w:rsidRPr="00171408" w:rsidRDefault="00CE02F1">
      <w:pPr>
        <w:pStyle w:val="NormalWeb"/>
        <w:spacing w:line="276" w:lineRule="auto"/>
        <w:rPr>
          <w:lang w:val="kl-GL"/>
        </w:rPr>
      </w:pPr>
      <w:r w:rsidRPr="00171408">
        <w:rPr>
          <w:rStyle w:val="italic1"/>
          <w:rFonts w:ascii="Times New Roman" w:hAnsi="Times New Roman" w:cs="Times New Roman"/>
          <w:sz w:val="22"/>
          <w:szCs w:val="22"/>
          <w:lang w:val="kl-GL"/>
        </w:rPr>
        <w:t>2.9.2.</w:t>
      </w:r>
      <w:r w:rsidRPr="00171408">
        <w:rPr>
          <w:rFonts w:ascii="Times New Roman" w:hAnsi="Times New Roman" w:cs="Times New Roman"/>
          <w:sz w:val="22"/>
          <w:szCs w:val="22"/>
          <w:lang w:val="kl-GL"/>
        </w:rPr>
        <w:t xml:space="preserve"> </w:t>
      </w:r>
      <w:r w:rsidR="00065ED8" w:rsidRPr="00171408">
        <w:rPr>
          <w:rStyle w:val="italic1"/>
          <w:rFonts w:ascii="Times New Roman" w:hAnsi="Times New Roman" w:cs="Times New Roman"/>
          <w:sz w:val="22"/>
          <w:szCs w:val="22"/>
          <w:lang w:val="kl-GL"/>
        </w:rPr>
        <w:t>Suliassaqartitsinermut minister</w:t>
      </w:r>
      <w:r w:rsidR="00CD05C9" w:rsidRPr="00171408">
        <w:rPr>
          <w:rStyle w:val="italic1"/>
          <w:rFonts w:ascii="Times New Roman" w:hAnsi="Times New Roman" w:cs="Times New Roman"/>
          <w:sz w:val="22"/>
          <w:szCs w:val="22"/>
          <w:lang w:val="kl-GL"/>
        </w:rPr>
        <w:t xml:space="preserve">eqarfiup </w:t>
      </w:r>
      <w:r w:rsidRPr="00171408">
        <w:rPr>
          <w:rStyle w:val="italic1"/>
          <w:rFonts w:ascii="Times New Roman" w:hAnsi="Times New Roman" w:cs="Times New Roman"/>
          <w:sz w:val="22"/>
          <w:szCs w:val="22"/>
          <w:lang w:val="kl-GL"/>
        </w:rPr>
        <w:t>isumaliuutersuutai aamma aaqqissu</w:t>
      </w:r>
      <w:r w:rsidR="00FF13EC" w:rsidRPr="00171408">
        <w:rPr>
          <w:rStyle w:val="italic1"/>
          <w:rFonts w:ascii="Times New Roman" w:hAnsi="Times New Roman" w:cs="Times New Roman"/>
          <w:sz w:val="22"/>
          <w:szCs w:val="22"/>
          <w:lang w:val="kl-GL"/>
        </w:rPr>
        <w:t>u</w:t>
      </w:r>
      <w:r w:rsidRPr="00171408">
        <w:rPr>
          <w:rStyle w:val="italic1"/>
          <w:rFonts w:ascii="Times New Roman" w:hAnsi="Times New Roman" w:cs="Times New Roman"/>
          <w:sz w:val="22"/>
          <w:szCs w:val="22"/>
          <w:lang w:val="kl-GL"/>
        </w:rPr>
        <w:t>ssineq siunnersuutigineqartoq</w:t>
      </w:r>
      <w:r w:rsidRPr="00171408">
        <w:rPr>
          <w:rFonts w:ascii="Times New Roman" w:hAnsi="Times New Roman" w:cs="Times New Roman"/>
          <w:sz w:val="22"/>
          <w:szCs w:val="22"/>
          <w:lang w:val="kl-GL"/>
        </w:rPr>
        <w:br/>
        <w:t xml:space="preserve">Taarsissutinut </w:t>
      </w:r>
      <w:r w:rsidR="00545D4A" w:rsidRPr="00171408">
        <w:rPr>
          <w:rFonts w:ascii="Times New Roman" w:hAnsi="Times New Roman" w:cs="Times New Roman"/>
          <w:sz w:val="22"/>
          <w:szCs w:val="22"/>
          <w:lang w:val="kl-GL"/>
        </w:rPr>
        <w:t>il.il.</w:t>
      </w:r>
      <w:r w:rsidRPr="00171408">
        <w:rPr>
          <w:rFonts w:ascii="Times New Roman" w:hAnsi="Times New Roman" w:cs="Times New Roman"/>
          <w:sz w:val="22"/>
          <w:szCs w:val="22"/>
          <w:lang w:val="kl-GL"/>
        </w:rPr>
        <w:t xml:space="preserve"> akigititanut aamma akiliigallarnernut tunngatillugu aaqqissuussineq kinguneqarpoq, Arbejdsmarkedets Erhvervssikringip </w:t>
      </w:r>
      <w:r w:rsidR="008A61D0" w:rsidRPr="00171408">
        <w:rPr>
          <w:rFonts w:ascii="Times New Roman" w:hAnsi="Times New Roman" w:cs="Times New Roman"/>
          <w:sz w:val="22"/>
          <w:szCs w:val="22"/>
          <w:lang w:val="kl-GL"/>
        </w:rPr>
        <w:t xml:space="preserve">ukioq </w:t>
      </w:r>
      <w:r w:rsidRPr="00171408">
        <w:rPr>
          <w:rFonts w:ascii="Times New Roman" w:hAnsi="Times New Roman" w:cs="Times New Roman"/>
          <w:sz w:val="22"/>
          <w:szCs w:val="22"/>
          <w:lang w:val="kl-GL"/>
        </w:rPr>
        <w:t>ataa</w:t>
      </w:r>
      <w:r w:rsidR="008A61D0" w:rsidRPr="00171408">
        <w:rPr>
          <w:rFonts w:ascii="Times New Roman" w:hAnsi="Times New Roman" w:cs="Times New Roman"/>
          <w:sz w:val="22"/>
          <w:szCs w:val="22"/>
          <w:lang w:val="kl-GL"/>
        </w:rPr>
        <w:t>seq</w:t>
      </w:r>
      <w:r w:rsidRPr="00171408">
        <w:rPr>
          <w:rFonts w:ascii="Times New Roman" w:hAnsi="Times New Roman" w:cs="Times New Roman"/>
          <w:sz w:val="22"/>
          <w:szCs w:val="22"/>
          <w:lang w:val="kl-GL"/>
        </w:rPr>
        <w:t xml:space="preserve"> </w:t>
      </w:r>
      <w:r w:rsidR="008A61D0" w:rsidRPr="00171408">
        <w:rPr>
          <w:rFonts w:ascii="Times New Roman" w:hAnsi="Times New Roman" w:cs="Times New Roman"/>
          <w:sz w:val="22"/>
          <w:szCs w:val="22"/>
          <w:lang w:val="kl-GL"/>
        </w:rPr>
        <w:t xml:space="preserve">sinnerlugu </w:t>
      </w:r>
      <w:r w:rsidRPr="00171408">
        <w:rPr>
          <w:rFonts w:ascii="Times New Roman" w:hAnsi="Times New Roman" w:cs="Times New Roman"/>
          <w:sz w:val="22"/>
          <w:szCs w:val="22"/>
          <w:lang w:val="kl-GL"/>
        </w:rPr>
        <w:t>aningaasartuu</w:t>
      </w:r>
      <w:r w:rsidR="008A61D0" w:rsidRPr="00171408">
        <w:rPr>
          <w:rFonts w:ascii="Times New Roman" w:hAnsi="Times New Roman" w:cs="Times New Roman"/>
          <w:sz w:val="22"/>
          <w:szCs w:val="22"/>
          <w:lang w:val="kl-GL"/>
        </w:rPr>
        <w:t>t</w:t>
      </w:r>
      <w:r w:rsidRPr="00171408">
        <w:rPr>
          <w:rFonts w:ascii="Times New Roman" w:hAnsi="Times New Roman" w:cs="Times New Roman"/>
          <w:sz w:val="22"/>
          <w:szCs w:val="22"/>
          <w:lang w:val="kl-GL"/>
        </w:rPr>
        <w:t xml:space="preserve">inut </w:t>
      </w:r>
      <w:r w:rsidR="008A61D0" w:rsidRPr="00171408">
        <w:rPr>
          <w:rFonts w:ascii="Times New Roman" w:hAnsi="Times New Roman" w:cs="Times New Roman"/>
          <w:sz w:val="22"/>
          <w:szCs w:val="22"/>
          <w:lang w:val="kl-GL"/>
        </w:rPr>
        <w:t>akiliigallartarnissaa</w:t>
      </w:r>
      <w:r w:rsidRPr="00171408">
        <w:rPr>
          <w:rFonts w:ascii="Times New Roman" w:hAnsi="Times New Roman" w:cs="Times New Roman"/>
          <w:sz w:val="22"/>
          <w:szCs w:val="22"/>
          <w:lang w:val="kl-GL"/>
        </w:rPr>
        <w:t xml:space="preserve">. Taamalilluni aaqqissuussinerup </w:t>
      </w:r>
      <w:r w:rsidR="00D35D54" w:rsidRPr="00171408">
        <w:rPr>
          <w:rFonts w:ascii="Times New Roman" w:hAnsi="Times New Roman" w:cs="Times New Roman"/>
          <w:sz w:val="22"/>
          <w:szCs w:val="22"/>
          <w:lang w:val="kl-GL"/>
        </w:rPr>
        <w:t>kingunerigivaa</w:t>
      </w:r>
      <w:r w:rsidRPr="00171408">
        <w:rPr>
          <w:rFonts w:ascii="Times New Roman" w:hAnsi="Times New Roman" w:cs="Times New Roman"/>
          <w:sz w:val="22"/>
          <w:szCs w:val="22"/>
          <w:lang w:val="kl-GL"/>
        </w:rPr>
        <w:t>, Arbejdsmarkedets Erhvervssikringip aningaasanut tigoriaannarnut tunngatillugu unammilligassaqarnera.</w:t>
      </w:r>
    </w:p>
    <w:p w14:paraId="78CEB8B4" w14:textId="0F849F98" w:rsidR="00515200" w:rsidRPr="00171408" w:rsidRDefault="00065ED8">
      <w:pPr>
        <w:pStyle w:val="NormalWeb"/>
        <w:spacing w:line="276" w:lineRule="auto"/>
        <w:rPr>
          <w:rFonts w:ascii="Times New Roman" w:hAnsi="Times New Roman"/>
          <w:lang w:val="kl-GL"/>
        </w:rPr>
      </w:pPr>
      <w:r w:rsidRPr="00171408">
        <w:rPr>
          <w:rFonts w:ascii="Times New Roman" w:hAnsi="Times New Roman" w:cs="Times New Roman"/>
          <w:sz w:val="22"/>
          <w:szCs w:val="22"/>
          <w:lang w:val="kl-GL"/>
        </w:rPr>
        <w:t>Suliassaqartitsinermut minister</w:t>
      </w:r>
      <w:r w:rsidR="00425ADE" w:rsidRPr="00171408">
        <w:rPr>
          <w:rFonts w:ascii="Times New Roman" w:hAnsi="Times New Roman" w:cs="Times New Roman"/>
          <w:sz w:val="22"/>
          <w:szCs w:val="22"/>
          <w:lang w:val="kl-GL"/>
        </w:rPr>
        <w:t>eqarfiup</w:t>
      </w:r>
      <w:r w:rsidR="00CE02F1" w:rsidRPr="00171408">
        <w:rPr>
          <w:rFonts w:ascii="Times New Roman" w:hAnsi="Times New Roman" w:cs="Times New Roman"/>
          <w:sz w:val="22"/>
          <w:szCs w:val="22"/>
          <w:lang w:val="kl-GL"/>
        </w:rPr>
        <w:t xml:space="preserve"> aamma Namminersorlutik Oqartussat nalilerpaat, pisariaqartoq Arbejdsmarkedets Erhvervssikringi Kalaallit Nunaanni taarsiissutinut </w:t>
      </w:r>
      <w:r w:rsidR="00545D4A" w:rsidRPr="00171408">
        <w:rPr>
          <w:rFonts w:ascii="Times New Roman" w:hAnsi="Times New Roman" w:cs="Times New Roman"/>
          <w:sz w:val="22"/>
          <w:szCs w:val="22"/>
          <w:lang w:val="kl-GL"/>
        </w:rPr>
        <w:t>il.il.</w:t>
      </w:r>
      <w:r w:rsidR="00CE02F1" w:rsidRPr="00171408">
        <w:rPr>
          <w:rFonts w:ascii="Times New Roman" w:hAnsi="Times New Roman" w:cs="Times New Roman"/>
          <w:sz w:val="22"/>
          <w:szCs w:val="22"/>
          <w:lang w:val="kl-GL"/>
        </w:rPr>
        <w:t xml:space="preserve"> akigititanik aamma akilerallakkanik akileeqqusisarnissaanik</w:t>
      </w:r>
      <w:r w:rsidR="00435BD5" w:rsidRPr="00171408">
        <w:rPr>
          <w:rFonts w:ascii="Times New Roman" w:hAnsi="Times New Roman" w:cs="Times New Roman"/>
          <w:sz w:val="22"/>
          <w:szCs w:val="22"/>
          <w:lang w:val="kl-GL"/>
        </w:rPr>
        <w:t xml:space="preserve"> periarfississallugu</w:t>
      </w:r>
      <w:r w:rsidR="00CE02F1" w:rsidRPr="00171408">
        <w:rPr>
          <w:rFonts w:ascii="Times New Roman" w:hAnsi="Times New Roman" w:cs="Times New Roman"/>
          <w:sz w:val="22"/>
          <w:szCs w:val="22"/>
          <w:lang w:val="kl-GL"/>
        </w:rPr>
        <w:t xml:space="preserve">, </w:t>
      </w:r>
      <w:r w:rsidR="00425ADE" w:rsidRPr="00171408">
        <w:rPr>
          <w:rFonts w:ascii="Times New Roman" w:hAnsi="Times New Roman" w:cs="Times New Roman"/>
          <w:sz w:val="22"/>
          <w:szCs w:val="22"/>
          <w:lang w:val="kl-GL"/>
        </w:rPr>
        <w:t>Arbejdsmarkedets Erhvervssikringip aalaakkaanerusumik akiliisinnaassuseqarnissaanik</w:t>
      </w:r>
      <w:r w:rsidR="00425ADE" w:rsidRPr="00171408" w:rsidDel="00425ADE">
        <w:rPr>
          <w:rFonts w:ascii="Times New Roman" w:hAnsi="Times New Roman" w:cs="Times New Roman"/>
          <w:sz w:val="22"/>
          <w:szCs w:val="22"/>
          <w:lang w:val="kl-GL"/>
        </w:rPr>
        <w:t xml:space="preserve"> </w:t>
      </w:r>
      <w:r w:rsidR="00425ADE" w:rsidRPr="00171408">
        <w:rPr>
          <w:rFonts w:ascii="Times New Roman" w:hAnsi="Times New Roman" w:cs="Times New Roman"/>
          <w:sz w:val="22"/>
          <w:szCs w:val="22"/>
          <w:lang w:val="kl-GL"/>
        </w:rPr>
        <w:t>qulakkeerinnittumik</w:t>
      </w:r>
      <w:r w:rsidR="00CE02F1" w:rsidRPr="00171408">
        <w:rPr>
          <w:rFonts w:ascii="Times New Roman" w:hAnsi="Times New Roman" w:cs="Times New Roman"/>
          <w:sz w:val="22"/>
          <w:szCs w:val="22"/>
          <w:lang w:val="kl-GL"/>
        </w:rPr>
        <w:t>.</w:t>
      </w:r>
    </w:p>
    <w:p w14:paraId="2D90C575" w14:textId="762BD601" w:rsidR="00515200" w:rsidRPr="00171408" w:rsidRDefault="00CE02F1">
      <w:pPr>
        <w:pStyle w:val="NormalWeb"/>
        <w:spacing w:line="276" w:lineRule="auto"/>
        <w:rPr>
          <w:rFonts w:ascii="Times New Roman" w:hAnsi="Times New Roman"/>
          <w:lang w:val="kl-GL"/>
        </w:rPr>
      </w:pPr>
      <w:r w:rsidRPr="00171408">
        <w:rPr>
          <w:rFonts w:ascii="Times New Roman" w:hAnsi="Times New Roman" w:cs="Times New Roman"/>
          <w:sz w:val="22"/>
          <w:szCs w:val="22"/>
          <w:lang w:val="kl-GL"/>
        </w:rPr>
        <w:t>Taamaattumik siunnersuutigineqarpoq, Arbejdsmarkedets Erhvervssikringip akigitinneqartunik ukiup siulliup (ukioq 1) aallartinnerani suliat Arbejdsmarkedets Erhvervssikringimut nalunaarutigineqarfian</w:t>
      </w:r>
      <w:r w:rsidR="008A7B2E" w:rsidRPr="00171408">
        <w:rPr>
          <w:rFonts w:ascii="Times New Roman" w:hAnsi="Times New Roman" w:cs="Times New Roman"/>
          <w:sz w:val="22"/>
          <w:szCs w:val="22"/>
          <w:lang w:val="kl-GL"/>
        </w:rPr>
        <w:t>n</w:t>
      </w:r>
      <w:r w:rsidRPr="00171408">
        <w:rPr>
          <w:rFonts w:ascii="Times New Roman" w:hAnsi="Times New Roman" w:cs="Times New Roman"/>
          <w:sz w:val="22"/>
          <w:szCs w:val="22"/>
          <w:lang w:val="kl-GL"/>
        </w:rPr>
        <w:t xml:space="preserve">i siumoortumik akileeqqusisarnissaanut tunngavimmik pilersitsinissaq. Arbejdsmarkedets Erhvervssikringip ukiup tulliuttup aallartinnerani (ukioq 2) aningaasat sillimmasiisarfinniit ataasiakkaaniit akileqquneqartut </w:t>
      </w:r>
      <w:r w:rsidR="008A7B2E" w:rsidRPr="00171408">
        <w:rPr>
          <w:rFonts w:ascii="Times New Roman" w:hAnsi="Times New Roman" w:cs="Times New Roman"/>
          <w:sz w:val="22"/>
          <w:szCs w:val="22"/>
          <w:lang w:val="kl-GL"/>
        </w:rPr>
        <w:t>nal</w:t>
      </w:r>
      <w:r w:rsidR="009D7B4C" w:rsidRPr="00171408">
        <w:rPr>
          <w:rFonts w:ascii="Times New Roman" w:hAnsi="Times New Roman" w:cs="Times New Roman"/>
          <w:sz w:val="22"/>
          <w:szCs w:val="22"/>
          <w:lang w:val="kl-GL"/>
        </w:rPr>
        <w:t>eqqu</w:t>
      </w:r>
      <w:r w:rsidR="008A7B2E" w:rsidRPr="00171408">
        <w:rPr>
          <w:rFonts w:ascii="Times New Roman" w:hAnsi="Times New Roman" w:cs="Times New Roman"/>
          <w:sz w:val="22"/>
          <w:szCs w:val="22"/>
          <w:lang w:val="kl-GL"/>
        </w:rPr>
        <w:t>ssarsinnaavai</w:t>
      </w:r>
      <w:r w:rsidRPr="00171408">
        <w:rPr>
          <w:rFonts w:ascii="Times New Roman" w:hAnsi="Times New Roman" w:cs="Times New Roman"/>
          <w:sz w:val="22"/>
          <w:szCs w:val="22"/>
          <w:lang w:val="kl-GL"/>
        </w:rPr>
        <w:t>, ukiumi 1-imi suliat nalunaarutigineqarsimasut amerlassusivii tunngavigalugit.</w:t>
      </w:r>
    </w:p>
    <w:p w14:paraId="25F3DAEB" w14:textId="5F8F9387" w:rsidR="00515200" w:rsidRPr="00171408" w:rsidRDefault="00CE02F1">
      <w:pPr>
        <w:pStyle w:val="NormalWeb"/>
        <w:spacing w:line="276" w:lineRule="auto"/>
        <w:rPr>
          <w:rFonts w:ascii="Times New Roman" w:hAnsi="Times New Roman"/>
          <w:lang w:val="kl-GL"/>
        </w:rPr>
      </w:pPr>
      <w:r w:rsidRPr="00171408">
        <w:rPr>
          <w:rFonts w:ascii="Times New Roman" w:hAnsi="Times New Roman" w:cs="Times New Roman"/>
          <w:sz w:val="22"/>
          <w:szCs w:val="22"/>
          <w:lang w:val="kl-GL"/>
        </w:rPr>
        <w:t>Piumasaqaatigineqarpoq, akigitinneqartunik akileeqqusinerup annertussusaa ukiup 1-ip aallartinneraniit sulin</w:t>
      </w:r>
      <w:r w:rsidR="00706D96" w:rsidRPr="00171408">
        <w:rPr>
          <w:rFonts w:ascii="Times New Roman" w:hAnsi="Times New Roman" w:cs="Times New Roman"/>
          <w:sz w:val="22"/>
          <w:szCs w:val="22"/>
          <w:lang w:val="kl-GL"/>
        </w:rPr>
        <w:t>erm</w:t>
      </w:r>
      <w:r w:rsidRPr="00171408">
        <w:rPr>
          <w:rFonts w:ascii="Times New Roman" w:hAnsi="Times New Roman" w:cs="Times New Roman"/>
          <w:sz w:val="22"/>
          <w:szCs w:val="22"/>
          <w:lang w:val="kl-GL"/>
        </w:rPr>
        <w:t xml:space="preserve">i ajutoornerit aamma inuussutissarsiornermi nappaatit nalunaarutigineqartussatut amerlassusissaattut naatsorsuutigineqartunik missingiussineq piviusorsiortoq </w:t>
      </w:r>
      <w:r w:rsidR="00314371" w:rsidRPr="00171408">
        <w:rPr>
          <w:rFonts w:ascii="Times New Roman" w:hAnsi="Times New Roman" w:cs="Times New Roman"/>
          <w:sz w:val="22"/>
          <w:szCs w:val="22"/>
          <w:lang w:val="kl-GL"/>
        </w:rPr>
        <w:t xml:space="preserve">tunngavigalugu </w:t>
      </w:r>
      <w:r w:rsidRPr="00171408">
        <w:rPr>
          <w:rFonts w:ascii="Times New Roman" w:hAnsi="Times New Roman" w:cs="Times New Roman"/>
          <w:sz w:val="22"/>
          <w:szCs w:val="22"/>
          <w:lang w:val="kl-GL"/>
        </w:rPr>
        <w:t>annertussusilerneqartassasoq. Sillimmasiisarfinniit aamma sulisitsisuniit akigititanik annertuallaartumik imaluunniit annikippallaartumik Arbejdsmarkedets Erhvervssikringimut akiliine</w:t>
      </w:r>
      <w:r w:rsidR="00261FAA" w:rsidRPr="00171408">
        <w:rPr>
          <w:rFonts w:ascii="Times New Roman" w:hAnsi="Times New Roman" w:cs="Times New Roman"/>
          <w:sz w:val="22"/>
          <w:szCs w:val="22"/>
          <w:lang w:val="kl-GL"/>
        </w:rPr>
        <w:t>rup</w:t>
      </w:r>
      <w:r w:rsidRPr="00171408">
        <w:rPr>
          <w:rFonts w:ascii="Times New Roman" w:hAnsi="Times New Roman" w:cs="Times New Roman"/>
          <w:sz w:val="22"/>
          <w:szCs w:val="22"/>
          <w:lang w:val="kl-GL"/>
        </w:rPr>
        <w:t xml:space="preserve"> kingorna ukiumoortumik </w:t>
      </w:r>
      <w:r w:rsidR="00261FAA" w:rsidRPr="00171408">
        <w:rPr>
          <w:rFonts w:ascii="Times New Roman" w:hAnsi="Times New Roman" w:cs="Times New Roman"/>
          <w:sz w:val="22"/>
          <w:szCs w:val="22"/>
          <w:lang w:val="kl-GL"/>
        </w:rPr>
        <w:t>nal</w:t>
      </w:r>
      <w:r w:rsidR="004F2478" w:rsidRPr="00171408">
        <w:rPr>
          <w:rFonts w:ascii="Times New Roman" w:hAnsi="Times New Roman" w:cs="Times New Roman"/>
          <w:sz w:val="22"/>
          <w:szCs w:val="22"/>
          <w:lang w:val="kl-GL"/>
        </w:rPr>
        <w:t>eqqu</w:t>
      </w:r>
      <w:r w:rsidR="00261FAA" w:rsidRPr="00171408">
        <w:rPr>
          <w:rFonts w:ascii="Times New Roman" w:hAnsi="Times New Roman" w:cs="Times New Roman"/>
          <w:sz w:val="22"/>
          <w:szCs w:val="22"/>
          <w:lang w:val="kl-GL"/>
        </w:rPr>
        <w:t>ssarneqartartoq</w:t>
      </w:r>
      <w:r w:rsidRPr="00171408">
        <w:rPr>
          <w:rFonts w:ascii="Times New Roman" w:hAnsi="Times New Roman" w:cs="Times New Roman"/>
          <w:sz w:val="22"/>
          <w:szCs w:val="22"/>
          <w:lang w:val="kl-GL"/>
        </w:rPr>
        <w:t>, tak. § 64, imm. 1, nr. 2, ukiup 2-p aallartinnerani ingerlanneqassaaq.</w:t>
      </w:r>
    </w:p>
    <w:p w14:paraId="172232CE" w14:textId="2A4ECA64" w:rsidR="00515200" w:rsidRPr="00171408" w:rsidRDefault="00CE02F1">
      <w:pPr>
        <w:pStyle w:val="NormalWeb"/>
        <w:spacing w:line="276" w:lineRule="auto"/>
        <w:rPr>
          <w:rFonts w:ascii="Times New Roman" w:hAnsi="Times New Roman"/>
          <w:lang w:val="kl-GL"/>
        </w:rPr>
      </w:pPr>
      <w:r w:rsidRPr="00171408">
        <w:rPr>
          <w:rFonts w:ascii="Times New Roman" w:hAnsi="Times New Roman" w:cs="Times New Roman"/>
          <w:sz w:val="22"/>
          <w:szCs w:val="22"/>
          <w:lang w:val="kl-GL"/>
        </w:rPr>
        <w:t xml:space="preserve">Taamaaqataanik siunnersuutigineqarpoq, aningaasartuutissatut naatsorsuutigineqartunik piviusorsiortumik missingiussineq tunngavigalugu, Arbejdsmarkedets Erhvervssikringip taarsiissutissatut </w:t>
      </w:r>
      <w:r w:rsidRPr="00171408">
        <w:rPr>
          <w:rFonts w:ascii="Times New Roman" w:hAnsi="Times New Roman" w:cs="Times New Roman"/>
          <w:sz w:val="22"/>
          <w:szCs w:val="22"/>
          <w:lang w:val="kl-GL"/>
        </w:rPr>
        <w:lastRenderedPageBreak/>
        <w:t>akiliutigineqarallarsimasunik ukiup 1-</w:t>
      </w:r>
      <w:r w:rsidR="00A9453F" w:rsidRPr="00171408">
        <w:rPr>
          <w:rFonts w:ascii="Times New Roman" w:hAnsi="Times New Roman" w:cs="Times New Roman"/>
          <w:sz w:val="22"/>
          <w:szCs w:val="22"/>
          <w:lang w:val="kl-GL"/>
        </w:rPr>
        <w:t xml:space="preserve">ip aallartinnerani </w:t>
      </w:r>
      <w:r w:rsidRPr="00171408">
        <w:rPr>
          <w:rFonts w:ascii="Times New Roman" w:hAnsi="Times New Roman" w:cs="Times New Roman"/>
          <w:sz w:val="22"/>
          <w:szCs w:val="22"/>
          <w:lang w:val="kl-GL"/>
        </w:rPr>
        <w:t xml:space="preserve">siumoortumik akileeqqusisinnaaneranut tunngavimmik pilersitsinissaq. Sillimmasiisarfinniit aamma sulisitsisuniit ataasiakkaaniit, Arbejdsmarkedets Erhvervssikringimut akiliisartuniit, akileqquneqartunik ukiumoortumik kingorna </w:t>
      </w:r>
      <w:r w:rsidR="00A9453F" w:rsidRPr="00171408">
        <w:rPr>
          <w:rFonts w:ascii="Times New Roman" w:hAnsi="Times New Roman" w:cs="Times New Roman"/>
          <w:sz w:val="22"/>
          <w:szCs w:val="22"/>
          <w:lang w:val="kl-GL"/>
        </w:rPr>
        <w:t>nal</w:t>
      </w:r>
      <w:r w:rsidR="004F2478" w:rsidRPr="00171408">
        <w:rPr>
          <w:rFonts w:ascii="Times New Roman" w:hAnsi="Times New Roman" w:cs="Times New Roman"/>
          <w:sz w:val="22"/>
          <w:szCs w:val="22"/>
          <w:lang w:val="kl-GL"/>
        </w:rPr>
        <w:t>eqqu</w:t>
      </w:r>
      <w:r w:rsidR="00A9453F" w:rsidRPr="00171408">
        <w:rPr>
          <w:rFonts w:ascii="Times New Roman" w:hAnsi="Times New Roman" w:cs="Times New Roman"/>
          <w:sz w:val="22"/>
          <w:szCs w:val="22"/>
          <w:lang w:val="kl-GL"/>
        </w:rPr>
        <w:t>ssaaneq</w:t>
      </w:r>
      <w:r w:rsidRPr="00171408">
        <w:rPr>
          <w:rFonts w:ascii="Times New Roman" w:hAnsi="Times New Roman" w:cs="Times New Roman"/>
          <w:sz w:val="22"/>
          <w:szCs w:val="22"/>
          <w:lang w:val="kl-GL"/>
        </w:rPr>
        <w:t xml:space="preserve">, tak. § 64, imm. 1, nr. 2, ukiup 2-p aallartinnerani ingerlanneqassaaq. Taarsiissutissanut </w:t>
      </w:r>
      <w:r w:rsidR="00545D4A" w:rsidRPr="00171408">
        <w:rPr>
          <w:rFonts w:ascii="Times New Roman" w:hAnsi="Times New Roman" w:cs="Times New Roman"/>
          <w:sz w:val="22"/>
          <w:szCs w:val="22"/>
          <w:lang w:val="kl-GL"/>
        </w:rPr>
        <w:t>il.il.</w:t>
      </w:r>
      <w:r w:rsidRPr="00171408">
        <w:rPr>
          <w:rFonts w:ascii="Times New Roman" w:hAnsi="Times New Roman" w:cs="Times New Roman"/>
          <w:sz w:val="22"/>
          <w:szCs w:val="22"/>
          <w:lang w:val="kl-GL"/>
        </w:rPr>
        <w:t xml:space="preserve"> akiliinermik siuartitsineq, Arbejdsmarkedets Erhvervssikringip akilerallarsimasaanik, malittarisassat atuuttut malillugit </w:t>
      </w:r>
      <w:r w:rsidR="00541A8F" w:rsidRPr="00171408">
        <w:rPr>
          <w:rFonts w:ascii="Times New Roman" w:hAnsi="Times New Roman" w:cs="Times New Roman"/>
          <w:sz w:val="22"/>
          <w:szCs w:val="22"/>
          <w:lang w:val="kl-GL"/>
        </w:rPr>
        <w:t xml:space="preserve">nammaqatigiittumik </w:t>
      </w:r>
      <w:r w:rsidRPr="00171408">
        <w:rPr>
          <w:rFonts w:ascii="Times New Roman" w:hAnsi="Times New Roman" w:cs="Times New Roman"/>
          <w:sz w:val="22"/>
          <w:szCs w:val="22"/>
          <w:lang w:val="kl-GL"/>
        </w:rPr>
        <w:t xml:space="preserve">sillimmasiisarfinniit attuumassuteqartuniit aningaasalersorneqassapput, </w:t>
      </w:r>
      <w:r w:rsidR="00C3269E" w:rsidRPr="00171408">
        <w:rPr>
          <w:rFonts w:ascii="Times New Roman" w:hAnsi="Times New Roman" w:cs="Times New Roman"/>
          <w:sz w:val="22"/>
          <w:szCs w:val="22"/>
          <w:lang w:val="kl-GL"/>
        </w:rPr>
        <w:t>aamma</w:t>
      </w:r>
      <w:r w:rsidRPr="00171408">
        <w:rPr>
          <w:rFonts w:ascii="Times New Roman" w:hAnsi="Times New Roman" w:cs="Times New Roman"/>
          <w:sz w:val="22"/>
          <w:szCs w:val="22"/>
          <w:lang w:val="kl-GL"/>
        </w:rPr>
        <w:t xml:space="preserve"> akileeqqusineq ullumikkut pissaaq qaammatisiutit ukiuanni tulliuttumi.</w:t>
      </w:r>
    </w:p>
    <w:p w14:paraId="1603BC9D" w14:textId="7612C243" w:rsidR="00515200" w:rsidRPr="00171408" w:rsidRDefault="00CE02F1">
      <w:pPr>
        <w:pStyle w:val="NormalWeb"/>
        <w:spacing w:line="276" w:lineRule="auto"/>
        <w:rPr>
          <w:rFonts w:ascii="Times New Roman" w:hAnsi="Times New Roman"/>
          <w:lang w:val="kl-GL"/>
        </w:rPr>
      </w:pPr>
      <w:r w:rsidRPr="00171408">
        <w:rPr>
          <w:rFonts w:ascii="Times New Roman" w:hAnsi="Times New Roman" w:cs="Times New Roman"/>
          <w:sz w:val="22"/>
          <w:szCs w:val="22"/>
          <w:lang w:val="kl-GL"/>
        </w:rPr>
        <w:t xml:space="preserve">Allannguutit kingunerissavaat, Arbejdsmarkedets Erhvervssikringip </w:t>
      </w:r>
      <w:r w:rsidR="00DD6EBB" w:rsidRPr="00171408">
        <w:rPr>
          <w:rFonts w:ascii="Times New Roman" w:hAnsi="Times New Roman" w:cs="Times New Roman"/>
          <w:sz w:val="22"/>
          <w:szCs w:val="22"/>
          <w:lang w:val="kl-GL"/>
        </w:rPr>
        <w:t>aningaasartuutit inatsisitigut piumasaqaataasut akilernissaannut</w:t>
      </w:r>
      <w:r w:rsidR="00DD6EBB" w:rsidRPr="00171408" w:rsidDel="00306E0A">
        <w:rPr>
          <w:rFonts w:ascii="Times New Roman" w:hAnsi="Times New Roman" w:cs="Times New Roman"/>
          <w:sz w:val="22"/>
          <w:szCs w:val="22"/>
          <w:lang w:val="kl-GL"/>
        </w:rPr>
        <w:t xml:space="preserve"> </w:t>
      </w:r>
      <w:r w:rsidR="00306E0A" w:rsidRPr="00171408">
        <w:rPr>
          <w:rFonts w:ascii="Times New Roman" w:hAnsi="Times New Roman" w:cs="Times New Roman"/>
          <w:sz w:val="22"/>
          <w:szCs w:val="22"/>
          <w:lang w:val="kl-GL"/>
        </w:rPr>
        <w:t xml:space="preserve">ingerlaavartumik </w:t>
      </w:r>
      <w:r w:rsidRPr="00171408">
        <w:rPr>
          <w:rFonts w:ascii="Times New Roman" w:hAnsi="Times New Roman" w:cs="Times New Roman"/>
          <w:sz w:val="22"/>
          <w:szCs w:val="22"/>
          <w:lang w:val="kl-GL"/>
        </w:rPr>
        <w:t>pisariaqartumik akiliisinnaassuseqarnissaa.</w:t>
      </w:r>
    </w:p>
    <w:p w14:paraId="28679A38" w14:textId="7B85EC6E" w:rsidR="00515200" w:rsidRPr="00171408" w:rsidRDefault="00CE02F1">
      <w:pPr>
        <w:pStyle w:val="NormalWeb"/>
        <w:spacing w:line="276" w:lineRule="auto"/>
        <w:rPr>
          <w:rFonts w:ascii="Times New Roman" w:hAnsi="Times New Roman"/>
          <w:lang w:val="kl-GL"/>
        </w:rPr>
      </w:pPr>
      <w:r w:rsidRPr="00171408">
        <w:rPr>
          <w:rFonts w:ascii="Times New Roman" w:hAnsi="Times New Roman" w:cs="Times New Roman"/>
          <w:sz w:val="22"/>
          <w:szCs w:val="22"/>
          <w:lang w:val="kl-GL"/>
        </w:rPr>
        <w:t>Allannguutip kingunerissavaa, Arbejdsmarkedets Erhvervssikringip 202</w:t>
      </w:r>
      <w:r w:rsidR="00F343A6" w:rsidRPr="00171408">
        <w:rPr>
          <w:rFonts w:ascii="Times New Roman" w:hAnsi="Times New Roman" w:cs="Times New Roman"/>
          <w:sz w:val="22"/>
          <w:szCs w:val="22"/>
          <w:lang w:val="kl-GL"/>
        </w:rPr>
        <w:t>6</w:t>
      </w:r>
      <w:r w:rsidRPr="00171408">
        <w:rPr>
          <w:rFonts w:ascii="Times New Roman" w:hAnsi="Times New Roman" w:cs="Times New Roman"/>
          <w:sz w:val="22"/>
          <w:szCs w:val="22"/>
          <w:lang w:val="kl-GL"/>
        </w:rPr>
        <w:t xml:space="preserve">-mi taarsiissutinik akilerallakkanik </w:t>
      </w:r>
      <w:r w:rsidR="00C3269E" w:rsidRPr="00171408">
        <w:rPr>
          <w:rFonts w:ascii="Times New Roman" w:hAnsi="Times New Roman" w:cs="Times New Roman"/>
          <w:sz w:val="22"/>
          <w:szCs w:val="22"/>
          <w:lang w:val="kl-GL"/>
        </w:rPr>
        <w:t>aamma</w:t>
      </w:r>
      <w:r w:rsidRPr="00171408">
        <w:rPr>
          <w:rFonts w:ascii="Times New Roman" w:hAnsi="Times New Roman" w:cs="Times New Roman"/>
          <w:sz w:val="22"/>
          <w:szCs w:val="22"/>
          <w:lang w:val="kl-GL"/>
        </w:rPr>
        <w:t xml:space="preserve"> 202</w:t>
      </w:r>
      <w:r w:rsidR="00A61032" w:rsidRPr="00171408">
        <w:rPr>
          <w:rFonts w:ascii="Times New Roman" w:hAnsi="Times New Roman" w:cs="Times New Roman"/>
          <w:sz w:val="22"/>
          <w:szCs w:val="22"/>
          <w:lang w:val="kl-GL"/>
        </w:rPr>
        <w:t>5</w:t>
      </w:r>
      <w:r w:rsidRPr="00171408">
        <w:rPr>
          <w:rFonts w:ascii="Times New Roman" w:hAnsi="Times New Roman" w:cs="Times New Roman"/>
          <w:sz w:val="22"/>
          <w:szCs w:val="22"/>
          <w:lang w:val="kl-GL"/>
        </w:rPr>
        <w:t>-mi 202</w:t>
      </w:r>
      <w:r w:rsidR="00A61032" w:rsidRPr="00171408">
        <w:rPr>
          <w:rFonts w:ascii="Times New Roman" w:hAnsi="Times New Roman" w:cs="Times New Roman"/>
          <w:sz w:val="22"/>
          <w:szCs w:val="22"/>
          <w:lang w:val="kl-GL"/>
        </w:rPr>
        <w:t>6</w:t>
      </w:r>
      <w:r w:rsidRPr="00171408">
        <w:rPr>
          <w:rFonts w:ascii="Times New Roman" w:hAnsi="Times New Roman" w:cs="Times New Roman"/>
          <w:sz w:val="22"/>
          <w:szCs w:val="22"/>
          <w:lang w:val="kl-GL"/>
        </w:rPr>
        <w:t>-mi</w:t>
      </w:r>
      <w:r w:rsidR="00A61032" w:rsidRPr="00171408">
        <w:rPr>
          <w:rFonts w:ascii="Times New Roman" w:hAnsi="Times New Roman" w:cs="Times New Roman"/>
          <w:sz w:val="22"/>
          <w:szCs w:val="22"/>
          <w:lang w:val="kl-GL"/>
        </w:rPr>
        <w:t>lu</w:t>
      </w:r>
      <w:r w:rsidRPr="00171408">
        <w:rPr>
          <w:rFonts w:ascii="Times New Roman" w:hAnsi="Times New Roman" w:cs="Times New Roman"/>
          <w:sz w:val="22"/>
          <w:szCs w:val="22"/>
          <w:lang w:val="kl-GL"/>
        </w:rPr>
        <w:t xml:space="preserve"> akigitinneqartunik akileeqqusinissaa. Tamanna ukiuni marlunni aningaasartuutinik aamma akigititanik akileeqqusineq taamaallaat 202</w:t>
      </w:r>
      <w:r w:rsidR="00A61032" w:rsidRPr="00171408">
        <w:rPr>
          <w:rFonts w:ascii="Times New Roman" w:hAnsi="Times New Roman" w:cs="Times New Roman"/>
          <w:sz w:val="22"/>
          <w:szCs w:val="22"/>
          <w:lang w:val="kl-GL"/>
        </w:rPr>
        <w:t>6</w:t>
      </w:r>
      <w:r w:rsidRPr="00171408">
        <w:rPr>
          <w:rFonts w:ascii="Times New Roman" w:hAnsi="Times New Roman" w:cs="Times New Roman"/>
          <w:sz w:val="22"/>
          <w:szCs w:val="22"/>
          <w:lang w:val="kl-GL"/>
        </w:rPr>
        <w:t>-mi pissaaq. Ukiuni tulliuttuni taamaallaat ukiumi ataatsimi aningaasartuutit aamma akigititat amerlaqataannik akileeqqusisoqassaaq.</w:t>
      </w:r>
    </w:p>
    <w:p w14:paraId="29941F40" w14:textId="49E620B2" w:rsidR="00515200" w:rsidRPr="00171408" w:rsidRDefault="00CE02F1">
      <w:pPr>
        <w:pStyle w:val="NormalWeb"/>
        <w:spacing w:line="276" w:lineRule="auto"/>
        <w:rPr>
          <w:rFonts w:ascii="Times New Roman" w:hAnsi="Times New Roman"/>
          <w:lang w:val="kl-GL"/>
        </w:rPr>
      </w:pPr>
      <w:r w:rsidRPr="00171408">
        <w:rPr>
          <w:rFonts w:ascii="Times New Roman" w:hAnsi="Times New Roman" w:cs="Times New Roman"/>
          <w:sz w:val="22"/>
          <w:szCs w:val="22"/>
          <w:lang w:val="kl-GL"/>
        </w:rPr>
        <w:t xml:space="preserve">Siunnersuutip </w:t>
      </w:r>
      <w:r w:rsidR="00D35D54" w:rsidRPr="00171408">
        <w:rPr>
          <w:rFonts w:ascii="Times New Roman" w:hAnsi="Times New Roman" w:cs="Times New Roman"/>
          <w:sz w:val="22"/>
          <w:szCs w:val="22"/>
          <w:lang w:val="kl-GL"/>
        </w:rPr>
        <w:t>kingunerivaa</w:t>
      </w:r>
      <w:r w:rsidRPr="00171408">
        <w:rPr>
          <w:rFonts w:ascii="Times New Roman" w:hAnsi="Times New Roman" w:cs="Times New Roman"/>
          <w:sz w:val="22"/>
          <w:szCs w:val="22"/>
          <w:lang w:val="kl-GL"/>
        </w:rPr>
        <w:t xml:space="preserve">, </w:t>
      </w:r>
      <w:r w:rsidR="000B5338" w:rsidRPr="00171408">
        <w:rPr>
          <w:rFonts w:ascii="Times New Roman" w:hAnsi="Times New Roman" w:cs="Times New Roman"/>
          <w:sz w:val="22"/>
          <w:szCs w:val="22"/>
          <w:lang w:val="kl-GL"/>
        </w:rPr>
        <w:t>suliassaqartitsinermut ministeri</w:t>
      </w:r>
      <w:r w:rsidRPr="00171408">
        <w:rPr>
          <w:rFonts w:ascii="Times New Roman" w:hAnsi="Times New Roman" w:cs="Times New Roman"/>
          <w:sz w:val="22"/>
          <w:szCs w:val="22"/>
          <w:lang w:val="kl-GL"/>
        </w:rPr>
        <w:t xml:space="preserve">p akigititat angissusaannut, siumoortumik akileeqqusinermut </w:t>
      </w:r>
      <w:r w:rsidR="00C3269E" w:rsidRPr="00171408">
        <w:rPr>
          <w:rFonts w:ascii="Times New Roman" w:hAnsi="Times New Roman" w:cs="Times New Roman"/>
          <w:sz w:val="22"/>
          <w:szCs w:val="22"/>
          <w:lang w:val="kl-GL"/>
        </w:rPr>
        <w:t>aamma</w:t>
      </w:r>
      <w:r w:rsidRPr="00171408">
        <w:rPr>
          <w:rFonts w:ascii="Times New Roman" w:hAnsi="Times New Roman" w:cs="Times New Roman"/>
          <w:sz w:val="22"/>
          <w:szCs w:val="22"/>
          <w:lang w:val="kl-GL"/>
        </w:rPr>
        <w:t xml:space="preserve"> Arbejdsmarkedets Erhvervssikringimi ingerlatsinermut ineriartortitsinerm</w:t>
      </w:r>
      <w:r w:rsidR="008D4111" w:rsidRPr="00171408">
        <w:rPr>
          <w:rFonts w:ascii="Times New Roman" w:hAnsi="Times New Roman" w:cs="Times New Roman"/>
          <w:sz w:val="22"/>
          <w:szCs w:val="22"/>
          <w:lang w:val="kl-GL"/>
        </w:rPr>
        <w:t>ullu</w:t>
      </w:r>
      <w:r w:rsidRPr="00171408">
        <w:rPr>
          <w:rFonts w:ascii="Times New Roman" w:hAnsi="Times New Roman" w:cs="Times New Roman"/>
          <w:sz w:val="22"/>
          <w:szCs w:val="22"/>
          <w:lang w:val="kl-GL"/>
        </w:rPr>
        <w:t xml:space="preserve"> sulianut kingorna </w:t>
      </w:r>
      <w:r w:rsidR="008D4111" w:rsidRPr="00171408">
        <w:rPr>
          <w:rFonts w:ascii="Times New Roman" w:hAnsi="Times New Roman" w:cs="Times New Roman"/>
          <w:sz w:val="22"/>
          <w:szCs w:val="22"/>
          <w:lang w:val="kl-GL"/>
        </w:rPr>
        <w:t>nal</w:t>
      </w:r>
      <w:r w:rsidR="00A069BC" w:rsidRPr="00171408">
        <w:rPr>
          <w:rFonts w:ascii="Times New Roman" w:hAnsi="Times New Roman" w:cs="Times New Roman"/>
          <w:sz w:val="22"/>
          <w:szCs w:val="22"/>
          <w:lang w:val="kl-GL"/>
        </w:rPr>
        <w:t>eqqu</w:t>
      </w:r>
      <w:r w:rsidR="008D4111" w:rsidRPr="00171408">
        <w:rPr>
          <w:rFonts w:ascii="Times New Roman" w:hAnsi="Times New Roman" w:cs="Times New Roman"/>
          <w:sz w:val="22"/>
          <w:szCs w:val="22"/>
          <w:lang w:val="kl-GL"/>
        </w:rPr>
        <w:t>ssaanernut</w:t>
      </w:r>
      <w:r w:rsidRPr="00171408">
        <w:rPr>
          <w:rFonts w:ascii="Times New Roman" w:hAnsi="Times New Roman" w:cs="Times New Roman"/>
          <w:sz w:val="22"/>
          <w:szCs w:val="22"/>
          <w:lang w:val="kl-GL"/>
        </w:rPr>
        <w:t xml:space="preserve">, </w:t>
      </w:r>
      <w:r w:rsidR="00C3269E" w:rsidRPr="00171408">
        <w:rPr>
          <w:rFonts w:ascii="Times New Roman" w:hAnsi="Times New Roman" w:cs="Times New Roman"/>
          <w:sz w:val="22"/>
          <w:szCs w:val="22"/>
          <w:lang w:val="kl-GL"/>
        </w:rPr>
        <w:t>aamma</w:t>
      </w:r>
      <w:r w:rsidRPr="00171408">
        <w:rPr>
          <w:rFonts w:ascii="Times New Roman" w:hAnsi="Times New Roman" w:cs="Times New Roman"/>
          <w:sz w:val="22"/>
          <w:szCs w:val="22"/>
          <w:lang w:val="kl-GL"/>
        </w:rPr>
        <w:t xml:space="preserve"> taarsiissutinut </w:t>
      </w:r>
      <w:r w:rsidR="00545D4A" w:rsidRPr="00171408">
        <w:rPr>
          <w:rFonts w:ascii="Times New Roman" w:hAnsi="Times New Roman" w:cs="Times New Roman"/>
          <w:sz w:val="22"/>
          <w:szCs w:val="22"/>
          <w:lang w:val="kl-GL"/>
        </w:rPr>
        <w:t>il.il.</w:t>
      </w:r>
      <w:r w:rsidRPr="00171408">
        <w:rPr>
          <w:rFonts w:ascii="Times New Roman" w:hAnsi="Times New Roman" w:cs="Times New Roman"/>
          <w:sz w:val="22"/>
          <w:szCs w:val="22"/>
          <w:lang w:val="kl-GL"/>
        </w:rPr>
        <w:t xml:space="preserve"> akiliutigigallakkanut malittarisassanik aalajangersaasussaanera, taamaalillutik akileeqqusinerit ataatsikkut pisinnaa</w:t>
      </w:r>
      <w:r w:rsidR="000E21B4" w:rsidRPr="00171408">
        <w:rPr>
          <w:rFonts w:ascii="Times New Roman" w:hAnsi="Times New Roman" w:cs="Times New Roman"/>
          <w:sz w:val="22"/>
          <w:szCs w:val="22"/>
          <w:lang w:val="kl-GL"/>
        </w:rPr>
        <w:t>niassammata</w:t>
      </w:r>
      <w:r w:rsidRPr="00171408">
        <w:rPr>
          <w:rFonts w:ascii="Times New Roman" w:hAnsi="Times New Roman" w:cs="Times New Roman"/>
          <w:sz w:val="22"/>
          <w:szCs w:val="22"/>
          <w:lang w:val="kl-GL"/>
        </w:rPr>
        <w:t xml:space="preserve">. Taamaalilluni </w:t>
      </w:r>
      <w:r w:rsidR="00A853E3" w:rsidRPr="00171408">
        <w:rPr>
          <w:rFonts w:ascii="Times New Roman" w:hAnsi="Times New Roman" w:cs="Times New Roman"/>
          <w:sz w:val="22"/>
          <w:szCs w:val="22"/>
          <w:lang w:val="kl-GL"/>
        </w:rPr>
        <w:t>Kalaallit Nunaanni sulinermi ajoqusernermut isumannaarineq pillugu inatsi</w:t>
      </w:r>
      <w:r w:rsidRPr="00171408">
        <w:rPr>
          <w:rFonts w:ascii="Times New Roman" w:hAnsi="Times New Roman" w:cs="Times New Roman"/>
          <w:sz w:val="22"/>
          <w:szCs w:val="22"/>
          <w:lang w:val="kl-GL"/>
        </w:rPr>
        <w:t xml:space="preserve">mmi § 52, imm. 6-imi aamma § 64, imm. 4-mi </w:t>
      </w:r>
      <w:r w:rsidR="007B2120" w:rsidRPr="00171408">
        <w:rPr>
          <w:rFonts w:ascii="Times New Roman" w:hAnsi="Times New Roman" w:cs="Times New Roman"/>
          <w:sz w:val="22"/>
          <w:szCs w:val="22"/>
          <w:lang w:val="kl-GL"/>
        </w:rPr>
        <w:t xml:space="preserve">pisinnaatitsineq </w:t>
      </w:r>
      <w:r w:rsidRPr="00171408">
        <w:rPr>
          <w:rFonts w:ascii="Times New Roman" w:hAnsi="Times New Roman" w:cs="Times New Roman"/>
          <w:sz w:val="22"/>
          <w:szCs w:val="22"/>
          <w:lang w:val="kl-GL"/>
        </w:rPr>
        <w:t>pillugu aalajangersakkat erseqqissarneqarput.</w:t>
      </w:r>
    </w:p>
    <w:p w14:paraId="327FA9FA" w14:textId="1C812395" w:rsidR="00515200" w:rsidRPr="00171408" w:rsidRDefault="00CE02F1">
      <w:pPr>
        <w:rPr>
          <w:rFonts w:ascii="Times New Roman" w:hAnsi="Times New Roman"/>
          <w:lang w:val="kl-GL"/>
        </w:rPr>
      </w:pPr>
      <w:r w:rsidRPr="00171408">
        <w:rPr>
          <w:rFonts w:ascii="Times New Roman" w:hAnsi="Times New Roman" w:cs="Times New Roman"/>
          <w:lang w:val="kl-GL"/>
        </w:rPr>
        <w:t>Allannguutit s</w:t>
      </w:r>
      <w:r w:rsidRPr="00171408">
        <w:rPr>
          <w:rFonts w:ascii="Times New Roman" w:hAnsi="Times New Roman" w:cs="Times New Roman"/>
          <w:color w:val="000000"/>
          <w:lang w:val="kl-GL"/>
        </w:rPr>
        <w:t>ulin</w:t>
      </w:r>
      <w:r w:rsidR="00551CF8" w:rsidRPr="00171408">
        <w:rPr>
          <w:rFonts w:ascii="Times New Roman" w:hAnsi="Times New Roman" w:cs="Times New Roman"/>
          <w:color w:val="000000"/>
          <w:lang w:val="kl-GL"/>
        </w:rPr>
        <w:t>erm</w:t>
      </w:r>
      <w:r w:rsidRPr="00171408">
        <w:rPr>
          <w:rFonts w:ascii="Times New Roman" w:hAnsi="Times New Roman" w:cs="Times New Roman"/>
          <w:color w:val="000000"/>
          <w:lang w:val="kl-GL"/>
        </w:rPr>
        <w:t>i ajoqusernermut isumannaarineq pillugu inatsimmi malittarisassanik assigiissaarissapput.</w:t>
      </w:r>
    </w:p>
    <w:p w14:paraId="66A8997C" w14:textId="6379B20D" w:rsidR="00515200" w:rsidRPr="00171408" w:rsidRDefault="00CE02F1">
      <w:pPr>
        <w:pStyle w:val="NormalWeb"/>
        <w:spacing w:line="276" w:lineRule="auto"/>
        <w:rPr>
          <w:rFonts w:ascii="Times New Roman" w:hAnsi="Times New Roman"/>
          <w:lang w:val="kl-GL"/>
        </w:rPr>
      </w:pPr>
      <w:r w:rsidRPr="00171408">
        <w:rPr>
          <w:rFonts w:ascii="Times New Roman" w:hAnsi="Times New Roman" w:cs="Times New Roman"/>
          <w:sz w:val="22"/>
          <w:szCs w:val="22"/>
          <w:lang w:val="kl-GL"/>
        </w:rPr>
        <w:t>Siunnersuummi § 1, nr. 2</w:t>
      </w:r>
      <w:r w:rsidR="000E0716" w:rsidRPr="00171408">
        <w:rPr>
          <w:rFonts w:ascii="Times New Roman" w:hAnsi="Times New Roman" w:cs="Times New Roman"/>
          <w:sz w:val="22"/>
          <w:szCs w:val="22"/>
          <w:lang w:val="kl-GL"/>
        </w:rPr>
        <w:t>4-</w:t>
      </w:r>
      <w:r w:rsidRPr="00171408">
        <w:rPr>
          <w:rFonts w:ascii="Times New Roman" w:hAnsi="Times New Roman" w:cs="Times New Roman"/>
          <w:sz w:val="22"/>
          <w:szCs w:val="22"/>
          <w:lang w:val="kl-GL"/>
        </w:rPr>
        <w:t>2</w:t>
      </w:r>
      <w:r w:rsidR="000E0716" w:rsidRPr="00171408">
        <w:rPr>
          <w:rFonts w:ascii="Times New Roman" w:hAnsi="Times New Roman" w:cs="Times New Roman"/>
          <w:sz w:val="22"/>
          <w:szCs w:val="22"/>
          <w:lang w:val="kl-GL"/>
        </w:rPr>
        <w:t>6</w:t>
      </w:r>
      <w:r w:rsidRPr="00171408">
        <w:rPr>
          <w:rFonts w:ascii="Times New Roman" w:hAnsi="Times New Roman" w:cs="Times New Roman"/>
          <w:sz w:val="22"/>
          <w:szCs w:val="22"/>
          <w:lang w:val="kl-GL"/>
        </w:rPr>
        <w:t>, 2</w:t>
      </w:r>
      <w:r w:rsidR="000E0716" w:rsidRPr="00171408">
        <w:rPr>
          <w:rFonts w:ascii="Times New Roman" w:hAnsi="Times New Roman" w:cs="Times New Roman"/>
          <w:sz w:val="22"/>
          <w:szCs w:val="22"/>
          <w:lang w:val="kl-GL"/>
        </w:rPr>
        <w:t>8</w:t>
      </w:r>
      <w:r w:rsidRPr="00171408">
        <w:rPr>
          <w:rFonts w:ascii="Times New Roman" w:hAnsi="Times New Roman" w:cs="Times New Roman"/>
          <w:sz w:val="22"/>
          <w:szCs w:val="22"/>
          <w:lang w:val="kl-GL"/>
        </w:rPr>
        <w:t xml:space="preserve"> aamma </w:t>
      </w:r>
      <w:r w:rsidR="000E0716" w:rsidRPr="00171408">
        <w:rPr>
          <w:rFonts w:ascii="Times New Roman" w:hAnsi="Times New Roman" w:cs="Times New Roman"/>
          <w:sz w:val="22"/>
          <w:szCs w:val="22"/>
          <w:lang w:val="kl-GL"/>
        </w:rPr>
        <w:t>31</w:t>
      </w:r>
      <w:r w:rsidRPr="00171408">
        <w:rPr>
          <w:rFonts w:ascii="Times New Roman" w:hAnsi="Times New Roman" w:cs="Times New Roman"/>
          <w:sz w:val="22"/>
          <w:szCs w:val="22"/>
          <w:lang w:val="kl-GL"/>
        </w:rPr>
        <w:t>, aamma oqaaseqaatit innersuussutigineqarput.</w:t>
      </w:r>
    </w:p>
    <w:p w14:paraId="6D1516B1" w14:textId="43F7E06C" w:rsidR="00515200" w:rsidRPr="00171408" w:rsidRDefault="00CE02F1">
      <w:pPr>
        <w:rPr>
          <w:rFonts w:ascii="Times New Roman" w:hAnsi="Times New Roman"/>
          <w:lang w:val="kl-GL"/>
        </w:rPr>
      </w:pPr>
      <w:r w:rsidRPr="00171408">
        <w:rPr>
          <w:rFonts w:ascii="Times New Roman" w:hAnsi="Times New Roman" w:cs="Times New Roman"/>
          <w:b/>
          <w:lang w:val="kl-GL"/>
        </w:rPr>
        <w:t xml:space="preserve">2.10. </w:t>
      </w:r>
      <w:r w:rsidR="00EF36B5" w:rsidRPr="00171408">
        <w:rPr>
          <w:rFonts w:ascii="Times New Roman" w:hAnsi="Times New Roman" w:cs="Times New Roman"/>
          <w:b/>
          <w:lang w:val="kl-GL"/>
        </w:rPr>
        <w:t>Sillimmasiisarfik akiliisinnaajunnaaraangat imaluunniit sulinermi ajutoornermut sillimmasiissutinik ingerlatsinissamut akuersissummik arsaarneqaraangat, s</w:t>
      </w:r>
      <w:r w:rsidRPr="00171408">
        <w:rPr>
          <w:rFonts w:ascii="Times New Roman" w:hAnsi="Times New Roman" w:cs="Times New Roman"/>
          <w:b/>
          <w:lang w:val="kl-GL"/>
        </w:rPr>
        <w:t>ulin</w:t>
      </w:r>
      <w:r w:rsidR="00C3151C" w:rsidRPr="00171408">
        <w:rPr>
          <w:rFonts w:ascii="Times New Roman" w:hAnsi="Times New Roman" w:cs="Times New Roman"/>
          <w:b/>
          <w:lang w:val="kl-GL"/>
        </w:rPr>
        <w:t>erm</w:t>
      </w:r>
      <w:r w:rsidRPr="00171408">
        <w:rPr>
          <w:rFonts w:ascii="Times New Roman" w:hAnsi="Times New Roman" w:cs="Times New Roman"/>
          <w:b/>
          <w:lang w:val="kl-GL"/>
        </w:rPr>
        <w:t>i ajutoornermut sillimmasiinernik aqutsinerup Erhvervssikringimiit ajutoornermut sillimmasiisarfinnut Garantifondimut nuutsinneqarnera</w:t>
      </w:r>
    </w:p>
    <w:p w14:paraId="5D146CAD" w14:textId="05C1C197" w:rsidR="00515200" w:rsidRPr="00171408" w:rsidRDefault="00CE02F1">
      <w:pPr>
        <w:tabs>
          <w:tab w:val="left" w:pos="284"/>
          <w:tab w:val="left" w:pos="567"/>
          <w:tab w:val="left" w:pos="993"/>
        </w:tabs>
        <w:spacing w:after="0" w:line="320" w:lineRule="exact"/>
        <w:rPr>
          <w:rFonts w:ascii="Times New Roman" w:hAnsi="Times New Roman"/>
          <w:lang w:val="kl-GL"/>
        </w:rPr>
      </w:pPr>
      <w:r w:rsidRPr="00171408">
        <w:rPr>
          <w:rFonts w:ascii="Times New Roman" w:eastAsia="Times New Roman" w:hAnsi="Times New Roman" w:cs="Times New Roman"/>
          <w:i/>
          <w:lang w:val="kl-GL" w:eastAsia="da-DK"/>
        </w:rPr>
        <w:t>2.10.1. Inatsisit atuuttut</w:t>
      </w:r>
      <w:r w:rsidRPr="00171408">
        <w:rPr>
          <w:rFonts w:ascii="Times New Roman" w:eastAsia="Times New Roman" w:hAnsi="Times New Roman" w:cs="Times New Roman"/>
          <w:lang w:val="kl-GL" w:eastAsia="da-DK"/>
        </w:rPr>
        <w:br/>
        <w:t>Arbejdsmarkedets Erhvervssikringip sulin</w:t>
      </w:r>
      <w:r w:rsidR="00A0162C" w:rsidRPr="00171408">
        <w:rPr>
          <w:rFonts w:ascii="Times New Roman" w:eastAsia="Times New Roman" w:hAnsi="Times New Roman" w:cs="Times New Roman"/>
          <w:lang w:val="kl-GL" w:eastAsia="da-DK"/>
        </w:rPr>
        <w:t>erm</w:t>
      </w:r>
      <w:r w:rsidRPr="00171408">
        <w:rPr>
          <w:rFonts w:ascii="Times New Roman" w:eastAsia="Times New Roman" w:hAnsi="Times New Roman" w:cs="Times New Roman"/>
          <w:lang w:val="kl-GL" w:eastAsia="da-DK"/>
        </w:rPr>
        <w:t>i ajoqusernernut sillimmasiissutinik tigusinissamut pisussaaffia, sillimmasiisarfiup sulin</w:t>
      </w:r>
      <w:r w:rsidR="00A0162C" w:rsidRPr="00171408">
        <w:rPr>
          <w:rFonts w:ascii="Times New Roman" w:eastAsia="Times New Roman" w:hAnsi="Times New Roman" w:cs="Times New Roman"/>
          <w:lang w:val="kl-GL" w:eastAsia="da-DK"/>
        </w:rPr>
        <w:t>erm</w:t>
      </w:r>
      <w:r w:rsidRPr="00171408">
        <w:rPr>
          <w:rFonts w:ascii="Times New Roman" w:eastAsia="Times New Roman" w:hAnsi="Times New Roman" w:cs="Times New Roman"/>
          <w:lang w:val="kl-GL" w:eastAsia="da-DK"/>
        </w:rPr>
        <w:t xml:space="preserve">i ajoqusernernut sillimmasiinermik ingerlatsinissamut akuersissutaanik Finanstilsyni arsaarinnikkaanngat, </w:t>
      </w:r>
      <w:r w:rsidR="00A853E3" w:rsidRPr="00171408">
        <w:rPr>
          <w:rFonts w:ascii="Times New Roman" w:eastAsia="Times New Roman" w:hAnsi="Times New Roman" w:cs="Times New Roman"/>
          <w:lang w:val="kl-GL" w:eastAsia="da-DK"/>
        </w:rPr>
        <w:t>Kalaallit Nunaanni sulinermi ajoqusernermut isumannaarineq pillugu inatsi</w:t>
      </w:r>
      <w:r w:rsidRPr="00171408">
        <w:rPr>
          <w:rFonts w:ascii="Times New Roman" w:eastAsia="Times New Roman" w:hAnsi="Times New Roman" w:cs="Times New Roman"/>
          <w:color w:val="000000"/>
          <w:lang w:val="kl-GL" w:eastAsia="da-DK"/>
        </w:rPr>
        <w:t>mmi</w:t>
      </w:r>
      <w:r w:rsidRPr="00171408">
        <w:rPr>
          <w:rFonts w:ascii="Times New Roman" w:eastAsia="Times New Roman" w:hAnsi="Times New Roman" w:cs="Times New Roman"/>
          <w:lang w:val="kl-GL" w:eastAsia="da-DK"/>
        </w:rPr>
        <w:t xml:space="preserve"> § 59-imi ikkunneqarpoq inatsisikkut nr. 1528, 21. december 2010-meersukkut. Siornatigut peqqussutip § 62-ia </w:t>
      </w:r>
      <w:r w:rsidR="00571DAF" w:rsidRPr="00171408">
        <w:rPr>
          <w:rFonts w:ascii="Times New Roman" w:eastAsia="Times New Roman" w:hAnsi="Times New Roman" w:cs="Times New Roman"/>
          <w:lang w:val="kl-GL" w:eastAsia="da-DK"/>
        </w:rPr>
        <w:t>i</w:t>
      </w:r>
      <w:r w:rsidRPr="00171408">
        <w:rPr>
          <w:rFonts w:ascii="Times New Roman" w:eastAsia="Times New Roman" w:hAnsi="Times New Roman" w:cs="Times New Roman"/>
          <w:lang w:val="kl-GL" w:eastAsia="da-DK"/>
        </w:rPr>
        <w:t>natsisikkut ingerlateqqinneqarpoq. Aalajangersagaq s</w:t>
      </w:r>
      <w:r w:rsidRPr="00171408">
        <w:rPr>
          <w:rFonts w:ascii="Times New Roman" w:eastAsia="Times New Roman" w:hAnsi="Times New Roman" w:cs="Times New Roman"/>
          <w:color w:val="000000"/>
          <w:lang w:val="kl-GL" w:eastAsia="da-DK"/>
        </w:rPr>
        <w:t>ulin</w:t>
      </w:r>
      <w:r w:rsidR="00571DAF" w:rsidRPr="00171408">
        <w:rPr>
          <w:rFonts w:ascii="Times New Roman" w:eastAsia="Times New Roman" w:hAnsi="Times New Roman" w:cs="Times New Roman"/>
          <w:color w:val="000000"/>
          <w:lang w:val="kl-GL" w:eastAsia="da-DK"/>
        </w:rPr>
        <w:t>erm</w:t>
      </w:r>
      <w:r w:rsidRPr="00171408">
        <w:rPr>
          <w:rFonts w:ascii="Times New Roman" w:eastAsia="Times New Roman" w:hAnsi="Times New Roman" w:cs="Times New Roman"/>
          <w:color w:val="000000"/>
          <w:lang w:val="kl-GL" w:eastAsia="da-DK"/>
        </w:rPr>
        <w:t xml:space="preserve">i ajoqusernermut isumannaarineq pillugu inatsimmi § 54-imut </w:t>
      </w:r>
      <w:r w:rsidR="00571DAF" w:rsidRPr="00171408">
        <w:rPr>
          <w:rFonts w:ascii="Times New Roman" w:eastAsia="Times New Roman" w:hAnsi="Times New Roman" w:cs="Times New Roman"/>
          <w:color w:val="000000"/>
          <w:lang w:val="kl-GL" w:eastAsia="da-DK"/>
        </w:rPr>
        <w:t xml:space="preserve">siornatigut </w:t>
      </w:r>
      <w:r w:rsidRPr="00171408">
        <w:rPr>
          <w:rFonts w:ascii="Times New Roman" w:eastAsia="Times New Roman" w:hAnsi="Times New Roman" w:cs="Times New Roman"/>
          <w:color w:val="000000"/>
          <w:lang w:val="kl-GL" w:eastAsia="da-DK"/>
        </w:rPr>
        <w:t>atuuttumut assinguvoq.</w:t>
      </w:r>
    </w:p>
    <w:p w14:paraId="739A03BC" w14:textId="77777777" w:rsidR="00515200" w:rsidRPr="00171408" w:rsidRDefault="00515200">
      <w:pPr>
        <w:tabs>
          <w:tab w:val="left" w:pos="284"/>
          <w:tab w:val="left" w:pos="567"/>
          <w:tab w:val="left" w:pos="993"/>
        </w:tabs>
        <w:spacing w:after="0" w:line="320" w:lineRule="exact"/>
        <w:rPr>
          <w:rFonts w:ascii="Times New Roman" w:eastAsia="Times New Roman" w:hAnsi="Times New Roman" w:cs="Times New Roman"/>
          <w:lang w:val="kl-GL" w:eastAsia="da-DK"/>
        </w:rPr>
      </w:pPr>
    </w:p>
    <w:p w14:paraId="768E29CC" w14:textId="715CA794" w:rsidR="00515200" w:rsidRPr="00171408" w:rsidRDefault="00CE02F1">
      <w:pPr>
        <w:tabs>
          <w:tab w:val="left" w:pos="284"/>
          <w:tab w:val="left" w:pos="567"/>
          <w:tab w:val="left" w:pos="993"/>
        </w:tabs>
        <w:spacing w:after="0" w:line="320" w:lineRule="exact"/>
        <w:rPr>
          <w:rFonts w:ascii="Times New Roman" w:hAnsi="Times New Roman"/>
          <w:lang w:val="kl-GL"/>
        </w:rPr>
      </w:pPr>
      <w:r w:rsidRPr="00171408">
        <w:rPr>
          <w:rFonts w:ascii="Times New Roman" w:eastAsia="Times New Roman" w:hAnsi="Times New Roman" w:cs="Times New Roman"/>
          <w:lang w:val="kl-GL" w:eastAsia="da-DK"/>
        </w:rPr>
        <w:t xml:space="preserve">§ 59, imm. 1-ip kingunerivaa, ajoqusernerit tamarmik, sillimmasiisarfimmut </w:t>
      </w:r>
      <w:r w:rsidR="003450D8" w:rsidRPr="00171408">
        <w:rPr>
          <w:rFonts w:ascii="Times New Roman" w:eastAsia="Times New Roman" w:hAnsi="Times New Roman" w:cs="Times New Roman"/>
          <w:lang w:val="kl-GL" w:eastAsia="da-DK"/>
        </w:rPr>
        <w:t xml:space="preserve">ingerlatseqatigiiffiup atorunnaarnerata kingorna </w:t>
      </w:r>
      <w:r w:rsidRPr="00171408">
        <w:rPr>
          <w:rFonts w:ascii="Times New Roman" w:eastAsia="Times New Roman" w:hAnsi="Times New Roman" w:cs="Times New Roman"/>
          <w:lang w:val="kl-GL" w:eastAsia="da-DK"/>
        </w:rPr>
        <w:t>nalunaarutigineqartut, sulin</w:t>
      </w:r>
      <w:r w:rsidR="003450D8" w:rsidRPr="00171408">
        <w:rPr>
          <w:rFonts w:ascii="Times New Roman" w:eastAsia="Times New Roman" w:hAnsi="Times New Roman" w:cs="Times New Roman"/>
          <w:lang w:val="kl-GL" w:eastAsia="da-DK"/>
        </w:rPr>
        <w:t>erm</w:t>
      </w:r>
      <w:r w:rsidRPr="00171408">
        <w:rPr>
          <w:rFonts w:ascii="Times New Roman" w:eastAsia="Times New Roman" w:hAnsi="Times New Roman" w:cs="Times New Roman"/>
          <w:lang w:val="kl-GL" w:eastAsia="da-DK"/>
        </w:rPr>
        <w:t xml:space="preserve">i ajoqusernernut sillimmasiissutit Arbejdsmarkedets Erhvervssikringimut nassiunneqarnissaat, suliffeqarfiit aningaasarsiornermik ingerlataqartut pillugit inatsimmi § 250, imm. 2, imaluunniit suliffeqarfiit aningaasarsiornermik </w:t>
      </w:r>
      <w:r w:rsidRPr="00171408">
        <w:rPr>
          <w:rFonts w:ascii="Times New Roman" w:eastAsia="Times New Roman" w:hAnsi="Times New Roman" w:cs="Times New Roman"/>
          <w:lang w:val="kl-GL" w:eastAsia="da-DK"/>
        </w:rPr>
        <w:lastRenderedPageBreak/>
        <w:t>ingerlataqartut pillugit Kalaallit Nunaannut inatsisip atuutilersinneqarnissaanut peqqussummi nr. 1252, 15. december 2004-meersumi § 275 imm. 2, malillugit sulin</w:t>
      </w:r>
      <w:r w:rsidR="00482DA8" w:rsidRPr="00171408">
        <w:rPr>
          <w:rFonts w:ascii="Times New Roman" w:eastAsia="Times New Roman" w:hAnsi="Times New Roman" w:cs="Times New Roman"/>
          <w:lang w:val="kl-GL" w:eastAsia="da-DK"/>
        </w:rPr>
        <w:t>erm</w:t>
      </w:r>
      <w:r w:rsidRPr="00171408">
        <w:rPr>
          <w:rFonts w:ascii="Times New Roman" w:eastAsia="Times New Roman" w:hAnsi="Times New Roman" w:cs="Times New Roman"/>
          <w:lang w:val="kl-GL" w:eastAsia="da-DK"/>
        </w:rPr>
        <w:t xml:space="preserve">i ajoqusernernut sillimmasiissutit Arbejdsmarkedets Erhvervssikringimit aqunneqalersimappata. Taamaaqataanik aningaasaatit Arbejdsmarkedets Erhvervssikringimut tunniunneqassapput, suliffeqarfiit aningaasarsiornermik ingerlataqartut pillugit inatsit naapertorlugu ingerlatseqatigiiffiup immikkoortissimasai, </w:t>
      </w:r>
      <w:r w:rsidR="00C3269E" w:rsidRPr="00171408">
        <w:rPr>
          <w:rFonts w:ascii="Times New Roman" w:eastAsia="Times New Roman" w:hAnsi="Times New Roman" w:cs="Times New Roman"/>
          <w:lang w:val="kl-GL" w:eastAsia="da-DK"/>
        </w:rPr>
        <w:t>aamma</w:t>
      </w:r>
      <w:r w:rsidRPr="00171408">
        <w:rPr>
          <w:rFonts w:ascii="Times New Roman" w:eastAsia="Times New Roman" w:hAnsi="Times New Roman" w:cs="Times New Roman"/>
          <w:lang w:val="kl-GL" w:eastAsia="da-DK"/>
        </w:rPr>
        <w:t xml:space="preserve"> atorunnaarsinneqarnera</w:t>
      </w:r>
      <w:r w:rsidR="0082649F" w:rsidRPr="00171408">
        <w:rPr>
          <w:rFonts w:ascii="Times New Roman" w:eastAsia="Times New Roman" w:hAnsi="Times New Roman" w:cs="Times New Roman"/>
          <w:lang w:val="kl-GL" w:eastAsia="da-DK"/>
        </w:rPr>
        <w:t>ta</w:t>
      </w:r>
      <w:r w:rsidRPr="00171408">
        <w:rPr>
          <w:rFonts w:ascii="Times New Roman" w:eastAsia="Times New Roman" w:hAnsi="Times New Roman" w:cs="Times New Roman"/>
          <w:lang w:val="kl-GL" w:eastAsia="da-DK"/>
        </w:rPr>
        <w:t xml:space="preserve"> nalaani inatsit malillugu ingerlatseqatigiiffiup sillimmasiissutaanut attuumassuteqartut.</w:t>
      </w:r>
    </w:p>
    <w:p w14:paraId="46E66388" w14:textId="77777777" w:rsidR="00515200" w:rsidRPr="00171408" w:rsidRDefault="00515200">
      <w:pPr>
        <w:tabs>
          <w:tab w:val="left" w:pos="284"/>
          <w:tab w:val="left" w:pos="567"/>
          <w:tab w:val="left" w:pos="993"/>
        </w:tabs>
        <w:spacing w:after="0" w:line="320" w:lineRule="exact"/>
        <w:rPr>
          <w:rFonts w:ascii="Times New Roman" w:eastAsia="Times New Roman" w:hAnsi="Times New Roman" w:cs="Times New Roman"/>
          <w:lang w:val="kl-GL" w:eastAsia="da-DK"/>
        </w:rPr>
      </w:pPr>
    </w:p>
    <w:p w14:paraId="0F852BF4" w14:textId="4CBE106C" w:rsidR="00515200" w:rsidRPr="00171408" w:rsidRDefault="005025CF">
      <w:pPr>
        <w:tabs>
          <w:tab w:val="left" w:pos="284"/>
          <w:tab w:val="left" w:pos="567"/>
          <w:tab w:val="left" w:pos="993"/>
        </w:tabs>
        <w:spacing w:after="0" w:line="320" w:lineRule="exact"/>
        <w:rPr>
          <w:rFonts w:ascii="Times New Roman" w:hAnsi="Times New Roman"/>
          <w:lang w:val="kl-GL"/>
        </w:rPr>
      </w:pPr>
      <w:r w:rsidRPr="00171408">
        <w:rPr>
          <w:rFonts w:ascii="Times New Roman" w:eastAsia="Times New Roman" w:hAnsi="Times New Roman" w:cs="Times New Roman"/>
          <w:lang w:val="kl-GL" w:eastAsia="da-DK"/>
        </w:rPr>
        <w:t xml:space="preserve">Ilanngullugu </w:t>
      </w:r>
      <w:r w:rsidR="00CE02F1" w:rsidRPr="00171408">
        <w:rPr>
          <w:rFonts w:ascii="Times New Roman" w:eastAsia="Times New Roman" w:hAnsi="Times New Roman" w:cs="Times New Roman"/>
          <w:lang w:val="kl-GL" w:eastAsia="da-DK"/>
        </w:rPr>
        <w:t>§ 59, imm. 2-mi allaqqavoq, sillimmasiissutit aqunneqarnerisa kingunerisaanik aningaasartuutit, Arbejdsmarkedets Erhvervssikringimit siumoortumik akilerneqartarnissaat. S</w:t>
      </w:r>
      <w:r w:rsidR="00CE02F1" w:rsidRPr="00171408">
        <w:rPr>
          <w:rFonts w:ascii="Times New Roman" w:eastAsia="Times New Roman" w:hAnsi="Times New Roman" w:cs="Times New Roman"/>
          <w:color w:val="000000"/>
          <w:lang w:val="kl-GL" w:eastAsia="da-DK"/>
        </w:rPr>
        <w:t>ulin</w:t>
      </w:r>
      <w:r w:rsidR="00D6597C" w:rsidRPr="00171408">
        <w:rPr>
          <w:rFonts w:ascii="Times New Roman" w:eastAsia="Times New Roman" w:hAnsi="Times New Roman" w:cs="Times New Roman"/>
          <w:color w:val="000000"/>
          <w:lang w:val="kl-GL" w:eastAsia="da-DK"/>
        </w:rPr>
        <w:t>erm</w:t>
      </w:r>
      <w:r w:rsidR="00CE02F1" w:rsidRPr="00171408">
        <w:rPr>
          <w:rFonts w:ascii="Times New Roman" w:eastAsia="Times New Roman" w:hAnsi="Times New Roman" w:cs="Times New Roman"/>
          <w:color w:val="000000"/>
          <w:lang w:val="kl-GL" w:eastAsia="da-DK"/>
        </w:rPr>
        <w:t xml:space="preserve">i ajoqusernermut isumannaarineq pillugu inatsimmi </w:t>
      </w:r>
      <w:r w:rsidR="00CE02F1" w:rsidRPr="00171408">
        <w:rPr>
          <w:rFonts w:ascii="Times New Roman" w:eastAsia="Times New Roman" w:hAnsi="Times New Roman" w:cs="Times New Roman"/>
          <w:lang w:val="kl-GL" w:eastAsia="da-DK"/>
        </w:rPr>
        <w:t xml:space="preserve">§ 48, imm. 6, oqaaseqatigiit </w:t>
      </w:r>
      <w:r w:rsidR="00A12A24" w:rsidRPr="00171408">
        <w:rPr>
          <w:rFonts w:ascii="Times New Roman" w:eastAsia="Times New Roman" w:hAnsi="Times New Roman" w:cs="Times New Roman"/>
          <w:lang w:val="kl-GL" w:eastAsia="da-DK"/>
        </w:rPr>
        <w:t>pingaju</w:t>
      </w:r>
      <w:r w:rsidR="00CE02F1" w:rsidRPr="00171408">
        <w:rPr>
          <w:rFonts w:ascii="Times New Roman" w:eastAsia="Times New Roman" w:hAnsi="Times New Roman" w:cs="Times New Roman"/>
          <w:lang w:val="kl-GL" w:eastAsia="da-DK"/>
        </w:rPr>
        <w:t>a</w:t>
      </w:r>
      <w:r w:rsidR="00D6597C" w:rsidRPr="00171408">
        <w:rPr>
          <w:rFonts w:ascii="Times New Roman" w:eastAsia="Times New Roman" w:hAnsi="Times New Roman" w:cs="Times New Roman"/>
          <w:lang w:val="kl-GL" w:eastAsia="da-DK"/>
        </w:rPr>
        <w:t>n</w:t>
      </w:r>
      <w:r w:rsidR="00CE02F1" w:rsidRPr="00171408">
        <w:rPr>
          <w:rFonts w:ascii="Times New Roman" w:eastAsia="Times New Roman" w:hAnsi="Times New Roman" w:cs="Times New Roman"/>
          <w:lang w:val="kl-GL" w:eastAsia="da-DK"/>
        </w:rPr>
        <w:t>ni malittarisassat malitsigivaat, qaammatisiutit ukiuinut tamanut aningaasartuutit sillimmasiisarfinnit tamanit agguataarneqarnissaat, sulin</w:t>
      </w:r>
      <w:r w:rsidR="00D6597C" w:rsidRPr="00171408">
        <w:rPr>
          <w:rFonts w:ascii="Times New Roman" w:eastAsia="Times New Roman" w:hAnsi="Times New Roman" w:cs="Times New Roman"/>
          <w:lang w:val="kl-GL" w:eastAsia="da-DK"/>
        </w:rPr>
        <w:t>erm</w:t>
      </w:r>
      <w:r w:rsidR="00CE02F1" w:rsidRPr="00171408">
        <w:rPr>
          <w:rFonts w:ascii="Times New Roman" w:eastAsia="Times New Roman" w:hAnsi="Times New Roman" w:cs="Times New Roman"/>
          <w:lang w:val="kl-GL" w:eastAsia="da-DK"/>
        </w:rPr>
        <w:t>i ajutoornernut sillimmasiisarfiusunit. Malittarisassat aamma taakkua malillugit aningaasat tunniunneqartut agguataarneqassapput.</w:t>
      </w:r>
    </w:p>
    <w:p w14:paraId="02F3F76D" w14:textId="77777777" w:rsidR="00515200" w:rsidRPr="00171408" w:rsidRDefault="00515200">
      <w:pPr>
        <w:tabs>
          <w:tab w:val="left" w:pos="284"/>
          <w:tab w:val="left" w:pos="567"/>
          <w:tab w:val="left" w:pos="993"/>
        </w:tabs>
        <w:spacing w:after="0" w:line="320" w:lineRule="exact"/>
        <w:rPr>
          <w:rFonts w:ascii="Times New Roman" w:eastAsia="Times New Roman" w:hAnsi="Times New Roman" w:cs="Times New Roman"/>
          <w:lang w:val="kl-GL" w:eastAsia="da-DK"/>
        </w:rPr>
      </w:pPr>
    </w:p>
    <w:p w14:paraId="6467C485" w14:textId="6F89B5D6" w:rsidR="00515200" w:rsidRPr="00171408" w:rsidRDefault="00CE02F1">
      <w:pPr>
        <w:tabs>
          <w:tab w:val="left" w:pos="284"/>
          <w:tab w:val="left" w:pos="567"/>
          <w:tab w:val="left" w:pos="993"/>
        </w:tabs>
        <w:spacing w:after="0" w:line="320" w:lineRule="exact"/>
        <w:rPr>
          <w:rFonts w:ascii="Times New Roman" w:hAnsi="Times New Roman"/>
          <w:lang w:val="kl-GL"/>
        </w:rPr>
      </w:pPr>
      <w:r w:rsidRPr="00171408">
        <w:rPr>
          <w:rFonts w:ascii="Times New Roman" w:eastAsia="Times New Roman" w:hAnsi="Times New Roman" w:cs="Times New Roman"/>
          <w:lang w:val="kl-GL" w:eastAsia="da-DK"/>
        </w:rPr>
        <w:t xml:space="preserve">Suliffeqarfiit aningaasarsiornermik ingerlataqartut pillugit inatsimmi § 250, imm. 1-imi, </w:t>
      </w:r>
      <w:r w:rsidR="00DC4497" w:rsidRPr="00171408">
        <w:rPr>
          <w:rFonts w:ascii="Times New Roman" w:eastAsia="Times New Roman" w:hAnsi="Times New Roman" w:cs="Times New Roman"/>
          <w:lang w:val="kl-GL" w:eastAsia="da-DK"/>
        </w:rPr>
        <w:t xml:space="preserve">aamma </w:t>
      </w:r>
      <w:r w:rsidRPr="00171408">
        <w:rPr>
          <w:rFonts w:ascii="Times New Roman" w:eastAsia="Times New Roman" w:hAnsi="Times New Roman" w:cs="Times New Roman"/>
          <w:lang w:val="kl-GL" w:eastAsia="da-DK"/>
        </w:rPr>
        <w:t xml:space="preserve">suliffeqarfiit aningaasarsiornermik ingerlataqartut pillugit Kalaallit Nunaannut inatsisip atuutilersinneqarnissaanut peqqussummi nr. 1252, 15. december 2004-meersumi § 275, imm. 1-imi allaqqavoq, Finanstilsynip sillimmasiisarfik imminut sillimmasiinermik ingerlataqanngitsoq peqqussagaa, pisariaqartunik aaqqiinissamik, ingerlatseqatigiiffik sillimmasiinernut pisussaaffinnut tunngatillugu aningaasanik naammattunik immikkoortitsisimanngippat, ingerlatseqatigiiffiup aningaasataanik toqqissisimanartumik inissiisimanngippat imaluunniit inatsisinik </w:t>
      </w:r>
      <w:r w:rsidR="00DE6567" w:rsidRPr="00171408">
        <w:rPr>
          <w:rFonts w:ascii="Times New Roman" w:eastAsia="Times New Roman" w:hAnsi="Times New Roman" w:cs="Times New Roman"/>
          <w:lang w:val="kl-GL" w:eastAsia="da-DK"/>
        </w:rPr>
        <w:t>eqquutsitsinngippat</w:t>
      </w:r>
      <w:r w:rsidRPr="00171408">
        <w:rPr>
          <w:rFonts w:ascii="Times New Roman" w:eastAsia="Times New Roman" w:hAnsi="Times New Roman" w:cs="Times New Roman"/>
          <w:lang w:val="kl-GL" w:eastAsia="da-DK"/>
        </w:rPr>
        <w:t>. Finanstilsyni qaqugu aaqqiinerit suliarineqareersimanissaat pillugu piffissarititaasumik aalajangersaassaaq.</w:t>
      </w:r>
    </w:p>
    <w:p w14:paraId="7BEB1DCC" w14:textId="77777777" w:rsidR="00515200" w:rsidRPr="00171408" w:rsidRDefault="00515200">
      <w:pPr>
        <w:tabs>
          <w:tab w:val="left" w:pos="284"/>
          <w:tab w:val="left" w:pos="567"/>
          <w:tab w:val="left" w:pos="993"/>
        </w:tabs>
        <w:spacing w:after="0" w:line="320" w:lineRule="exact"/>
        <w:rPr>
          <w:rFonts w:ascii="Times New Roman" w:eastAsia="Times New Roman" w:hAnsi="Times New Roman" w:cs="Times New Roman"/>
          <w:lang w:val="kl-GL" w:eastAsia="da-DK"/>
        </w:rPr>
      </w:pPr>
    </w:p>
    <w:p w14:paraId="05E31925" w14:textId="0A14AC3C" w:rsidR="00515200" w:rsidRPr="00171408" w:rsidRDefault="00232E20">
      <w:pPr>
        <w:tabs>
          <w:tab w:val="left" w:pos="284"/>
          <w:tab w:val="left" w:pos="567"/>
          <w:tab w:val="left" w:pos="993"/>
        </w:tabs>
        <w:spacing w:after="0" w:line="320" w:lineRule="exact"/>
        <w:rPr>
          <w:rFonts w:ascii="Times New Roman" w:hAnsi="Times New Roman"/>
          <w:lang w:val="kl-GL"/>
        </w:rPr>
      </w:pPr>
      <w:r w:rsidRPr="00171408">
        <w:rPr>
          <w:rFonts w:ascii="Times New Roman" w:eastAsia="Times New Roman" w:hAnsi="Times New Roman" w:cs="Times New Roman"/>
          <w:lang w:val="kl-GL" w:eastAsia="da-DK"/>
        </w:rPr>
        <w:t xml:space="preserve">Ilanngullugu </w:t>
      </w:r>
      <w:r w:rsidR="00CE02F1" w:rsidRPr="00171408">
        <w:rPr>
          <w:rFonts w:ascii="Times New Roman" w:eastAsia="Times New Roman" w:hAnsi="Times New Roman" w:cs="Times New Roman"/>
          <w:lang w:val="kl-GL" w:eastAsia="da-DK"/>
        </w:rPr>
        <w:t xml:space="preserve">siornatigut </w:t>
      </w:r>
      <w:r w:rsidR="00244A63" w:rsidRPr="00171408">
        <w:rPr>
          <w:rFonts w:ascii="Times New Roman" w:eastAsia="Times New Roman" w:hAnsi="Times New Roman" w:cs="Times New Roman"/>
          <w:lang w:val="kl-GL" w:eastAsia="da-DK"/>
        </w:rPr>
        <w:t xml:space="preserve">atuuttumi </w:t>
      </w:r>
      <w:r w:rsidR="00CE02F1" w:rsidRPr="00171408">
        <w:rPr>
          <w:rFonts w:ascii="Times New Roman" w:eastAsia="Times New Roman" w:hAnsi="Times New Roman" w:cs="Times New Roman"/>
          <w:lang w:val="kl-GL" w:eastAsia="da-DK"/>
        </w:rPr>
        <w:t>suliffeqarfiit aningaasarsiornermik ingerlataqartut pillugit inatsimmi § 250, imm. 2-mi allaqqavoq (inatsimm</w:t>
      </w:r>
      <w:r w:rsidR="00244A63" w:rsidRPr="00171408">
        <w:rPr>
          <w:rFonts w:ascii="Times New Roman" w:eastAsia="Times New Roman" w:hAnsi="Times New Roman" w:cs="Times New Roman"/>
          <w:lang w:val="kl-GL" w:eastAsia="da-DK"/>
        </w:rPr>
        <w:t>ik</w:t>
      </w:r>
      <w:r w:rsidR="00CE02F1" w:rsidRPr="00171408">
        <w:rPr>
          <w:rFonts w:ascii="Times New Roman" w:eastAsia="Times New Roman" w:hAnsi="Times New Roman" w:cs="Times New Roman"/>
          <w:lang w:val="kl-GL" w:eastAsia="da-DK"/>
        </w:rPr>
        <w:t xml:space="preserve"> nalunaarut nr. 1447, 11. september 2020-meersoq), suliffeqarfiit aningaasarsiornermik ingerlataqartut pillugit Kalaallit Nunaannut inatsisip atuutilersinneqarnissaanut peqqussummi nr. 1252, 15. december 2004-meersumi § 275, imm. 1-imut atuuttumut assingusumi, ingerlatseqatigiiffiup atorunnaarsinneqarnissaa pillugu Finanstilsynip aalajangiisinnaanera, aaqqitassatut peqqussutaasut piffissarititaasoq nallertinnagu aaqqinneqarsimanngippata, </w:t>
      </w:r>
      <w:r w:rsidR="00C3269E" w:rsidRPr="00171408">
        <w:rPr>
          <w:rFonts w:ascii="Times New Roman" w:eastAsia="Times New Roman" w:hAnsi="Times New Roman" w:cs="Times New Roman"/>
          <w:lang w:val="kl-GL" w:eastAsia="da-DK"/>
        </w:rPr>
        <w:t>aamma</w:t>
      </w:r>
      <w:r w:rsidR="00CE02F1" w:rsidRPr="00171408">
        <w:rPr>
          <w:rFonts w:ascii="Times New Roman" w:eastAsia="Times New Roman" w:hAnsi="Times New Roman" w:cs="Times New Roman"/>
          <w:lang w:val="kl-GL" w:eastAsia="da-DK"/>
        </w:rPr>
        <w:t xml:space="preserve"> aaqqiisimannginneq sillimmasersimasunut navianaateqartumik kinguneqarsinnaasutut nalilerneqarpat. </w:t>
      </w:r>
      <w:r w:rsidR="00D26245" w:rsidRPr="00171408">
        <w:rPr>
          <w:rFonts w:ascii="Times New Roman" w:eastAsia="Times New Roman" w:hAnsi="Times New Roman" w:cs="Times New Roman"/>
          <w:lang w:val="kl-GL" w:eastAsia="da-DK"/>
        </w:rPr>
        <w:t>Kalaallit Nunaanni sulinermi ajoqusernermut isumannaarineq pillugu inatsi</w:t>
      </w:r>
      <w:r w:rsidR="00D26245" w:rsidRPr="00171408">
        <w:rPr>
          <w:rFonts w:ascii="Times New Roman" w:eastAsia="Times New Roman" w:hAnsi="Times New Roman" w:cs="Times New Roman"/>
          <w:color w:val="000000"/>
          <w:lang w:val="kl-GL" w:eastAsia="da-DK"/>
        </w:rPr>
        <w:t>mmi</w:t>
      </w:r>
      <w:r w:rsidR="00D26245" w:rsidRPr="00171408">
        <w:rPr>
          <w:rFonts w:ascii="Times New Roman" w:eastAsia="Times New Roman" w:hAnsi="Times New Roman" w:cs="Times New Roman"/>
          <w:lang w:val="kl-GL" w:eastAsia="da-DK"/>
        </w:rPr>
        <w:t xml:space="preserve"> § 59 naapertorlugu, i</w:t>
      </w:r>
      <w:r w:rsidR="00CE02F1" w:rsidRPr="00171408">
        <w:rPr>
          <w:rFonts w:ascii="Times New Roman" w:eastAsia="Times New Roman" w:hAnsi="Times New Roman" w:cs="Times New Roman"/>
          <w:lang w:val="kl-GL" w:eastAsia="da-DK"/>
        </w:rPr>
        <w:t>ngerlatseqatigiiffik sulin</w:t>
      </w:r>
      <w:r w:rsidR="00421684" w:rsidRPr="00171408">
        <w:rPr>
          <w:rFonts w:ascii="Times New Roman" w:eastAsia="Times New Roman" w:hAnsi="Times New Roman" w:cs="Times New Roman"/>
          <w:lang w:val="kl-GL" w:eastAsia="da-DK"/>
        </w:rPr>
        <w:t>erm</w:t>
      </w:r>
      <w:r w:rsidR="00CE02F1" w:rsidRPr="00171408">
        <w:rPr>
          <w:rFonts w:ascii="Times New Roman" w:eastAsia="Times New Roman" w:hAnsi="Times New Roman" w:cs="Times New Roman"/>
          <w:lang w:val="kl-GL" w:eastAsia="da-DK"/>
        </w:rPr>
        <w:t>i ajutoornermut sillimmasiinermik ingerlataqarpat, Finanstilsynip ingerlatseqatigiiffiup sulin</w:t>
      </w:r>
      <w:r w:rsidR="00FF1AAD" w:rsidRPr="00171408">
        <w:rPr>
          <w:rFonts w:ascii="Times New Roman" w:eastAsia="Times New Roman" w:hAnsi="Times New Roman" w:cs="Times New Roman"/>
          <w:lang w:val="kl-GL" w:eastAsia="da-DK"/>
        </w:rPr>
        <w:t>erm</w:t>
      </w:r>
      <w:r w:rsidR="00CE02F1" w:rsidRPr="00171408">
        <w:rPr>
          <w:rFonts w:ascii="Times New Roman" w:eastAsia="Times New Roman" w:hAnsi="Times New Roman" w:cs="Times New Roman"/>
          <w:lang w:val="kl-GL" w:eastAsia="da-DK"/>
        </w:rPr>
        <w:t>i ajutoornermut sillimmasiinermik ingerlatsinissamut akuersissutaa utertissinnaavaa, tamatuma kingorna sillimmasersimasut Arbejdsmarkedets Erhvervssikringimit aqunneqalerlutik.</w:t>
      </w:r>
    </w:p>
    <w:p w14:paraId="744841A2" w14:textId="77777777" w:rsidR="00515200" w:rsidRPr="00171408" w:rsidRDefault="00515200">
      <w:pPr>
        <w:tabs>
          <w:tab w:val="left" w:pos="284"/>
          <w:tab w:val="left" w:pos="567"/>
          <w:tab w:val="left" w:pos="993"/>
        </w:tabs>
        <w:spacing w:after="0" w:line="320" w:lineRule="exact"/>
        <w:rPr>
          <w:rFonts w:ascii="Times New Roman" w:eastAsia="Times New Roman" w:hAnsi="Times New Roman" w:cs="Times New Roman"/>
          <w:lang w:val="kl-GL" w:eastAsia="da-DK"/>
        </w:rPr>
      </w:pPr>
    </w:p>
    <w:p w14:paraId="130ACF9A" w14:textId="56202C5F" w:rsidR="00515200" w:rsidRPr="00171408" w:rsidRDefault="00065ED8" w:rsidP="00EA5A94">
      <w:pPr>
        <w:pStyle w:val="NormalWeb"/>
        <w:numPr>
          <w:ilvl w:val="2"/>
          <w:numId w:val="8"/>
        </w:numPr>
        <w:tabs>
          <w:tab w:val="left" w:pos="284"/>
          <w:tab w:val="left" w:pos="567"/>
          <w:tab w:val="left" w:pos="993"/>
        </w:tabs>
        <w:spacing w:beforeAutospacing="0" w:after="0" w:afterAutospacing="0" w:line="320" w:lineRule="exact"/>
        <w:contextualSpacing/>
        <w:jc w:val="both"/>
        <w:rPr>
          <w:lang w:val="kl-GL"/>
        </w:rPr>
      </w:pPr>
      <w:r w:rsidRPr="00171408">
        <w:rPr>
          <w:rStyle w:val="italic1"/>
          <w:rFonts w:ascii="Times New Roman" w:hAnsi="Times New Roman" w:cs="Times New Roman"/>
          <w:sz w:val="22"/>
          <w:szCs w:val="22"/>
          <w:lang w:val="kl-GL"/>
        </w:rPr>
        <w:t>Suliassaqartitsinermut minister</w:t>
      </w:r>
      <w:r w:rsidR="001F41C0" w:rsidRPr="00171408">
        <w:rPr>
          <w:rStyle w:val="italic1"/>
          <w:rFonts w:ascii="Times New Roman" w:hAnsi="Times New Roman" w:cs="Times New Roman"/>
          <w:sz w:val="22"/>
          <w:szCs w:val="22"/>
          <w:lang w:val="kl-GL"/>
        </w:rPr>
        <w:t xml:space="preserve">eqarfiup </w:t>
      </w:r>
      <w:r w:rsidR="00CE02F1" w:rsidRPr="00171408">
        <w:rPr>
          <w:rStyle w:val="italic1"/>
          <w:rFonts w:ascii="Times New Roman" w:hAnsi="Times New Roman" w:cs="Times New Roman"/>
          <w:sz w:val="22"/>
          <w:szCs w:val="22"/>
          <w:lang w:val="kl-GL"/>
        </w:rPr>
        <w:t>isumaliuutersuutai aamma aaqqissu</w:t>
      </w:r>
      <w:r w:rsidR="00D26245" w:rsidRPr="00171408">
        <w:rPr>
          <w:rStyle w:val="italic1"/>
          <w:rFonts w:ascii="Times New Roman" w:hAnsi="Times New Roman" w:cs="Times New Roman"/>
          <w:sz w:val="22"/>
          <w:szCs w:val="22"/>
          <w:lang w:val="kl-GL"/>
        </w:rPr>
        <w:t>u</w:t>
      </w:r>
      <w:r w:rsidR="00CE02F1" w:rsidRPr="00171408">
        <w:rPr>
          <w:rStyle w:val="italic1"/>
          <w:rFonts w:ascii="Times New Roman" w:hAnsi="Times New Roman" w:cs="Times New Roman"/>
          <w:sz w:val="22"/>
          <w:szCs w:val="22"/>
          <w:lang w:val="kl-GL"/>
        </w:rPr>
        <w:t>ssineq siunnersuutigineqartoq</w:t>
      </w:r>
    </w:p>
    <w:p w14:paraId="20CB0237" w14:textId="0EA6DA0B" w:rsidR="00515200" w:rsidRPr="00171408" w:rsidRDefault="00CE02F1">
      <w:pPr>
        <w:tabs>
          <w:tab w:val="left" w:pos="284"/>
          <w:tab w:val="left" w:pos="567"/>
          <w:tab w:val="left" w:pos="993"/>
        </w:tabs>
        <w:spacing w:after="0" w:line="320" w:lineRule="exact"/>
        <w:rPr>
          <w:rFonts w:ascii="Times New Roman" w:hAnsi="Times New Roman"/>
          <w:lang w:val="kl-GL"/>
        </w:rPr>
      </w:pPr>
      <w:r w:rsidRPr="00171408">
        <w:rPr>
          <w:rFonts w:ascii="Times New Roman" w:eastAsia="Times New Roman" w:hAnsi="Times New Roman" w:cs="Times New Roman"/>
          <w:lang w:val="kl-GL" w:eastAsia="da-DK"/>
        </w:rPr>
        <w:t xml:space="preserve">Arbejdsmarkedets Erhvervssikringi </w:t>
      </w:r>
      <w:r w:rsidR="00494BE8" w:rsidRPr="00171408">
        <w:rPr>
          <w:rFonts w:ascii="Times New Roman" w:eastAsia="Times New Roman" w:hAnsi="Times New Roman" w:cs="Times New Roman"/>
          <w:lang w:val="kl-GL" w:eastAsia="da-DK"/>
        </w:rPr>
        <w:t xml:space="preserve">sillimmasernernik </w:t>
      </w:r>
      <w:r w:rsidRPr="00171408">
        <w:rPr>
          <w:rFonts w:ascii="Times New Roman" w:eastAsia="Times New Roman" w:hAnsi="Times New Roman" w:cs="Times New Roman"/>
          <w:lang w:val="kl-GL" w:eastAsia="da-DK"/>
        </w:rPr>
        <w:t>ingerlatsinissamut pilersitaanngilaq, akerlianilli sulin</w:t>
      </w:r>
      <w:r w:rsidR="00494BE8" w:rsidRPr="00171408">
        <w:rPr>
          <w:rFonts w:ascii="Times New Roman" w:eastAsia="Times New Roman" w:hAnsi="Times New Roman" w:cs="Times New Roman"/>
          <w:lang w:val="kl-GL" w:eastAsia="da-DK"/>
        </w:rPr>
        <w:t>erm</w:t>
      </w:r>
      <w:r w:rsidRPr="00171408">
        <w:rPr>
          <w:rFonts w:ascii="Times New Roman" w:eastAsia="Times New Roman" w:hAnsi="Times New Roman" w:cs="Times New Roman"/>
          <w:lang w:val="kl-GL" w:eastAsia="da-DK"/>
        </w:rPr>
        <w:t xml:space="preserve">i ajoqusernerit pillugit sulianik ingerlatsinissamut pilersitaalluni. Ajoqusernermut sillimmasiisarfinnut garantifondi pillugu inatsisip, peqatigiiffiit aningaasaliisartut </w:t>
      </w:r>
      <w:r w:rsidR="00545D4A" w:rsidRPr="00171408">
        <w:rPr>
          <w:rFonts w:ascii="Times New Roman" w:eastAsia="Times New Roman" w:hAnsi="Times New Roman" w:cs="Times New Roman"/>
          <w:lang w:val="kl-GL" w:eastAsia="da-DK"/>
        </w:rPr>
        <w:t>il.il.</w:t>
      </w:r>
      <w:r w:rsidRPr="00171408">
        <w:rPr>
          <w:rFonts w:ascii="Times New Roman" w:eastAsia="Times New Roman" w:hAnsi="Times New Roman" w:cs="Times New Roman"/>
          <w:lang w:val="kl-GL" w:eastAsia="da-DK"/>
        </w:rPr>
        <w:t xml:space="preserve"> pillugit inatsisip, </w:t>
      </w:r>
      <w:r w:rsidRPr="00171408">
        <w:rPr>
          <w:rFonts w:ascii="Times New Roman" w:eastAsia="Times New Roman" w:hAnsi="Times New Roman" w:cs="Times New Roman"/>
          <w:lang w:val="kl-GL" w:eastAsia="da-DK"/>
        </w:rPr>
        <w:lastRenderedPageBreak/>
        <w:t xml:space="preserve">aningaasanik </w:t>
      </w:r>
      <w:r w:rsidR="009466E4" w:rsidRPr="00171408">
        <w:rPr>
          <w:rFonts w:ascii="Times New Roman" w:eastAsia="Times New Roman" w:hAnsi="Times New Roman" w:cs="Times New Roman"/>
          <w:lang w:val="kl-GL" w:eastAsia="da-DK"/>
        </w:rPr>
        <w:t xml:space="preserve">peqquserluutinik </w:t>
      </w:r>
      <w:r w:rsidRPr="00171408">
        <w:rPr>
          <w:rFonts w:ascii="Times New Roman" w:eastAsia="Times New Roman" w:hAnsi="Times New Roman" w:cs="Times New Roman"/>
          <w:lang w:val="kl-GL" w:eastAsia="da-DK"/>
        </w:rPr>
        <w:t xml:space="preserve">malunnarunnaarsaasarneq pillugu inatsisip aamma inatsisit assigiinngitsut </w:t>
      </w:r>
      <w:r w:rsidR="004E0D84" w:rsidRPr="00171408">
        <w:rPr>
          <w:rFonts w:ascii="Times New Roman" w:eastAsia="Times New Roman" w:hAnsi="Times New Roman" w:cs="Times New Roman"/>
          <w:lang w:val="kl-GL" w:eastAsia="da-DK"/>
        </w:rPr>
        <w:t xml:space="preserve">allat </w:t>
      </w:r>
      <w:r w:rsidRPr="00171408">
        <w:rPr>
          <w:rFonts w:ascii="Times New Roman" w:eastAsia="Times New Roman" w:hAnsi="Times New Roman" w:cs="Times New Roman"/>
          <w:lang w:val="kl-GL" w:eastAsia="da-DK"/>
        </w:rPr>
        <w:t>allanngortinneqarnissaannik inatsisikkut nr. 1163, 8. juni 2021-meersukkut, sulin</w:t>
      </w:r>
      <w:r w:rsidR="009466E4" w:rsidRPr="00171408">
        <w:rPr>
          <w:rFonts w:ascii="Times New Roman" w:eastAsia="Times New Roman" w:hAnsi="Times New Roman" w:cs="Times New Roman"/>
          <w:lang w:val="kl-GL" w:eastAsia="da-DK"/>
        </w:rPr>
        <w:t>erm</w:t>
      </w:r>
      <w:r w:rsidRPr="00171408">
        <w:rPr>
          <w:rFonts w:ascii="Times New Roman" w:eastAsia="Times New Roman" w:hAnsi="Times New Roman" w:cs="Times New Roman"/>
          <w:lang w:val="kl-GL" w:eastAsia="da-DK"/>
        </w:rPr>
        <w:t>i ajoqusernermut sillimmasiissutinik Arbejdsmarkedets Erhvervssikringip aqutsilernissamut pisussaaffeqarnera, sulin</w:t>
      </w:r>
      <w:r w:rsidR="001A1C4D" w:rsidRPr="00171408">
        <w:rPr>
          <w:rFonts w:ascii="Times New Roman" w:eastAsia="Times New Roman" w:hAnsi="Times New Roman" w:cs="Times New Roman"/>
          <w:lang w:val="kl-GL" w:eastAsia="da-DK"/>
        </w:rPr>
        <w:t>erm</w:t>
      </w:r>
      <w:r w:rsidRPr="00171408">
        <w:rPr>
          <w:rFonts w:ascii="Times New Roman" w:eastAsia="Times New Roman" w:hAnsi="Times New Roman" w:cs="Times New Roman"/>
          <w:lang w:val="kl-GL" w:eastAsia="da-DK"/>
        </w:rPr>
        <w:t>i ajoqusernermut sillimmasiisarfiup sulin</w:t>
      </w:r>
      <w:r w:rsidR="001A1C4D" w:rsidRPr="00171408">
        <w:rPr>
          <w:rFonts w:ascii="Times New Roman" w:eastAsia="Times New Roman" w:hAnsi="Times New Roman" w:cs="Times New Roman"/>
          <w:lang w:val="kl-GL" w:eastAsia="da-DK"/>
        </w:rPr>
        <w:t>erm</w:t>
      </w:r>
      <w:r w:rsidRPr="00171408">
        <w:rPr>
          <w:rFonts w:ascii="Times New Roman" w:eastAsia="Times New Roman" w:hAnsi="Times New Roman" w:cs="Times New Roman"/>
          <w:lang w:val="kl-GL" w:eastAsia="da-DK"/>
        </w:rPr>
        <w:t>i ajoqusernermut sillimmasiinermik ingerlatsinissamut akuersissutaanik arsaarneqaraangat, tak. s</w:t>
      </w:r>
      <w:r w:rsidRPr="00171408">
        <w:rPr>
          <w:rFonts w:ascii="Times New Roman" w:eastAsia="Times New Roman" w:hAnsi="Times New Roman" w:cs="Times New Roman"/>
          <w:color w:val="000000"/>
          <w:lang w:val="kl-GL" w:eastAsia="da-DK"/>
        </w:rPr>
        <w:t>ulin</w:t>
      </w:r>
      <w:r w:rsidR="001A1C4D" w:rsidRPr="00171408">
        <w:rPr>
          <w:rFonts w:ascii="Times New Roman" w:eastAsia="Times New Roman" w:hAnsi="Times New Roman" w:cs="Times New Roman"/>
          <w:color w:val="000000"/>
          <w:lang w:val="kl-GL" w:eastAsia="da-DK"/>
        </w:rPr>
        <w:t>erm</w:t>
      </w:r>
      <w:r w:rsidRPr="00171408">
        <w:rPr>
          <w:rFonts w:ascii="Times New Roman" w:eastAsia="Times New Roman" w:hAnsi="Times New Roman" w:cs="Times New Roman"/>
          <w:color w:val="000000"/>
          <w:lang w:val="kl-GL" w:eastAsia="da-DK"/>
        </w:rPr>
        <w:t xml:space="preserve">i ajoqusernermut isumannaarineq pillugu inatsimmi § 54 </w:t>
      </w:r>
      <w:r w:rsidR="00F130CD" w:rsidRPr="00171408">
        <w:rPr>
          <w:rFonts w:ascii="Times New Roman" w:eastAsia="Times New Roman" w:hAnsi="Times New Roman" w:cs="Times New Roman"/>
          <w:color w:val="000000"/>
          <w:lang w:val="kl-GL" w:eastAsia="da-DK"/>
        </w:rPr>
        <w:t xml:space="preserve">siornatigut </w:t>
      </w:r>
      <w:r w:rsidRPr="00171408">
        <w:rPr>
          <w:rFonts w:ascii="Times New Roman" w:eastAsia="Times New Roman" w:hAnsi="Times New Roman" w:cs="Times New Roman"/>
          <w:color w:val="000000"/>
          <w:lang w:val="kl-GL" w:eastAsia="da-DK"/>
        </w:rPr>
        <w:t>atuuttoq, taamaattumik sulin</w:t>
      </w:r>
      <w:r w:rsidR="00F130CD" w:rsidRPr="00171408">
        <w:rPr>
          <w:rFonts w:ascii="Times New Roman" w:eastAsia="Times New Roman" w:hAnsi="Times New Roman" w:cs="Times New Roman"/>
          <w:color w:val="000000"/>
          <w:lang w:val="kl-GL" w:eastAsia="da-DK"/>
        </w:rPr>
        <w:t>erm</w:t>
      </w:r>
      <w:r w:rsidRPr="00171408">
        <w:rPr>
          <w:rFonts w:ascii="Times New Roman" w:eastAsia="Times New Roman" w:hAnsi="Times New Roman" w:cs="Times New Roman"/>
          <w:color w:val="000000"/>
          <w:lang w:val="kl-GL" w:eastAsia="da-DK"/>
        </w:rPr>
        <w:t>i ajoqusernermut sillimmasiisarfiit Garantifondiannut nuunneqa</w:t>
      </w:r>
      <w:r w:rsidR="004152E8" w:rsidRPr="00171408">
        <w:rPr>
          <w:rFonts w:ascii="Times New Roman" w:eastAsia="Times New Roman" w:hAnsi="Times New Roman" w:cs="Times New Roman"/>
          <w:color w:val="000000"/>
          <w:lang w:val="kl-GL" w:eastAsia="da-DK"/>
        </w:rPr>
        <w:t>rpoq</w:t>
      </w:r>
      <w:r w:rsidRPr="00171408">
        <w:rPr>
          <w:rFonts w:ascii="Times New Roman" w:eastAsia="Times New Roman" w:hAnsi="Times New Roman" w:cs="Times New Roman"/>
          <w:color w:val="000000"/>
          <w:lang w:val="kl-GL" w:eastAsia="da-DK"/>
        </w:rPr>
        <w:t xml:space="preserve"> 1. juli 2021 aallarnerfigalugu. Taamaaqataanik </w:t>
      </w:r>
      <w:r w:rsidRPr="00171408">
        <w:rPr>
          <w:rFonts w:ascii="Times New Roman" w:eastAsia="Times New Roman" w:hAnsi="Times New Roman" w:cs="Times New Roman"/>
          <w:lang w:val="kl-GL" w:eastAsia="da-DK"/>
        </w:rPr>
        <w:t xml:space="preserve">§ 54 atorunnaarsinneqarpoq </w:t>
      </w:r>
      <w:r w:rsidR="00C3269E" w:rsidRPr="00171408">
        <w:rPr>
          <w:rFonts w:ascii="Times New Roman" w:eastAsia="Times New Roman" w:hAnsi="Times New Roman" w:cs="Times New Roman"/>
          <w:lang w:val="kl-GL" w:eastAsia="da-DK"/>
        </w:rPr>
        <w:t>aamma</w:t>
      </w:r>
      <w:r w:rsidRPr="00171408">
        <w:rPr>
          <w:rFonts w:ascii="Times New Roman" w:eastAsia="Times New Roman" w:hAnsi="Times New Roman" w:cs="Times New Roman"/>
          <w:lang w:val="kl-GL" w:eastAsia="da-DK"/>
        </w:rPr>
        <w:t xml:space="preserve"> ajutoornermut sillimmasiissutit piusut, Arbejdsmarkedets Erhvervssikringip aqutai, </w:t>
      </w:r>
      <w:r w:rsidRPr="00171408">
        <w:rPr>
          <w:rFonts w:ascii="Times New Roman" w:eastAsia="Times New Roman" w:hAnsi="Times New Roman" w:cs="Times New Roman"/>
          <w:color w:val="000000"/>
          <w:lang w:val="kl-GL" w:eastAsia="da-DK"/>
        </w:rPr>
        <w:t>sulin</w:t>
      </w:r>
      <w:r w:rsidR="005E0EF3" w:rsidRPr="00171408">
        <w:rPr>
          <w:rFonts w:ascii="Times New Roman" w:eastAsia="Times New Roman" w:hAnsi="Times New Roman" w:cs="Times New Roman"/>
          <w:color w:val="000000"/>
          <w:lang w:val="kl-GL" w:eastAsia="da-DK"/>
        </w:rPr>
        <w:t>erm</w:t>
      </w:r>
      <w:r w:rsidRPr="00171408">
        <w:rPr>
          <w:rFonts w:ascii="Times New Roman" w:eastAsia="Times New Roman" w:hAnsi="Times New Roman" w:cs="Times New Roman"/>
          <w:color w:val="000000"/>
          <w:lang w:val="kl-GL" w:eastAsia="da-DK"/>
        </w:rPr>
        <w:t>i ajoqusernermut sillimmasiisarfiit Garantifondiannut nuunneqarlutik.</w:t>
      </w:r>
    </w:p>
    <w:p w14:paraId="2720C575" w14:textId="77777777" w:rsidR="00515200" w:rsidRPr="00171408" w:rsidRDefault="00515200">
      <w:pPr>
        <w:tabs>
          <w:tab w:val="left" w:pos="284"/>
          <w:tab w:val="left" w:pos="567"/>
          <w:tab w:val="left" w:pos="993"/>
        </w:tabs>
        <w:spacing w:after="0" w:line="320" w:lineRule="exact"/>
        <w:rPr>
          <w:rFonts w:ascii="Times New Roman" w:eastAsia="Times New Roman" w:hAnsi="Times New Roman" w:cs="Times New Roman"/>
          <w:lang w:val="kl-GL" w:eastAsia="da-DK"/>
        </w:rPr>
      </w:pPr>
    </w:p>
    <w:p w14:paraId="2F43EC4D" w14:textId="3203CB7C" w:rsidR="00515200" w:rsidRPr="00171408" w:rsidRDefault="00CE02F1">
      <w:pPr>
        <w:tabs>
          <w:tab w:val="left" w:pos="284"/>
          <w:tab w:val="left" w:pos="567"/>
          <w:tab w:val="left" w:pos="993"/>
        </w:tabs>
        <w:spacing w:after="0" w:line="320" w:lineRule="exact"/>
        <w:rPr>
          <w:rFonts w:ascii="Times New Roman" w:hAnsi="Times New Roman"/>
          <w:lang w:val="kl-GL"/>
        </w:rPr>
      </w:pPr>
      <w:r w:rsidRPr="00171408">
        <w:rPr>
          <w:rFonts w:ascii="Times New Roman" w:eastAsia="Times New Roman" w:hAnsi="Times New Roman" w:cs="Times New Roman"/>
          <w:color w:val="000000"/>
          <w:lang w:val="kl-GL" w:eastAsia="da-DK"/>
        </w:rPr>
        <w:t>Sulin</w:t>
      </w:r>
      <w:r w:rsidR="002412FF" w:rsidRPr="00171408">
        <w:rPr>
          <w:rFonts w:ascii="Times New Roman" w:eastAsia="Times New Roman" w:hAnsi="Times New Roman" w:cs="Times New Roman"/>
          <w:color w:val="000000"/>
          <w:lang w:val="kl-GL" w:eastAsia="da-DK"/>
        </w:rPr>
        <w:t>erm</w:t>
      </w:r>
      <w:r w:rsidRPr="00171408">
        <w:rPr>
          <w:rFonts w:ascii="Times New Roman" w:eastAsia="Times New Roman" w:hAnsi="Times New Roman" w:cs="Times New Roman"/>
          <w:color w:val="000000"/>
          <w:lang w:val="kl-GL" w:eastAsia="da-DK"/>
        </w:rPr>
        <w:t>i ajoqusernermut sillimmasiisarfiit Garantifondiata sillimmasiissutit tigoriissavai, sillimmasiisarfik sillimmasiinermik ingerlatsinissamik akuersissutaanik arsaarneqarpat.</w:t>
      </w:r>
      <w:r w:rsidRPr="00171408">
        <w:rPr>
          <w:rFonts w:ascii="Times New Roman" w:eastAsia="Times New Roman" w:hAnsi="Times New Roman" w:cs="Times New Roman"/>
          <w:lang w:val="kl-GL" w:eastAsia="da-DK"/>
        </w:rPr>
        <w:t xml:space="preserve"> </w:t>
      </w:r>
      <w:r w:rsidRPr="00171408">
        <w:rPr>
          <w:rFonts w:ascii="Times New Roman" w:eastAsia="Times New Roman" w:hAnsi="Times New Roman" w:cs="Times New Roman"/>
          <w:color w:val="000000"/>
          <w:lang w:val="kl-GL" w:eastAsia="da-DK"/>
        </w:rPr>
        <w:t>Sulin</w:t>
      </w:r>
      <w:r w:rsidR="00095E6D" w:rsidRPr="00171408">
        <w:rPr>
          <w:rFonts w:ascii="Times New Roman" w:eastAsia="Times New Roman" w:hAnsi="Times New Roman" w:cs="Times New Roman"/>
          <w:color w:val="000000"/>
          <w:lang w:val="kl-GL" w:eastAsia="da-DK"/>
        </w:rPr>
        <w:t>erm</w:t>
      </w:r>
      <w:r w:rsidRPr="00171408">
        <w:rPr>
          <w:rFonts w:ascii="Times New Roman" w:eastAsia="Times New Roman" w:hAnsi="Times New Roman" w:cs="Times New Roman"/>
          <w:color w:val="000000"/>
          <w:lang w:val="kl-GL" w:eastAsia="da-DK"/>
        </w:rPr>
        <w:t>i ajoqusernermut sillimmasiisarfiit Garantifondip taamaalilluni aaqqissuussaa</w:t>
      </w:r>
      <w:r w:rsidR="00785DCA" w:rsidRPr="00171408">
        <w:rPr>
          <w:rFonts w:ascii="Times New Roman" w:eastAsia="Times New Roman" w:hAnsi="Times New Roman" w:cs="Times New Roman"/>
          <w:color w:val="000000"/>
          <w:lang w:val="kl-GL" w:eastAsia="da-DK"/>
        </w:rPr>
        <w:t>v</w:t>
      </w:r>
      <w:r w:rsidRPr="00171408">
        <w:rPr>
          <w:rFonts w:ascii="Times New Roman" w:eastAsia="Times New Roman" w:hAnsi="Times New Roman" w:cs="Times New Roman"/>
          <w:color w:val="000000"/>
          <w:lang w:val="kl-GL" w:eastAsia="da-DK"/>
        </w:rPr>
        <w:t>oq, sillimmasiissutinik ingerlatsinissamut piareersimas</w:t>
      </w:r>
      <w:r w:rsidR="006020C6" w:rsidRPr="00171408">
        <w:rPr>
          <w:rFonts w:ascii="Times New Roman" w:eastAsia="Times New Roman" w:hAnsi="Times New Roman" w:cs="Times New Roman"/>
          <w:color w:val="000000"/>
          <w:lang w:val="kl-GL" w:eastAsia="da-DK"/>
        </w:rPr>
        <w:t>oq</w:t>
      </w:r>
      <w:r w:rsidRPr="00171408">
        <w:rPr>
          <w:rFonts w:ascii="Times New Roman" w:eastAsia="Times New Roman" w:hAnsi="Times New Roman" w:cs="Times New Roman"/>
          <w:color w:val="000000"/>
          <w:lang w:val="kl-GL" w:eastAsia="da-DK"/>
        </w:rPr>
        <w:t>. Sulin</w:t>
      </w:r>
      <w:r w:rsidR="00D749B1" w:rsidRPr="00171408">
        <w:rPr>
          <w:rFonts w:ascii="Times New Roman" w:eastAsia="Times New Roman" w:hAnsi="Times New Roman" w:cs="Times New Roman"/>
          <w:color w:val="000000"/>
          <w:lang w:val="kl-GL" w:eastAsia="da-DK"/>
        </w:rPr>
        <w:t>erm</w:t>
      </w:r>
      <w:r w:rsidRPr="00171408">
        <w:rPr>
          <w:rFonts w:ascii="Times New Roman" w:eastAsia="Times New Roman" w:hAnsi="Times New Roman" w:cs="Times New Roman"/>
          <w:color w:val="000000"/>
          <w:lang w:val="kl-GL" w:eastAsia="da-DK"/>
        </w:rPr>
        <w:t xml:space="preserve">i ajoqusernermut sillimmasiisarfiit Garantifondi inatsisikkut 2003-mi pilersinneqarpoq </w:t>
      </w:r>
      <w:r w:rsidR="00C3269E" w:rsidRPr="00171408">
        <w:rPr>
          <w:rFonts w:ascii="Times New Roman" w:eastAsia="Times New Roman" w:hAnsi="Times New Roman" w:cs="Times New Roman"/>
          <w:color w:val="000000"/>
          <w:lang w:val="kl-GL" w:eastAsia="da-DK"/>
        </w:rPr>
        <w:t>aamma</w:t>
      </w:r>
      <w:r w:rsidRPr="00171408">
        <w:rPr>
          <w:rFonts w:ascii="Times New Roman" w:eastAsia="Times New Roman" w:hAnsi="Times New Roman" w:cs="Times New Roman"/>
          <w:color w:val="000000"/>
          <w:lang w:val="kl-GL" w:eastAsia="da-DK"/>
        </w:rPr>
        <w:t xml:space="preserve"> sillimmasersimasut inatsisitigut toqqissisimanartumik inissisimanissaasa isumannaarnissaat siunertaralugu, </w:t>
      </w:r>
      <w:r w:rsidR="00C3269E" w:rsidRPr="00171408">
        <w:rPr>
          <w:rFonts w:ascii="Times New Roman" w:eastAsia="Times New Roman" w:hAnsi="Times New Roman" w:cs="Times New Roman"/>
          <w:color w:val="000000"/>
          <w:lang w:val="kl-GL" w:eastAsia="da-DK"/>
        </w:rPr>
        <w:t>aamma</w:t>
      </w:r>
      <w:r w:rsidRPr="00171408">
        <w:rPr>
          <w:rFonts w:ascii="Times New Roman" w:eastAsia="Times New Roman" w:hAnsi="Times New Roman" w:cs="Times New Roman"/>
          <w:color w:val="000000"/>
          <w:lang w:val="kl-GL" w:eastAsia="da-DK"/>
        </w:rPr>
        <w:t xml:space="preserve"> taakkua sillimmasiinermut isumaqatigiissutit malillugit isumannaarsimanissaat, sulin</w:t>
      </w:r>
      <w:r w:rsidR="005C78DB" w:rsidRPr="00171408">
        <w:rPr>
          <w:rFonts w:ascii="Times New Roman" w:eastAsia="Times New Roman" w:hAnsi="Times New Roman" w:cs="Times New Roman"/>
          <w:color w:val="000000"/>
          <w:lang w:val="kl-GL" w:eastAsia="da-DK"/>
        </w:rPr>
        <w:t>erm</w:t>
      </w:r>
      <w:r w:rsidRPr="00171408">
        <w:rPr>
          <w:rFonts w:ascii="Times New Roman" w:eastAsia="Times New Roman" w:hAnsi="Times New Roman" w:cs="Times New Roman"/>
          <w:color w:val="000000"/>
          <w:lang w:val="kl-GL" w:eastAsia="da-DK"/>
        </w:rPr>
        <w:t>i ajoqusernermut sillimmasiisarfik akiliisinnaajunnaassagaluarpat.</w:t>
      </w:r>
    </w:p>
    <w:p w14:paraId="5BCD14CC" w14:textId="77777777" w:rsidR="00515200" w:rsidRPr="00171408" w:rsidRDefault="00515200">
      <w:pPr>
        <w:tabs>
          <w:tab w:val="left" w:pos="284"/>
          <w:tab w:val="left" w:pos="567"/>
          <w:tab w:val="left" w:pos="993"/>
        </w:tabs>
        <w:spacing w:after="0" w:line="320" w:lineRule="exact"/>
        <w:rPr>
          <w:rFonts w:ascii="Times New Roman" w:eastAsia="Times New Roman" w:hAnsi="Times New Roman" w:cs="Times New Roman"/>
          <w:lang w:val="kl-GL" w:eastAsia="da-DK"/>
        </w:rPr>
      </w:pPr>
    </w:p>
    <w:p w14:paraId="65A3B33E" w14:textId="268D8A54" w:rsidR="00515200" w:rsidRPr="00171408" w:rsidRDefault="00CE02F1">
      <w:pPr>
        <w:tabs>
          <w:tab w:val="left" w:pos="284"/>
          <w:tab w:val="left" w:pos="567"/>
          <w:tab w:val="left" w:pos="993"/>
        </w:tabs>
        <w:spacing w:after="0" w:line="320" w:lineRule="exact"/>
        <w:rPr>
          <w:rFonts w:ascii="Times New Roman" w:hAnsi="Times New Roman"/>
          <w:lang w:val="kl-GL"/>
        </w:rPr>
      </w:pPr>
      <w:r w:rsidRPr="00171408">
        <w:rPr>
          <w:rFonts w:ascii="Times New Roman" w:eastAsia="Times New Roman" w:hAnsi="Times New Roman" w:cs="Times New Roman"/>
          <w:lang w:val="kl-GL" w:eastAsia="da-DK"/>
        </w:rPr>
        <w:t xml:space="preserve">Taamaalilluni </w:t>
      </w:r>
      <w:r w:rsidR="006915ED" w:rsidRPr="00171408">
        <w:rPr>
          <w:rFonts w:ascii="Times New Roman" w:eastAsia="Times New Roman" w:hAnsi="Times New Roman" w:cs="Times New Roman"/>
          <w:color w:val="000000"/>
          <w:lang w:val="kl-GL" w:eastAsia="da-DK"/>
        </w:rPr>
        <w:t>ajoqusernermut sillimmasiisarfik akiliisinnaajunnaassagaluarpat aamma sillimmasiisarfiup Danmarkimi ajoqusernermut sillimmasiinermik ingerlatsinissamut akuersissutaanik arsaarneqassagaluarpat,</w:t>
      </w:r>
      <w:r w:rsidR="006915ED" w:rsidRPr="00171408">
        <w:rPr>
          <w:rFonts w:ascii="Times New Roman" w:eastAsia="Times New Roman" w:hAnsi="Times New Roman" w:cs="Times New Roman"/>
          <w:lang w:val="kl-GL" w:eastAsia="da-DK"/>
        </w:rPr>
        <w:t xml:space="preserve"> </w:t>
      </w:r>
      <w:r w:rsidRPr="00171408">
        <w:rPr>
          <w:rFonts w:ascii="Times New Roman" w:eastAsia="Times New Roman" w:hAnsi="Times New Roman" w:cs="Times New Roman"/>
          <w:lang w:val="kl-GL" w:eastAsia="da-DK"/>
        </w:rPr>
        <w:t>s</w:t>
      </w:r>
      <w:r w:rsidRPr="00171408">
        <w:rPr>
          <w:rFonts w:ascii="Times New Roman" w:eastAsia="Times New Roman" w:hAnsi="Times New Roman" w:cs="Times New Roman"/>
          <w:color w:val="000000"/>
          <w:lang w:val="kl-GL" w:eastAsia="da-DK"/>
        </w:rPr>
        <w:t>ulin</w:t>
      </w:r>
      <w:r w:rsidR="00143933" w:rsidRPr="00171408">
        <w:rPr>
          <w:rFonts w:ascii="Times New Roman" w:eastAsia="Times New Roman" w:hAnsi="Times New Roman" w:cs="Times New Roman"/>
          <w:color w:val="000000"/>
          <w:lang w:val="kl-GL" w:eastAsia="da-DK"/>
        </w:rPr>
        <w:t>erm</w:t>
      </w:r>
      <w:r w:rsidRPr="00171408">
        <w:rPr>
          <w:rFonts w:ascii="Times New Roman" w:eastAsia="Times New Roman" w:hAnsi="Times New Roman" w:cs="Times New Roman"/>
          <w:color w:val="000000"/>
          <w:lang w:val="kl-GL" w:eastAsia="da-DK"/>
        </w:rPr>
        <w:t>i ajoqusernermut sillimmasiisarfiit Garantifondiata ullumikkut suliniuteqarneq aquppaa. Sulin</w:t>
      </w:r>
      <w:r w:rsidR="006915ED" w:rsidRPr="00171408">
        <w:rPr>
          <w:rFonts w:ascii="Times New Roman" w:eastAsia="Times New Roman" w:hAnsi="Times New Roman" w:cs="Times New Roman"/>
          <w:color w:val="000000"/>
          <w:lang w:val="kl-GL" w:eastAsia="da-DK"/>
        </w:rPr>
        <w:t>erm</w:t>
      </w:r>
      <w:r w:rsidRPr="00171408">
        <w:rPr>
          <w:rFonts w:ascii="Times New Roman" w:eastAsia="Times New Roman" w:hAnsi="Times New Roman" w:cs="Times New Roman"/>
          <w:color w:val="000000"/>
          <w:lang w:val="kl-GL" w:eastAsia="da-DK"/>
        </w:rPr>
        <w:t xml:space="preserve">i ajoqusernermut sillimmasiisarfiit Garantifondiata ajoqusernermut sillimmasiisarfiup akiliisinnaajunnaarnerani sillimmasersimasut </w:t>
      </w:r>
      <w:r w:rsidR="00C3269E" w:rsidRPr="00171408">
        <w:rPr>
          <w:rFonts w:ascii="Times New Roman" w:eastAsia="Times New Roman" w:hAnsi="Times New Roman" w:cs="Times New Roman"/>
          <w:color w:val="000000"/>
          <w:lang w:val="kl-GL" w:eastAsia="da-DK"/>
        </w:rPr>
        <w:t>aamma</w:t>
      </w:r>
      <w:r w:rsidRPr="00171408">
        <w:rPr>
          <w:rFonts w:ascii="Times New Roman" w:eastAsia="Times New Roman" w:hAnsi="Times New Roman" w:cs="Times New Roman"/>
          <w:color w:val="000000"/>
          <w:lang w:val="kl-GL" w:eastAsia="da-DK"/>
        </w:rPr>
        <w:t xml:space="preserve"> isumannaarsimasut isumaginissaat misilittagaqarfigilersimavaa. Tamanna misilittagaq </w:t>
      </w:r>
      <w:r w:rsidRPr="00171408">
        <w:rPr>
          <w:rFonts w:ascii="Times New Roman" w:eastAsia="Times New Roman" w:hAnsi="Times New Roman" w:cs="Times New Roman"/>
          <w:lang w:val="kl-GL" w:eastAsia="da-DK"/>
        </w:rPr>
        <w:t>Arbejdsmarkedets Erhvervssikringi</w:t>
      </w:r>
      <w:r w:rsidR="00022003" w:rsidRPr="00171408">
        <w:rPr>
          <w:rFonts w:ascii="Times New Roman" w:eastAsia="Times New Roman" w:hAnsi="Times New Roman" w:cs="Times New Roman"/>
          <w:lang w:val="kl-GL" w:eastAsia="da-DK"/>
        </w:rPr>
        <w:t>mi</w:t>
      </w:r>
      <w:r w:rsidRPr="00171408">
        <w:rPr>
          <w:rFonts w:ascii="Times New Roman" w:eastAsia="Times New Roman" w:hAnsi="Times New Roman" w:cs="Times New Roman"/>
          <w:lang w:val="kl-GL" w:eastAsia="da-DK"/>
        </w:rPr>
        <w:t xml:space="preserve"> taama annertutigisumik pigi</w:t>
      </w:r>
      <w:r w:rsidR="00022003" w:rsidRPr="00171408">
        <w:rPr>
          <w:rFonts w:ascii="Times New Roman" w:eastAsia="Times New Roman" w:hAnsi="Times New Roman" w:cs="Times New Roman"/>
          <w:lang w:val="kl-GL" w:eastAsia="da-DK"/>
        </w:rPr>
        <w:t>neqanngilaq</w:t>
      </w:r>
      <w:r w:rsidRPr="00171408">
        <w:rPr>
          <w:rFonts w:ascii="Times New Roman" w:eastAsia="Times New Roman" w:hAnsi="Times New Roman" w:cs="Times New Roman"/>
          <w:lang w:val="kl-GL" w:eastAsia="da-DK"/>
        </w:rPr>
        <w:t>.</w:t>
      </w:r>
    </w:p>
    <w:p w14:paraId="54204942" w14:textId="77777777" w:rsidR="00515200" w:rsidRPr="00171408" w:rsidRDefault="00515200">
      <w:pPr>
        <w:tabs>
          <w:tab w:val="left" w:pos="284"/>
          <w:tab w:val="left" w:pos="567"/>
          <w:tab w:val="left" w:pos="993"/>
        </w:tabs>
        <w:spacing w:after="0" w:line="320" w:lineRule="exact"/>
        <w:rPr>
          <w:rFonts w:ascii="Times New Roman" w:eastAsia="Times New Roman" w:hAnsi="Times New Roman" w:cs="Times New Roman"/>
          <w:lang w:val="kl-GL" w:eastAsia="da-DK"/>
        </w:rPr>
      </w:pPr>
    </w:p>
    <w:p w14:paraId="75A74CDA" w14:textId="0EC6F07C" w:rsidR="00515200" w:rsidRPr="00171408" w:rsidRDefault="00065ED8">
      <w:pPr>
        <w:tabs>
          <w:tab w:val="left" w:pos="284"/>
          <w:tab w:val="left" w:pos="567"/>
          <w:tab w:val="left" w:pos="993"/>
        </w:tabs>
        <w:spacing w:after="0" w:line="320" w:lineRule="exact"/>
        <w:rPr>
          <w:rFonts w:ascii="Times New Roman" w:hAnsi="Times New Roman"/>
          <w:lang w:val="kl-GL"/>
        </w:rPr>
      </w:pPr>
      <w:r w:rsidRPr="00171408">
        <w:rPr>
          <w:rFonts w:ascii="Times New Roman" w:eastAsia="Times New Roman" w:hAnsi="Times New Roman" w:cs="Times New Roman"/>
          <w:lang w:val="kl-GL" w:eastAsia="da-DK"/>
        </w:rPr>
        <w:t>Suliassaqartitsinermut minister</w:t>
      </w:r>
      <w:r w:rsidR="003126ED" w:rsidRPr="00171408">
        <w:rPr>
          <w:rFonts w:ascii="Times New Roman" w:eastAsia="Times New Roman" w:hAnsi="Times New Roman" w:cs="Times New Roman"/>
          <w:lang w:val="kl-GL" w:eastAsia="da-DK"/>
        </w:rPr>
        <w:t>eqarfiup</w:t>
      </w:r>
      <w:r w:rsidR="00CE02F1" w:rsidRPr="00171408">
        <w:rPr>
          <w:rFonts w:ascii="Times New Roman" w:eastAsia="Times New Roman" w:hAnsi="Times New Roman" w:cs="Times New Roman"/>
          <w:lang w:val="kl-GL" w:eastAsia="da-DK"/>
        </w:rPr>
        <w:t xml:space="preserve"> aamma Namminersorlutik Oqartussat nalilerpaat, sulin</w:t>
      </w:r>
      <w:r w:rsidR="00174B10" w:rsidRPr="00171408">
        <w:rPr>
          <w:rFonts w:ascii="Times New Roman" w:eastAsia="Times New Roman" w:hAnsi="Times New Roman" w:cs="Times New Roman"/>
          <w:lang w:val="kl-GL" w:eastAsia="da-DK"/>
        </w:rPr>
        <w:t>erm</w:t>
      </w:r>
      <w:r w:rsidR="00CE02F1" w:rsidRPr="00171408">
        <w:rPr>
          <w:rFonts w:ascii="Times New Roman" w:eastAsia="Times New Roman" w:hAnsi="Times New Roman" w:cs="Times New Roman"/>
          <w:lang w:val="kl-GL" w:eastAsia="da-DK"/>
        </w:rPr>
        <w:t xml:space="preserve">i </w:t>
      </w:r>
      <w:r w:rsidR="00CE02F1" w:rsidRPr="00171408">
        <w:rPr>
          <w:rFonts w:ascii="Times New Roman" w:eastAsia="Times New Roman" w:hAnsi="Times New Roman" w:cs="Times New Roman"/>
          <w:color w:val="000000"/>
          <w:lang w:val="kl-GL" w:eastAsia="da-DK"/>
        </w:rPr>
        <w:t>ajoqusernermut sillimmasiissutinik aqutsilernisssamut pisussaaffik, sulin</w:t>
      </w:r>
      <w:r w:rsidR="00174B10" w:rsidRPr="00171408">
        <w:rPr>
          <w:rFonts w:ascii="Times New Roman" w:eastAsia="Times New Roman" w:hAnsi="Times New Roman" w:cs="Times New Roman"/>
          <w:color w:val="000000"/>
          <w:lang w:val="kl-GL" w:eastAsia="da-DK"/>
        </w:rPr>
        <w:t>erm</w:t>
      </w:r>
      <w:r w:rsidR="00CE02F1" w:rsidRPr="00171408">
        <w:rPr>
          <w:rFonts w:ascii="Times New Roman" w:eastAsia="Times New Roman" w:hAnsi="Times New Roman" w:cs="Times New Roman"/>
          <w:color w:val="000000"/>
          <w:lang w:val="kl-GL" w:eastAsia="da-DK"/>
        </w:rPr>
        <w:t>i ajoqusernermut sillimmasiisarfiup Kalaallit Nunaanni sulin</w:t>
      </w:r>
      <w:r w:rsidR="00174B10" w:rsidRPr="00171408">
        <w:rPr>
          <w:rFonts w:ascii="Times New Roman" w:eastAsia="Times New Roman" w:hAnsi="Times New Roman" w:cs="Times New Roman"/>
          <w:color w:val="000000"/>
          <w:lang w:val="kl-GL" w:eastAsia="da-DK"/>
        </w:rPr>
        <w:t>erm</w:t>
      </w:r>
      <w:r w:rsidR="00CE02F1" w:rsidRPr="00171408">
        <w:rPr>
          <w:rFonts w:ascii="Times New Roman" w:eastAsia="Times New Roman" w:hAnsi="Times New Roman" w:cs="Times New Roman"/>
          <w:color w:val="000000"/>
          <w:lang w:val="kl-GL" w:eastAsia="da-DK"/>
        </w:rPr>
        <w:t>i ajoqusernermut sillimmasiinermik ingerlatsinissamut akuersissataanik arsaarneqarpat, taamaaqataanik Arbejdsmarkedets Erhvervssikringimiit sulin</w:t>
      </w:r>
      <w:r w:rsidR="00192D25" w:rsidRPr="00171408">
        <w:rPr>
          <w:rFonts w:ascii="Times New Roman" w:eastAsia="Times New Roman" w:hAnsi="Times New Roman" w:cs="Times New Roman"/>
          <w:color w:val="000000"/>
          <w:lang w:val="kl-GL" w:eastAsia="da-DK"/>
        </w:rPr>
        <w:t>erm</w:t>
      </w:r>
      <w:r w:rsidR="00CE02F1" w:rsidRPr="00171408">
        <w:rPr>
          <w:rFonts w:ascii="Times New Roman" w:eastAsia="Times New Roman" w:hAnsi="Times New Roman" w:cs="Times New Roman"/>
          <w:color w:val="000000"/>
          <w:lang w:val="kl-GL" w:eastAsia="da-DK"/>
        </w:rPr>
        <w:t>i ajoqusernermut sillimmasiisarfiit Garantifondimut tunniunneqartariaqartoq. Tamanna aamma atuuppoq sillimmasiissutaasinnaasunut piusunut, Arbejdsmarkedets Erhvervssikringip aqulereersimasaanut sulin</w:t>
      </w:r>
      <w:r w:rsidR="00F6169E" w:rsidRPr="00171408">
        <w:rPr>
          <w:rFonts w:ascii="Times New Roman" w:eastAsia="Times New Roman" w:hAnsi="Times New Roman" w:cs="Times New Roman"/>
          <w:color w:val="000000"/>
          <w:lang w:val="kl-GL" w:eastAsia="da-DK"/>
        </w:rPr>
        <w:t>erm</w:t>
      </w:r>
      <w:r w:rsidR="00CE02F1" w:rsidRPr="00171408">
        <w:rPr>
          <w:rFonts w:ascii="Times New Roman" w:eastAsia="Times New Roman" w:hAnsi="Times New Roman" w:cs="Times New Roman"/>
          <w:color w:val="000000"/>
          <w:lang w:val="kl-GL" w:eastAsia="da-DK"/>
        </w:rPr>
        <w:t>i ajoqusernermut sillimmasiisarfiit Garantifondi</w:t>
      </w:r>
      <w:r w:rsidR="0006344E" w:rsidRPr="00171408">
        <w:rPr>
          <w:rFonts w:ascii="Times New Roman" w:eastAsia="Times New Roman" w:hAnsi="Times New Roman" w:cs="Times New Roman"/>
          <w:color w:val="000000"/>
          <w:lang w:val="kl-GL" w:eastAsia="da-DK"/>
        </w:rPr>
        <w:t>ann</w:t>
      </w:r>
      <w:r w:rsidR="00CE02F1" w:rsidRPr="00171408">
        <w:rPr>
          <w:rFonts w:ascii="Times New Roman" w:eastAsia="Times New Roman" w:hAnsi="Times New Roman" w:cs="Times New Roman"/>
          <w:color w:val="000000"/>
          <w:lang w:val="kl-GL" w:eastAsia="da-DK"/>
        </w:rPr>
        <w:t xml:space="preserve">ut </w:t>
      </w:r>
      <w:r w:rsidR="0006344E" w:rsidRPr="00171408">
        <w:rPr>
          <w:rFonts w:ascii="Times New Roman" w:eastAsia="Times New Roman" w:hAnsi="Times New Roman" w:cs="Times New Roman"/>
          <w:color w:val="000000"/>
          <w:lang w:val="kl-GL" w:eastAsia="da-DK"/>
        </w:rPr>
        <w:t xml:space="preserve">suliassamik </w:t>
      </w:r>
      <w:r w:rsidR="00CE02F1" w:rsidRPr="00171408">
        <w:rPr>
          <w:rFonts w:ascii="Times New Roman" w:eastAsia="Times New Roman" w:hAnsi="Times New Roman" w:cs="Times New Roman"/>
          <w:color w:val="000000"/>
          <w:lang w:val="kl-GL" w:eastAsia="da-DK"/>
        </w:rPr>
        <w:t>nuussinermi.</w:t>
      </w:r>
      <w:r w:rsidR="001D5045" w:rsidRPr="00171408">
        <w:rPr>
          <w:rFonts w:ascii="Times New Roman" w:eastAsia="Times New Roman" w:hAnsi="Times New Roman" w:cs="Times New Roman"/>
          <w:color w:val="000000"/>
          <w:lang w:val="kl-GL" w:eastAsia="da-DK"/>
        </w:rPr>
        <w:t xml:space="preserve"> </w:t>
      </w:r>
      <w:r w:rsidR="00CE02F1" w:rsidRPr="00171408">
        <w:rPr>
          <w:rFonts w:ascii="Times New Roman" w:eastAsia="Times New Roman" w:hAnsi="Times New Roman" w:cs="Times New Roman"/>
          <w:color w:val="000000"/>
          <w:lang w:val="kl-GL" w:eastAsia="da-DK"/>
        </w:rPr>
        <w:t xml:space="preserve">Tamatumuuna </w:t>
      </w:r>
      <w:r w:rsidR="00F8540A" w:rsidRPr="00171408">
        <w:rPr>
          <w:rFonts w:ascii="Times New Roman" w:eastAsia="Times New Roman" w:hAnsi="Times New Roman" w:cs="Times New Roman"/>
          <w:color w:val="000000"/>
          <w:lang w:val="kl-GL" w:eastAsia="da-DK"/>
        </w:rPr>
        <w:t xml:space="preserve">sulinermi ajoqusernermut sillimmasiisarfik akiliisinnaajunnaarpat, imaluunniit sulinermi ajoqusernermut sillimmasiinermik ingerlatsinissamut akuersissutaanik arsaarneqarpat, </w:t>
      </w:r>
      <w:r w:rsidR="00CE02F1" w:rsidRPr="00171408">
        <w:rPr>
          <w:rFonts w:ascii="Times New Roman" w:eastAsia="Times New Roman" w:hAnsi="Times New Roman" w:cs="Times New Roman"/>
          <w:color w:val="000000"/>
          <w:lang w:val="kl-GL" w:eastAsia="da-DK"/>
        </w:rPr>
        <w:t xml:space="preserve">suliniuteqarneq ataatsimoortoq aamma ataqatigiissarneqartoq </w:t>
      </w:r>
      <w:r w:rsidR="00257986" w:rsidRPr="00171408">
        <w:rPr>
          <w:rFonts w:ascii="Times New Roman" w:eastAsia="Times New Roman" w:hAnsi="Times New Roman" w:cs="Times New Roman"/>
          <w:color w:val="000000"/>
          <w:lang w:val="kl-GL" w:eastAsia="da-DK"/>
        </w:rPr>
        <w:t xml:space="preserve">qulakkeerneqarpoq </w:t>
      </w:r>
      <w:r w:rsidR="00CE02F1" w:rsidRPr="00171408">
        <w:rPr>
          <w:rFonts w:ascii="Times New Roman" w:eastAsia="Times New Roman" w:hAnsi="Times New Roman" w:cs="Times New Roman"/>
          <w:color w:val="000000"/>
          <w:lang w:val="kl-GL" w:eastAsia="da-DK"/>
        </w:rPr>
        <w:t>sillimmasersimasunut aamma isumannaarsimasunut attuumassuteqartunut iluaqutaasoq.</w:t>
      </w:r>
    </w:p>
    <w:p w14:paraId="5A46BD52" w14:textId="3EB1874A" w:rsidR="00515200" w:rsidRPr="00171408" w:rsidRDefault="00CE02F1">
      <w:pPr>
        <w:tabs>
          <w:tab w:val="left" w:pos="284"/>
          <w:tab w:val="left" w:pos="567"/>
          <w:tab w:val="left" w:pos="993"/>
        </w:tabs>
        <w:spacing w:after="0" w:line="320" w:lineRule="exact"/>
        <w:rPr>
          <w:rFonts w:ascii="Times New Roman" w:hAnsi="Times New Roman"/>
          <w:lang w:val="kl-GL"/>
        </w:rPr>
      </w:pPr>
      <w:r w:rsidRPr="00171408">
        <w:rPr>
          <w:rFonts w:ascii="Times New Roman" w:eastAsia="Times New Roman" w:hAnsi="Times New Roman" w:cs="Times New Roman"/>
          <w:lang w:val="kl-GL" w:eastAsia="da-DK"/>
        </w:rPr>
        <w:t xml:space="preserve">Taamaaqataanik aamma siunnersuut isumaqassaaq, Arbejdsmarkedets Erhvervssikringip sillimmasiinermik ingerlatsinnginnissaa, sillimmasiisarfik </w:t>
      </w:r>
      <w:r w:rsidRPr="00171408">
        <w:rPr>
          <w:rFonts w:ascii="Times New Roman" w:eastAsia="Times New Roman" w:hAnsi="Times New Roman" w:cs="Times New Roman"/>
          <w:color w:val="000000"/>
          <w:lang w:val="kl-GL" w:eastAsia="da-DK"/>
        </w:rPr>
        <w:t>Kalaallit Nunaanni sulin</w:t>
      </w:r>
      <w:r w:rsidR="001F44CA" w:rsidRPr="00171408">
        <w:rPr>
          <w:rFonts w:ascii="Times New Roman" w:eastAsia="Times New Roman" w:hAnsi="Times New Roman" w:cs="Times New Roman"/>
          <w:color w:val="000000"/>
          <w:lang w:val="kl-GL" w:eastAsia="da-DK"/>
        </w:rPr>
        <w:t>erm</w:t>
      </w:r>
      <w:r w:rsidRPr="00171408">
        <w:rPr>
          <w:rFonts w:ascii="Times New Roman" w:eastAsia="Times New Roman" w:hAnsi="Times New Roman" w:cs="Times New Roman"/>
          <w:color w:val="000000"/>
          <w:lang w:val="kl-GL" w:eastAsia="da-DK"/>
        </w:rPr>
        <w:t xml:space="preserve">i ajoqusernermut sillimmasiinermik ingerlatsisoq, taamatut ingerlatsinissamut akuersissutiminik </w:t>
      </w:r>
      <w:r w:rsidR="006E2B0A" w:rsidRPr="00171408">
        <w:rPr>
          <w:rFonts w:ascii="Times New Roman" w:eastAsia="Times New Roman" w:hAnsi="Times New Roman" w:cs="Times New Roman"/>
          <w:color w:val="000000"/>
          <w:lang w:val="kl-GL" w:eastAsia="da-DK"/>
        </w:rPr>
        <w:t>arsaarneqarpat</w:t>
      </w:r>
      <w:r w:rsidRPr="00171408">
        <w:rPr>
          <w:rFonts w:ascii="Times New Roman" w:eastAsia="Times New Roman" w:hAnsi="Times New Roman" w:cs="Times New Roman"/>
          <w:color w:val="000000"/>
          <w:lang w:val="kl-GL" w:eastAsia="da-DK"/>
        </w:rPr>
        <w:t>.</w:t>
      </w:r>
      <w:r w:rsidRPr="00171408">
        <w:rPr>
          <w:rFonts w:ascii="Times New Roman" w:eastAsia="Times New Roman" w:hAnsi="Times New Roman" w:cs="Times New Roman"/>
          <w:lang w:val="kl-GL" w:eastAsia="da-DK"/>
        </w:rPr>
        <w:t xml:space="preserve"> </w:t>
      </w:r>
      <w:r w:rsidR="00FC6CFB" w:rsidRPr="00171408">
        <w:rPr>
          <w:rFonts w:ascii="Times New Roman" w:eastAsia="Times New Roman" w:hAnsi="Times New Roman" w:cs="Times New Roman"/>
          <w:lang w:val="kl-GL" w:eastAsia="da-DK"/>
        </w:rPr>
        <w:t xml:space="preserve">Taamaalilluni </w:t>
      </w:r>
      <w:r w:rsidRPr="00171408">
        <w:rPr>
          <w:rFonts w:ascii="Times New Roman" w:eastAsia="Times New Roman" w:hAnsi="Times New Roman" w:cs="Times New Roman"/>
          <w:lang w:val="kl-GL" w:eastAsia="da-DK"/>
        </w:rPr>
        <w:t xml:space="preserve">Arbejdsmarkedets Erhvervssikringip qitiusumik suliassani kisiat </w:t>
      </w:r>
      <w:r w:rsidR="00A8070C" w:rsidRPr="00171408">
        <w:rPr>
          <w:rFonts w:ascii="Times New Roman" w:eastAsia="Times New Roman" w:hAnsi="Times New Roman" w:cs="Times New Roman"/>
          <w:lang w:val="kl-GL" w:eastAsia="da-DK"/>
        </w:rPr>
        <w:t>ukkatarissavaa</w:t>
      </w:r>
      <w:r w:rsidRPr="00171408">
        <w:rPr>
          <w:rFonts w:ascii="Times New Roman" w:eastAsia="Times New Roman" w:hAnsi="Times New Roman" w:cs="Times New Roman"/>
          <w:lang w:val="kl-GL" w:eastAsia="da-DK"/>
        </w:rPr>
        <w:t>, tassaasoq sulin</w:t>
      </w:r>
      <w:r w:rsidR="006A4F4C" w:rsidRPr="00171408">
        <w:rPr>
          <w:rFonts w:ascii="Times New Roman" w:eastAsia="Times New Roman" w:hAnsi="Times New Roman" w:cs="Times New Roman"/>
          <w:lang w:val="kl-GL" w:eastAsia="da-DK"/>
        </w:rPr>
        <w:t>erm</w:t>
      </w:r>
      <w:r w:rsidRPr="00171408">
        <w:rPr>
          <w:rFonts w:ascii="Times New Roman" w:eastAsia="Times New Roman" w:hAnsi="Times New Roman" w:cs="Times New Roman"/>
          <w:lang w:val="kl-GL" w:eastAsia="da-DK"/>
        </w:rPr>
        <w:t xml:space="preserve">i ajoquserneq pillugu inatsit </w:t>
      </w:r>
      <w:r w:rsidRPr="00171408">
        <w:rPr>
          <w:rFonts w:ascii="Times New Roman" w:eastAsia="Times New Roman" w:hAnsi="Times New Roman" w:cs="Times New Roman"/>
          <w:lang w:val="kl-GL" w:eastAsia="da-DK"/>
        </w:rPr>
        <w:lastRenderedPageBreak/>
        <w:t xml:space="preserve">malillugu </w:t>
      </w:r>
      <w:r w:rsidR="006A4F4C" w:rsidRPr="00171408">
        <w:rPr>
          <w:rFonts w:ascii="Times New Roman" w:eastAsia="Times New Roman" w:hAnsi="Times New Roman" w:cs="Times New Roman"/>
          <w:lang w:val="kl-GL" w:eastAsia="da-DK"/>
        </w:rPr>
        <w:t xml:space="preserve">attuumassuteqanngitsumik </w:t>
      </w:r>
      <w:r w:rsidRPr="00171408">
        <w:rPr>
          <w:rFonts w:ascii="Times New Roman" w:eastAsia="Times New Roman" w:hAnsi="Times New Roman" w:cs="Times New Roman"/>
          <w:lang w:val="kl-GL" w:eastAsia="da-DK"/>
        </w:rPr>
        <w:t>eqqortu</w:t>
      </w:r>
      <w:r w:rsidR="006A4F4C" w:rsidRPr="00171408">
        <w:rPr>
          <w:rFonts w:ascii="Times New Roman" w:eastAsia="Times New Roman" w:hAnsi="Times New Roman" w:cs="Times New Roman"/>
          <w:lang w:val="kl-GL" w:eastAsia="da-DK"/>
        </w:rPr>
        <w:t>m</w:t>
      </w:r>
      <w:r w:rsidRPr="00171408">
        <w:rPr>
          <w:rFonts w:ascii="Times New Roman" w:eastAsia="Times New Roman" w:hAnsi="Times New Roman" w:cs="Times New Roman"/>
          <w:lang w:val="kl-GL" w:eastAsia="da-DK"/>
        </w:rPr>
        <w:t>i</w:t>
      </w:r>
      <w:r w:rsidR="006A4F4C" w:rsidRPr="00171408">
        <w:rPr>
          <w:rFonts w:ascii="Times New Roman" w:eastAsia="Times New Roman" w:hAnsi="Times New Roman" w:cs="Times New Roman"/>
          <w:lang w:val="kl-GL" w:eastAsia="da-DK"/>
        </w:rPr>
        <w:t>llu</w:t>
      </w:r>
      <w:r w:rsidRPr="00171408">
        <w:rPr>
          <w:rFonts w:ascii="Times New Roman" w:eastAsia="Times New Roman" w:hAnsi="Times New Roman" w:cs="Times New Roman"/>
          <w:lang w:val="kl-GL" w:eastAsia="da-DK"/>
        </w:rPr>
        <w:t xml:space="preserve"> aalajangiinissaq. </w:t>
      </w:r>
      <w:r w:rsidR="007F278E" w:rsidRPr="00171408">
        <w:rPr>
          <w:rFonts w:ascii="Times New Roman" w:eastAsia="Times New Roman" w:hAnsi="Times New Roman" w:cs="Times New Roman"/>
          <w:lang w:val="kl-GL" w:eastAsia="da-DK"/>
        </w:rPr>
        <w:t xml:space="preserve">Ilanngullugu </w:t>
      </w:r>
      <w:r w:rsidRPr="00171408">
        <w:rPr>
          <w:rFonts w:ascii="Times New Roman" w:eastAsia="Times New Roman" w:hAnsi="Times New Roman" w:cs="Times New Roman"/>
          <w:lang w:val="kl-GL" w:eastAsia="da-DK"/>
        </w:rPr>
        <w:t xml:space="preserve">siunnersuut isumaqassaaq, siunissami </w:t>
      </w:r>
      <w:r w:rsidR="004D3B7E" w:rsidRPr="00171408">
        <w:rPr>
          <w:rFonts w:ascii="Times New Roman" w:eastAsia="Times New Roman" w:hAnsi="Times New Roman" w:cs="Times New Roman"/>
          <w:lang w:val="kl-GL" w:eastAsia="da-DK"/>
        </w:rPr>
        <w:t xml:space="preserve">Arbejdsmarkedets Erhvervssikring </w:t>
      </w:r>
      <w:r w:rsidRPr="00171408">
        <w:rPr>
          <w:rFonts w:ascii="Times New Roman" w:eastAsia="Times New Roman" w:hAnsi="Times New Roman" w:cs="Times New Roman"/>
          <w:lang w:val="kl-GL" w:eastAsia="da-DK"/>
        </w:rPr>
        <w:t xml:space="preserve">Kalaallit Nunaanni aamma Danmarkimi </w:t>
      </w:r>
      <w:r w:rsidR="004D3B7E" w:rsidRPr="00171408">
        <w:rPr>
          <w:rFonts w:ascii="Times New Roman" w:eastAsia="Times New Roman" w:hAnsi="Times New Roman" w:cs="Times New Roman"/>
          <w:lang w:val="kl-GL" w:eastAsia="da-DK"/>
        </w:rPr>
        <w:t xml:space="preserve">suliassaqarfimmi </w:t>
      </w:r>
      <w:r w:rsidRPr="00171408">
        <w:rPr>
          <w:rFonts w:ascii="Times New Roman" w:eastAsia="Times New Roman" w:hAnsi="Times New Roman" w:cs="Times New Roman"/>
          <w:lang w:val="kl-GL" w:eastAsia="da-DK"/>
        </w:rPr>
        <w:t>malittarisassat assigiinngitsut marluk malillugit aqutsi</w:t>
      </w:r>
      <w:r w:rsidR="004D3B7E" w:rsidRPr="00171408">
        <w:rPr>
          <w:rFonts w:ascii="Times New Roman" w:eastAsia="Times New Roman" w:hAnsi="Times New Roman" w:cs="Times New Roman"/>
          <w:lang w:val="kl-GL" w:eastAsia="da-DK"/>
        </w:rPr>
        <w:t>ssanngilaq</w:t>
      </w:r>
      <w:r w:rsidRPr="00171408">
        <w:rPr>
          <w:rFonts w:ascii="Times New Roman" w:eastAsia="Times New Roman" w:hAnsi="Times New Roman" w:cs="Times New Roman"/>
          <w:lang w:val="kl-GL" w:eastAsia="da-DK"/>
        </w:rPr>
        <w:t>.</w:t>
      </w:r>
    </w:p>
    <w:p w14:paraId="66D9CCDA" w14:textId="77777777" w:rsidR="00515200" w:rsidRPr="00171408" w:rsidRDefault="00515200">
      <w:pPr>
        <w:tabs>
          <w:tab w:val="left" w:pos="284"/>
          <w:tab w:val="left" w:pos="567"/>
          <w:tab w:val="left" w:pos="993"/>
        </w:tabs>
        <w:spacing w:after="0" w:line="320" w:lineRule="exact"/>
        <w:rPr>
          <w:rFonts w:ascii="Times New Roman" w:eastAsia="Times New Roman" w:hAnsi="Times New Roman" w:cs="Times New Roman"/>
          <w:lang w:val="kl-GL" w:eastAsia="da-DK"/>
        </w:rPr>
      </w:pPr>
    </w:p>
    <w:p w14:paraId="4C94ADC6" w14:textId="3B9FF534" w:rsidR="00515200" w:rsidRPr="00171408" w:rsidRDefault="00CE02F1">
      <w:pPr>
        <w:rPr>
          <w:rFonts w:ascii="Times New Roman" w:hAnsi="Times New Roman"/>
          <w:lang w:val="kl-GL"/>
        </w:rPr>
      </w:pPr>
      <w:r w:rsidRPr="00171408">
        <w:rPr>
          <w:rFonts w:ascii="Times New Roman" w:hAnsi="Times New Roman" w:cs="Times New Roman"/>
          <w:lang w:val="kl-GL"/>
        </w:rPr>
        <w:t>Allannguutit s</w:t>
      </w:r>
      <w:r w:rsidRPr="00171408">
        <w:rPr>
          <w:rFonts w:ascii="Times New Roman" w:hAnsi="Times New Roman" w:cs="Times New Roman"/>
          <w:color w:val="000000"/>
          <w:lang w:val="kl-GL"/>
        </w:rPr>
        <w:t>ulin</w:t>
      </w:r>
      <w:r w:rsidR="0066674E" w:rsidRPr="00171408">
        <w:rPr>
          <w:rFonts w:ascii="Times New Roman" w:hAnsi="Times New Roman" w:cs="Times New Roman"/>
          <w:color w:val="000000"/>
          <w:lang w:val="kl-GL"/>
        </w:rPr>
        <w:t>erm</w:t>
      </w:r>
      <w:r w:rsidRPr="00171408">
        <w:rPr>
          <w:rFonts w:ascii="Times New Roman" w:hAnsi="Times New Roman" w:cs="Times New Roman"/>
          <w:color w:val="000000"/>
          <w:lang w:val="kl-GL"/>
        </w:rPr>
        <w:t>i ajoqusernermut isumannaarineq pillugu inatsimmi malittarisassanik assigiissaarissapput.</w:t>
      </w:r>
    </w:p>
    <w:p w14:paraId="7EDB51F4" w14:textId="4994BB35" w:rsidR="00515200" w:rsidRPr="00171408" w:rsidRDefault="00CE02F1">
      <w:pPr>
        <w:pStyle w:val="NormalWeb"/>
        <w:tabs>
          <w:tab w:val="left" w:pos="284"/>
          <w:tab w:val="left" w:pos="567"/>
          <w:tab w:val="left" w:pos="993"/>
        </w:tabs>
        <w:spacing w:after="0" w:line="276" w:lineRule="auto"/>
        <w:rPr>
          <w:rFonts w:ascii="Times New Roman" w:hAnsi="Times New Roman"/>
          <w:lang w:val="kl-GL"/>
        </w:rPr>
      </w:pPr>
      <w:r w:rsidRPr="00171408">
        <w:rPr>
          <w:rFonts w:ascii="Times New Roman" w:hAnsi="Times New Roman" w:cs="Times New Roman"/>
          <w:sz w:val="22"/>
          <w:szCs w:val="22"/>
          <w:lang w:val="kl-GL"/>
        </w:rPr>
        <w:t>Siunnersuummi § 1, nr. 2</w:t>
      </w:r>
      <w:r w:rsidR="00A61032" w:rsidRPr="00171408">
        <w:rPr>
          <w:rFonts w:ascii="Times New Roman" w:hAnsi="Times New Roman" w:cs="Times New Roman"/>
          <w:sz w:val="22"/>
          <w:szCs w:val="22"/>
          <w:lang w:val="kl-GL"/>
        </w:rPr>
        <w:t>3</w:t>
      </w:r>
      <w:r w:rsidRPr="00171408">
        <w:rPr>
          <w:rFonts w:ascii="Times New Roman" w:hAnsi="Times New Roman" w:cs="Times New Roman"/>
          <w:sz w:val="22"/>
          <w:szCs w:val="22"/>
          <w:lang w:val="kl-GL"/>
        </w:rPr>
        <w:t xml:space="preserve"> aamma 2</w:t>
      </w:r>
      <w:r w:rsidR="00A61032" w:rsidRPr="00171408">
        <w:rPr>
          <w:rFonts w:ascii="Times New Roman" w:hAnsi="Times New Roman" w:cs="Times New Roman"/>
          <w:sz w:val="22"/>
          <w:szCs w:val="22"/>
          <w:lang w:val="kl-GL"/>
        </w:rPr>
        <w:t>7</w:t>
      </w:r>
      <w:r w:rsidRPr="00171408">
        <w:rPr>
          <w:rFonts w:ascii="Times New Roman" w:hAnsi="Times New Roman" w:cs="Times New Roman"/>
          <w:sz w:val="22"/>
          <w:szCs w:val="22"/>
          <w:lang w:val="kl-GL"/>
        </w:rPr>
        <w:t>, § 2, imm. 2, aamma § 3, imm. 4-7, aamma oqaaseqaatit innersuussutigineqarput.</w:t>
      </w:r>
    </w:p>
    <w:p w14:paraId="3EE3F35A" w14:textId="77777777" w:rsidR="00515200" w:rsidRPr="00171408" w:rsidRDefault="00515200">
      <w:pPr>
        <w:tabs>
          <w:tab w:val="left" w:pos="284"/>
          <w:tab w:val="left" w:pos="567"/>
          <w:tab w:val="left" w:pos="993"/>
        </w:tabs>
        <w:spacing w:after="0" w:line="320" w:lineRule="exact"/>
        <w:rPr>
          <w:rFonts w:ascii="Times New Roman" w:hAnsi="Times New Roman" w:cs="Times New Roman"/>
          <w:lang w:val="kl-GL"/>
        </w:rPr>
      </w:pPr>
    </w:p>
    <w:p w14:paraId="49FBAB52" w14:textId="3561C9A4" w:rsidR="00515200" w:rsidRPr="00171408" w:rsidRDefault="00CE02F1">
      <w:pPr>
        <w:rPr>
          <w:rFonts w:ascii="Times New Roman" w:hAnsi="Times New Roman"/>
          <w:lang w:val="kl-GL"/>
        </w:rPr>
      </w:pPr>
      <w:r w:rsidRPr="00171408">
        <w:rPr>
          <w:rFonts w:ascii="Times New Roman" w:hAnsi="Times New Roman" w:cs="Times New Roman"/>
          <w:b/>
          <w:lang w:val="kl-GL"/>
        </w:rPr>
        <w:t>2.11. Nioqquti</w:t>
      </w:r>
      <w:r w:rsidR="004255E8" w:rsidRPr="00171408">
        <w:rPr>
          <w:rFonts w:ascii="Times New Roman" w:hAnsi="Times New Roman" w:cs="Times New Roman"/>
          <w:b/>
          <w:lang w:val="kl-GL"/>
        </w:rPr>
        <w:t>ssia</w:t>
      </w:r>
      <w:r w:rsidRPr="00171408">
        <w:rPr>
          <w:rFonts w:ascii="Times New Roman" w:hAnsi="Times New Roman" w:cs="Times New Roman"/>
          <w:b/>
          <w:lang w:val="kl-GL"/>
        </w:rPr>
        <w:t>nut akisussaanermut malittarisassa</w:t>
      </w:r>
      <w:r w:rsidR="004255E8" w:rsidRPr="00171408">
        <w:rPr>
          <w:rFonts w:ascii="Times New Roman" w:hAnsi="Times New Roman" w:cs="Times New Roman"/>
          <w:b/>
          <w:lang w:val="kl-GL"/>
        </w:rPr>
        <w:t>nik</w:t>
      </w:r>
      <w:r w:rsidRPr="00171408">
        <w:rPr>
          <w:rFonts w:ascii="Times New Roman" w:hAnsi="Times New Roman" w:cs="Times New Roman"/>
          <w:b/>
          <w:lang w:val="kl-GL"/>
        </w:rPr>
        <w:t xml:space="preserve"> </w:t>
      </w:r>
      <w:r w:rsidR="004E4E2E" w:rsidRPr="00171408">
        <w:rPr>
          <w:rFonts w:ascii="Times New Roman" w:hAnsi="Times New Roman" w:cs="Times New Roman"/>
          <w:b/>
          <w:lang w:val="kl-GL"/>
        </w:rPr>
        <w:t>ataqatigiinne</w:t>
      </w:r>
      <w:r w:rsidR="004255E8" w:rsidRPr="00171408">
        <w:rPr>
          <w:rFonts w:ascii="Times New Roman" w:hAnsi="Times New Roman" w:cs="Times New Roman"/>
          <w:b/>
          <w:lang w:val="kl-GL"/>
        </w:rPr>
        <w:t>q</w:t>
      </w:r>
    </w:p>
    <w:p w14:paraId="56E84AA5" w14:textId="77777777" w:rsidR="00515200" w:rsidRPr="00171408" w:rsidRDefault="00CE02F1">
      <w:pPr>
        <w:spacing w:after="0"/>
        <w:rPr>
          <w:rFonts w:ascii="Times New Roman" w:hAnsi="Times New Roman"/>
          <w:lang w:val="kl-GL"/>
        </w:rPr>
      </w:pPr>
      <w:r w:rsidRPr="00171408">
        <w:rPr>
          <w:rFonts w:ascii="Times New Roman" w:hAnsi="Times New Roman" w:cs="Times New Roman"/>
          <w:i/>
          <w:lang w:val="kl-GL"/>
        </w:rPr>
        <w:t>2.11.1. Inatsisit atuuttut</w:t>
      </w:r>
    </w:p>
    <w:p w14:paraId="28847E53" w14:textId="2179E0A9" w:rsidR="00515200" w:rsidRPr="00171408" w:rsidRDefault="00A853E3">
      <w:pPr>
        <w:rPr>
          <w:rFonts w:ascii="Times New Roman" w:hAnsi="Times New Roman"/>
          <w:lang w:val="kl-GL"/>
        </w:rPr>
      </w:pPr>
      <w:r w:rsidRPr="00171408">
        <w:rPr>
          <w:rFonts w:ascii="Times New Roman" w:eastAsia="Times New Roman" w:hAnsi="Times New Roman" w:cs="Times New Roman"/>
          <w:lang w:val="kl-GL" w:eastAsia="da-DK"/>
        </w:rPr>
        <w:t>Kalaallit Nunaanni sulinermi ajoqusernermut isumannaarineq pillugu inatsi</w:t>
      </w:r>
      <w:r w:rsidR="00CE02F1" w:rsidRPr="00171408">
        <w:rPr>
          <w:rFonts w:ascii="Times New Roman" w:eastAsia="Times New Roman" w:hAnsi="Times New Roman" w:cs="Times New Roman"/>
          <w:color w:val="000000"/>
          <w:lang w:val="kl-GL" w:eastAsia="da-DK"/>
        </w:rPr>
        <w:t xml:space="preserve">t malillugu taarsiiffigitinnissamut piumasaqarnerup aamma ajoqusiisutut akisussaaffeqartumit taarsiiffigitinnissamut piumasaqarnerup </w:t>
      </w:r>
      <w:r w:rsidR="00F858B9" w:rsidRPr="00171408">
        <w:rPr>
          <w:rFonts w:ascii="Times New Roman" w:eastAsia="Times New Roman" w:hAnsi="Times New Roman" w:cs="Times New Roman"/>
          <w:color w:val="000000"/>
          <w:lang w:val="kl-GL" w:eastAsia="da-DK"/>
        </w:rPr>
        <w:t xml:space="preserve">ataqatigiinneri </w:t>
      </w:r>
      <w:r w:rsidRPr="00171408">
        <w:rPr>
          <w:rFonts w:ascii="Times New Roman" w:eastAsia="Times New Roman" w:hAnsi="Times New Roman" w:cs="Times New Roman"/>
          <w:color w:val="000000"/>
          <w:lang w:val="kl-GL" w:eastAsia="da-DK"/>
        </w:rPr>
        <w:t>Kalaallit Nunaanni sulinermi ajoqusernermut isumannaarineq pillugu inatsi</w:t>
      </w:r>
      <w:r w:rsidR="00CE02F1" w:rsidRPr="00171408">
        <w:rPr>
          <w:rFonts w:ascii="Times New Roman" w:eastAsia="Times New Roman" w:hAnsi="Times New Roman" w:cs="Times New Roman"/>
          <w:color w:val="000000"/>
          <w:lang w:val="kl-GL" w:eastAsia="da-DK"/>
        </w:rPr>
        <w:t xml:space="preserve">mmi § 70-imi </w:t>
      </w:r>
      <w:r w:rsidR="00F858B9" w:rsidRPr="00171408">
        <w:rPr>
          <w:rFonts w:ascii="Times New Roman" w:eastAsia="Times New Roman" w:hAnsi="Times New Roman" w:cs="Times New Roman"/>
          <w:color w:val="000000"/>
          <w:lang w:val="kl-GL" w:eastAsia="da-DK"/>
        </w:rPr>
        <w:t>aqunneqarpoq</w:t>
      </w:r>
      <w:r w:rsidR="00CE02F1" w:rsidRPr="00171408">
        <w:rPr>
          <w:rFonts w:ascii="Times New Roman" w:eastAsia="Times New Roman" w:hAnsi="Times New Roman" w:cs="Times New Roman"/>
          <w:color w:val="000000"/>
          <w:lang w:val="kl-GL" w:eastAsia="da-DK"/>
        </w:rPr>
        <w:t xml:space="preserve">. Malittarisassat </w:t>
      </w:r>
      <w:r w:rsidR="006136A4" w:rsidRPr="00171408">
        <w:rPr>
          <w:rFonts w:ascii="Times New Roman" w:eastAsia="Times New Roman" w:hAnsi="Times New Roman" w:cs="Times New Roman"/>
          <w:color w:val="000000"/>
          <w:lang w:val="kl-GL" w:eastAsia="da-DK"/>
        </w:rPr>
        <w:t>kingunerigivaat</w:t>
      </w:r>
      <w:r w:rsidR="00CE02F1" w:rsidRPr="00171408">
        <w:rPr>
          <w:rFonts w:ascii="Times New Roman" w:eastAsia="Times New Roman" w:hAnsi="Times New Roman" w:cs="Times New Roman"/>
          <w:color w:val="000000"/>
          <w:lang w:val="kl-GL" w:eastAsia="da-DK"/>
        </w:rPr>
        <w:t xml:space="preserve">, </w:t>
      </w:r>
      <w:r w:rsidRPr="00171408">
        <w:rPr>
          <w:rFonts w:ascii="Times New Roman" w:eastAsia="Times New Roman" w:hAnsi="Times New Roman" w:cs="Times New Roman"/>
          <w:color w:val="000000"/>
          <w:lang w:val="kl-GL" w:eastAsia="da-DK"/>
        </w:rPr>
        <w:t>Kalaallit Nunaanni sulinermi ajoqusernermut isumannaarineq pillugu inatsi</w:t>
      </w:r>
      <w:r w:rsidR="00CE02F1" w:rsidRPr="00171408">
        <w:rPr>
          <w:rFonts w:ascii="Times New Roman" w:eastAsia="Times New Roman" w:hAnsi="Times New Roman" w:cs="Times New Roman"/>
          <w:color w:val="000000"/>
          <w:lang w:val="kl-GL" w:eastAsia="da-DK"/>
        </w:rPr>
        <w:t xml:space="preserve">sip taarsiissuteqarnissamut akisussaaffeqarnermut tunngatillugu salliutinneqarnera, </w:t>
      </w:r>
      <w:r w:rsidRPr="00171408">
        <w:rPr>
          <w:rFonts w:ascii="Times New Roman" w:eastAsia="Times New Roman" w:hAnsi="Times New Roman" w:cs="Times New Roman"/>
          <w:color w:val="000000"/>
          <w:lang w:val="kl-GL" w:eastAsia="da-DK"/>
        </w:rPr>
        <w:t>Kalaallit Nunaanni sulinermi ajoqusernermut isumannaarineq pillugu inatsi</w:t>
      </w:r>
      <w:r w:rsidR="00CE02F1" w:rsidRPr="00171408">
        <w:rPr>
          <w:rFonts w:ascii="Times New Roman" w:eastAsia="Times New Roman" w:hAnsi="Times New Roman" w:cs="Times New Roman"/>
          <w:color w:val="000000"/>
          <w:lang w:val="kl-GL" w:eastAsia="da-DK"/>
        </w:rPr>
        <w:t>t aamma nioqqutissianut akisussaaneq pillugu malittarisassat malillugit taarsiiffigitinnissamut piumasaqaateqartoqar</w:t>
      </w:r>
      <w:r w:rsidR="00486D2C" w:rsidRPr="00171408">
        <w:rPr>
          <w:rFonts w:ascii="Times New Roman" w:eastAsia="Times New Roman" w:hAnsi="Times New Roman" w:cs="Times New Roman"/>
          <w:color w:val="000000"/>
          <w:lang w:val="kl-GL" w:eastAsia="da-DK"/>
        </w:rPr>
        <w:t>sinnaap</w:t>
      </w:r>
      <w:r w:rsidR="00CE02F1" w:rsidRPr="00171408">
        <w:rPr>
          <w:rFonts w:ascii="Times New Roman" w:eastAsia="Times New Roman" w:hAnsi="Times New Roman" w:cs="Times New Roman"/>
          <w:color w:val="000000"/>
          <w:lang w:val="kl-GL" w:eastAsia="da-DK"/>
        </w:rPr>
        <w:t>pat, ajoqusiisutut akisussaasoqar</w:t>
      </w:r>
      <w:r w:rsidR="00486D2C" w:rsidRPr="00171408">
        <w:rPr>
          <w:rFonts w:ascii="Times New Roman" w:eastAsia="Times New Roman" w:hAnsi="Times New Roman" w:cs="Times New Roman"/>
          <w:color w:val="000000"/>
          <w:lang w:val="kl-GL" w:eastAsia="da-DK"/>
        </w:rPr>
        <w:t>tillugu</w:t>
      </w:r>
      <w:r w:rsidR="00CE02F1" w:rsidRPr="00171408">
        <w:rPr>
          <w:rFonts w:ascii="Times New Roman" w:eastAsia="Times New Roman" w:hAnsi="Times New Roman" w:cs="Times New Roman"/>
          <w:color w:val="000000"/>
          <w:lang w:val="kl-GL" w:eastAsia="da-DK"/>
        </w:rPr>
        <w:t>.</w:t>
      </w:r>
    </w:p>
    <w:p w14:paraId="7DEEFC95" w14:textId="2722B3BA" w:rsidR="00515200" w:rsidRPr="00171408" w:rsidRDefault="00CE02F1">
      <w:pPr>
        <w:rPr>
          <w:rFonts w:ascii="Times New Roman" w:hAnsi="Times New Roman"/>
          <w:lang w:val="kl-GL"/>
        </w:rPr>
      </w:pPr>
      <w:r w:rsidRPr="00171408">
        <w:rPr>
          <w:rFonts w:ascii="Times New Roman" w:hAnsi="Times New Roman" w:cs="Times New Roman"/>
          <w:lang w:val="kl-GL"/>
        </w:rPr>
        <w:t xml:space="preserve">Inatsimmi § 70-imi malittarisassap </w:t>
      </w:r>
      <w:r w:rsidR="00E5394A" w:rsidRPr="00171408">
        <w:rPr>
          <w:rFonts w:ascii="Times New Roman" w:hAnsi="Times New Roman" w:cs="Times New Roman"/>
          <w:lang w:val="kl-GL"/>
        </w:rPr>
        <w:t xml:space="preserve">ilanngullugu </w:t>
      </w:r>
      <w:r w:rsidR="006136A4" w:rsidRPr="00171408">
        <w:rPr>
          <w:rFonts w:ascii="Times New Roman" w:hAnsi="Times New Roman" w:cs="Times New Roman"/>
          <w:lang w:val="kl-GL"/>
        </w:rPr>
        <w:t>kingunerivaa</w:t>
      </w:r>
      <w:r w:rsidRPr="00171408">
        <w:rPr>
          <w:rFonts w:ascii="Times New Roman" w:hAnsi="Times New Roman" w:cs="Times New Roman"/>
          <w:lang w:val="kl-GL"/>
        </w:rPr>
        <w:t xml:space="preserve">, inatsit malillugu ikiorsiissutit ajoqusiisumit, ajoqusertunut imaluunniit </w:t>
      </w:r>
      <w:r w:rsidR="003E5166" w:rsidRPr="00171408">
        <w:rPr>
          <w:rFonts w:ascii="Times New Roman" w:hAnsi="Times New Roman" w:cs="Times New Roman"/>
          <w:lang w:val="kl-GL"/>
        </w:rPr>
        <w:t xml:space="preserve">qimagaasunut </w:t>
      </w:r>
      <w:r w:rsidRPr="00171408">
        <w:rPr>
          <w:rFonts w:ascii="Times New Roman" w:hAnsi="Times New Roman" w:cs="Times New Roman"/>
          <w:lang w:val="kl-GL"/>
        </w:rPr>
        <w:t>taarsiissuteqarnissamut akisussaaffeqalersimasumit, taarsiiffigiteqqulluni piumasaqaatitut tunngaviusinnaannginneri.</w:t>
      </w:r>
    </w:p>
    <w:p w14:paraId="545CD671" w14:textId="01C052DA" w:rsidR="00515200" w:rsidRPr="00171408" w:rsidRDefault="00CE02F1">
      <w:pPr>
        <w:rPr>
          <w:rFonts w:ascii="Times New Roman" w:hAnsi="Times New Roman"/>
          <w:lang w:val="kl-GL"/>
        </w:rPr>
      </w:pPr>
      <w:r w:rsidRPr="00171408">
        <w:rPr>
          <w:rFonts w:ascii="Times New Roman" w:hAnsi="Times New Roman" w:cs="Times New Roman"/>
          <w:lang w:val="kl-GL"/>
        </w:rPr>
        <w:t xml:space="preserve">Kalaallit Nunaanni </w:t>
      </w:r>
      <w:r w:rsidRPr="00171408">
        <w:rPr>
          <w:rFonts w:ascii="Times New Roman" w:eastAsia="Times New Roman" w:hAnsi="Times New Roman" w:cs="Times New Roman"/>
          <w:color w:val="000000"/>
          <w:lang w:val="kl-GL" w:eastAsia="da-DK"/>
        </w:rPr>
        <w:t xml:space="preserve">nioqqutissianut akisussaaneq pillugu malittarisassat Kalaallit Nunaanni nioqqutissianut akisussaaneq pillugu peqqussutikkut nr. 900, 30. august 2004-meersukkut naammassineqarput. Malittarisassat nioqqutissianut akisussaaneq pillugu inatsimmut </w:t>
      </w:r>
      <w:r w:rsidRPr="00171408">
        <w:rPr>
          <w:rFonts w:ascii="Times New Roman" w:hAnsi="Times New Roman" w:cs="Times New Roman"/>
          <w:lang w:val="kl-GL"/>
        </w:rPr>
        <w:t xml:space="preserve">nr. 371, 7. juni 1989-imeersumut assingupput, </w:t>
      </w:r>
      <w:r w:rsidRPr="00171408">
        <w:rPr>
          <w:rFonts w:ascii="Times New Roman" w:eastAsia="Times New Roman" w:hAnsi="Times New Roman" w:cs="Times New Roman"/>
          <w:color w:val="000000"/>
          <w:lang w:val="kl-GL" w:eastAsia="da-DK"/>
        </w:rPr>
        <w:t>nioqqutissianut akisussaaneq pillugu malittarisassat allaffissornikkut imaluunniit inatsisitigut naalagaaffiit ilaasortaasut aalajangersagaannut qanillattortitsineq pillugu</w:t>
      </w:r>
      <w:r w:rsidRPr="00171408">
        <w:rPr>
          <w:rFonts w:ascii="Times New Roman" w:hAnsi="Times New Roman" w:cs="Times New Roman"/>
          <w:lang w:val="kl-GL"/>
        </w:rPr>
        <w:t xml:space="preserve"> EU-direktiv-imik 85/374/EØF, 25. juli 1985-imeersumik atuutilersitsisumut.</w:t>
      </w:r>
    </w:p>
    <w:p w14:paraId="089B7FB3" w14:textId="23D9B676" w:rsidR="00515200" w:rsidRPr="00171408" w:rsidRDefault="00CE02F1">
      <w:pPr>
        <w:rPr>
          <w:rFonts w:ascii="Times New Roman" w:hAnsi="Times New Roman"/>
          <w:lang w:val="kl-GL"/>
        </w:rPr>
      </w:pPr>
      <w:r w:rsidRPr="00171408">
        <w:rPr>
          <w:rFonts w:ascii="Times New Roman" w:eastAsia="Times New Roman" w:hAnsi="Times New Roman" w:cs="Times New Roman"/>
          <w:color w:val="000000"/>
          <w:lang w:val="kl-GL" w:eastAsia="da-DK"/>
        </w:rPr>
        <w:t xml:space="preserve">Kalaallit Nunaanni nioqqutissianut akisussaaneq pillugu inatsisip atuutilersinneqarnissaanut peqqussummi § 6-imi kinaassusersiunngitsumik ajoqusernermut akisussaaneq eqqunneqarpoq, nioqqutissiap ajoquteqarneranit </w:t>
      </w:r>
      <w:r w:rsidR="00CA2406" w:rsidRPr="00171408">
        <w:rPr>
          <w:rFonts w:ascii="Times New Roman" w:eastAsia="Times New Roman" w:hAnsi="Times New Roman" w:cs="Times New Roman"/>
          <w:color w:val="000000"/>
          <w:lang w:val="kl-GL" w:eastAsia="da-DK"/>
        </w:rPr>
        <w:t>pissuteqartumik</w:t>
      </w:r>
      <w:r w:rsidRPr="00171408">
        <w:rPr>
          <w:rFonts w:ascii="Times New Roman" w:eastAsia="Times New Roman" w:hAnsi="Times New Roman" w:cs="Times New Roman"/>
          <w:color w:val="000000"/>
          <w:lang w:val="kl-GL" w:eastAsia="da-DK"/>
        </w:rPr>
        <w:t>.</w:t>
      </w:r>
      <w:r w:rsidRPr="00171408">
        <w:rPr>
          <w:rFonts w:ascii="Times New Roman" w:hAnsi="Times New Roman" w:cs="Times New Roman"/>
          <w:lang w:val="kl-GL"/>
        </w:rPr>
        <w:t xml:space="preserve"> Aalajangersagaq taanna malillugu nioqqutissiamik ajoqutilimmik </w:t>
      </w:r>
      <w:r w:rsidR="00DA3096" w:rsidRPr="00171408">
        <w:rPr>
          <w:rFonts w:ascii="Times New Roman" w:hAnsi="Times New Roman" w:cs="Times New Roman"/>
          <w:lang w:val="kl-GL"/>
        </w:rPr>
        <w:t xml:space="preserve">nioqqutissiortoq </w:t>
      </w:r>
      <w:r w:rsidRPr="00171408">
        <w:rPr>
          <w:rFonts w:ascii="Times New Roman" w:hAnsi="Times New Roman" w:cs="Times New Roman"/>
          <w:lang w:val="kl-GL"/>
        </w:rPr>
        <w:t xml:space="preserve">kinaassusersiunngitsumik akisussaaffeqarpoq. Peqqussummi § 10 malillugu akunnermuliuttutut niuertoq ajoqusertunut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niuernermi kingusinnerusukkut akunnermuliuttutut niuertunut akiliisussaatitaavoq.</w:t>
      </w:r>
    </w:p>
    <w:p w14:paraId="507EB6EA" w14:textId="7239965E" w:rsidR="00515200" w:rsidRPr="00171408" w:rsidRDefault="00CE02F1">
      <w:pPr>
        <w:rPr>
          <w:rFonts w:ascii="Times New Roman" w:hAnsi="Times New Roman"/>
          <w:lang w:val="kl-GL"/>
        </w:rPr>
      </w:pPr>
      <w:r w:rsidRPr="00171408">
        <w:rPr>
          <w:rFonts w:ascii="Times New Roman" w:hAnsi="Times New Roman" w:cs="Times New Roman"/>
          <w:lang w:val="kl-GL"/>
        </w:rPr>
        <w:t xml:space="preserve">Tamanna isumaqarpoq, ajoqusertut </w:t>
      </w:r>
      <w:r w:rsidRPr="00171408">
        <w:rPr>
          <w:rFonts w:ascii="Times New Roman" w:eastAsia="Times New Roman" w:hAnsi="Times New Roman" w:cs="Times New Roman"/>
          <w:color w:val="000000"/>
          <w:lang w:val="kl-GL" w:eastAsia="da-DK"/>
        </w:rPr>
        <w:t>Kalaallit Nunaanni nioqqutissianut akisussaaneq pillugu inatsisip atuutilersinneqarnissaanut peqqussut malillugu nioqqutissiortunut, akunnermuliuttutut niuertunut imaluunniit taakkununnga tamanut piumasaqaateqarsinnaanerannik</w:t>
      </w:r>
      <w:r w:rsidRPr="00171408">
        <w:rPr>
          <w:rFonts w:ascii="Times New Roman" w:hAnsi="Times New Roman" w:cs="Times New Roman"/>
          <w:lang w:val="kl-GL"/>
        </w:rPr>
        <w:t xml:space="preserve">, taakkuami tamarmik nammaqatigiillutik ajoqusertunut akiliisussaatitaammata, tak. peqqussummi § 11. Peqqussummi § 13-imi allaqqavoq, taarsiiffigitinneq pillugu malittarisassat nalinginnaasut malillugit isumaqatigiissummi imaluunniit isumaqatigiissutitaqanngitsumik, imaluunniit malittarisassat inatsisini allani imaluunniit inatsisit allat </w:t>
      </w:r>
      <w:r w:rsidRPr="00171408">
        <w:rPr>
          <w:rFonts w:ascii="Times New Roman" w:hAnsi="Times New Roman" w:cs="Times New Roman"/>
          <w:lang w:val="kl-GL"/>
        </w:rPr>
        <w:lastRenderedPageBreak/>
        <w:t>naapertorlugit aalajangersakkat malillugit ajoqusertut taarsiiffigitinnissamut periarfissaannik peqqussutip killilersuinnginnera.</w:t>
      </w:r>
    </w:p>
    <w:p w14:paraId="283C1463" w14:textId="17A0D507" w:rsidR="00515200" w:rsidRPr="00171408" w:rsidRDefault="00CE02F1">
      <w:pPr>
        <w:rPr>
          <w:lang w:val="kl-GL"/>
        </w:rPr>
      </w:pPr>
      <w:r w:rsidRPr="00171408">
        <w:rPr>
          <w:rFonts w:ascii="Times New Roman" w:hAnsi="Times New Roman" w:cs="Times New Roman"/>
          <w:i/>
          <w:lang w:val="kl-GL"/>
        </w:rPr>
        <w:t xml:space="preserve">2.11.2. </w:t>
      </w:r>
      <w:r w:rsidR="00065ED8" w:rsidRPr="00171408">
        <w:rPr>
          <w:rStyle w:val="italic1"/>
          <w:rFonts w:ascii="Times New Roman" w:eastAsia="Times New Roman" w:hAnsi="Times New Roman" w:cs="Times New Roman"/>
          <w:sz w:val="22"/>
          <w:szCs w:val="22"/>
          <w:lang w:val="kl-GL" w:eastAsia="da-DK"/>
        </w:rPr>
        <w:t>Suliassaqartitsinermut minister</w:t>
      </w:r>
      <w:r w:rsidR="001D19D3" w:rsidRPr="00171408">
        <w:rPr>
          <w:rStyle w:val="italic1"/>
          <w:rFonts w:ascii="Times New Roman" w:eastAsia="Times New Roman" w:hAnsi="Times New Roman" w:cs="Times New Roman"/>
          <w:sz w:val="22"/>
          <w:szCs w:val="22"/>
          <w:lang w:val="kl-GL" w:eastAsia="da-DK"/>
        </w:rPr>
        <w:t xml:space="preserve">eqarfiup </w:t>
      </w:r>
      <w:r w:rsidRPr="00171408">
        <w:rPr>
          <w:rStyle w:val="italic1"/>
          <w:rFonts w:ascii="Times New Roman" w:eastAsia="Times New Roman" w:hAnsi="Times New Roman" w:cs="Times New Roman"/>
          <w:sz w:val="22"/>
          <w:szCs w:val="22"/>
          <w:lang w:val="kl-GL" w:eastAsia="da-DK"/>
        </w:rPr>
        <w:t>isumaliuutersuutai aamma aaqqissu</w:t>
      </w:r>
      <w:r w:rsidR="00142F51" w:rsidRPr="00171408">
        <w:rPr>
          <w:rStyle w:val="italic1"/>
          <w:rFonts w:ascii="Times New Roman" w:eastAsia="Times New Roman" w:hAnsi="Times New Roman" w:cs="Times New Roman"/>
          <w:sz w:val="22"/>
          <w:szCs w:val="22"/>
          <w:lang w:val="kl-GL" w:eastAsia="da-DK"/>
        </w:rPr>
        <w:t>u</w:t>
      </w:r>
      <w:r w:rsidRPr="00171408">
        <w:rPr>
          <w:rStyle w:val="italic1"/>
          <w:rFonts w:ascii="Times New Roman" w:eastAsia="Times New Roman" w:hAnsi="Times New Roman" w:cs="Times New Roman"/>
          <w:sz w:val="22"/>
          <w:szCs w:val="22"/>
          <w:lang w:val="kl-GL" w:eastAsia="da-DK"/>
        </w:rPr>
        <w:t>ssineq siunnersuutigineqartoq</w:t>
      </w:r>
      <w:r w:rsidRPr="00171408">
        <w:rPr>
          <w:rFonts w:ascii="Times New Roman" w:hAnsi="Times New Roman" w:cs="Times New Roman"/>
          <w:lang w:val="kl-GL"/>
        </w:rPr>
        <w:br/>
      </w:r>
      <w:r w:rsidR="00F70713" w:rsidRPr="00171408">
        <w:rPr>
          <w:lang w:val="kl-GL"/>
        </w:rPr>
        <w:t xml:space="preserve"> </w:t>
      </w:r>
      <w:r w:rsidR="00F70713" w:rsidRPr="00171408">
        <w:rPr>
          <w:rFonts w:ascii="Times New Roman" w:eastAsia="Times New Roman" w:hAnsi="Times New Roman" w:cs="Times New Roman"/>
          <w:color w:val="000000"/>
          <w:lang w:val="kl-GL" w:eastAsia="da-DK"/>
        </w:rPr>
        <w:t>Kalaallit Nunaanni sulinermi ajoqusernermut isumannaarineq pillugu inatsimmi malittarisassat atuuttut kingunerivaat, sulisitsisut imaluunniit taakkua sillimmasiisarfii inatsit malillugu taarsiissuteqarlutik akiliisimasut, tunisassiortunut aamma akunnermuliuttutut niuertunut, tunisassianut akisussaaneq pillugu malittarisassat malillugit taarsiissuteqarnissamut akisussaasunut, akiliisitsinissamut piumasaqaateqarsinnaanngillat.</w:t>
      </w:r>
    </w:p>
    <w:p w14:paraId="23E6EA97" w14:textId="327EE7B5" w:rsidR="00515200" w:rsidRPr="00171408" w:rsidRDefault="00F70713">
      <w:pPr>
        <w:rPr>
          <w:rFonts w:ascii="Times New Roman" w:hAnsi="Times New Roman"/>
          <w:lang w:val="kl-GL"/>
        </w:rPr>
      </w:pPr>
      <w:r w:rsidRPr="00171408">
        <w:rPr>
          <w:lang w:val="kl-GL"/>
        </w:rPr>
        <w:t xml:space="preserve"> </w:t>
      </w:r>
      <w:r w:rsidRPr="00171408">
        <w:rPr>
          <w:rFonts w:ascii="Times New Roman" w:eastAsia="Times New Roman" w:hAnsi="Times New Roman" w:cs="Times New Roman"/>
          <w:lang w:val="kl-GL" w:eastAsia="da-DK"/>
        </w:rPr>
        <w:t>Suliassaqartitsinermut ministereqarfiup aamma Namminersorlutik Oqartussat nalilerpaat, sulisitsisut imaluunniit taakkua sillimmasiisarfii, tunisassianut akisussaaneq pillugu malittarisassat malillugit taarsiissuteqarnissamut akisussaasoqaraangat, Kalaallit Nunaanni tunisassiortumut imaluunniit akunnermuliuttutut niuertumut akiliisitsinissamut piumasaqaateqarsinnaanermut periarfissaqartariaqartut. Tamanna isumaqarpoq, tunisassiap ajoquteqarnerata kingunerisaanik sulinermi ajoqusertoqarpat, sillimmasiisarfiup ajunngitsorsiaqartitsinermut aamma taarsiissuteqarnermut il.il. aningaasartuutit atorsimasai siunissami tunisassiortup imaluunniit akunnermuliuttutut niuertup matussusernissaannut peqquneqarsinnaassasut.</w:t>
      </w:r>
    </w:p>
    <w:p w14:paraId="6CC2676A" w14:textId="28E047FF" w:rsidR="00515200" w:rsidRPr="00171408" w:rsidRDefault="00F70713">
      <w:pPr>
        <w:rPr>
          <w:rFonts w:ascii="Times New Roman" w:hAnsi="Times New Roman"/>
          <w:lang w:val="kl-GL"/>
        </w:rPr>
      </w:pPr>
      <w:r w:rsidRPr="00171408">
        <w:rPr>
          <w:rFonts w:ascii="Times New Roman" w:hAnsi="Times New Roman" w:cs="Times New Roman"/>
          <w:lang w:val="kl-GL"/>
        </w:rPr>
        <w:t>Taamaattumik siunnersuutigineqarpoq Kalaallit Nunaanni sulinermi ajoqusernermut isumannaarineq pillugu inatsimmi § 70, imm. 2-mi aalajangersakkamik atuutilersitsinissaq, tassani allaqqassalluni, taarsiissuteqarnissamut akisussaaffeqarneq pillugu inatsisip Kalaallit Nunaanni atulersinneqarnera pillugu peqqussut malillugu akisussaasoqaraangat, akiliisitsinissamut piumasaqaateqarsinnaaneq maannakkut inerteqqut atuutissanngitsoq. Tamanna isumaqarpoq, tunisassianut akisussaaneq pillugu malittarisassat malillugit akisussaaneq tunisassiortumit aamma akunnermuliuttutut niuertumit nassuerutigineqaraangat, imaluunniit eqqartuussutikkut aalajangerneqaraangat, tunisassiortunut imaluunniit akunnermuliuttutut niuertunut akiliisitsinissamut piumasaqartoqarsinnaasoq.</w:t>
      </w:r>
    </w:p>
    <w:p w14:paraId="79062F10" w14:textId="31CEBFB3" w:rsidR="00515200" w:rsidRPr="00171408" w:rsidRDefault="00CE02F1">
      <w:pPr>
        <w:rPr>
          <w:rFonts w:ascii="Times New Roman" w:hAnsi="Times New Roman"/>
          <w:lang w:val="kl-GL"/>
        </w:rPr>
      </w:pPr>
      <w:r w:rsidRPr="00171408">
        <w:rPr>
          <w:rFonts w:ascii="Times New Roman" w:hAnsi="Times New Roman" w:cs="Times New Roman"/>
          <w:lang w:val="kl-GL"/>
        </w:rPr>
        <w:t>Ajoqusertut aamma qima</w:t>
      </w:r>
      <w:r w:rsidR="00A93FE4" w:rsidRPr="00171408">
        <w:rPr>
          <w:rFonts w:ascii="Times New Roman" w:hAnsi="Times New Roman" w:cs="Times New Roman"/>
          <w:lang w:val="kl-GL"/>
        </w:rPr>
        <w:t>g</w:t>
      </w:r>
      <w:r w:rsidRPr="00171408">
        <w:rPr>
          <w:rFonts w:ascii="Times New Roman" w:hAnsi="Times New Roman" w:cs="Times New Roman"/>
          <w:lang w:val="kl-GL"/>
        </w:rPr>
        <w:t xml:space="preserve">aasut taarsiiffigitinnissamut pisinnaatitaaffianut tunngatillugu annertussuseq apeqqutaanngilaq, taamaallaalli pineqarpoq kina taarsiissutinut </w:t>
      </w:r>
      <w:r w:rsidR="00545D4A" w:rsidRPr="00171408">
        <w:rPr>
          <w:rFonts w:ascii="Times New Roman" w:hAnsi="Times New Roman" w:cs="Times New Roman"/>
          <w:lang w:val="kl-GL"/>
        </w:rPr>
        <w:t>il.il.</w:t>
      </w:r>
      <w:r w:rsidRPr="00171408">
        <w:rPr>
          <w:rFonts w:ascii="Times New Roman" w:hAnsi="Times New Roman" w:cs="Times New Roman"/>
          <w:lang w:val="kl-GL"/>
        </w:rPr>
        <w:t xml:space="preserve"> naggataatigut akiliissanersoq.</w:t>
      </w:r>
    </w:p>
    <w:p w14:paraId="7D4865D4" w14:textId="76E7B636" w:rsidR="00515200" w:rsidRPr="00171408" w:rsidRDefault="00CE02F1">
      <w:pPr>
        <w:rPr>
          <w:rFonts w:ascii="Times New Roman" w:hAnsi="Times New Roman"/>
          <w:lang w:val="kl-GL"/>
        </w:rPr>
      </w:pPr>
      <w:r w:rsidRPr="00171408">
        <w:rPr>
          <w:rFonts w:ascii="Times New Roman" w:hAnsi="Times New Roman" w:cs="Times New Roman"/>
          <w:lang w:val="kl-GL"/>
        </w:rPr>
        <w:t>Siunnersuutip kinguneri</w:t>
      </w:r>
      <w:r w:rsidR="001E082D" w:rsidRPr="00171408">
        <w:rPr>
          <w:rFonts w:ascii="Times New Roman" w:hAnsi="Times New Roman" w:cs="Times New Roman"/>
          <w:lang w:val="kl-GL"/>
        </w:rPr>
        <w:t>ssa</w:t>
      </w:r>
      <w:r w:rsidRPr="00171408">
        <w:rPr>
          <w:rFonts w:ascii="Times New Roman" w:hAnsi="Times New Roman" w:cs="Times New Roman"/>
          <w:lang w:val="kl-GL"/>
        </w:rPr>
        <w:t xml:space="preserve">vaa, Arbejdsmarkedets Erhvervssikringip maannakkutut suliassaq ingerlatissagaa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w:t>
      </w:r>
      <w:r w:rsidR="00A853E3" w:rsidRPr="00171408">
        <w:rPr>
          <w:rFonts w:ascii="Times New Roman" w:eastAsia="Times New Roman" w:hAnsi="Times New Roman" w:cs="Times New Roman"/>
          <w:color w:val="000000"/>
          <w:lang w:val="kl-GL" w:eastAsia="da-DK"/>
        </w:rPr>
        <w:t>Kalaallit Nunaanni sulinermi ajoqusernermut isumannaarineq pillugu inatsi</w:t>
      </w:r>
      <w:r w:rsidRPr="00171408">
        <w:rPr>
          <w:rFonts w:ascii="Times New Roman" w:eastAsia="Times New Roman" w:hAnsi="Times New Roman" w:cs="Times New Roman"/>
          <w:color w:val="000000"/>
          <w:lang w:val="kl-GL" w:eastAsia="da-DK"/>
        </w:rPr>
        <w:t>t malillugu taarsiiffigitinnissaq pillugu aalajangiilluni, tamatuma kingorna sillimmasiisarfiup pineqartup, sulisitsisup imminut sillimmasersimasup imaluunniit Arbejdsmarkedets Erhvervssikringip ajoqusertunut taarsiissutinik akiliinissaq pisussaaffigissallugu.</w:t>
      </w:r>
    </w:p>
    <w:p w14:paraId="5D77814E" w14:textId="7264971B" w:rsidR="00515200" w:rsidRPr="00171408" w:rsidRDefault="00F70713">
      <w:pPr>
        <w:rPr>
          <w:rFonts w:ascii="Times New Roman" w:hAnsi="Times New Roman"/>
          <w:lang w:val="kl-GL"/>
        </w:rPr>
      </w:pPr>
      <w:r w:rsidRPr="00171408">
        <w:rPr>
          <w:rFonts w:ascii="Times New Roman" w:hAnsi="Times New Roman" w:cs="Times New Roman"/>
          <w:lang w:val="kl-GL"/>
        </w:rPr>
        <w:t xml:space="preserve">Taarsiissutit ajoqusertunut tunniunneqarpata, Kalaallit Nunaanni sulinermi ajoqusernermut isumannaarineq pillugu inatsit malillugu taarsiissuteqarnissamut pisussaaffeqartoq, tamatuma kingorna tunisassiortumut, akunnermuliuttutut niuertumut imaluunniit taakkua sillimmasiisarfiinut akiliisitsinissamut piumasaqarsinnaanermut periarfissaqalissaaq. Akiliisitsinissamut piumasaqarsinnaanerup annertussusaa taarsiissutigineqartup assingaa, sulinermi ajoqusernermut isumannaarineq pillugu inatsit malillugu ajoqusertup pisinnaatitaaffigisaa aamma sulinermi ajoqusernermut sillimmasiisarfiup il.il. akilersimasaa, taamaattoq sulisinnaajunnaarnermi ullormusiat akilerneqartut pinnagit, tak. inatsimmi § 10, nr. 2, aamma §§ 16-20. Kalaallit Nunaanni sulinermi ajoqusernermut isumannaarineq pillugu inatsit malillugu taarsiissuteqartoq, akiliisitsinissamut piumasaqarsinnaavoq, tassa ajutoornerit pineqartillugit sillimmasiisarfik aamma sulisitsisut imminnut sillimmasersimasut aamma inuussutissarsiornermi nappaatit </w:t>
      </w:r>
      <w:r w:rsidRPr="00171408">
        <w:rPr>
          <w:rFonts w:ascii="Times New Roman" w:hAnsi="Times New Roman" w:cs="Times New Roman"/>
          <w:lang w:val="kl-GL"/>
        </w:rPr>
        <w:lastRenderedPageBreak/>
        <w:t>pineqartillugit Arbejdsmarkedets Erhvervssikringi, tak. inatsimmi § 52, imm. 1, oqaaseqatigiit aappaat, tak. § 60, aamma Gruppeforsikringi naapertorlugu suliat, tak. inatsimmi §§ 67-69.</w:t>
      </w:r>
    </w:p>
    <w:p w14:paraId="4CA880F3" w14:textId="2FBF7D4E" w:rsidR="00515200" w:rsidRPr="00171408" w:rsidRDefault="00F70713">
      <w:pPr>
        <w:rPr>
          <w:rFonts w:ascii="Times New Roman" w:hAnsi="Times New Roman"/>
          <w:lang w:val="kl-GL"/>
        </w:rPr>
      </w:pPr>
      <w:r w:rsidRPr="00171408">
        <w:rPr>
          <w:rFonts w:ascii="Times New Roman" w:eastAsia="Times New Roman" w:hAnsi="Times New Roman" w:cs="Times New Roman"/>
          <w:color w:val="000000"/>
          <w:lang w:val="kl-GL" w:eastAsia="da-DK"/>
        </w:rPr>
        <w:t>Sulinermi ajoqusernermut sillimmasiisarfiit akiliisitsinissamut piumasaqarsinnaanermut pisussaaffeqanngillat, akiliisitsinissamut piumasaqarsinnaanermut pinngitsuuineq amerlasuunik pissuteqarsinnaammat, assersuutigalugu eqqartuussivikkut suliaqarnermi aningaasaqarnermut pissutaasut.</w:t>
      </w:r>
    </w:p>
    <w:p w14:paraId="7767CE87" w14:textId="4AC86803" w:rsidR="00515200" w:rsidRPr="00171408" w:rsidRDefault="00BD24CB">
      <w:pPr>
        <w:rPr>
          <w:rFonts w:ascii="Times New Roman" w:hAnsi="Times New Roman"/>
          <w:lang w:val="kl-GL"/>
        </w:rPr>
      </w:pPr>
      <w:r w:rsidRPr="00171408">
        <w:rPr>
          <w:rFonts w:ascii="Times New Roman" w:hAnsi="Times New Roman" w:cs="Times New Roman"/>
          <w:lang w:val="kl-GL"/>
        </w:rPr>
        <w:t>Tunisassiortumut imaluunniit akisussaaneq pillugu sillimmasiisarfimmut akiliisitsinissamut piumasaqarsinnaanerup piuneranik annertussusaanillu naliliinermut atatillugu akiliisitsinissamut piumasaqarsinnaaneq pillugu naliliineq, sulinermi ajoqusernermut isumannaarineq pillugu inatsit malillugu aalajangiinerunngillat. Akiliisitsinissamut piumasaqarsinnaaneq pillugu akerleriissutit eqqartuussivinni suliarineqassapput aalajangiiffigineqarlutillu.</w:t>
      </w:r>
    </w:p>
    <w:p w14:paraId="646B1298" w14:textId="054B1DD9" w:rsidR="00515200" w:rsidRPr="00171408" w:rsidRDefault="00CE02F1">
      <w:pPr>
        <w:rPr>
          <w:rFonts w:ascii="Times New Roman" w:hAnsi="Times New Roman"/>
          <w:lang w:val="kl-GL"/>
        </w:rPr>
      </w:pPr>
      <w:r w:rsidRPr="00171408">
        <w:rPr>
          <w:rFonts w:ascii="Times New Roman" w:hAnsi="Times New Roman" w:cs="Times New Roman"/>
          <w:lang w:val="kl-GL"/>
        </w:rPr>
        <w:t>Allannguutit s</w:t>
      </w:r>
      <w:r w:rsidRPr="00171408">
        <w:rPr>
          <w:rFonts w:ascii="Times New Roman" w:hAnsi="Times New Roman" w:cs="Times New Roman"/>
          <w:color w:val="000000"/>
          <w:lang w:val="kl-GL"/>
        </w:rPr>
        <w:t>ulin</w:t>
      </w:r>
      <w:r w:rsidR="00E470EF" w:rsidRPr="00171408">
        <w:rPr>
          <w:rFonts w:ascii="Times New Roman" w:hAnsi="Times New Roman" w:cs="Times New Roman"/>
          <w:color w:val="000000"/>
          <w:lang w:val="kl-GL"/>
        </w:rPr>
        <w:t>erm</w:t>
      </w:r>
      <w:r w:rsidRPr="00171408">
        <w:rPr>
          <w:rFonts w:ascii="Times New Roman" w:hAnsi="Times New Roman" w:cs="Times New Roman"/>
          <w:color w:val="000000"/>
          <w:lang w:val="kl-GL"/>
        </w:rPr>
        <w:t>i ajoqusernermut isumannaarineq pillugu inatsimmi malittarisassanik assigiissaarissapput.</w:t>
      </w:r>
    </w:p>
    <w:p w14:paraId="7AB52D4D" w14:textId="55ED7A24" w:rsidR="00515200" w:rsidRPr="00171408" w:rsidRDefault="00CE02F1">
      <w:pPr>
        <w:tabs>
          <w:tab w:val="left" w:pos="284"/>
          <w:tab w:val="left" w:pos="567"/>
          <w:tab w:val="left" w:pos="993"/>
        </w:tabs>
        <w:spacing w:after="0"/>
        <w:rPr>
          <w:rFonts w:ascii="Times New Roman" w:hAnsi="Times New Roman"/>
          <w:lang w:val="kl-GL"/>
        </w:rPr>
      </w:pPr>
      <w:r w:rsidRPr="00171408">
        <w:rPr>
          <w:rFonts w:ascii="Times New Roman" w:hAnsi="Times New Roman" w:cs="Times New Roman"/>
          <w:lang w:val="kl-GL"/>
        </w:rPr>
        <w:t>Siunnersuummi § 1, nr. 3</w:t>
      </w:r>
      <w:r w:rsidR="000C2C28" w:rsidRPr="00171408">
        <w:rPr>
          <w:rFonts w:ascii="Times New Roman" w:hAnsi="Times New Roman" w:cs="Times New Roman"/>
          <w:lang w:val="kl-GL"/>
        </w:rPr>
        <w:t>4</w:t>
      </w:r>
      <w:r w:rsidRPr="00171408">
        <w:rPr>
          <w:rFonts w:ascii="Times New Roman" w:hAnsi="Times New Roman" w:cs="Times New Roman"/>
          <w:lang w:val="kl-GL"/>
        </w:rPr>
        <w:t xml:space="preserve"> aamma 3</w:t>
      </w:r>
      <w:r w:rsidR="000C2C28" w:rsidRPr="00171408">
        <w:rPr>
          <w:rFonts w:ascii="Times New Roman" w:hAnsi="Times New Roman" w:cs="Times New Roman"/>
          <w:lang w:val="kl-GL"/>
        </w:rPr>
        <w:t>5</w:t>
      </w:r>
      <w:r w:rsidRPr="00171408">
        <w:rPr>
          <w:rFonts w:ascii="Times New Roman" w:hAnsi="Times New Roman" w:cs="Times New Roman"/>
          <w:lang w:val="kl-GL"/>
        </w:rPr>
        <w:t xml:space="preserve"> aamma § 2, imm. 2, aamma oqaaseqaatit innersuussutigineqarput.</w:t>
      </w:r>
    </w:p>
    <w:p w14:paraId="1397EC3F" w14:textId="77777777" w:rsidR="00515200" w:rsidRPr="00171408" w:rsidRDefault="00515200">
      <w:pPr>
        <w:tabs>
          <w:tab w:val="left" w:pos="284"/>
          <w:tab w:val="left" w:pos="567"/>
          <w:tab w:val="left" w:pos="993"/>
        </w:tabs>
        <w:spacing w:after="0"/>
        <w:rPr>
          <w:rFonts w:ascii="Times New Roman" w:hAnsi="Times New Roman" w:cs="Times New Roman"/>
          <w:lang w:val="kl-GL"/>
        </w:rPr>
      </w:pPr>
    </w:p>
    <w:p w14:paraId="464ED75F" w14:textId="77777777" w:rsidR="00515200" w:rsidRPr="00171408" w:rsidRDefault="00CE02F1">
      <w:pPr>
        <w:rPr>
          <w:b/>
          <w:bCs/>
          <w:lang w:val="kl-GL"/>
        </w:rPr>
      </w:pPr>
      <w:r w:rsidRPr="00171408">
        <w:rPr>
          <w:rStyle w:val="bold1"/>
          <w:rFonts w:ascii="Times New Roman" w:hAnsi="Times New Roman" w:cs="Times New Roman"/>
          <w:b/>
          <w:bCs/>
          <w:sz w:val="22"/>
          <w:szCs w:val="22"/>
          <w:lang w:val="kl-GL"/>
        </w:rPr>
        <w:t>2.12.</w:t>
      </w:r>
      <w:r w:rsidRPr="00171408">
        <w:rPr>
          <w:rFonts w:ascii="Times New Roman" w:hAnsi="Times New Roman" w:cs="Times New Roman"/>
          <w:b/>
          <w:bCs/>
          <w:lang w:val="kl-GL"/>
        </w:rPr>
        <w:t xml:space="preserve"> </w:t>
      </w:r>
      <w:r w:rsidRPr="00171408">
        <w:rPr>
          <w:rStyle w:val="bold1"/>
          <w:rFonts w:ascii="Times New Roman" w:hAnsi="Times New Roman" w:cs="Times New Roman"/>
          <w:b/>
          <w:bCs/>
          <w:sz w:val="22"/>
          <w:szCs w:val="22"/>
          <w:lang w:val="kl-GL"/>
        </w:rPr>
        <w:t>Aalajangersakkat allat</w:t>
      </w:r>
    </w:p>
    <w:p w14:paraId="59A930FA" w14:textId="09A1DC62" w:rsidR="00515200" w:rsidRPr="00171408" w:rsidRDefault="00CE02F1">
      <w:pPr>
        <w:pStyle w:val="NormalWeb"/>
        <w:spacing w:line="276" w:lineRule="auto"/>
        <w:rPr>
          <w:rFonts w:ascii="Times New Roman" w:hAnsi="Times New Roman"/>
          <w:lang w:val="kl-GL"/>
        </w:rPr>
      </w:pPr>
      <w:r w:rsidRPr="00171408">
        <w:rPr>
          <w:rFonts w:ascii="Times New Roman" w:hAnsi="Times New Roman" w:cs="Times New Roman"/>
          <w:sz w:val="22"/>
          <w:szCs w:val="22"/>
          <w:lang w:val="kl-GL"/>
        </w:rPr>
        <w:t xml:space="preserve">Tamatuma saniatigut siunnersuutigineqarpoq </w:t>
      </w:r>
      <w:r w:rsidR="00A853E3" w:rsidRPr="00171408">
        <w:rPr>
          <w:rFonts w:ascii="Times New Roman" w:hAnsi="Times New Roman" w:cs="Times New Roman"/>
          <w:sz w:val="22"/>
          <w:szCs w:val="22"/>
          <w:lang w:val="kl-GL"/>
        </w:rPr>
        <w:t>Kalaallit Nunaanni sulinermi ajoqusernermut isumannaarineq pillugu inatsi</w:t>
      </w:r>
      <w:r w:rsidRPr="00171408">
        <w:rPr>
          <w:rFonts w:ascii="Times New Roman" w:hAnsi="Times New Roman" w:cs="Times New Roman"/>
          <w:sz w:val="22"/>
          <w:szCs w:val="22"/>
          <w:lang w:val="kl-GL"/>
        </w:rPr>
        <w:t xml:space="preserve">mmi annikitsumik aaqqiinerit arlallit, tamarmiullutik inatsisip nutarterneqarnissaanik aamma </w:t>
      </w:r>
      <w:r w:rsidR="00BD53C2" w:rsidRPr="00171408">
        <w:rPr>
          <w:rFonts w:ascii="Times New Roman" w:hAnsi="Times New Roman" w:cs="Times New Roman"/>
          <w:sz w:val="22"/>
          <w:szCs w:val="22"/>
          <w:lang w:val="kl-GL"/>
        </w:rPr>
        <w:t xml:space="preserve">pisariillisarneqarnissaanik </w:t>
      </w:r>
      <w:r w:rsidRPr="00171408">
        <w:rPr>
          <w:rFonts w:ascii="Times New Roman" w:hAnsi="Times New Roman" w:cs="Times New Roman"/>
          <w:sz w:val="22"/>
          <w:szCs w:val="22"/>
          <w:lang w:val="kl-GL"/>
        </w:rPr>
        <w:t>siunertaqartut.</w:t>
      </w:r>
    </w:p>
    <w:p w14:paraId="4AC8BC03" w14:textId="34F37273" w:rsidR="00515200" w:rsidRPr="00171408" w:rsidRDefault="00CE02F1">
      <w:pPr>
        <w:pStyle w:val="NormalWeb"/>
        <w:spacing w:line="276" w:lineRule="auto"/>
        <w:rPr>
          <w:lang w:val="kl-GL"/>
        </w:rPr>
      </w:pPr>
      <w:r w:rsidRPr="00171408">
        <w:rPr>
          <w:rStyle w:val="italic1"/>
          <w:rFonts w:ascii="Times New Roman" w:hAnsi="Times New Roman" w:cs="Times New Roman"/>
          <w:sz w:val="22"/>
          <w:szCs w:val="22"/>
          <w:lang w:val="kl-GL"/>
        </w:rPr>
        <w:t>2.12.1.</w:t>
      </w:r>
      <w:r w:rsidRPr="00171408">
        <w:rPr>
          <w:rFonts w:ascii="Times New Roman" w:hAnsi="Times New Roman" w:cs="Times New Roman"/>
          <w:sz w:val="22"/>
          <w:szCs w:val="22"/>
          <w:lang w:val="kl-GL"/>
        </w:rPr>
        <w:t xml:space="preserve"> </w:t>
      </w:r>
      <w:r w:rsidRPr="00171408">
        <w:rPr>
          <w:rStyle w:val="italic1"/>
          <w:rFonts w:ascii="Times New Roman" w:hAnsi="Times New Roman" w:cs="Times New Roman"/>
          <w:sz w:val="22"/>
          <w:szCs w:val="22"/>
          <w:lang w:val="kl-GL"/>
        </w:rPr>
        <w:t>Inatsisit atuuttut</w:t>
      </w:r>
      <w:r w:rsidRPr="00171408">
        <w:rPr>
          <w:rFonts w:ascii="Times New Roman" w:hAnsi="Times New Roman" w:cs="Times New Roman"/>
          <w:i/>
          <w:sz w:val="22"/>
          <w:szCs w:val="22"/>
          <w:lang w:val="kl-GL"/>
        </w:rPr>
        <w:br/>
        <w:t>Akeqanngitsumik nerisaqarneq aamma ineqarneq</w:t>
      </w:r>
      <w:r w:rsidRPr="00171408">
        <w:rPr>
          <w:rFonts w:ascii="Times New Roman" w:hAnsi="Times New Roman" w:cs="Times New Roman"/>
          <w:sz w:val="22"/>
          <w:szCs w:val="22"/>
          <w:lang w:val="kl-GL"/>
        </w:rPr>
        <w:br/>
        <w:t>Inuussutissarsiorsinnaaner</w:t>
      </w:r>
      <w:r w:rsidR="005302C5" w:rsidRPr="00171408">
        <w:rPr>
          <w:rFonts w:ascii="Times New Roman" w:hAnsi="Times New Roman" w:cs="Times New Roman"/>
          <w:sz w:val="22"/>
          <w:szCs w:val="22"/>
          <w:lang w:val="kl-GL"/>
        </w:rPr>
        <w:t>up</w:t>
      </w:r>
      <w:r w:rsidRPr="00171408">
        <w:rPr>
          <w:rFonts w:ascii="Times New Roman" w:hAnsi="Times New Roman" w:cs="Times New Roman"/>
          <w:sz w:val="22"/>
          <w:szCs w:val="22"/>
          <w:lang w:val="kl-GL"/>
        </w:rPr>
        <w:t xml:space="preserve"> annaasane</w:t>
      </w:r>
      <w:r w:rsidR="005302C5" w:rsidRPr="00171408">
        <w:rPr>
          <w:rFonts w:ascii="Times New Roman" w:hAnsi="Times New Roman" w:cs="Times New Roman"/>
          <w:sz w:val="22"/>
          <w:szCs w:val="22"/>
          <w:lang w:val="kl-GL"/>
        </w:rPr>
        <w:t>qa</w:t>
      </w:r>
      <w:r w:rsidRPr="00171408">
        <w:rPr>
          <w:rFonts w:ascii="Times New Roman" w:hAnsi="Times New Roman" w:cs="Times New Roman"/>
          <w:sz w:val="22"/>
          <w:szCs w:val="22"/>
          <w:lang w:val="kl-GL"/>
        </w:rPr>
        <w:t>r</w:t>
      </w:r>
      <w:r w:rsidR="005302C5" w:rsidRPr="00171408">
        <w:rPr>
          <w:rFonts w:ascii="Times New Roman" w:hAnsi="Times New Roman" w:cs="Times New Roman"/>
          <w:sz w:val="22"/>
          <w:szCs w:val="22"/>
          <w:lang w:val="kl-GL"/>
        </w:rPr>
        <w:t>neran</w:t>
      </w:r>
      <w:r w:rsidRPr="00171408">
        <w:rPr>
          <w:rFonts w:ascii="Times New Roman" w:hAnsi="Times New Roman" w:cs="Times New Roman"/>
          <w:sz w:val="22"/>
          <w:szCs w:val="22"/>
          <w:lang w:val="kl-GL"/>
        </w:rPr>
        <w:t xml:space="preserve">ut taarsiissutit naatsorneqarnerini ajoqusertut ajoquserneri sioqqullugu ukiumut aningaasarsiai ilaatinneqassapput, tak. </w:t>
      </w:r>
      <w:r w:rsidR="00A853E3" w:rsidRPr="00171408">
        <w:rPr>
          <w:rFonts w:ascii="Times New Roman" w:hAnsi="Times New Roman" w:cs="Times New Roman"/>
          <w:sz w:val="22"/>
          <w:szCs w:val="22"/>
          <w:lang w:val="kl-GL"/>
        </w:rPr>
        <w:t>Kalaallit Nunaanni sulinermi ajoqusernermut isumannaarineq pillugu inatsi</w:t>
      </w:r>
      <w:r w:rsidRPr="00171408">
        <w:rPr>
          <w:rFonts w:ascii="Times New Roman" w:hAnsi="Times New Roman" w:cs="Times New Roman"/>
          <w:sz w:val="22"/>
          <w:szCs w:val="22"/>
          <w:lang w:val="kl-GL"/>
        </w:rPr>
        <w:t xml:space="preserve">mmi § 28, imm. 1, oqaaseqatigiit </w:t>
      </w:r>
      <w:r w:rsidR="00A12A24" w:rsidRPr="00171408">
        <w:rPr>
          <w:rFonts w:ascii="Times New Roman" w:hAnsi="Times New Roman" w:cs="Times New Roman"/>
          <w:sz w:val="22"/>
          <w:szCs w:val="22"/>
          <w:lang w:val="kl-GL"/>
        </w:rPr>
        <w:t>siulli</w:t>
      </w:r>
      <w:r w:rsidR="005302C5" w:rsidRPr="00171408">
        <w:rPr>
          <w:rFonts w:ascii="Times New Roman" w:hAnsi="Times New Roman" w:cs="Times New Roman"/>
          <w:sz w:val="22"/>
          <w:szCs w:val="22"/>
          <w:lang w:val="kl-GL"/>
        </w:rPr>
        <w:t>at.</w:t>
      </w:r>
      <w:r w:rsidRPr="00171408">
        <w:rPr>
          <w:rFonts w:ascii="Times New Roman" w:hAnsi="Times New Roman" w:cs="Times New Roman"/>
          <w:sz w:val="22"/>
          <w:szCs w:val="22"/>
          <w:lang w:val="kl-GL"/>
        </w:rPr>
        <w:t xml:space="preserve"> Ukiumut aningaasarsianut ilaatigut akeqanngitsumik nerisaqarnerit aamma ineqarnerit nalingi</w:t>
      </w:r>
      <w:r w:rsidR="005A568E" w:rsidRPr="00171408">
        <w:rPr>
          <w:rFonts w:ascii="Times New Roman" w:hAnsi="Times New Roman" w:cs="Times New Roman"/>
          <w:sz w:val="22"/>
          <w:szCs w:val="22"/>
          <w:lang w:val="kl-GL"/>
        </w:rPr>
        <w:t xml:space="preserve"> ilanngunneqassapput</w:t>
      </w:r>
      <w:r w:rsidRPr="00171408">
        <w:rPr>
          <w:rFonts w:ascii="Times New Roman" w:hAnsi="Times New Roman" w:cs="Times New Roman"/>
          <w:sz w:val="22"/>
          <w:szCs w:val="22"/>
          <w:lang w:val="kl-GL"/>
        </w:rPr>
        <w:t xml:space="preserve">, tak. § 28, imm. 2. Taamaalilluni </w:t>
      </w:r>
      <w:r w:rsidR="000B5338" w:rsidRPr="00171408">
        <w:rPr>
          <w:rFonts w:ascii="Times New Roman" w:hAnsi="Times New Roman" w:cs="Times New Roman"/>
          <w:sz w:val="22"/>
          <w:szCs w:val="22"/>
          <w:lang w:val="kl-GL"/>
        </w:rPr>
        <w:t>suliassaqartitsinermut ministeri</w:t>
      </w:r>
      <w:r w:rsidRPr="00171408">
        <w:rPr>
          <w:rFonts w:ascii="Times New Roman" w:hAnsi="Times New Roman" w:cs="Times New Roman"/>
          <w:sz w:val="22"/>
          <w:szCs w:val="22"/>
          <w:lang w:val="kl-GL"/>
        </w:rPr>
        <w:t>p ukiut tamaasa aalajangersassavai 1. januar atuutilersumik ukiumi tulliuttumi inuit sulisitsisumi najugaqartut nerisaqarnerisa aamma ineqarnerisa nalingi. Nerisaqarnermut aamma ineqarnermut akigititat Arbejdsmarkedets Erhvervssikringip (</w:t>
      </w:r>
      <w:r w:rsidR="00575035" w:rsidRPr="00171408">
        <w:rPr>
          <w:rFonts w:ascii="Times New Roman" w:hAnsi="Times New Roman" w:cs="Times New Roman"/>
          <w:sz w:val="22"/>
          <w:szCs w:val="22"/>
          <w:lang w:val="kl-GL"/>
        </w:rPr>
        <w:t>Suli</w:t>
      </w:r>
      <w:r w:rsidR="008F7419" w:rsidRPr="00171408">
        <w:rPr>
          <w:rFonts w:ascii="Times New Roman" w:hAnsi="Times New Roman" w:cs="Times New Roman"/>
          <w:sz w:val="22"/>
          <w:szCs w:val="22"/>
          <w:lang w:val="kl-GL"/>
        </w:rPr>
        <w:t>s</w:t>
      </w:r>
      <w:r w:rsidR="00575035" w:rsidRPr="00171408">
        <w:rPr>
          <w:rFonts w:ascii="Times New Roman" w:hAnsi="Times New Roman" w:cs="Times New Roman"/>
          <w:sz w:val="22"/>
          <w:szCs w:val="22"/>
          <w:lang w:val="kl-GL"/>
        </w:rPr>
        <w:t xml:space="preserve">illuni </w:t>
      </w:r>
      <w:r w:rsidRPr="00171408">
        <w:rPr>
          <w:rFonts w:ascii="Times New Roman" w:hAnsi="Times New Roman" w:cs="Times New Roman"/>
          <w:sz w:val="22"/>
          <w:szCs w:val="22"/>
          <w:lang w:val="kl-GL"/>
        </w:rPr>
        <w:t>Ajoqusernerit pillugit Sullissiviup) nittartagaani saqqummiunneqartassapput.</w:t>
      </w:r>
    </w:p>
    <w:p w14:paraId="11E1AD16" w14:textId="2D4EE234" w:rsidR="00515200" w:rsidRPr="00171408" w:rsidRDefault="00CE02F1">
      <w:pPr>
        <w:pStyle w:val="NormalWeb"/>
        <w:spacing w:before="280" w:after="0" w:afterAutospacing="0" w:line="276" w:lineRule="auto"/>
        <w:rPr>
          <w:rFonts w:ascii="Times New Roman" w:hAnsi="Times New Roman"/>
          <w:lang w:val="kl-GL"/>
        </w:rPr>
      </w:pPr>
      <w:r w:rsidRPr="00171408">
        <w:rPr>
          <w:rFonts w:ascii="Times New Roman" w:hAnsi="Times New Roman" w:cs="Times New Roman"/>
          <w:i/>
          <w:sz w:val="22"/>
          <w:szCs w:val="22"/>
          <w:lang w:val="kl-GL"/>
        </w:rPr>
        <w:t xml:space="preserve">Taarsiissutit </w:t>
      </w:r>
      <w:r w:rsidR="00545D4A" w:rsidRPr="00171408">
        <w:rPr>
          <w:rFonts w:ascii="Times New Roman" w:hAnsi="Times New Roman" w:cs="Times New Roman"/>
          <w:i/>
          <w:sz w:val="22"/>
          <w:szCs w:val="22"/>
          <w:lang w:val="kl-GL"/>
        </w:rPr>
        <w:t>il.il.</w:t>
      </w:r>
      <w:r w:rsidRPr="00171408">
        <w:rPr>
          <w:rFonts w:ascii="Times New Roman" w:hAnsi="Times New Roman" w:cs="Times New Roman"/>
          <w:i/>
          <w:sz w:val="22"/>
          <w:szCs w:val="22"/>
          <w:lang w:val="kl-GL"/>
        </w:rPr>
        <w:t xml:space="preserve"> akilerneqarnissaannut piffissarititaasumik allannguineq</w:t>
      </w:r>
      <w:r w:rsidRPr="00171408">
        <w:rPr>
          <w:rFonts w:ascii="Times New Roman" w:hAnsi="Times New Roman" w:cs="Times New Roman"/>
          <w:i/>
          <w:sz w:val="22"/>
          <w:szCs w:val="22"/>
          <w:lang w:val="kl-GL"/>
        </w:rPr>
        <w:br/>
      </w:r>
      <w:r w:rsidRPr="00171408">
        <w:rPr>
          <w:rFonts w:ascii="Times New Roman" w:hAnsi="Times New Roman" w:cs="Times New Roman"/>
          <w:sz w:val="22"/>
          <w:szCs w:val="22"/>
          <w:lang w:val="kl-GL"/>
        </w:rPr>
        <w:t xml:space="preserve">Ullumikkut sillimmasiisarfiit </w:t>
      </w:r>
      <w:r w:rsidR="00545D4A" w:rsidRPr="00171408">
        <w:rPr>
          <w:rFonts w:ascii="Times New Roman" w:hAnsi="Times New Roman" w:cs="Times New Roman"/>
          <w:sz w:val="22"/>
          <w:szCs w:val="22"/>
          <w:lang w:val="kl-GL"/>
        </w:rPr>
        <w:t>il.il.</w:t>
      </w:r>
      <w:r w:rsidRPr="00171408">
        <w:rPr>
          <w:rFonts w:ascii="Times New Roman" w:hAnsi="Times New Roman" w:cs="Times New Roman"/>
          <w:sz w:val="22"/>
          <w:szCs w:val="22"/>
          <w:lang w:val="kl-GL"/>
        </w:rPr>
        <w:t xml:space="preserve"> ajunngitsorsianik aamma taarsiissutinik akiliisarput, ajoqusertut aamma </w:t>
      </w:r>
      <w:r w:rsidR="00D02F12" w:rsidRPr="00171408">
        <w:rPr>
          <w:rFonts w:ascii="Times New Roman" w:hAnsi="Times New Roman" w:cs="Times New Roman"/>
          <w:sz w:val="22"/>
          <w:szCs w:val="22"/>
          <w:lang w:val="kl-GL"/>
        </w:rPr>
        <w:t>qimagaas</w:t>
      </w:r>
      <w:r w:rsidRPr="00171408">
        <w:rPr>
          <w:rFonts w:ascii="Times New Roman" w:hAnsi="Times New Roman" w:cs="Times New Roman"/>
          <w:sz w:val="22"/>
          <w:szCs w:val="22"/>
          <w:lang w:val="kl-GL"/>
        </w:rPr>
        <w:t xml:space="preserve">ut Arbejdsmarkedets Erhvervssikringip aalajangiineranik nalunaarfigineqarneraniit kingusinnerpaamik sapaatip akunneri sisamat qaangiutsinnagit. Piffissarititaasoq ajoqusertunut aamma </w:t>
      </w:r>
      <w:r w:rsidR="00D02F12" w:rsidRPr="00171408">
        <w:rPr>
          <w:rFonts w:ascii="Times New Roman" w:hAnsi="Times New Roman" w:cs="Times New Roman"/>
          <w:sz w:val="22"/>
          <w:szCs w:val="22"/>
          <w:lang w:val="kl-GL"/>
        </w:rPr>
        <w:t>qimagaas</w:t>
      </w:r>
      <w:r w:rsidRPr="00171408">
        <w:rPr>
          <w:rFonts w:ascii="Times New Roman" w:hAnsi="Times New Roman" w:cs="Times New Roman"/>
          <w:sz w:val="22"/>
          <w:szCs w:val="22"/>
          <w:lang w:val="kl-GL"/>
        </w:rPr>
        <w:t xml:space="preserve">unut </w:t>
      </w:r>
      <w:r w:rsidR="000654EB" w:rsidRPr="00171408">
        <w:rPr>
          <w:rFonts w:ascii="Times New Roman" w:hAnsi="Times New Roman" w:cs="Times New Roman"/>
          <w:sz w:val="22"/>
          <w:szCs w:val="22"/>
          <w:lang w:val="kl-GL"/>
        </w:rPr>
        <w:t>naammagittaalli</w:t>
      </w:r>
      <w:r w:rsidRPr="00171408">
        <w:rPr>
          <w:rFonts w:ascii="Times New Roman" w:hAnsi="Times New Roman" w:cs="Times New Roman"/>
          <w:sz w:val="22"/>
          <w:szCs w:val="22"/>
          <w:lang w:val="kl-GL"/>
        </w:rPr>
        <w:t xml:space="preserve">uteqarnissamut sapaatit akunnerinik arfinilinnik piffissarititaasup sioqquppaa, taamaattumik </w:t>
      </w:r>
      <w:r w:rsidR="00142372" w:rsidRPr="00171408">
        <w:rPr>
          <w:rFonts w:ascii="Times New Roman" w:hAnsi="Times New Roman" w:cs="Times New Roman"/>
          <w:sz w:val="22"/>
          <w:szCs w:val="22"/>
          <w:lang w:val="kl-GL"/>
        </w:rPr>
        <w:t xml:space="preserve">naammagittaalliuteqarnissamut piffissarititaasup qaangiunnissaanut </w:t>
      </w:r>
      <w:r w:rsidRPr="00171408">
        <w:rPr>
          <w:rFonts w:ascii="Times New Roman" w:hAnsi="Times New Roman" w:cs="Times New Roman"/>
          <w:sz w:val="22"/>
          <w:szCs w:val="22"/>
          <w:lang w:val="kl-GL"/>
        </w:rPr>
        <w:t>akiliineq nalinginnaasumik uninngatinneqartarluni. Aalajangiineq pillugu nalunaarutiginninnerup sapaatit akunneri sisamat qaangiutereerneranni aatsaat akiliineq pigaangat, ajunngitsorsiassat aamma taarsiissutissat erniaqartinneqartarput.</w:t>
      </w:r>
    </w:p>
    <w:p w14:paraId="19B9F159" w14:textId="70D2BABD" w:rsidR="00515200" w:rsidRPr="00171408" w:rsidRDefault="00CE02F1">
      <w:pPr>
        <w:pStyle w:val="NormalWeb"/>
        <w:spacing w:line="276" w:lineRule="auto"/>
        <w:rPr>
          <w:rFonts w:ascii="Times New Roman" w:hAnsi="Times New Roman"/>
          <w:lang w:val="kl-GL"/>
        </w:rPr>
      </w:pPr>
      <w:r w:rsidRPr="00171408">
        <w:rPr>
          <w:rFonts w:ascii="Times New Roman" w:hAnsi="Times New Roman" w:cs="Times New Roman"/>
          <w:i/>
          <w:sz w:val="22"/>
          <w:szCs w:val="22"/>
          <w:lang w:val="kl-GL"/>
        </w:rPr>
        <w:t>Suliap paasissuti</w:t>
      </w:r>
      <w:r w:rsidR="00482D2C" w:rsidRPr="00171408">
        <w:rPr>
          <w:rFonts w:ascii="Times New Roman" w:hAnsi="Times New Roman" w:cs="Times New Roman"/>
          <w:i/>
          <w:sz w:val="22"/>
          <w:szCs w:val="22"/>
          <w:lang w:val="kl-GL"/>
        </w:rPr>
        <w:t>ssiissuti</w:t>
      </w:r>
      <w:r w:rsidRPr="00171408">
        <w:rPr>
          <w:rFonts w:ascii="Times New Roman" w:hAnsi="Times New Roman" w:cs="Times New Roman"/>
          <w:i/>
          <w:sz w:val="22"/>
          <w:szCs w:val="22"/>
          <w:lang w:val="kl-GL"/>
        </w:rPr>
        <w:t>gineranut atasumik aningaasartuutinut akiliinermik erseqqissaaneq</w:t>
      </w:r>
      <w:r w:rsidRPr="00171408">
        <w:rPr>
          <w:rFonts w:ascii="Times New Roman" w:hAnsi="Times New Roman" w:cs="Times New Roman"/>
          <w:sz w:val="22"/>
          <w:szCs w:val="22"/>
          <w:lang w:val="kl-GL"/>
        </w:rPr>
        <w:br/>
        <w:t>Sulin</w:t>
      </w:r>
      <w:r w:rsidR="00E657F9" w:rsidRPr="00171408">
        <w:rPr>
          <w:rFonts w:ascii="Times New Roman" w:hAnsi="Times New Roman" w:cs="Times New Roman"/>
          <w:sz w:val="22"/>
          <w:szCs w:val="22"/>
          <w:lang w:val="kl-GL"/>
        </w:rPr>
        <w:t>erm</w:t>
      </w:r>
      <w:r w:rsidRPr="00171408">
        <w:rPr>
          <w:rFonts w:ascii="Times New Roman" w:hAnsi="Times New Roman" w:cs="Times New Roman"/>
          <w:sz w:val="22"/>
          <w:szCs w:val="22"/>
          <w:lang w:val="kl-GL"/>
        </w:rPr>
        <w:t>i ajoquserneq pillugu suliap suliarineqarneranut atatillugu arlalinnik aningaasartuut</w:t>
      </w:r>
      <w:r w:rsidR="005652D7" w:rsidRPr="00171408">
        <w:rPr>
          <w:rFonts w:ascii="Times New Roman" w:hAnsi="Times New Roman" w:cs="Times New Roman"/>
          <w:sz w:val="22"/>
          <w:szCs w:val="22"/>
          <w:lang w:val="kl-GL"/>
        </w:rPr>
        <w:t>igineqassaaq</w:t>
      </w:r>
      <w:r w:rsidRPr="00171408">
        <w:rPr>
          <w:rFonts w:ascii="Times New Roman" w:hAnsi="Times New Roman" w:cs="Times New Roman"/>
          <w:sz w:val="22"/>
          <w:szCs w:val="22"/>
          <w:lang w:val="kl-GL"/>
        </w:rPr>
        <w:t xml:space="preserve">. </w:t>
      </w:r>
      <w:r w:rsidRPr="00171408">
        <w:rPr>
          <w:rFonts w:ascii="Times New Roman" w:hAnsi="Times New Roman" w:cs="Times New Roman"/>
          <w:sz w:val="22"/>
          <w:szCs w:val="22"/>
          <w:lang w:val="kl-GL"/>
        </w:rPr>
        <w:lastRenderedPageBreak/>
        <w:t xml:space="preserve">Tamatumunnga ilaapput nakorsat nalunaarutaannut aningaasartuutit, tassunga </w:t>
      </w:r>
      <w:r w:rsidR="005652D7" w:rsidRPr="00171408">
        <w:rPr>
          <w:rFonts w:ascii="Times New Roman" w:hAnsi="Times New Roman" w:cs="Times New Roman"/>
          <w:sz w:val="22"/>
          <w:szCs w:val="22"/>
          <w:lang w:val="kl-GL"/>
        </w:rPr>
        <w:t xml:space="preserve">ilanngullugit </w:t>
      </w:r>
      <w:r w:rsidRPr="00171408">
        <w:rPr>
          <w:rFonts w:ascii="Times New Roman" w:hAnsi="Times New Roman" w:cs="Times New Roman"/>
          <w:sz w:val="22"/>
          <w:szCs w:val="22"/>
          <w:lang w:val="kl-GL"/>
        </w:rPr>
        <w:t xml:space="preserve">nakorsat immikkut ilinniarsimasut nalunaarutaat aamma toqungasumik pilattaalluni misissuineq pillugu nalunaarutit, kiisalu oqaaseqaatinut aamma uppernarsaatinut aningaasartuutit, tassunga </w:t>
      </w:r>
      <w:r w:rsidR="005652D7" w:rsidRPr="00171408">
        <w:rPr>
          <w:rFonts w:ascii="Times New Roman" w:hAnsi="Times New Roman" w:cs="Times New Roman"/>
          <w:sz w:val="22"/>
          <w:szCs w:val="22"/>
          <w:lang w:val="kl-GL"/>
        </w:rPr>
        <w:t xml:space="preserve">ilanngullugit </w:t>
      </w:r>
      <w:r w:rsidRPr="00171408">
        <w:rPr>
          <w:rFonts w:ascii="Times New Roman" w:hAnsi="Times New Roman" w:cs="Times New Roman"/>
          <w:sz w:val="22"/>
          <w:szCs w:val="22"/>
          <w:lang w:val="kl-GL"/>
        </w:rPr>
        <w:t>kukkunersiornermik naatsorsu</w:t>
      </w:r>
      <w:r w:rsidR="00394BE6" w:rsidRPr="00171408">
        <w:rPr>
          <w:rFonts w:ascii="Times New Roman" w:hAnsi="Times New Roman" w:cs="Times New Roman"/>
          <w:sz w:val="22"/>
          <w:szCs w:val="22"/>
          <w:lang w:val="kl-GL"/>
        </w:rPr>
        <w:t>ineri</w:t>
      </w:r>
      <w:r w:rsidRPr="00171408">
        <w:rPr>
          <w:rFonts w:ascii="Times New Roman" w:hAnsi="Times New Roman" w:cs="Times New Roman"/>
          <w:sz w:val="22"/>
          <w:szCs w:val="22"/>
          <w:lang w:val="kl-GL"/>
        </w:rPr>
        <w:t xml:space="preserve">t aamma nutserinerit pisariaqartinneqartut. Aningaasartuutit sillimmasiisarfinnit aamma Arbejdsmarkedets Erhvervssikringimit akilerneqassapput </w:t>
      </w:r>
      <w:r w:rsidR="00C3269E" w:rsidRPr="00171408">
        <w:rPr>
          <w:rFonts w:ascii="Times New Roman" w:hAnsi="Times New Roman" w:cs="Times New Roman"/>
          <w:sz w:val="22"/>
          <w:szCs w:val="22"/>
          <w:lang w:val="kl-GL"/>
        </w:rPr>
        <w:t>aamma</w:t>
      </w:r>
      <w:r w:rsidRPr="00171408">
        <w:rPr>
          <w:rFonts w:ascii="Times New Roman" w:hAnsi="Times New Roman" w:cs="Times New Roman"/>
          <w:sz w:val="22"/>
          <w:szCs w:val="22"/>
          <w:lang w:val="kl-GL"/>
        </w:rPr>
        <w:t xml:space="preserve"> akigititat naapertorlugit aningaasalersugaanatik, soorlu Arbejdsmarkedets Erhvervssikringip sulianik ingerlatsinera taamaattoq.</w:t>
      </w:r>
    </w:p>
    <w:p w14:paraId="0D6C9A55" w14:textId="59632D6F" w:rsidR="00515200" w:rsidRPr="00171408" w:rsidRDefault="00CE02F1">
      <w:pPr>
        <w:spacing w:after="0"/>
        <w:rPr>
          <w:rFonts w:ascii="Times New Roman" w:hAnsi="Times New Roman"/>
          <w:lang w:val="kl-GL"/>
        </w:rPr>
      </w:pPr>
      <w:r w:rsidRPr="00171408">
        <w:rPr>
          <w:rFonts w:ascii="Times New Roman" w:hAnsi="Times New Roman" w:cs="Times New Roman"/>
          <w:i/>
          <w:lang w:val="kl-GL"/>
        </w:rPr>
        <w:t xml:space="preserve">Suliamut paasissutissanik </w:t>
      </w:r>
      <w:r w:rsidR="00335272" w:rsidRPr="00171408">
        <w:rPr>
          <w:rFonts w:ascii="Times New Roman" w:hAnsi="Times New Roman" w:cs="Times New Roman"/>
          <w:i/>
          <w:lang w:val="kl-GL"/>
        </w:rPr>
        <w:t>pissarsiniarneq</w:t>
      </w:r>
      <w:r w:rsidRPr="00171408">
        <w:rPr>
          <w:rFonts w:ascii="Times New Roman" w:hAnsi="Times New Roman" w:cs="Times New Roman"/>
          <w:lang w:val="kl-GL"/>
        </w:rPr>
        <w:br/>
        <w:t>Arbejdsmarkedets Erhvervssikringip aamma Ankestyrelsip malittarisassat atuuttut malillugit, inunnut paasissutissanik sulin</w:t>
      </w:r>
      <w:r w:rsidR="00020C88" w:rsidRPr="00171408">
        <w:rPr>
          <w:rFonts w:ascii="Times New Roman" w:hAnsi="Times New Roman" w:cs="Times New Roman"/>
          <w:lang w:val="kl-GL"/>
        </w:rPr>
        <w:t>erm</w:t>
      </w:r>
      <w:r w:rsidRPr="00171408">
        <w:rPr>
          <w:rFonts w:ascii="Times New Roman" w:hAnsi="Times New Roman" w:cs="Times New Roman"/>
          <w:lang w:val="kl-GL"/>
        </w:rPr>
        <w:t xml:space="preserve">i ajoqusernerit pillugit suliat ingerlanneqarnissaannut pisariaqartinneqartunik </w:t>
      </w:r>
      <w:r w:rsidR="00020C88" w:rsidRPr="00171408">
        <w:rPr>
          <w:rFonts w:ascii="Times New Roman" w:hAnsi="Times New Roman" w:cs="Times New Roman"/>
          <w:lang w:val="kl-GL"/>
        </w:rPr>
        <w:t>pissarsinissamut</w:t>
      </w:r>
      <w:r w:rsidRPr="00171408">
        <w:rPr>
          <w:rFonts w:ascii="Times New Roman" w:hAnsi="Times New Roman" w:cs="Times New Roman"/>
          <w:lang w:val="kl-GL"/>
        </w:rPr>
        <w:t xml:space="preserve">, ajoqusertunit imaluunniit </w:t>
      </w:r>
      <w:r w:rsidR="00D02F12" w:rsidRPr="00171408">
        <w:rPr>
          <w:rFonts w:ascii="Times New Roman" w:hAnsi="Times New Roman" w:cs="Times New Roman"/>
          <w:lang w:val="kl-GL"/>
        </w:rPr>
        <w:t>qimagaas</w:t>
      </w:r>
      <w:r w:rsidRPr="00171408">
        <w:rPr>
          <w:rFonts w:ascii="Times New Roman" w:hAnsi="Times New Roman" w:cs="Times New Roman"/>
          <w:lang w:val="kl-GL"/>
        </w:rPr>
        <w:t xml:space="preserve">unit akuersissummik </w:t>
      </w:r>
      <w:r w:rsidR="00020C88" w:rsidRPr="00171408">
        <w:rPr>
          <w:rFonts w:ascii="Times New Roman" w:hAnsi="Times New Roman" w:cs="Times New Roman"/>
          <w:lang w:val="kl-GL"/>
        </w:rPr>
        <w:t xml:space="preserve">pissarsniarnissaq </w:t>
      </w:r>
      <w:r w:rsidRPr="00171408">
        <w:rPr>
          <w:rFonts w:ascii="Times New Roman" w:hAnsi="Times New Roman" w:cs="Times New Roman"/>
          <w:lang w:val="kl-GL"/>
        </w:rPr>
        <w:t>pisussaaffiginngilaat. Kalaallit Nunaanni sulin</w:t>
      </w:r>
      <w:r w:rsidR="00E12229" w:rsidRPr="00171408">
        <w:rPr>
          <w:rFonts w:ascii="Times New Roman" w:hAnsi="Times New Roman" w:cs="Times New Roman"/>
          <w:lang w:val="kl-GL"/>
        </w:rPr>
        <w:t>erm</w:t>
      </w:r>
      <w:r w:rsidRPr="00171408">
        <w:rPr>
          <w:rFonts w:ascii="Times New Roman" w:hAnsi="Times New Roman" w:cs="Times New Roman"/>
          <w:lang w:val="kl-GL"/>
        </w:rPr>
        <w:t xml:space="preserve">i ajoqusernerit pillugit suliat ingerlanneqarnerannut atatillugu nalunaarutiginninnerup tiguneqarsimanera pillugu ajoqusertunut imaluunniit </w:t>
      </w:r>
      <w:r w:rsidR="00D02F12" w:rsidRPr="00171408">
        <w:rPr>
          <w:rFonts w:ascii="Times New Roman" w:hAnsi="Times New Roman" w:cs="Times New Roman"/>
          <w:lang w:val="kl-GL"/>
        </w:rPr>
        <w:t>qimagaas</w:t>
      </w:r>
      <w:r w:rsidRPr="00171408">
        <w:rPr>
          <w:rFonts w:ascii="Times New Roman" w:hAnsi="Times New Roman" w:cs="Times New Roman"/>
          <w:lang w:val="kl-GL"/>
        </w:rPr>
        <w:t xml:space="preserve">unut allakkatigut uppernarsaat nassiunneqartarpoq. Tassunga atatillugu Arbejdsmarkedets Erhvervssikringip aamma Ankestyrelsip </w:t>
      </w:r>
      <w:r w:rsidR="00162C4E" w:rsidRPr="00171408">
        <w:rPr>
          <w:rFonts w:ascii="Times New Roman" w:hAnsi="Times New Roman" w:cs="Times New Roman"/>
          <w:lang w:val="kl-GL"/>
        </w:rPr>
        <w:t>eqqumaffigeqqusarpaat</w:t>
      </w:r>
      <w:r w:rsidRPr="00171408">
        <w:rPr>
          <w:rFonts w:ascii="Times New Roman" w:hAnsi="Times New Roman" w:cs="Times New Roman"/>
          <w:lang w:val="kl-GL"/>
        </w:rPr>
        <w:t xml:space="preserve">, suliamik suliarinninnermut atatillugu paasissutissat suut </w:t>
      </w:r>
      <w:r w:rsidR="00162C4E" w:rsidRPr="00171408">
        <w:rPr>
          <w:rFonts w:ascii="Times New Roman" w:hAnsi="Times New Roman" w:cs="Times New Roman"/>
          <w:lang w:val="kl-GL"/>
        </w:rPr>
        <w:t>pissarsiarineqarsinnaanersut</w:t>
      </w:r>
      <w:r w:rsidRPr="00171408">
        <w:rPr>
          <w:rFonts w:ascii="Times New Roman" w:hAnsi="Times New Roman" w:cs="Times New Roman"/>
          <w:lang w:val="kl-GL"/>
        </w:rPr>
        <w:t xml:space="preserve">. Tamanna assersuutigalugu ajoqusernerup qanoq pisimanera pillugu paasissutissaasinnaavoq, kiisalu nakorsat paasissutissaataat soorlu nakorsat nalunaarutaat imaluunniit nakorsat nalunaarsuiffii. </w:t>
      </w:r>
      <w:r w:rsidR="00F24F60" w:rsidRPr="00171408">
        <w:rPr>
          <w:rFonts w:ascii="Times New Roman" w:hAnsi="Times New Roman" w:cs="Times New Roman"/>
          <w:lang w:val="kl-GL"/>
        </w:rPr>
        <w:t xml:space="preserve">Peqatigalugu </w:t>
      </w:r>
      <w:r w:rsidRPr="00171408">
        <w:rPr>
          <w:rFonts w:ascii="Times New Roman" w:hAnsi="Times New Roman" w:cs="Times New Roman"/>
          <w:lang w:val="kl-GL"/>
        </w:rPr>
        <w:t xml:space="preserve">ajoqusertut imaluunniit </w:t>
      </w:r>
      <w:r w:rsidR="00D02F12" w:rsidRPr="00171408">
        <w:rPr>
          <w:rFonts w:ascii="Times New Roman" w:hAnsi="Times New Roman" w:cs="Times New Roman"/>
          <w:lang w:val="kl-GL"/>
        </w:rPr>
        <w:t>qimagaas</w:t>
      </w:r>
      <w:r w:rsidRPr="00171408">
        <w:rPr>
          <w:rFonts w:ascii="Times New Roman" w:hAnsi="Times New Roman" w:cs="Times New Roman"/>
          <w:lang w:val="kl-GL"/>
        </w:rPr>
        <w:t xml:space="preserve">ut </w:t>
      </w:r>
      <w:r w:rsidR="00F24F60" w:rsidRPr="00171408">
        <w:rPr>
          <w:rFonts w:ascii="Times New Roman" w:hAnsi="Times New Roman" w:cs="Times New Roman"/>
          <w:lang w:val="kl-GL"/>
        </w:rPr>
        <w:t xml:space="preserve">qaqugu </w:t>
      </w:r>
      <w:r w:rsidRPr="00171408">
        <w:rPr>
          <w:rFonts w:ascii="Times New Roman" w:hAnsi="Times New Roman" w:cs="Times New Roman"/>
          <w:lang w:val="kl-GL"/>
        </w:rPr>
        <w:t xml:space="preserve">paasissutissanik </w:t>
      </w:r>
      <w:r w:rsidR="00F24F60" w:rsidRPr="00171408">
        <w:rPr>
          <w:rFonts w:ascii="Times New Roman" w:hAnsi="Times New Roman" w:cs="Times New Roman"/>
          <w:lang w:val="kl-GL"/>
        </w:rPr>
        <w:t xml:space="preserve">pissarsiniarneq </w:t>
      </w:r>
      <w:r w:rsidRPr="00171408">
        <w:rPr>
          <w:rFonts w:ascii="Times New Roman" w:hAnsi="Times New Roman" w:cs="Times New Roman"/>
          <w:lang w:val="kl-GL"/>
        </w:rPr>
        <w:t>pillugu akerliliisinnaanerannut piffissarititaasoq aalajangersarneqassaaq. Taamaalilluni paasissutissat pissa</w:t>
      </w:r>
      <w:r w:rsidR="00C70DA4" w:rsidRPr="00171408">
        <w:rPr>
          <w:rFonts w:ascii="Times New Roman" w:hAnsi="Times New Roman" w:cs="Times New Roman"/>
          <w:lang w:val="kl-GL"/>
        </w:rPr>
        <w:t>r</w:t>
      </w:r>
      <w:r w:rsidRPr="00171408">
        <w:rPr>
          <w:rFonts w:ascii="Times New Roman" w:hAnsi="Times New Roman" w:cs="Times New Roman"/>
          <w:lang w:val="kl-GL"/>
        </w:rPr>
        <w:t xml:space="preserve">siarinissaannut erseqqissumik akuersissummik </w:t>
      </w:r>
      <w:r w:rsidR="00C70DA4" w:rsidRPr="00171408">
        <w:rPr>
          <w:rFonts w:ascii="Times New Roman" w:hAnsi="Times New Roman" w:cs="Times New Roman"/>
          <w:lang w:val="kl-GL"/>
        </w:rPr>
        <w:t xml:space="preserve">pissarsiniartoqarneq </w:t>
      </w:r>
      <w:r w:rsidRPr="00171408">
        <w:rPr>
          <w:rFonts w:ascii="Times New Roman" w:hAnsi="Times New Roman" w:cs="Times New Roman"/>
          <w:lang w:val="kl-GL"/>
        </w:rPr>
        <w:t>ajorpoq.</w:t>
      </w:r>
    </w:p>
    <w:p w14:paraId="1A696ECC" w14:textId="77777777" w:rsidR="00515200" w:rsidRPr="00171408" w:rsidRDefault="00515200">
      <w:pPr>
        <w:spacing w:after="0"/>
        <w:rPr>
          <w:rFonts w:ascii="Times New Roman" w:hAnsi="Times New Roman" w:cs="Times New Roman"/>
          <w:lang w:val="kl-GL"/>
        </w:rPr>
      </w:pPr>
    </w:p>
    <w:p w14:paraId="59CC3943" w14:textId="4C9DD2D5" w:rsidR="00515200" w:rsidRPr="00171408" w:rsidRDefault="00CE02F1">
      <w:pPr>
        <w:spacing w:after="0"/>
        <w:rPr>
          <w:lang w:val="kl-GL"/>
        </w:rPr>
      </w:pPr>
      <w:r w:rsidRPr="00171408">
        <w:rPr>
          <w:rStyle w:val="italic1"/>
          <w:rFonts w:ascii="Times New Roman" w:hAnsi="Times New Roman" w:cs="Times New Roman"/>
          <w:sz w:val="22"/>
          <w:szCs w:val="22"/>
          <w:lang w:val="kl-GL"/>
        </w:rPr>
        <w:t>2.12.2.</w:t>
      </w:r>
      <w:r w:rsidRPr="00171408">
        <w:rPr>
          <w:rFonts w:ascii="Times New Roman" w:hAnsi="Times New Roman"/>
          <w:lang w:val="kl-GL"/>
        </w:rPr>
        <w:t xml:space="preserve"> </w:t>
      </w:r>
      <w:r w:rsidR="00065ED8" w:rsidRPr="00171408">
        <w:rPr>
          <w:rStyle w:val="italic1"/>
          <w:rFonts w:ascii="Times New Roman" w:eastAsia="Times New Roman" w:hAnsi="Times New Roman" w:cs="Times New Roman"/>
          <w:sz w:val="22"/>
          <w:szCs w:val="22"/>
          <w:lang w:val="kl-GL" w:eastAsia="da-DK"/>
        </w:rPr>
        <w:t>Suliassaqartitsinermut minister</w:t>
      </w:r>
      <w:r w:rsidR="00E01ED9" w:rsidRPr="00171408">
        <w:rPr>
          <w:rStyle w:val="italic1"/>
          <w:rFonts w:ascii="Times New Roman" w:eastAsia="Times New Roman" w:hAnsi="Times New Roman" w:cs="Times New Roman"/>
          <w:sz w:val="22"/>
          <w:szCs w:val="22"/>
          <w:lang w:val="kl-GL" w:eastAsia="da-DK"/>
        </w:rPr>
        <w:t>eqarfiup</w:t>
      </w:r>
      <w:r w:rsidRPr="00171408">
        <w:rPr>
          <w:rStyle w:val="italic1"/>
          <w:rFonts w:ascii="Times New Roman" w:eastAsia="Times New Roman" w:hAnsi="Times New Roman" w:cs="Times New Roman"/>
          <w:sz w:val="22"/>
          <w:szCs w:val="22"/>
          <w:lang w:val="kl-GL" w:eastAsia="da-DK"/>
        </w:rPr>
        <w:t xml:space="preserve"> isumaliuutersuutai aamma aaqqissu</w:t>
      </w:r>
      <w:r w:rsidR="007D19B3" w:rsidRPr="00171408">
        <w:rPr>
          <w:rStyle w:val="italic1"/>
          <w:rFonts w:ascii="Times New Roman" w:eastAsia="Times New Roman" w:hAnsi="Times New Roman" w:cs="Times New Roman"/>
          <w:sz w:val="22"/>
          <w:szCs w:val="22"/>
          <w:lang w:val="kl-GL" w:eastAsia="da-DK"/>
        </w:rPr>
        <w:t>u</w:t>
      </w:r>
      <w:r w:rsidRPr="00171408">
        <w:rPr>
          <w:rStyle w:val="italic1"/>
          <w:rFonts w:ascii="Times New Roman" w:eastAsia="Times New Roman" w:hAnsi="Times New Roman" w:cs="Times New Roman"/>
          <w:sz w:val="22"/>
          <w:szCs w:val="22"/>
          <w:lang w:val="kl-GL" w:eastAsia="da-DK"/>
        </w:rPr>
        <w:t>ssineq siunnersuutigineqartoq</w:t>
      </w:r>
      <w:r w:rsidRPr="00171408">
        <w:rPr>
          <w:rStyle w:val="italic1"/>
          <w:rFonts w:ascii="Times New Roman" w:hAnsi="Times New Roman" w:cs="Times New Roman"/>
          <w:sz w:val="22"/>
          <w:szCs w:val="22"/>
          <w:lang w:val="kl-GL"/>
        </w:rPr>
        <w:br/>
      </w:r>
      <w:r w:rsidR="00065ED8" w:rsidRPr="00171408">
        <w:rPr>
          <w:rStyle w:val="italic1"/>
          <w:rFonts w:ascii="Times New Roman" w:eastAsia="Times New Roman" w:hAnsi="Times New Roman" w:cs="Times New Roman"/>
          <w:i w:val="0"/>
          <w:iCs w:val="0"/>
          <w:sz w:val="22"/>
          <w:szCs w:val="22"/>
          <w:lang w:val="kl-GL" w:eastAsia="da-DK"/>
        </w:rPr>
        <w:t>Suliassaqartitsinermut minister</w:t>
      </w:r>
      <w:r w:rsidR="00DE37AA" w:rsidRPr="00171408">
        <w:rPr>
          <w:rStyle w:val="italic1"/>
          <w:rFonts w:ascii="Times New Roman" w:eastAsia="Times New Roman" w:hAnsi="Times New Roman" w:cs="Times New Roman"/>
          <w:i w:val="0"/>
          <w:iCs w:val="0"/>
          <w:sz w:val="22"/>
          <w:szCs w:val="22"/>
          <w:lang w:val="kl-GL" w:eastAsia="da-DK"/>
        </w:rPr>
        <w:t>eqarfiup</w:t>
      </w:r>
      <w:r w:rsidRPr="00171408">
        <w:rPr>
          <w:rStyle w:val="italic1"/>
          <w:rFonts w:ascii="Times New Roman" w:eastAsia="Times New Roman" w:hAnsi="Times New Roman" w:cs="Times New Roman"/>
          <w:i w:val="0"/>
          <w:iCs w:val="0"/>
          <w:sz w:val="22"/>
          <w:szCs w:val="22"/>
          <w:lang w:val="kl-GL" w:eastAsia="da-DK"/>
        </w:rPr>
        <w:t xml:space="preserve"> aamma Namminersorlutik Oqartussat naapertuu</w:t>
      </w:r>
      <w:r w:rsidR="00B02D9C" w:rsidRPr="00171408">
        <w:rPr>
          <w:rStyle w:val="italic1"/>
          <w:rFonts w:ascii="Times New Roman" w:eastAsia="Times New Roman" w:hAnsi="Times New Roman" w:cs="Times New Roman"/>
          <w:i w:val="0"/>
          <w:iCs w:val="0"/>
          <w:sz w:val="22"/>
          <w:szCs w:val="22"/>
          <w:lang w:val="kl-GL" w:eastAsia="da-DK"/>
        </w:rPr>
        <w:t>ttutut isigaat</w:t>
      </w:r>
      <w:r w:rsidRPr="00171408">
        <w:rPr>
          <w:rStyle w:val="italic1"/>
          <w:rFonts w:ascii="Times New Roman" w:eastAsia="Times New Roman" w:hAnsi="Times New Roman" w:cs="Times New Roman"/>
          <w:i w:val="0"/>
          <w:iCs w:val="0"/>
          <w:sz w:val="22"/>
          <w:szCs w:val="22"/>
          <w:lang w:val="kl-GL" w:eastAsia="da-DK"/>
        </w:rPr>
        <w:t xml:space="preserve">, </w:t>
      </w:r>
      <w:r w:rsidR="00A853E3" w:rsidRPr="00171408">
        <w:rPr>
          <w:rStyle w:val="italic1"/>
          <w:rFonts w:ascii="Times New Roman" w:eastAsia="Times New Roman" w:hAnsi="Times New Roman" w:cs="Times New Roman"/>
          <w:i w:val="0"/>
          <w:iCs w:val="0"/>
          <w:sz w:val="22"/>
          <w:szCs w:val="22"/>
          <w:lang w:val="kl-GL" w:eastAsia="da-DK"/>
        </w:rPr>
        <w:t>Kalaallit Nunaanni sulinermi ajoqusernermut isumannaarineq pillugu inatsi</w:t>
      </w:r>
      <w:r w:rsidRPr="00171408">
        <w:rPr>
          <w:rStyle w:val="italic1"/>
          <w:rFonts w:ascii="Times New Roman" w:eastAsia="Times New Roman" w:hAnsi="Times New Roman" w:cs="Times New Roman"/>
          <w:i w:val="0"/>
          <w:iCs w:val="0"/>
          <w:sz w:val="22"/>
          <w:szCs w:val="22"/>
          <w:lang w:val="kl-GL" w:eastAsia="da-DK"/>
        </w:rPr>
        <w:t>mmi a</w:t>
      </w:r>
      <w:r w:rsidR="006D3540" w:rsidRPr="00171408">
        <w:rPr>
          <w:rStyle w:val="italic1"/>
          <w:rFonts w:ascii="Times New Roman" w:eastAsia="Times New Roman" w:hAnsi="Times New Roman" w:cs="Times New Roman"/>
          <w:i w:val="0"/>
          <w:iCs w:val="0"/>
          <w:sz w:val="22"/>
          <w:szCs w:val="22"/>
          <w:lang w:val="kl-GL" w:eastAsia="da-DK"/>
        </w:rPr>
        <w:t>r</w:t>
      </w:r>
      <w:r w:rsidRPr="00171408">
        <w:rPr>
          <w:rStyle w:val="italic1"/>
          <w:rFonts w:ascii="Times New Roman" w:eastAsia="Times New Roman" w:hAnsi="Times New Roman" w:cs="Times New Roman"/>
          <w:i w:val="0"/>
          <w:iCs w:val="0"/>
          <w:sz w:val="22"/>
          <w:szCs w:val="22"/>
          <w:lang w:val="kl-GL" w:eastAsia="da-DK"/>
        </w:rPr>
        <w:t xml:space="preserve">lalinnik allannguisoqarnissaa, inatsimmik nutarterinermik aamma naleqqussaanermik kinguneqartumik, tassunga </w:t>
      </w:r>
      <w:r w:rsidR="00D73E78" w:rsidRPr="00171408">
        <w:rPr>
          <w:rStyle w:val="italic1"/>
          <w:rFonts w:ascii="Times New Roman" w:eastAsia="Times New Roman" w:hAnsi="Times New Roman" w:cs="Times New Roman"/>
          <w:i w:val="0"/>
          <w:iCs w:val="0"/>
          <w:sz w:val="22"/>
          <w:szCs w:val="22"/>
          <w:lang w:val="kl-GL" w:eastAsia="da-DK"/>
        </w:rPr>
        <w:t xml:space="preserve">ilanngullugu </w:t>
      </w:r>
      <w:r w:rsidRPr="00171408">
        <w:rPr>
          <w:rStyle w:val="italic1"/>
          <w:rFonts w:ascii="Times New Roman" w:eastAsia="Times New Roman" w:hAnsi="Times New Roman" w:cs="Times New Roman"/>
          <w:i w:val="0"/>
          <w:iCs w:val="0"/>
          <w:sz w:val="22"/>
          <w:szCs w:val="22"/>
          <w:lang w:val="kl-GL" w:eastAsia="da-DK"/>
        </w:rPr>
        <w:t xml:space="preserve">inatsisinik atuuttunik </w:t>
      </w:r>
      <w:r w:rsidR="0074451C" w:rsidRPr="00171408">
        <w:rPr>
          <w:rStyle w:val="italic1"/>
          <w:rFonts w:ascii="Times New Roman" w:eastAsia="Times New Roman" w:hAnsi="Times New Roman" w:cs="Times New Roman"/>
          <w:i w:val="0"/>
          <w:iCs w:val="0"/>
          <w:sz w:val="22"/>
          <w:szCs w:val="22"/>
          <w:lang w:val="kl-GL" w:eastAsia="da-DK"/>
        </w:rPr>
        <w:t>aaqqissuussineq</w:t>
      </w:r>
      <w:r w:rsidRPr="00171408">
        <w:rPr>
          <w:rStyle w:val="italic1"/>
          <w:rFonts w:ascii="Times New Roman" w:eastAsia="Times New Roman" w:hAnsi="Times New Roman" w:cs="Times New Roman"/>
          <w:i w:val="0"/>
          <w:iCs w:val="0"/>
          <w:sz w:val="22"/>
          <w:szCs w:val="22"/>
          <w:lang w:val="kl-GL" w:eastAsia="da-DK"/>
        </w:rPr>
        <w:t>, inatsisi</w:t>
      </w:r>
      <w:r w:rsidR="00913B8C" w:rsidRPr="00171408">
        <w:rPr>
          <w:rStyle w:val="italic1"/>
          <w:rFonts w:ascii="Times New Roman" w:eastAsia="Times New Roman" w:hAnsi="Times New Roman" w:cs="Times New Roman"/>
          <w:i w:val="0"/>
          <w:iCs w:val="0"/>
          <w:sz w:val="22"/>
          <w:szCs w:val="22"/>
          <w:lang w:val="kl-GL" w:eastAsia="da-DK"/>
        </w:rPr>
        <w:t>p</w:t>
      </w:r>
      <w:r w:rsidRPr="00171408">
        <w:rPr>
          <w:rStyle w:val="italic1"/>
          <w:rFonts w:ascii="Times New Roman" w:eastAsia="Times New Roman" w:hAnsi="Times New Roman" w:cs="Times New Roman"/>
          <w:i w:val="0"/>
          <w:iCs w:val="0"/>
          <w:sz w:val="22"/>
          <w:szCs w:val="22"/>
          <w:lang w:val="kl-GL" w:eastAsia="da-DK"/>
        </w:rPr>
        <w:t xml:space="preserve"> siunissami paasinarnerulernissa</w:t>
      </w:r>
      <w:r w:rsidR="00913B8C" w:rsidRPr="00171408">
        <w:rPr>
          <w:rStyle w:val="italic1"/>
          <w:rFonts w:ascii="Times New Roman" w:eastAsia="Times New Roman" w:hAnsi="Times New Roman" w:cs="Times New Roman"/>
          <w:i w:val="0"/>
          <w:iCs w:val="0"/>
          <w:sz w:val="22"/>
          <w:szCs w:val="22"/>
          <w:lang w:val="kl-GL" w:eastAsia="da-DK"/>
        </w:rPr>
        <w:t>a</w:t>
      </w:r>
      <w:r w:rsidRPr="00171408">
        <w:rPr>
          <w:rStyle w:val="italic1"/>
          <w:rFonts w:ascii="Times New Roman" w:eastAsia="Times New Roman" w:hAnsi="Times New Roman" w:cs="Times New Roman"/>
          <w:i w:val="0"/>
          <w:iCs w:val="0"/>
          <w:sz w:val="22"/>
          <w:szCs w:val="22"/>
          <w:lang w:val="kl-GL" w:eastAsia="da-DK"/>
        </w:rPr>
        <w:t xml:space="preserve"> aamma innuttaasunut suliassaqarfimmi</w:t>
      </w:r>
      <w:r w:rsidR="00BF4D31" w:rsidRPr="00171408">
        <w:rPr>
          <w:rStyle w:val="italic1"/>
          <w:rFonts w:ascii="Times New Roman" w:eastAsia="Times New Roman" w:hAnsi="Times New Roman" w:cs="Times New Roman"/>
          <w:i w:val="0"/>
          <w:iCs w:val="0"/>
          <w:sz w:val="22"/>
          <w:szCs w:val="22"/>
          <w:lang w:val="kl-GL" w:eastAsia="da-DK"/>
        </w:rPr>
        <w:t>lu</w:t>
      </w:r>
      <w:r w:rsidRPr="00171408">
        <w:rPr>
          <w:rStyle w:val="italic1"/>
          <w:rFonts w:ascii="Times New Roman" w:eastAsia="Times New Roman" w:hAnsi="Times New Roman" w:cs="Times New Roman"/>
          <w:i w:val="0"/>
          <w:iCs w:val="0"/>
          <w:sz w:val="22"/>
          <w:szCs w:val="22"/>
          <w:lang w:val="kl-GL" w:eastAsia="da-DK"/>
        </w:rPr>
        <w:t xml:space="preserve"> allanit inatsiseqarnikkut atuisunut atoruminarnerulernissaa siunertaralugu.</w:t>
      </w:r>
    </w:p>
    <w:p w14:paraId="0ABD9F2D" w14:textId="5510083C" w:rsidR="00515200" w:rsidRPr="00171408" w:rsidRDefault="00CE02F1">
      <w:pPr>
        <w:pStyle w:val="NormalWeb"/>
        <w:spacing w:line="276" w:lineRule="auto"/>
        <w:rPr>
          <w:lang w:val="kl-GL"/>
        </w:rPr>
      </w:pPr>
      <w:r w:rsidRPr="00171408">
        <w:rPr>
          <w:rFonts w:ascii="Times New Roman" w:hAnsi="Times New Roman" w:cs="Times New Roman"/>
          <w:i/>
          <w:sz w:val="22"/>
          <w:szCs w:val="22"/>
          <w:lang w:val="kl-GL"/>
        </w:rPr>
        <w:t>Akeqanngitsumik nerisaqarneq aamma ineqarneq</w:t>
      </w:r>
      <w:r w:rsidRPr="00171408">
        <w:rPr>
          <w:rFonts w:ascii="Times New Roman" w:hAnsi="Times New Roman" w:cs="Times New Roman"/>
          <w:i/>
          <w:sz w:val="22"/>
          <w:szCs w:val="22"/>
          <w:lang w:val="kl-GL"/>
        </w:rPr>
        <w:br/>
      </w:r>
      <w:r w:rsidR="00065ED8" w:rsidRPr="00171408">
        <w:rPr>
          <w:rStyle w:val="italic1"/>
          <w:rFonts w:ascii="Times New Roman" w:hAnsi="Times New Roman" w:cs="Times New Roman"/>
          <w:i w:val="0"/>
          <w:iCs w:val="0"/>
          <w:sz w:val="22"/>
          <w:szCs w:val="22"/>
          <w:lang w:val="kl-GL"/>
        </w:rPr>
        <w:t>Suliassaqartitsinermut minister</w:t>
      </w:r>
      <w:r w:rsidR="00F173A9" w:rsidRPr="00171408">
        <w:rPr>
          <w:rStyle w:val="italic1"/>
          <w:rFonts w:ascii="Times New Roman" w:hAnsi="Times New Roman" w:cs="Times New Roman"/>
          <w:i w:val="0"/>
          <w:iCs w:val="0"/>
          <w:sz w:val="22"/>
          <w:szCs w:val="22"/>
          <w:lang w:val="kl-GL"/>
        </w:rPr>
        <w:t>eqarfiup</w:t>
      </w:r>
      <w:r w:rsidRPr="00171408">
        <w:rPr>
          <w:rStyle w:val="italic1"/>
          <w:rFonts w:ascii="Times New Roman" w:hAnsi="Times New Roman" w:cs="Times New Roman"/>
          <w:i w:val="0"/>
          <w:iCs w:val="0"/>
          <w:sz w:val="22"/>
          <w:szCs w:val="22"/>
          <w:lang w:val="kl-GL"/>
        </w:rPr>
        <w:t xml:space="preserve"> aamma Namminersorlutik Oqartussat nalilerpaat, inatsimmi nerisaqarnermut aamma ineqarnermut assigiinngitsunik akigititaqarnissaq naapertuutinngitsoq</w:t>
      </w:r>
      <w:r w:rsidRPr="00171408">
        <w:rPr>
          <w:rFonts w:ascii="Times New Roman" w:hAnsi="Times New Roman" w:cs="Times New Roman"/>
          <w:sz w:val="22"/>
          <w:szCs w:val="22"/>
          <w:lang w:val="kl-GL"/>
        </w:rPr>
        <w:t xml:space="preserve">. Taamaattumik siunnersuutigineqarpoq, </w:t>
      </w:r>
      <w:r w:rsidRPr="00171408">
        <w:rPr>
          <w:rStyle w:val="italic1"/>
          <w:rFonts w:ascii="Times New Roman" w:hAnsi="Times New Roman" w:cs="Times New Roman"/>
          <w:i w:val="0"/>
          <w:iCs w:val="0"/>
          <w:sz w:val="22"/>
          <w:szCs w:val="22"/>
          <w:lang w:val="kl-GL"/>
        </w:rPr>
        <w:t>nerisaqarnermut aamma ineqarnermut akigititat, inunnut sulisitsisuminni najugaqartunut tulluar</w:t>
      </w:r>
      <w:r w:rsidR="001A26DC" w:rsidRPr="00171408">
        <w:rPr>
          <w:rStyle w:val="italic1"/>
          <w:rFonts w:ascii="Times New Roman" w:hAnsi="Times New Roman" w:cs="Times New Roman"/>
          <w:i w:val="0"/>
          <w:iCs w:val="0"/>
          <w:sz w:val="22"/>
          <w:szCs w:val="22"/>
          <w:lang w:val="kl-GL"/>
        </w:rPr>
        <w:t>sarnissaat</w:t>
      </w:r>
      <w:r w:rsidRPr="00171408">
        <w:rPr>
          <w:rStyle w:val="italic1"/>
          <w:rFonts w:ascii="Times New Roman" w:hAnsi="Times New Roman" w:cs="Times New Roman"/>
          <w:i w:val="0"/>
          <w:iCs w:val="0"/>
          <w:sz w:val="22"/>
          <w:szCs w:val="22"/>
          <w:lang w:val="kl-GL"/>
        </w:rPr>
        <w:t>. Tamatuma kingorna akigititat Kalaallit Nunaanni akileraartarnerm</w:t>
      </w:r>
      <w:r w:rsidR="00884E50" w:rsidRPr="00171408">
        <w:rPr>
          <w:rStyle w:val="italic1"/>
          <w:rFonts w:ascii="Times New Roman" w:hAnsi="Times New Roman" w:cs="Times New Roman"/>
          <w:i w:val="0"/>
          <w:iCs w:val="0"/>
          <w:sz w:val="22"/>
          <w:szCs w:val="22"/>
          <w:lang w:val="kl-GL"/>
        </w:rPr>
        <w:t>ut suliassaqarfimmi</w:t>
      </w:r>
      <w:r w:rsidRPr="00171408">
        <w:rPr>
          <w:rStyle w:val="italic1"/>
          <w:rFonts w:ascii="Times New Roman" w:hAnsi="Times New Roman" w:cs="Times New Roman"/>
          <w:i w:val="0"/>
          <w:iCs w:val="0"/>
          <w:sz w:val="22"/>
          <w:szCs w:val="22"/>
          <w:lang w:val="kl-GL"/>
        </w:rPr>
        <w:t xml:space="preserve"> Kalaallit Nunaanni Akileraartarnermut Aqutsisoqarfiup akigititatut aalajangersagai malissavaat. </w:t>
      </w:r>
      <w:r w:rsidR="00884E50" w:rsidRPr="00171408">
        <w:rPr>
          <w:rStyle w:val="italic1"/>
          <w:rFonts w:ascii="Times New Roman" w:hAnsi="Times New Roman" w:cs="Times New Roman"/>
          <w:i w:val="0"/>
          <w:iCs w:val="0"/>
          <w:sz w:val="22"/>
          <w:szCs w:val="22"/>
          <w:lang w:val="kl-GL"/>
        </w:rPr>
        <w:t xml:space="preserve">Taamaalilluni </w:t>
      </w:r>
      <w:r w:rsidRPr="00171408">
        <w:rPr>
          <w:rStyle w:val="italic1"/>
          <w:rFonts w:ascii="Times New Roman" w:hAnsi="Times New Roman" w:cs="Times New Roman"/>
          <w:i w:val="0"/>
          <w:iCs w:val="0"/>
          <w:sz w:val="22"/>
          <w:szCs w:val="22"/>
          <w:lang w:val="kl-GL"/>
        </w:rPr>
        <w:t xml:space="preserve">inatsimmi nerisaqarnermut aamma ineqarnermut akigititat siunissami nalunaarutikkut </w:t>
      </w:r>
      <w:r w:rsidR="00065ED8" w:rsidRPr="00171408">
        <w:rPr>
          <w:rStyle w:val="italic1"/>
          <w:rFonts w:ascii="Times New Roman" w:hAnsi="Times New Roman" w:cs="Times New Roman"/>
          <w:i w:val="0"/>
          <w:iCs w:val="0"/>
          <w:sz w:val="22"/>
          <w:szCs w:val="22"/>
          <w:lang w:val="kl-GL"/>
        </w:rPr>
        <w:t>Suliassaqartitsinermut minister</w:t>
      </w:r>
      <w:r w:rsidR="00884E50" w:rsidRPr="00171408">
        <w:rPr>
          <w:rStyle w:val="italic1"/>
          <w:rFonts w:ascii="Times New Roman" w:hAnsi="Times New Roman" w:cs="Times New Roman"/>
          <w:i w:val="0"/>
          <w:iCs w:val="0"/>
          <w:sz w:val="22"/>
          <w:szCs w:val="22"/>
          <w:lang w:val="kl-GL"/>
        </w:rPr>
        <w:t>eqarfimmit</w:t>
      </w:r>
      <w:r w:rsidRPr="00171408">
        <w:rPr>
          <w:rStyle w:val="italic1"/>
          <w:rFonts w:ascii="Times New Roman" w:hAnsi="Times New Roman" w:cs="Times New Roman"/>
          <w:i w:val="0"/>
          <w:iCs w:val="0"/>
          <w:sz w:val="22"/>
          <w:szCs w:val="22"/>
          <w:lang w:val="kl-GL"/>
        </w:rPr>
        <w:t xml:space="preserve"> </w:t>
      </w:r>
      <w:r w:rsidR="00884E50" w:rsidRPr="00171408">
        <w:rPr>
          <w:rStyle w:val="italic1"/>
          <w:rFonts w:ascii="Times New Roman" w:hAnsi="Times New Roman" w:cs="Times New Roman"/>
          <w:i w:val="0"/>
          <w:iCs w:val="0"/>
          <w:sz w:val="22"/>
          <w:szCs w:val="22"/>
          <w:lang w:val="kl-GL"/>
        </w:rPr>
        <w:t xml:space="preserve">atuutilersinneqarlutik </w:t>
      </w:r>
      <w:r w:rsidRPr="00171408">
        <w:rPr>
          <w:rStyle w:val="italic1"/>
          <w:rFonts w:ascii="Times New Roman" w:hAnsi="Times New Roman" w:cs="Times New Roman"/>
          <w:i w:val="0"/>
          <w:iCs w:val="0"/>
          <w:sz w:val="22"/>
          <w:szCs w:val="22"/>
          <w:lang w:val="kl-GL"/>
        </w:rPr>
        <w:t>aalajangersarneqassanngillat.</w:t>
      </w:r>
    </w:p>
    <w:p w14:paraId="2790410A" w14:textId="6318DBA8" w:rsidR="00515200" w:rsidRPr="00171408" w:rsidRDefault="00CE02F1">
      <w:pPr>
        <w:rPr>
          <w:rFonts w:ascii="Times New Roman" w:hAnsi="Times New Roman"/>
          <w:lang w:val="kl-GL"/>
        </w:rPr>
      </w:pPr>
      <w:r w:rsidRPr="00171408">
        <w:rPr>
          <w:rFonts w:ascii="Times New Roman" w:hAnsi="Times New Roman" w:cs="Times New Roman"/>
          <w:lang w:val="kl-GL"/>
        </w:rPr>
        <w:t>Allannguutit s</w:t>
      </w:r>
      <w:r w:rsidRPr="00171408">
        <w:rPr>
          <w:rFonts w:ascii="Times New Roman" w:hAnsi="Times New Roman" w:cs="Times New Roman"/>
          <w:color w:val="000000"/>
          <w:lang w:val="kl-GL"/>
        </w:rPr>
        <w:t>ulin</w:t>
      </w:r>
      <w:r w:rsidR="006C4381" w:rsidRPr="00171408">
        <w:rPr>
          <w:rFonts w:ascii="Times New Roman" w:hAnsi="Times New Roman" w:cs="Times New Roman"/>
          <w:color w:val="000000"/>
          <w:lang w:val="kl-GL"/>
        </w:rPr>
        <w:t>erm</w:t>
      </w:r>
      <w:r w:rsidRPr="00171408">
        <w:rPr>
          <w:rFonts w:ascii="Times New Roman" w:hAnsi="Times New Roman" w:cs="Times New Roman"/>
          <w:color w:val="000000"/>
          <w:lang w:val="kl-GL"/>
        </w:rPr>
        <w:t>i ajoqusernermut isumannaarineq pillugu inatsimmi malittarisassat Kalaallit Nunaanni pissutsinut naapertuuttumik assigiissarneqarnerannik kinguneqassapput.</w:t>
      </w:r>
    </w:p>
    <w:p w14:paraId="641BDF3E" w14:textId="1728C3D9" w:rsidR="00515200" w:rsidRPr="00171408" w:rsidRDefault="00CE02F1">
      <w:pPr>
        <w:pStyle w:val="AT-Body"/>
        <w:spacing w:line="276" w:lineRule="auto"/>
        <w:rPr>
          <w:lang w:val="kl-GL"/>
        </w:rPr>
      </w:pPr>
      <w:r w:rsidRPr="00171408">
        <w:rPr>
          <w:lang w:val="kl-GL"/>
        </w:rPr>
        <w:t xml:space="preserve">Siunnersuummi § 1, nr. </w:t>
      </w:r>
      <w:r w:rsidR="0012397C" w:rsidRPr="00171408">
        <w:rPr>
          <w:lang w:val="kl-GL"/>
        </w:rPr>
        <w:t>7</w:t>
      </w:r>
      <w:r w:rsidRPr="00171408">
        <w:rPr>
          <w:lang w:val="kl-GL"/>
        </w:rPr>
        <w:t>, aamma oqaaseqaatit innersuussutigineqarput.</w:t>
      </w:r>
    </w:p>
    <w:p w14:paraId="1C5039B9" w14:textId="38F1E8EE" w:rsidR="00515200" w:rsidRPr="00171408" w:rsidRDefault="00CE02F1">
      <w:pPr>
        <w:pStyle w:val="NormalWeb"/>
        <w:spacing w:line="276" w:lineRule="auto"/>
        <w:rPr>
          <w:rFonts w:ascii="Times New Roman" w:hAnsi="Times New Roman"/>
          <w:lang w:val="kl-GL"/>
        </w:rPr>
      </w:pPr>
      <w:r w:rsidRPr="00171408">
        <w:rPr>
          <w:rFonts w:ascii="Times New Roman" w:hAnsi="Times New Roman" w:cs="Times New Roman"/>
          <w:i/>
          <w:sz w:val="22"/>
          <w:szCs w:val="22"/>
          <w:lang w:val="kl-GL"/>
        </w:rPr>
        <w:t xml:space="preserve">Taarsiissutit </w:t>
      </w:r>
      <w:r w:rsidR="00545D4A" w:rsidRPr="00171408">
        <w:rPr>
          <w:rFonts w:ascii="Times New Roman" w:hAnsi="Times New Roman" w:cs="Times New Roman"/>
          <w:i/>
          <w:sz w:val="22"/>
          <w:szCs w:val="22"/>
          <w:lang w:val="kl-GL"/>
        </w:rPr>
        <w:t>il.il.</w:t>
      </w:r>
      <w:r w:rsidRPr="00171408">
        <w:rPr>
          <w:rFonts w:ascii="Times New Roman" w:hAnsi="Times New Roman" w:cs="Times New Roman"/>
          <w:i/>
          <w:sz w:val="22"/>
          <w:szCs w:val="22"/>
          <w:lang w:val="kl-GL"/>
        </w:rPr>
        <w:t xml:space="preserve"> akilerneqarnissaannut piffissarititaasumik allannguineq</w:t>
      </w:r>
      <w:r w:rsidRPr="00171408">
        <w:rPr>
          <w:rFonts w:ascii="Times New Roman" w:hAnsi="Times New Roman" w:cs="Times New Roman"/>
          <w:i/>
          <w:sz w:val="22"/>
          <w:szCs w:val="22"/>
          <w:lang w:val="kl-GL"/>
        </w:rPr>
        <w:br/>
      </w:r>
      <w:r w:rsidR="000654EB" w:rsidRPr="00171408">
        <w:rPr>
          <w:rFonts w:ascii="Times New Roman" w:hAnsi="Times New Roman" w:cs="Times New Roman"/>
          <w:sz w:val="22"/>
          <w:szCs w:val="22"/>
          <w:lang w:val="kl-GL"/>
        </w:rPr>
        <w:t>Naammagittaalli</w:t>
      </w:r>
      <w:r w:rsidRPr="00171408">
        <w:rPr>
          <w:rFonts w:ascii="Times New Roman" w:hAnsi="Times New Roman" w:cs="Times New Roman"/>
          <w:sz w:val="22"/>
          <w:szCs w:val="22"/>
          <w:lang w:val="kl-GL"/>
        </w:rPr>
        <w:t>uteqarnissamut piffissarititaasunik naatsorsuineq pillugu Justitsminister</w:t>
      </w:r>
      <w:r w:rsidR="00C53806" w:rsidRPr="00171408">
        <w:rPr>
          <w:rFonts w:ascii="Times New Roman" w:hAnsi="Times New Roman" w:cs="Times New Roman"/>
          <w:sz w:val="22"/>
          <w:szCs w:val="22"/>
          <w:lang w:val="kl-GL"/>
        </w:rPr>
        <w:t>eqarfiup</w:t>
      </w:r>
      <w:r w:rsidRPr="00171408">
        <w:rPr>
          <w:rFonts w:ascii="Times New Roman" w:hAnsi="Times New Roman" w:cs="Times New Roman"/>
          <w:sz w:val="22"/>
          <w:szCs w:val="22"/>
          <w:lang w:val="kl-GL"/>
        </w:rPr>
        <w:t xml:space="preserve"> </w:t>
      </w:r>
      <w:r w:rsidRPr="00171408">
        <w:rPr>
          <w:rFonts w:ascii="Times New Roman" w:hAnsi="Times New Roman" w:cs="Times New Roman"/>
          <w:sz w:val="22"/>
          <w:szCs w:val="22"/>
          <w:lang w:val="kl-GL"/>
        </w:rPr>
        <w:lastRenderedPageBreak/>
        <w:t xml:space="preserve">ilitsersuutaani nr. 9533, 26. juni 2018-imeersumi imm. 5.2-mi allaqqavoq, </w:t>
      </w:r>
      <w:r w:rsidR="00C53806" w:rsidRPr="00171408">
        <w:rPr>
          <w:rFonts w:ascii="Times New Roman" w:hAnsi="Times New Roman" w:cs="Times New Roman"/>
          <w:sz w:val="22"/>
          <w:szCs w:val="22"/>
          <w:lang w:val="kl-GL"/>
        </w:rPr>
        <w:t xml:space="preserve">aalajangiinerup kingorna qarasaasiakkut </w:t>
      </w:r>
      <w:r w:rsidR="000654EB" w:rsidRPr="00171408">
        <w:rPr>
          <w:rFonts w:ascii="Times New Roman" w:hAnsi="Times New Roman" w:cs="Times New Roman"/>
          <w:sz w:val="22"/>
          <w:szCs w:val="22"/>
          <w:lang w:val="kl-GL"/>
        </w:rPr>
        <w:t>naammagittaalli</w:t>
      </w:r>
      <w:r w:rsidRPr="00171408">
        <w:rPr>
          <w:rFonts w:ascii="Times New Roman" w:hAnsi="Times New Roman" w:cs="Times New Roman"/>
          <w:sz w:val="22"/>
          <w:szCs w:val="22"/>
          <w:lang w:val="kl-GL"/>
        </w:rPr>
        <w:t>utit piffissarititaasup ulluata kingulliani unnuap qeqqanut killeqartut.</w:t>
      </w:r>
    </w:p>
    <w:p w14:paraId="4CC32CC6" w14:textId="597AFFC1" w:rsidR="00515200" w:rsidRPr="00171408" w:rsidRDefault="00CE02F1">
      <w:pPr>
        <w:pStyle w:val="NormalWeb"/>
        <w:spacing w:line="276" w:lineRule="auto"/>
        <w:rPr>
          <w:rFonts w:ascii="Times New Roman" w:hAnsi="Times New Roman"/>
          <w:lang w:val="kl-GL"/>
        </w:rPr>
      </w:pPr>
      <w:r w:rsidRPr="00171408">
        <w:rPr>
          <w:rFonts w:ascii="Times New Roman" w:hAnsi="Times New Roman" w:cs="Times New Roman"/>
          <w:sz w:val="22"/>
          <w:szCs w:val="22"/>
          <w:lang w:val="kl-GL"/>
        </w:rPr>
        <w:t xml:space="preserve">Akiliinissamut sapaatit akunnerini sisamani piffissarititaasup kingunerivaa, ilaannikkut akiliinissap uninngatinneqartarnera, </w:t>
      </w:r>
      <w:r w:rsidR="000654EB" w:rsidRPr="00171408">
        <w:rPr>
          <w:rFonts w:ascii="Times New Roman" w:hAnsi="Times New Roman" w:cs="Times New Roman"/>
          <w:sz w:val="22"/>
          <w:szCs w:val="22"/>
          <w:lang w:val="kl-GL"/>
        </w:rPr>
        <w:t>naammagittaalli</w:t>
      </w:r>
      <w:r w:rsidRPr="00171408">
        <w:rPr>
          <w:rFonts w:ascii="Times New Roman" w:hAnsi="Times New Roman" w:cs="Times New Roman"/>
          <w:sz w:val="22"/>
          <w:szCs w:val="22"/>
          <w:lang w:val="kl-GL"/>
        </w:rPr>
        <w:t xml:space="preserve">uteqarnissamut sapaatit akunnerini arfinilinni piffissarititaasup qaangiunnissaata tungaanut, </w:t>
      </w:r>
      <w:r w:rsidR="00535402" w:rsidRPr="00171408">
        <w:rPr>
          <w:rFonts w:ascii="Times New Roman" w:hAnsi="Times New Roman" w:cs="Times New Roman"/>
          <w:sz w:val="22"/>
          <w:szCs w:val="22"/>
          <w:lang w:val="kl-GL"/>
        </w:rPr>
        <w:t xml:space="preserve">suliani </w:t>
      </w:r>
      <w:r w:rsidRPr="00171408">
        <w:rPr>
          <w:rFonts w:ascii="Times New Roman" w:hAnsi="Times New Roman" w:cs="Times New Roman"/>
          <w:sz w:val="22"/>
          <w:szCs w:val="22"/>
          <w:lang w:val="kl-GL"/>
        </w:rPr>
        <w:t>taama</w:t>
      </w:r>
      <w:r w:rsidR="00535402" w:rsidRPr="00171408">
        <w:rPr>
          <w:rFonts w:ascii="Times New Roman" w:hAnsi="Times New Roman" w:cs="Times New Roman"/>
          <w:sz w:val="22"/>
          <w:szCs w:val="22"/>
          <w:lang w:val="kl-GL"/>
        </w:rPr>
        <w:t>tut ittuni</w:t>
      </w:r>
      <w:r w:rsidRPr="00171408">
        <w:rPr>
          <w:rFonts w:ascii="Times New Roman" w:hAnsi="Times New Roman" w:cs="Times New Roman"/>
          <w:sz w:val="22"/>
          <w:szCs w:val="22"/>
          <w:lang w:val="kl-GL"/>
        </w:rPr>
        <w:t xml:space="preserve"> ernianik naatsorsuinissamik kinguneqartar</w:t>
      </w:r>
      <w:r w:rsidR="00535402" w:rsidRPr="00171408">
        <w:rPr>
          <w:rFonts w:ascii="Times New Roman" w:hAnsi="Times New Roman" w:cs="Times New Roman"/>
          <w:sz w:val="22"/>
          <w:szCs w:val="22"/>
          <w:lang w:val="kl-GL"/>
        </w:rPr>
        <w:t>luni</w:t>
      </w:r>
      <w:r w:rsidRPr="00171408">
        <w:rPr>
          <w:rFonts w:ascii="Times New Roman" w:hAnsi="Times New Roman" w:cs="Times New Roman"/>
          <w:sz w:val="22"/>
          <w:szCs w:val="22"/>
          <w:lang w:val="kl-GL"/>
        </w:rPr>
        <w:t xml:space="preserve">. Taamaattumik siunnersuutigineqarpoq, </w:t>
      </w:r>
      <w:r w:rsidR="00441964" w:rsidRPr="00171408">
        <w:rPr>
          <w:rFonts w:ascii="Times New Roman" w:hAnsi="Times New Roman" w:cs="Times New Roman"/>
          <w:sz w:val="22"/>
          <w:szCs w:val="22"/>
          <w:lang w:val="kl-GL"/>
        </w:rPr>
        <w:t xml:space="preserve">ajoqusertut aamma qimagaasut aalajangiineq pillugu nalunaarutiginninnermik tigusaqareerneranniit, </w:t>
      </w:r>
      <w:r w:rsidRPr="00171408">
        <w:rPr>
          <w:rFonts w:ascii="Times New Roman" w:hAnsi="Times New Roman" w:cs="Times New Roman"/>
          <w:sz w:val="22"/>
          <w:szCs w:val="22"/>
          <w:lang w:val="kl-GL"/>
        </w:rPr>
        <w:t xml:space="preserve">ajunngitsorsiassanik aamma taarsiissutissanik akiliinissamut piffissaliussap sapaatit akunnerinut </w:t>
      </w:r>
      <w:r w:rsidR="00E51114" w:rsidRPr="00171408">
        <w:rPr>
          <w:rFonts w:ascii="Times New Roman" w:hAnsi="Times New Roman" w:cs="Times New Roman"/>
          <w:sz w:val="22"/>
          <w:szCs w:val="22"/>
          <w:lang w:val="kl-GL"/>
        </w:rPr>
        <w:t>arfineq-</w:t>
      </w:r>
      <w:r w:rsidRPr="00171408">
        <w:rPr>
          <w:rFonts w:ascii="Times New Roman" w:hAnsi="Times New Roman" w:cs="Times New Roman"/>
          <w:sz w:val="22"/>
          <w:szCs w:val="22"/>
          <w:lang w:val="kl-GL"/>
        </w:rPr>
        <w:t>marlunnut allanngortinneqa</w:t>
      </w:r>
      <w:r w:rsidR="009D62C8" w:rsidRPr="00171408">
        <w:rPr>
          <w:rFonts w:ascii="Times New Roman" w:hAnsi="Times New Roman" w:cs="Times New Roman"/>
          <w:sz w:val="22"/>
          <w:szCs w:val="22"/>
          <w:lang w:val="kl-GL"/>
        </w:rPr>
        <w:t>ssasoq</w:t>
      </w:r>
      <w:r w:rsidRPr="00171408">
        <w:rPr>
          <w:rFonts w:ascii="Times New Roman" w:hAnsi="Times New Roman" w:cs="Times New Roman"/>
          <w:sz w:val="22"/>
          <w:szCs w:val="22"/>
          <w:lang w:val="kl-GL"/>
        </w:rPr>
        <w:t xml:space="preserve">. Taamaaliornikkut </w:t>
      </w:r>
      <w:r w:rsidR="000654EB" w:rsidRPr="00171408">
        <w:rPr>
          <w:rFonts w:ascii="Times New Roman" w:hAnsi="Times New Roman" w:cs="Times New Roman"/>
          <w:sz w:val="22"/>
          <w:szCs w:val="22"/>
          <w:lang w:val="kl-GL"/>
        </w:rPr>
        <w:t>naammagittaalli</w:t>
      </w:r>
      <w:r w:rsidRPr="00171408">
        <w:rPr>
          <w:rFonts w:ascii="Times New Roman" w:hAnsi="Times New Roman" w:cs="Times New Roman"/>
          <w:sz w:val="22"/>
          <w:szCs w:val="22"/>
          <w:lang w:val="kl-GL"/>
        </w:rPr>
        <w:t xml:space="preserve">uteqarnissamut aamma akiliinissamut piffissarititaasoq sapaatip akunneranik ataatsimik nikisinneqrpoq. Siunnersuut akiliinissap suliarineqarnera eqqarsaatigalugu naapertuuttutut nalilerneqarpoq. Tamanna pissuteqarpoq, sulisitsisunit aamma naalagaaffiup suliffeqarfiinit imminnut sillimmasersimasunit </w:t>
      </w:r>
      <w:r w:rsidR="000654EB" w:rsidRPr="00171408">
        <w:rPr>
          <w:rFonts w:ascii="Times New Roman" w:hAnsi="Times New Roman" w:cs="Times New Roman"/>
          <w:sz w:val="22"/>
          <w:szCs w:val="22"/>
          <w:lang w:val="kl-GL"/>
        </w:rPr>
        <w:t>naammagittaalli</w:t>
      </w:r>
      <w:r w:rsidRPr="00171408">
        <w:rPr>
          <w:rFonts w:ascii="Times New Roman" w:hAnsi="Times New Roman" w:cs="Times New Roman"/>
          <w:sz w:val="22"/>
          <w:szCs w:val="22"/>
          <w:lang w:val="kl-GL"/>
        </w:rPr>
        <w:t xml:space="preserve">utit, taarsiissutinik akiliinermut tunngatillugu, </w:t>
      </w:r>
      <w:r w:rsidR="00597BEB" w:rsidRPr="00171408">
        <w:rPr>
          <w:rFonts w:ascii="Times New Roman" w:hAnsi="Times New Roman" w:cs="Times New Roman"/>
          <w:sz w:val="22"/>
          <w:szCs w:val="22"/>
          <w:lang w:val="kl-GL"/>
        </w:rPr>
        <w:t>kinguartitsinermik sunniuteqartarnerat</w:t>
      </w:r>
      <w:r w:rsidRPr="00171408">
        <w:rPr>
          <w:rFonts w:ascii="Times New Roman" w:hAnsi="Times New Roman" w:cs="Times New Roman"/>
          <w:sz w:val="22"/>
          <w:szCs w:val="22"/>
          <w:lang w:val="kl-GL"/>
        </w:rPr>
        <w:t xml:space="preserve">. Tamanna </w:t>
      </w:r>
      <w:r w:rsidR="00597BEB" w:rsidRPr="00171408">
        <w:rPr>
          <w:rFonts w:ascii="Times New Roman" w:hAnsi="Times New Roman" w:cs="Times New Roman"/>
          <w:sz w:val="22"/>
          <w:szCs w:val="22"/>
          <w:lang w:val="kl-GL"/>
        </w:rPr>
        <w:t xml:space="preserve">tunngavigalugu </w:t>
      </w:r>
      <w:r w:rsidRPr="00171408">
        <w:rPr>
          <w:rFonts w:ascii="Times New Roman" w:hAnsi="Times New Roman" w:cs="Times New Roman"/>
          <w:sz w:val="22"/>
          <w:szCs w:val="22"/>
          <w:lang w:val="kl-GL"/>
        </w:rPr>
        <w:t xml:space="preserve">naapertuutinngilaq, ajunngitsorsiassanik aamma taarsiissutissanik akiliinissamut piffissap </w:t>
      </w:r>
      <w:r w:rsidR="000654EB" w:rsidRPr="00171408">
        <w:rPr>
          <w:rFonts w:ascii="Times New Roman" w:hAnsi="Times New Roman" w:cs="Times New Roman"/>
          <w:sz w:val="22"/>
          <w:szCs w:val="22"/>
          <w:lang w:val="kl-GL"/>
        </w:rPr>
        <w:t>naammagittaalli</w:t>
      </w:r>
      <w:r w:rsidRPr="00171408">
        <w:rPr>
          <w:rFonts w:ascii="Times New Roman" w:hAnsi="Times New Roman" w:cs="Times New Roman"/>
          <w:sz w:val="22"/>
          <w:szCs w:val="22"/>
          <w:lang w:val="kl-GL"/>
        </w:rPr>
        <w:t>uteqarnissamut piffissarititaasoq sioqqullugu inissisimanera, tamanna sillimmasiisarfiup aamma Arbejdsmarkedets Erhvervssikringip, taarsiissutissat akilerneqarnissaannik isumaginnittut, kukkusumik akiliisinnaanerannik imaluunniit kingusinaarluni akiliinerup erniaanik akiliisinnaanerannik</w:t>
      </w:r>
      <w:r w:rsidR="00573C1F" w:rsidRPr="00171408">
        <w:rPr>
          <w:rFonts w:ascii="Times New Roman" w:hAnsi="Times New Roman" w:cs="Times New Roman"/>
          <w:sz w:val="22"/>
          <w:szCs w:val="22"/>
          <w:lang w:val="kl-GL"/>
        </w:rPr>
        <w:t xml:space="preserve"> kinguneqarmat</w:t>
      </w:r>
      <w:r w:rsidRPr="00171408">
        <w:rPr>
          <w:rFonts w:ascii="Times New Roman" w:hAnsi="Times New Roman" w:cs="Times New Roman"/>
          <w:sz w:val="22"/>
          <w:szCs w:val="22"/>
          <w:lang w:val="kl-GL"/>
        </w:rPr>
        <w:t>.</w:t>
      </w:r>
    </w:p>
    <w:p w14:paraId="7699751A" w14:textId="5EB273AA" w:rsidR="00515200" w:rsidRPr="00171408" w:rsidRDefault="00CE02F1">
      <w:pPr>
        <w:rPr>
          <w:rFonts w:ascii="Times New Roman" w:hAnsi="Times New Roman"/>
          <w:lang w:val="kl-GL"/>
        </w:rPr>
      </w:pPr>
      <w:r w:rsidRPr="00171408">
        <w:rPr>
          <w:rFonts w:ascii="Times New Roman" w:hAnsi="Times New Roman" w:cs="Times New Roman"/>
          <w:lang w:val="kl-GL"/>
        </w:rPr>
        <w:t>Allannguutit s</w:t>
      </w:r>
      <w:r w:rsidRPr="00171408">
        <w:rPr>
          <w:rFonts w:ascii="Times New Roman" w:hAnsi="Times New Roman" w:cs="Times New Roman"/>
          <w:color w:val="000000"/>
          <w:lang w:val="kl-GL"/>
        </w:rPr>
        <w:t>ulin</w:t>
      </w:r>
      <w:r w:rsidR="002763EC" w:rsidRPr="00171408">
        <w:rPr>
          <w:rFonts w:ascii="Times New Roman" w:hAnsi="Times New Roman" w:cs="Times New Roman"/>
          <w:color w:val="000000"/>
          <w:lang w:val="kl-GL"/>
        </w:rPr>
        <w:t>erm</w:t>
      </w:r>
      <w:r w:rsidRPr="00171408">
        <w:rPr>
          <w:rFonts w:ascii="Times New Roman" w:hAnsi="Times New Roman" w:cs="Times New Roman"/>
          <w:color w:val="000000"/>
          <w:lang w:val="kl-GL"/>
        </w:rPr>
        <w:t>i ajoqusernermut isumannaarineq pillugu inatsimmi malittarisassat Kalaallit Nunaanni pissutsinut naapertuuttumik assigiissarneqarnerannik kinguneqassapput.</w:t>
      </w:r>
    </w:p>
    <w:p w14:paraId="782E6A17" w14:textId="4EA82AFF" w:rsidR="00515200" w:rsidRPr="00171408" w:rsidRDefault="00CE02F1">
      <w:pPr>
        <w:tabs>
          <w:tab w:val="left" w:pos="284"/>
          <w:tab w:val="left" w:pos="567"/>
          <w:tab w:val="left" w:pos="993"/>
        </w:tabs>
        <w:spacing w:after="0"/>
        <w:rPr>
          <w:rFonts w:ascii="Times New Roman" w:hAnsi="Times New Roman"/>
          <w:lang w:val="kl-GL"/>
        </w:rPr>
      </w:pPr>
      <w:r w:rsidRPr="00171408">
        <w:rPr>
          <w:rFonts w:ascii="Times New Roman" w:hAnsi="Times New Roman" w:cs="Times New Roman"/>
          <w:lang w:val="kl-GL"/>
        </w:rPr>
        <w:t xml:space="preserve">Siunnersuummi § 1, nr. </w:t>
      </w:r>
      <w:r w:rsidR="000D06FD" w:rsidRPr="00171408">
        <w:rPr>
          <w:rFonts w:ascii="Times New Roman" w:hAnsi="Times New Roman" w:cs="Times New Roman"/>
          <w:lang w:val="kl-GL"/>
        </w:rPr>
        <w:t>8</w:t>
      </w:r>
      <w:r w:rsidRPr="00171408">
        <w:rPr>
          <w:rFonts w:ascii="Times New Roman" w:hAnsi="Times New Roman" w:cs="Times New Roman"/>
          <w:lang w:val="kl-GL"/>
        </w:rPr>
        <w:t>, aamma tassunga oqaaseqaatit, innersuussutigineqarput.</w:t>
      </w:r>
    </w:p>
    <w:p w14:paraId="27A8FA1B" w14:textId="448C7583" w:rsidR="00515200" w:rsidRPr="00171408" w:rsidRDefault="00CE02F1" w:rsidP="00EA5A94">
      <w:pPr>
        <w:pStyle w:val="NormalWeb"/>
        <w:spacing w:before="100" w:after="100" w:line="276" w:lineRule="auto"/>
        <w:rPr>
          <w:rFonts w:ascii="Times New Roman" w:hAnsi="Times New Roman" w:cs="Times New Roman"/>
          <w:iCs/>
          <w:sz w:val="22"/>
          <w:szCs w:val="22"/>
          <w:lang w:val="kl-GL"/>
        </w:rPr>
      </w:pPr>
      <w:r w:rsidRPr="00171408">
        <w:rPr>
          <w:rFonts w:ascii="Times New Roman" w:hAnsi="Times New Roman" w:cs="Times New Roman"/>
          <w:i/>
          <w:sz w:val="22"/>
          <w:szCs w:val="22"/>
          <w:lang w:val="kl-GL"/>
        </w:rPr>
        <w:t>Suliap paasissuti</w:t>
      </w:r>
      <w:r w:rsidR="00B00E4B" w:rsidRPr="00171408">
        <w:rPr>
          <w:rFonts w:ascii="Times New Roman" w:hAnsi="Times New Roman" w:cs="Times New Roman"/>
          <w:i/>
          <w:sz w:val="22"/>
          <w:szCs w:val="22"/>
          <w:lang w:val="kl-GL"/>
        </w:rPr>
        <w:t>ssiissuti</w:t>
      </w:r>
      <w:r w:rsidRPr="00171408">
        <w:rPr>
          <w:rFonts w:ascii="Times New Roman" w:hAnsi="Times New Roman" w:cs="Times New Roman"/>
          <w:i/>
          <w:sz w:val="22"/>
          <w:szCs w:val="22"/>
          <w:lang w:val="kl-GL"/>
        </w:rPr>
        <w:t>gineranut atasumik aningaasartuutinut akiliinermik erseqqissaaneq</w:t>
      </w:r>
      <w:r w:rsidR="00C9012D" w:rsidRPr="00171408">
        <w:rPr>
          <w:rFonts w:ascii="Times New Roman" w:hAnsi="Times New Roman" w:cs="Times New Roman"/>
          <w:i/>
          <w:sz w:val="22"/>
          <w:szCs w:val="22"/>
          <w:lang w:val="kl-GL"/>
        </w:rPr>
        <w:br/>
      </w:r>
      <w:r w:rsidR="00A853E3" w:rsidRPr="00171408">
        <w:rPr>
          <w:rStyle w:val="italic1"/>
          <w:rFonts w:ascii="Times New Roman" w:hAnsi="Times New Roman" w:cs="Times New Roman"/>
          <w:i w:val="0"/>
          <w:iCs w:val="0"/>
          <w:sz w:val="22"/>
          <w:szCs w:val="22"/>
          <w:lang w:val="kl-GL"/>
        </w:rPr>
        <w:t>Kalaallit Nunaanni sulinermi ajoqusernermut isumannaarineq pillugu inatsi</w:t>
      </w:r>
      <w:r w:rsidRPr="00171408">
        <w:rPr>
          <w:rStyle w:val="italic1"/>
          <w:rFonts w:ascii="Times New Roman" w:hAnsi="Times New Roman" w:cs="Times New Roman"/>
          <w:i w:val="0"/>
          <w:iCs w:val="0"/>
          <w:sz w:val="22"/>
          <w:szCs w:val="22"/>
          <w:lang w:val="kl-GL"/>
        </w:rPr>
        <w:t>mmi erseqqissumik allaqqanngilaq, sulin</w:t>
      </w:r>
      <w:r w:rsidR="002D1BBD" w:rsidRPr="00171408">
        <w:rPr>
          <w:rStyle w:val="italic1"/>
          <w:rFonts w:ascii="Times New Roman" w:hAnsi="Times New Roman" w:cs="Times New Roman"/>
          <w:i w:val="0"/>
          <w:iCs w:val="0"/>
          <w:sz w:val="22"/>
          <w:szCs w:val="22"/>
          <w:lang w:val="kl-GL"/>
        </w:rPr>
        <w:t>erm</w:t>
      </w:r>
      <w:r w:rsidRPr="00171408">
        <w:rPr>
          <w:rStyle w:val="italic1"/>
          <w:rFonts w:ascii="Times New Roman" w:hAnsi="Times New Roman" w:cs="Times New Roman"/>
          <w:i w:val="0"/>
          <w:iCs w:val="0"/>
          <w:sz w:val="22"/>
          <w:szCs w:val="22"/>
          <w:lang w:val="kl-GL"/>
        </w:rPr>
        <w:t xml:space="preserve">i ajoqusernermut isumannaarinermut </w:t>
      </w:r>
      <w:r w:rsidR="00012FDB" w:rsidRPr="00171408">
        <w:rPr>
          <w:rStyle w:val="italic1"/>
          <w:rFonts w:ascii="Times New Roman" w:hAnsi="Times New Roman" w:cs="Times New Roman"/>
          <w:i w:val="0"/>
          <w:iCs w:val="0"/>
          <w:sz w:val="22"/>
          <w:szCs w:val="22"/>
          <w:lang w:val="kl-GL"/>
        </w:rPr>
        <w:t>suliassaqarfimmi</w:t>
      </w:r>
      <w:r w:rsidRPr="00171408">
        <w:rPr>
          <w:rStyle w:val="italic1"/>
          <w:rFonts w:ascii="Times New Roman" w:hAnsi="Times New Roman" w:cs="Times New Roman"/>
          <w:i w:val="0"/>
          <w:iCs w:val="0"/>
          <w:sz w:val="22"/>
          <w:szCs w:val="22"/>
          <w:lang w:val="kl-GL"/>
        </w:rPr>
        <w:t xml:space="preserve">, aningaasartuutit akigititatigut aningaasalersukkat saniatigut, suliamut paasissutissanut atasumik aningaasartuutit aningaasalersornissaannut sillimmasiisarfiit imaluunniit Arbejdsmarkedets Erhvervssikringi pisussaaffeqarnersut. Taamaalilluni siunnersuutigineqarpoq, sillimmasiisarfiit ajutoornerit pillugit sulianut tunngatillugu aningaasartuutit </w:t>
      </w:r>
      <w:r w:rsidR="005B7E52" w:rsidRPr="00171408">
        <w:rPr>
          <w:rStyle w:val="italic1"/>
          <w:rFonts w:ascii="Times New Roman" w:hAnsi="Times New Roman" w:cs="Times New Roman"/>
          <w:i w:val="0"/>
          <w:iCs w:val="0"/>
          <w:sz w:val="22"/>
          <w:szCs w:val="22"/>
          <w:lang w:val="kl-GL"/>
        </w:rPr>
        <w:t xml:space="preserve">tamaasa akilernissaannut </w:t>
      </w:r>
      <w:r w:rsidRPr="00171408">
        <w:rPr>
          <w:rStyle w:val="italic1"/>
          <w:rFonts w:ascii="Times New Roman" w:hAnsi="Times New Roman" w:cs="Times New Roman"/>
          <w:i w:val="0"/>
          <w:iCs w:val="0"/>
          <w:sz w:val="22"/>
          <w:szCs w:val="22"/>
          <w:lang w:val="kl-GL"/>
        </w:rPr>
        <w:t>pisussaaffeqarne</w:t>
      </w:r>
      <w:r w:rsidR="005B7E52" w:rsidRPr="00171408">
        <w:rPr>
          <w:rStyle w:val="italic1"/>
          <w:rFonts w:ascii="Times New Roman" w:hAnsi="Times New Roman" w:cs="Times New Roman"/>
          <w:i w:val="0"/>
          <w:iCs w:val="0"/>
          <w:sz w:val="22"/>
          <w:szCs w:val="22"/>
          <w:lang w:val="kl-GL"/>
        </w:rPr>
        <w:t>rat</w:t>
      </w:r>
      <w:r w:rsidRPr="00171408">
        <w:rPr>
          <w:rStyle w:val="italic1"/>
          <w:rFonts w:ascii="Times New Roman" w:hAnsi="Times New Roman" w:cs="Times New Roman"/>
          <w:i w:val="0"/>
          <w:iCs w:val="0"/>
          <w:sz w:val="22"/>
          <w:szCs w:val="22"/>
          <w:lang w:val="kl-GL"/>
        </w:rPr>
        <w:t xml:space="preserve">, </w:t>
      </w:r>
      <w:r w:rsidR="00C3269E" w:rsidRPr="00171408">
        <w:rPr>
          <w:rStyle w:val="italic1"/>
          <w:rFonts w:ascii="Times New Roman" w:hAnsi="Times New Roman" w:cs="Times New Roman"/>
          <w:i w:val="0"/>
          <w:iCs w:val="0"/>
          <w:sz w:val="22"/>
          <w:szCs w:val="22"/>
          <w:lang w:val="kl-GL"/>
        </w:rPr>
        <w:t>aamma</w:t>
      </w:r>
      <w:r w:rsidRPr="00171408">
        <w:rPr>
          <w:rStyle w:val="italic1"/>
          <w:rFonts w:ascii="Times New Roman" w:hAnsi="Times New Roman" w:cs="Times New Roman"/>
          <w:i w:val="0"/>
          <w:iCs w:val="0"/>
          <w:sz w:val="22"/>
          <w:szCs w:val="22"/>
          <w:lang w:val="kl-GL"/>
        </w:rPr>
        <w:t xml:space="preserve"> Arbejdsmarkedets Erhvervssikringip inuussutissarsiornermi nappaatit pillugit sulianut tunngatillugu </w:t>
      </w:r>
      <w:r w:rsidR="005B7E52" w:rsidRPr="00171408">
        <w:rPr>
          <w:rStyle w:val="italic1"/>
          <w:rFonts w:ascii="Times New Roman" w:hAnsi="Times New Roman" w:cs="Times New Roman"/>
          <w:i w:val="0"/>
          <w:iCs w:val="0"/>
          <w:sz w:val="22"/>
          <w:szCs w:val="22"/>
          <w:lang w:val="kl-GL"/>
        </w:rPr>
        <w:t>aningaasartuutit tamaasa akilernissaannut pisussaaffeqarnera</w:t>
      </w:r>
      <w:r w:rsidR="00D577E8" w:rsidRPr="00171408">
        <w:rPr>
          <w:rStyle w:val="italic1"/>
          <w:rFonts w:ascii="Times New Roman" w:hAnsi="Times New Roman" w:cs="Times New Roman"/>
          <w:i w:val="0"/>
          <w:iCs w:val="0"/>
          <w:sz w:val="22"/>
          <w:szCs w:val="22"/>
          <w:lang w:val="kl-GL"/>
        </w:rPr>
        <w:t xml:space="preserve"> erseqqissarnissaat</w:t>
      </w:r>
      <w:r w:rsidRPr="00171408">
        <w:rPr>
          <w:rStyle w:val="italic1"/>
          <w:rFonts w:ascii="Times New Roman" w:hAnsi="Times New Roman" w:cs="Times New Roman"/>
          <w:i w:val="0"/>
          <w:iCs w:val="0"/>
          <w:sz w:val="22"/>
          <w:szCs w:val="22"/>
          <w:lang w:val="kl-GL"/>
        </w:rPr>
        <w:t xml:space="preserve">. Tamatumani pineqarput aningaasartuutit, sulianik suliarinninnermut atatillugu toqqaannartumik aningaasartuutigineqartut, </w:t>
      </w:r>
      <w:r w:rsidR="00C3269E" w:rsidRPr="00171408">
        <w:rPr>
          <w:rStyle w:val="italic1"/>
          <w:rFonts w:ascii="Times New Roman" w:hAnsi="Times New Roman" w:cs="Times New Roman"/>
          <w:i w:val="0"/>
          <w:iCs w:val="0"/>
          <w:sz w:val="22"/>
          <w:szCs w:val="22"/>
          <w:lang w:val="kl-GL"/>
        </w:rPr>
        <w:t>aamma</w:t>
      </w:r>
      <w:r w:rsidRPr="00171408">
        <w:rPr>
          <w:rStyle w:val="italic1"/>
          <w:rFonts w:ascii="Times New Roman" w:hAnsi="Times New Roman" w:cs="Times New Roman"/>
          <w:i w:val="0"/>
          <w:iCs w:val="0"/>
          <w:sz w:val="22"/>
          <w:szCs w:val="22"/>
          <w:lang w:val="kl-GL"/>
        </w:rPr>
        <w:t xml:space="preserve"> suliarinninnermut akigititat</w:t>
      </w:r>
      <w:r w:rsidR="00E700ED" w:rsidRPr="00171408">
        <w:rPr>
          <w:rStyle w:val="italic1"/>
          <w:rFonts w:ascii="Times New Roman" w:hAnsi="Times New Roman" w:cs="Times New Roman"/>
          <w:i w:val="0"/>
          <w:iCs w:val="0"/>
          <w:sz w:val="22"/>
          <w:szCs w:val="22"/>
          <w:lang w:val="kl-GL"/>
        </w:rPr>
        <w:t xml:space="preserve"> atorlugit</w:t>
      </w:r>
      <w:r w:rsidRPr="00171408">
        <w:rPr>
          <w:rStyle w:val="italic1"/>
          <w:rFonts w:ascii="Times New Roman" w:hAnsi="Times New Roman" w:cs="Times New Roman"/>
          <w:i w:val="0"/>
          <w:iCs w:val="0"/>
          <w:sz w:val="22"/>
          <w:szCs w:val="22"/>
          <w:lang w:val="kl-GL"/>
        </w:rPr>
        <w:t xml:space="preserve"> matussuserneqanngitsut. Ilaatigut pineqarput nakorsat nalunaarutaannut aamma aalajangiinerit nutserneqarnerinut akiliutit.</w:t>
      </w:r>
    </w:p>
    <w:p w14:paraId="188F9A21" w14:textId="16B286B3" w:rsidR="00515200" w:rsidRPr="00171408" w:rsidRDefault="00CE02F1">
      <w:pPr>
        <w:pStyle w:val="AT-Body"/>
        <w:spacing w:line="276" w:lineRule="auto"/>
        <w:rPr>
          <w:lang w:val="kl-GL"/>
        </w:rPr>
      </w:pPr>
      <w:r w:rsidRPr="00171408">
        <w:rPr>
          <w:lang w:val="kl-GL"/>
        </w:rPr>
        <w:t>Allannguutit s</w:t>
      </w:r>
      <w:r w:rsidRPr="00171408">
        <w:rPr>
          <w:color w:val="000000"/>
          <w:lang w:val="kl-GL"/>
        </w:rPr>
        <w:t>ulin</w:t>
      </w:r>
      <w:r w:rsidR="0093450B" w:rsidRPr="00171408">
        <w:rPr>
          <w:color w:val="000000"/>
          <w:lang w:val="kl-GL"/>
        </w:rPr>
        <w:t>erm</w:t>
      </w:r>
      <w:r w:rsidRPr="00171408">
        <w:rPr>
          <w:color w:val="000000"/>
          <w:lang w:val="kl-GL"/>
        </w:rPr>
        <w:t>i ajoqusernermut isumannaarineq pillugu inatsimmi malittarisassanik assigiissaarissapput.</w:t>
      </w:r>
    </w:p>
    <w:p w14:paraId="58189FEE" w14:textId="114FE597" w:rsidR="00515200" w:rsidRPr="00171408" w:rsidRDefault="00CE02F1">
      <w:pPr>
        <w:tabs>
          <w:tab w:val="left" w:pos="284"/>
          <w:tab w:val="left" w:pos="567"/>
          <w:tab w:val="left" w:pos="993"/>
        </w:tabs>
        <w:spacing w:after="0"/>
        <w:rPr>
          <w:rFonts w:ascii="Times New Roman" w:hAnsi="Times New Roman"/>
          <w:lang w:val="kl-GL"/>
        </w:rPr>
      </w:pPr>
      <w:r w:rsidRPr="00171408">
        <w:rPr>
          <w:rFonts w:ascii="Times New Roman" w:hAnsi="Times New Roman" w:cs="Times New Roman"/>
          <w:lang w:val="kl-GL"/>
        </w:rPr>
        <w:t>Siunnersuummi § 1, nr. 1</w:t>
      </w:r>
      <w:r w:rsidR="000D06FD" w:rsidRPr="00171408">
        <w:rPr>
          <w:rFonts w:ascii="Times New Roman" w:hAnsi="Times New Roman" w:cs="Times New Roman"/>
          <w:lang w:val="kl-GL"/>
        </w:rPr>
        <w:t>6</w:t>
      </w:r>
      <w:r w:rsidRPr="00171408">
        <w:rPr>
          <w:rFonts w:ascii="Times New Roman" w:hAnsi="Times New Roman" w:cs="Times New Roman"/>
          <w:lang w:val="kl-GL"/>
        </w:rPr>
        <w:t>, aamma oqaaseqaatit innersuussutigineqarput.</w:t>
      </w:r>
    </w:p>
    <w:p w14:paraId="43BC534A" w14:textId="77777777" w:rsidR="00515200" w:rsidRPr="00171408" w:rsidRDefault="00515200">
      <w:pPr>
        <w:tabs>
          <w:tab w:val="left" w:pos="284"/>
          <w:tab w:val="left" w:pos="567"/>
          <w:tab w:val="left" w:pos="993"/>
        </w:tabs>
        <w:spacing w:after="0"/>
        <w:rPr>
          <w:rFonts w:ascii="Times New Roman" w:hAnsi="Times New Roman" w:cs="Times New Roman"/>
          <w:lang w:val="kl-GL"/>
        </w:rPr>
      </w:pPr>
    </w:p>
    <w:p w14:paraId="2AD411F4" w14:textId="59E62E48" w:rsidR="00515200" w:rsidRPr="00171408" w:rsidRDefault="00CE02F1">
      <w:pPr>
        <w:spacing w:after="0"/>
        <w:rPr>
          <w:rFonts w:ascii="Times New Roman" w:hAnsi="Times New Roman"/>
          <w:lang w:val="kl-GL"/>
        </w:rPr>
      </w:pPr>
      <w:r w:rsidRPr="00171408">
        <w:rPr>
          <w:rFonts w:ascii="Times New Roman" w:hAnsi="Times New Roman" w:cs="Times New Roman"/>
          <w:i/>
          <w:lang w:val="kl-GL"/>
        </w:rPr>
        <w:t xml:space="preserve">Suliamut paasissutissanik </w:t>
      </w:r>
      <w:r w:rsidR="002623A2" w:rsidRPr="00171408">
        <w:rPr>
          <w:rFonts w:ascii="Times New Roman" w:hAnsi="Times New Roman" w:cs="Times New Roman"/>
          <w:i/>
          <w:lang w:val="kl-GL"/>
        </w:rPr>
        <w:t>pissarsiniarneq</w:t>
      </w:r>
    </w:p>
    <w:p w14:paraId="24C18FD7" w14:textId="3EA5A626" w:rsidR="00515200" w:rsidRPr="00171408" w:rsidRDefault="00CE02F1">
      <w:pPr>
        <w:spacing w:after="0"/>
        <w:rPr>
          <w:rFonts w:ascii="Times New Roman" w:hAnsi="Times New Roman"/>
          <w:lang w:val="kl-GL"/>
        </w:rPr>
      </w:pPr>
      <w:r w:rsidRPr="00171408">
        <w:rPr>
          <w:rFonts w:ascii="Times New Roman" w:hAnsi="Times New Roman" w:cs="Times New Roman"/>
          <w:lang w:val="kl-GL"/>
        </w:rPr>
        <w:t>Arbejdsmarkedets Erhvervssikringip aamma Ankestyrelsip pisussaaffigivaat, sulin</w:t>
      </w:r>
      <w:r w:rsidR="00025941" w:rsidRPr="00171408">
        <w:rPr>
          <w:rFonts w:ascii="Times New Roman" w:hAnsi="Times New Roman" w:cs="Times New Roman"/>
          <w:lang w:val="kl-GL"/>
        </w:rPr>
        <w:t>erm</w:t>
      </w:r>
      <w:r w:rsidRPr="00171408">
        <w:rPr>
          <w:rFonts w:ascii="Times New Roman" w:hAnsi="Times New Roman" w:cs="Times New Roman"/>
          <w:lang w:val="kl-GL"/>
        </w:rPr>
        <w:t xml:space="preserve">i ajoqusernerit pillugit suliat </w:t>
      </w:r>
      <w:r w:rsidR="00025941" w:rsidRPr="00171408">
        <w:rPr>
          <w:rFonts w:ascii="Times New Roman" w:hAnsi="Times New Roman" w:cs="Times New Roman"/>
          <w:lang w:val="kl-GL"/>
        </w:rPr>
        <w:t xml:space="preserve">suliarineqarnerannut </w:t>
      </w:r>
      <w:r w:rsidRPr="00171408">
        <w:rPr>
          <w:rFonts w:ascii="Times New Roman" w:hAnsi="Times New Roman" w:cs="Times New Roman"/>
          <w:lang w:val="kl-GL"/>
        </w:rPr>
        <w:t xml:space="preserve">atatillugu paasissutissat suut </w:t>
      </w:r>
      <w:r w:rsidR="00025941" w:rsidRPr="00171408">
        <w:rPr>
          <w:rFonts w:ascii="Times New Roman" w:hAnsi="Times New Roman" w:cs="Times New Roman"/>
          <w:lang w:val="kl-GL"/>
        </w:rPr>
        <w:t xml:space="preserve">pissarsiarineqarsinnaaneri </w:t>
      </w:r>
      <w:r w:rsidRPr="00171408">
        <w:rPr>
          <w:rFonts w:ascii="Times New Roman" w:hAnsi="Times New Roman" w:cs="Times New Roman"/>
          <w:lang w:val="kl-GL"/>
        </w:rPr>
        <w:t xml:space="preserve">pillugit ajoqusersimasut imaluunniit </w:t>
      </w:r>
      <w:r w:rsidR="00D02F12" w:rsidRPr="00171408">
        <w:rPr>
          <w:rFonts w:ascii="Times New Roman" w:hAnsi="Times New Roman" w:cs="Times New Roman"/>
          <w:lang w:val="kl-GL"/>
        </w:rPr>
        <w:t>qimagaas</w:t>
      </w:r>
      <w:r w:rsidRPr="00171408">
        <w:rPr>
          <w:rFonts w:ascii="Times New Roman" w:hAnsi="Times New Roman" w:cs="Times New Roman"/>
          <w:lang w:val="kl-GL"/>
        </w:rPr>
        <w:t xml:space="preserve">ut ilisimatissallugit. Tamatumunnga atatillugu ajoqusersimasut imaluunniit </w:t>
      </w:r>
      <w:r w:rsidR="00D02F12" w:rsidRPr="00171408">
        <w:rPr>
          <w:rFonts w:ascii="Times New Roman" w:hAnsi="Times New Roman" w:cs="Times New Roman"/>
          <w:lang w:val="kl-GL"/>
        </w:rPr>
        <w:t>qimagaas</w:t>
      </w:r>
      <w:r w:rsidRPr="00171408">
        <w:rPr>
          <w:rFonts w:ascii="Times New Roman" w:hAnsi="Times New Roman" w:cs="Times New Roman"/>
          <w:lang w:val="kl-GL"/>
        </w:rPr>
        <w:t xml:space="preserve">ut </w:t>
      </w:r>
      <w:r w:rsidRPr="00171408">
        <w:rPr>
          <w:rFonts w:ascii="Times New Roman" w:hAnsi="Times New Roman" w:cs="Times New Roman"/>
          <w:lang w:val="kl-GL"/>
        </w:rPr>
        <w:lastRenderedPageBreak/>
        <w:t xml:space="preserve">paasissutissanik </w:t>
      </w:r>
      <w:r w:rsidR="00C30350" w:rsidRPr="00171408">
        <w:rPr>
          <w:rFonts w:ascii="Times New Roman" w:hAnsi="Times New Roman" w:cs="Times New Roman"/>
          <w:lang w:val="kl-GL"/>
        </w:rPr>
        <w:t xml:space="preserve">pissarsiniarneq </w:t>
      </w:r>
      <w:r w:rsidRPr="00171408">
        <w:rPr>
          <w:rFonts w:ascii="Times New Roman" w:hAnsi="Times New Roman" w:cs="Times New Roman"/>
          <w:lang w:val="kl-GL"/>
        </w:rPr>
        <w:t xml:space="preserve">pillugu akerliinissaannut </w:t>
      </w:r>
      <w:r w:rsidR="00C30350" w:rsidRPr="00171408">
        <w:rPr>
          <w:rFonts w:ascii="Times New Roman" w:hAnsi="Times New Roman" w:cs="Times New Roman"/>
          <w:lang w:val="kl-GL"/>
        </w:rPr>
        <w:t xml:space="preserve">kingusinnerpaamik qaqugu </w:t>
      </w:r>
      <w:r w:rsidRPr="00171408">
        <w:rPr>
          <w:rFonts w:ascii="Times New Roman" w:hAnsi="Times New Roman" w:cs="Times New Roman"/>
          <w:lang w:val="kl-GL"/>
        </w:rPr>
        <w:t>piffissarititaasoq aalajangersarneqarpoq.</w:t>
      </w:r>
    </w:p>
    <w:p w14:paraId="30B7E88C" w14:textId="3C0676A0" w:rsidR="00515200" w:rsidRPr="00171408" w:rsidRDefault="00CE02F1">
      <w:pPr>
        <w:pStyle w:val="NormalWeb"/>
        <w:spacing w:line="276" w:lineRule="auto"/>
        <w:rPr>
          <w:rFonts w:ascii="Times New Roman" w:hAnsi="Times New Roman"/>
          <w:lang w:val="kl-GL"/>
        </w:rPr>
      </w:pPr>
      <w:r w:rsidRPr="00171408">
        <w:rPr>
          <w:rFonts w:ascii="Times New Roman" w:hAnsi="Times New Roman" w:cs="Times New Roman"/>
          <w:sz w:val="22"/>
          <w:szCs w:val="22"/>
          <w:lang w:val="kl-GL"/>
        </w:rPr>
        <w:t xml:space="preserve">Siunnersuutigineqarpoq, Arbejdsmarkedets Erhvervssikringip aamma Ankestyrelsip ajoqusersimasunut imaluunniit </w:t>
      </w:r>
      <w:r w:rsidR="00D02F12" w:rsidRPr="00171408">
        <w:rPr>
          <w:rFonts w:ascii="Times New Roman" w:hAnsi="Times New Roman" w:cs="Times New Roman"/>
          <w:sz w:val="22"/>
          <w:szCs w:val="22"/>
          <w:lang w:val="kl-GL"/>
        </w:rPr>
        <w:t>qimagaas</w:t>
      </w:r>
      <w:r w:rsidRPr="00171408">
        <w:rPr>
          <w:rFonts w:ascii="Times New Roman" w:hAnsi="Times New Roman" w:cs="Times New Roman"/>
          <w:sz w:val="22"/>
          <w:szCs w:val="22"/>
          <w:lang w:val="kl-GL"/>
        </w:rPr>
        <w:t xml:space="preserve">unut ilisimatitsinerminnut atatillugu erseqqissumik </w:t>
      </w:r>
      <w:r w:rsidR="00C30350" w:rsidRPr="00171408">
        <w:rPr>
          <w:rFonts w:ascii="Times New Roman" w:hAnsi="Times New Roman" w:cs="Times New Roman"/>
          <w:sz w:val="22"/>
          <w:szCs w:val="22"/>
          <w:lang w:val="kl-GL"/>
        </w:rPr>
        <w:t>eqqumaffigeqqussagaat</w:t>
      </w:r>
      <w:r w:rsidRPr="00171408">
        <w:rPr>
          <w:rFonts w:ascii="Times New Roman" w:hAnsi="Times New Roman" w:cs="Times New Roman"/>
          <w:sz w:val="22"/>
          <w:szCs w:val="22"/>
          <w:lang w:val="kl-GL"/>
        </w:rPr>
        <w:t xml:space="preserve">, paasissutissanik </w:t>
      </w:r>
      <w:r w:rsidR="00A54551" w:rsidRPr="00171408">
        <w:rPr>
          <w:rFonts w:ascii="Times New Roman" w:hAnsi="Times New Roman" w:cs="Times New Roman"/>
          <w:sz w:val="22"/>
          <w:szCs w:val="22"/>
          <w:lang w:val="kl-GL"/>
        </w:rPr>
        <w:t xml:space="preserve">pissarsiniarneq </w:t>
      </w:r>
      <w:r w:rsidRPr="00171408">
        <w:rPr>
          <w:rFonts w:ascii="Times New Roman" w:hAnsi="Times New Roman" w:cs="Times New Roman"/>
          <w:sz w:val="22"/>
          <w:szCs w:val="22"/>
          <w:lang w:val="kl-GL"/>
        </w:rPr>
        <w:t xml:space="preserve">pillugu akerliliineq </w:t>
      </w:r>
      <w:r w:rsidR="002661DD" w:rsidRPr="00171408">
        <w:rPr>
          <w:rFonts w:ascii="Times New Roman" w:hAnsi="Times New Roman" w:cs="Times New Roman"/>
          <w:sz w:val="22"/>
          <w:szCs w:val="22"/>
          <w:lang w:val="kl-GL"/>
        </w:rPr>
        <w:t xml:space="preserve">suliap ingerlanneqarneranut </w:t>
      </w:r>
      <w:r w:rsidRPr="00171408">
        <w:rPr>
          <w:rFonts w:ascii="Times New Roman" w:hAnsi="Times New Roman" w:cs="Times New Roman"/>
          <w:sz w:val="22"/>
          <w:szCs w:val="22"/>
          <w:lang w:val="kl-GL"/>
        </w:rPr>
        <w:t>ajoqusii</w:t>
      </w:r>
      <w:r w:rsidR="00475889" w:rsidRPr="00171408">
        <w:rPr>
          <w:rFonts w:ascii="Times New Roman" w:hAnsi="Times New Roman" w:cs="Times New Roman"/>
          <w:sz w:val="22"/>
          <w:szCs w:val="22"/>
          <w:lang w:val="kl-GL"/>
        </w:rPr>
        <w:t>nernik kinguneqarsinnaammat</w:t>
      </w:r>
      <w:r w:rsidRPr="00171408">
        <w:rPr>
          <w:rFonts w:ascii="Times New Roman" w:hAnsi="Times New Roman" w:cs="Times New Roman"/>
          <w:sz w:val="22"/>
          <w:szCs w:val="22"/>
          <w:lang w:val="kl-GL"/>
        </w:rPr>
        <w:t>.</w:t>
      </w:r>
    </w:p>
    <w:p w14:paraId="1A611A9A" w14:textId="763B4D35" w:rsidR="00515200" w:rsidRPr="00171408" w:rsidRDefault="00CE02F1">
      <w:pPr>
        <w:rPr>
          <w:rFonts w:ascii="Times New Roman" w:hAnsi="Times New Roman"/>
          <w:lang w:val="kl-GL"/>
        </w:rPr>
      </w:pPr>
      <w:r w:rsidRPr="00171408">
        <w:rPr>
          <w:rFonts w:ascii="Times New Roman" w:hAnsi="Times New Roman" w:cs="Times New Roman"/>
          <w:lang w:val="kl-GL"/>
        </w:rPr>
        <w:t xml:space="preserve">Siunnersuut Arbejdsmarkedets Erhvervssikringip imaluunniit Ankestyrelsip paasissutissanik aalajangersimasunik </w:t>
      </w:r>
      <w:r w:rsidR="006012FF" w:rsidRPr="00171408">
        <w:rPr>
          <w:rFonts w:ascii="Times New Roman" w:hAnsi="Times New Roman" w:cs="Times New Roman"/>
          <w:lang w:val="kl-GL"/>
        </w:rPr>
        <w:t xml:space="preserve">pissarsiniarneri </w:t>
      </w:r>
      <w:r w:rsidRPr="00171408">
        <w:rPr>
          <w:rFonts w:ascii="Times New Roman" w:hAnsi="Times New Roman" w:cs="Times New Roman"/>
          <w:lang w:val="kl-GL"/>
        </w:rPr>
        <w:t xml:space="preserve">pillugit ajoqusersimasut imaluunniit </w:t>
      </w:r>
      <w:r w:rsidR="00D02F12" w:rsidRPr="00171408">
        <w:rPr>
          <w:rFonts w:ascii="Times New Roman" w:hAnsi="Times New Roman" w:cs="Times New Roman"/>
          <w:lang w:val="kl-GL"/>
        </w:rPr>
        <w:t>qimagaas</w:t>
      </w:r>
      <w:r w:rsidRPr="00171408">
        <w:rPr>
          <w:rFonts w:ascii="Times New Roman" w:hAnsi="Times New Roman" w:cs="Times New Roman"/>
          <w:lang w:val="kl-GL"/>
        </w:rPr>
        <w:t xml:space="preserve">ut akerliliinissamut periarfissaannut sunniuteqassanngilaq, tamatuma kingorna Arbejdsmarkedets Erhvervssikringi imaluunniit Ankestyrelsi tamanna unitsissallugu. Akerlianik, paasissutissanik aalajangersimasunik </w:t>
      </w:r>
      <w:r w:rsidR="00C522C7" w:rsidRPr="00171408">
        <w:rPr>
          <w:rFonts w:ascii="Times New Roman" w:hAnsi="Times New Roman" w:cs="Times New Roman"/>
          <w:lang w:val="kl-GL"/>
        </w:rPr>
        <w:t xml:space="preserve">pissarsiniarnissaq </w:t>
      </w:r>
      <w:r w:rsidRPr="00171408">
        <w:rPr>
          <w:rFonts w:ascii="Times New Roman" w:hAnsi="Times New Roman" w:cs="Times New Roman"/>
          <w:lang w:val="kl-GL"/>
        </w:rPr>
        <w:t xml:space="preserve">pillugu akerliliinissaq pillugu aalajangiinissap tunngavissaqarluarluni aalajangiunneqarnissaanut siunnersuut ikiuutaassaaq, tassani ajoqusersimasut imaluunniit </w:t>
      </w:r>
      <w:r w:rsidR="00D02F12" w:rsidRPr="00171408">
        <w:rPr>
          <w:rFonts w:ascii="Times New Roman" w:hAnsi="Times New Roman" w:cs="Times New Roman"/>
          <w:lang w:val="kl-GL"/>
        </w:rPr>
        <w:t>qimagaas</w:t>
      </w:r>
      <w:r w:rsidRPr="00171408">
        <w:rPr>
          <w:rFonts w:ascii="Times New Roman" w:hAnsi="Times New Roman" w:cs="Times New Roman"/>
          <w:lang w:val="kl-GL"/>
        </w:rPr>
        <w:t xml:space="preserve">ut ilisimassallugu, akerliliinerup </w:t>
      </w:r>
      <w:r w:rsidR="00194EDB" w:rsidRPr="00171408">
        <w:rPr>
          <w:rFonts w:ascii="Times New Roman" w:hAnsi="Times New Roman" w:cs="Times New Roman"/>
          <w:lang w:val="kl-GL"/>
        </w:rPr>
        <w:t xml:space="preserve">suliap ingerlanneqarneranut </w:t>
      </w:r>
      <w:r w:rsidRPr="00171408">
        <w:rPr>
          <w:rFonts w:ascii="Times New Roman" w:hAnsi="Times New Roman" w:cs="Times New Roman"/>
          <w:lang w:val="kl-GL"/>
        </w:rPr>
        <w:t xml:space="preserve">ajoqusiisinnaanera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taamaalilluni aalajangiinermut sunniuteqarsinnaalluni.</w:t>
      </w:r>
    </w:p>
    <w:p w14:paraId="1A465453" w14:textId="19F17E65" w:rsidR="00515200" w:rsidRPr="00171408" w:rsidRDefault="00CE02F1">
      <w:pPr>
        <w:pStyle w:val="AT-Body"/>
        <w:spacing w:line="276" w:lineRule="auto"/>
        <w:rPr>
          <w:lang w:val="kl-GL"/>
        </w:rPr>
      </w:pPr>
      <w:r w:rsidRPr="00171408">
        <w:rPr>
          <w:lang w:val="kl-GL"/>
        </w:rPr>
        <w:t>Allannguutit s</w:t>
      </w:r>
      <w:r w:rsidRPr="00171408">
        <w:rPr>
          <w:color w:val="000000"/>
          <w:lang w:val="kl-GL"/>
        </w:rPr>
        <w:t>ulin</w:t>
      </w:r>
      <w:r w:rsidR="0004158C" w:rsidRPr="00171408">
        <w:rPr>
          <w:color w:val="000000"/>
          <w:lang w:val="kl-GL"/>
        </w:rPr>
        <w:t>erm</w:t>
      </w:r>
      <w:r w:rsidRPr="00171408">
        <w:rPr>
          <w:color w:val="000000"/>
          <w:lang w:val="kl-GL"/>
        </w:rPr>
        <w:t>i ajoqusernermut isumannaarineq pillugu inatsimmi malittarisassanik assigiissaarissapput.</w:t>
      </w:r>
    </w:p>
    <w:p w14:paraId="171DA77B" w14:textId="517E0E9F" w:rsidR="00515200" w:rsidRPr="00171408" w:rsidRDefault="00CE02F1">
      <w:pPr>
        <w:tabs>
          <w:tab w:val="left" w:pos="284"/>
          <w:tab w:val="left" w:pos="567"/>
          <w:tab w:val="left" w:pos="993"/>
        </w:tabs>
        <w:spacing w:after="0"/>
        <w:rPr>
          <w:rFonts w:ascii="Times New Roman" w:hAnsi="Times New Roman"/>
          <w:lang w:val="kl-GL"/>
        </w:rPr>
      </w:pPr>
      <w:r w:rsidRPr="00171408">
        <w:rPr>
          <w:rFonts w:ascii="Times New Roman" w:hAnsi="Times New Roman" w:cs="Times New Roman"/>
          <w:lang w:val="kl-GL"/>
        </w:rPr>
        <w:t>Siunnersuummi § 1, nr. 1</w:t>
      </w:r>
      <w:r w:rsidR="00F120C2" w:rsidRPr="00171408">
        <w:rPr>
          <w:rFonts w:ascii="Times New Roman" w:hAnsi="Times New Roman" w:cs="Times New Roman"/>
          <w:lang w:val="kl-GL"/>
        </w:rPr>
        <w:t>7</w:t>
      </w:r>
      <w:r w:rsidRPr="00171408">
        <w:rPr>
          <w:rFonts w:ascii="Times New Roman" w:hAnsi="Times New Roman" w:cs="Times New Roman"/>
          <w:lang w:val="kl-GL"/>
        </w:rPr>
        <w:t>, aamma oqaaseqaatit innersuussutigineqarput.</w:t>
      </w:r>
    </w:p>
    <w:p w14:paraId="67AEDD6B" w14:textId="3C1DC764" w:rsidR="00515200" w:rsidRPr="00171408" w:rsidRDefault="00CE02F1">
      <w:pPr>
        <w:pStyle w:val="Ingenafstand"/>
        <w:numPr>
          <w:ilvl w:val="0"/>
          <w:numId w:val="8"/>
        </w:numPr>
        <w:tabs>
          <w:tab w:val="left" w:pos="426"/>
        </w:tabs>
        <w:spacing w:beforeAutospacing="1" w:afterAutospacing="1"/>
        <w:contextualSpacing/>
        <w:jc w:val="both"/>
        <w:rPr>
          <w:rFonts w:ascii="Times New Roman" w:hAnsi="Times New Roman"/>
          <w:lang w:val="kl-GL"/>
        </w:rPr>
      </w:pPr>
      <w:r w:rsidRPr="00171408">
        <w:rPr>
          <w:rFonts w:ascii="Times New Roman" w:eastAsia="Times New Roman" w:hAnsi="Times New Roman" w:cs="Times New Roman"/>
          <w:b/>
          <w:bCs/>
          <w:color w:val="000000"/>
          <w:lang w:val="kl-GL" w:eastAsia="da-DK"/>
        </w:rPr>
        <w:t>Pisortat aningaasaqarn</w:t>
      </w:r>
      <w:r w:rsidR="00887C13" w:rsidRPr="00171408">
        <w:rPr>
          <w:rFonts w:ascii="Times New Roman" w:eastAsia="Times New Roman" w:hAnsi="Times New Roman" w:cs="Times New Roman"/>
          <w:b/>
          <w:bCs/>
          <w:color w:val="000000"/>
          <w:lang w:val="kl-GL" w:eastAsia="da-DK"/>
        </w:rPr>
        <w:t>ikku</w:t>
      </w:r>
      <w:r w:rsidRPr="00171408">
        <w:rPr>
          <w:rFonts w:ascii="Times New Roman" w:eastAsia="Times New Roman" w:hAnsi="Times New Roman" w:cs="Times New Roman"/>
          <w:b/>
          <w:bCs/>
          <w:color w:val="000000"/>
          <w:lang w:val="kl-GL" w:eastAsia="da-DK"/>
        </w:rPr>
        <w:t>t kingunerisa</w:t>
      </w:r>
      <w:r w:rsidR="0004158C" w:rsidRPr="00171408">
        <w:rPr>
          <w:rFonts w:ascii="Times New Roman" w:eastAsia="Times New Roman" w:hAnsi="Times New Roman" w:cs="Times New Roman"/>
          <w:b/>
          <w:bCs/>
          <w:color w:val="000000"/>
          <w:lang w:val="kl-GL" w:eastAsia="da-DK"/>
        </w:rPr>
        <w:t>ssa</w:t>
      </w:r>
      <w:r w:rsidR="00535B33" w:rsidRPr="00171408">
        <w:rPr>
          <w:rFonts w:ascii="Times New Roman" w:eastAsia="Times New Roman" w:hAnsi="Times New Roman" w:cs="Times New Roman"/>
          <w:b/>
          <w:bCs/>
          <w:color w:val="000000"/>
          <w:lang w:val="kl-GL" w:eastAsia="da-DK"/>
        </w:rPr>
        <w:t>i</w:t>
      </w:r>
      <w:r w:rsidRPr="00171408">
        <w:rPr>
          <w:rFonts w:ascii="Times New Roman" w:eastAsia="Times New Roman" w:hAnsi="Times New Roman" w:cs="Times New Roman"/>
          <w:b/>
          <w:bCs/>
          <w:color w:val="000000"/>
          <w:lang w:val="kl-GL" w:eastAsia="da-DK"/>
        </w:rPr>
        <w:t xml:space="preserve"> aamma </w:t>
      </w:r>
      <w:r w:rsidR="00535B33" w:rsidRPr="00171408">
        <w:rPr>
          <w:rFonts w:ascii="Times New Roman" w:eastAsia="Times New Roman" w:hAnsi="Times New Roman" w:cs="Times New Roman"/>
          <w:b/>
          <w:bCs/>
          <w:color w:val="000000"/>
          <w:lang w:val="kl-GL" w:eastAsia="da-DK"/>
        </w:rPr>
        <w:t>piviusunngortitsinerup kingunerisassai</w:t>
      </w:r>
    </w:p>
    <w:p w14:paraId="3A713381" w14:textId="7DA321E0" w:rsidR="00515200" w:rsidRPr="00171408" w:rsidRDefault="00CE02F1">
      <w:pPr>
        <w:rPr>
          <w:rFonts w:ascii="Times New Roman" w:hAnsi="Times New Roman"/>
          <w:lang w:val="kl-GL"/>
        </w:rPr>
      </w:pPr>
      <w:r w:rsidRPr="00171408">
        <w:rPr>
          <w:rFonts w:ascii="Times New Roman" w:hAnsi="Times New Roman" w:cs="Times New Roman"/>
          <w:lang w:val="kl-GL"/>
        </w:rPr>
        <w:t>Inatsisissatut siunnersuutip p</w:t>
      </w:r>
      <w:r w:rsidRPr="00171408">
        <w:rPr>
          <w:rFonts w:ascii="Times New Roman" w:eastAsia="Times New Roman" w:hAnsi="Times New Roman" w:cs="Times New Roman"/>
          <w:color w:val="000000"/>
          <w:lang w:val="kl-GL" w:eastAsia="da-DK"/>
        </w:rPr>
        <w:t>isortat aningaasaqarnerannut tamakkiisumik kingunerisa</w:t>
      </w:r>
      <w:r w:rsidR="006A2308" w:rsidRPr="00171408">
        <w:rPr>
          <w:rFonts w:ascii="Times New Roman" w:eastAsia="Times New Roman" w:hAnsi="Times New Roman" w:cs="Times New Roman"/>
          <w:color w:val="000000"/>
          <w:lang w:val="kl-GL" w:eastAsia="da-DK"/>
        </w:rPr>
        <w:t>ssa</w:t>
      </w:r>
      <w:r w:rsidRPr="00171408">
        <w:rPr>
          <w:rFonts w:ascii="Times New Roman" w:eastAsia="Times New Roman" w:hAnsi="Times New Roman" w:cs="Times New Roman"/>
          <w:color w:val="000000"/>
          <w:lang w:val="kl-GL" w:eastAsia="da-DK"/>
        </w:rPr>
        <w:t xml:space="preserve">i annertunngitsutut </w:t>
      </w:r>
      <w:r w:rsidR="00465269" w:rsidRPr="00171408">
        <w:rPr>
          <w:rFonts w:ascii="Times New Roman" w:eastAsia="Times New Roman" w:hAnsi="Times New Roman" w:cs="Times New Roman"/>
          <w:color w:val="000000"/>
          <w:lang w:val="kl-GL" w:eastAsia="da-DK"/>
        </w:rPr>
        <w:t>naatsorsuutigineqarput</w:t>
      </w:r>
      <w:r w:rsidRPr="00171408">
        <w:rPr>
          <w:rFonts w:ascii="Times New Roman" w:eastAsia="Times New Roman" w:hAnsi="Times New Roman" w:cs="Times New Roman"/>
          <w:color w:val="000000"/>
          <w:lang w:val="kl-GL" w:eastAsia="da-DK"/>
        </w:rPr>
        <w:t xml:space="preserve">. Taamaattoq qaammatisiutit ukiuanni ataatsip </w:t>
      </w:r>
      <w:r w:rsidR="004C7E0C" w:rsidRPr="00171408">
        <w:rPr>
          <w:rFonts w:ascii="Times New Roman" w:eastAsia="Times New Roman" w:hAnsi="Times New Roman" w:cs="Times New Roman"/>
          <w:color w:val="000000"/>
          <w:lang w:val="kl-GL" w:eastAsia="da-DK"/>
        </w:rPr>
        <w:t xml:space="preserve">ingerlanerani </w:t>
      </w:r>
      <w:r w:rsidRPr="00171408">
        <w:rPr>
          <w:rFonts w:ascii="Times New Roman" w:eastAsia="Times New Roman" w:hAnsi="Times New Roman" w:cs="Times New Roman"/>
          <w:color w:val="000000"/>
          <w:lang w:val="kl-GL" w:eastAsia="da-DK"/>
        </w:rPr>
        <w:t>aningaasaqarnermut kinguneris</w:t>
      </w:r>
      <w:r w:rsidR="004C7E0C" w:rsidRPr="00171408">
        <w:rPr>
          <w:rFonts w:ascii="Times New Roman" w:eastAsia="Times New Roman" w:hAnsi="Times New Roman" w:cs="Times New Roman"/>
          <w:color w:val="000000"/>
          <w:lang w:val="kl-GL" w:eastAsia="da-DK"/>
        </w:rPr>
        <w:t>assanik arlalinnik</w:t>
      </w:r>
      <w:r w:rsidRPr="00171408">
        <w:rPr>
          <w:rFonts w:ascii="Times New Roman" w:eastAsia="Times New Roman" w:hAnsi="Times New Roman" w:cs="Times New Roman"/>
          <w:color w:val="000000"/>
          <w:lang w:val="kl-GL" w:eastAsia="da-DK"/>
        </w:rPr>
        <w:t xml:space="preserve"> </w:t>
      </w:r>
      <w:r w:rsidR="004C7E0C" w:rsidRPr="00171408">
        <w:rPr>
          <w:rFonts w:ascii="Times New Roman" w:eastAsia="Times New Roman" w:hAnsi="Times New Roman" w:cs="Times New Roman"/>
          <w:color w:val="000000"/>
          <w:lang w:val="kl-GL" w:eastAsia="da-DK"/>
        </w:rPr>
        <w:t>takkuttoqarsinnaassaaq</w:t>
      </w:r>
      <w:r w:rsidRPr="00171408">
        <w:rPr>
          <w:rFonts w:ascii="Times New Roman" w:eastAsia="Times New Roman" w:hAnsi="Times New Roman" w:cs="Times New Roman"/>
          <w:color w:val="000000"/>
          <w:lang w:val="kl-GL" w:eastAsia="da-DK"/>
        </w:rPr>
        <w:t>. Aningaasartuutilli apparsinnaaneri imaluunniit qaffassinnaaneri siumoortumik naatsorsorneqarsinnaanngillat.</w:t>
      </w:r>
      <w:r w:rsidRPr="00171408">
        <w:rPr>
          <w:rFonts w:ascii="Times New Roman" w:hAnsi="Times New Roman" w:cs="Times New Roman"/>
          <w:lang w:val="kl-GL"/>
        </w:rPr>
        <w:t xml:space="preserve"> Inatsisissatut siunnersuut annertuumik nalorninartulimmik ukiut ingerlanerini agguaqatigii</w:t>
      </w:r>
      <w:r w:rsidR="0072791B" w:rsidRPr="00171408">
        <w:rPr>
          <w:rFonts w:ascii="Times New Roman" w:hAnsi="Times New Roman" w:cs="Times New Roman"/>
          <w:lang w:val="kl-GL"/>
        </w:rPr>
        <w:t>s</w:t>
      </w:r>
      <w:r w:rsidRPr="00171408">
        <w:rPr>
          <w:rFonts w:ascii="Times New Roman" w:hAnsi="Times New Roman" w:cs="Times New Roman"/>
          <w:lang w:val="kl-GL"/>
        </w:rPr>
        <w:t xml:space="preserve">sillugu </w:t>
      </w:r>
      <w:r w:rsidR="0072791B" w:rsidRPr="00171408">
        <w:rPr>
          <w:rFonts w:ascii="Times New Roman" w:hAnsi="Times New Roman" w:cs="Times New Roman"/>
          <w:lang w:val="kl-GL"/>
        </w:rPr>
        <w:t xml:space="preserve">ukiumut </w:t>
      </w:r>
      <w:r w:rsidRPr="00171408">
        <w:rPr>
          <w:rFonts w:ascii="Times New Roman" w:hAnsi="Times New Roman" w:cs="Times New Roman"/>
          <w:lang w:val="kl-GL"/>
        </w:rPr>
        <w:t>100.000 kr</w:t>
      </w:r>
      <w:r w:rsidR="0072791B" w:rsidRPr="00171408">
        <w:rPr>
          <w:rFonts w:ascii="Times New Roman" w:hAnsi="Times New Roman" w:cs="Times New Roman"/>
          <w:lang w:val="kl-GL"/>
        </w:rPr>
        <w:t xml:space="preserve">-it </w:t>
      </w:r>
      <w:r w:rsidRPr="00171408">
        <w:rPr>
          <w:rFonts w:ascii="Times New Roman" w:hAnsi="Times New Roman" w:cs="Times New Roman"/>
          <w:lang w:val="kl-GL"/>
        </w:rPr>
        <w:t>angullugit appasinnerusumik aningaasa</w:t>
      </w:r>
      <w:r w:rsidR="0072791B" w:rsidRPr="00171408">
        <w:rPr>
          <w:rFonts w:ascii="Times New Roman" w:hAnsi="Times New Roman" w:cs="Times New Roman"/>
          <w:lang w:val="kl-GL"/>
        </w:rPr>
        <w:t>qarnikkut</w:t>
      </w:r>
      <w:r w:rsidRPr="00171408">
        <w:rPr>
          <w:rFonts w:ascii="Times New Roman" w:hAnsi="Times New Roman" w:cs="Times New Roman"/>
          <w:lang w:val="kl-GL"/>
        </w:rPr>
        <w:t xml:space="preserve"> kingune</w:t>
      </w:r>
      <w:r w:rsidR="0072791B" w:rsidRPr="00171408">
        <w:rPr>
          <w:rFonts w:ascii="Times New Roman" w:hAnsi="Times New Roman" w:cs="Times New Roman"/>
          <w:lang w:val="kl-GL"/>
        </w:rPr>
        <w:t>risassai</w:t>
      </w:r>
      <w:r w:rsidRPr="00171408">
        <w:rPr>
          <w:rFonts w:ascii="Times New Roman" w:hAnsi="Times New Roman" w:cs="Times New Roman"/>
          <w:lang w:val="kl-GL"/>
        </w:rPr>
        <w:t xml:space="preserve"> naatsorsuutigineqarpoq.</w:t>
      </w:r>
    </w:p>
    <w:p w14:paraId="23D1A957" w14:textId="68A34FF1" w:rsidR="00515200" w:rsidRPr="00171408" w:rsidRDefault="00CE02F1">
      <w:pPr>
        <w:rPr>
          <w:lang w:val="kl-GL"/>
        </w:rPr>
      </w:pPr>
      <w:r w:rsidRPr="00171408">
        <w:rPr>
          <w:rFonts w:ascii="Times New Roman" w:hAnsi="Times New Roman" w:cs="Times New Roman"/>
          <w:lang w:val="kl-GL"/>
        </w:rPr>
        <w:t>Sulin</w:t>
      </w:r>
      <w:r w:rsidR="00465269" w:rsidRPr="00171408">
        <w:rPr>
          <w:rFonts w:ascii="Times New Roman" w:hAnsi="Times New Roman" w:cs="Times New Roman"/>
          <w:lang w:val="kl-GL"/>
        </w:rPr>
        <w:t>erm</w:t>
      </w:r>
      <w:r w:rsidRPr="00171408">
        <w:rPr>
          <w:rFonts w:ascii="Times New Roman" w:hAnsi="Times New Roman" w:cs="Times New Roman"/>
          <w:lang w:val="kl-GL"/>
        </w:rPr>
        <w:t>i ajoqusernernut taarsiissutinut aningaasartuutaa</w:t>
      </w:r>
      <w:r w:rsidR="005C6E33" w:rsidRPr="00171408">
        <w:rPr>
          <w:rFonts w:ascii="Times New Roman" w:hAnsi="Times New Roman" w:cs="Times New Roman"/>
          <w:lang w:val="kl-GL"/>
        </w:rPr>
        <w:t>neru</w:t>
      </w:r>
      <w:r w:rsidRPr="00171408">
        <w:rPr>
          <w:rFonts w:ascii="Times New Roman" w:hAnsi="Times New Roman" w:cs="Times New Roman"/>
          <w:lang w:val="kl-GL"/>
        </w:rPr>
        <w:t>sinnaasut sulisitsisu</w:t>
      </w:r>
      <w:r w:rsidR="005C6E33" w:rsidRPr="00171408">
        <w:rPr>
          <w:rFonts w:ascii="Times New Roman" w:hAnsi="Times New Roman" w:cs="Times New Roman"/>
          <w:lang w:val="kl-GL"/>
        </w:rPr>
        <w:t>tut</w:t>
      </w:r>
      <w:r w:rsidRPr="00171408">
        <w:rPr>
          <w:rFonts w:ascii="Times New Roman" w:hAnsi="Times New Roman" w:cs="Times New Roman"/>
          <w:lang w:val="kl-GL"/>
        </w:rPr>
        <w:t xml:space="preserve"> kommuni</w:t>
      </w:r>
      <w:r w:rsidR="00FD33AE" w:rsidRPr="00171408">
        <w:rPr>
          <w:rFonts w:ascii="Times New Roman" w:hAnsi="Times New Roman" w:cs="Times New Roman"/>
          <w:lang w:val="kl-GL"/>
        </w:rPr>
        <w:t>ni</w:t>
      </w:r>
      <w:r w:rsidRPr="00171408">
        <w:rPr>
          <w:rFonts w:ascii="Times New Roman" w:hAnsi="Times New Roman" w:cs="Times New Roman"/>
          <w:lang w:val="kl-GL"/>
        </w:rPr>
        <w:t>t aamma Naalakkersuisu</w:t>
      </w:r>
      <w:r w:rsidR="00FD33AE" w:rsidRPr="00171408">
        <w:rPr>
          <w:rFonts w:ascii="Times New Roman" w:hAnsi="Times New Roman" w:cs="Times New Roman"/>
          <w:lang w:val="kl-GL"/>
        </w:rPr>
        <w:t>ni</w:t>
      </w:r>
      <w:r w:rsidRPr="00171408">
        <w:rPr>
          <w:rFonts w:ascii="Times New Roman" w:hAnsi="Times New Roman" w:cs="Times New Roman"/>
          <w:lang w:val="kl-GL"/>
        </w:rPr>
        <w:t>t aningaasartuutigineqassapput. Ingerlaavartumik taarsiissutinik ataatsikkut tunniu</w:t>
      </w:r>
      <w:r w:rsidR="00FD76D6" w:rsidRPr="00171408">
        <w:rPr>
          <w:rFonts w:ascii="Times New Roman" w:hAnsi="Times New Roman" w:cs="Times New Roman"/>
          <w:lang w:val="kl-GL"/>
        </w:rPr>
        <w:t>t</w:t>
      </w:r>
      <w:r w:rsidRPr="00171408">
        <w:rPr>
          <w:rFonts w:ascii="Times New Roman" w:hAnsi="Times New Roman" w:cs="Times New Roman"/>
          <w:lang w:val="kl-GL"/>
        </w:rPr>
        <w:t>assanngortitsinermut tunngaviit (</w:t>
      </w:r>
      <w:r w:rsidR="00FD76D6" w:rsidRPr="00171408">
        <w:rPr>
          <w:rFonts w:ascii="Times New Roman" w:hAnsi="Times New Roman" w:cs="Times New Roman"/>
          <w:lang w:val="kl-GL"/>
        </w:rPr>
        <w:t xml:space="preserve">taarsigassarsiat aningaasanngortinneqarnerannut naleqqersuutitut </w:t>
      </w:r>
      <w:r w:rsidRPr="00171408">
        <w:rPr>
          <w:rFonts w:ascii="Times New Roman" w:hAnsi="Times New Roman" w:cs="Times New Roman"/>
          <w:lang w:val="kl-GL"/>
        </w:rPr>
        <w:t xml:space="preserve">taagorneqartut) taarserneqarnerisa </w:t>
      </w:r>
      <w:r w:rsidR="00E22050" w:rsidRPr="00171408">
        <w:rPr>
          <w:rFonts w:ascii="Times New Roman" w:hAnsi="Times New Roman" w:cs="Times New Roman"/>
          <w:lang w:val="kl-GL"/>
        </w:rPr>
        <w:t xml:space="preserve">malitsigisaanik </w:t>
      </w:r>
      <w:r w:rsidRPr="00171408">
        <w:rPr>
          <w:rFonts w:ascii="Times New Roman" w:hAnsi="Times New Roman" w:cs="Times New Roman"/>
          <w:lang w:val="kl-GL"/>
        </w:rPr>
        <w:t xml:space="preserve">aningaasartuutit nikerarneri pisortat sulisitsisut malugissavaat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w:t>
      </w:r>
      <w:r w:rsidR="00A853E3" w:rsidRPr="00171408">
        <w:rPr>
          <w:rStyle w:val="italic1"/>
          <w:rFonts w:ascii="Times New Roman" w:eastAsia="Times New Roman" w:hAnsi="Times New Roman" w:cs="Times New Roman"/>
          <w:i w:val="0"/>
          <w:iCs w:val="0"/>
          <w:sz w:val="22"/>
          <w:szCs w:val="22"/>
          <w:lang w:val="kl-GL" w:eastAsia="da-DK"/>
        </w:rPr>
        <w:t>Kalaallit Nunaanni sulinermi ajoqusernermut isumannaarineq pillugu inatsi</w:t>
      </w:r>
      <w:r w:rsidRPr="00171408">
        <w:rPr>
          <w:rStyle w:val="italic1"/>
          <w:rFonts w:ascii="Times New Roman" w:eastAsia="Times New Roman" w:hAnsi="Times New Roman" w:cs="Times New Roman"/>
          <w:i w:val="0"/>
          <w:iCs w:val="0"/>
          <w:sz w:val="22"/>
          <w:szCs w:val="22"/>
          <w:lang w:val="kl-GL" w:eastAsia="da-DK"/>
        </w:rPr>
        <w:t>t malillugu, nerisaqarnermut aamma ineqarnermut akigititat immikkut ittut, Akileraartarnermut Aqutsisoqarfiup akigititaannik taarserneqarneri</w:t>
      </w:r>
      <w:r w:rsidR="007C5F7C" w:rsidRPr="00171408">
        <w:rPr>
          <w:rStyle w:val="italic1"/>
          <w:rFonts w:ascii="Times New Roman" w:eastAsia="Times New Roman" w:hAnsi="Times New Roman" w:cs="Times New Roman"/>
          <w:i w:val="0"/>
          <w:iCs w:val="0"/>
          <w:sz w:val="22"/>
          <w:szCs w:val="22"/>
          <w:lang w:val="kl-GL" w:eastAsia="da-DK"/>
        </w:rPr>
        <w:t xml:space="preserve"> </w:t>
      </w:r>
      <w:r w:rsidR="007C5F7C" w:rsidRPr="00171408">
        <w:rPr>
          <w:rFonts w:ascii="Times New Roman" w:hAnsi="Times New Roman" w:cs="Times New Roman"/>
          <w:lang w:val="kl-GL"/>
        </w:rPr>
        <w:t>annikinnerusumik malugissavaat</w:t>
      </w:r>
      <w:r w:rsidRPr="00171408">
        <w:rPr>
          <w:rStyle w:val="italic1"/>
          <w:rFonts w:ascii="Times New Roman" w:eastAsia="Times New Roman" w:hAnsi="Times New Roman" w:cs="Times New Roman"/>
          <w:i w:val="0"/>
          <w:iCs w:val="0"/>
          <w:sz w:val="22"/>
          <w:szCs w:val="22"/>
          <w:lang w:val="kl-GL" w:eastAsia="da-DK"/>
        </w:rPr>
        <w:t>.</w:t>
      </w:r>
    </w:p>
    <w:p w14:paraId="3D5A4167" w14:textId="5E16C30C" w:rsidR="00515200" w:rsidRPr="00171408" w:rsidRDefault="00A853E3">
      <w:pPr>
        <w:rPr>
          <w:lang w:val="kl-GL"/>
        </w:rPr>
      </w:pPr>
      <w:r w:rsidRPr="00171408">
        <w:rPr>
          <w:rStyle w:val="italic1"/>
          <w:rFonts w:ascii="Times New Roman" w:eastAsia="Times New Roman" w:hAnsi="Times New Roman" w:cs="Times New Roman"/>
          <w:i w:val="0"/>
          <w:iCs w:val="0"/>
          <w:sz w:val="22"/>
          <w:szCs w:val="22"/>
          <w:lang w:val="kl-GL" w:eastAsia="da-DK"/>
        </w:rPr>
        <w:t>Kalaallit Nunaanni sulinermi ajoqusernermut isumannaarineq pillugu inatsi</w:t>
      </w:r>
      <w:r w:rsidR="00CE02F1" w:rsidRPr="00171408">
        <w:rPr>
          <w:rStyle w:val="italic1"/>
          <w:rFonts w:ascii="Times New Roman" w:eastAsia="Times New Roman" w:hAnsi="Times New Roman" w:cs="Times New Roman"/>
          <w:i w:val="0"/>
          <w:iCs w:val="0"/>
          <w:sz w:val="22"/>
          <w:szCs w:val="22"/>
          <w:lang w:val="kl-GL" w:eastAsia="da-DK"/>
        </w:rPr>
        <w:t>t malillugu piffissami tunniussinermi</w:t>
      </w:r>
      <w:r w:rsidR="00CE02F1" w:rsidRPr="00171408">
        <w:rPr>
          <w:rFonts w:ascii="Times New Roman" w:hAnsi="Times New Roman" w:cs="Times New Roman"/>
          <w:lang w:val="kl-GL"/>
        </w:rPr>
        <w:t xml:space="preserve"> </w:t>
      </w:r>
      <w:r w:rsidR="006978E5" w:rsidRPr="00171408">
        <w:rPr>
          <w:rFonts w:ascii="Times New Roman" w:hAnsi="Times New Roman" w:cs="Times New Roman"/>
          <w:lang w:val="kl-GL"/>
        </w:rPr>
        <w:t xml:space="preserve">taarsigassarsiat aningaasanngortinnerannut naleqqersuutinut </w:t>
      </w:r>
      <w:r w:rsidR="00CE02F1" w:rsidRPr="00171408">
        <w:rPr>
          <w:rFonts w:ascii="Times New Roman" w:hAnsi="Times New Roman" w:cs="Times New Roman"/>
          <w:lang w:val="kl-GL"/>
        </w:rPr>
        <w:t xml:space="preserve">atuuttunut immikkuualuttut marluk apeqqutaapput, tassunga </w:t>
      </w:r>
      <w:r w:rsidR="00A95F40" w:rsidRPr="00171408">
        <w:rPr>
          <w:rFonts w:ascii="Times New Roman" w:hAnsi="Times New Roman" w:cs="Times New Roman"/>
          <w:lang w:val="kl-GL"/>
        </w:rPr>
        <w:t xml:space="preserve">ilanngullugit </w:t>
      </w:r>
      <w:r w:rsidR="00944995" w:rsidRPr="00171408">
        <w:rPr>
          <w:rFonts w:ascii="Times New Roman" w:hAnsi="Times New Roman" w:cs="Times New Roman"/>
          <w:lang w:val="kl-GL"/>
        </w:rPr>
        <w:t xml:space="preserve">toqusoqartarnermut tunngatillugu piumasaqaatit </w:t>
      </w:r>
      <w:r w:rsidR="00C3269E" w:rsidRPr="00171408">
        <w:rPr>
          <w:rFonts w:ascii="Times New Roman" w:hAnsi="Times New Roman" w:cs="Times New Roman"/>
          <w:lang w:val="kl-GL"/>
        </w:rPr>
        <w:t>aamma</w:t>
      </w:r>
      <w:r w:rsidR="00CE02F1" w:rsidRPr="00171408">
        <w:rPr>
          <w:rFonts w:ascii="Times New Roman" w:hAnsi="Times New Roman" w:cs="Times New Roman"/>
          <w:lang w:val="kl-GL"/>
        </w:rPr>
        <w:t xml:space="preserve"> erniat qaffasissusaat. </w:t>
      </w:r>
      <w:r w:rsidR="007925AB" w:rsidRPr="00171408">
        <w:rPr>
          <w:rFonts w:ascii="Times New Roman" w:hAnsi="Times New Roman" w:cs="Times New Roman"/>
          <w:lang w:val="kl-GL"/>
        </w:rPr>
        <w:t>taarsigassarsiat aningaasanngortinnerannut naleqqersuutit</w:t>
      </w:r>
      <w:r w:rsidR="00CE02F1" w:rsidRPr="00171408">
        <w:rPr>
          <w:rFonts w:ascii="Times New Roman" w:hAnsi="Times New Roman" w:cs="Times New Roman"/>
          <w:lang w:val="kl-GL"/>
        </w:rPr>
        <w:t xml:space="preserve"> ukiunut ilivitsunut aalajangersarneqartarput, tamanna imatut isumaqarluni, ajoqusertut qaammatinngorlugit utoqqaassusaat apeqqutaatinneqarnani. </w:t>
      </w:r>
      <w:r w:rsidR="007925AB" w:rsidRPr="00171408">
        <w:rPr>
          <w:rFonts w:ascii="Times New Roman" w:hAnsi="Times New Roman" w:cs="Times New Roman"/>
          <w:lang w:val="kl-GL"/>
        </w:rPr>
        <w:t>taarsigassarsiat aningaasanngortinnerannut naleqqersuutini</w:t>
      </w:r>
      <w:r w:rsidR="00CE02F1" w:rsidRPr="00171408">
        <w:rPr>
          <w:rFonts w:ascii="Times New Roman" w:hAnsi="Times New Roman" w:cs="Times New Roman"/>
          <w:lang w:val="kl-GL"/>
        </w:rPr>
        <w:t xml:space="preserve"> ilaapput suiaassuseq apeqqutaatillugu </w:t>
      </w:r>
      <w:r w:rsidR="009434BD" w:rsidRPr="00171408">
        <w:rPr>
          <w:rFonts w:ascii="Times New Roman" w:hAnsi="Times New Roman" w:cs="Times New Roman"/>
          <w:lang w:val="kl-GL"/>
        </w:rPr>
        <w:t xml:space="preserve">toqusoqartarnermut tunngatillugu </w:t>
      </w:r>
      <w:r w:rsidR="00CE02F1" w:rsidRPr="00171408">
        <w:rPr>
          <w:rFonts w:ascii="Times New Roman" w:hAnsi="Times New Roman" w:cs="Times New Roman"/>
          <w:lang w:val="kl-GL"/>
        </w:rPr>
        <w:t>tunngavigisaq, U74-</w:t>
      </w:r>
      <w:r w:rsidR="009434BD" w:rsidRPr="00171408">
        <w:rPr>
          <w:rFonts w:ascii="Times New Roman" w:hAnsi="Times New Roman" w:cs="Times New Roman"/>
          <w:lang w:val="kl-GL"/>
        </w:rPr>
        <w:t xml:space="preserve">mut naleqqersuummik </w:t>
      </w:r>
      <w:r w:rsidR="00CE02F1" w:rsidRPr="00171408">
        <w:rPr>
          <w:rFonts w:ascii="Times New Roman" w:hAnsi="Times New Roman" w:cs="Times New Roman"/>
          <w:lang w:val="kl-GL"/>
        </w:rPr>
        <w:t xml:space="preserve">taaneqartoq, Danmarkimi 1960-ikkunni aamma 1970-ikkunni </w:t>
      </w:r>
      <w:r w:rsidR="003E19FD" w:rsidRPr="00171408">
        <w:rPr>
          <w:rFonts w:ascii="Times New Roman" w:hAnsi="Times New Roman" w:cs="Times New Roman"/>
          <w:lang w:val="kl-GL"/>
        </w:rPr>
        <w:t xml:space="preserve">toqusoqartarnermut </w:t>
      </w:r>
      <w:r w:rsidR="00CE02F1" w:rsidRPr="00171408">
        <w:rPr>
          <w:rFonts w:ascii="Times New Roman" w:hAnsi="Times New Roman" w:cs="Times New Roman"/>
          <w:lang w:val="kl-GL"/>
        </w:rPr>
        <w:t xml:space="preserve">takussutissaasoq. Tamatuma saniatigut immikkuualuttutut ilaavoq aalajangersagaq 10 pct-imik qaffasissusilik, siunissami aningaasat </w:t>
      </w:r>
      <w:r w:rsidR="00CE02F1" w:rsidRPr="00171408">
        <w:rPr>
          <w:rFonts w:ascii="Times New Roman" w:hAnsi="Times New Roman" w:cs="Times New Roman"/>
          <w:lang w:val="kl-GL"/>
        </w:rPr>
        <w:lastRenderedPageBreak/>
        <w:t>ernialersorneqarnissaannut, Danmarkimi 1970-ikkunni erniat qaffasissusaata assinga, taarsiissuteqarnermi ukiut tamaasa ataasiarluni sinneruttunut ilanngaatigineqartartoq, taarsiissutit atorunnaarnissaasa tungaannut.</w:t>
      </w:r>
    </w:p>
    <w:p w14:paraId="4A8BDB3E" w14:textId="7E51329B" w:rsidR="00515200" w:rsidRPr="00171408" w:rsidRDefault="00CE02F1">
      <w:pPr>
        <w:rPr>
          <w:rFonts w:ascii="Times New Roman" w:hAnsi="Times New Roman"/>
          <w:lang w:val="kl-GL"/>
        </w:rPr>
      </w:pPr>
      <w:r w:rsidRPr="00171408">
        <w:rPr>
          <w:rFonts w:ascii="Times New Roman" w:hAnsi="Times New Roman" w:cs="Times New Roman"/>
          <w:lang w:val="kl-GL"/>
        </w:rPr>
        <w:t xml:space="preserve">Siunnersuutigineqarpoq, </w:t>
      </w:r>
      <w:r w:rsidR="00D864DF" w:rsidRPr="00171408">
        <w:rPr>
          <w:rFonts w:ascii="Times New Roman" w:hAnsi="Times New Roman" w:cs="Times New Roman"/>
          <w:lang w:val="kl-GL"/>
        </w:rPr>
        <w:t>taarsigassarsiat aningaasanngortinneqarnerannut naleqqersuutip</w:t>
      </w:r>
      <w:r w:rsidRPr="00171408">
        <w:rPr>
          <w:rFonts w:ascii="Times New Roman" w:hAnsi="Times New Roman" w:cs="Times New Roman"/>
          <w:lang w:val="kl-GL"/>
        </w:rPr>
        <w:t xml:space="preserve"> U74-</w:t>
      </w:r>
      <w:r w:rsidR="00D864DF" w:rsidRPr="00171408">
        <w:rPr>
          <w:rFonts w:ascii="Times New Roman" w:hAnsi="Times New Roman" w:cs="Times New Roman"/>
          <w:lang w:val="kl-GL"/>
        </w:rPr>
        <w:t xml:space="preserve">mut naleqqersuutaata </w:t>
      </w:r>
      <w:r w:rsidRPr="00171408">
        <w:rPr>
          <w:rFonts w:ascii="Times New Roman" w:hAnsi="Times New Roman" w:cs="Times New Roman"/>
          <w:lang w:val="kl-GL"/>
        </w:rPr>
        <w:t xml:space="preserve">taarserneqarnissaa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siunissami </w:t>
      </w:r>
      <w:r w:rsidR="00B064E9" w:rsidRPr="00171408">
        <w:rPr>
          <w:rFonts w:ascii="Times New Roman" w:hAnsi="Times New Roman" w:cs="Times New Roman"/>
          <w:lang w:val="kl-GL"/>
        </w:rPr>
        <w:t xml:space="preserve">inuuneqqortussutsimut tunngatillugu piumasaqaatit aamma inuuneqqortussutsikkut pitsanngoriaatit pillugit </w:t>
      </w:r>
      <w:r w:rsidRPr="00171408">
        <w:rPr>
          <w:rFonts w:ascii="Times New Roman" w:hAnsi="Times New Roman" w:cs="Times New Roman"/>
          <w:lang w:val="kl-GL"/>
        </w:rPr>
        <w:t xml:space="preserve">Finanstilsynip </w:t>
      </w:r>
      <w:r w:rsidR="00B064E9" w:rsidRPr="00171408">
        <w:rPr>
          <w:rFonts w:ascii="Times New Roman" w:hAnsi="Times New Roman" w:cs="Times New Roman"/>
          <w:lang w:val="kl-GL"/>
        </w:rPr>
        <w:t xml:space="preserve">uuttuutaata </w:t>
      </w:r>
      <w:r w:rsidRPr="00171408">
        <w:rPr>
          <w:rFonts w:ascii="Times New Roman" w:hAnsi="Times New Roman" w:cs="Times New Roman"/>
          <w:lang w:val="kl-GL"/>
        </w:rPr>
        <w:t xml:space="preserve">atorneqarnissaa. </w:t>
      </w:r>
      <w:r w:rsidR="00411C32" w:rsidRPr="00171408">
        <w:rPr>
          <w:rFonts w:ascii="Times New Roman" w:hAnsi="Times New Roman" w:cs="Times New Roman"/>
          <w:lang w:val="kl-GL"/>
        </w:rPr>
        <w:t xml:space="preserve">Ilanngullugu </w:t>
      </w:r>
      <w:r w:rsidRPr="00171408">
        <w:rPr>
          <w:rFonts w:ascii="Times New Roman" w:hAnsi="Times New Roman" w:cs="Times New Roman"/>
          <w:lang w:val="kl-GL"/>
        </w:rPr>
        <w:t xml:space="preserve">siunnersuutigineqarpoq, </w:t>
      </w:r>
      <w:r w:rsidR="00F53480" w:rsidRPr="00171408">
        <w:rPr>
          <w:rFonts w:ascii="Times New Roman" w:hAnsi="Times New Roman" w:cs="Times New Roman"/>
          <w:lang w:val="kl-GL"/>
        </w:rPr>
        <w:t>taarsigassarsiat aningaasanngortinneqarnerannut naleqqersuutip</w:t>
      </w:r>
      <w:r w:rsidRPr="00171408">
        <w:rPr>
          <w:rFonts w:ascii="Times New Roman" w:hAnsi="Times New Roman" w:cs="Times New Roman"/>
          <w:lang w:val="kl-GL"/>
        </w:rPr>
        <w:t xml:space="preserve"> erniatigut qaffasissusaata </w:t>
      </w:r>
      <w:r w:rsidR="00F53480" w:rsidRPr="00171408">
        <w:rPr>
          <w:rFonts w:ascii="Times New Roman" w:hAnsi="Times New Roman" w:cs="Times New Roman"/>
          <w:lang w:val="kl-GL"/>
        </w:rPr>
        <w:t xml:space="preserve">nutarterneqarnissaa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erniap aalajangersimasup erniamik nikerartumik taarserneqarnissaa. </w:t>
      </w:r>
      <w:r w:rsidR="00182574" w:rsidRPr="00171408">
        <w:rPr>
          <w:rFonts w:ascii="Times New Roman" w:hAnsi="Times New Roman" w:cs="Times New Roman"/>
          <w:lang w:val="kl-GL"/>
        </w:rPr>
        <w:t>Nangillugu</w:t>
      </w:r>
      <w:r w:rsidRPr="00171408">
        <w:rPr>
          <w:rFonts w:ascii="Times New Roman" w:hAnsi="Times New Roman" w:cs="Times New Roman"/>
          <w:lang w:val="kl-GL"/>
        </w:rPr>
        <w:t xml:space="preserve"> siunnersuutigineqarpoq, ajoqusertut ukiui ukiuni aamma qaammatini ukiuiinut aalajangersarneqarnissaat, maannakkutuunngitsoq ukiunut ilivitsunut. </w:t>
      </w:r>
      <w:r w:rsidR="00B8384D" w:rsidRPr="00171408">
        <w:rPr>
          <w:rFonts w:ascii="Times New Roman" w:hAnsi="Times New Roman" w:cs="Times New Roman"/>
          <w:lang w:val="kl-GL"/>
        </w:rPr>
        <w:t xml:space="preserve">Naggataatigut </w:t>
      </w:r>
      <w:r w:rsidRPr="00171408">
        <w:rPr>
          <w:rFonts w:ascii="Times New Roman" w:hAnsi="Times New Roman" w:cs="Times New Roman"/>
          <w:lang w:val="kl-GL"/>
        </w:rPr>
        <w:t xml:space="preserve">siunnersuutigineqarpoq, </w:t>
      </w:r>
      <w:r w:rsidR="0012273C" w:rsidRPr="00171408">
        <w:rPr>
          <w:rFonts w:ascii="Times New Roman" w:hAnsi="Times New Roman" w:cs="Times New Roman"/>
          <w:lang w:val="kl-GL"/>
        </w:rPr>
        <w:t>taarsigassarsiat aningaasanngortinneqarnerannut naleqqersuummi</w:t>
      </w:r>
      <w:r w:rsidRPr="00171408">
        <w:rPr>
          <w:rFonts w:ascii="Times New Roman" w:hAnsi="Times New Roman" w:cs="Times New Roman"/>
          <w:lang w:val="kl-GL"/>
        </w:rPr>
        <w:t xml:space="preserve"> immikkuualuttunik nutaanik arlalinnik ilanngussinissaq. Taamaalilluni </w:t>
      </w:r>
      <w:r w:rsidR="003C123C" w:rsidRPr="00171408">
        <w:rPr>
          <w:rFonts w:ascii="Times New Roman" w:hAnsi="Times New Roman" w:cs="Times New Roman"/>
          <w:lang w:val="kl-GL"/>
        </w:rPr>
        <w:t>taarsigassarsiat aningaasanngortinneqarnerannut naleqqersuummi</w:t>
      </w:r>
      <w:r w:rsidRPr="00171408">
        <w:rPr>
          <w:rFonts w:ascii="Times New Roman" w:hAnsi="Times New Roman" w:cs="Times New Roman"/>
          <w:lang w:val="kl-GL"/>
        </w:rPr>
        <w:t xml:space="preserve"> ataatsikkut tunniutassanngortitanut ilanngaat </w:t>
      </w:r>
      <w:r w:rsidR="00FA5892" w:rsidRPr="00171408">
        <w:rPr>
          <w:rFonts w:ascii="Times New Roman" w:hAnsi="Times New Roman" w:cs="Times New Roman"/>
          <w:lang w:val="kl-GL"/>
        </w:rPr>
        <w:t>atuutilersinneqassalluni</w:t>
      </w:r>
      <w:r w:rsidRPr="00171408">
        <w:rPr>
          <w:rFonts w:ascii="Times New Roman" w:hAnsi="Times New Roman" w:cs="Times New Roman"/>
          <w:lang w:val="kl-GL"/>
        </w:rPr>
        <w:t xml:space="preserve">, ingerlaavartumik ukiumut taarsiissutinut akileraarummut ilanngaatigineqartartumut assingusoq. Taamaaqataanik </w:t>
      </w:r>
      <w:r w:rsidR="00C2422B" w:rsidRPr="00171408">
        <w:rPr>
          <w:rFonts w:ascii="Times New Roman" w:hAnsi="Times New Roman" w:cs="Times New Roman"/>
          <w:lang w:val="kl-GL"/>
        </w:rPr>
        <w:t>taarsigassarsiat aningaasanngortinneqarnerannut naleqqersuummi</w:t>
      </w:r>
      <w:r w:rsidRPr="00171408">
        <w:rPr>
          <w:rFonts w:ascii="Times New Roman" w:hAnsi="Times New Roman" w:cs="Times New Roman"/>
          <w:lang w:val="kl-GL"/>
        </w:rPr>
        <w:t xml:space="preserve"> ataatsikkut tunniutassanngortitat ilanngarneqassapput, taakkunannga </w:t>
      </w:r>
      <w:r w:rsidR="00F313B1" w:rsidRPr="00171408">
        <w:rPr>
          <w:rFonts w:ascii="Times New Roman" w:hAnsi="Times New Roman" w:cs="Times New Roman"/>
          <w:lang w:val="kl-GL"/>
        </w:rPr>
        <w:t xml:space="preserve">pigisanit pissarsianik </w:t>
      </w:r>
      <w:r w:rsidRPr="00171408">
        <w:rPr>
          <w:rFonts w:ascii="Times New Roman" w:hAnsi="Times New Roman" w:cs="Times New Roman"/>
          <w:lang w:val="kl-GL"/>
        </w:rPr>
        <w:t xml:space="preserve">ataatsikkut tunniutassanngortitsinermi (ataatsikkut akiliutit) anguneqartussatut naatsorsuutigineqartunit. </w:t>
      </w:r>
      <w:r w:rsidR="00B46B6B" w:rsidRPr="00171408">
        <w:rPr>
          <w:rFonts w:ascii="Times New Roman" w:hAnsi="Times New Roman" w:cs="Times New Roman"/>
          <w:lang w:val="kl-GL"/>
        </w:rPr>
        <w:t xml:space="preserve">Naggataatigut </w:t>
      </w:r>
      <w:r w:rsidR="00175E46" w:rsidRPr="00171408">
        <w:rPr>
          <w:rFonts w:ascii="Times New Roman" w:hAnsi="Times New Roman" w:cs="Times New Roman"/>
          <w:lang w:val="kl-GL"/>
        </w:rPr>
        <w:t>taarsigassarsiat aningaasanngortinneqarnerannut naleqqersuummi</w:t>
      </w:r>
      <w:r w:rsidRPr="00171408">
        <w:rPr>
          <w:rFonts w:ascii="Times New Roman" w:hAnsi="Times New Roman" w:cs="Times New Roman"/>
          <w:lang w:val="kl-GL"/>
        </w:rPr>
        <w:t xml:space="preserve"> ataatsikkut tunniutassanngortitat aki</w:t>
      </w:r>
      <w:r w:rsidR="00C768ED" w:rsidRPr="00171408">
        <w:rPr>
          <w:rFonts w:ascii="Times New Roman" w:hAnsi="Times New Roman" w:cs="Times New Roman"/>
          <w:lang w:val="kl-GL"/>
        </w:rPr>
        <w:t>n</w:t>
      </w:r>
      <w:r w:rsidRPr="00171408">
        <w:rPr>
          <w:rFonts w:ascii="Times New Roman" w:hAnsi="Times New Roman" w:cs="Times New Roman"/>
          <w:lang w:val="kl-GL"/>
        </w:rPr>
        <w:t>ut naleqqussarneqartussaassapput, piffissap ingerlanerani akit aamma akissarsiat nalinginnaasumik qaffakkiartornerisa kingunerisaannik.</w:t>
      </w:r>
    </w:p>
    <w:p w14:paraId="7266B6A8" w14:textId="071DEA03" w:rsidR="00515200" w:rsidRPr="00171408" w:rsidRDefault="00F46BF8">
      <w:pPr>
        <w:rPr>
          <w:rFonts w:ascii="Times New Roman" w:hAnsi="Times New Roman"/>
          <w:lang w:val="kl-GL"/>
        </w:rPr>
      </w:pPr>
      <w:r w:rsidRPr="00171408">
        <w:rPr>
          <w:rFonts w:ascii="Times New Roman" w:hAnsi="Times New Roman" w:cs="Times New Roman"/>
          <w:lang w:val="kl-GL"/>
        </w:rPr>
        <w:t>Taarsigassarsiat aningaasanngortinneqarnerannut naleqqersuuti</w:t>
      </w:r>
      <w:r w:rsidR="00CA5372" w:rsidRPr="00171408">
        <w:rPr>
          <w:rFonts w:ascii="Times New Roman" w:hAnsi="Times New Roman" w:cs="Times New Roman"/>
          <w:lang w:val="kl-GL"/>
        </w:rPr>
        <w:t>nik</w:t>
      </w:r>
      <w:r w:rsidR="00CE02F1" w:rsidRPr="00171408">
        <w:rPr>
          <w:rFonts w:ascii="Times New Roman" w:hAnsi="Times New Roman" w:cs="Times New Roman"/>
          <w:lang w:val="kl-GL"/>
        </w:rPr>
        <w:t xml:space="preserve"> nutarterinerup kingunerissavai ajoqusertunut, 53-it </w:t>
      </w:r>
      <w:r w:rsidR="00CA5372" w:rsidRPr="00171408">
        <w:rPr>
          <w:rFonts w:ascii="Times New Roman" w:hAnsi="Times New Roman" w:cs="Times New Roman"/>
          <w:lang w:val="kl-GL"/>
        </w:rPr>
        <w:t xml:space="preserve">inorlugit </w:t>
      </w:r>
      <w:r w:rsidR="00CE02F1" w:rsidRPr="00171408">
        <w:rPr>
          <w:rFonts w:ascii="Times New Roman" w:hAnsi="Times New Roman" w:cs="Times New Roman"/>
          <w:lang w:val="kl-GL"/>
        </w:rPr>
        <w:t xml:space="preserve">ukiulinnut, ataasiarluni taarsiissuteqarnerit qaffasinnerusut </w:t>
      </w:r>
      <w:r w:rsidR="00C3269E" w:rsidRPr="00171408">
        <w:rPr>
          <w:rFonts w:ascii="Times New Roman" w:hAnsi="Times New Roman" w:cs="Times New Roman"/>
          <w:lang w:val="kl-GL"/>
        </w:rPr>
        <w:t>aamma</w:t>
      </w:r>
      <w:r w:rsidR="00CE02F1" w:rsidRPr="00171408">
        <w:rPr>
          <w:rFonts w:ascii="Times New Roman" w:hAnsi="Times New Roman" w:cs="Times New Roman"/>
          <w:lang w:val="kl-GL"/>
        </w:rPr>
        <w:t xml:space="preserve"> ajoqusertunut, 53-it sinnerlugit ukiulinnut, ataasiarluni taarsiissuteqarnerit appasinnerusut. Annertuumik qularnaatilimmik </w:t>
      </w:r>
      <w:r w:rsidR="00B23BF0" w:rsidRPr="00171408">
        <w:rPr>
          <w:rFonts w:ascii="Times New Roman" w:hAnsi="Times New Roman" w:cs="Times New Roman"/>
          <w:lang w:val="kl-GL"/>
        </w:rPr>
        <w:t>missiliuunneqarpoq</w:t>
      </w:r>
      <w:r w:rsidR="00CE02F1" w:rsidRPr="00171408">
        <w:rPr>
          <w:rFonts w:ascii="Times New Roman" w:hAnsi="Times New Roman" w:cs="Times New Roman"/>
          <w:lang w:val="kl-GL"/>
        </w:rPr>
        <w:t>, Kalaallit Nunaanni agguaqatigiis</w:t>
      </w:r>
      <w:r w:rsidR="002F6D18" w:rsidRPr="00171408">
        <w:rPr>
          <w:rFonts w:ascii="Times New Roman" w:hAnsi="Times New Roman" w:cs="Times New Roman"/>
          <w:lang w:val="kl-GL"/>
        </w:rPr>
        <w:t>s</w:t>
      </w:r>
      <w:r w:rsidR="00CE02F1" w:rsidRPr="00171408">
        <w:rPr>
          <w:rFonts w:ascii="Times New Roman" w:hAnsi="Times New Roman" w:cs="Times New Roman"/>
          <w:lang w:val="kl-GL"/>
        </w:rPr>
        <w:t>illugu ukiumut ataasiarluni ataatsimut ingerlaavartumik taarsiissutinik ataatsikkut tunniutassanngortitsisarnissaq, inummut ataatsimut pisorta</w:t>
      </w:r>
      <w:r w:rsidR="002F6D18" w:rsidRPr="00171408">
        <w:rPr>
          <w:rFonts w:ascii="Times New Roman" w:hAnsi="Times New Roman" w:cs="Times New Roman"/>
          <w:lang w:val="kl-GL"/>
        </w:rPr>
        <w:t>ni</w:t>
      </w:r>
      <w:r w:rsidR="00CE02F1" w:rsidRPr="00171408">
        <w:rPr>
          <w:rFonts w:ascii="Times New Roman" w:hAnsi="Times New Roman" w:cs="Times New Roman"/>
          <w:lang w:val="kl-GL"/>
        </w:rPr>
        <w:t xml:space="preserve"> </w:t>
      </w:r>
      <w:r w:rsidR="002F6D18" w:rsidRPr="00171408">
        <w:rPr>
          <w:rFonts w:ascii="Times New Roman" w:hAnsi="Times New Roman" w:cs="Times New Roman"/>
          <w:lang w:val="kl-GL"/>
        </w:rPr>
        <w:t xml:space="preserve">sulisitsisumi </w:t>
      </w:r>
      <w:r w:rsidR="00CE02F1" w:rsidRPr="00171408">
        <w:rPr>
          <w:rFonts w:ascii="Times New Roman" w:hAnsi="Times New Roman" w:cs="Times New Roman"/>
          <w:lang w:val="kl-GL"/>
        </w:rPr>
        <w:t xml:space="preserve">atorfeqarsimasumut. Taamaattumik pisortanut aningaasartuutit toqqaannartumik malitsiussapput, ukiumi ataatsimi suut aalajangiiunneqarnerinut, </w:t>
      </w:r>
      <w:r w:rsidR="00C3269E" w:rsidRPr="00171408">
        <w:rPr>
          <w:rFonts w:ascii="Times New Roman" w:hAnsi="Times New Roman" w:cs="Times New Roman"/>
          <w:lang w:val="kl-GL"/>
        </w:rPr>
        <w:t>aamma</w:t>
      </w:r>
      <w:r w:rsidR="00CE02F1" w:rsidRPr="00171408">
        <w:rPr>
          <w:rFonts w:ascii="Times New Roman" w:hAnsi="Times New Roman" w:cs="Times New Roman"/>
          <w:lang w:val="kl-GL"/>
        </w:rPr>
        <w:t xml:space="preserve"> tassunga </w:t>
      </w:r>
      <w:r w:rsidR="00B26A0E" w:rsidRPr="00171408">
        <w:rPr>
          <w:rFonts w:ascii="Times New Roman" w:hAnsi="Times New Roman" w:cs="Times New Roman"/>
          <w:lang w:val="kl-GL"/>
        </w:rPr>
        <w:t xml:space="preserve">ilanngullugit </w:t>
      </w:r>
      <w:r w:rsidR="00CE02F1" w:rsidRPr="00171408">
        <w:rPr>
          <w:rFonts w:ascii="Times New Roman" w:hAnsi="Times New Roman" w:cs="Times New Roman"/>
          <w:lang w:val="kl-GL"/>
        </w:rPr>
        <w:t>inuussutissarsiorsinnaanermik annaasaqarnerup annertussusaa, ajoqusinnginnermi ukiumut aningaasarsiat kiisalu ukiut.</w:t>
      </w:r>
    </w:p>
    <w:p w14:paraId="697A42C4" w14:textId="620EBC56" w:rsidR="00515200" w:rsidRPr="00171408" w:rsidRDefault="00CE02F1">
      <w:pPr>
        <w:rPr>
          <w:rFonts w:ascii="Times New Roman" w:hAnsi="Times New Roman"/>
          <w:lang w:val="kl-GL"/>
        </w:rPr>
      </w:pPr>
      <w:r w:rsidRPr="00171408">
        <w:rPr>
          <w:rFonts w:ascii="Times New Roman" w:hAnsi="Times New Roman" w:cs="Times New Roman"/>
          <w:lang w:val="kl-GL"/>
        </w:rPr>
        <w:t xml:space="preserve">Ajoqusersimasoq ukiunit 53-init inuusunneruppat, pisortat sulisitsisutut aningaasartuutit annertunerusut nalaassavaat. Akerlianilli ajoqusersimasoq ukiunit 53-init utoqqaaneruppat, pisortat sulisitsisutut aningaasartuutit appariarneri </w:t>
      </w:r>
      <w:r w:rsidR="000D1C86" w:rsidRPr="00171408">
        <w:rPr>
          <w:rFonts w:ascii="Times New Roman" w:hAnsi="Times New Roman" w:cs="Times New Roman"/>
          <w:lang w:val="kl-GL"/>
        </w:rPr>
        <w:t>malugissallugit</w:t>
      </w:r>
      <w:r w:rsidRPr="00171408">
        <w:rPr>
          <w:rFonts w:ascii="Times New Roman" w:hAnsi="Times New Roman" w:cs="Times New Roman"/>
          <w:lang w:val="kl-GL"/>
        </w:rPr>
        <w:t>. Piffissami 2011-miit 2022-mut ataatsikkut tunniutassanngortitsinermik tigusaqartut agguaqatigiis</w:t>
      </w:r>
      <w:r w:rsidR="000308CC" w:rsidRPr="00171408">
        <w:rPr>
          <w:rFonts w:ascii="Times New Roman" w:hAnsi="Times New Roman" w:cs="Times New Roman"/>
          <w:lang w:val="kl-GL"/>
        </w:rPr>
        <w:t>s</w:t>
      </w:r>
      <w:r w:rsidRPr="00171408">
        <w:rPr>
          <w:rFonts w:ascii="Times New Roman" w:hAnsi="Times New Roman" w:cs="Times New Roman"/>
          <w:lang w:val="kl-GL"/>
        </w:rPr>
        <w:t xml:space="preserve">illugu 56-inik ukioqarput. Tamanna </w:t>
      </w:r>
      <w:r w:rsidR="000308CC" w:rsidRPr="00171408">
        <w:rPr>
          <w:rFonts w:ascii="Times New Roman" w:hAnsi="Times New Roman" w:cs="Times New Roman"/>
          <w:lang w:val="kl-GL"/>
        </w:rPr>
        <w:t>tunngavigalugu missiliuunneqarpoq</w:t>
      </w:r>
      <w:r w:rsidRPr="00171408">
        <w:rPr>
          <w:rFonts w:ascii="Times New Roman" w:hAnsi="Times New Roman" w:cs="Times New Roman"/>
          <w:lang w:val="kl-GL"/>
        </w:rPr>
        <w:t>, inatsisissatut siunnersuut ukiuni arlalinni pisortat aqquaqatigiis</w:t>
      </w:r>
      <w:r w:rsidR="003F53C6" w:rsidRPr="00171408">
        <w:rPr>
          <w:rFonts w:ascii="Times New Roman" w:hAnsi="Times New Roman" w:cs="Times New Roman"/>
          <w:lang w:val="kl-GL"/>
        </w:rPr>
        <w:t>s</w:t>
      </w:r>
      <w:r w:rsidRPr="00171408">
        <w:rPr>
          <w:rFonts w:ascii="Times New Roman" w:hAnsi="Times New Roman" w:cs="Times New Roman"/>
          <w:lang w:val="kl-GL"/>
        </w:rPr>
        <w:t>illugu 100.000 kr-</w:t>
      </w:r>
      <w:r w:rsidR="003F53C6" w:rsidRPr="00171408">
        <w:rPr>
          <w:rFonts w:ascii="Times New Roman" w:hAnsi="Times New Roman" w:cs="Times New Roman"/>
          <w:lang w:val="kl-GL"/>
        </w:rPr>
        <w:t>i</w:t>
      </w:r>
      <w:r w:rsidRPr="00171408">
        <w:rPr>
          <w:rFonts w:ascii="Times New Roman" w:hAnsi="Times New Roman" w:cs="Times New Roman"/>
          <w:lang w:val="kl-GL"/>
        </w:rPr>
        <w:t>nik aningaasartuutigisartagaasa ukiumut appariarnerannik kinguneqassasoq.</w:t>
      </w:r>
    </w:p>
    <w:p w14:paraId="12603D3C" w14:textId="49848256" w:rsidR="00515200" w:rsidRPr="00171408" w:rsidRDefault="00A853E3">
      <w:pPr>
        <w:spacing w:after="0"/>
        <w:rPr>
          <w:lang w:val="kl-GL"/>
        </w:rPr>
      </w:pPr>
      <w:r w:rsidRPr="00171408">
        <w:rPr>
          <w:rStyle w:val="italic1"/>
          <w:rFonts w:ascii="Times New Roman" w:eastAsia="Times New Roman" w:hAnsi="Times New Roman" w:cs="Times New Roman"/>
          <w:i w:val="0"/>
          <w:iCs w:val="0"/>
          <w:sz w:val="22"/>
          <w:szCs w:val="22"/>
          <w:lang w:val="kl-GL" w:eastAsia="da-DK"/>
        </w:rPr>
        <w:t>Kalaallit Nunaanni sulinermi ajoqusernermut isumannaarineq pillugu inatsi</w:t>
      </w:r>
      <w:r w:rsidR="00CE02F1" w:rsidRPr="00171408">
        <w:rPr>
          <w:rStyle w:val="italic1"/>
          <w:rFonts w:ascii="Times New Roman" w:eastAsia="Times New Roman" w:hAnsi="Times New Roman" w:cs="Times New Roman"/>
          <w:i w:val="0"/>
          <w:iCs w:val="0"/>
          <w:sz w:val="22"/>
          <w:szCs w:val="22"/>
          <w:lang w:val="kl-GL" w:eastAsia="da-DK"/>
        </w:rPr>
        <w:t>t malillugu n</w:t>
      </w:r>
      <w:r w:rsidR="00CE02F1" w:rsidRPr="00171408">
        <w:rPr>
          <w:rFonts w:ascii="Times New Roman" w:hAnsi="Times New Roman" w:cs="Times New Roman"/>
          <w:lang w:val="kl-GL"/>
        </w:rPr>
        <w:t xml:space="preserve">erisaqarnermut aamma ineqarnermut akigititat immikkut ittut Akileraartarnermut Aqutsisoqarfiup akigititaanik taarserneqartussaammata, aamma </w:t>
      </w:r>
      <w:r w:rsidR="0086148F" w:rsidRPr="00171408">
        <w:rPr>
          <w:rFonts w:ascii="Times New Roman" w:hAnsi="Times New Roman" w:cs="Times New Roman"/>
          <w:lang w:val="kl-GL"/>
        </w:rPr>
        <w:t>aningaasartuutaanerusunik pilersitsisoqassaaq</w:t>
      </w:r>
      <w:r w:rsidR="00CE02F1" w:rsidRPr="00171408">
        <w:rPr>
          <w:rFonts w:ascii="Times New Roman" w:hAnsi="Times New Roman" w:cs="Times New Roman"/>
          <w:lang w:val="kl-GL"/>
        </w:rPr>
        <w:t xml:space="preserve">. Ajoqusertup ajoqusernini sioqqullugu nerisaqarnermi aamma ineqarnermi nalingisa ukiumut aningaasarsiaminut ilanngullugit </w:t>
      </w:r>
      <w:r w:rsidR="005E006B" w:rsidRPr="00171408">
        <w:rPr>
          <w:rFonts w:ascii="Times New Roman" w:hAnsi="Times New Roman" w:cs="Times New Roman"/>
          <w:lang w:val="kl-GL"/>
        </w:rPr>
        <w:t xml:space="preserve">naatsorsorneqarnissaannut </w:t>
      </w:r>
      <w:r w:rsidR="00CE02F1" w:rsidRPr="00171408">
        <w:rPr>
          <w:rFonts w:ascii="Times New Roman" w:hAnsi="Times New Roman" w:cs="Times New Roman"/>
          <w:lang w:val="kl-GL"/>
        </w:rPr>
        <w:t>pisinnaatitaaffeqartillugu, pisortat sulisitsisut pisumut ataatsimut 10.000 kr-</w:t>
      </w:r>
      <w:r w:rsidR="005E006B" w:rsidRPr="00171408">
        <w:rPr>
          <w:rFonts w:ascii="Times New Roman" w:hAnsi="Times New Roman" w:cs="Times New Roman"/>
          <w:lang w:val="kl-GL"/>
        </w:rPr>
        <w:t>i</w:t>
      </w:r>
      <w:r w:rsidR="00CE02F1" w:rsidRPr="00171408">
        <w:rPr>
          <w:rFonts w:ascii="Times New Roman" w:hAnsi="Times New Roman" w:cs="Times New Roman"/>
          <w:lang w:val="kl-GL"/>
        </w:rPr>
        <w:t>t miss. aningaasartuut</w:t>
      </w:r>
      <w:r w:rsidR="005E006B" w:rsidRPr="00171408">
        <w:rPr>
          <w:rFonts w:ascii="Times New Roman" w:hAnsi="Times New Roman" w:cs="Times New Roman"/>
          <w:lang w:val="kl-GL"/>
        </w:rPr>
        <w:t>aanerusut</w:t>
      </w:r>
      <w:r w:rsidR="00CE02F1" w:rsidRPr="00171408">
        <w:rPr>
          <w:rFonts w:ascii="Times New Roman" w:hAnsi="Times New Roman" w:cs="Times New Roman"/>
          <w:lang w:val="kl-GL"/>
        </w:rPr>
        <w:t xml:space="preserve"> nalaassavaat. </w:t>
      </w:r>
      <w:r w:rsidR="00977CA4" w:rsidRPr="00171408">
        <w:rPr>
          <w:rFonts w:ascii="Times New Roman" w:hAnsi="Times New Roman" w:cs="Times New Roman"/>
          <w:lang w:val="kl-GL"/>
        </w:rPr>
        <w:t>Missiliuunneqarpoq</w:t>
      </w:r>
      <w:r w:rsidR="00CE02F1" w:rsidRPr="00171408">
        <w:rPr>
          <w:rFonts w:ascii="Times New Roman" w:hAnsi="Times New Roman" w:cs="Times New Roman"/>
          <w:lang w:val="kl-GL"/>
        </w:rPr>
        <w:t xml:space="preserve">, ukiut </w:t>
      </w:r>
      <w:r w:rsidR="00D812CE" w:rsidRPr="00171408">
        <w:rPr>
          <w:rFonts w:ascii="Times New Roman" w:hAnsi="Times New Roman" w:cs="Times New Roman"/>
          <w:lang w:val="kl-GL"/>
        </w:rPr>
        <w:t xml:space="preserve">amerlasuut ingerlaneranni </w:t>
      </w:r>
      <w:r w:rsidR="00CE02F1" w:rsidRPr="00171408">
        <w:rPr>
          <w:rFonts w:ascii="Times New Roman" w:hAnsi="Times New Roman" w:cs="Times New Roman"/>
          <w:lang w:val="kl-GL"/>
        </w:rPr>
        <w:t>ataasiaannartumik taamatut pisoqartarnissaa.</w:t>
      </w:r>
    </w:p>
    <w:p w14:paraId="1119ED15" w14:textId="77777777" w:rsidR="00515200" w:rsidRPr="00171408" w:rsidRDefault="00515200">
      <w:pPr>
        <w:spacing w:after="0"/>
        <w:rPr>
          <w:rFonts w:ascii="Times New Roman" w:hAnsi="Times New Roman" w:cs="Times New Roman"/>
          <w:lang w:val="kl-GL"/>
        </w:rPr>
      </w:pPr>
    </w:p>
    <w:p w14:paraId="2AA900A4" w14:textId="259D760E" w:rsidR="00515200" w:rsidRPr="00171408" w:rsidRDefault="00CE02F1">
      <w:pPr>
        <w:rPr>
          <w:rFonts w:ascii="Times New Roman" w:hAnsi="Times New Roman"/>
          <w:lang w:val="kl-GL"/>
        </w:rPr>
      </w:pPr>
      <w:r w:rsidRPr="00171408">
        <w:rPr>
          <w:rFonts w:ascii="Times New Roman" w:hAnsi="Times New Roman" w:cs="Times New Roman"/>
          <w:lang w:val="kl-GL"/>
        </w:rPr>
        <w:lastRenderedPageBreak/>
        <w:t xml:space="preserve">Inatsisissatut siunnersuutip inatsisinut digitalinngorsaanermut piareersimasunut tunngaviit malippai,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nalunaarutiginninnissamut piumasaqaatinik tulluarsaaneq</w:t>
      </w:r>
      <w:r w:rsidR="00652EB0" w:rsidRPr="00171408">
        <w:rPr>
          <w:rFonts w:ascii="Times New Roman" w:hAnsi="Times New Roman" w:cs="Times New Roman"/>
          <w:lang w:val="kl-GL"/>
        </w:rPr>
        <w:t xml:space="preserve"> nalilerneqarpoq</w:t>
      </w:r>
      <w:r w:rsidRPr="00171408">
        <w:rPr>
          <w:rFonts w:ascii="Times New Roman" w:hAnsi="Times New Roman" w:cs="Times New Roman"/>
          <w:lang w:val="kl-GL"/>
        </w:rPr>
        <w:t xml:space="preserve">, malittarisassat pisariitsuunissaannik aamma erseqqissuunissaannik tunngavimmut 1-imut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taaguutit </w:t>
      </w:r>
      <w:r w:rsidR="00D17758" w:rsidRPr="00171408">
        <w:rPr>
          <w:rFonts w:ascii="Times New Roman" w:hAnsi="Times New Roman" w:cs="Times New Roman"/>
          <w:lang w:val="kl-GL"/>
        </w:rPr>
        <w:t>paasissutissallu</w:t>
      </w:r>
      <w:r w:rsidRPr="00171408">
        <w:rPr>
          <w:rFonts w:ascii="Times New Roman" w:hAnsi="Times New Roman" w:cs="Times New Roman"/>
          <w:lang w:val="kl-GL"/>
        </w:rPr>
        <w:t xml:space="preserve"> assigiiaartut tamakkerlutik imminnut atatqatigiinnissaannut tunngavimmut 4-mut </w:t>
      </w:r>
      <w:r w:rsidR="009135A7" w:rsidRPr="00171408">
        <w:rPr>
          <w:rFonts w:ascii="Times New Roman" w:hAnsi="Times New Roman" w:cs="Times New Roman"/>
          <w:lang w:val="kl-GL"/>
        </w:rPr>
        <w:t xml:space="preserve">immikkut </w:t>
      </w:r>
      <w:r w:rsidRPr="00171408">
        <w:rPr>
          <w:rFonts w:ascii="Times New Roman" w:hAnsi="Times New Roman" w:cs="Times New Roman"/>
          <w:lang w:val="kl-GL"/>
        </w:rPr>
        <w:t>isumaginninnera.</w:t>
      </w:r>
    </w:p>
    <w:p w14:paraId="308A6E64" w14:textId="24C6C9CF" w:rsidR="00515200" w:rsidRPr="00171408" w:rsidRDefault="00CE02F1">
      <w:pPr>
        <w:rPr>
          <w:rFonts w:ascii="Times New Roman" w:hAnsi="Times New Roman"/>
          <w:lang w:val="kl-GL"/>
        </w:rPr>
      </w:pPr>
      <w:r w:rsidRPr="00171408">
        <w:rPr>
          <w:rFonts w:ascii="Times New Roman" w:hAnsi="Times New Roman" w:cs="Times New Roman"/>
          <w:lang w:val="kl-GL"/>
        </w:rPr>
        <w:t xml:space="preserve">Inatsisissatut siunnersuutip </w:t>
      </w:r>
      <w:r w:rsidR="009135A7" w:rsidRPr="00171408">
        <w:rPr>
          <w:rFonts w:ascii="Times New Roman" w:hAnsi="Times New Roman" w:cs="Times New Roman"/>
          <w:lang w:val="kl-GL"/>
        </w:rPr>
        <w:t xml:space="preserve">piviusunngortinneqarnera </w:t>
      </w:r>
      <w:r w:rsidRPr="00171408">
        <w:rPr>
          <w:rFonts w:ascii="Times New Roman" w:hAnsi="Times New Roman" w:cs="Times New Roman"/>
          <w:lang w:val="kl-GL"/>
        </w:rPr>
        <w:t>pisortanut kinguneqassanngitsoq nalilerneqarpoq.</w:t>
      </w:r>
    </w:p>
    <w:p w14:paraId="49B9D1DD" w14:textId="3567D631" w:rsidR="00515200" w:rsidRPr="00171408" w:rsidRDefault="00CE02F1">
      <w:pPr>
        <w:pStyle w:val="Ingenafstand"/>
        <w:numPr>
          <w:ilvl w:val="0"/>
          <w:numId w:val="8"/>
        </w:numPr>
        <w:tabs>
          <w:tab w:val="left" w:pos="426"/>
        </w:tabs>
        <w:rPr>
          <w:rFonts w:ascii="Times New Roman" w:hAnsi="Times New Roman"/>
          <w:lang w:val="kl-GL"/>
        </w:rPr>
      </w:pPr>
      <w:r w:rsidRPr="00171408">
        <w:rPr>
          <w:rFonts w:ascii="Times New Roman" w:eastAsia="Times New Roman" w:hAnsi="Times New Roman" w:cs="Times New Roman"/>
          <w:b/>
          <w:bCs/>
          <w:color w:val="000000"/>
          <w:lang w:val="kl-GL" w:eastAsia="da-DK"/>
        </w:rPr>
        <w:t xml:space="preserve">Inuussutissarsiortut </w:t>
      </w:r>
      <w:r w:rsidR="00545D4A" w:rsidRPr="00171408">
        <w:rPr>
          <w:rFonts w:ascii="Times New Roman" w:eastAsia="Times New Roman" w:hAnsi="Times New Roman" w:cs="Times New Roman"/>
          <w:b/>
          <w:bCs/>
          <w:color w:val="000000"/>
          <w:lang w:val="kl-GL" w:eastAsia="da-DK"/>
        </w:rPr>
        <w:t>il.il.</w:t>
      </w:r>
      <w:r w:rsidRPr="00171408">
        <w:rPr>
          <w:rFonts w:ascii="Times New Roman" w:eastAsia="Times New Roman" w:hAnsi="Times New Roman" w:cs="Times New Roman"/>
          <w:b/>
          <w:bCs/>
          <w:color w:val="000000"/>
          <w:lang w:val="kl-GL" w:eastAsia="da-DK"/>
        </w:rPr>
        <w:t xml:space="preserve"> aningaasaqarn</w:t>
      </w:r>
      <w:r w:rsidR="00B473A9" w:rsidRPr="00171408">
        <w:rPr>
          <w:rFonts w:ascii="Times New Roman" w:eastAsia="Times New Roman" w:hAnsi="Times New Roman" w:cs="Times New Roman"/>
          <w:b/>
          <w:bCs/>
          <w:color w:val="000000"/>
          <w:lang w:val="kl-GL" w:eastAsia="da-DK"/>
        </w:rPr>
        <w:t>ikku</w:t>
      </w:r>
      <w:r w:rsidRPr="00171408">
        <w:rPr>
          <w:rFonts w:ascii="Times New Roman" w:eastAsia="Times New Roman" w:hAnsi="Times New Roman" w:cs="Times New Roman"/>
          <w:b/>
          <w:bCs/>
          <w:color w:val="000000"/>
          <w:lang w:val="kl-GL" w:eastAsia="da-DK"/>
        </w:rPr>
        <w:t xml:space="preserve">t aamma </w:t>
      </w:r>
      <w:r w:rsidR="00B473A9" w:rsidRPr="00171408">
        <w:rPr>
          <w:rFonts w:ascii="Times New Roman" w:eastAsia="Times New Roman" w:hAnsi="Times New Roman" w:cs="Times New Roman"/>
          <w:b/>
          <w:bCs/>
          <w:color w:val="000000"/>
          <w:lang w:val="kl-GL" w:eastAsia="da-DK"/>
        </w:rPr>
        <w:t xml:space="preserve">allaffissornikkut </w:t>
      </w:r>
      <w:r w:rsidRPr="00171408">
        <w:rPr>
          <w:rFonts w:ascii="Times New Roman" w:eastAsia="Times New Roman" w:hAnsi="Times New Roman" w:cs="Times New Roman"/>
          <w:b/>
          <w:bCs/>
          <w:color w:val="000000"/>
          <w:lang w:val="kl-GL" w:eastAsia="da-DK"/>
        </w:rPr>
        <w:t>kingunerisa</w:t>
      </w:r>
      <w:r w:rsidR="00B473A9" w:rsidRPr="00171408">
        <w:rPr>
          <w:rFonts w:ascii="Times New Roman" w:eastAsia="Times New Roman" w:hAnsi="Times New Roman" w:cs="Times New Roman"/>
          <w:b/>
          <w:bCs/>
          <w:color w:val="000000"/>
          <w:lang w:val="kl-GL" w:eastAsia="da-DK"/>
        </w:rPr>
        <w:t>ssai</w:t>
      </w:r>
    </w:p>
    <w:p w14:paraId="78B4D576" w14:textId="77777777" w:rsidR="00515200" w:rsidRPr="00171408" w:rsidRDefault="00515200">
      <w:pPr>
        <w:pStyle w:val="Ingenafstand"/>
        <w:tabs>
          <w:tab w:val="left" w:pos="426"/>
        </w:tabs>
        <w:rPr>
          <w:rFonts w:ascii="Times New Roman" w:eastAsia="Times New Roman" w:hAnsi="Times New Roman" w:cs="Times New Roman"/>
          <w:b/>
          <w:bCs/>
          <w:color w:val="000000"/>
          <w:lang w:val="kl-GL" w:eastAsia="da-DK"/>
        </w:rPr>
      </w:pPr>
    </w:p>
    <w:p w14:paraId="4C6E0953" w14:textId="6EB33F31" w:rsidR="00515200" w:rsidRPr="00171408" w:rsidRDefault="00B473A9">
      <w:pPr>
        <w:rPr>
          <w:rFonts w:ascii="Times New Roman" w:hAnsi="Times New Roman"/>
          <w:lang w:val="kl-GL"/>
        </w:rPr>
      </w:pPr>
      <w:r w:rsidRPr="00171408">
        <w:rPr>
          <w:rFonts w:ascii="Times New Roman" w:hAnsi="Times New Roman" w:cs="Times New Roman"/>
          <w:lang w:val="kl-GL"/>
        </w:rPr>
        <w:t xml:space="preserve">Inuussutissarsiornermut </w:t>
      </w:r>
      <w:r w:rsidR="00CE02F1" w:rsidRPr="00171408">
        <w:rPr>
          <w:rFonts w:ascii="Times New Roman" w:hAnsi="Times New Roman" w:cs="Times New Roman"/>
          <w:lang w:val="kl-GL"/>
        </w:rPr>
        <w:t xml:space="preserve">tunngatillugu uummaarissumik </w:t>
      </w:r>
      <w:r w:rsidR="00E65CDA" w:rsidRPr="00171408">
        <w:rPr>
          <w:rFonts w:ascii="Times New Roman" w:hAnsi="Times New Roman" w:cs="Times New Roman"/>
          <w:lang w:val="kl-GL"/>
        </w:rPr>
        <w:t>nal</w:t>
      </w:r>
      <w:r w:rsidR="006D7510" w:rsidRPr="00171408">
        <w:rPr>
          <w:rFonts w:ascii="Times New Roman" w:hAnsi="Times New Roman" w:cs="Times New Roman"/>
          <w:lang w:val="kl-GL"/>
        </w:rPr>
        <w:t>eqqu</w:t>
      </w:r>
      <w:r w:rsidR="00E65CDA" w:rsidRPr="00171408">
        <w:rPr>
          <w:rFonts w:ascii="Times New Roman" w:hAnsi="Times New Roman" w:cs="Times New Roman"/>
          <w:lang w:val="kl-GL"/>
        </w:rPr>
        <w:t xml:space="preserve">ssaanermut </w:t>
      </w:r>
      <w:r w:rsidR="00CE02F1" w:rsidRPr="00171408">
        <w:rPr>
          <w:rFonts w:ascii="Times New Roman" w:hAnsi="Times New Roman" w:cs="Times New Roman"/>
          <w:lang w:val="kl-GL"/>
        </w:rPr>
        <w:t>tunngaviit tallimat, teknolog</w:t>
      </w:r>
      <w:r w:rsidR="0063672A" w:rsidRPr="00171408">
        <w:rPr>
          <w:rFonts w:ascii="Times New Roman" w:hAnsi="Times New Roman" w:cs="Times New Roman"/>
          <w:lang w:val="kl-GL"/>
        </w:rPr>
        <w:t>i</w:t>
      </w:r>
      <w:r w:rsidR="00CE02F1" w:rsidRPr="00171408">
        <w:rPr>
          <w:rFonts w:ascii="Times New Roman" w:hAnsi="Times New Roman" w:cs="Times New Roman"/>
          <w:lang w:val="kl-GL"/>
        </w:rPr>
        <w:t xml:space="preserve">it digitaliusut </w:t>
      </w:r>
      <w:r w:rsidR="00C3269E" w:rsidRPr="00171408">
        <w:rPr>
          <w:rFonts w:ascii="Times New Roman" w:hAnsi="Times New Roman" w:cs="Times New Roman"/>
          <w:lang w:val="kl-GL"/>
        </w:rPr>
        <w:t>aamma</w:t>
      </w:r>
      <w:r w:rsidR="00CE02F1" w:rsidRPr="00171408">
        <w:rPr>
          <w:rFonts w:ascii="Times New Roman" w:hAnsi="Times New Roman" w:cs="Times New Roman"/>
          <w:lang w:val="kl-GL"/>
        </w:rPr>
        <w:t xml:space="preserve"> niueriaatsit nutaat atornissaannik oqilisaassisussat, inatsisissatut siunnersuummut </w:t>
      </w:r>
      <w:r w:rsidR="0063672A" w:rsidRPr="00171408">
        <w:rPr>
          <w:rFonts w:ascii="Times New Roman" w:hAnsi="Times New Roman" w:cs="Times New Roman"/>
          <w:lang w:val="kl-GL"/>
        </w:rPr>
        <w:t xml:space="preserve">matumunnga </w:t>
      </w:r>
      <w:r w:rsidR="00CE02F1" w:rsidRPr="00171408">
        <w:rPr>
          <w:rFonts w:ascii="Times New Roman" w:hAnsi="Times New Roman" w:cs="Times New Roman"/>
          <w:lang w:val="kl-GL"/>
        </w:rPr>
        <w:t xml:space="preserve">sunniuteqannginnissaat nalilerneqarpoq, tassami </w:t>
      </w:r>
      <w:r w:rsidR="0063672A" w:rsidRPr="00171408">
        <w:rPr>
          <w:rFonts w:ascii="Times New Roman" w:hAnsi="Times New Roman" w:cs="Times New Roman"/>
          <w:lang w:val="kl-GL"/>
        </w:rPr>
        <w:t>nalimmassaanerit</w:t>
      </w:r>
      <w:r w:rsidR="00CE02F1" w:rsidRPr="00171408">
        <w:rPr>
          <w:rFonts w:ascii="Times New Roman" w:hAnsi="Times New Roman" w:cs="Times New Roman"/>
          <w:lang w:val="kl-GL"/>
        </w:rPr>
        <w:t>, sulin</w:t>
      </w:r>
      <w:r w:rsidR="0063672A" w:rsidRPr="00171408">
        <w:rPr>
          <w:rFonts w:ascii="Times New Roman" w:hAnsi="Times New Roman" w:cs="Times New Roman"/>
          <w:lang w:val="kl-GL"/>
        </w:rPr>
        <w:t>erm</w:t>
      </w:r>
      <w:r w:rsidR="00CE02F1" w:rsidRPr="00171408">
        <w:rPr>
          <w:rFonts w:ascii="Times New Roman" w:hAnsi="Times New Roman" w:cs="Times New Roman"/>
          <w:lang w:val="kl-GL"/>
        </w:rPr>
        <w:t>i ajutoornerit pillugit nalunaarutiginninnissamut malittarisassat ataatsimoorussat kingunerisaat, sulitsisut allaffissornerannut kinguneqa</w:t>
      </w:r>
      <w:r w:rsidR="00037D37" w:rsidRPr="00171408">
        <w:rPr>
          <w:rFonts w:ascii="Times New Roman" w:hAnsi="Times New Roman" w:cs="Times New Roman"/>
          <w:lang w:val="kl-GL"/>
        </w:rPr>
        <w:t>rtussaanngitsutut</w:t>
      </w:r>
      <w:r w:rsidR="00CE02F1" w:rsidRPr="00171408">
        <w:rPr>
          <w:rFonts w:ascii="Times New Roman" w:hAnsi="Times New Roman" w:cs="Times New Roman"/>
          <w:lang w:val="kl-GL"/>
        </w:rPr>
        <w:t xml:space="preserve"> nalilerneqarmat.</w:t>
      </w:r>
    </w:p>
    <w:p w14:paraId="34689FED" w14:textId="2D109B42" w:rsidR="00515200" w:rsidRPr="00171408" w:rsidRDefault="00CE02F1">
      <w:pPr>
        <w:rPr>
          <w:rFonts w:ascii="Times New Roman" w:hAnsi="Times New Roman"/>
          <w:lang w:val="kl-GL"/>
        </w:rPr>
      </w:pPr>
      <w:r w:rsidRPr="00171408">
        <w:rPr>
          <w:rFonts w:ascii="Times New Roman" w:hAnsi="Times New Roman" w:cs="Times New Roman"/>
          <w:lang w:val="kl-GL"/>
        </w:rPr>
        <w:t xml:space="preserve">Inatsisissatut siunnersuutip Kalaallit Nunaanni inuussutissarsiortunut aningaasaqarnikkut ataatsimut kingunerisassai annikitsuinnaasussatut </w:t>
      </w:r>
      <w:r w:rsidR="0063474B" w:rsidRPr="00171408">
        <w:rPr>
          <w:rFonts w:ascii="Times New Roman" w:hAnsi="Times New Roman" w:cs="Times New Roman"/>
          <w:lang w:val="kl-GL"/>
        </w:rPr>
        <w:t>missiliuunneqarput</w:t>
      </w:r>
      <w:r w:rsidRPr="00171408">
        <w:rPr>
          <w:rFonts w:ascii="Times New Roman" w:hAnsi="Times New Roman" w:cs="Times New Roman"/>
          <w:lang w:val="kl-GL"/>
        </w:rPr>
        <w:t xml:space="preserve">. Taamaattoq qaammatisiutit ukiuanni ataatsimi aningaasaqarnikkut nikerartoqarsinnaassaaq. Siumoortumik nalileruminaappoq, aningaasartuutit appariassanersut imaluunniit qaffariassanersut. Annertuumik qularnaatilimmik </w:t>
      </w:r>
      <w:r w:rsidR="001003D4" w:rsidRPr="00171408">
        <w:rPr>
          <w:rFonts w:ascii="Times New Roman" w:hAnsi="Times New Roman" w:cs="Times New Roman"/>
          <w:lang w:val="kl-GL"/>
        </w:rPr>
        <w:t>missiliuunneqarpoq</w:t>
      </w:r>
      <w:r w:rsidRPr="00171408">
        <w:rPr>
          <w:rFonts w:ascii="Times New Roman" w:hAnsi="Times New Roman" w:cs="Times New Roman"/>
          <w:lang w:val="kl-GL"/>
        </w:rPr>
        <w:t>, inatsisissatut siunnersuut agguaqatigii</w:t>
      </w:r>
      <w:r w:rsidR="00682C7A" w:rsidRPr="00171408">
        <w:rPr>
          <w:rFonts w:ascii="Times New Roman" w:hAnsi="Times New Roman" w:cs="Times New Roman"/>
          <w:lang w:val="kl-GL"/>
        </w:rPr>
        <w:t>s</w:t>
      </w:r>
      <w:r w:rsidRPr="00171408">
        <w:rPr>
          <w:rFonts w:ascii="Times New Roman" w:hAnsi="Times New Roman" w:cs="Times New Roman"/>
          <w:lang w:val="kl-GL"/>
        </w:rPr>
        <w:t>sillugu, ukiut arlallit ingerlanerini, Kalaallit Nunaanni inuussutissarsiortut aningaasartuutaat annikitsumik appariarnissaat ukiumut 400.000 kr-it angullugit.</w:t>
      </w:r>
    </w:p>
    <w:p w14:paraId="2CCC1AB8" w14:textId="3EFED4E6" w:rsidR="00515200" w:rsidRPr="00171408" w:rsidRDefault="00CE02F1">
      <w:pPr>
        <w:rPr>
          <w:lang w:val="kl-GL"/>
        </w:rPr>
      </w:pPr>
      <w:r w:rsidRPr="00171408">
        <w:rPr>
          <w:rFonts w:ascii="Times New Roman" w:hAnsi="Times New Roman" w:cs="Times New Roman"/>
          <w:lang w:val="kl-GL"/>
        </w:rPr>
        <w:t>Siunnersuutip kingunerissavaa, sulisitsisut sulin</w:t>
      </w:r>
      <w:r w:rsidR="00ED36DB" w:rsidRPr="00171408">
        <w:rPr>
          <w:rFonts w:ascii="Times New Roman" w:hAnsi="Times New Roman" w:cs="Times New Roman"/>
          <w:lang w:val="kl-GL"/>
        </w:rPr>
        <w:t>erm</w:t>
      </w:r>
      <w:r w:rsidRPr="00171408">
        <w:rPr>
          <w:rFonts w:ascii="Times New Roman" w:hAnsi="Times New Roman" w:cs="Times New Roman"/>
          <w:lang w:val="kl-GL"/>
        </w:rPr>
        <w:t>i ajoqusernernut taarsiissutinut aningaasartuuteqarnissaat. Sulisitsisut namminersortut, ingerlaavartumik taarsiissutinik ataatsikkut tunniutassanngortitsinermut tunngaviit (</w:t>
      </w:r>
      <w:r w:rsidR="00A921F4" w:rsidRPr="00171408">
        <w:rPr>
          <w:rFonts w:ascii="Times New Roman" w:hAnsi="Times New Roman" w:cs="Times New Roman"/>
          <w:lang w:val="kl-GL"/>
        </w:rPr>
        <w:t>t</w:t>
      </w:r>
      <w:r w:rsidR="00ED36DB" w:rsidRPr="00171408">
        <w:rPr>
          <w:rFonts w:ascii="Times New Roman" w:hAnsi="Times New Roman" w:cs="Times New Roman"/>
          <w:lang w:val="kl-GL"/>
        </w:rPr>
        <w:t>aarsigassarsiat aningaasanngortinneqarnerannut naleqqersuut</w:t>
      </w:r>
      <w:r w:rsidR="00A979C7" w:rsidRPr="00171408">
        <w:rPr>
          <w:rFonts w:ascii="Times New Roman" w:hAnsi="Times New Roman" w:cs="Times New Roman"/>
          <w:lang w:val="kl-GL"/>
        </w:rPr>
        <w:t>it</w:t>
      </w:r>
      <w:r w:rsidRPr="00171408">
        <w:rPr>
          <w:rFonts w:ascii="Times New Roman" w:hAnsi="Times New Roman" w:cs="Times New Roman"/>
          <w:lang w:val="kl-GL"/>
        </w:rPr>
        <w:t xml:space="preserve">ut taagorneqartut) taarserneqarnerisa kingunerisaannik aningaasartuutimi nikerarnerat nalaassavaat,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w:t>
      </w:r>
      <w:r w:rsidR="00A853E3" w:rsidRPr="00171408">
        <w:rPr>
          <w:rStyle w:val="italic1"/>
          <w:rFonts w:ascii="Times New Roman" w:eastAsia="Times New Roman" w:hAnsi="Times New Roman" w:cs="Times New Roman"/>
          <w:i w:val="0"/>
          <w:iCs w:val="0"/>
          <w:sz w:val="22"/>
          <w:szCs w:val="22"/>
          <w:lang w:val="kl-GL" w:eastAsia="da-DK"/>
        </w:rPr>
        <w:t>Kalaallit Nunaanni sulinermi ajoqusernermut isumannaarineq pillugu inatsi</w:t>
      </w:r>
      <w:r w:rsidRPr="00171408">
        <w:rPr>
          <w:rStyle w:val="italic1"/>
          <w:rFonts w:ascii="Times New Roman" w:eastAsia="Times New Roman" w:hAnsi="Times New Roman" w:cs="Times New Roman"/>
          <w:i w:val="0"/>
          <w:iCs w:val="0"/>
          <w:sz w:val="22"/>
          <w:szCs w:val="22"/>
          <w:lang w:val="kl-GL" w:eastAsia="da-DK"/>
        </w:rPr>
        <w:t xml:space="preserve">t malillugu nerisaqarnermut aamma ineqarnermut akigititat immikkut ittut Akileraartarnermut Aqutsisoqarfiup akigititaanik taarserneqarnerisa malitsigisaannik malunnaatilimmik </w:t>
      </w:r>
      <w:r w:rsidRPr="00171408">
        <w:rPr>
          <w:rFonts w:ascii="Times New Roman" w:hAnsi="Times New Roman" w:cs="Times New Roman"/>
          <w:lang w:val="kl-GL"/>
        </w:rPr>
        <w:t>annikinnerusumik.</w:t>
      </w:r>
    </w:p>
    <w:p w14:paraId="2D29D398" w14:textId="09136EA4" w:rsidR="00515200" w:rsidRPr="00171408" w:rsidRDefault="00A853E3">
      <w:pPr>
        <w:rPr>
          <w:lang w:val="kl-GL"/>
        </w:rPr>
      </w:pPr>
      <w:r w:rsidRPr="00171408">
        <w:rPr>
          <w:rStyle w:val="italic1"/>
          <w:rFonts w:ascii="Times New Roman" w:eastAsia="Times New Roman" w:hAnsi="Times New Roman" w:cs="Times New Roman"/>
          <w:i w:val="0"/>
          <w:iCs w:val="0"/>
          <w:sz w:val="22"/>
          <w:szCs w:val="22"/>
          <w:lang w:val="kl-GL" w:eastAsia="da-DK"/>
        </w:rPr>
        <w:t>Kalaallit Nunaanni sulinermi ajoqusernermut isumannaarineq pillugu inatsi</w:t>
      </w:r>
      <w:r w:rsidR="00CE02F1" w:rsidRPr="00171408">
        <w:rPr>
          <w:rStyle w:val="italic1"/>
          <w:rFonts w:ascii="Times New Roman" w:eastAsia="Times New Roman" w:hAnsi="Times New Roman" w:cs="Times New Roman"/>
          <w:i w:val="0"/>
          <w:iCs w:val="0"/>
          <w:sz w:val="22"/>
          <w:szCs w:val="22"/>
          <w:lang w:val="kl-GL" w:eastAsia="da-DK"/>
        </w:rPr>
        <w:t xml:space="preserve">t malillugu </w:t>
      </w:r>
      <w:r w:rsidR="00A921F4" w:rsidRPr="00171408">
        <w:rPr>
          <w:rFonts w:ascii="Times New Roman" w:hAnsi="Times New Roman" w:cs="Times New Roman"/>
          <w:lang w:val="kl-GL"/>
        </w:rPr>
        <w:t xml:space="preserve">taarsigassarsiat aningaasanngortinneqarnerannut naleqqersuutit </w:t>
      </w:r>
      <w:r w:rsidR="00CE02F1" w:rsidRPr="00171408">
        <w:rPr>
          <w:rFonts w:ascii="Times New Roman" w:hAnsi="Times New Roman" w:cs="Times New Roman"/>
          <w:lang w:val="kl-GL"/>
        </w:rPr>
        <w:t xml:space="preserve">atuuttut tunniussinerup nalaani immikkuualuttunik marlunnik apeqqutaatitsipput, tassunga </w:t>
      </w:r>
      <w:r w:rsidR="000F63B0" w:rsidRPr="00171408">
        <w:rPr>
          <w:rFonts w:ascii="Times New Roman" w:hAnsi="Times New Roman" w:cs="Times New Roman"/>
          <w:lang w:val="kl-GL"/>
        </w:rPr>
        <w:t xml:space="preserve">ilanngullugit </w:t>
      </w:r>
      <w:r w:rsidR="00CE02F1" w:rsidRPr="00171408">
        <w:rPr>
          <w:rFonts w:ascii="Times New Roman" w:hAnsi="Times New Roman" w:cs="Times New Roman"/>
          <w:lang w:val="kl-GL"/>
        </w:rPr>
        <w:t>toqusoqar</w:t>
      </w:r>
      <w:r w:rsidR="00DF64DB" w:rsidRPr="00171408">
        <w:rPr>
          <w:rFonts w:ascii="Times New Roman" w:hAnsi="Times New Roman" w:cs="Times New Roman"/>
          <w:lang w:val="kl-GL"/>
        </w:rPr>
        <w:t>tar</w:t>
      </w:r>
      <w:r w:rsidR="00CE02F1" w:rsidRPr="00171408">
        <w:rPr>
          <w:rFonts w:ascii="Times New Roman" w:hAnsi="Times New Roman" w:cs="Times New Roman"/>
          <w:lang w:val="kl-GL"/>
        </w:rPr>
        <w:t xml:space="preserve">nermut tunngatillugu piumasaqaatit aamma erniat qaffasissusaat. </w:t>
      </w:r>
      <w:r w:rsidR="003A2F47" w:rsidRPr="00171408">
        <w:rPr>
          <w:rFonts w:ascii="Times New Roman" w:hAnsi="Times New Roman" w:cs="Times New Roman"/>
          <w:lang w:val="kl-GL"/>
        </w:rPr>
        <w:t>taarsigassarsiat aningaasanngortinneqarnerannut naleqqersuutit</w:t>
      </w:r>
      <w:r w:rsidR="00CE02F1" w:rsidRPr="00171408">
        <w:rPr>
          <w:rFonts w:ascii="Times New Roman" w:hAnsi="Times New Roman" w:cs="Times New Roman"/>
          <w:lang w:val="kl-GL"/>
        </w:rPr>
        <w:t xml:space="preserve"> aalaja</w:t>
      </w:r>
      <w:r w:rsidR="003A2F47" w:rsidRPr="00171408">
        <w:rPr>
          <w:rFonts w:ascii="Times New Roman" w:hAnsi="Times New Roman" w:cs="Times New Roman"/>
          <w:lang w:val="kl-GL"/>
        </w:rPr>
        <w:t>n</w:t>
      </w:r>
      <w:r w:rsidR="00CE02F1" w:rsidRPr="00171408">
        <w:rPr>
          <w:rFonts w:ascii="Times New Roman" w:hAnsi="Times New Roman" w:cs="Times New Roman"/>
          <w:lang w:val="kl-GL"/>
        </w:rPr>
        <w:t>gersarneqartarput ukiunut ilivitsunut, tamanna isumaqarluni, ajoqusertut qaammatinngorlugit utoqqaassusaata ape</w:t>
      </w:r>
      <w:r w:rsidR="003A2F47" w:rsidRPr="00171408">
        <w:rPr>
          <w:rFonts w:ascii="Times New Roman" w:hAnsi="Times New Roman" w:cs="Times New Roman"/>
          <w:lang w:val="kl-GL"/>
        </w:rPr>
        <w:t>q</w:t>
      </w:r>
      <w:r w:rsidR="00CE02F1" w:rsidRPr="00171408">
        <w:rPr>
          <w:rFonts w:ascii="Times New Roman" w:hAnsi="Times New Roman" w:cs="Times New Roman"/>
          <w:lang w:val="kl-GL"/>
        </w:rPr>
        <w:t xml:space="preserve">quutaatinneqannginneranik. Taamaalilluni </w:t>
      </w:r>
      <w:r w:rsidR="00D05781" w:rsidRPr="00171408">
        <w:rPr>
          <w:rFonts w:ascii="Times New Roman" w:hAnsi="Times New Roman" w:cs="Times New Roman"/>
          <w:lang w:val="kl-GL"/>
        </w:rPr>
        <w:t>taarsigassarsiat aningaasanngortinneqarnerannut naleqqersuummut</w:t>
      </w:r>
      <w:r w:rsidR="00CE02F1" w:rsidRPr="00171408">
        <w:rPr>
          <w:rFonts w:ascii="Times New Roman" w:hAnsi="Times New Roman" w:cs="Times New Roman"/>
          <w:lang w:val="kl-GL"/>
        </w:rPr>
        <w:t xml:space="preserve"> ilaavoq toqusoqar</w:t>
      </w:r>
      <w:r w:rsidR="00DF64DB" w:rsidRPr="00171408">
        <w:rPr>
          <w:rFonts w:ascii="Times New Roman" w:hAnsi="Times New Roman" w:cs="Times New Roman"/>
          <w:lang w:val="kl-GL"/>
        </w:rPr>
        <w:t>tar</w:t>
      </w:r>
      <w:r w:rsidR="00CE02F1" w:rsidRPr="00171408">
        <w:rPr>
          <w:rFonts w:ascii="Times New Roman" w:hAnsi="Times New Roman" w:cs="Times New Roman"/>
          <w:lang w:val="kl-GL"/>
        </w:rPr>
        <w:t xml:space="preserve">nermut tunngavik </w:t>
      </w:r>
      <w:r w:rsidR="00D05781" w:rsidRPr="00171408">
        <w:rPr>
          <w:rFonts w:ascii="Times New Roman" w:hAnsi="Times New Roman" w:cs="Times New Roman"/>
          <w:lang w:val="kl-GL"/>
        </w:rPr>
        <w:t>suiaassutsimut tunngasoq ilaavoq</w:t>
      </w:r>
      <w:r w:rsidR="00CE02F1" w:rsidRPr="00171408">
        <w:rPr>
          <w:rFonts w:ascii="Times New Roman" w:hAnsi="Times New Roman" w:cs="Times New Roman"/>
          <w:lang w:val="kl-GL"/>
        </w:rPr>
        <w:t>, U74-</w:t>
      </w:r>
      <w:r w:rsidR="00D05781" w:rsidRPr="00171408">
        <w:rPr>
          <w:rFonts w:ascii="Times New Roman" w:hAnsi="Times New Roman" w:cs="Times New Roman"/>
          <w:lang w:val="kl-GL"/>
        </w:rPr>
        <w:t xml:space="preserve">imut naleqqersuutitut </w:t>
      </w:r>
      <w:r w:rsidR="00CE02F1" w:rsidRPr="00171408">
        <w:rPr>
          <w:rFonts w:ascii="Times New Roman" w:hAnsi="Times New Roman" w:cs="Times New Roman"/>
          <w:lang w:val="kl-GL"/>
        </w:rPr>
        <w:t>taagorneqartoq, Danmarkimi 1960-ikkunni aamma 1970-ikkunni toqusoqar</w:t>
      </w:r>
      <w:r w:rsidR="00DF64DB" w:rsidRPr="00171408">
        <w:rPr>
          <w:rFonts w:ascii="Times New Roman" w:hAnsi="Times New Roman" w:cs="Times New Roman"/>
          <w:lang w:val="kl-GL"/>
        </w:rPr>
        <w:t>tar</w:t>
      </w:r>
      <w:r w:rsidR="00CE02F1" w:rsidRPr="00171408">
        <w:rPr>
          <w:rFonts w:ascii="Times New Roman" w:hAnsi="Times New Roman" w:cs="Times New Roman"/>
          <w:lang w:val="kl-GL"/>
        </w:rPr>
        <w:t>nermut takussutissaasoq. Tamatuma saniatigut 10 pct-imik qaffasissusilittut aalajangersarneqartoq immikkuualuttutut ilaatinneqarpoq, aningaasat siunissami ernialersorneqarnissaannut Danmarkimi 1970-ikkunni erniat qaffasissusaannut assingusumik, ataatsikkut tunniutassanngortitaniit ukiut tamaasa ilanngaatigineqartoq, taarsiissutit atorunnaarnissaasa tungaannut sinneruttunut.</w:t>
      </w:r>
    </w:p>
    <w:p w14:paraId="38A74463" w14:textId="3D298B13" w:rsidR="00515200" w:rsidRPr="00171408" w:rsidRDefault="00CE02F1">
      <w:pPr>
        <w:rPr>
          <w:rFonts w:ascii="Times New Roman" w:hAnsi="Times New Roman"/>
          <w:lang w:val="kl-GL"/>
        </w:rPr>
      </w:pPr>
      <w:r w:rsidRPr="00171408">
        <w:rPr>
          <w:rFonts w:ascii="Times New Roman" w:hAnsi="Times New Roman" w:cs="Times New Roman"/>
          <w:lang w:val="kl-GL"/>
        </w:rPr>
        <w:t xml:space="preserve">Siunnersuutigineqarpoq </w:t>
      </w:r>
      <w:r w:rsidR="00710570" w:rsidRPr="00171408">
        <w:rPr>
          <w:rFonts w:ascii="Times New Roman" w:hAnsi="Times New Roman" w:cs="Times New Roman"/>
          <w:lang w:val="kl-GL"/>
        </w:rPr>
        <w:t>taarsigassarsiat aningaasanngortinneqarnerannut naleqqersuuti</w:t>
      </w:r>
      <w:r w:rsidRPr="00171408">
        <w:rPr>
          <w:rFonts w:ascii="Times New Roman" w:hAnsi="Times New Roman" w:cs="Times New Roman"/>
          <w:lang w:val="kl-GL"/>
        </w:rPr>
        <w:t>p U74-</w:t>
      </w:r>
      <w:r w:rsidR="000F4662" w:rsidRPr="00171408">
        <w:rPr>
          <w:rFonts w:ascii="Times New Roman" w:hAnsi="Times New Roman" w:cs="Times New Roman"/>
          <w:lang w:val="kl-GL"/>
        </w:rPr>
        <w:t>imut naleqqersuutaata</w:t>
      </w:r>
      <w:r w:rsidRPr="00171408">
        <w:rPr>
          <w:rFonts w:ascii="Times New Roman" w:hAnsi="Times New Roman" w:cs="Times New Roman"/>
          <w:lang w:val="kl-GL"/>
        </w:rPr>
        <w:t xml:space="preserve"> taarserneqarnissaa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inuuneqqortussutsimut tunngatillugu piumasaqaatinut aamma inuuneqqortussutsimut tunngatillugu pitsanngoriaatinut Finanstilsynip </w:t>
      </w:r>
      <w:r w:rsidR="005619D2" w:rsidRPr="00171408">
        <w:rPr>
          <w:rFonts w:ascii="Times New Roman" w:hAnsi="Times New Roman" w:cs="Times New Roman"/>
          <w:lang w:val="kl-GL"/>
        </w:rPr>
        <w:t>uuttuutaata</w:t>
      </w:r>
      <w:r w:rsidRPr="00171408">
        <w:rPr>
          <w:rFonts w:ascii="Times New Roman" w:hAnsi="Times New Roman" w:cs="Times New Roman"/>
          <w:lang w:val="kl-GL"/>
        </w:rPr>
        <w:t xml:space="preserve"> siunissami atorneqarnissaa. </w:t>
      </w:r>
      <w:r w:rsidR="00F02567" w:rsidRPr="00171408">
        <w:rPr>
          <w:rFonts w:ascii="Times New Roman" w:hAnsi="Times New Roman" w:cs="Times New Roman"/>
          <w:lang w:val="kl-GL"/>
        </w:rPr>
        <w:t xml:space="preserve">Ilanngullugu </w:t>
      </w:r>
      <w:r w:rsidRPr="00171408">
        <w:rPr>
          <w:rFonts w:ascii="Times New Roman" w:hAnsi="Times New Roman" w:cs="Times New Roman"/>
          <w:lang w:val="kl-GL"/>
        </w:rPr>
        <w:t xml:space="preserve">siunnersuutigineqarpoq </w:t>
      </w:r>
      <w:r w:rsidR="00E42A0A" w:rsidRPr="00171408">
        <w:rPr>
          <w:rFonts w:ascii="Times New Roman" w:hAnsi="Times New Roman" w:cs="Times New Roman"/>
          <w:lang w:val="kl-GL"/>
        </w:rPr>
        <w:t>taarsigassarsiat aningaasanngortinneqarnerannut naleqqersuutip</w:t>
      </w:r>
      <w:r w:rsidRPr="00171408">
        <w:rPr>
          <w:rFonts w:ascii="Times New Roman" w:hAnsi="Times New Roman" w:cs="Times New Roman"/>
          <w:lang w:val="kl-GL"/>
        </w:rPr>
        <w:t xml:space="preserve"> erniatigut qaffasissusaata nutarterneqarnissaa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erniat aalajangersimasut ernianik </w:t>
      </w:r>
      <w:r w:rsidRPr="00171408">
        <w:rPr>
          <w:rFonts w:ascii="Times New Roman" w:hAnsi="Times New Roman" w:cs="Times New Roman"/>
          <w:lang w:val="kl-GL"/>
        </w:rPr>
        <w:lastRenderedPageBreak/>
        <w:t xml:space="preserve">nikerartunik taarserneqarnissaat. </w:t>
      </w:r>
      <w:r w:rsidR="00F02567" w:rsidRPr="00171408">
        <w:rPr>
          <w:rFonts w:ascii="Times New Roman" w:hAnsi="Times New Roman" w:cs="Times New Roman"/>
          <w:lang w:val="kl-GL"/>
        </w:rPr>
        <w:t xml:space="preserve">Nangillugu </w:t>
      </w:r>
      <w:r w:rsidRPr="00171408">
        <w:rPr>
          <w:rFonts w:ascii="Times New Roman" w:hAnsi="Times New Roman" w:cs="Times New Roman"/>
          <w:lang w:val="kl-GL"/>
        </w:rPr>
        <w:t xml:space="preserve">siunnersuutigineqarpoq, ajoqusertut ukiuisa ukiut aamma qaammatit atorlugit ukiuiinut aalajangersarneqarnissaat, maannakkutuunngitsoq ukiunut ilivitsunut. </w:t>
      </w:r>
      <w:r w:rsidR="00421DE7" w:rsidRPr="00171408">
        <w:rPr>
          <w:rFonts w:ascii="Times New Roman" w:hAnsi="Times New Roman" w:cs="Times New Roman"/>
          <w:lang w:val="kl-GL"/>
        </w:rPr>
        <w:t xml:space="preserve">Naggataatigut </w:t>
      </w:r>
      <w:r w:rsidRPr="00171408">
        <w:rPr>
          <w:rFonts w:ascii="Times New Roman" w:hAnsi="Times New Roman" w:cs="Times New Roman"/>
          <w:lang w:val="kl-GL"/>
        </w:rPr>
        <w:t xml:space="preserve">siunnersuutigineqarpoq, </w:t>
      </w:r>
      <w:r w:rsidR="00421DE7" w:rsidRPr="00171408">
        <w:rPr>
          <w:rFonts w:ascii="Times New Roman" w:hAnsi="Times New Roman" w:cs="Times New Roman"/>
          <w:lang w:val="kl-GL"/>
        </w:rPr>
        <w:t>taarsigassarsiat aningaasanngortinneqarnerannut naleqqersuu</w:t>
      </w:r>
      <w:r w:rsidR="00E5128D" w:rsidRPr="00171408">
        <w:rPr>
          <w:rFonts w:ascii="Times New Roman" w:hAnsi="Times New Roman" w:cs="Times New Roman"/>
          <w:lang w:val="kl-GL"/>
        </w:rPr>
        <w:t>mmi</w:t>
      </w:r>
      <w:r w:rsidRPr="00171408">
        <w:rPr>
          <w:rFonts w:ascii="Times New Roman" w:hAnsi="Times New Roman" w:cs="Times New Roman"/>
          <w:lang w:val="kl-GL"/>
        </w:rPr>
        <w:t xml:space="preserve"> immikkuualuttunik nutaanik arlalinnik ilanngussinissaq. Taamaalilluni </w:t>
      </w:r>
      <w:r w:rsidR="002B1980" w:rsidRPr="00171408">
        <w:rPr>
          <w:rFonts w:ascii="Times New Roman" w:hAnsi="Times New Roman" w:cs="Times New Roman"/>
          <w:lang w:val="kl-GL"/>
        </w:rPr>
        <w:t>taarsigassarsiat aningaasanngortinneqarnerannut naleqqersuum</w:t>
      </w:r>
      <w:r w:rsidRPr="00171408">
        <w:rPr>
          <w:rFonts w:ascii="Times New Roman" w:hAnsi="Times New Roman" w:cs="Times New Roman"/>
          <w:lang w:val="kl-GL"/>
        </w:rPr>
        <w:t xml:space="preserve">mi ataatsikkut tunniutassanngortitanut akileraaruteqartitsineq </w:t>
      </w:r>
      <w:r w:rsidR="009E2DC6" w:rsidRPr="00171408">
        <w:rPr>
          <w:rFonts w:ascii="Times New Roman" w:hAnsi="Times New Roman" w:cs="Times New Roman"/>
          <w:lang w:val="kl-GL"/>
        </w:rPr>
        <w:t>atuutilersinneqassalluni</w:t>
      </w:r>
      <w:r w:rsidRPr="00171408">
        <w:rPr>
          <w:rFonts w:ascii="Times New Roman" w:hAnsi="Times New Roman" w:cs="Times New Roman"/>
          <w:lang w:val="kl-GL"/>
        </w:rPr>
        <w:t xml:space="preserve">, ingerlaavartumik ukiumut taarsiissutinut akileraarutitut ilanngaatigineqartartumut assingusumik. Taamaaqataanik </w:t>
      </w:r>
      <w:r w:rsidR="00A60153" w:rsidRPr="00171408">
        <w:rPr>
          <w:rFonts w:ascii="Times New Roman" w:hAnsi="Times New Roman" w:cs="Times New Roman"/>
          <w:lang w:val="kl-GL"/>
        </w:rPr>
        <w:t>taarsigassarsiat aningaasanngortinneqarnerannut naleqqersuummi</w:t>
      </w:r>
      <w:r w:rsidRPr="00171408">
        <w:rPr>
          <w:rFonts w:ascii="Times New Roman" w:hAnsi="Times New Roman" w:cs="Times New Roman"/>
          <w:lang w:val="kl-GL"/>
        </w:rPr>
        <w:t xml:space="preserve"> ataatsikkut tunniutassanngortitat ilanngarneqassapput, ataatsikkut tunniutassanngortitsinermi (ataatsikkut akiliutit) </w:t>
      </w:r>
      <w:r w:rsidR="00510510" w:rsidRPr="00171408">
        <w:rPr>
          <w:rFonts w:ascii="Times New Roman" w:hAnsi="Times New Roman" w:cs="Times New Roman"/>
          <w:lang w:val="kl-GL"/>
        </w:rPr>
        <w:t xml:space="preserve">pigisanit pissarsiat </w:t>
      </w:r>
      <w:r w:rsidRPr="00171408">
        <w:rPr>
          <w:rFonts w:ascii="Times New Roman" w:hAnsi="Times New Roman" w:cs="Times New Roman"/>
          <w:lang w:val="kl-GL"/>
        </w:rPr>
        <w:t xml:space="preserve">naatsorsuutigineqartut. </w:t>
      </w:r>
      <w:r w:rsidR="00A60153" w:rsidRPr="00171408">
        <w:rPr>
          <w:rFonts w:ascii="Times New Roman" w:hAnsi="Times New Roman" w:cs="Times New Roman"/>
          <w:lang w:val="kl-GL"/>
        </w:rPr>
        <w:t>Naggataatigut</w:t>
      </w:r>
      <w:r w:rsidRPr="00171408">
        <w:rPr>
          <w:rFonts w:ascii="Times New Roman" w:hAnsi="Times New Roman" w:cs="Times New Roman"/>
          <w:lang w:val="kl-GL"/>
        </w:rPr>
        <w:t xml:space="preserve"> </w:t>
      </w:r>
      <w:r w:rsidR="00A60153" w:rsidRPr="00171408">
        <w:rPr>
          <w:rFonts w:ascii="Times New Roman" w:hAnsi="Times New Roman" w:cs="Times New Roman"/>
          <w:lang w:val="kl-GL"/>
        </w:rPr>
        <w:t>taarsigassarsiat aningaasanngortinneqarnerannut naleqqersuum</w:t>
      </w:r>
      <w:r w:rsidRPr="00171408">
        <w:rPr>
          <w:rFonts w:ascii="Times New Roman" w:hAnsi="Times New Roman" w:cs="Times New Roman"/>
          <w:lang w:val="kl-GL"/>
        </w:rPr>
        <w:t>mi ataatsikkut tunniutassann</w:t>
      </w:r>
      <w:r w:rsidR="00A60153" w:rsidRPr="00171408">
        <w:rPr>
          <w:rFonts w:ascii="Times New Roman" w:hAnsi="Times New Roman" w:cs="Times New Roman"/>
          <w:lang w:val="kl-GL"/>
        </w:rPr>
        <w:t>g</w:t>
      </w:r>
      <w:r w:rsidRPr="00171408">
        <w:rPr>
          <w:rFonts w:ascii="Times New Roman" w:hAnsi="Times New Roman" w:cs="Times New Roman"/>
          <w:lang w:val="kl-GL"/>
        </w:rPr>
        <w:t xml:space="preserve">ortitat akitigut </w:t>
      </w:r>
      <w:r w:rsidR="00A60153" w:rsidRPr="00171408">
        <w:rPr>
          <w:rFonts w:ascii="Times New Roman" w:hAnsi="Times New Roman" w:cs="Times New Roman"/>
          <w:lang w:val="kl-GL"/>
        </w:rPr>
        <w:t>nal</w:t>
      </w:r>
      <w:r w:rsidR="00B53EFC" w:rsidRPr="00171408">
        <w:rPr>
          <w:rFonts w:ascii="Times New Roman" w:hAnsi="Times New Roman" w:cs="Times New Roman"/>
          <w:lang w:val="kl-GL"/>
        </w:rPr>
        <w:t>eqqu</w:t>
      </w:r>
      <w:r w:rsidR="00A60153" w:rsidRPr="00171408">
        <w:rPr>
          <w:rFonts w:ascii="Times New Roman" w:hAnsi="Times New Roman" w:cs="Times New Roman"/>
          <w:lang w:val="kl-GL"/>
        </w:rPr>
        <w:t>ssarneqartussaassapput</w:t>
      </w:r>
      <w:r w:rsidRPr="00171408">
        <w:rPr>
          <w:rFonts w:ascii="Times New Roman" w:hAnsi="Times New Roman" w:cs="Times New Roman"/>
          <w:lang w:val="kl-GL"/>
        </w:rPr>
        <w:t xml:space="preserve">, piffissap ingerlanerani </w:t>
      </w:r>
      <w:r w:rsidR="00A60153" w:rsidRPr="00171408">
        <w:rPr>
          <w:rFonts w:ascii="Times New Roman" w:hAnsi="Times New Roman" w:cs="Times New Roman"/>
          <w:lang w:val="kl-GL"/>
        </w:rPr>
        <w:t xml:space="preserve">akinut </w:t>
      </w:r>
      <w:r w:rsidRPr="00171408">
        <w:rPr>
          <w:rFonts w:ascii="Times New Roman" w:hAnsi="Times New Roman" w:cs="Times New Roman"/>
          <w:lang w:val="kl-GL"/>
        </w:rPr>
        <w:t xml:space="preserve">aamma </w:t>
      </w:r>
      <w:r w:rsidR="00A60153" w:rsidRPr="00171408">
        <w:rPr>
          <w:rFonts w:ascii="Times New Roman" w:hAnsi="Times New Roman" w:cs="Times New Roman"/>
          <w:lang w:val="kl-GL"/>
        </w:rPr>
        <w:t xml:space="preserve">akissarsianut </w:t>
      </w:r>
      <w:r w:rsidRPr="00171408">
        <w:rPr>
          <w:rFonts w:ascii="Times New Roman" w:hAnsi="Times New Roman" w:cs="Times New Roman"/>
          <w:lang w:val="kl-GL"/>
        </w:rPr>
        <w:t>qaffaanerit nalinginnaasut kingunerisaannik.</w:t>
      </w:r>
    </w:p>
    <w:p w14:paraId="03F75F76" w14:textId="2C0186A0" w:rsidR="00515200" w:rsidRPr="00171408" w:rsidRDefault="00CE02F1">
      <w:pPr>
        <w:rPr>
          <w:rFonts w:ascii="Times New Roman" w:hAnsi="Times New Roman"/>
          <w:lang w:val="kl-GL"/>
        </w:rPr>
      </w:pPr>
      <w:r w:rsidRPr="00171408">
        <w:rPr>
          <w:rFonts w:ascii="Times New Roman" w:hAnsi="Times New Roman" w:cs="Times New Roman"/>
          <w:lang w:val="kl-GL"/>
        </w:rPr>
        <w:t xml:space="preserve">Tamanna ajoqusertunut, 53-nik ukiulinnit inuusunnerusunut, qaffasinnerusumik taarsiissuteqarnissamik aamma ajoqusertunut, 53-nik ukiulinnit utoqqaanerusunut, appasinnerusumik taarsiissuteqarnissamik kinguneqassaaq. Annertuumik qularnaatilimmik </w:t>
      </w:r>
      <w:r w:rsidR="00695713" w:rsidRPr="00171408">
        <w:rPr>
          <w:rFonts w:ascii="Times New Roman" w:hAnsi="Times New Roman" w:cs="Times New Roman"/>
          <w:lang w:val="kl-GL"/>
        </w:rPr>
        <w:t>missiliuunneqarpoq</w:t>
      </w:r>
      <w:r w:rsidRPr="00171408">
        <w:rPr>
          <w:rFonts w:ascii="Times New Roman" w:hAnsi="Times New Roman" w:cs="Times New Roman"/>
          <w:lang w:val="kl-GL"/>
        </w:rPr>
        <w:t>, ajoqusertunut sulisitsisumi namminersortumi atorfeqarsimasunut tunngatillugu ukiumut agguaqatigiis</w:t>
      </w:r>
      <w:r w:rsidR="001F7141" w:rsidRPr="00171408">
        <w:rPr>
          <w:rFonts w:ascii="Times New Roman" w:hAnsi="Times New Roman" w:cs="Times New Roman"/>
          <w:lang w:val="kl-GL"/>
        </w:rPr>
        <w:t>s</w:t>
      </w:r>
      <w:r w:rsidRPr="00171408">
        <w:rPr>
          <w:rFonts w:ascii="Times New Roman" w:hAnsi="Times New Roman" w:cs="Times New Roman"/>
          <w:lang w:val="kl-GL"/>
        </w:rPr>
        <w:t xml:space="preserve">illugu sisamanik allanngortitsisoqartarnissaa. Taamaattumik Kalaallit Nunaanni inuussutissarsiortunut aningaasartuutit toqqaannartumik kinguneqassapput suut aalajangiinerit ukiuni ataasiakkaani aalajangerneqartarnerannut, tassunga </w:t>
      </w:r>
      <w:r w:rsidR="001F7141" w:rsidRPr="00171408">
        <w:rPr>
          <w:rFonts w:ascii="Times New Roman" w:hAnsi="Times New Roman" w:cs="Times New Roman"/>
          <w:lang w:val="kl-GL"/>
        </w:rPr>
        <w:t xml:space="preserve">ilanngullugit </w:t>
      </w:r>
      <w:r w:rsidRPr="00171408">
        <w:rPr>
          <w:rFonts w:ascii="Times New Roman" w:hAnsi="Times New Roman" w:cs="Times New Roman"/>
          <w:lang w:val="kl-GL"/>
        </w:rPr>
        <w:t>inuussutissarsiorsinnaanermik annaasaqarnerup annertussusaa, ajoquserneq sioqqullugu ajoqusertup ukiumut akissarsiai kiisalu ukiui. Ajoqusertoq 53-nik ukiulinnit inuusunneruppat, sulisitsisut namminersortut aningaasartuuteqarneruneq nalaassavaat. Akerlianik ajoqusertoq 53-nik ukiulinnit utoqqaaneruppat, sulisitsisut namminersortut aningaasartuutikinneruneq nalaassavaat.</w:t>
      </w:r>
    </w:p>
    <w:p w14:paraId="4415EF02" w14:textId="308E06EE" w:rsidR="00515200" w:rsidRPr="00171408" w:rsidRDefault="00CE02F1">
      <w:pPr>
        <w:rPr>
          <w:rFonts w:ascii="Times New Roman" w:hAnsi="Times New Roman"/>
          <w:lang w:val="kl-GL"/>
        </w:rPr>
      </w:pPr>
      <w:r w:rsidRPr="00171408">
        <w:rPr>
          <w:rFonts w:ascii="Times New Roman" w:hAnsi="Times New Roman" w:cs="Times New Roman"/>
          <w:lang w:val="kl-GL"/>
        </w:rPr>
        <w:t>Piffissami 2011-miit 2022-mut taarsiissutinik ataatsikkut tunniutassanngortitanik tigusaqartut agguaqatigiis</w:t>
      </w:r>
      <w:r w:rsidR="004D1CB4" w:rsidRPr="00171408">
        <w:rPr>
          <w:rFonts w:ascii="Times New Roman" w:hAnsi="Times New Roman" w:cs="Times New Roman"/>
          <w:lang w:val="kl-GL"/>
        </w:rPr>
        <w:t>s</w:t>
      </w:r>
      <w:r w:rsidRPr="00171408">
        <w:rPr>
          <w:rFonts w:ascii="Times New Roman" w:hAnsi="Times New Roman" w:cs="Times New Roman"/>
          <w:lang w:val="kl-GL"/>
        </w:rPr>
        <w:t xml:space="preserve">illugu 56-inik ukioqarput. Tamanna </w:t>
      </w:r>
      <w:r w:rsidR="004D1CB4" w:rsidRPr="00171408">
        <w:rPr>
          <w:rFonts w:ascii="Times New Roman" w:hAnsi="Times New Roman" w:cs="Times New Roman"/>
          <w:lang w:val="kl-GL"/>
        </w:rPr>
        <w:t>tungavigalugu missiliuunneqarpoq</w:t>
      </w:r>
      <w:r w:rsidRPr="00171408">
        <w:rPr>
          <w:rFonts w:ascii="Times New Roman" w:hAnsi="Times New Roman" w:cs="Times New Roman"/>
          <w:lang w:val="kl-GL"/>
        </w:rPr>
        <w:t xml:space="preserve">, inatsisissatut siunnersuut namminersorlutik inuussutissarsiortut ukiuni </w:t>
      </w:r>
      <w:r w:rsidR="004D1CB4" w:rsidRPr="00171408">
        <w:rPr>
          <w:rFonts w:ascii="Times New Roman" w:hAnsi="Times New Roman" w:cs="Times New Roman"/>
          <w:lang w:val="kl-GL"/>
        </w:rPr>
        <w:t xml:space="preserve">arlalinni </w:t>
      </w:r>
      <w:r w:rsidRPr="00171408">
        <w:rPr>
          <w:rFonts w:ascii="Times New Roman" w:hAnsi="Times New Roman" w:cs="Times New Roman"/>
          <w:lang w:val="kl-GL"/>
        </w:rPr>
        <w:t>ukiumut aningaasartuutaasa agguaqatigiis</w:t>
      </w:r>
      <w:r w:rsidR="004D1CB4" w:rsidRPr="00171408">
        <w:rPr>
          <w:rFonts w:ascii="Times New Roman" w:hAnsi="Times New Roman" w:cs="Times New Roman"/>
          <w:lang w:val="kl-GL"/>
        </w:rPr>
        <w:t>s</w:t>
      </w:r>
      <w:r w:rsidRPr="00171408">
        <w:rPr>
          <w:rFonts w:ascii="Times New Roman" w:hAnsi="Times New Roman" w:cs="Times New Roman"/>
          <w:lang w:val="kl-GL"/>
        </w:rPr>
        <w:t>illugu 400.000 kr-</w:t>
      </w:r>
      <w:r w:rsidR="004D1CB4" w:rsidRPr="00171408">
        <w:rPr>
          <w:rFonts w:ascii="Times New Roman" w:hAnsi="Times New Roman" w:cs="Times New Roman"/>
          <w:lang w:val="kl-GL"/>
        </w:rPr>
        <w:t>i</w:t>
      </w:r>
      <w:r w:rsidRPr="00171408">
        <w:rPr>
          <w:rFonts w:ascii="Times New Roman" w:hAnsi="Times New Roman" w:cs="Times New Roman"/>
          <w:lang w:val="kl-GL"/>
        </w:rPr>
        <w:t>t angullugit annikitsumik appariarnissaannik kinguneqarnissaa.</w:t>
      </w:r>
    </w:p>
    <w:p w14:paraId="187F01F6" w14:textId="5CA4F819" w:rsidR="00515200" w:rsidRPr="00171408" w:rsidRDefault="00A853E3">
      <w:pPr>
        <w:rPr>
          <w:lang w:val="kl-GL"/>
        </w:rPr>
      </w:pPr>
      <w:r w:rsidRPr="00171408">
        <w:rPr>
          <w:rStyle w:val="italic1"/>
          <w:rFonts w:ascii="Times New Roman" w:eastAsia="Times New Roman" w:hAnsi="Times New Roman" w:cs="Times New Roman"/>
          <w:i w:val="0"/>
          <w:iCs w:val="0"/>
          <w:sz w:val="22"/>
          <w:szCs w:val="22"/>
          <w:lang w:val="kl-GL" w:eastAsia="da-DK"/>
        </w:rPr>
        <w:t>Kalaallit Nunaanni sulinermi ajoqusernermut isumannaarineq pillugu inatsi</w:t>
      </w:r>
      <w:r w:rsidR="00CE02F1" w:rsidRPr="00171408">
        <w:rPr>
          <w:rStyle w:val="italic1"/>
          <w:rFonts w:ascii="Times New Roman" w:eastAsia="Times New Roman" w:hAnsi="Times New Roman" w:cs="Times New Roman"/>
          <w:i w:val="0"/>
          <w:iCs w:val="0"/>
          <w:sz w:val="22"/>
          <w:szCs w:val="22"/>
          <w:lang w:val="kl-GL" w:eastAsia="da-DK"/>
        </w:rPr>
        <w:t xml:space="preserve">t malillugu nerisaqarnermut aamma ineqarnermut akigititat immikkut ittut Akileraartarnermut Aqutsisoqarfiup akigititaanik taarserneqarnerisa malitsigisaannik </w:t>
      </w:r>
      <w:r w:rsidR="00AC299F" w:rsidRPr="00171408">
        <w:rPr>
          <w:rStyle w:val="italic1"/>
          <w:rFonts w:ascii="Times New Roman" w:eastAsia="Times New Roman" w:hAnsi="Times New Roman" w:cs="Times New Roman"/>
          <w:i w:val="0"/>
          <w:iCs w:val="0"/>
          <w:sz w:val="22"/>
          <w:szCs w:val="22"/>
          <w:lang w:val="kl-GL" w:eastAsia="da-DK"/>
        </w:rPr>
        <w:t>aningaasartuutaanerusut</w:t>
      </w:r>
      <w:r w:rsidR="00CE02F1" w:rsidRPr="00171408">
        <w:rPr>
          <w:rStyle w:val="italic1"/>
          <w:rFonts w:ascii="Times New Roman" w:eastAsia="Times New Roman" w:hAnsi="Times New Roman" w:cs="Times New Roman"/>
          <w:i w:val="0"/>
          <w:iCs w:val="0"/>
          <w:sz w:val="22"/>
          <w:szCs w:val="22"/>
          <w:lang w:val="kl-GL" w:eastAsia="da-DK"/>
        </w:rPr>
        <w:t xml:space="preserve"> </w:t>
      </w:r>
      <w:r w:rsidR="00AC299F" w:rsidRPr="00171408">
        <w:rPr>
          <w:rStyle w:val="italic1"/>
          <w:rFonts w:ascii="Times New Roman" w:eastAsia="Times New Roman" w:hAnsi="Times New Roman" w:cs="Times New Roman"/>
          <w:i w:val="0"/>
          <w:iCs w:val="0"/>
          <w:sz w:val="22"/>
          <w:szCs w:val="22"/>
          <w:lang w:val="kl-GL" w:eastAsia="da-DK"/>
        </w:rPr>
        <w:t>pilersinneqassapput</w:t>
      </w:r>
      <w:r w:rsidR="00CE02F1" w:rsidRPr="00171408">
        <w:rPr>
          <w:rFonts w:ascii="Times New Roman" w:hAnsi="Times New Roman" w:cs="Times New Roman"/>
          <w:lang w:val="kl-GL"/>
        </w:rPr>
        <w:t>. Ajoqusertoq akeqanngitsumik nerisaqarnerup aamma ineqarnerup nalingisa pineqartup ukiumut aningaasarsiaanut ilanngunneqarnissaannik pisinnaatitaaffeqarpat, namminersorlutik sulisitsisut pisumi ataatsimi 10.000 kr-</w:t>
      </w:r>
      <w:r w:rsidR="000B1411" w:rsidRPr="00171408">
        <w:rPr>
          <w:rFonts w:ascii="Times New Roman" w:hAnsi="Times New Roman" w:cs="Times New Roman"/>
          <w:lang w:val="kl-GL"/>
        </w:rPr>
        <w:t>i</w:t>
      </w:r>
      <w:r w:rsidR="00CE02F1" w:rsidRPr="00171408">
        <w:rPr>
          <w:rFonts w:ascii="Times New Roman" w:hAnsi="Times New Roman" w:cs="Times New Roman"/>
          <w:lang w:val="kl-GL"/>
        </w:rPr>
        <w:t xml:space="preserve">nik </w:t>
      </w:r>
      <w:r w:rsidR="000B1411" w:rsidRPr="00171408">
        <w:rPr>
          <w:rFonts w:ascii="Times New Roman" w:hAnsi="Times New Roman" w:cs="Times New Roman"/>
          <w:lang w:val="kl-GL"/>
        </w:rPr>
        <w:t>aningaasartaataanerusut</w:t>
      </w:r>
      <w:r w:rsidR="00CE02F1" w:rsidRPr="00171408">
        <w:rPr>
          <w:rFonts w:ascii="Times New Roman" w:hAnsi="Times New Roman" w:cs="Times New Roman"/>
          <w:lang w:val="kl-GL"/>
        </w:rPr>
        <w:t xml:space="preserve"> nalaassinnaavaat. Missi</w:t>
      </w:r>
      <w:r w:rsidR="000B1411" w:rsidRPr="00171408">
        <w:rPr>
          <w:rFonts w:ascii="Times New Roman" w:hAnsi="Times New Roman" w:cs="Times New Roman"/>
          <w:lang w:val="kl-GL"/>
        </w:rPr>
        <w:t>l</w:t>
      </w:r>
      <w:r w:rsidR="00CE02F1" w:rsidRPr="00171408">
        <w:rPr>
          <w:rFonts w:ascii="Times New Roman" w:hAnsi="Times New Roman" w:cs="Times New Roman"/>
          <w:lang w:val="kl-GL"/>
        </w:rPr>
        <w:t>i</w:t>
      </w:r>
      <w:r w:rsidR="000B1411" w:rsidRPr="00171408">
        <w:rPr>
          <w:rFonts w:ascii="Times New Roman" w:hAnsi="Times New Roman" w:cs="Times New Roman"/>
          <w:lang w:val="kl-GL"/>
        </w:rPr>
        <w:t>u</w:t>
      </w:r>
      <w:r w:rsidR="00CE02F1" w:rsidRPr="00171408">
        <w:rPr>
          <w:rFonts w:ascii="Times New Roman" w:hAnsi="Times New Roman" w:cs="Times New Roman"/>
          <w:lang w:val="kl-GL"/>
        </w:rPr>
        <w:t xml:space="preserve">unneqarpoq, pisup taamaattup taamaallaat </w:t>
      </w:r>
      <w:r w:rsidR="000B1411" w:rsidRPr="00171408">
        <w:rPr>
          <w:rFonts w:ascii="Times New Roman" w:hAnsi="Times New Roman" w:cs="Times New Roman"/>
          <w:lang w:val="kl-GL"/>
        </w:rPr>
        <w:t xml:space="preserve">ukiut amerlasuut </w:t>
      </w:r>
      <w:r w:rsidR="00CE02F1" w:rsidRPr="00171408">
        <w:rPr>
          <w:rFonts w:ascii="Times New Roman" w:hAnsi="Times New Roman" w:cs="Times New Roman"/>
          <w:lang w:val="kl-GL"/>
        </w:rPr>
        <w:t>ingerlaner</w:t>
      </w:r>
      <w:r w:rsidR="000B1411" w:rsidRPr="00171408">
        <w:rPr>
          <w:rFonts w:ascii="Times New Roman" w:hAnsi="Times New Roman" w:cs="Times New Roman"/>
          <w:lang w:val="kl-GL"/>
        </w:rPr>
        <w:t>an</w:t>
      </w:r>
      <w:r w:rsidR="00CE02F1" w:rsidRPr="00171408">
        <w:rPr>
          <w:rFonts w:ascii="Times New Roman" w:hAnsi="Times New Roman" w:cs="Times New Roman"/>
          <w:lang w:val="kl-GL"/>
        </w:rPr>
        <w:t>ni pisinnaanera.</w:t>
      </w:r>
    </w:p>
    <w:p w14:paraId="5B7AF2DD" w14:textId="24BEE4CF" w:rsidR="00515200" w:rsidRPr="00171408" w:rsidRDefault="00CE02F1">
      <w:pPr>
        <w:rPr>
          <w:rFonts w:ascii="Times New Roman" w:hAnsi="Times New Roman"/>
          <w:lang w:val="kl-GL"/>
        </w:rPr>
      </w:pPr>
      <w:r w:rsidRPr="00171408">
        <w:rPr>
          <w:rFonts w:ascii="Times New Roman" w:hAnsi="Times New Roman" w:cs="Times New Roman"/>
          <w:lang w:val="kl-GL"/>
        </w:rPr>
        <w:t xml:space="preserve">Inatsisissatut siunnersuut nalilerneqarpoq Arbejdsmarkeds Erhvervssikringimut </w:t>
      </w:r>
      <w:r w:rsidR="008B4453" w:rsidRPr="00171408">
        <w:rPr>
          <w:rFonts w:ascii="Times New Roman" w:hAnsi="Times New Roman" w:cs="Times New Roman"/>
          <w:lang w:val="kl-GL"/>
        </w:rPr>
        <w:t xml:space="preserve">allaffissornikkut annikitsumik </w:t>
      </w:r>
      <w:r w:rsidRPr="00171408">
        <w:rPr>
          <w:rFonts w:ascii="Times New Roman" w:hAnsi="Times New Roman" w:cs="Times New Roman"/>
          <w:lang w:val="kl-GL"/>
        </w:rPr>
        <w:t xml:space="preserve">kinguneqarnissaa. </w:t>
      </w:r>
      <w:r w:rsidR="005815A3" w:rsidRPr="00171408">
        <w:rPr>
          <w:rFonts w:ascii="Times New Roman" w:hAnsi="Times New Roman" w:cs="Times New Roman"/>
          <w:lang w:val="kl-GL"/>
        </w:rPr>
        <w:t xml:space="preserve">Kingunerisassat </w:t>
      </w:r>
      <w:r w:rsidRPr="00171408">
        <w:rPr>
          <w:rFonts w:ascii="Times New Roman" w:hAnsi="Times New Roman" w:cs="Times New Roman"/>
          <w:lang w:val="kl-GL"/>
        </w:rPr>
        <w:t xml:space="preserve">taakkua nalilerneqarput </w:t>
      </w:r>
      <w:r w:rsidR="005815A3" w:rsidRPr="00171408">
        <w:rPr>
          <w:rFonts w:ascii="Times New Roman" w:hAnsi="Times New Roman" w:cs="Times New Roman"/>
          <w:lang w:val="kl-GL"/>
        </w:rPr>
        <w:t xml:space="preserve">4 </w:t>
      </w:r>
      <w:r w:rsidRPr="00171408">
        <w:rPr>
          <w:rFonts w:ascii="Times New Roman" w:hAnsi="Times New Roman" w:cs="Times New Roman"/>
          <w:lang w:val="kl-GL"/>
        </w:rPr>
        <w:t>mio</w:t>
      </w:r>
      <w:r w:rsidR="005815A3" w:rsidRPr="00171408">
        <w:rPr>
          <w:rFonts w:ascii="Times New Roman" w:hAnsi="Times New Roman" w:cs="Times New Roman"/>
          <w:lang w:val="kl-GL"/>
        </w:rPr>
        <w:t>. kr-i</w:t>
      </w:r>
      <w:r w:rsidR="00C9195A" w:rsidRPr="00171408">
        <w:rPr>
          <w:rFonts w:ascii="Times New Roman" w:hAnsi="Times New Roman" w:cs="Times New Roman"/>
          <w:lang w:val="kl-GL"/>
        </w:rPr>
        <w:t>t</w:t>
      </w:r>
      <w:r w:rsidRPr="00171408">
        <w:rPr>
          <w:rFonts w:ascii="Times New Roman" w:hAnsi="Times New Roman" w:cs="Times New Roman"/>
          <w:lang w:val="kl-GL"/>
        </w:rPr>
        <w:t xml:space="preserve"> </w:t>
      </w:r>
      <w:r w:rsidR="00C9195A" w:rsidRPr="00171408">
        <w:rPr>
          <w:rFonts w:ascii="Times New Roman" w:hAnsi="Times New Roman" w:cs="Times New Roman"/>
          <w:lang w:val="kl-GL"/>
        </w:rPr>
        <w:t>inungaatsiassagaat</w:t>
      </w:r>
      <w:r w:rsidRPr="00171408">
        <w:rPr>
          <w:rFonts w:ascii="Times New Roman" w:hAnsi="Times New Roman" w:cs="Times New Roman"/>
          <w:lang w:val="kl-GL"/>
        </w:rPr>
        <w:t>,</w:t>
      </w:r>
      <w:r w:rsidR="00C9195A" w:rsidRPr="00171408">
        <w:rPr>
          <w:rFonts w:ascii="Times New Roman" w:hAnsi="Times New Roman" w:cs="Times New Roman"/>
          <w:lang w:val="kl-GL"/>
        </w:rPr>
        <w:t xml:space="preserve"> </w:t>
      </w:r>
      <w:r w:rsidRPr="00171408">
        <w:rPr>
          <w:rFonts w:ascii="Times New Roman" w:hAnsi="Times New Roman" w:cs="Times New Roman"/>
          <w:lang w:val="kl-GL"/>
        </w:rPr>
        <w:t>taamaattumi</w:t>
      </w:r>
      <w:r w:rsidR="00C9195A" w:rsidRPr="00171408">
        <w:rPr>
          <w:rFonts w:ascii="Times New Roman" w:hAnsi="Times New Roman" w:cs="Times New Roman"/>
          <w:lang w:val="kl-GL"/>
        </w:rPr>
        <w:t>llu</w:t>
      </w:r>
      <w:r w:rsidRPr="00171408">
        <w:rPr>
          <w:rFonts w:ascii="Times New Roman" w:hAnsi="Times New Roman" w:cs="Times New Roman"/>
          <w:lang w:val="kl-GL"/>
        </w:rPr>
        <w:t xml:space="preserve"> saniatigut </w:t>
      </w:r>
      <w:r w:rsidR="00556C95" w:rsidRPr="00171408">
        <w:rPr>
          <w:rFonts w:ascii="Times New Roman" w:hAnsi="Times New Roman" w:cs="Times New Roman"/>
          <w:lang w:val="kl-GL"/>
        </w:rPr>
        <w:t>naatsorsuisoqassanngitsoq</w:t>
      </w:r>
      <w:r w:rsidRPr="00171408">
        <w:rPr>
          <w:rFonts w:ascii="Times New Roman" w:hAnsi="Times New Roman" w:cs="Times New Roman"/>
          <w:lang w:val="kl-GL"/>
        </w:rPr>
        <w:t>.</w:t>
      </w:r>
    </w:p>
    <w:p w14:paraId="16C3E07B" w14:textId="77777777" w:rsidR="00515200" w:rsidRPr="00171408" w:rsidRDefault="00CE02F1">
      <w:pPr>
        <w:rPr>
          <w:rFonts w:ascii="Times New Roman" w:hAnsi="Times New Roman"/>
          <w:lang w:val="kl-GL"/>
        </w:rPr>
      </w:pPr>
      <w:r w:rsidRPr="00171408">
        <w:rPr>
          <w:rFonts w:ascii="Times New Roman" w:hAnsi="Times New Roman" w:cs="Times New Roman"/>
          <w:lang w:val="kl-GL"/>
        </w:rPr>
        <w:t>Inatsisissatut siunnersuut nalilerneqarpoq Kalaallit Nunaanni inuussutissarsiortut allaffissornerannut kinguneqassanngitsoq.</w:t>
      </w:r>
    </w:p>
    <w:p w14:paraId="73877A24" w14:textId="09B54FA6" w:rsidR="00515200" w:rsidRPr="00171408" w:rsidRDefault="00BE6F50">
      <w:pPr>
        <w:pStyle w:val="Ingenafstand"/>
        <w:numPr>
          <w:ilvl w:val="0"/>
          <w:numId w:val="8"/>
        </w:numPr>
        <w:tabs>
          <w:tab w:val="left" w:pos="426"/>
        </w:tabs>
        <w:rPr>
          <w:rFonts w:ascii="Times New Roman" w:hAnsi="Times New Roman"/>
          <w:lang w:val="kl-GL"/>
        </w:rPr>
      </w:pPr>
      <w:r w:rsidRPr="00171408">
        <w:rPr>
          <w:rFonts w:ascii="Times New Roman" w:hAnsi="Times New Roman" w:cs="Times New Roman"/>
          <w:b/>
          <w:lang w:val="kl-GL"/>
        </w:rPr>
        <w:t>Innuttaasunut a</w:t>
      </w:r>
      <w:r w:rsidR="00CE143D" w:rsidRPr="00171408">
        <w:rPr>
          <w:rFonts w:ascii="Times New Roman" w:hAnsi="Times New Roman" w:cs="Times New Roman"/>
          <w:b/>
          <w:lang w:val="kl-GL"/>
        </w:rPr>
        <w:t xml:space="preserve">llaffisornikkut </w:t>
      </w:r>
      <w:r w:rsidR="00CE02F1" w:rsidRPr="00171408">
        <w:rPr>
          <w:rFonts w:ascii="Times New Roman" w:hAnsi="Times New Roman" w:cs="Times New Roman"/>
          <w:b/>
          <w:lang w:val="kl-GL"/>
        </w:rPr>
        <w:t>kingunerisa</w:t>
      </w:r>
      <w:r w:rsidR="00CE143D" w:rsidRPr="00171408">
        <w:rPr>
          <w:rFonts w:ascii="Times New Roman" w:hAnsi="Times New Roman" w:cs="Times New Roman"/>
          <w:b/>
          <w:lang w:val="kl-GL"/>
        </w:rPr>
        <w:t>ssai</w:t>
      </w:r>
    </w:p>
    <w:p w14:paraId="2F659E68" w14:textId="77777777" w:rsidR="00515200" w:rsidRPr="00171408" w:rsidRDefault="00515200">
      <w:pPr>
        <w:pStyle w:val="Ingenafstand"/>
        <w:tabs>
          <w:tab w:val="left" w:pos="426"/>
        </w:tabs>
        <w:rPr>
          <w:rFonts w:ascii="Times New Roman" w:hAnsi="Times New Roman" w:cs="Times New Roman"/>
          <w:b/>
          <w:lang w:val="kl-GL"/>
        </w:rPr>
      </w:pPr>
    </w:p>
    <w:p w14:paraId="687AC1D6" w14:textId="62F19631" w:rsidR="00515200" w:rsidRPr="00171408" w:rsidRDefault="00CE02F1">
      <w:pPr>
        <w:rPr>
          <w:rFonts w:ascii="Times New Roman" w:hAnsi="Times New Roman"/>
          <w:lang w:val="kl-GL"/>
        </w:rPr>
      </w:pPr>
      <w:r w:rsidRPr="00171408">
        <w:rPr>
          <w:rFonts w:ascii="Times New Roman" w:hAnsi="Times New Roman" w:cs="Times New Roman"/>
          <w:lang w:val="kl-GL"/>
        </w:rPr>
        <w:t xml:space="preserve">Ajoqusertunut </w:t>
      </w:r>
      <w:r w:rsidR="00D0237B" w:rsidRPr="00171408">
        <w:rPr>
          <w:rFonts w:ascii="Times New Roman" w:hAnsi="Times New Roman" w:cs="Times New Roman"/>
          <w:lang w:val="kl-GL"/>
        </w:rPr>
        <w:t xml:space="preserve">imaluunniit </w:t>
      </w:r>
      <w:r w:rsidR="00D02F12" w:rsidRPr="00171408">
        <w:rPr>
          <w:rFonts w:ascii="Times New Roman" w:hAnsi="Times New Roman" w:cs="Times New Roman"/>
          <w:lang w:val="kl-GL"/>
        </w:rPr>
        <w:t>qimagaas</w:t>
      </w:r>
      <w:r w:rsidRPr="00171408">
        <w:rPr>
          <w:rFonts w:ascii="Times New Roman" w:hAnsi="Times New Roman" w:cs="Times New Roman"/>
          <w:lang w:val="kl-GL"/>
        </w:rPr>
        <w:t xml:space="preserve">unut, Europap avataani </w:t>
      </w:r>
      <w:r w:rsidR="00D0237B" w:rsidRPr="00171408">
        <w:rPr>
          <w:rFonts w:ascii="Times New Roman" w:hAnsi="Times New Roman" w:cs="Times New Roman"/>
          <w:lang w:val="kl-GL"/>
        </w:rPr>
        <w:t>najugaqartunut</w:t>
      </w:r>
      <w:r w:rsidRPr="00171408">
        <w:rPr>
          <w:rFonts w:ascii="Times New Roman" w:hAnsi="Times New Roman" w:cs="Times New Roman"/>
          <w:lang w:val="kl-GL"/>
        </w:rPr>
        <w:t xml:space="preserve">, </w:t>
      </w:r>
      <w:r w:rsidR="000654EB" w:rsidRPr="00171408">
        <w:rPr>
          <w:rFonts w:ascii="Times New Roman" w:hAnsi="Times New Roman" w:cs="Times New Roman"/>
          <w:lang w:val="kl-GL"/>
        </w:rPr>
        <w:t>naammagittaalli</w:t>
      </w:r>
      <w:r w:rsidRPr="00171408">
        <w:rPr>
          <w:rFonts w:ascii="Times New Roman" w:hAnsi="Times New Roman" w:cs="Times New Roman"/>
          <w:lang w:val="kl-GL"/>
        </w:rPr>
        <w:t xml:space="preserve">uteqarnissamut piffissarititaasup allanngortinneqarnissaanik siunnersuut, </w:t>
      </w:r>
      <w:r w:rsidR="008B4195" w:rsidRPr="00171408">
        <w:rPr>
          <w:rFonts w:ascii="Times New Roman" w:hAnsi="Times New Roman" w:cs="Times New Roman"/>
          <w:lang w:val="kl-GL"/>
        </w:rPr>
        <w:t xml:space="preserve">innuttaasunut </w:t>
      </w:r>
      <w:r w:rsidRPr="00171408">
        <w:rPr>
          <w:rFonts w:ascii="Times New Roman" w:hAnsi="Times New Roman" w:cs="Times New Roman"/>
          <w:lang w:val="kl-GL"/>
        </w:rPr>
        <w:t>killilimmik allaffissorn</w:t>
      </w:r>
      <w:r w:rsidR="008B4195" w:rsidRPr="00171408">
        <w:rPr>
          <w:rFonts w:ascii="Times New Roman" w:hAnsi="Times New Roman" w:cs="Times New Roman"/>
          <w:lang w:val="kl-GL"/>
        </w:rPr>
        <w:t>ikk</w:t>
      </w:r>
      <w:r w:rsidRPr="00171408">
        <w:rPr>
          <w:rFonts w:ascii="Times New Roman" w:hAnsi="Times New Roman" w:cs="Times New Roman"/>
          <w:lang w:val="kl-GL"/>
        </w:rPr>
        <w:t>ut kinguneqassaaq.</w:t>
      </w:r>
    </w:p>
    <w:p w14:paraId="486B2893" w14:textId="789A4299" w:rsidR="00515200" w:rsidRPr="00171408" w:rsidRDefault="00CE02F1">
      <w:pPr>
        <w:shd w:val="clear" w:color="auto" w:fill="FFFFFF"/>
        <w:spacing w:after="150"/>
        <w:rPr>
          <w:rFonts w:ascii="Times New Roman" w:hAnsi="Times New Roman"/>
          <w:lang w:val="kl-GL"/>
        </w:rPr>
      </w:pPr>
      <w:r w:rsidRPr="00171408">
        <w:rPr>
          <w:rFonts w:ascii="Times New Roman" w:hAnsi="Times New Roman" w:cs="Times New Roman"/>
          <w:lang w:val="kl-GL"/>
        </w:rPr>
        <w:lastRenderedPageBreak/>
        <w:t xml:space="preserve">Ajoqusertunut </w:t>
      </w:r>
      <w:r w:rsidR="006D5D45" w:rsidRPr="00171408">
        <w:rPr>
          <w:rFonts w:ascii="Times New Roman" w:hAnsi="Times New Roman" w:cs="Times New Roman"/>
          <w:lang w:val="kl-GL"/>
        </w:rPr>
        <w:t xml:space="preserve">imaluunniit </w:t>
      </w:r>
      <w:r w:rsidR="00D02F12" w:rsidRPr="00171408">
        <w:rPr>
          <w:rFonts w:ascii="Times New Roman" w:hAnsi="Times New Roman" w:cs="Times New Roman"/>
          <w:lang w:val="kl-GL"/>
        </w:rPr>
        <w:t>qimagaas</w:t>
      </w:r>
      <w:r w:rsidRPr="00171408">
        <w:rPr>
          <w:rFonts w:ascii="Times New Roman" w:hAnsi="Times New Roman" w:cs="Times New Roman"/>
          <w:lang w:val="kl-GL"/>
        </w:rPr>
        <w:t xml:space="preserve">unut </w:t>
      </w:r>
      <w:r w:rsidR="000654EB" w:rsidRPr="00171408">
        <w:rPr>
          <w:rFonts w:ascii="Times New Roman" w:hAnsi="Times New Roman" w:cs="Times New Roman"/>
          <w:lang w:val="kl-GL"/>
        </w:rPr>
        <w:t>naammagittaalli</w:t>
      </w:r>
      <w:r w:rsidRPr="00171408">
        <w:rPr>
          <w:rFonts w:ascii="Times New Roman" w:hAnsi="Times New Roman" w:cs="Times New Roman"/>
          <w:lang w:val="kl-GL"/>
        </w:rPr>
        <w:t xml:space="preserve">uteqarnissamut piffissarititaassapput sapaatip akunneri arfinillit, </w:t>
      </w:r>
      <w:r w:rsidR="000654EB" w:rsidRPr="00171408">
        <w:rPr>
          <w:rFonts w:ascii="Times New Roman" w:hAnsi="Times New Roman" w:cs="Times New Roman"/>
          <w:lang w:val="kl-GL"/>
        </w:rPr>
        <w:t>naammagittaalli</w:t>
      </w:r>
      <w:r w:rsidRPr="00171408">
        <w:rPr>
          <w:rFonts w:ascii="Times New Roman" w:hAnsi="Times New Roman" w:cs="Times New Roman"/>
          <w:lang w:val="kl-GL"/>
        </w:rPr>
        <w:t xml:space="preserve">uteqartup aalajangiinermik tigusaqarnerata kingorna, ajoqusertut imaluunniit </w:t>
      </w:r>
      <w:r w:rsidR="00D02F12" w:rsidRPr="00171408">
        <w:rPr>
          <w:rFonts w:ascii="Times New Roman" w:hAnsi="Times New Roman" w:cs="Times New Roman"/>
          <w:lang w:val="kl-GL"/>
        </w:rPr>
        <w:t>qimagaas</w:t>
      </w:r>
      <w:r w:rsidR="002037C3" w:rsidRPr="00171408">
        <w:rPr>
          <w:rFonts w:ascii="Times New Roman" w:hAnsi="Times New Roman" w:cs="Times New Roman"/>
          <w:lang w:val="kl-GL"/>
        </w:rPr>
        <w:t>ut</w:t>
      </w:r>
      <w:r w:rsidRPr="00171408">
        <w:rPr>
          <w:rFonts w:ascii="Times New Roman" w:hAnsi="Times New Roman" w:cs="Times New Roman"/>
          <w:lang w:val="kl-GL"/>
        </w:rPr>
        <w:t xml:space="preserve"> </w:t>
      </w:r>
      <w:r w:rsidR="002037C3" w:rsidRPr="00171408">
        <w:rPr>
          <w:rFonts w:ascii="Times New Roman" w:hAnsi="Times New Roman" w:cs="Times New Roman"/>
          <w:lang w:val="kl-GL"/>
        </w:rPr>
        <w:t>najugaqarfiat apeqqutaatinnagu</w:t>
      </w:r>
      <w:r w:rsidRPr="00171408">
        <w:rPr>
          <w:rFonts w:ascii="Times New Roman" w:hAnsi="Times New Roman" w:cs="Times New Roman"/>
          <w:lang w:val="kl-GL"/>
        </w:rPr>
        <w:t xml:space="preserve">. Malittarisassat atuuttut malillugit ajoqusertunut </w:t>
      </w:r>
      <w:r w:rsidR="002037C3" w:rsidRPr="00171408">
        <w:rPr>
          <w:rFonts w:ascii="Times New Roman" w:hAnsi="Times New Roman" w:cs="Times New Roman"/>
          <w:lang w:val="kl-GL"/>
        </w:rPr>
        <w:t xml:space="preserve">imaluunniit </w:t>
      </w:r>
      <w:r w:rsidR="00D02F12" w:rsidRPr="00171408">
        <w:rPr>
          <w:rFonts w:ascii="Times New Roman" w:hAnsi="Times New Roman" w:cs="Times New Roman"/>
          <w:lang w:val="kl-GL"/>
        </w:rPr>
        <w:t>qimagaas</w:t>
      </w:r>
      <w:r w:rsidRPr="00171408">
        <w:rPr>
          <w:rFonts w:ascii="Times New Roman" w:hAnsi="Times New Roman" w:cs="Times New Roman"/>
          <w:lang w:val="kl-GL"/>
        </w:rPr>
        <w:t xml:space="preserve">unut, Europap avataani </w:t>
      </w:r>
      <w:r w:rsidR="002037C3" w:rsidRPr="00171408">
        <w:rPr>
          <w:rFonts w:ascii="Times New Roman" w:hAnsi="Times New Roman" w:cs="Times New Roman"/>
          <w:lang w:val="kl-GL"/>
        </w:rPr>
        <w:t>najugaqartunut</w:t>
      </w:r>
      <w:r w:rsidRPr="00171408">
        <w:rPr>
          <w:rFonts w:ascii="Times New Roman" w:hAnsi="Times New Roman" w:cs="Times New Roman"/>
          <w:lang w:val="kl-GL"/>
        </w:rPr>
        <w:t xml:space="preserve">, </w:t>
      </w:r>
      <w:r w:rsidR="000654EB" w:rsidRPr="00171408">
        <w:rPr>
          <w:rFonts w:ascii="Times New Roman" w:hAnsi="Times New Roman" w:cs="Times New Roman"/>
          <w:lang w:val="kl-GL"/>
        </w:rPr>
        <w:t>naammagittaalli</w:t>
      </w:r>
      <w:r w:rsidRPr="00171408">
        <w:rPr>
          <w:rFonts w:ascii="Times New Roman" w:hAnsi="Times New Roman" w:cs="Times New Roman"/>
          <w:lang w:val="kl-GL"/>
        </w:rPr>
        <w:t xml:space="preserve">uteqarnissamut piffissarititaasoq qaammatit pingasuupput. </w:t>
      </w:r>
      <w:r w:rsidR="00460EA2" w:rsidRPr="00171408">
        <w:rPr>
          <w:rFonts w:ascii="Times New Roman" w:hAnsi="Times New Roman" w:cs="Times New Roman"/>
          <w:lang w:val="kl-GL"/>
        </w:rPr>
        <w:t xml:space="preserve">Digitalinngortitsineq </w:t>
      </w:r>
      <w:r w:rsidRPr="00171408">
        <w:rPr>
          <w:rFonts w:ascii="Times New Roman" w:hAnsi="Times New Roman" w:cs="Times New Roman"/>
          <w:lang w:val="kl-GL"/>
        </w:rPr>
        <w:t xml:space="preserve">nalinginnaasoq isumaqarpoq, ajoqusertut aalajangiussami atuarnissaannut aamma taakkua </w:t>
      </w:r>
      <w:r w:rsidR="00404602" w:rsidRPr="00171408">
        <w:rPr>
          <w:rFonts w:ascii="Times New Roman" w:hAnsi="Times New Roman" w:cs="Times New Roman"/>
          <w:lang w:val="kl-GL"/>
        </w:rPr>
        <w:t>qarasaasiat aqqutigalugit</w:t>
      </w:r>
      <w:r w:rsidRPr="00171408">
        <w:rPr>
          <w:rFonts w:ascii="Times New Roman" w:hAnsi="Times New Roman" w:cs="Times New Roman"/>
          <w:lang w:val="kl-GL"/>
        </w:rPr>
        <w:t xml:space="preserve"> </w:t>
      </w:r>
      <w:r w:rsidR="00460EA2" w:rsidRPr="00171408">
        <w:rPr>
          <w:rFonts w:ascii="Times New Roman" w:hAnsi="Times New Roman" w:cs="Times New Roman"/>
          <w:lang w:val="kl-GL"/>
        </w:rPr>
        <w:t xml:space="preserve">naammagittaalliutiginissaannut </w:t>
      </w:r>
      <w:r w:rsidRPr="00171408">
        <w:rPr>
          <w:rFonts w:ascii="Times New Roman" w:hAnsi="Times New Roman" w:cs="Times New Roman"/>
          <w:lang w:val="kl-GL"/>
        </w:rPr>
        <w:t>periarfissaqarnerat, pineqartup sumi</w:t>
      </w:r>
      <w:r w:rsidR="00A57EA4" w:rsidRPr="00171408">
        <w:rPr>
          <w:rFonts w:ascii="Times New Roman" w:hAnsi="Times New Roman" w:cs="Times New Roman"/>
          <w:lang w:val="kl-GL"/>
        </w:rPr>
        <w:t xml:space="preserve"> najugaqarnera apeqqutaatinnagu</w:t>
      </w:r>
      <w:r w:rsidRPr="00171408">
        <w:rPr>
          <w:rFonts w:ascii="Times New Roman" w:hAnsi="Times New Roman" w:cs="Times New Roman"/>
          <w:lang w:val="kl-GL"/>
        </w:rPr>
        <w:t xml:space="preserve">. Taamaattumik ajoqusertunut </w:t>
      </w:r>
      <w:r w:rsidR="000654EB" w:rsidRPr="00171408">
        <w:rPr>
          <w:rFonts w:ascii="Times New Roman" w:hAnsi="Times New Roman" w:cs="Times New Roman"/>
          <w:lang w:val="kl-GL"/>
        </w:rPr>
        <w:t>naammagittaalli</w:t>
      </w:r>
      <w:r w:rsidRPr="00171408">
        <w:rPr>
          <w:rFonts w:ascii="Times New Roman" w:hAnsi="Times New Roman" w:cs="Times New Roman"/>
          <w:lang w:val="kl-GL"/>
        </w:rPr>
        <w:t xml:space="preserve">uteqarnissamut piffissarititaasut sivitsorneqarnissaat pisariaqarunnaarpoq, Europap avataani </w:t>
      </w:r>
      <w:r w:rsidR="008770D1" w:rsidRPr="00171408">
        <w:rPr>
          <w:rFonts w:ascii="Times New Roman" w:hAnsi="Times New Roman" w:cs="Times New Roman"/>
          <w:lang w:val="kl-GL"/>
        </w:rPr>
        <w:t>najugaqartunut</w:t>
      </w:r>
      <w:r w:rsidRPr="00171408">
        <w:rPr>
          <w:rFonts w:ascii="Times New Roman" w:hAnsi="Times New Roman" w:cs="Times New Roman"/>
          <w:lang w:val="kl-GL"/>
        </w:rPr>
        <w:t xml:space="preserve">. Ankestyrelsi pisuni immikkut ittuni </w:t>
      </w:r>
      <w:r w:rsidR="000654EB" w:rsidRPr="00171408">
        <w:rPr>
          <w:rFonts w:ascii="Times New Roman" w:hAnsi="Times New Roman" w:cs="Times New Roman"/>
          <w:lang w:val="kl-GL"/>
        </w:rPr>
        <w:t>naammagittaalli</w:t>
      </w:r>
      <w:r w:rsidRPr="00171408">
        <w:rPr>
          <w:rFonts w:ascii="Times New Roman" w:hAnsi="Times New Roman" w:cs="Times New Roman"/>
          <w:lang w:val="kl-GL"/>
        </w:rPr>
        <w:t xml:space="preserve">uteqarnissamut piffissarititaasunik </w:t>
      </w:r>
      <w:r w:rsidR="004C05F8" w:rsidRPr="00171408">
        <w:rPr>
          <w:rFonts w:ascii="Times New Roman" w:hAnsi="Times New Roman" w:cs="Times New Roman"/>
          <w:lang w:val="kl-GL"/>
        </w:rPr>
        <w:t xml:space="preserve">immikkut qinnuteqarnissamut </w:t>
      </w:r>
      <w:r w:rsidRPr="00171408">
        <w:rPr>
          <w:rFonts w:ascii="Times New Roman" w:hAnsi="Times New Roman" w:cs="Times New Roman"/>
          <w:lang w:val="kl-GL"/>
        </w:rPr>
        <w:t>nangittumik periarfissaqassaaq.</w:t>
      </w:r>
    </w:p>
    <w:p w14:paraId="52007694" w14:textId="50F9D5E0" w:rsidR="00515200" w:rsidRPr="00171408" w:rsidRDefault="00CE02F1">
      <w:pPr>
        <w:rPr>
          <w:rFonts w:ascii="Times New Roman" w:hAnsi="Times New Roman"/>
          <w:lang w:val="kl-GL"/>
        </w:rPr>
      </w:pPr>
      <w:r w:rsidRPr="00171408">
        <w:rPr>
          <w:rFonts w:ascii="Times New Roman" w:hAnsi="Times New Roman" w:cs="Times New Roman"/>
          <w:lang w:val="kl-GL"/>
        </w:rPr>
        <w:t>Inatsisissatut siunnersuut nalilerneqarpoq innuttaasu</w:t>
      </w:r>
      <w:r w:rsidR="00AA08B2" w:rsidRPr="00171408">
        <w:rPr>
          <w:rFonts w:ascii="Times New Roman" w:hAnsi="Times New Roman" w:cs="Times New Roman"/>
          <w:lang w:val="kl-GL"/>
        </w:rPr>
        <w:t>nu</w:t>
      </w:r>
      <w:r w:rsidRPr="00171408">
        <w:rPr>
          <w:rFonts w:ascii="Times New Roman" w:hAnsi="Times New Roman" w:cs="Times New Roman"/>
          <w:lang w:val="kl-GL"/>
        </w:rPr>
        <w:t xml:space="preserve">t </w:t>
      </w:r>
      <w:r w:rsidR="00AA08B2" w:rsidRPr="00171408">
        <w:rPr>
          <w:rFonts w:ascii="Times New Roman" w:hAnsi="Times New Roman" w:cs="Times New Roman"/>
          <w:lang w:val="kl-GL"/>
        </w:rPr>
        <w:t xml:space="preserve">allaffissornikkut </w:t>
      </w:r>
      <w:r w:rsidRPr="00171408">
        <w:rPr>
          <w:rFonts w:ascii="Times New Roman" w:hAnsi="Times New Roman" w:cs="Times New Roman"/>
          <w:lang w:val="kl-GL"/>
        </w:rPr>
        <w:t>kinguneqassanngitsoq.</w:t>
      </w:r>
    </w:p>
    <w:p w14:paraId="76D1EA2C" w14:textId="1B8EDA9A" w:rsidR="00515200" w:rsidRPr="00171408" w:rsidRDefault="00CE02F1">
      <w:pPr>
        <w:pStyle w:val="Ingenafstand"/>
        <w:numPr>
          <w:ilvl w:val="0"/>
          <w:numId w:val="8"/>
        </w:numPr>
        <w:tabs>
          <w:tab w:val="left" w:pos="426"/>
        </w:tabs>
        <w:spacing w:beforeAutospacing="1" w:afterAutospacing="1"/>
        <w:contextualSpacing/>
        <w:rPr>
          <w:rFonts w:ascii="Times New Roman" w:hAnsi="Times New Roman"/>
          <w:lang w:val="kl-GL"/>
        </w:rPr>
      </w:pPr>
      <w:r w:rsidRPr="00171408">
        <w:rPr>
          <w:rFonts w:ascii="Times New Roman" w:eastAsia="Times New Roman" w:hAnsi="Times New Roman" w:cs="Times New Roman"/>
          <w:b/>
          <w:color w:val="000000"/>
          <w:lang w:val="kl-GL" w:eastAsia="da-DK"/>
        </w:rPr>
        <w:t>Silap pissusianut kingunerisa</w:t>
      </w:r>
      <w:r w:rsidR="00AA08B2" w:rsidRPr="00171408">
        <w:rPr>
          <w:rFonts w:ascii="Times New Roman" w:eastAsia="Times New Roman" w:hAnsi="Times New Roman" w:cs="Times New Roman"/>
          <w:b/>
          <w:color w:val="000000"/>
          <w:lang w:val="kl-GL" w:eastAsia="da-DK"/>
        </w:rPr>
        <w:t>ssai</w:t>
      </w:r>
    </w:p>
    <w:p w14:paraId="6E119517" w14:textId="77777777" w:rsidR="00515200" w:rsidRPr="00171408" w:rsidRDefault="00CE02F1">
      <w:pPr>
        <w:spacing w:beforeAutospacing="1" w:afterAutospacing="1"/>
        <w:jc w:val="both"/>
        <w:rPr>
          <w:rFonts w:ascii="Times New Roman" w:hAnsi="Times New Roman"/>
          <w:lang w:val="kl-GL"/>
        </w:rPr>
      </w:pPr>
      <w:r w:rsidRPr="00171408">
        <w:rPr>
          <w:rFonts w:ascii="Times New Roman" w:eastAsia="Times New Roman" w:hAnsi="Times New Roman" w:cs="Times New Roman"/>
          <w:color w:val="000000"/>
          <w:lang w:val="kl-GL" w:eastAsia="da-DK"/>
        </w:rPr>
        <w:t>Inatsisissatut siunnersuut nalilerneqarpoq silap pissusianut kinguneqassanngitsoq.</w:t>
      </w:r>
    </w:p>
    <w:p w14:paraId="33917DFB" w14:textId="526512D2" w:rsidR="00515200" w:rsidRPr="00171408" w:rsidRDefault="00CE02F1">
      <w:pPr>
        <w:pStyle w:val="Listeafsnit"/>
        <w:numPr>
          <w:ilvl w:val="0"/>
          <w:numId w:val="8"/>
        </w:numPr>
        <w:shd w:val="clear" w:color="auto" w:fill="FFFFFF"/>
        <w:spacing w:after="150"/>
        <w:rPr>
          <w:rFonts w:ascii="Times New Roman" w:hAnsi="Times New Roman"/>
          <w:lang w:val="kl-GL"/>
        </w:rPr>
      </w:pPr>
      <w:r w:rsidRPr="00171408">
        <w:rPr>
          <w:rFonts w:ascii="Times New Roman" w:eastAsia="Times New Roman" w:hAnsi="Times New Roman" w:cs="Times New Roman"/>
          <w:b/>
          <w:color w:val="000000"/>
          <w:lang w:val="kl-GL" w:eastAsia="da-DK"/>
        </w:rPr>
        <w:t>Avatangiisinut aamma pinngortitamut kingunerisa</w:t>
      </w:r>
      <w:r w:rsidR="00586D25" w:rsidRPr="00171408">
        <w:rPr>
          <w:rFonts w:ascii="Times New Roman" w:eastAsia="Times New Roman" w:hAnsi="Times New Roman" w:cs="Times New Roman"/>
          <w:b/>
          <w:color w:val="000000"/>
          <w:lang w:val="kl-GL" w:eastAsia="da-DK"/>
        </w:rPr>
        <w:t>ssai</w:t>
      </w:r>
    </w:p>
    <w:p w14:paraId="6F9ACBF0" w14:textId="77777777" w:rsidR="00515200" w:rsidRPr="00171408" w:rsidRDefault="00CE02F1">
      <w:pPr>
        <w:shd w:val="clear" w:color="auto" w:fill="FFFFFF"/>
        <w:spacing w:beforeAutospacing="1" w:afterAutospacing="1"/>
        <w:jc w:val="both"/>
        <w:rPr>
          <w:rFonts w:ascii="Times New Roman" w:hAnsi="Times New Roman"/>
          <w:lang w:val="kl-GL"/>
        </w:rPr>
      </w:pPr>
      <w:r w:rsidRPr="00171408">
        <w:rPr>
          <w:rFonts w:ascii="Times New Roman" w:eastAsia="Times New Roman" w:hAnsi="Times New Roman" w:cs="Times New Roman"/>
          <w:color w:val="000000"/>
          <w:lang w:val="kl-GL" w:eastAsia="da-DK"/>
        </w:rPr>
        <w:t>Inatsisissatut siunnersuut nalilerneqarpoq avatangiisinut aamma pinngortitamut kinguneqassanngitsoq.</w:t>
      </w:r>
    </w:p>
    <w:p w14:paraId="208EBA83" w14:textId="77777777" w:rsidR="00515200" w:rsidRPr="00171408" w:rsidRDefault="00CE02F1">
      <w:pPr>
        <w:pStyle w:val="Listeafsnit"/>
        <w:numPr>
          <w:ilvl w:val="0"/>
          <w:numId w:val="8"/>
        </w:numPr>
        <w:shd w:val="clear" w:color="auto" w:fill="FFFFFF"/>
        <w:spacing w:after="150"/>
        <w:rPr>
          <w:rFonts w:ascii="Times New Roman" w:hAnsi="Times New Roman"/>
          <w:lang w:val="kl-GL"/>
        </w:rPr>
      </w:pPr>
      <w:r w:rsidRPr="00171408">
        <w:rPr>
          <w:rFonts w:ascii="Times New Roman" w:hAnsi="Times New Roman" w:cs="Times New Roman"/>
          <w:b/>
          <w:color w:val="000000"/>
          <w:lang w:val="kl-GL"/>
        </w:rPr>
        <w:t>EU-mi inatsiseqarnermut tunngasut</w:t>
      </w:r>
    </w:p>
    <w:p w14:paraId="1E96050A" w14:textId="77777777" w:rsidR="00515200" w:rsidRPr="00171408" w:rsidRDefault="00CE02F1">
      <w:pPr>
        <w:shd w:val="clear" w:color="auto" w:fill="FFFFFF"/>
        <w:spacing w:beforeAutospacing="1" w:afterAutospacing="1"/>
        <w:jc w:val="both"/>
        <w:rPr>
          <w:rFonts w:ascii="Times New Roman" w:hAnsi="Times New Roman"/>
          <w:lang w:val="kl-GL"/>
        </w:rPr>
      </w:pPr>
      <w:r w:rsidRPr="00171408">
        <w:rPr>
          <w:rFonts w:ascii="Times New Roman" w:eastAsia="Times New Roman" w:hAnsi="Times New Roman" w:cs="Times New Roman"/>
          <w:color w:val="000000"/>
          <w:lang w:val="kl-GL" w:eastAsia="da-DK"/>
        </w:rPr>
        <w:t>Inatsisissatut siunnersuut nalilerneqarpoq EU-mi inatsiseqarnermut tunngasunut kinguneqassanngitsoq.</w:t>
      </w:r>
    </w:p>
    <w:p w14:paraId="0DD2FA7D" w14:textId="4E13579B" w:rsidR="00515200" w:rsidRPr="00171408" w:rsidRDefault="00CE02F1">
      <w:pPr>
        <w:pStyle w:val="Listeafsnit"/>
        <w:numPr>
          <w:ilvl w:val="0"/>
          <w:numId w:val="8"/>
        </w:numPr>
        <w:spacing w:after="0"/>
        <w:rPr>
          <w:rFonts w:ascii="Times New Roman" w:hAnsi="Times New Roman"/>
          <w:lang w:val="kl-GL"/>
        </w:rPr>
      </w:pPr>
      <w:r w:rsidRPr="00171408">
        <w:rPr>
          <w:rFonts w:ascii="Times New Roman" w:hAnsi="Times New Roman" w:cs="Times New Roman"/>
          <w:b/>
          <w:lang w:val="kl-GL"/>
        </w:rPr>
        <w:t xml:space="preserve">Oqartussat aamma kattuffiit </w:t>
      </w:r>
      <w:r w:rsidR="00545D4A" w:rsidRPr="00171408">
        <w:rPr>
          <w:rFonts w:ascii="Times New Roman" w:hAnsi="Times New Roman" w:cs="Times New Roman"/>
          <w:b/>
          <w:lang w:val="kl-GL"/>
        </w:rPr>
        <w:t>il.il.</w:t>
      </w:r>
      <w:r w:rsidRPr="00171408">
        <w:rPr>
          <w:rFonts w:ascii="Times New Roman" w:hAnsi="Times New Roman" w:cs="Times New Roman"/>
          <w:b/>
          <w:lang w:val="kl-GL"/>
        </w:rPr>
        <w:t xml:space="preserve"> tusarniaaffigineqartut</w:t>
      </w:r>
    </w:p>
    <w:p w14:paraId="71E0581C" w14:textId="77777777" w:rsidR="00515200" w:rsidRPr="00171408" w:rsidRDefault="00515200" w:rsidP="00EA5A94">
      <w:pPr>
        <w:spacing w:after="0"/>
        <w:rPr>
          <w:rFonts w:ascii="Times New Roman" w:hAnsi="Times New Roman" w:cs="Times New Roman"/>
          <w:color w:val="000000"/>
          <w:lang w:val="kl-GL"/>
        </w:rPr>
      </w:pPr>
    </w:p>
    <w:p w14:paraId="46A12E0C" w14:textId="1ED4C746" w:rsidR="00515200" w:rsidRPr="00171408" w:rsidRDefault="00CE02F1">
      <w:pPr>
        <w:rPr>
          <w:rFonts w:ascii="Times New Roman" w:hAnsi="Times New Roman"/>
          <w:lang w:val="kl-GL"/>
        </w:rPr>
      </w:pPr>
      <w:r w:rsidRPr="00171408">
        <w:rPr>
          <w:rFonts w:ascii="Times New Roman" w:eastAsia="Times New Roman" w:hAnsi="Times New Roman" w:cs="Times New Roman"/>
          <w:color w:val="000000"/>
          <w:lang w:val="kl-GL" w:eastAsia="da-DK"/>
        </w:rPr>
        <w:t xml:space="preserve">Inatsisissatut siunnersuummut missingiut piffissami ulloq xx. qaammat 20xx-miit ulloq xx. qaammat 20xx-mut tulliuttunut oqartussanut aamma kattuffinnut </w:t>
      </w:r>
      <w:r w:rsidR="00545D4A" w:rsidRPr="00171408">
        <w:rPr>
          <w:rFonts w:ascii="Times New Roman" w:eastAsia="Times New Roman" w:hAnsi="Times New Roman" w:cs="Times New Roman"/>
          <w:color w:val="000000"/>
          <w:lang w:val="kl-GL" w:eastAsia="da-DK"/>
        </w:rPr>
        <w:t>il.il.</w:t>
      </w:r>
      <w:r w:rsidRPr="00171408">
        <w:rPr>
          <w:rFonts w:ascii="Times New Roman" w:eastAsia="Times New Roman" w:hAnsi="Times New Roman" w:cs="Times New Roman"/>
          <w:color w:val="000000"/>
          <w:lang w:val="kl-GL" w:eastAsia="da-DK"/>
        </w:rPr>
        <w:t xml:space="preserve"> nassiunneqarluni </w:t>
      </w:r>
      <w:r w:rsidR="00900A7A" w:rsidRPr="00171408">
        <w:rPr>
          <w:rFonts w:ascii="Times New Roman" w:eastAsia="Times New Roman" w:hAnsi="Times New Roman" w:cs="Times New Roman"/>
          <w:color w:val="000000"/>
          <w:lang w:val="kl-GL" w:eastAsia="da-DK"/>
        </w:rPr>
        <w:t>tusarniutigineqarpoq</w:t>
      </w:r>
      <w:r w:rsidRPr="00171408">
        <w:rPr>
          <w:rFonts w:ascii="Times New Roman" w:eastAsia="Times New Roman" w:hAnsi="Times New Roman" w:cs="Times New Roman"/>
          <w:color w:val="000000"/>
          <w:lang w:val="kl-GL" w:eastAsia="da-DK"/>
        </w:rPr>
        <w:t>:</w:t>
      </w:r>
    </w:p>
    <w:p w14:paraId="30705036" w14:textId="2E380393" w:rsidR="00515200" w:rsidRPr="00171408" w:rsidRDefault="00CE02F1">
      <w:pPr>
        <w:spacing w:beforeAutospacing="1" w:afterAutospacing="1"/>
        <w:rPr>
          <w:lang w:val="kl-GL"/>
        </w:rPr>
      </w:pPr>
      <w:r w:rsidRPr="00171408">
        <w:rPr>
          <w:rFonts w:ascii="Times New Roman" w:hAnsi="Times New Roman" w:cs="Times New Roman"/>
          <w:color w:val="000000"/>
          <w:lang w:val="kl-GL"/>
        </w:rPr>
        <w:t xml:space="preserve">AK (Atorfillit Kattuffiat), </w:t>
      </w:r>
      <w:r w:rsidRPr="00171408">
        <w:rPr>
          <w:rFonts w:ascii="Times New Roman" w:eastAsia="Times New Roman" w:hAnsi="Times New Roman" w:cs="Times New Roman"/>
          <w:color w:val="000000"/>
          <w:lang w:val="kl-GL" w:eastAsia="da-DK"/>
        </w:rPr>
        <w:t xml:space="preserve">Ankestyrelsi, Arbejdsmarkedets Erhvervssikringi, Arbejdsmarkedets Tillægspensioni, </w:t>
      </w:r>
      <w:hyperlink r:id="rId12">
        <w:r w:rsidRPr="00171408">
          <w:rPr>
            <w:rStyle w:val="InternetLink"/>
            <w:rFonts w:ascii="Times New Roman" w:eastAsia="Times New Roman" w:hAnsi="Times New Roman" w:cs="Times New Roman"/>
            <w:color w:val="000000"/>
            <w:u w:val="none"/>
            <w:shd w:val="clear" w:color="auto" w:fill="FFFFFF"/>
            <w:lang w:val="kl-GL" w:eastAsia="da-DK"/>
          </w:rPr>
          <w:t>Suliffigissaaneq pillugu siunnersuisoqatigiit</w:t>
        </w:r>
      </w:hyperlink>
      <w:r w:rsidRPr="00171408">
        <w:rPr>
          <w:rFonts w:ascii="Times New Roman" w:eastAsia="Times New Roman" w:hAnsi="Times New Roman" w:cs="Times New Roman"/>
          <w:color w:val="000000"/>
          <w:lang w:val="kl-GL" w:eastAsia="da-DK"/>
        </w:rPr>
        <w:t>, Kalaallit Nunaanni Ilinniagartuut Kattuffiat (</w:t>
      </w:r>
      <w:r w:rsidRPr="00171408">
        <w:rPr>
          <w:rFonts w:ascii="Times New Roman" w:hAnsi="Times New Roman" w:cs="Times New Roman"/>
          <w:color w:val="000000"/>
          <w:lang w:val="kl-GL"/>
        </w:rPr>
        <w:t>ASG), Naalakkersuisut Siulittaasuata Naalakkersuisoqarfia, Aningaasaqarnermut Naalakkersuisoqarfik, Nunanut Allanut Naalakkersuisoqarfik, Aalisarnermut Piniarnermullu Naalakkersuisoqarfik, Isumaginninnermut Naalakkersuisoqarfik, Ilinniartitaanermut, Kultureqarnermut, Timersornermut Ilageeqarnermullu Naalakkersuisoqarfik, Aatsitassanut Naalakkersuisoqarfik, Avatangiisinut Naalakkersuisoqarfik, Ineqarnermut Attaveqaasersuutinullu Naalakkersuisoqarfik, Peqqissutsimut Naalakkersuisoqarfik, Forsikring &amp; Pension, Sulisitsisut, Namminersorlutik Oqartussat,</w:t>
      </w:r>
      <w:r w:rsidRPr="00171408">
        <w:rPr>
          <w:rFonts w:ascii="Times New Roman" w:eastAsia="Times New Roman" w:hAnsi="Times New Roman" w:cs="Times New Roman"/>
          <w:color w:val="000000"/>
          <w:lang w:val="kl-GL" w:eastAsia="da-DK"/>
        </w:rPr>
        <w:t xml:space="preserve"> </w:t>
      </w:r>
      <w:r w:rsidRPr="00171408">
        <w:rPr>
          <w:rFonts w:ascii="Times New Roman" w:hAnsi="Times New Roman" w:cs="Times New Roman"/>
          <w:color w:val="000000"/>
          <w:lang w:val="kl-GL"/>
        </w:rPr>
        <w:t>IMAK (Ilinniartitsisut kattuffiat), KNAPK (aalisatut piniartullu kattuffiat), Kalaallit Nunaanni kommunit, NPK (Perorsaasut Kattuffiat), NUSUKA (sulisitsisut kattuffiat), PK (Peqqissaasut Kattuffiat), Kalaallit Nunaan</w:t>
      </w:r>
      <w:r w:rsidR="00933463" w:rsidRPr="00171408">
        <w:rPr>
          <w:rFonts w:ascii="Times New Roman" w:hAnsi="Times New Roman" w:cs="Times New Roman"/>
          <w:color w:val="000000"/>
          <w:lang w:val="kl-GL"/>
        </w:rPr>
        <w:t>n</w:t>
      </w:r>
      <w:r w:rsidRPr="00171408">
        <w:rPr>
          <w:rFonts w:ascii="Times New Roman" w:hAnsi="Times New Roman" w:cs="Times New Roman"/>
          <w:color w:val="000000"/>
          <w:lang w:val="kl-GL"/>
        </w:rPr>
        <w:t>i Naalagaaffiup Sinniisua</w:t>
      </w:r>
      <w:r w:rsidRPr="00171408">
        <w:rPr>
          <w:rFonts w:ascii="Times New Roman" w:eastAsia="Times New Roman" w:hAnsi="Times New Roman" w:cs="Times New Roman"/>
          <w:color w:val="000000"/>
          <w:lang w:val="kl-GL" w:eastAsia="da-DK"/>
        </w:rPr>
        <w:t xml:space="preserve">, Savalimmiuni Naalagaaffiup Sinniisua, </w:t>
      </w:r>
      <w:r w:rsidRPr="00171408">
        <w:rPr>
          <w:rFonts w:ascii="Times New Roman" w:hAnsi="Times New Roman" w:cs="Times New Roman"/>
          <w:color w:val="000000"/>
          <w:lang w:val="kl-GL"/>
        </w:rPr>
        <w:t xml:space="preserve">SIK (sulisartut </w:t>
      </w:r>
      <w:r w:rsidR="00933463" w:rsidRPr="00171408">
        <w:rPr>
          <w:rFonts w:ascii="Times New Roman" w:hAnsi="Times New Roman" w:cs="Times New Roman"/>
          <w:color w:val="000000"/>
          <w:lang w:val="kl-GL"/>
        </w:rPr>
        <w:t xml:space="preserve">inuussutissarsiuteqartut </w:t>
      </w:r>
      <w:r w:rsidRPr="00171408">
        <w:rPr>
          <w:rFonts w:ascii="Times New Roman" w:hAnsi="Times New Roman" w:cs="Times New Roman"/>
          <w:color w:val="000000"/>
          <w:lang w:val="kl-GL"/>
        </w:rPr>
        <w:t xml:space="preserve">kattuffiat) aamma </w:t>
      </w:r>
      <w:r w:rsidRPr="00171408">
        <w:rPr>
          <w:rFonts w:ascii="Times New Roman" w:eastAsia="Times New Roman" w:hAnsi="Times New Roman" w:cs="Times New Roman"/>
          <w:color w:val="000000"/>
          <w:lang w:val="kl-GL" w:eastAsia="da-DK"/>
        </w:rPr>
        <w:t xml:space="preserve">Styrelsen for Arbejdsmarked og Rekruttering (suliffeqarnermut aamma </w:t>
      </w:r>
      <w:r w:rsidR="00933463" w:rsidRPr="00171408">
        <w:rPr>
          <w:rFonts w:ascii="Times New Roman" w:eastAsia="Times New Roman" w:hAnsi="Times New Roman" w:cs="Times New Roman"/>
          <w:color w:val="000000"/>
          <w:lang w:val="kl-GL" w:eastAsia="da-DK"/>
        </w:rPr>
        <w:t xml:space="preserve">sulisussarsiornermut </w:t>
      </w:r>
      <w:r w:rsidRPr="00171408">
        <w:rPr>
          <w:rFonts w:ascii="Times New Roman" w:eastAsia="Times New Roman" w:hAnsi="Times New Roman" w:cs="Times New Roman"/>
          <w:color w:val="000000"/>
          <w:lang w:val="kl-GL" w:eastAsia="da-DK"/>
        </w:rPr>
        <w:t>aqutsisoqarfik).</w:t>
      </w:r>
    </w:p>
    <w:p w14:paraId="13F966E5" w14:textId="77777777" w:rsidR="00515200" w:rsidRPr="00171408" w:rsidRDefault="00CE02F1">
      <w:pPr>
        <w:pStyle w:val="Listeafsnit"/>
        <w:numPr>
          <w:ilvl w:val="0"/>
          <w:numId w:val="8"/>
        </w:numPr>
        <w:spacing w:line="240" w:lineRule="auto"/>
        <w:rPr>
          <w:rFonts w:ascii="Times New Roman" w:hAnsi="Times New Roman"/>
          <w:lang w:val="kl-GL"/>
        </w:rPr>
      </w:pPr>
      <w:r w:rsidRPr="00171408">
        <w:rPr>
          <w:rFonts w:ascii="Times New Roman" w:eastAsia="Calibri" w:hAnsi="Times New Roman" w:cs="Times New Roman"/>
          <w:b/>
          <w:lang w:val="kl-GL"/>
        </w:rPr>
        <w:t>Skema eqikkagaq</w:t>
      </w:r>
    </w:p>
    <w:p w14:paraId="61ED2DCA" w14:textId="77777777" w:rsidR="00515200" w:rsidRPr="00171408" w:rsidRDefault="00515200">
      <w:pPr>
        <w:pStyle w:val="Listeafsnit"/>
        <w:spacing w:line="240" w:lineRule="auto"/>
        <w:ind w:left="660"/>
        <w:rPr>
          <w:rFonts w:ascii="Times New Roman" w:eastAsia="Calibri" w:hAnsi="Times New Roman" w:cs="Times New Roman"/>
          <w:b/>
          <w:lang w:val="kl-GL"/>
        </w:rPr>
      </w:pPr>
    </w:p>
    <w:tbl>
      <w:tblPr>
        <w:tblW w:w="9715" w:type="dxa"/>
        <w:tblInd w:w="-108" w:type="dxa"/>
        <w:tblBorders>
          <w:bottom w:val="single" w:sz="8" w:space="0" w:color="000001"/>
          <w:insideH w:val="single" w:sz="8" w:space="0" w:color="000001"/>
        </w:tblBorders>
        <w:tblCellMar>
          <w:left w:w="0" w:type="dxa"/>
          <w:right w:w="0" w:type="dxa"/>
        </w:tblCellMar>
        <w:tblLook w:val="04A0" w:firstRow="1" w:lastRow="0" w:firstColumn="1" w:lastColumn="0" w:noHBand="0" w:noVBand="1"/>
      </w:tblPr>
      <w:tblGrid>
        <w:gridCol w:w="3058"/>
        <w:gridCol w:w="3427"/>
        <w:gridCol w:w="3230"/>
      </w:tblGrid>
      <w:tr w:rsidR="00515200" w:rsidRPr="00171408" w14:paraId="73E7308E" w14:textId="77777777">
        <w:trPr>
          <w:trHeight w:hRule="exact" w:val="23"/>
        </w:trPr>
        <w:tc>
          <w:tcPr>
            <w:tcW w:w="9715" w:type="dxa"/>
            <w:gridSpan w:val="3"/>
            <w:tcBorders>
              <w:bottom w:val="single" w:sz="8" w:space="0" w:color="000001"/>
            </w:tcBorders>
            <w:shd w:val="clear" w:color="auto" w:fill="auto"/>
          </w:tcPr>
          <w:p w14:paraId="63028CFA" w14:textId="77777777" w:rsidR="00515200" w:rsidRPr="00171408" w:rsidRDefault="00515200">
            <w:pPr>
              <w:rPr>
                <w:rFonts w:ascii="Times New Roman" w:eastAsia="Calibri" w:hAnsi="Times New Roman" w:cs="Times New Roman"/>
                <w:lang w:val="kl-GL"/>
              </w:rPr>
            </w:pPr>
          </w:p>
        </w:tc>
      </w:tr>
      <w:tr w:rsidR="00515200" w:rsidRPr="00940819" w14:paraId="39E056A4" w14:textId="77777777">
        <w:tc>
          <w:tcPr>
            <w:tcW w:w="3058" w:type="dxa"/>
            <w:tcBorders>
              <w:top w:val="single" w:sz="8" w:space="0" w:color="000001"/>
              <w:left w:val="single" w:sz="8" w:space="0" w:color="000001"/>
              <w:bottom w:val="single" w:sz="8" w:space="0" w:color="000001"/>
              <w:right w:val="single" w:sz="8" w:space="0" w:color="000001"/>
            </w:tcBorders>
            <w:shd w:val="clear" w:color="auto" w:fill="auto"/>
            <w:tcMar>
              <w:left w:w="-10" w:type="dxa"/>
            </w:tcMar>
          </w:tcPr>
          <w:p w14:paraId="073E9A58" w14:textId="77777777" w:rsidR="00515200" w:rsidRPr="00171408" w:rsidRDefault="00515200">
            <w:pPr>
              <w:spacing w:line="288" w:lineRule="atLeast"/>
              <w:rPr>
                <w:rFonts w:ascii="Times New Roman" w:eastAsia="Times New Roman" w:hAnsi="Times New Roman" w:cs="Times New Roman"/>
                <w:color w:val="252525"/>
                <w:lang w:val="kl-GL" w:eastAsia="da-DK"/>
              </w:rPr>
            </w:pPr>
          </w:p>
        </w:tc>
        <w:tc>
          <w:tcPr>
            <w:tcW w:w="3427" w:type="dxa"/>
            <w:tcBorders>
              <w:top w:val="single" w:sz="8" w:space="0" w:color="000001"/>
              <w:left w:val="single" w:sz="8" w:space="0" w:color="000001"/>
              <w:bottom w:val="single" w:sz="8" w:space="0" w:color="000001"/>
              <w:right w:val="single" w:sz="8" w:space="0" w:color="000001"/>
            </w:tcBorders>
            <w:shd w:val="clear" w:color="auto" w:fill="auto"/>
            <w:tcMar>
              <w:left w:w="-10" w:type="dxa"/>
            </w:tcMar>
          </w:tcPr>
          <w:p w14:paraId="07B3E509" w14:textId="4ED7E2BE" w:rsidR="00515200" w:rsidRPr="00171408" w:rsidRDefault="00CE02F1">
            <w:pPr>
              <w:spacing w:line="288" w:lineRule="atLeast"/>
              <w:jc w:val="center"/>
              <w:rPr>
                <w:rFonts w:ascii="Times New Roman" w:hAnsi="Times New Roman"/>
                <w:lang w:val="kl-GL"/>
              </w:rPr>
            </w:pPr>
            <w:r w:rsidRPr="00171408">
              <w:rPr>
                <w:rFonts w:ascii="Times New Roman" w:eastAsia="Times New Roman" w:hAnsi="Times New Roman" w:cs="Times New Roman"/>
                <w:color w:val="000000"/>
                <w:lang w:val="kl-GL" w:eastAsia="da-DK"/>
              </w:rPr>
              <w:t>Kingunerisa</w:t>
            </w:r>
            <w:r w:rsidR="003F3F33" w:rsidRPr="00171408">
              <w:rPr>
                <w:rFonts w:ascii="Times New Roman" w:eastAsia="Times New Roman" w:hAnsi="Times New Roman" w:cs="Times New Roman"/>
                <w:color w:val="000000"/>
                <w:lang w:val="kl-GL" w:eastAsia="da-DK"/>
              </w:rPr>
              <w:t>ssa</w:t>
            </w:r>
            <w:r w:rsidRPr="00171408">
              <w:rPr>
                <w:rFonts w:ascii="Times New Roman" w:eastAsia="Times New Roman" w:hAnsi="Times New Roman" w:cs="Times New Roman"/>
                <w:color w:val="000000"/>
                <w:lang w:val="kl-GL" w:eastAsia="da-DK"/>
              </w:rPr>
              <w:t>t pitsaasut /aningaasartuutit annikinnerusut (aappiuppat, annertussuseq allaguk)</w:t>
            </w:r>
          </w:p>
        </w:tc>
        <w:tc>
          <w:tcPr>
            <w:tcW w:w="3230" w:type="dxa"/>
            <w:tcBorders>
              <w:top w:val="single" w:sz="8" w:space="0" w:color="000001"/>
              <w:left w:val="single" w:sz="8" w:space="0" w:color="000001"/>
              <w:bottom w:val="single" w:sz="8" w:space="0" w:color="000001"/>
              <w:right w:val="single" w:sz="8" w:space="0" w:color="000001"/>
            </w:tcBorders>
            <w:shd w:val="clear" w:color="auto" w:fill="auto"/>
            <w:tcMar>
              <w:left w:w="-10" w:type="dxa"/>
            </w:tcMar>
          </w:tcPr>
          <w:p w14:paraId="1B662D30" w14:textId="05817263" w:rsidR="00515200" w:rsidRPr="00171408" w:rsidRDefault="00CE02F1">
            <w:pPr>
              <w:spacing w:line="288" w:lineRule="atLeast"/>
              <w:jc w:val="center"/>
              <w:rPr>
                <w:rFonts w:ascii="Times New Roman" w:hAnsi="Times New Roman"/>
                <w:lang w:val="kl-GL"/>
              </w:rPr>
            </w:pPr>
            <w:r w:rsidRPr="00171408">
              <w:rPr>
                <w:rFonts w:ascii="Times New Roman" w:eastAsia="Times New Roman" w:hAnsi="Times New Roman" w:cs="Times New Roman"/>
                <w:color w:val="000000"/>
                <w:lang w:val="kl-GL" w:eastAsia="da-DK"/>
              </w:rPr>
              <w:t>Kingunerisa</w:t>
            </w:r>
            <w:r w:rsidR="003F3F33" w:rsidRPr="00171408">
              <w:rPr>
                <w:rFonts w:ascii="Times New Roman" w:eastAsia="Times New Roman" w:hAnsi="Times New Roman" w:cs="Times New Roman"/>
                <w:color w:val="000000"/>
                <w:lang w:val="kl-GL" w:eastAsia="da-DK"/>
              </w:rPr>
              <w:t>ssa</w:t>
            </w:r>
            <w:r w:rsidRPr="00171408">
              <w:rPr>
                <w:rFonts w:ascii="Times New Roman" w:eastAsia="Times New Roman" w:hAnsi="Times New Roman" w:cs="Times New Roman"/>
                <w:color w:val="000000"/>
                <w:lang w:val="kl-GL" w:eastAsia="da-DK"/>
              </w:rPr>
              <w:t>t pitsaanngitsut /aningaasartuut</w:t>
            </w:r>
            <w:r w:rsidR="00602F6E" w:rsidRPr="00171408">
              <w:rPr>
                <w:rFonts w:ascii="Times New Roman" w:eastAsia="Times New Roman" w:hAnsi="Times New Roman" w:cs="Times New Roman"/>
                <w:color w:val="000000"/>
                <w:lang w:val="kl-GL" w:eastAsia="da-DK"/>
              </w:rPr>
              <w:t>aa</w:t>
            </w:r>
            <w:r w:rsidRPr="00171408">
              <w:rPr>
                <w:rFonts w:ascii="Times New Roman" w:eastAsia="Times New Roman" w:hAnsi="Times New Roman" w:cs="Times New Roman"/>
                <w:color w:val="000000"/>
                <w:lang w:val="kl-GL" w:eastAsia="da-DK"/>
              </w:rPr>
              <w:t>nerusut (aappiuppat, annertussuseq allaguk)</w:t>
            </w:r>
          </w:p>
        </w:tc>
      </w:tr>
      <w:tr w:rsidR="00515200" w:rsidRPr="00171408" w14:paraId="46E88060" w14:textId="77777777">
        <w:tc>
          <w:tcPr>
            <w:tcW w:w="3058" w:type="dxa"/>
            <w:tcBorders>
              <w:top w:val="single" w:sz="8" w:space="0" w:color="000001"/>
              <w:left w:val="single" w:sz="8" w:space="0" w:color="000001"/>
              <w:bottom w:val="single" w:sz="8" w:space="0" w:color="000001"/>
              <w:right w:val="single" w:sz="8" w:space="0" w:color="000001"/>
            </w:tcBorders>
            <w:shd w:val="clear" w:color="auto" w:fill="auto"/>
            <w:tcMar>
              <w:left w:w="-10" w:type="dxa"/>
            </w:tcMar>
          </w:tcPr>
          <w:p w14:paraId="6E68A100" w14:textId="3A08B27B" w:rsidR="00515200" w:rsidRPr="00171408" w:rsidRDefault="00CE02F1">
            <w:pPr>
              <w:spacing w:line="288" w:lineRule="atLeast"/>
              <w:rPr>
                <w:rFonts w:ascii="Times New Roman" w:hAnsi="Times New Roman"/>
                <w:lang w:val="kl-GL"/>
              </w:rPr>
            </w:pPr>
            <w:r w:rsidRPr="00171408">
              <w:rPr>
                <w:rFonts w:ascii="Times New Roman" w:eastAsia="Times New Roman" w:hAnsi="Times New Roman" w:cs="Times New Roman"/>
                <w:color w:val="000000"/>
                <w:lang w:val="kl-GL" w:eastAsia="da-DK"/>
              </w:rPr>
              <w:t>Naalakkersuisunut kommuninu</w:t>
            </w:r>
            <w:r w:rsidR="00602F6E" w:rsidRPr="00171408">
              <w:rPr>
                <w:rFonts w:ascii="Times New Roman" w:eastAsia="Times New Roman" w:hAnsi="Times New Roman" w:cs="Times New Roman"/>
                <w:color w:val="000000"/>
                <w:lang w:val="kl-GL" w:eastAsia="da-DK"/>
              </w:rPr>
              <w:t>llu</w:t>
            </w:r>
            <w:r w:rsidRPr="00171408">
              <w:rPr>
                <w:rFonts w:ascii="Times New Roman" w:eastAsia="Times New Roman" w:hAnsi="Times New Roman" w:cs="Times New Roman"/>
                <w:color w:val="000000"/>
                <w:lang w:val="kl-GL" w:eastAsia="da-DK"/>
              </w:rPr>
              <w:t xml:space="preserve"> aningaasaqarnikkut kingunerisa</w:t>
            </w:r>
            <w:r w:rsidR="00602F6E" w:rsidRPr="00171408">
              <w:rPr>
                <w:rFonts w:ascii="Times New Roman" w:eastAsia="Times New Roman" w:hAnsi="Times New Roman" w:cs="Times New Roman"/>
                <w:color w:val="000000"/>
                <w:lang w:val="kl-GL" w:eastAsia="da-DK"/>
              </w:rPr>
              <w:t>ssai</w:t>
            </w:r>
          </w:p>
        </w:tc>
        <w:tc>
          <w:tcPr>
            <w:tcW w:w="3427" w:type="dxa"/>
            <w:tcBorders>
              <w:top w:val="single" w:sz="8" w:space="0" w:color="000001"/>
              <w:left w:val="single" w:sz="8" w:space="0" w:color="000001"/>
              <w:bottom w:val="single" w:sz="8" w:space="0" w:color="000001"/>
              <w:right w:val="single" w:sz="8" w:space="0" w:color="000001"/>
            </w:tcBorders>
            <w:shd w:val="clear" w:color="auto" w:fill="auto"/>
            <w:tcMar>
              <w:left w:w="-10" w:type="dxa"/>
            </w:tcMar>
          </w:tcPr>
          <w:p w14:paraId="3EF56B85" w14:textId="728560F9" w:rsidR="00515200" w:rsidRPr="00171408" w:rsidRDefault="00CE02F1">
            <w:pPr>
              <w:spacing w:line="288" w:lineRule="atLeast"/>
              <w:rPr>
                <w:rFonts w:ascii="Times New Roman" w:hAnsi="Times New Roman"/>
                <w:lang w:val="kl-GL"/>
              </w:rPr>
            </w:pPr>
            <w:r w:rsidRPr="00171408">
              <w:rPr>
                <w:rFonts w:ascii="Times New Roman" w:eastAsia="Times New Roman" w:hAnsi="Times New Roman" w:cs="Times New Roman"/>
                <w:color w:val="000000"/>
                <w:lang w:val="kl-GL" w:eastAsia="da-DK"/>
              </w:rPr>
              <w:t>Ukiumut aningaasartuutit 100.000 kr-nik a</w:t>
            </w:r>
            <w:r w:rsidR="00602F6E" w:rsidRPr="00171408">
              <w:rPr>
                <w:rFonts w:ascii="Times New Roman" w:eastAsia="Times New Roman" w:hAnsi="Times New Roman" w:cs="Times New Roman"/>
                <w:color w:val="000000"/>
                <w:lang w:val="kl-GL" w:eastAsia="da-DK"/>
              </w:rPr>
              <w:t>n</w:t>
            </w:r>
            <w:r w:rsidRPr="00171408">
              <w:rPr>
                <w:rFonts w:ascii="Times New Roman" w:eastAsia="Times New Roman" w:hAnsi="Times New Roman" w:cs="Times New Roman"/>
                <w:color w:val="000000"/>
                <w:lang w:val="kl-GL" w:eastAsia="da-DK"/>
              </w:rPr>
              <w:t xml:space="preserve">nikillineri (ukiut arlallit </w:t>
            </w:r>
            <w:r w:rsidR="00602F6E" w:rsidRPr="00171408">
              <w:rPr>
                <w:rFonts w:ascii="Times New Roman" w:eastAsia="Times New Roman" w:hAnsi="Times New Roman" w:cs="Times New Roman"/>
                <w:color w:val="000000"/>
                <w:lang w:val="kl-GL" w:eastAsia="da-DK"/>
              </w:rPr>
              <w:t xml:space="preserve">ingerlanerannut </w:t>
            </w:r>
            <w:r w:rsidRPr="00171408">
              <w:rPr>
                <w:rFonts w:ascii="Times New Roman" w:eastAsia="Times New Roman" w:hAnsi="Times New Roman" w:cs="Times New Roman"/>
                <w:color w:val="000000"/>
                <w:lang w:val="kl-GL" w:eastAsia="da-DK"/>
              </w:rPr>
              <w:t>agguaqatigiissillu</w:t>
            </w:r>
            <w:r w:rsidR="00602F6E" w:rsidRPr="00171408">
              <w:rPr>
                <w:rFonts w:ascii="Times New Roman" w:eastAsia="Times New Roman" w:hAnsi="Times New Roman" w:cs="Times New Roman"/>
                <w:color w:val="000000"/>
                <w:lang w:val="kl-GL" w:eastAsia="da-DK"/>
              </w:rPr>
              <w:t>gu</w:t>
            </w:r>
            <w:r w:rsidRPr="00171408">
              <w:rPr>
                <w:rFonts w:ascii="Times New Roman" w:eastAsia="Times New Roman" w:hAnsi="Times New Roman" w:cs="Times New Roman"/>
                <w:color w:val="000000"/>
                <w:lang w:val="kl-GL" w:eastAsia="da-DK"/>
              </w:rPr>
              <w:t xml:space="preserve"> </w:t>
            </w:r>
            <w:r w:rsidR="00602F6E" w:rsidRPr="00171408">
              <w:rPr>
                <w:rFonts w:ascii="Times New Roman" w:eastAsia="Times New Roman" w:hAnsi="Times New Roman" w:cs="Times New Roman"/>
                <w:color w:val="000000"/>
                <w:lang w:val="kl-GL" w:eastAsia="da-DK"/>
              </w:rPr>
              <w:t>missiliuussineq</w:t>
            </w:r>
            <w:r w:rsidRPr="00171408">
              <w:rPr>
                <w:rFonts w:ascii="Times New Roman" w:eastAsia="Times New Roman" w:hAnsi="Times New Roman" w:cs="Times New Roman"/>
                <w:color w:val="000000"/>
                <w:lang w:val="kl-GL" w:eastAsia="da-DK"/>
              </w:rPr>
              <w:t>)</w:t>
            </w:r>
          </w:p>
        </w:tc>
        <w:tc>
          <w:tcPr>
            <w:tcW w:w="3230" w:type="dxa"/>
            <w:tcBorders>
              <w:top w:val="single" w:sz="8" w:space="0" w:color="000001"/>
              <w:left w:val="single" w:sz="8" w:space="0" w:color="000001"/>
              <w:bottom w:val="single" w:sz="8" w:space="0" w:color="000001"/>
              <w:right w:val="single" w:sz="8" w:space="0" w:color="000001"/>
            </w:tcBorders>
            <w:shd w:val="clear" w:color="auto" w:fill="auto"/>
            <w:tcMar>
              <w:left w:w="-10" w:type="dxa"/>
            </w:tcMar>
          </w:tcPr>
          <w:p w14:paraId="682AA428" w14:textId="01E61743" w:rsidR="00515200" w:rsidRPr="00171408" w:rsidRDefault="00CE02F1">
            <w:pPr>
              <w:spacing w:line="288" w:lineRule="atLeast"/>
              <w:rPr>
                <w:rFonts w:ascii="Times New Roman" w:hAnsi="Times New Roman"/>
                <w:lang w:val="kl-GL"/>
              </w:rPr>
            </w:pPr>
            <w:r w:rsidRPr="00171408">
              <w:rPr>
                <w:rFonts w:ascii="Times New Roman" w:eastAsia="Times New Roman" w:hAnsi="Times New Roman" w:cs="Times New Roman"/>
                <w:color w:val="000000"/>
                <w:lang w:val="kl-GL" w:eastAsia="da-DK"/>
              </w:rPr>
              <w:t>Soqanngilaq</w:t>
            </w:r>
          </w:p>
        </w:tc>
      </w:tr>
      <w:tr w:rsidR="00515200" w:rsidRPr="00171408" w14:paraId="14CFA0C8" w14:textId="77777777">
        <w:tc>
          <w:tcPr>
            <w:tcW w:w="3058" w:type="dxa"/>
            <w:tcBorders>
              <w:top w:val="single" w:sz="8" w:space="0" w:color="000001"/>
              <w:left w:val="single" w:sz="8" w:space="0" w:color="000001"/>
              <w:bottom w:val="single" w:sz="8" w:space="0" w:color="000001"/>
              <w:right w:val="single" w:sz="8" w:space="0" w:color="000001"/>
            </w:tcBorders>
            <w:shd w:val="clear" w:color="auto" w:fill="auto"/>
            <w:tcMar>
              <w:left w:w="-10" w:type="dxa"/>
            </w:tcMar>
          </w:tcPr>
          <w:p w14:paraId="6091C7A7" w14:textId="48EE2DC0" w:rsidR="00515200" w:rsidRPr="00171408" w:rsidRDefault="00CE02F1">
            <w:pPr>
              <w:spacing w:line="288" w:lineRule="atLeast"/>
              <w:rPr>
                <w:rFonts w:ascii="Times New Roman" w:hAnsi="Times New Roman"/>
                <w:lang w:val="kl-GL"/>
              </w:rPr>
            </w:pPr>
            <w:r w:rsidRPr="00171408">
              <w:rPr>
                <w:rFonts w:ascii="Times New Roman" w:eastAsia="Times New Roman" w:hAnsi="Times New Roman" w:cs="Times New Roman"/>
                <w:color w:val="000000"/>
                <w:lang w:val="kl-GL" w:eastAsia="da-DK"/>
              </w:rPr>
              <w:t>Naalakkersuisunut kommuninu</w:t>
            </w:r>
            <w:r w:rsidR="00602F6E" w:rsidRPr="00171408">
              <w:rPr>
                <w:rFonts w:ascii="Times New Roman" w:eastAsia="Times New Roman" w:hAnsi="Times New Roman" w:cs="Times New Roman"/>
                <w:color w:val="000000"/>
                <w:lang w:val="kl-GL" w:eastAsia="da-DK"/>
              </w:rPr>
              <w:t>llu</w:t>
            </w:r>
            <w:r w:rsidRPr="00171408">
              <w:rPr>
                <w:rFonts w:ascii="Times New Roman" w:eastAsia="Times New Roman" w:hAnsi="Times New Roman" w:cs="Times New Roman"/>
                <w:color w:val="000000"/>
                <w:lang w:val="kl-GL" w:eastAsia="da-DK"/>
              </w:rPr>
              <w:t xml:space="preserve"> </w:t>
            </w:r>
            <w:r w:rsidR="00602F6E" w:rsidRPr="00171408">
              <w:rPr>
                <w:rFonts w:ascii="Times New Roman" w:eastAsia="Times New Roman" w:hAnsi="Times New Roman" w:cs="Times New Roman"/>
                <w:color w:val="000000"/>
                <w:lang w:val="kl-GL" w:eastAsia="da-DK"/>
              </w:rPr>
              <w:t xml:space="preserve">piviusunngortitsinikkut </w:t>
            </w:r>
            <w:r w:rsidRPr="00171408">
              <w:rPr>
                <w:rFonts w:ascii="Times New Roman" w:eastAsia="Times New Roman" w:hAnsi="Times New Roman" w:cs="Times New Roman"/>
                <w:color w:val="000000"/>
                <w:lang w:val="kl-GL" w:eastAsia="da-DK"/>
              </w:rPr>
              <w:t>kingunerisa</w:t>
            </w:r>
            <w:r w:rsidR="00602F6E" w:rsidRPr="00171408">
              <w:rPr>
                <w:rFonts w:ascii="Times New Roman" w:eastAsia="Times New Roman" w:hAnsi="Times New Roman" w:cs="Times New Roman"/>
                <w:color w:val="000000"/>
                <w:lang w:val="kl-GL" w:eastAsia="da-DK"/>
              </w:rPr>
              <w:t>ssai</w:t>
            </w:r>
          </w:p>
        </w:tc>
        <w:tc>
          <w:tcPr>
            <w:tcW w:w="3427" w:type="dxa"/>
            <w:tcBorders>
              <w:top w:val="single" w:sz="8" w:space="0" w:color="000001"/>
              <w:left w:val="single" w:sz="8" w:space="0" w:color="000001"/>
              <w:bottom w:val="single" w:sz="8" w:space="0" w:color="000001"/>
              <w:right w:val="single" w:sz="8" w:space="0" w:color="000001"/>
            </w:tcBorders>
            <w:shd w:val="clear" w:color="auto" w:fill="auto"/>
            <w:tcMar>
              <w:left w:w="-10" w:type="dxa"/>
            </w:tcMar>
          </w:tcPr>
          <w:p w14:paraId="53A53745" w14:textId="745DEA80" w:rsidR="00515200" w:rsidRPr="00171408" w:rsidRDefault="00CE02F1">
            <w:pPr>
              <w:spacing w:line="288" w:lineRule="atLeast"/>
              <w:jc w:val="both"/>
              <w:rPr>
                <w:rFonts w:ascii="Times New Roman" w:hAnsi="Times New Roman"/>
                <w:lang w:val="kl-GL"/>
              </w:rPr>
            </w:pPr>
            <w:r w:rsidRPr="00171408">
              <w:rPr>
                <w:rFonts w:ascii="Times New Roman" w:eastAsia="Times New Roman" w:hAnsi="Times New Roman" w:cs="Times New Roman"/>
                <w:color w:val="000000"/>
                <w:lang w:val="kl-GL" w:eastAsia="da-DK"/>
              </w:rPr>
              <w:t>Soqanngilaq</w:t>
            </w:r>
          </w:p>
        </w:tc>
        <w:tc>
          <w:tcPr>
            <w:tcW w:w="3230" w:type="dxa"/>
            <w:tcBorders>
              <w:top w:val="single" w:sz="8" w:space="0" w:color="000001"/>
              <w:left w:val="single" w:sz="8" w:space="0" w:color="000001"/>
              <w:bottom w:val="single" w:sz="8" w:space="0" w:color="000001"/>
              <w:right w:val="single" w:sz="8" w:space="0" w:color="000001"/>
            </w:tcBorders>
            <w:shd w:val="clear" w:color="auto" w:fill="auto"/>
            <w:tcMar>
              <w:left w:w="-10" w:type="dxa"/>
            </w:tcMar>
          </w:tcPr>
          <w:p w14:paraId="04463799" w14:textId="77777777" w:rsidR="00515200" w:rsidRPr="00171408" w:rsidRDefault="00CE02F1">
            <w:pPr>
              <w:spacing w:line="288" w:lineRule="atLeast"/>
              <w:jc w:val="both"/>
              <w:rPr>
                <w:rFonts w:ascii="Times New Roman" w:hAnsi="Times New Roman"/>
                <w:lang w:val="kl-GL"/>
              </w:rPr>
            </w:pPr>
            <w:r w:rsidRPr="00171408">
              <w:rPr>
                <w:rFonts w:ascii="Times New Roman" w:eastAsia="Times New Roman" w:hAnsi="Times New Roman" w:cs="Times New Roman"/>
                <w:color w:val="000000"/>
                <w:lang w:val="kl-GL" w:eastAsia="da-DK"/>
              </w:rPr>
              <w:t>Soqanngilaq</w:t>
            </w:r>
          </w:p>
        </w:tc>
      </w:tr>
      <w:tr w:rsidR="00515200" w:rsidRPr="00171408" w14:paraId="3891C031" w14:textId="77777777">
        <w:tc>
          <w:tcPr>
            <w:tcW w:w="3058" w:type="dxa"/>
            <w:tcBorders>
              <w:top w:val="single" w:sz="8" w:space="0" w:color="000001"/>
              <w:left w:val="single" w:sz="8" w:space="0" w:color="000001"/>
              <w:bottom w:val="single" w:sz="8" w:space="0" w:color="000001"/>
              <w:right w:val="single" w:sz="8" w:space="0" w:color="000001"/>
            </w:tcBorders>
            <w:shd w:val="clear" w:color="auto" w:fill="auto"/>
            <w:tcMar>
              <w:left w:w="-10" w:type="dxa"/>
            </w:tcMar>
          </w:tcPr>
          <w:p w14:paraId="7C57D4F8" w14:textId="51FA22D7" w:rsidR="00515200" w:rsidRPr="00171408" w:rsidRDefault="00CE02F1">
            <w:pPr>
              <w:spacing w:line="288" w:lineRule="atLeast"/>
              <w:rPr>
                <w:rFonts w:ascii="Times New Roman" w:hAnsi="Times New Roman"/>
                <w:lang w:val="kl-GL"/>
              </w:rPr>
            </w:pPr>
            <w:r w:rsidRPr="00171408">
              <w:rPr>
                <w:rFonts w:ascii="Times New Roman" w:eastAsia="Times New Roman" w:hAnsi="Times New Roman" w:cs="Times New Roman"/>
                <w:color w:val="000000"/>
                <w:lang w:val="kl-GL" w:eastAsia="da-DK"/>
              </w:rPr>
              <w:t>Inuussutissarsiortunut aningaasaqarnikkut kingunerisa</w:t>
            </w:r>
            <w:r w:rsidR="007A08FB" w:rsidRPr="00171408">
              <w:rPr>
                <w:rFonts w:ascii="Times New Roman" w:eastAsia="Times New Roman" w:hAnsi="Times New Roman" w:cs="Times New Roman"/>
                <w:color w:val="000000"/>
                <w:lang w:val="kl-GL" w:eastAsia="da-DK"/>
              </w:rPr>
              <w:t>ssai</w:t>
            </w:r>
          </w:p>
        </w:tc>
        <w:tc>
          <w:tcPr>
            <w:tcW w:w="3427" w:type="dxa"/>
            <w:tcBorders>
              <w:top w:val="single" w:sz="8" w:space="0" w:color="000001"/>
              <w:left w:val="single" w:sz="8" w:space="0" w:color="000001"/>
              <w:bottom w:val="single" w:sz="8" w:space="0" w:color="000001"/>
              <w:right w:val="single" w:sz="8" w:space="0" w:color="000001"/>
            </w:tcBorders>
            <w:shd w:val="clear" w:color="auto" w:fill="auto"/>
            <w:tcMar>
              <w:left w:w="-10" w:type="dxa"/>
            </w:tcMar>
          </w:tcPr>
          <w:p w14:paraId="509236C3" w14:textId="440B7ACB" w:rsidR="00515200" w:rsidRPr="00171408" w:rsidRDefault="00CE02F1">
            <w:pPr>
              <w:spacing w:line="288" w:lineRule="atLeast"/>
              <w:rPr>
                <w:rFonts w:ascii="Times New Roman" w:hAnsi="Times New Roman"/>
                <w:lang w:val="kl-GL"/>
              </w:rPr>
            </w:pPr>
            <w:r w:rsidRPr="00171408">
              <w:rPr>
                <w:rFonts w:ascii="Times New Roman" w:eastAsia="Times New Roman" w:hAnsi="Times New Roman" w:cs="Times New Roman"/>
                <w:color w:val="000000"/>
                <w:lang w:val="kl-GL" w:eastAsia="da-DK"/>
              </w:rPr>
              <w:t>Ukiumut aningaasartuutit 400.000 k</w:t>
            </w:r>
            <w:r w:rsidR="007A08FB" w:rsidRPr="00171408">
              <w:rPr>
                <w:rFonts w:ascii="Times New Roman" w:eastAsia="Times New Roman" w:hAnsi="Times New Roman" w:cs="Times New Roman"/>
                <w:color w:val="000000"/>
                <w:lang w:val="kl-GL" w:eastAsia="da-DK"/>
              </w:rPr>
              <w:t>r</w:t>
            </w:r>
            <w:r w:rsidRPr="00171408">
              <w:rPr>
                <w:rFonts w:ascii="Times New Roman" w:eastAsia="Times New Roman" w:hAnsi="Times New Roman" w:cs="Times New Roman"/>
                <w:color w:val="000000"/>
                <w:lang w:val="kl-GL" w:eastAsia="da-DK"/>
              </w:rPr>
              <w:t>-nik a</w:t>
            </w:r>
            <w:r w:rsidR="007A08FB" w:rsidRPr="00171408">
              <w:rPr>
                <w:rFonts w:ascii="Times New Roman" w:eastAsia="Times New Roman" w:hAnsi="Times New Roman" w:cs="Times New Roman"/>
                <w:color w:val="000000"/>
                <w:lang w:val="kl-GL" w:eastAsia="da-DK"/>
              </w:rPr>
              <w:t>n</w:t>
            </w:r>
            <w:r w:rsidRPr="00171408">
              <w:rPr>
                <w:rFonts w:ascii="Times New Roman" w:eastAsia="Times New Roman" w:hAnsi="Times New Roman" w:cs="Times New Roman"/>
                <w:color w:val="000000"/>
                <w:lang w:val="kl-GL" w:eastAsia="da-DK"/>
              </w:rPr>
              <w:t>nikillineri (ukiut arlallit ingerlaner</w:t>
            </w:r>
            <w:r w:rsidR="007A08FB" w:rsidRPr="00171408">
              <w:rPr>
                <w:rFonts w:ascii="Times New Roman" w:eastAsia="Times New Roman" w:hAnsi="Times New Roman" w:cs="Times New Roman"/>
                <w:color w:val="000000"/>
                <w:lang w:val="kl-GL" w:eastAsia="da-DK"/>
              </w:rPr>
              <w:t>an</w:t>
            </w:r>
            <w:r w:rsidRPr="00171408">
              <w:rPr>
                <w:rFonts w:ascii="Times New Roman" w:eastAsia="Times New Roman" w:hAnsi="Times New Roman" w:cs="Times New Roman"/>
                <w:color w:val="000000"/>
                <w:lang w:val="kl-GL" w:eastAsia="da-DK"/>
              </w:rPr>
              <w:t xml:space="preserve">nut </w:t>
            </w:r>
            <w:r w:rsidR="007A08FB" w:rsidRPr="00171408">
              <w:rPr>
                <w:rFonts w:ascii="Times New Roman" w:eastAsia="Times New Roman" w:hAnsi="Times New Roman" w:cs="Times New Roman"/>
                <w:color w:val="000000"/>
                <w:lang w:val="kl-GL" w:eastAsia="da-DK"/>
              </w:rPr>
              <w:t>agguaqatigiissillugu missiliuussineq</w:t>
            </w:r>
            <w:r w:rsidRPr="00171408">
              <w:rPr>
                <w:rFonts w:ascii="Times New Roman" w:eastAsia="Times New Roman" w:hAnsi="Times New Roman" w:cs="Times New Roman"/>
                <w:color w:val="000000"/>
                <w:lang w:val="kl-GL" w:eastAsia="da-DK"/>
              </w:rPr>
              <w:t>)</w:t>
            </w:r>
          </w:p>
        </w:tc>
        <w:tc>
          <w:tcPr>
            <w:tcW w:w="3230" w:type="dxa"/>
            <w:tcBorders>
              <w:top w:val="single" w:sz="8" w:space="0" w:color="000001"/>
              <w:left w:val="single" w:sz="8" w:space="0" w:color="000001"/>
              <w:bottom w:val="single" w:sz="8" w:space="0" w:color="000001"/>
              <w:right w:val="single" w:sz="8" w:space="0" w:color="000001"/>
            </w:tcBorders>
            <w:shd w:val="clear" w:color="auto" w:fill="auto"/>
            <w:tcMar>
              <w:left w:w="-10" w:type="dxa"/>
            </w:tcMar>
          </w:tcPr>
          <w:p w14:paraId="144BBCAC" w14:textId="077290B2" w:rsidR="00515200" w:rsidRPr="00171408" w:rsidRDefault="00CE02F1">
            <w:pPr>
              <w:spacing w:line="288" w:lineRule="atLeast"/>
              <w:rPr>
                <w:rFonts w:ascii="Times New Roman" w:hAnsi="Times New Roman"/>
                <w:lang w:val="kl-GL"/>
              </w:rPr>
            </w:pPr>
            <w:r w:rsidRPr="00171408">
              <w:rPr>
                <w:rFonts w:ascii="Times New Roman" w:eastAsia="Times New Roman" w:hAnsi="Times New Roman" w:cs="Times New Roman"/>
                <w:color w:val="000000"/>
                <w:lang w:val="kl-GL" w:eastAsia="da-DK"/>
              </w:rPr>
              <w:t>Soqanngilaq</w:t>
            </w:r>
          </w:p>
        </w:tc>
      </w:tr>
      <w:tr w:rsidR="00515200" w:rsidRPr="00171408" w14:paraId="415C1F1F" w14:textId="77777777">
        <w:tc>
          <w:tcPr>
            <w:tcW w:w="3058" w:type="dxa"/>
            <w:tcBorders>
              <w:top w:val="single" w:sz="8" w:space="0" w:color="000001"/>
              <w:left w:val="single" w:sz="8" w:space="0" w:color="000001"/>
              <w:bottom w:val="single" w:sz="8" w:space="0" w:color="000001"/>
              <w:right w:val="single" w:sz="8" w:space="0" w:color="000001"/>
            </w:tcBorders>
            <w:shd w:val="clear" w:color="auto" w:fill="auto"/>
            <w:tcMar>
              <w:left w:w="-10" w:type="dxa"/>
            </w:tcMar>
          </w:tcPr>
          <w:p w14:paraId="4A86E9FF" w14:textId="5125B310" w:rsidR="00515200" w:rsidRPr="00171408" w:rsidRDefault="00CE02F1">
            <w:pPr>
              <w:spacing w:line="288" w:lineRule="atLeast"/>
              <w:rPr>
                <w:rFonts w:ascii="Times New Roman" w:hAnsi="Times New Roman"/>
                <w:lang w:val="kl-GL"/>
              </w:rPr>
            </w:pPr>
            <w:r w:rsidRPr="00171408">
              <w:rPr>
                <w:rFonts w:ascii="Times New Roman" w:eastAsia="Times New Roman" w:hAnsi="Times New Roman" w:cs="Times New Roman"/>
                <w:color w:val="000000"/>
                <w:lang w:val="kl-GL" w:eastAsia="da-DK"/>
              </w:rPr>
              <w:t>Inuussutissarsiortunut allaffissornikkut kingunerisa</w:t>
            </w:r>
            <w:r w:rsidR="007A08FB" w:rsidRPr="00171408">
              <w:rPr>
                <w:rFonts w:ascii="Times New Roman" w:eastAsia="Times New Roman" w:hAnsi="Times New Roman" w:cs="Times New Roman"/>
                <w:color w:val="000000"/>
                <w:lang w:val="kl-GL" w:eastAsia="da-DK"/>
              </w:rPr>
              <w:t>ssai</w:t>
            </w:r>
          </w:p>
        </w:tc>
        <w:tc>
          <w:tcPr>
            <w:tcW w:w="3427" w:type="dxa"/>
            <w:tcBorders>
              <w:top w:val="single" w:sz="8" w:space="0" w:color="000001"/>
              <w:left w:val="single" w:sz="8" w:space="0" w:color="000001"/>
              <w:bottom w:val="single" w:sz="8" w:space="0" w:color="000001"/>
              <w:right w:val="single" w:sz="8" w:space="0" w:color="000001"/>
            </w:tcBorders>
            <w:shd w:val="clear" w:color="auto" w:fill="auto"/>
            <w:tcMar>
              <w:left w:w="-10" w:type="dxa"/>
            </w:tcMar>
          </w:tcPr>
          <w:p w14:paraId="34CBBF71" w14:textId="2E5341B5" w:rsidR="00515200" w:rsidRPr="00171408" w:rsidRDefault="00CE02F1">
            <w:pPr>
              <w:spacing w:line="288" w:lineRule="atLeast"/>
              <w:rPr>
                <w:rFonts w:ascii="Times New Roman" w:hAnsi="Times New Roman"/>
                <w:lang w:val="kl-GL"/>
              </w:rPr>
            </w:pPr>
            <w:r w:rsidRPr="00171408">
              <w:rPr>
                <w:rFonts w:ascii="Times New Roman" w:eastAsia="Times New Roman" w:hAnsi="Times New Roman" w:cs="Times New Roman"/>
                <w:color w:val="000000"/>
                <w:lang w:val="kl-GL" w:eastAsia="da-DK"/>
              </w:rPr>
              <w:t>Soqanngilaq</w:t>
            </w:r>
          </w:p>
        </w:tc>
        <w:tc>
          <w:tcPr>
            <w:tcW w:w="3230" w:type="dxa"/>
            <w:tcBorders>
              <w:top w:val="single" w:sz="8" w:space="0" w:color="000001"/>
              <w:left w:val="single" w:sz="8" w:space="0" w:color="000001"/>
              <w:bottom w:val="single" w:sz="8" w:space="0" w:color="000001"/>
              <w:right w:val="single" w:sz="8" w:space="0" w:color="000001"/>
            </w:tcBorders>
            <w:shd w:val="clear" w:color="auto" w:fill="auto"/>
            <w:tcMar>
              <w:left w:w="-10" w:type="dxa"/>
            </w:tcMar>
          </w:tcPr>
          <w:p w14:paraId="077C29CC" w14:textId="4B0C8EE0" w:rsidR="00515200" w:rsidRPr="00171408" w:rsidRDefault="00CE02F1">
            <w:pPr>
              <w:spacing w:line="288" w:lineRule="atLeast"/>
              <w:rPr>
                <w:rFonts w:ascii="Times New Roman" w:hAnsi="Times New Roman"/>
                <w:lang w:val="kl-GL"/>
              </w:rPr>
            </w:pPr>
            <w:r w:rsidRPr="00171408">
              <w:rPr>
                <w:rFonts w:ascii="Times New Roman" w:eastAsia="Times New Roman" w:hAnsi="Times New Roman" w:cs="Times New Roman"/>
                <w:color w:val="000000"/>
                <w:lang w:val="kl-GL" w:eastAsia="da-DK"/>
              </w:rPr>
              <w:t>Soqanngilaq</w:t>
            </w:r>
          </w:p>
        </w:tc>
      </w:tr>
      <w:tr w:rsidR="00515200" w:rsidRPr="00171408" w14:paraId="4954B5C7" w14:textId="77777777">
        <w:tc>
          <w:tcPr>
            <w:tcW w:w="3058" w:type="dxa"/>
            <w:tcBorders>
              <w:top w:val="single" w:sz="8" w:space="0" w:color="000001"/>
              <w:left w:val="single" w:sz="8" w:space="0" w:color="000001"/>
              <w:bottom w:val="single" w:sz="8" w:space="0" w:color="000001"/>
              <w:right w:val="single" w:sz="8" w:space="0" w:color="000001"/>
            </w:tcBorders>
            <w:shd w:val="clear" w:color="auto" w:fill="auto"/>
            <w:tcMar>
              <w:left w:w="-10" w:type="dxa"/>
            </w:tcMar>
          </w:tcPr>
          <w:p w14:paraId="0622C1F4" w14:textId="3BD20436" w:rsidR="00515200" w:rsidRPr="00171408" w:rsidRDefault="00CE02F1">
            <w:pPr>
              <w:spacing w:line="288" w:lineRule="atLeast"/>
              <w:rPr>
                <w:rFonts w:ascii="Times New Roman" w:hAnsi="Times New Roman"/>
                <w:lang w:val="kl-GL"/>
              </w:rPr>
            </w:pPr>
            <w:r w:rsidRPr="00171408">
              <w:rPr>
                <w:rFonts w:ascii="Times New Roman" w:eastAsia="Times New Roman" w:hAnsi="Times New Roman" w:cs="Times New Roman"/>
                <w:color w:val="000000"/>
                <w:lang w:val="kl-GL" w:eastAsia="da-DK"/>
              </w:rPr>
              <w:t>Innuttaasunut allaffissornikkut kingunerisa</w:t>
            </w:r>
            <w:r w:rsidR="007A08FB" w:rsidRPr="00171408">
              <w:rPr>
                <w:rFonts w:ascii="Times New Roman" w:eastAsia="Times New Roman" w:hAnsi="Times New Roman" w:cs="Times New Roman"/>
                <w:color w:val="000000"/>
                <w:lang w:val="kl-GL" w:eastAsia="da-DK"/>
              </w:rPr>
              <w:t>ssai</w:t>
            </w:r>
          </w:p>
        </w:tc>
        <w:tc>
          <w:tcPr>
            <w:tcW w:w="3427" w:type="dxa"/>
            <w:tcBorders>
              <w:top w:val="single" w:sz="8" w:space="0" w:color="000001"/>
              <w:left w:val="single" w:sz="8" w:space="0" w:color="000001"/>
              <w:bottom w:val="single" w:sz="8" w:space="0" w:color="000001"/>
              <w:right w:val="single" w:sz="8" w:space="0" w:color="000001"/>
            </w:tcBorders>
            <w:shd w:val="clear" w:color="auto" w:fill="auto"/>
            <w:tcMar>
              <w:left w:w="-10" w:type="dxa"/>
            </w:tcMar>
          </w:tcPr>
          <w:p w14:paraId="7E77715F" w14:textId="02F8677C" w:rsidR="00515200" w:rsidRPr="00171408" w:rsidRDefault="00CE02F1">
            <w:pPr>
              <w:spacing w:line="288" w:lineRule="atLeast"/>
              <w:rPr>
                <w:rFonts w:ascii="Times New Roman" w:hAnsi="Times New Roman"/>
                <w:lang w:val="kl-GL"/>
              </w:rPr>
            </w:pPr>
            <w:r w:rsidRPr="00171408">
              <w:rPr>
                <w:rFonts w:ascii="Times New Roman" w:eastAsia="Times New Roman" w:hAnsi="Times New Roman" w:cs="Times New Roman"/>
                <w:color w:val="000000"/>
                <w:lang w:val="kl-GL" w:eastAsia="da-DK"/>
              </w:rPr>
              <w:t>Soqanngilaq</w:t>
            </w:r>
          </w:p>
        </w:tc>
        <w:tc>
          <w:tcPr>
            <w:tcW w:w="3230" w:type="dxa"/>
            <w:tcBorders>
              <w:top w:val="single" w:sz="8" w:space="0" w:color="000001"/>
              <w:left w:val="single" w:sz="8" w:space="0" w:color="000001"/>
              <w:bottom w:val="single" w:sz="8" w:space="0" w:color="000001"/>
              <w:right w:val="single" w:sz="8" w:space="0" w:color="000001"/>
            </w:tcBorders>
            <w:shd w:val="clear" w:color="auto" w:fill="auto"/>
            <w:tcMar>
              <w:left w:w="-10" w:type="dxa"/>
            </w:tcMar>
          </w:tcPr>
          <w:p w14:paraId="47455182" w14:textId="0EA6A7B0" w:rsidR="00515200" w:rsidRPr="00171408" w:rsidRDefault="00CE02F1">
            <w:pPr>
              <w:spacing w:line="288" w:lineRule="atLeast"/>
              <w:rPr>
                <w:rFonts w:ascii="Times New Roman" w:hAnsi="Times New Roman"/>
                <w:lang w:val="kl-GL"/>
              </w:rPr>
            </w:pPr>
            <w:r w:rsidRPr="00171408">
              <w:rPr>
                <w:rFonts w:ascii="Times New Roman" w:eastAsia="Times New Roman" w:hAnsi="Times New Roman" w:cs="Times New Roman"/>
                <w:color w:val="000000"/>
                <w:lang w:val="kl-GL" w:eastAsia="da-DK"/>
              </w:rPr>
              <w:t>Soqanngilaq</w:t>
            </w:r>
          </w:p>
        </w:tc>
      </w:tr>
      <w:tr w:rsidR="00515200" w:rsidRPr="00171408" w14:paraId="3C319D10" w14:textId="77777777">
        <w:tc>
          <w:tcPr>
            <w:tcW w:w="3058" w:type="dxa"/>
            <w:tcBorders>
              <w:top w:val="single" w:sz="8" w:space="0" w:color="000001"/>
              <w:left w:val="single" w:sz="8" w:space="0" w:color="000001"/>
              <w:bottom w:val="single" w:sz="8" w:space="0" w:color="000001"/>
              <w:right w:val="single" w:sz="8" w:space="0" w:color="000001"/>
            </w:tcBorders>
            <w:shd w:val="clear" w:color="auto" w:fill="auto"/>
            <w:tcMar>
              <w:left w:w="-10" w:type="dxa"/>
            </w:tcMar>
          </w:tcPr>
          <w:p w14:paraId="51CE6D0E" w14:textId="2A7BC1CA" w:rsidR="00515200" w:rsidRPr="00171408" w:rsidRDefault="00CE02F1">
            <w:pPr>
              <w:spacing w:line="288" w:lineRule="atLeast"/>
              <w:rPr>
                <w:rFonts w:ascii="Times New Roman" w:hAnsi="Times New Roman"/>
                <w:lang w:val="kl-GL"/>
              </w:rPr>
            </w:pPr>
            <w:r w:rsidRPr="00171408">
              <w:rPr>
                <w:rFonts w:ascii="Times New Roman" w:eastAsia="Times New Roman" w:hAnsi="Times New Roman" w:cs="Times New Roman"/>
                <w:color w:val="000000"/>
                <w:lang w:val="kl-GL" w:eastAsia="da-DK"/>
              </w:rPr>
              <w:t>Silap pissusianut kingunerisa</w:t>
            </w:r>
            <w:r w:rsidR="007A08FB" w:rsidRPr="00171408">
              <w:rPr>
                <w:rFonts w:ascii="Times New Roman" w:eastAsia="Times New Roman" w:hAnsi="Times New Roman" w:cs="Times New Roman"/>
                <w:color w:val="000000"/>
                <w:lang w:val="kl-GL" w:eastAsia="da-DK"/>
              </w:rPr>
              <w:t>ssai</w:t>
            </w:r>
          </w:p>
        </w:tc>
        <w:tc>
          <w:tcPr>
            <w:tcW w:w="3427" w:type="dxa"/>
            <w:tcBorders>
              <w:top w:val="single" w:sz="8" w:space="0" w:color="000001"/>
              <w:left w:val="single" w:sz="8" w:space="0" w:color="000001"/>
              <w:bottom w:val="single" w:sz="8" w:space="0" w:color="000001"/>
              <w:right w:val="single" w:sz="8" w:space="0" w:color="000001"/>
            </w:tcBorders>
            <w:shd w:val="clear" w:color="auto" w:fill="auto"/>
            <w:tcMar>
              <w:left w:w="-10" w:type="dxa"/>
            </w:tcMar>
          </w:tcPr>
          <w:p w14:paraId="773AA326" w14:textId="77777777" w:rsidR="00515200" w:rsidRPr="00171408" w:rsidRDefault="00CE02F1">
            <w:pPr>
              <w:spacing w:line="288" w:lineRule="atLeast"/>
              <w:rPr>
                <w:rFonts w:ascii="Times New Roman" w:hAnsi="Times New Roman"/>
                <w:lang w:val="kl-GL"/>
              </w:rPr>
            </w:pPr>
            <w:r w:rsidRPr="00171408">
              <w:rPr>
                <w:rFonts w:ascii="Times New Roman" w:eastAsia="Times New Roman" w:hAnsi="Times New Roman" w:cs="Times New Roman"/>
                <w:color w:val="000000"/>
                <w:lang w:val="kl-GL" w:eastAsia="da-DK"/>
              </w:rPr>
              <w:t>Soqanngilaq</w:t>
            </w:r>
          </w:p>
        </w:tc>
        <w:tc>
          <w:tcPr>
            <w:tcW w:w="3230" w:type="dxa"/>
            <w:tcBorders>
              <w:top w:val="single" w:sz="8" w:space="0" w:color="000001"/>
              <w:left w:val="single" w:sz="8" w:space="0" w:color="000001"/>
              <w:bottom w:val="single" w:sz="8" w:space="0" w:color="000001"/>
              <w:right w:val="single" w:sz="8" w:space="0" w:color="000001"/>
            </w:tcBorders>
            <w:shd w:val="clear" w:color="auto" w:fill="auto"/>
            <w:tcMar>
              <w:left w:w="-10" w:type="dxa"/>
            </w:tcMar>
          </w:tcPr>
          <w:p w14:paraId="1F91ECAE" w14:textId="77777777" w:rsidR="00515200" w:rsidRPr="00171408" w:rsidRDefault="00CE02F1">
            <w:pPr>
              <w:spacing w:line="288" w:lineRule="atLeast"/>
              <w:rPr>
                <w:rFonts w:ascii="Times New Roman" w:hAnsi="Times New Roman"/>
                <w:lang w:val="kl-GL"/>
              </w:rPr>
            </w:pPr>
            <w:r w:rsidRPr="00171408">
              <w:rPr>
                <w:rFonts w:ascii="Times New Roman" w:eastAsia="Times New Roman" w:hAnsi="Times New Roman" w:cs="Times New Roman"/>
                <w:color w:val="000000"/>
                <w:lang w:val="kl-GL" w:eastAsia="da-DK"/>
              </w:rPr>
              <w:t>Soqanngilaq</w:t>
            </w:r>
          </w:p>
        </w:tc>
      </w:tr>
      <w:tr w:rsidR="00515200" w:rsidRPr="00171408" w14:paraId="7B7CF245" w14:textId="77777777">
        <w:tc>
          <w:tcPr>
            <w:tcW w:w="3058" w:type="dxa"/>
            <w:tcBorders>
              <w:top w:val="single" w:sz="8" w:space="0" w:color="000001"/>
              <w:left w:val="single" w:sz="8" w:space="0" w:color="000001"/>
              <w:bottom w:val="single" w:sz="4" w:space="0" w:color="00000A"/>
              <w:right w:val="single" w:sz="8" w:space="0" w:color="000001"/>
            </w:tcBorders>
            <w:shd w:val="clear" w:color="auto" w:fill="auto"/>
            <w:tcMar>
              <w:left w:w="-10" w:type="dxa"/>
            </w:tcMar>
          </w:tcPr>
          <w:p w14:paraId="56633E16" w14:textId="1393D93B" w:rsidR="00515200" w:rsidRPr="00171408" w:rsidRDefault="00CE02F1">
            <w:pPr>
              <w:spacing w:line="288" w:lineRule="atLeast"/>
              <w:rPr>
                <w:rFonts w:ascii="Times New Roman" w:hAnsi="Times New Roman"/>
                <w:lang w:val="kl-GL"/>
              </w:rPr>
            </w:pPr>
            <w:r w:rsidRPr="00171408">
              <w:rPr>
                <w:rFonts w:ascii="Times New Roman" w:eastAsia="Times New Roman" w:hAnsi="Times New Roman" w:cs="Times New Roman"/>
                <w:color w:val="000000"/>
                <w:lang w:val="kl-GL" w:eastAsia="da-DK"/>
              </w:rPr>
              <w:t>Avatangiisinut pinngortitamu</w:t>
            </w:r>
            <w:r w:rsidR="007A08FB" w:rsidRPr="00171408">
              <w:rPr>
                <w:rFonts w:ascii="Times New Roman" w:eastAsia="Times New Roman" w:hAnsi="Times New Roman" w:cs="Times New Roman"/>
                <w:color w:val="000000"/>
                <w:lang w:val="kl-GL" w:eastAsia="da-DK"/>
              </w:rPr>
              <w:t>llu</w:t>
            </w:r>
            <w:r w:rsidRPr="00171408">
              <w:rPr>
                <w:rFonts w:ascii="Times New Roman" w:eastAsia="Times New Roman" w:hAnsi="Times New Roman" w:cs="Times New Roman"/>
                <w:color w:val="000000"/>
                <w:lang w:val="kl-GL" w:eastAsia="da-DK"/>
              </w:rPr>
              <w:t xml:space="preserve"> kingunerisa</w:t>
            </w:r>
            <w:r w:rsidR="007A08FB" w:rsidRPr="00171408">
              <w:rPr>
                <w:rFonts w:ascii="Times New Roman" w:eastAsia="Times New Roman" w:hAnsi="Times New Roman" w:cs="Times New Roman"/>
                <w:color w:val="000000"/>
                <w:lang w:val="kl-GL" w:eastAsia="da-DK"/>
              </w:rPr>
              <w:t>ssai</w:t>
            </w:r>
          </w:p>
        </w:tc>
        <w:tc>
          <w:tcPr>
            <w:tcW w:w="3427" w:type="dxa"/>
            <w:tcBorders>
              <w:top w:val="single" w:sz="8" w:space="0" w:color="000001"/>
              <w:left w:val="single" w:sz="8" w:space="0" w:color="000001"/>
              <w:bottom w:val="single" w:sz="4" w:space="0" w:color="00000A"/>
              <w:right w:val="single" w:sz="8" w:space="0" w:color="000001"/>
            </w:tcBorders>
            <w:shd w:val="clear" w:color="auto" w:fill="auto"/>
            <w:tcMar>
              <w:left w:w="-10" w:type="dxa"/>
            </w:tcMar>
          </w:tcPr>
          <w:p w14:paraId="3851B293" w14:textId="77777777" w:rsidR="00515200" w:rsidRPr="00171408" w:rsidRDefault="00CE02F1">
            <w:pPr>
              <w:spacing w:line="288" w:lineRule="atLeast"/>
              <w:rPr>
                <w:rFonts w:ascii="Times New Roman" w:hAnsi="Times New Roman"/>
                <w:lang w:val="kl-GL"/>
              </w:rPr>
            </w:pPr>
            <w:r w:rsidRPr="00171408">
              <w:rPr>
                <w:rFonts w:ascii="Times New Roman" w:eastAsia="Times New Roman" w:hAnsi="Times New Roman" w:cs="Times New Roman"/>
                <w:color w:val="000000"/>
                <w:lang w:val="kl-GL" w:eastAsia="da-DK"/>
              </w:rPr>
              <w:t>Soqanngilaq</w:t>
            </w:r>
          </w:p>
        </w:tc>
        <w:tc>
          <w:tcPr>
            <w:tcW w:w="3230" w:type="dxa"/>
            <w:tcBorders>
              <w:top w:val="single" w:sz="8" w:space="0" w:color="000001"/>
              <w:left w:val="single" w:sz="8" w:space="0" w:color="000001"/>
              <w:bottom w:val="single" w:sz="4" w:space="0" w:color="00000A"/>
              <w:right w:val="single" w:sz="8" w:space="0" w:color="000001"/>
            </w:tcBorders>
            <w:shd w:val="clear" w:color="auto" w:fill="auto"/>
            <w:tcMar>
              <w:left w:w="-10" w:type="dxa"/>
            </w:tcMar>
          </w:tcPr>
          <w:p w14:paraId="313C906A" w14:textId="77777777" w:rsidR="00515200" w:rsidRPr="00171408" w:rsidRDefault="00CE02F1">
            <w:pPr>
              <w:spacing w:line="288" w:lineRule="atLeast"/>
              <w:rPr>
                <w:rFonts w:ascii="Times New Roman" w:hAnsi="Times New Roman"/>
                <w:lang w:val="kl-GL"/>
              </w:rPr>
            </w:pPr>
            <w:r w:rsidRPr="00171408">
              <w:rPr>
                <w:rFonts w:ascii="Times New Roman" w:eastAsia="Times New Roman" w:hAnsi="Times New Roman" w:cs="Times New Roman"/>
                <w:color w:val="000000"/>
                <w:lang w:val="kl-GL" w:eastAsia="da-DK"/>
              </w:rPr>
              <w:t>Soqanngilaq</w:t>
            </w:r>
          </w:p>
        </w:tc>
      </w:tr>
    </w:tbl>
    <w:p w14:paraId="03673103" w14:textId="77777777" w:rsidR="00515200" w:rsidRPr="00171408" w:rsidRDefault="00CE02F1">
      <w:pPr>
        <w:rPr>
          <w:rFonts w:ascii="Times New Roman" w:hAnsi="Times New Roman" w:cs="Times New Roman"/>
          <w:i/>
          <w:lang w:val="kl-GL"/>
        </w:rPr>
      </w:pPr>
      <w:r w:rsidRPr="00171408">
        <w:rPr>
          <w:lang w:val="kl-GL"/>
        </w:rPr>
        <w:br w:type="page"/>
      </w:r>
    </w:p>
    <w:p w14:paraId="28D001F4" w14:textId="77777777" w:rsidR="00515200" w:rsidRPr="00171408" w:rsidRDefault="00CE02F1">
      <w:pPr>
        <w:jc w:val="center"/>
        <w:rPr>
          <w:rFonts w:ascii="Times New Roman" w:hAnsi="Times New Roman"/>
          <w:lang w:val="kl-GL"/>
        </w:rPr>
      </w:pPr>
      <w:r w:rsidRPr="00171408">
        <w:rPr>
          <w:rFonts w:ascii="Times New Roman" w:hAnsi="Times New Roman" w:cs="Times New Roman"/>
          <w:i/>
          <w:lang w:val="kl-GL"/>
        </w:rPr>
        <w:lastRenderedPageBreak/>
        <w:t>Inatsisissatut siunnersuummi aalajangersakkanut ataasiakkaanut oqaaseqaatit</w:t>
      </w:r>
    </w:p>
    <w:p w14:paraId="4EE7BA84" w14:textId="77777777" w:rsidR="00515200" w:rsidRPr="00171408" w:rsidRDefault="00CE02F1">
      <w:pPr>
        <w:rPr>
          <w:rFonts w:ascii="Times New Roman" w:hAnsi="Times New Roman"/>
          <w:lang w:val="kl-GL"/>
        </w:rPr>
      </w:pPr>
      <w:r w:rsidRPr="00171408">
        <w:rPr>
          <w:rFonts w:ascii="Times New Roman" w:hAnsi="Times New Roman" w:cs="Times New Roman"/>
          <w:lang w:val="kl-GL"/>
        </w:rPr>
        <w:tab/>
      </w:r>
      <w:r w:rsidRPr="00171408">
        <w:rPr>
          <w:rFonts w:ascii="Times New Roman" w:hAnsi="Times New Roman" w:cs="Times New Roman"/>
          <w:lang w:val="kl-GL"/>
        </w:rPr>
        <w:tab/>
      </w:r>
      <w:r w:rsidRPr="00171408">
        <w:rPr>
          <w:rFonts w:ascii="Times New Roman" w:hAnsi="Times New Roman" w:cs="Times New Roman"/>
          <w:lang w:val="kl-GL"/>
        </w:rPr>
        <w:tab/>
      </w:r>
      <w:r w:rsidRPr="00171408">
        <w:rPr>
          <w:rFonts w:ascii="Times New Roman" w:hAnsi="Times New Roman" w:cs="Times New Roman"/>
          <w:i/>
          <w:lang w:val="kl-GL"/>
        </w:rPr>
        <w:t>§ 1-imut</w:t>
      </w:r>
    </w:p>
    <w:p w14:paraId="2AEB41BB" w14:textId="77777777" w:rsidR="00515200" w:rsidRPr="00171408" w:rsidRDefault="00CE02F1">
      <w:pPr>
        <w:rPr>
          <w:rFonts w:ascii="Times New Roman" w:hAnsi="Times New Roman"/>
          <w:lang w:val="kl-GL"/>
        </w:rPr>
      </w:pPr>
      <w:r w:rsidRPr="00171408">
        <w:rPr>
          <w:rFonts w:ascii="Times New Roman" w:hAnsi="Times New Roman" w:cs="Times New Roman"/>
          <w:lang w:val="kl-GL"/>
        </w:rPr>
        <w:t>Nr. 1-imut</w:t>
      </w:r>
    </w:p>
    <w:p w14:paraId="1E456C5E" w14:textId="36F8C3D3" w:rsidR="00515200" w:rsidRPr="00171408" w:rsidRDefault="00CE02F1">
      <w:pPr>
        <w:rPr>
          <w:rFonts w:ascii="Times New Roman" w:hAnsi="Times New Roman"/>
          <w:lang w:val="kl-GL"/>
        </w:rPr>
      </w:pPr>
      <w:r w:rsidRPr="00171408">
        <w:rPr>
          <w:rFonts w:ascii="Times New Roman" w:hAnsi="Times New Roman" w:cs="Times New Roman"/>
          <w:lang w:val="kl-GL"/>
        </w:rPr>
        <w:t xml:space="preserve">§ 6, imm. 1-imi aalajangersakkami atuuttumi allaqqavoq, ajutoorneq imatut paasineqassasoq pisoq imaluunniit sunnerneqarneq pissutigalugu inuup ajoqusernera, tassanngaannaq imaluunniit ullut </w:t>
      </w:r>
      <w:r w:rsidR="000A07FC" w:rsidRPr="00171408">
        <w:rPr>
          <w:rFonts w:ascii="Times New Roman" w:hAnsi="Times New Roman" w:cs="Times New Roman"/>
          <w:lang w:val="kl-GL"/>
        </w:rPr>
        <w:t>tallima</w:t>
      </w:r>
      <w:r w:rsidRPr="00171408">
        <w:rPr>
          <w:rFonts w:ascii="Times New Roman" w:hAnsi="Times New Roman" w:cs="Times New Roman"/>
          <w:lang w:val="kl-GL"/>
        </w:rPr>
        <w:t>t ilua</w:t>
      </w:r>
      <w:r w:rsidR="000A07FC" w:rsidRPr="00171408">
        <w:rPr>
          <w:rFonts w:ascii="Times New Roman" w:hAnsi="Times New Roman" w:cs="Times New Roman"/>
          <w:lang w:val="kl-GL"/>
        </w:rPr>
        <w:t>n</w:t>
      </w:r>
      <w:r w:rsidRPr="00171408">
        <w:rPr>
          <w:rFonts w:ascii="Times New Roman" w:hAnsi="Times New Roman" w:cs="Times New Roman"/>
          <w:lang w:val="kl-GL"/>
        </w:rPr>
        <w:t xml:space="preserve">ni pisoq. Inuup ajoqusernera ullut </w:t>
      </w:r>
      <w:r w:rsidR="000A07FC" w:rsidRPr="00171408">
        <w:rPr>
          <w:rFonts w:ascii="Times New Roman" w:hAnsi="Times New Roman" w:cs="Times New Roman"/>
          <w:lang w:val="kl-GL"/>
        </w:rPr>
        <w:t xml:space="preserve">tallimat iluanni </w:t>
      </w:r>
      <w:r w:rsidRPr="00171408">
        <w:rPr>
          <w:rFonts w:ascii="Times New Roman" w:hAnsi="Times New Roman" w:cs="Times New Roman"/>
          <w:lang w:val="kl-GL"/>
        </w:rPr>
        <w:t>tassanngaannaq pisunit imaluunniit sunnerneqarnernit pissuteqassaaq. Inatsimmi § 5-imi, ajoquserneq sulinerup imaluunniit pisut nalaanni pissutsit kingunerisaannik pisimanissaanik piumasaqaat nangittumik naammassineqassaaq.</w:t>
      </w:r>
    </w:p>
    <w:p w14:paraId="685B05EC" w14:textId="007D5710" w:rsidR="00515200" w:rsidRPr="00171408" w:rsidRDefault="00CE02F1">
      <w:pPr>
        <w:rPr>
          <w:rFonts w:ascii="Times New Roman" w:hAnsi="Times New Roman"/>
          <w:lang w:val="kl-GL"/>
        </w:rPr>
      </w:pPr>
      <w:r w:rsidRPr="00171408">
        <w:rPr>
          <w:rFonts w:ascii="Times New Roman" w:hAnsi="Times New Roman" w:cs="Times New Roman"/>
          <w:color w:val="000000"/>
          <w:lang w:val="kl-GL"/>
        </w:rPr>
        <w:t xml:space="preserve">Inatsisissatut siunnersuutikkut siunnersuutigineqarpoq </w:t>
      </w:r>
      <w:r w:rsidRPr="00171408">
        <w:rPr>
          <w:rFonts w:ascii="Times New Roman" w:hAnsi="Times New Roman" w:cs="Times New Roman"/>
          <w:i/>
          <w:iCs/>
          <w:color w:val="000000"/>
          <w:lang w:val="kl-GL"/>
        </w:rPr>
        <w:t>§ 6, imm. 1</w:t>
      </w:r>
      <w:r w:rsidRPr="00171408">
        <w:rPr>
          <w:rFonts w:ascii="Times New Roman" w:hAnsi="Times New Roman" w:cs="Times New Roman"/>
          <w:color w:val="000000"/>
          <w:lang w:val="kl-GL"/>
        </w:rPr>
        <w:t xml:space="preserve">-imik nutaamik ikkussinissaq, tamatuma kingorna inuup ajoqusernera, tak. imm. 1, timikkut imaluunniit tarnikkut ajoqusernerusinnaalluni </w:t>
      </w:r>
      <w:r w:rsidR="00C3269E" w:rsidRPr="00171408">
        <w:rPr>
          <w:rFonts w:ascii="Times New Roman" w:hAnsi="Times New Roman" w:cs="Times New Roman"/>
          <w:color w:val="000000"/>
          <w:lang w:val="kl-GL"/>
        </w:rPr>
        <w:t>aamma</w:t>
      </w:r>
      <w:r w:rsidRPr="00171408">
        <w:rPr>
          <w:rFonts w:ascii="Times New Roman" w:hAnsi="Times New Roman" w:cs="Times New Roman"/>
          <w:color w:val="000000"/>
          <w:lang w:val="kl-GL"/>
        </w:rPr>
        <w:t xml:space="preserve"> ataavartuusinnaalluni imaluunniit qaangiuttussaasinnaalluni. Piumasaqaataanngilaq, inuup ajoqusernerata kingunerissagaa suliaritittariaqarneq, imaluunniit inuup ajoqusernini pillugu suliaritissimanissaa.«</w:t>
      </w:r>
    </w:p>
    <w:p w14:paraId="06FF1C49" w14:textId="78AFE900" w:rsidR="00515200" w:rsidRPr="00171408" w:rsidRDefault="00CE02F1">
      <w:pPr>
        <w:rPr>
          <w:rFonts w:ascii="Times New Roman" w:hAnsi="Times New Roman"/>
          <w:lang w:val="kl-GL"/>
        </w:rPr>
      </w:pPr>
      <w:r w:rsidRPr="00171408">
        <w:rPr>
          <w:rFonts w:ascii="Times New Roman" w:hAnsi="Times New Roman" w:cs="Times New Roman"/>
          <w:color w:val="000000"/>
          <w:lang w:val="kl-GL"/>
        </w:rPr>
        <w:t xml:space="preserve">Ataatsimut imm. 1 atuuttoq, nutaamut siunnersuutigineqartumut imm. 2-mut </w:t>
      </w:r>
      <w:r w:rsidR="00FB5A27" w:rsidRPr="00171408">
        <w:rPr>
          <w:rFonts w:ascii="Times New Roman" w:hAnsi="Times New Roman" w:cs="Times New Roman"/>
          <w:color w:val="000000"/>
          <w:lang w:val="kl-GL"/>
        </w:rPr>
        <w:t>ataqatigiissillugu</w:t>
      </w:r>
      <w:r w:rsidRPr="00171408">
        <w:rPr>
          <w:rFonts w:ascii="Times New Roman" w:hAnsi="Times New Roman" w:cs="Times New Roman"/>
          <w:color w:val="000000"/>
          <w:lang w:val="kl-GL"/>
        </w:rPr>
        <w:t xml:space="preserve">, inuup ajoqusernera nassuiassavaa, inatsimmut ilaatinneqartoq </w:t>
      </w:r>
      <w:r w:rsidR="00C3269E" w:rsidRPr="00171408">
        <w:rPr>
          <w:rFonts w:ascii="Times New Roman" w:hAnsi="Times New Roman" w:cs="Times New Roman"/>
          <w:color w:val="000000"/>
          <w:lang w:val="kl-GL"/>
        </w:rPr>
        <w:t>aamma</w:t>
      </w:r>
      <w:r w:rsidRPr="00171408">
        <w:rPr>
          <w:rFonts w:ascii="Times New Roman" w:hAnsi="Times New Roman" w:cs="Times New Roman"/>
          <w:color w:val="000000"/>
          <w:lang w:val="kl-GL"/>
        </w:rPr>
        <w:t xml:space="preserve"> sulin</w:t>
      </w:r>
      <w:r w:rsidR="00FB5A27" w:rsidRPr="00171408">
        <w:rPr>
          <w:rFonts w:ascii="Times New Roman" w:hAnsi="Times New Roman" w:cs="Times New Roman"/>
          <w:color w:val="000000"/>
          <w:lang w:val="kl-GL"/>
        </w:rPr>
        <w:t>erm</w:t>
      </w:r>
      <w:r w:rsidRPr="00171408">
        <w:rPr>
          <w:rFonts w:ascii="Times New Roman" w:hAnsi="Times New Roman" w:cs="Times New Roman"/>
          <w:color w:val="000000"/>
          <w:lang w:val="kl-GL"/>
        </w:rPr>
        <w:t>i ajoqusernertut akuersaarneqarsinnaasoq.</w:t>
      </w:r>
    </w:p>
    <w:p w14:paraId="03ECBF11" w14:textId="485A6278" w:rsidR="00515200" w:rsidRPr="00171408" w:rsidRDefault="00CE02F1">
      <w:pPr>
        <w:rPr>
          <w:rFonts w:ascii="Times New Roman" w:hAnsi="Times New Roman"/>
          <w:lang w:val="kl-GL"/>
        </w:rPr>
      </w:pPr>
      <w:r w:rsidRPr="00171408">
        <w:rPr>
          <w:rFonts w:ascii="Times New Roman" w:hAnsi="Times New Roman" w:cs="Times New Roman"/>
          <w:color w:val="000000"/>
          <w:lang w:val="kl-GL"/>
        </w:rPr>
        <w:t xml:space="preserve">Nutaamut § 6, imm. </w:t>
      </w:r>
      <w:r w:rsidR="00E91AA1" w:rsidRPr="00171408">
        <w:rPr>
          <w:rFonts w:ascii="Times New Roman" w:hAnsi="Times New Roman" w:cs="Times New Roman"/>
          <w:color w:val="000000"/>
          <w:lang w:val="kl-GL"/>
        </w:rPr>
        <w:t>2</w:t>
      </w:r>
      <w:r w:rsidRPr="00171408">
        <w:rPr>
          <w:rFonts w:ascii="Times New Roman" w:hAnsi="Times New Roman" w:cs="Times New Roman"/>
          <w:color w:val="000000"/>
          <w:lang w:val="kl-GL"/>
        </w:rPr>
        <w:t xml:space="preserve">-mut siunnersuut, </w:t>
      </w:r>
      <w:r w:rsidR="00C22238" w:rsidRPr="00171408">
        <w:rPr>
          <w:rFonts w:ascii="Times New Roman" w:hAnsi="Times New Roman" w:cs="Times New Roman"/>
          <w:color w:val="000000"/>
          <w:lang w:val="kl-GL"/>
        </w:rPr>
        <w:t xml:space="preserve">inatsit malillugu inuup ajoqusernera qanoq paasineqassanersoq, </w:t>
      </w:r>
      <w:r w:rsidRPr="00171408">
        <w:rPr>
          <w:rFonts w:ascii="Times New Roman" w:hAnsi="Times New Roman" w:cs="Times New Roman"/>
          <w:color w:val="000000"/>
          <w:lang w:val="kl-GL"/>
        </w:rPr>
        <w:t>paasinninnermut erseqqinnerusumik nassuiaavoq. Taamaalilluni erseqqissarneqarpoq, inuup ajoqusernera timikkut imaluunniit tarnikkut peqqissutsikkut ajoqusernerusinnaasoq.</w:t>
      </w:r>
    </w:p>
    <w:p w14:paraId="2C6A988A" w14:textId="5638BCC9" w:rsidR="00515200" w:rsidRPr="00171408" w:rsidRDefault="00CE02F1">
      <w:pPr>
        <w:rPr>
          <w:rFonts w:ascii="Times New Roman" w:hAnsi="Times New Roman"/>
          <w:lang w:val="kl-GL"/>
        </w:rPr>
      </w:pPr>
      <w:r w:rsidRPr="00171408">
        <w:rPr>
          <w:rFonts w:ascii="Times New Roman" w:hAnsi="Times New Roman" w:cs="Times New Roman"/>
          <w:color w:val="000000"/>
          <w:lang w:val="kl-GL"/>
        </w:rPr>
        <w:t>Inatsisissatut siunnersuummi allaqqassaaq, aamma inuit ajoquserneri qaangiuttussat sulin</w:t>
      </w:r>
      <w:r w:rsidR="001A4205" w:rsidRPr="00171408">
        <w:rPr>
          <w:rFonts w:ascii="Times New Roman" w:hAnsi="Times New Roman" w:cs="Times New Roman"/>
          <w:color w:val="000000"/>
          <w:lang w:val="kl-GL"/>
        </w:rPr>
        <w:t>erm</w:t>
      </w:r>
      <w:r w:rsidRPr="00171408">
        <w:rPr>
          <w:rFonts w:ascii="Times New Roman" w:hAnsi="Times New Roman" w:cs="Times New Roman"/>
          <w:color w:val="000000"/>
          <w:lang w:val="kl-GL"/>
        </w:rPr>
        <w:t>i ajoqusernertut akuersaarneqarsinnaaneri, ajoquserneq qaangiunniaruni suliaritinnissamik piumasaqarfiunersoq</w:t>
      </w:r>
      <w:r w:rsidR="0008433E" w:rsidRPr="00171408">
        <w:rPr>
          <w:rFonts w:ascii="Times New Roman" w:hAnsi="Times New Roman" w:cs="Times New Roman"/>
          <w:color w:val="000000"/>
          <w:lang w:val="kl-GL"/>
        </w:rPr>
        <w:t xml:space="preserve"> apeqqutaatinnagu</w:t>
      </w:r>
      <w:r w:rsidRPr="00171408">
        <w:rPr>
          <w:rFonts w:ascii="Times New Roman" w:hAnsi="Times New Roman" w:cs="Times New Roman"/>
          <w:color w:val="000000"/>
          <w:lang w:val="kl-GL"/>
        </w:rPr>
        <w:t xml:space="preserve">, </w:t>
      </w:r>
      <w:r w:rsidR="00C3269E" w:rsidRPr="00171408">
        <w:rPr>
          <w:rFonts w:ascii="Times New Roman" w:hAnsi="Times New Roman" w:cs="Times New Roman"/>
          <w:color w:val="000000"/>
          <w:lang w:val="kl-GL"/>
        </w:rPr>
        <w:t>aamma</w:t>
      </w:r>
      <w:r w:rsidRPr="00171408">
        <w:rPr>
          <w:rFonts w:ascii="Times New Roman" w:hAnsi="Times New Roman" w:cs="Times New Roman"/>
          <w:color w:val="000000"/>
          <w:lang w:val="kl-GL"/>
        </w:rPr>
        <w:t xml:space="preserve"> ajoquserneq nakorsartinnikkut suliaritissimanersoq</w:t>
      </w:r>
      <w:r w:rsidR="0008433E" w:rsidRPr="00171408">
        <w:rPr>
          <w:rFonts w:ascii="Times New Roman" w:hAnsi="Times New Roman" w:cs="Times New Roman"/>
          <w:color w:val="000000"/>
          <w:lang w:val="kl-GL"/>
        </w:rPr>
        <w:t xml:space="preserve"> apeqqutaatinnagu</w:t>
      </w:r>
      <w:r w:rsidRPr="00171408">
        <w:rPr>
          <w:rFonts w:ascii="Times New Roman" w:hAnsi="Times New Roman" w:cs="Times New Roman"/>
          <w:color w:val="000000"/>
          <w:lang w:val="kl-GL"/>
        </w:rPr>
        <w:t xml:space="preserve">. Inuup ajoqusernera qaangiuttussaq assersuutigalugu </w:t>
      </w:r>
      <w:r w:rsidR="00D014B3" w:rsidRPr="00171408">
        <w:rPr>
          <w:rFonts w:ascii="Times New Roman" w:hAnsi="Times New Roman" w:cs="Times New Roman"/>
          <w:color w:val="000000"/>
          <w:lang w:val="kl-GL"/>
        </w:rPr>
        <w:t xml:space="preserve">tassaasinnaavoq </w:t>
      </w:r>
      <w:r w:rsidRPr="00171408">
        <w:rPr>
          <w:rFonts w:ascii="Times New Roman" w:hAnsi="Times New Roman" w:cs="Times New Roman"/>
          <w:color w:val="000000"/>
          <w:lang w:val="kl-GL"/>
        </w:rPr>
        <w:t xml:space="preserve">iki, annikitsumik </w:t>
      </w:r>
      <w:r w:rsidR="00D014B3" w:rsidRPr="00171408">
        <w:rPr>
          <w:rFonts w:ascii="Times New Roman" w:hAnsi="Times New Roman" w:cs="Times New Roman"/>
          <w:color w:val="000000"/>
          <w:lang w:val="kl-GL"/>
        </w:rPr>
        <w:t>pillutsinneq</w:t>
      </w:r>
      <w:r w:rsidRPr="00171408">
        <w:rPr>
          <w:rFonts w:ascii="Times New Roman" w:hAnsi="Times New Roman" w:cs="Times New Roman"/>
          <w:color w:val="000000"/>
          <w:lang w:val="kl-GL"/>
        </w:rPr>
        <w:t>, qaratsamik sajuppillatsitsine</w:t>
      </w:r>
      <w:r w:rsidR="00D014B3" w:rsidRPr="00171408">
        <w:rPr>
          <w:rFonts w:ascii="Times New Roman" w:hAnsi="Times New Roman" w:cs="Times New Roman"/>
          <w:color w:val="000000"/>
          <w:lang w:val="kl-GL"/>
        </w:rPr>
        <w:t>q</w:t>
      </w:r>
      <w:r w:rsidRPr="00171408">
        <w:rPr>
          <w:rFonts w:ascii="Times New Roman" w:hAnsi="Times New Roman" w:cs="Times New Roman"/>
          <w:color w:val="000000"/>
          <w:lang w:val="kl-GL"/>
        </w:rPr>
        <w:t xml:space="preserve"> piffissap sivikitsup ingerlanerani nammineerluni qaangiuttussaq, imaluunniit artukkigaanermit qisuariaat/naleqqussarnermi qisuariaat tassanngaannaq pisumi</w:t>
      </w:r>
      <w:r w:rsidR="00043D7E" w:rsidRPr="00171408">
        <w:rPr>
          <w:rFonts w:ascii="Times New Roman" w:hAnsi="Times New Roman" w:cs="Times New Roman"/>
          <w:color w:val="000000"/>
          <w:lang w:val="kl-GL"/>
        </w:rPr>
        <w:t>k</w:t>
      </w:r>
      <w:r w:rsidRPr="00171408">
        <w:rPr>
          <w:rFonts w:ascii="Times New Roman" w:hAnsi="Times New Roman" w:cs="Times New Roman"/>
          <w:color w:val="000000"/>
          <w:lang w:val="kl-GL"/>
        </w:rPr>
        <w:t xml:space="preserve"> navianartorsiorfiusumi </w:t>
      </w:r>
      <w:r w:rsidR="00043D7E" w:rsidRPr="00171408">
        <w:rPr>
          <w:rFonts w:ascii="Times New Roman" w:hAnsi="Times New Roman" w:cs="Times New Roman"/>
          <w:color w:val="000000"/>
          <w:lang w:val="kl-GL"/>
        </w:rPr>
        <w:t>pilersinneqartoq</w:t>
      </w:r>
      <w:r w:rsidRPr="00171408">
        <w:rPr>
          <w:rFonts w:ascii="Times New Roman" w:hAnsi="Times New Roman" w:cs="Times New Roman"/>
          <w:color w:val="000000"/>
          <w:lang w:val="kl-GL"/>
        </w:rPr>
        <w:t>, peqqissutsikkut kingunerisat nakorsartinnissamik pisariaqartitsilernersut imaluunniit naamik</w:t>
      </w:r>
      <w:r w:rsidR="006A4E45" w:rsidRPr="00171408">
        <w:rPr>
          <w:rFonts w:ascii="Times New Roman" w:hAnsi="Times New Roman" w:cs="Times New Roman"/>
          <w:color w:val="000000"/>
          <w:lang w:val="kl-GL"/>
        </w:rPr>
        <w:t xml:space="preserve"> apeqqutaatinnagu</w:t>
      </w:r>
      <w:r w:rsidRPr="00171408">
        <w:rPr>
          <w:rFonts w:ascii="Times New Roman" w:hAnsi="Times New Roman" w:cs="Times New Roman"/>
          <w:color w:val="000000"/>
          <w:lang w:val="kl-GL"/>
        </w:rPr>
        <w:t xml:space="preserve">. Akerlianik assersuutigalugu annikitsumik tilluusarneq, kimillanneq imaluunniit tupanneq inatsit malillugu nangittumik inuup ajoquserneratut isigineqassanngillat. Immikkoortitsinermut aalajangiisuuvoq, kingunerisat kingullertut taaneqartut ajoqusertut peqqissutsikkut inissisimanerannut </w:t>
      </w:r>
      <w:r w:rsidR="00C3269E" w:rsidRPr="00171408">
        <w:rPr>
          <w:rFonts w:ascii="Times New Roman" w:hAnsi="Times New Roman" w:cs="Times New Roman"/>
          <w:color w:val="000000"/>
          <w:lang w:val="kl-GL"/>
        </w:rPr>
        <w:t>aamma</w:t>
      </w:r>
      <w:r w:rsidRPr="00171408">
        <w:rPr>
          <w:rFonts w:ascii="Times New Roman" w:hAnsi="Times New Roman" w:cs="Times New Roman"/>
          <w:color w:val="000000"/>
          <w:lang w:val="kl-GL"/>
        </w:rPr>
        <w:t xml:space="preserve"> kingorna inissisimalernerannut apeqqutaannginnerat. Sunnerneqaatit kingunerisaat killi</w:t>
      </w:r>
      <w:r w:rsidR="005B6DFC" w:rsidRPr="00171408">
        <w:rPr>
          <w:rFonts w:ascii="Times New Roman" w:hAnsi="Times New Roman" w:cs="Times New Roman"/>
          <w:color w:val="000000"/>
          <w:lang w:val="kl-GL"/>
        </w:rPr>
        <w:t>gineqassaaq</w:t>
      </w:r>
      <w:r w:rsidRPr="00171408">
        <w:rPr>
          <w:rFonts w:ascii="Times New Roman" w:hAnsi="Times New Roman" w:cs="Times New Roman"/>
          <w:color w:val="000000"/>
          <w:lang w:val="kl-GL"/>
        </w:rPr>
        <w:t>, nalinginnaasumik paasinnittaaseqarneq malillugu inuup ajoquserneratut isigineqanngitsoq. Imatut paasillugu, timikkut imaluunniit tarnikkut kinguneqarnani, ajoqusertup nalinginnaasumik inissisimaneranut imaluunniit ulluinnarni inuunermik ingerlatsineranut, arlaannaatigulluunniit - qaangiuttussamik imaluunniit ataavartumik - sunniuteqartumik.</w:t>
      </w:r>
    </w:p>
    <w:p w14:paraId="106AA3CD" w14:textId="6C8ED052" w:rsidR="00515200" w:rsidRPr="00171408" w:rsidRDefault="00CE02F1">
      <w:pPr>
        <w:rPr>
          <w:rFonts w:ascii="Times New Roman" w:hAnsi="Times New Roman"/>
          <w:lang w:val="kl-GL"/>
        </w:rPr>
      </w:pPr>
      <w:r w:rsidRPr="00171408">
        <w:rPr>
          <w:rFonts w:ascii="Times New Roman" w:hAnsi="Times New Roman" w:cs="Times New Roman"/>
          <w:lang w:val="kl-GL"/>
        </w:rPr>
        <w:t>Ajoqusernermik taaguutip allanngortinneqarnissaanik</w:t>
      </w:r>
      <w:r w:rsidR="003D2F05" w:rsidRPr="00171408">
        <w:rPr>
          <w:rFonts w:ascii="Times New Roman" w:hAnsi="Times New Roman" w:cs="Times New Roman"/>
          <w:lang w:val="kl-GL"/>
        </w:rPr>
        <w:t>, pisup imaluunniit sunnerneqaatip ajoqusernermik nalunaarutiginninnermik kinguneqarnissaanut naleqquttuunissaa,</w:t>
      </w:r>
      <w:r w:rsidRPr="00171408">
        <w:rPr>
          <w:rFonts w:ascii="Times New Roman" w:hAnsi="Times New Roman" w:cs="Times New Roman"/>
          <w:lang w:val="kl-GL"/>
        </w:rPr>
        <w:t xml:space="preserve"> siunnersuutip allanngortissanngilaa. Taamaalilluni piumasaqaatigineqarpoq, suleriaatsimut atuuttumut naapertuuttumik, pisup sulin</w:t>
      </w:r>
      <w:r w:rsidR="008443ED" w:rsidRPr="00171408">
        <w:rPr>
          <w:rFonts w:ascii="Times New Roman" w:hAnsi="Times New Roman" w:cs="Times New Roman"/>
          <w:lang w:val="kl-GL"/>
        </w:rPr>
        <w:t>erm</w:t>
      </w:r>
      <w:r w:rsidRPr="00171408">
        <w:rPr>
          <w:rFonts w:ascii="Times New Roman" w:hAnsi="Times New Roman" w:cs="Times New Roman"/>
          <w:lang w:val="kl-GL"/>
        </w:rPr>
        <w:t xml:space="preserve">i ajoqusernertut akuersaarneqarsinnaanera pillugu nalilersuinermi, nangittumik pingaartinneqarnissaa, pisoq imaluunniit sunnerneqaat ataavartumik imaluunniit qaangiuttussamik timikkut imaluunniit tarnikkut ajoqusernermik kinguneqarsimanersoq, kiisalu pisoq imaluunniit sunnerneqaat pineqartumi ajoqusertumi inuup ajoqusernera nalunaarutigineqarsimasoq naleqquttuunersoq. Tamanna Eqqartuussiviit Qullersaata </w:t>
      </w:r>
      <w:r w:rsidRPr="00171408">
        <w:rPr>
          <w:rFonts w:ascii="Times New Roman" w:hAnsi="Times New Roman" w:cs="Times New Roman"/>
          <w:lang w:val="kl-GL"/>
        </w:rPr>
        <w:lastRenderedPageBreak/>
        <w:t>eqqartuussutaani 9. november 2016-imeersumi allaqqavoq, Ugeskrift for Retsvæsen 2017-imi, qupperneq 516 H</w:t>
      </w:r>
      <w:r w:rsidR="001D0BCD" w:rsidRPr="00171408">
        <w:rPr>
          <w:rFonts w:ascii="Times New Roman" w:hAnsi="Times New Roman" w:cs="Times New Roman"/>
          <w:lang w:val="kl-GL"/>
        </w:rPr>
        <w:t xml:space="preserve"> ilanngunneqartoq</w:t>
      </w:r>
      <w:r w:rsidRPr="00171408">
        <w:rPr>
          <w:rFonts w:ascii="Times New Roman" w:hAnsi="Times New Roman" w:cs="Times New Roman"/>
          <w:lang w:val="kl-GL"/>
        </w:rPr>
        <w:t xml:space="preserve">. Eqqartuussut aamma Kalaallit Nunaanni </w:t>
      </w:r>
      <w:r w:rsidR="00E77A9B" w:rsidRPr="00171408">
        <w:rPr>
          <w:rFonts w:ascii="Times New Roman" w:hAnsi="Times New Roman" w:cs="Times New Roman"/>
          <w:lang w:val="kl-GL"/>
        </w:rPr>
        <w:t xml:space="preserve">inatsiseqartitsinermi pissutsinut </w:t>
      </w:r>
      <w:r w:rsidRPr="00171408">
        <w:rPr>
          <w:rFonts w:ascii="Times New Roman" w:hAnsi="Times New Roman" w:cs="Times New Roman"/>
          <w:lang w:val="kl-GL"/>
        </w:rPr>
        <w:t>pingaaruteqarpoq.</w:t>
      </w:r>
    </w:p>
    <w:p w14:paraId="661AB5C1" w14:textId="325A0FA1" w:rsidR="00515200" w:rsidRPr="00171408" w:rsidRDefault="00CE02F1">
      <w:pPr>
        <w:rPr>
          <w:rFonts w:ascii="Times New Roman" w:hAnsi="Times New Roman"/>
          <w:lang w:val="kl-GL"/>
        </w:rPr>
      </w:pPr>
      <w:r w:rsidRPr="00171408">
        <w:rPr>
          <w:rFonts w:ascii="Times New Roman" w:hAnsi="Times New Roman" w:cs="Times New Roman"/>
          <w:lang w:val="kl-GL"/>
        </w:rPr>
        <w:t xml:space="preserve">Ajutoornerit, kapuutinut ipertuunut kapinerup kingunerisaanik </w:t>
      </w:r>
      <w:r w:rsidR="0084079B" w:rsidRPr="00171408">
        <w:rPr>
          <w:rFonts w:ascii="Times New Roman" w:hAnsi="Times New Roman" w:cs="Times New Roman"/>
          <w:lang w:val="kl-GL"/>
        </w:rPr>
        <w:t xml:space="preserve">pilersut </w:t>
      </w:r>
      <w:r w:rsidRPr="00171408">
        <w:rPr>
          <w:rFonts w:ascii="Times New Roman" w:hAnsi="Times New Roman" w:cs="Times New Roman"/>
          <w:lang w:val="kl-GL"/>
        </w:rPr>
        <w:t>(kapilluni ajoqusernerit), qulaani allassimasut apeqqutaatinnagit sulin</w:t>
      </w:r>
      <w:r w:rsidR="0084079B" w:rsidRPr="00171408">
        <w:rPr>
          <w:rFonts w:ascii="Times New Roman" w:hAnsi="Times New Roman" w:cs="Times New Roman"/>
          <w:lang w:val="kl-GL"/>
        </w:rPr>
        <w:t>erm</w:t>
      </w:r>
      <w:r w:rsidRPr="00171408">
        <w:rPr>
          <w:rFonts w:ascii="Times New Roman" w:hAnsi="Times New Roman" w:cs="Times New Roman"/>
          <w:lang w:val="kl-GL"/>
        </w:rPr>
        <w:t xml:space="preserve">i ajoqusernertut akuersaarneqarsinnaassapput, ajutoornerit taamaattut ajoqusertut peqqissusaannut sunniuteqanngikkaluarpataluunniit, tassami kapilluni ajoqusernerit </w:t>
      </w:r>
      <w:r w:rsidR="005D2AE3" w:rsidRPr="00171408">
        <w:rPr>
          <w:rFonts w:ascii="Times New Roman" w:hAnsi="Times New Roman" w:cs="Times New Roman"/>
          <w:lang w:val="kl-GL"/>
        </w:rPr>
        <w:t xml:space="preserve">sakkortuumik </w:t>
      </w:r>
      <w:r w:rsidRPr="00171408">
        <w:rPr>
          <w:rFonts w:ascii="Times New Roman" w:hAnsi="Times New Roman" w:cs="Times New Roman"/>
          <w:lang w:val="kl-GL"/>
        </w:rPr>
        <w:t>kinguneqartitsinissaat aarlerinaateqarsinnaammat, aatsaat kingusinnerusukkut ersiuteqalersitsisunik. Tamanna eqqartuussiviit qullersaata eqqartuussutaa sioqqullugu suleriaatsimut assinguvoq.</w:t>
      </w:r>
    </w:p>
    <w:p w14:paraId="29BB957D" w14:textId="74C7F637" w:rsidR="00515200" w:rsidRPr="00171408" w:rsidRDefault="00CE02F1">
      <w:pPr>
        <w:rPr>
          <w:rFonts w:ascii="Times New Roman" w:hAnsi="Times New Roman"/>
          <w:lang w:val="kl-GL"/>
        </w:rPr>
      </w:pPr>
      <w:r w:rsidRPr="00171408">
        <w:rPr>
          <w:rFonts w:ascii="Times New Roman" w:hAnsi="Times New Roman" w:cs="Times New Roman"/>
          <w:lang w:val="kl-GL"/>
        </w:rPr>
        <w:t xml:space="preserve">Ajoqusernermik taaguutip allanngortinneqarnissaanik siunnersuutip uppernarsaateqarnissamik piumasaqaat allanngortissanngilaa. Tamanna isumaqarpoq, nangittumik suleriaatsinut atuuttunut naapertuuttumik, paasissutissanik pigeriikkanik uppernarsaanissamut tunngatillugu naliliisoqarnissaanik,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pisup imaluunniit sunnerneqaatip aamma inuup ajoqusernerata akornanni </w:t>
      </w:r>
      <w:r w:rsidR="0085596B" w:rsidRPr="00171408">
        <w:rPr>
          <w:rFonts w:ascii="Times New Roman" w:hAnsi="Times New Roman" w:cs="Times New Roman"/>
          <w:lang w:val="kl-GL"/>
        </w:rPr>
        <w:t xml:space="preserve">pissutaasunut </w:t>
      </w:r>
      <w:r w:rsidRPr="00171408">
        <w:rPr>
          <w:rFonts w:ascii="Times New Roman" w:hAnsi="Times New Roman" w:cs="Times New Roman"/>
          <w:lang w:val="kl-GL"/>
        </w:rPr>
        <w:t xml:space="preserve">ataqatigiittoqarsinnaanera pillugu inatsisilerinikkut aamma nakorsaatitigut naliliisoqarnissaanik. Tassani naliliinermi ilaatinneqarput pisup imaluunniit sunnerneqaatip pissusaa, ajoqusernerup suussusaa, akornutit qanga </w:t>
      </w:r>
      <w:r w:rsidR="00611E5E" w:rsidRPr="00171408">
        <w:rPr>
          <w:rFonts w:ascii="Times New Roman" w:hAnsi="Times New Roman" w:cs="Times New Roman"/>
          <w:lang w:val="kl-GL"/>
        </w:rPr>
        <w:t xml:space="preserve">pilersimaneri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pissutsit allat attuumassuteqartut. Taamaalilluni nakorsaatitigut pissutaasut ataqatigiinneri kisimiinngillat, kisianni immikkuaaluttut </w:t>
      </w:r>
      <w:r w:rsidR="00043B49" w:rsidRPr="00171408">
        <w:rPr>
          <w:rFonts w:ascii="Times New Roman" w:hAnsi="Times New Roman" w:cs="Times New Roman"/>
          <w:lang w:val="kl-GL"/>
        </w:rPr>
        <w:t xml:space="preserve">arlallit </w:t>
      </w:r>
      <w:r w:rsidRPr="00171408">
        <w:rPr>
          <w:rFonts w:ascii="Times New Roman" w:hAnsi="Times New Roman" w:cs="Times New Roman"/>
          <w:lang w:val="kl-GL"/>
        </w:rPr>
        <w:t>akornanni</w:t>
      </w:r>
      <w:r w:rsidR="00043B49" w:rsidRPr="00171408">
        <w:rPr>
          <w:rFonts w:ascii="Times New Roman" w:hAnsi="Times New Roman" w:cs="Times New Roman"/>
          <w:lang w:val="kl-GL"/>
        </w:rPr>
        <w:t xml:space="preserve"> ilaallutik</w:t>
      </w:r>
      <w:r w:rsidRPr="00171408">
        <w:rPr>
          <w:rFonts w:ascii="Times New Roman" w:hAnsi="Times New Roman" w:cs="Times New Roman"/>
          <w:lang w:val="kl-GL"/>
        </w:rPr>
        <w:t>.</w:t>
      </w:r>
    </w:p>
    <w:p w14:paraId="1C62B73A" w14:textId="07E86F91" w:rsidR="00515200" w:rsidRPr="00171408" w:rsidRDefault="00CE02F1">
      <w:pPr>
        <w:rPr>
          <w:rFonts w:ascii="Times New Roman" w:hAnsi="Times New Roman"/>
          <w:lang w:val="kl-GL"/>
        </w:rPr>
      </w:pPr>
      <w:r w:rsidRPr="00171408">
        <w:rPr>
          <w:rFonts w:ascii="Times New Roman" w:hAnsi="Times New Roman" w:cs="Times New Roman"/>
          <w:lang w:val="kl-GL"/>
        </w:rPr>
        <w:t>Ajoqusernermik taaguutip allanngortinneqarnissaanik siunnersuut</w:t>
      </w:r>
      <w:r w:rsidR="00A80B71" w:rsidRPr="00171408">
        <w:rPr>
          <w:rFonts w:ascii="Times New Roman" w:hAnsi="Times New Roman" w:cs="Times New Roman"/>
          <w:lang w:val="kl-GL"/>
        </w:rPr>
        <w:t>ikku</w:t>
      </w:r>
      <w:r w:rsidRPr="00171408">
        <w:rPr>
          <w:rFonts w:ascii="Times New Roman" w:hAnsi="Times New Roman" w:cs="Times New Roman"/>
          <w:lang w:val="kl-GL"/>
        </w:rPr>
        <w:t>t piumasaqaatigineqarpoq, nakorsat peqqissaaruss</w:t>
      </w:r>
      <w:r w:rsidR="00F46BED" w:rsidRPr="00171408">
        <w:rPr>
          <w:rFonts w:ascii="Times New Roman" w:hAnsi="Times New Roman" w:cs="Times New Roman"/>
          <w:lang w:val="kl-GL"/>
        </w:rPr>
        <w:t>a</w:t>
      </w:r>
      <w:r w:rsidRPr="00171408">
        <w:rPr>
          <w:rFonts w:ascii="Times New Roman" w:hAnsi="Times New Roman" w:cs="Times New Roman"/>
          <w:lang w:val="kl-GL"/>
        </w:rPr>
        <w:t>mik naliliinissaannik pisariaqartitsisoqannginnissaa, pisoq pineqarpat, ajoqusernermik ingerlaannaq nassuiaasinnaasoq. Tamanna suleriaatsimut assinguvoq, Eqqartuussiviit Qullersaata 2013-imi eqqartuussutaa sioqqullugu atuuttumut (saqqummiunneqartoq Ugeskrift for Retsvæsen 2014-imi, qupperneq 452 H). Eqqartuussiviit Qullersaata aalajangerpaa, ajoqusernermik taaguutip sul</w:t>
      </w:r>
      <w:r w:rsidR="00A7470E" w:rsidRPr="00171408">
        <w:rPr>
          <w:rFonts w:ascii="Times New Roman" w:hAnsi="Times New Roman" w:cs="Times New Roman"/>
          <w:lang w:val="kl-GL"/>
        </w:rPr>
        <w:t>inermi</w:t>
      </w:r>
      <w:r w:rsidRPr="00171408">
        <w:rPr>
          <w:rFonts w:ascii="Times New Roman" w:hAnsi="Times New Roman" w:cs="Times New Roman"/>
          <w:lang w:val="kl-GL"/>
        </w:rPr>
        <w:t xml:space="preserve"> ajoqusernermut isumannaarineq pillugu inatsit malillugu taarsiissuteqariaatsinut ajoqusertut pisinnaatitaaffigisaannut </w:t>
      </w:r>
      <w:r w:rsidR="0042231F" w:rsidRPr="00171408">
        <w:rPr>
          <w:rFonts w:ascii="Times New Roman" w:hAnsi="Times New Roman" w:cs="Times New Roman"/>
          <w:lang w:val="kl-GL"/>
        </w:rPr>
        <w:t xml:space="preserve">ataqatigiissillugu </w:t>
      </w:r>
      <w:r w:rsidRPr="00171408">
        <w:rPr>
          <w:rFonts w:ascii="Times New Roman" w:hAnsi="Times New Roman" w:cs="Times New Roman"/>
          <w:lang w:val="kl-GL"/>
        </w:rPr>
        <w:t xml:space="preserve">isigineqarnissaa, taamaalilluni ajoqusernermik taaguutip, </w:t>
      </w:r>
      <w:r w:rsidR="00416BA4" w:rsidRPr="00171408">
        <w:rPr>
          <w:rFonts w:ascii="Times New Roman" w:hAnsi="Times New Roman" w:cs="Times New Roman"/>
          <w:lang w:val="kl-GL"/>
        </w:rPr>
        <w:t>sul</w:t>
      </w:r>
      <w:r w:rsidR="007463B7" w:rsidRPr="00171408">
        <w:rPr>
          <w:rFonts w:ascii="Times New Roman" w:hAnsi="Times New Roman" w:cs="Times New Roman"/>
          <w:lang w:val="kl-GL"/>
        </w:rPr>
        <w:t>i</w:t>
      </w:r>
      <w:r w:rsidR="00416BA4" w:rsidRPr="00171408">
        <w:rPr>
          <w:rFonts w:ascii="Times New Roman" w:hAnsi="Times New Roman" w:cs="Times New Roman"/>
          <w:lang w:val="kl-GL"/>
        </w:rPr>
        <w:t xml:space="preserve">nermi </w:t>
      </w:r>
      <w:r w:rsidRPr="00171408">
        <w:rPr>
          <w:rFonts w:ascii="Times New Roman" w:hAnsi="Times New Roman" w:cs="Times New Roman"/>
          <w:lang w:val="kl-GL"/>
        </w:rPr>
        <w:t xml:space="preserve">ajoqusernermut isumannaarineq pillugu inatsit malillugu ikiorsiissutinut tunniunneqarsinnaasunut isigineqarluni. Eqqartuussutip kingunerivaa, anniarnerit qaangiuttussat, suliaritinnissamik </w:t>
      </w:r>
      <w:r w:rsidR="00240735" w:rsidRPr="00171408">
        <w:rPr>
          <w:rFonts w:ascii="Times New Roman" w:hAnsi="Times New Roman" w:cs="Times New Roman"/>
          <w:lang w:val="kl-GL"/>
        </w:rPr>
        <w:t>pisariaqartitsinngitsut</w:t>
      </w:r>
      <w:r w:rsidRPr="00171408">
        <w:rPr>
          <w:rFonts w:ascii="Times New Roman" w:hAnsi="Times New Roman" w:cs="Times New Roman"/>
          <w:lang w:val="kl-GL"/>
        </w:rPr>
        <w:t>, kisianni nammineerlutik qaangiuttussat, nalinginnaasumik inuup ajoquserneratut isigineqa</w:t>
      </w:r>
      <w:r w:rsidR="00F6681F" w:rsidRPr="00171408">
        <w:rPr>
          <w:rFonts w:ascii="Times New Roman" w:hAnsi="Times New Roman" w:cs="Times New Roman"/>
          <w:lang w:val="kl-GL"/>
        </w:rPr>
        <w:t>ssanngitsut</w:t>
      </w:r>
      <w:r w:rsidRPr="00171408">
        <w:rPr>
          <w:rFonts w:ascii="Times New Roman" w:hAnsi="Times New Roman" w:cs="Times New Roman"/>
          <w:lang w:val="kl-GL"/>
        </w:rPr>
        <w:t xml:space="preserve">. </w:t>
      </w:r>
      <w:r w:rsidR="00F6681F" w:rsidRPr="00171408">
        <w:rPr>
          <w:rFonts w:ascii="Times New Roman" w:hAnsi="Times New Roman" w:cs="Times New Roman"/>
          <w:lang w:val="kl-GL"/>
        </w:rPr>
        <w:t xml:space="preserve">Tamatumani </w:t>
      </w:r>
      <w:r w:rsidRPr="00171408">
        <w:rPr>
          <w:rFonts w:ascii="Times New Roman" w:hAnsi="Times New Roman" w:cs="Times New Roman"/>
          <w:lang w:val="kl-GL"/>
        </w:rPr>
        <w:t>assersuutigalugu pineqarpoq, sanasup majuartarfinniit nakkarnera najungasua</w:t>
      </w:r>
      <w:r w:rsidR="00FC6888" w:rsidRPr="00171408">
        <w:rPr>
          <w:rFonts w:ascii="Times New Roman" w:hAnsi="Times New Roman" w:cs="Times New Roman"/>
          <w:lang w:val="kl-GL"/>
        </w:rPr>
        <w:t>lu</w:t>
      </w:r>
      <w:r w:rsidRPr="00171408">
        <w:rPr>
          <w:rFonts w:ascii="Times New Roman" w:hAnsi="Times New Roman" w:cs="Times New Roman"/>
          <w:lang w:val="kl-GL"/>
        </w:rPr>
        <w:t xml:space="preserve"> ataatsip napinera, napiso</w:t>
      </w:r>
      <w:r w:rsidR="00FC6888" w:rsidRPr="00171408">
        <w:rPr>
          <w:rFonts w:ascii="Times New Roman" w:hAnsi="Times New Roman" w:cs="Times New Roman"/>
          <w:lang w:val="kl-GL"/>
        </w:rPr>
        <w:t>rlu</w:t>
      </w:r>
      <w:r w:rsidRPr="00171408">
        <w:rPr>
          <w:rFonts w:ascii="Times New Roman" w:hAnsi="Times New Roman" w:cs="Times New Roman"/>
          <w:lang w:val="kl-GL"/>
        </w:rPr>
        <w:t xml:space="preserve"> suliarineqa</w:t>
      </w:r>
      <w:r w:rsidR="00FC6888" w:rsidRPr="00171408">
        <w:rPr>
          <w:rFonts w:ascii="Times New Roman" w:hAnsi="Times New Roman" w:cs="Times New Roman"/>
          <w:lang w:val="kl-GL"/>
        </w:rPr>
        <w:t>rnani</w:t>
      </w:r>
      <w:r w:rsidRPr="00171408">
        <w:rPr>
          <w:rFonts w:ascii="Times New Roman" w:hAnsi="Times New Roman" w:cs="Times New Roman"/>
          <w:lang w:val="kl-GL"/>
        </w:rPr>
        <w:t xml:space="preserve"> mamilluni, imaluunniit quersuarmi sulisoq karsimik kivitsinerlunnera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ataavartumik qitimigut annialerluni, suliaritinnertaqanngitsumik piffissap ingerlanerani nammineerlutik qaangiuttussa</w:t>
      </w:r>
      <w:r w:rsidR="001A7BD1" w:rsidRPr="00171408">
        <w:rPr>
          <w:rFonts w:ascii="Times New Roman" w:hAnsi="Times New Roman" w:cs="Times New Roman"/>
          <w:lang w:val="kl-GL"/>
        </w:rPr>
        <w:t>q</w:t>
      </w:r>
      <w:r w:rsidRPr="00171408">
        <w:rPr>
          <w:rFonts w:ascii="Times New Roman" w:hAnsi="Times New Roman" w:cs="Times New Roman"/>
          <w:lang w:val="kl-GL"/>
        </w:rPr>
        <w:t>.</w:t>
      </w:r>
    </w:p>
    <w:p w14:paraId="5B99F395" w14:textId="6809018B" w:rsidR="00A27461" w:rsidRPr="00171408" w:rsidRDefault="00CE02F1">
      <w:pPr>
        <w:pStyle w:val="TextBody"/>
        <w:jc w:val="left"/>
        <w:rPr>
          <w:rStyle w:val="italic1"/>
          <w:rFonts w:ascii="Times New Roman" w:hAnsi="Times New Roman" w:cs="Times New Roman"/>
          <w:i w:val="0"/>
          <w:iCs w:val="0"/>
          <w:sz w:val="22"/>
          <w:szCs w:val="22"/>
          <w:lang w:val="kl-GL" w:eastAsia="da-DK"/>
        </w:rPr>
      </w:pPr>
      <w:r w:rsidRPr="00171408">
        <w:rPr>
          <w:rFonts w:ascii="Times New Roman" w:hAnsi="Times New Roman"/>
          <w:sz w:val="22"/>
          <w:szCs w:val="22"/>
          <w:lang w:val="kl-GL"/>
        </w:rPr>
        <w:t xml:space="preserve">Inuit, Kalaallit Nunaanni sulinerminnut atatillugu ajoqusersimasut, </w:t>
      </w:r>
      <w:r w:rsidR="00A853E3" w:rsidRPr="00171408">
        <w:rPr>
          <w:rStyle w:val="italic1"/>
          <w:rFonts w:ascii="Times New Roman" w:hAnsi="Times New Roman" w:cs="Times New Roman"/>
          <w:i w:val="0"/>
          <w:iCs w:val="0"/>
          <w:sz w:val="22"/>
          <w:szCs w:val="22"/>
          <w:lang w:val="kl-GL" w:eastAsia="da-DK"/>
        </w:rPr>
        <w:t>Kalaallit Nunaanni sulinermi ajoqusernermut isumannaarineq pillugu inatsi</w:t>
      </w:r>
      <w:r w:rsidRPr="00171408">
        <w:rPr>
          <w:rStyle w:val="italic1"/>
          <w:rFonts w:ascii="Times New Roman" w:hAnsi="Times New Roman" w:cs="Times New Roman"/>
          <w:i w:val="0"/>
          <w:iCs w:val="0"/>
          <w:sz w:val="22"/>
          <w:szCs w:val="22"/>
          <w:lang w:val="kl-GL" w:eastAsia="da-DK"/>
        </w:rPr>
        <w:t xml:space="preserve">t malillugu </w:t>
      </w:r>
      <w:r w:rsidRPr="00171408">
        <w:rPr>
          <w:rFonts w:ascii="Times New Roman" w:hAnsi="Times New Roman"/>
          <w:sz w:val="22"/>
          <w:szCs w:val="22"/>
          <w:lang w:val="kl-GL"/>
        </w:rPr>
        <w:t xml:space="preserve">napparsimanersiuteqarnissamut </w:t>
      </w:r>
      <w:r w:rsidR="005964C8" w:rsidRPr="00171408">
        <w:rPr>
          <w:rFonts w:ascii="Times New Roman" w:hAnsi="Times New Roman"/>
          <w:sz w:val="22"/>
          <w:szCs w:val="22"/>
          <w:lang w:val="kl-GL"/>
        </w:rPr>
        <w:t>pisinnaatitaaffeqarsinnaapput</w:t>
      </w:r>
      <w:r w:rsidRPr="00171408">
        <w:rPr>
          <w:rFonts w:ascii="Times New Roman" w:hAnsi="Times New Roman"/>
          <w:sz w:val="22"/>
          <w:szCs w:val="22"/>
          <w:lang w:val="kl-GL"/>
        </w:rPr>
        <w:t xml:space="preserve">, imatut pisoqarpat ajoqusernerup kingorna minnerpaamik ullup ataatsip qaangiunnerani tamakkiisumik imaluunniit ilaannakortumik sulisinnaajunnaarnermik ajoquserneq kinguneqarluni. Taamaattumik Ankestyrelsip tunngaviusumik aalajangiinermi 61-16-imi, </w:t>
      </w:r>
      <w:r w:rsidRPr="00171408">
        <w:rPr>
          <w:rFonts w:ascii="Times New Roman" w:hAnsi="Times New Roman" w:cs="Times New Roman"/>
          <w:sz w:val="22"/>
          <w:szCs w:val="22"/>
          <w:lang w:val="kl-GL"/>
        </w:rPr>
        <w:t>ajoqusernermik taaguutip taarsiissuteqariaatsinut ata</w:t>
      </w:r>
      <w:r w:rsidR="00761E93" w:rsidRPr="00171408">
        <w:rPr>
          <w:rFonts w:ascii="Times New Roman" w:hAnsi="Times New Roman" w:cs="Times New Roman"/>
          <w:sz w:val="22"/>
          <w:szCs w:val="22"/>
          <w:lang w:val="kl-GL"/>
        </w:rPr>
        <w:t>qataqatiittutut</w:t>
      </w:r>
      <w:r w:rsidRPr="00171408">
        <w:rPr>
          <w:rFonts w:ascii="Times New Roman" w:hAnsi="Times New Roman" w:cs="Times New Roman"/>
          <w:sz w:val="22"/>
          <w:szCs w:val="22"/>
          <w:lang w:val="kl-GL"/>
        </w:rPr>
        <w:t xml:space="preserve"> isigineqarnissaanik tunngavik aallaavigalugu,</w:t>
      </w:r>
      <w:r w:rsidRPr="00171408">
        <w:rPr>
          <w:rFonts w:ascii="Times New Roman" w:hAnsi="Times New Roman"/>
          <w:sz w:val="22"/>
          <w:szCs w:val="22"/>
          <w:lang w:val="kl-GL"/>
        </w:rPr>
        <w:t xml:space="preserve"> </w:t>
      </w:r>
      <w:r w:rsidR="00A853E3" w:rsidRPr="00171408">
        <w:rPr>
          <w:rStyle w:val="italic1"/>
          <w:rFonts w:ascii="Times New Roman" w:hAnsi="Times New Roman" w:cs="Times New Roman"/>
          <w:i w:val="0"/>
          <w:iCs w:val="0"/>
          <w:sz w:val="22"/>
          <w:szCs w:val="22"/>
          <w:lang w:val="kl-GL" w:eastAsia="da-DK"/>
        </w:rPr>
        <w:t>Kalaallit Nunaanni sulinermi ajoqusernermut isumannaarineq pillugu inatsi</w:t>
      </w:r>
      <w:r w:rsidRPr="00171408">
        <w:rPr>
          <w:rStyle w:val="italic1"/>
          <w:rFonts w:ascii="Times New Roman" w:hAnsi="Times New Roman" w:cs="Times New Roman"/>
          <w:i w:val="0"/>
          <w:iCs w:val="0"/>
          <w:sz w:val="22"/>
          <w:szCs w:val="22"/>
          <w:lang w:val="kl-GL" w:eastAsia="da-DK"/>
        </w:rPr>
        <w:t xml:space="preserve">t malillugu ajoqusertup pisinnaatitaaffigisaa, aalajangerpaa, ajoquserneq qaangiuttussaq, qaangiunnissaminut suliaritinnissamik pisariaqartitsinngitsoq, </w:t>
      </w:r>
      <w:r w:rsidR="00A853E3" w:rsidRPr="00171408">
        <w:rPr>
          <w:rStyle w:val="italic1"/>
          <w:rFonts w:ascii="Times New Roman" w:hAnsi="Times New Roman" w:cs="Times New Roman"/>
          <w:i w:val="0"/>
          <w:iCs w:val="0"/>
          <w:sz w:val="22"/>
          <w:szCs w:val="22"/>
          <w:lang w:val="kl-GL" w:eastAsia="da-DK"/>
        </w:rPr>
        <w:t>Kalaallit Nunaanni sulinermi ajoqusernermut isumannaarineq pillugu inatsi</w:t>
      </w:r>
      <w:r w:rsidRPr="00171408">
        <w:rPr>
          <w:rStyle w:val="italic1"/>
          <w:rFonts w:ascii="Times New Roman" w:hAnsi="Times New Roman" w:cs="Times New Roman"/>
          <w:i w:val="0"/>
          <w:iCs w:val="0"/>
          <w:sz w:val="22"/>
          <w:szCs w:val="22"/>
          <w:lang w:val="kl-GL" w:eastAsia="da-DK"/>
        </w:rPr>
        <w:t>t malillugu sulin</w:t>
      </w:r>
      <w:r w:rsidR="004F25F0" w:rsidRPr="00171408">
        <w:rPr>
          <w:rStyle w:val="italic1"/>
          <w:rFonts w:ascii="Times New Roman" w:hAnsi="Times New Roman" w:cs="Times New Roman"/>
          <w:i w:val="0"/>
          <w:iCs w:val="0"/>
          <w:sz w:val="22"/>
          <w:szCs w:val="22"/>
          <w:lang w:val="kl-GL" w:eastAsia="da-DK"/>
        </w:rPr>
        <w:t>erm</w:t>
      </w:r>
      <w:r w:rsidRPr="00171408">
        <w:rPr>
          <w:rStyle w:val="italic1"/>
          <w:rFonts w:ascii="Times New Roman" w:hAnsi="Times New Roman" w:cs="Times New Roman"/>
          <w:i w:val="0"/>
          <w:iCs w:val="0"/>
          <w:sz w:val="22"/>
          <w:szCs w:val="22"/>
          <w:lang w:val="kl-GL" w:eastAsia="da-DK"/>
        </w:rPr>
        <w:t>i ajoqusernertut akuersaarneqarsinnaanera</w:t>
      </w:r>
      <w:r w:rsidRPr="00171408">
        <w:rPr>
          <w:rFonts w:ascii="Times New Roman" w:hAnsi="Times New Roman"/>
          <w:sz w:val="22"/>
          <w:szCs w:val="22"/>
          <w:lang w:val="kl-GL"/>
        </w:rPr>
        <w:t>, pisumi akuersaarnerup kingunerippagu inatsit taanna malillugu ajoqusertup ullormusiaqarnissamut pisinnaatitaaffeqa</w:t>
      </w:r>
      <w:r w:rsidR="00F86637" w:rsidRPr="00171408">
        <w:rPr>
          <w:rFonts w:ascii="Times New Roman" w:hAnsi="Times New Roman"/>
          <w:sz w:val="22"/>
          <w:szCs w:val="22"/>
          <w:lang w:val="kl-GL"/>
        </w:rPr>
        <w:t>lernissaa</w:t>
      </w:r>
      <w:r w:rsidRPr="00171408">
        <w:rPr>
          <w:rFonts w:ascii="Times New Roman" w:hAnsi="Times New Roman"/>
          <w:sz w:val="22"/>
          <w:szCs w:val="22"/>
          <w:lang w:val="kl-GL"/>
        </w:rPr>
        <w:t xml:space="preserve">. Suleriaaseq tamanna naleqqunnerusoq taamaallaat ajoqusernernut qaangiuttussanut tunngavoq, tassani ajoqusernernik akuersaarneq kinguneqarsinnaalluni, </w:t>
      </w:r>
      <w:r w:rsidR="00A853E3" w:rsidRPr="00171408">
        <w:rPr>
          <w:rStyle w:val="italic1"/>
          <w:rFonts w:ascii="Times New Roman" w:hAnsi="Times New Roman" w:cs="Times New Roman"/>
          <w:i w:val="0"/>
          <w:iCs w:val="0"/>
          <w:sz w:val="22"/>
          <w:szCs w:val="22"/>
          <w:lang w:val="kl-GL" w:eastAsia="da-DK"/>
        </w:rPr>
        <w:t xml:space="preserve">Kalaallit Nunaanni sulinermi ajoqusernermut isumannaarineq </w:t>
      </w:r>
      <w:r w:rsidR="00A853E3" w:rsidRPr="00171408">
        <w:rPr>
          <w:rStyle w:val="italic1"/>
          <w:rFonts w:ascii="Times New Roman" w:hAnsi="Times New Roman" w:cs="Times New Roman"/>
          <w:i w:val="0"/>
          <w:iCs w:val="0"/>
          <w:sz w:val="22"/>
          <w:szCs w:val="22"/>
          <w:lang w:val="kl-GL" w:eastAsia="da-DK"/>
        </w:rPr>
        <w:lastRenderedPageBreak/>
        <w:t>pillugu inatsi</w:t>
      </w:r>
      <w:r w:rsidRPr="00171408">
        <w:rPr>
          <w:rStyle w:val="italic1"/>
          <w:rFonts w:ascii="Times New Roman" w:hAnsi="Times New Roman" w:cs="Times New Roman"/>
          <w:i w:val="0"/>
          <w:iCs w:val="0"/>
          <w:sz w:val="22"/>
          <w:szCs w:val="22"/>
          <w:lang w:val="kl-GL" w:eastAsia="da-DK"/>
        </w:rPr>
        <w:t xml:space="preserve">t malillugu ajoqusertup ullormusiaqarnissamut </w:t>
      </w:r>
      <w:r w:rsidR="00F86637" w:rsidRPr="00171408">
        <w:rPr>
          <w:rStyle w:val="italic1"/>
          <w:rFonts w:ascii="Times New Roman" w:hAnsi="Times New Roman" w:cs="Times New Roman"/>
          <w:i w:val="0"/>
          <w:iCs w:val="0"/>
          <w:sz w:val="22"/>
          <w:szCs w:val="22"/>
          <w:lang w:val="kl-GL" w:eastAsia="da-DK"/>
        </w:rPr>
        <w:t>pisinnaatitaaneranik</w:t>
      </w:r>
      <w:r w:rsidRPr="00171408">
        <w:rPr>
          <w:rStyle w:val="italic1"/>
          <w:rFonts w:ascii="Times New Roman" w:hAnsi="Times New Roman" w:cs="Times New Roman"/>
          <w:i w:val="0"/>
          <w:iCs w:val="0"/>
          <w:sz w:val="22"/>
          <w:szCs w:val="22"/>
          <w:lang w:val="kl-GL" w:eastAsia="da-DK"/>
        </w:rPr>
        <w:t>.</w:t>
      </w:r>
      <w:r w:rsidRPr="00171408">
        <w:rPr>
          <w:rFonts w:ascii="Times New Roman" w:hAnsi="Times New Roman"/>
          <w:sz w:val="22"/>
          <w:szCs w:val="22"/>
          <w:lang w:val="kl-GL"/>
        </w:rPr>
        <w:t xml:space="preserve"> Ajoquserneq qaangiuttussaq, suliaritinnertaqanngitsumik nammineerluni qaangiuttussaq, taamaalilluni inuup ajoquserneratut isigineqassanngilaq, pisumi ajoquserneq tamakkiisumik imaluunniit ilaannakortumik ajoqusertup sulisinnaajunnaarneranik kinguneqarpat. Taamaalilluni suli ajoqusernernik qaangiuttussanik suliaritinnissamik pisariaqartitsinngitsunik peqarpoq, inatsisit atuuttut malillugit </w:t>
      </w:r>
      <w:r w:rsidR="00A853E3" w:rsidRPr="00171408">
        <w:rPr>
          <w:rStyle w:val="italic1"/>
          <w:rFonts w:ascii="Times New Roman" w:hAnsi="Times New Roman" w:cs="Times New Roman"/>
          <w:i w:val="0"/>
          <w:iCs w:val="0"/>
          <w:sz w:val="22"/>
          <w:szCs w:val="22"/>
          <w:lang w:val="kl-GL" w:eastAsia="da-DK"/>
        </w:rPr>
        <w:t>Kalaallit Nunaanni sulinermi ajoqusernermut isumannaarineq pillugu inatsi</w:t>
      </w:r>
      <w:r w:rsidRPr="00171408">
        <w:rPr>
          <w:rStyle w:val="italic1"/>
          <w:rFonts w:ascii="Times New Roman" w:hAnsi="Times New Roman" w:cs="Times New Roman"/>
          <w:i w:val="0"/>
          <w:iCs w:val="0"/>
          <w:sz w:val="22"/>
          <w:szCs w:val="22"/>
          <w:lang w:val="kl-GL" w:eastAsia="da-DK"/>
        </w:rPr>
        <w:t xml:space="preserve">t malillugu akuersaarneqarsinnaanngitsunik. </w:t>
      </w:r>
    </w:p>
    <w:p w14:paraId="11559B1D" w14:textId="77777777" w:rsidR="00A27461" w:rsidRPr="00171408" w:rsidRDefault="00A27461">
      <w:pPr>
        <w:pStyle w:val="TextBody"/>
        <w:jc w:val="left"/>
        <w:rPr>
          <w:rStyle w:val="italic1"/>
          <w:rFonts w:ascii="Times New Roman" w:hAnsi="Times New Roman" w:cs="Times New Roman"/>
          <w:i w:val="0"/>
          <w:iCs w:val="0"/>
          <w:sz w:val="22"/>
          <w:szCs w:val="22"/>
          <w:lang w:val="kl-GL" w:eastAsia="da-DK"/>
        </w:rPr>
      </w:pPr>
    </w:p>
    <w:p w14:paraId="121BE53E" w14:textId="331F9BC1" w:rsidR="00515200" w:rsidRPr="00171408" w:rsidRDefault="00CE02F1">
      <w:pPr>
        <w:pStyle w:val="TextBody"/>
        <w:jc w:val="left"/>
        <w:rPr>
          <w:rFonts w:ascii="Times New Roman" w:hAnsi="Times New Roman" w:cs="Times New Roman"/>
          <w:sz w:val="22"/>
          <w:szCs w:val="22"/>
          <w:lang w:val="kl-GL"/>
        </w:rPr>
      </w:pPr>
      <w:r w:rsidRPr="00171408">
        <w:rPr>
          <w:rFonts w:ascii="Times New Roman" w:hAnsi="Times New Roman" w:cs="Times New Roman"/>
          <w:sz w:val="22"/>
          <w:szCs w:val="22"/>
          <w:lang w:val="kl-GL"/>
        </w:rPr>
        <w:t>Allannguutissatut siunnersuutigineqartukkut ajoqusernerit erseqqinnerusumik nalilersorneqarnissaat nangittumik pisariaqa</w:t>
      </w:r>
      <w:r w:rsidR="00FE2D61" w:rsidRPr="00171408">
        <w:rPr>
          <w:rFonts w:ascii="Times New Roman" w:hAnsi="Times New Roman" w:cs="Times New Roman"/>
          <w:sz w:val="22"/>
          <w:szCs w:val="22"/>
          <w:lang w:val="kl-GL"/>
        </w:rPr>
        <w:t>rtinneqa</w:t>
      </w:r>
      <w:r w:rsidRPr="00171408">
        <w:rPr>
          <w:rFonts w:ascii="Times New Roman" w:hAnsi="Times New Roman" w:cs="Times New Roman"/>
          <w:sz w:val="22"/>
          <w:szCs w:val="22"/>
          <w:lang w:val="kl-GL"/>
        </w:rPr>
        <w:t>ssaaq, avat</w:t>
      </w:r>
      <w:r w:rsidR="00D332A9" w:rsidRPr="00171408">
        <w:rPr>
          <w:rFonts w:ascii="Times New Roman" w:hAnsi="Times New Roman" w:cs="Times New Roman"/>
          <w:sz w:val="22"/>
          <w:szCs w:val="22"/>
          <w:lang w:val="kl-GL"/>
        </w:rPr>
        <w:t>angiisinit</w:t>
      </w:r>
      <w:r w:rsidRPr="00171408">
        <w:rPr>
          <w:rFonts w:ascii="Times New Roman" w:hAnsi="Times New Roman" w:cs="Times New Roman"/>
          <w:sz w:val="22"/>
          <w:szCs w:val="22"/>
          <w:lang w:val="kl-GL"/>
        </w:rPr>
        <w:t xml:space="preserve"> pissutaasut ilisimaneqanngitsut </w:t>
      </w:r>
      <w:r w:rsidR="0086730E" w:rsidRPr="00171408">
        <w:rPr>
          <w:rFonts w:ascii="Times New Roman" w:hAnsi="Times New Roman" w:cs="Times New Roman"/>
          <w:sz w:val="22"/>
          <w:szCs w:val="22"/>
          <w:lang w:val="kl-GL"/>
        </w:rPr>
        <w:t>pilersimasut</w:t>
      </w:r>
      <w:r w:rsidRPr="00171408">
        <w:rPr>
          <w:rFonts w:ascii="Times New Roman" w:hAnsi="Times New Roman" w:cs="Times New Roman"/>
          <w:sz w:val="22"/>
          <w:szCs w:val="22"/>
          <w:lang w:val="kl-GL"/>
        </w:rPr>
        <w:t xml:space="preserve">, </w:t>
      </w:r>
      <w:r w:rsidR="00C3269E" w:rsidRPr="00171408">
        <w:rPr>
          <w:rFonts w:ascii="Times New Roman" w:hAnsi="Times New Roman" w:cs="Times New Roman"/>
          <w:sz w:val="22"/>
          <w:szCs w:val="22"/>
          <w:lang w:val="kl-GL"/>
        </w:rPr>
        <w:t>aamma</w:t>
      </w:r>
      <w:r w:rsidRPr="00171408">
        <w:rPr>
          <w:rFonts w:ascii="Times New Roman" w:hAnsi="Times New Roman" w:cs="Times New Roman"/>
          <w:sz w:val="22"/>
          <w:szCs w:val="22"/>
          <w:lang w:val="kl-GL"/>
        </w:rPr>
        <w:t xml:space="preserve"> pisoq imaluunniit sunnerneqarneq pissutaasoq, inuup ajoquserseranut nassuiaataasinnaasoq, pillugu uppernarsaateqarnissamut piumasaqaat nakorsamit nalilersuinissamik </w:t>
      </w:r>
      <w:r w:rsidR="000F6881" w:rsidRPr="00171408">
        <w:rPr>
          <w:rFonts w:ascii="Times New Roman" w:hAnsi="Times New Roman" w:cs="Times New Roman"/>
          <w:sz w:val="22"/>
          <w:szCs w:val="22"/>
          <w:lang w:val="kl-GL"/>
        </w:rPr>
        <w:t>kinguneqassalluni</w:t>
      </w:r>
      <w:r w:rsidRPr="00171408">
        <w:rPr>
          <w:rFonts w:ascii="Times New Roman" w:hAnsi="Times New Roman" w:cs="Times New Roman"/>
          <w:sz w:val="22"/>
          <w:szCs w:val="22"/>
          <w:lang w:val="kl-GL"/>
        </w:rPr>
        <w:t xml:space="preserve">. Inuup ajoqusernera taamaattoq, </w:t>
      </w:r>
      <w:r w:rsidR="001824D2" w:rsidRPr="00171408">
        <w:rPr>
          <w:rFonts w:ascii="Times New Roman" w:hAnsi="Times New Roman" w:cs="Times New Roman"/>
          <w:sz w:val="22"/>
          <w:szCs w:val="22"/>
          <w:lang w:val="kl-GL"/>
        </w:rPr>
        <w:t xml:space="preserve">avatangiisinit </w:t>
      </w:r>
      <w:r w:rsidRPr="00171408">
        <w:rPr>
          <w:rFonts w:ascii="Times New Roman" w:hAnsi="Times New Roman" w:cs="Times New Roman"/>
          <w:sz w:val="22"/>
          <w:szCs w:val="22"/>
          <w:lang w:val="kl-GL"/>
        </w:rPr>
        <w:t xml:space="preserve">pissutaasut ilisimaneqanngitsut </w:t>
      </w:r>
      <w:r w:rsidR="001824D2" w:rsidRPr="00171408">
        <w:rPr>
          <w:rFonts w:ascii="Times New Roman" w:hAnsi="Times New Roman" w:cs="Times New Roman"/>
          <w:sz w:val="22"/>
          <w:szCs w:val="22"/>
          <w:lang w:val="kl-GL"/>
        </w:rPr>
        <w:t>pilersimasut</w:t>
      </w:r>
      <w:r w:rsidRPr="00171408">
        <w:rPr>
          <w:rFonts w:ascii="Times New Roman" w:hAnsi="Times New Roman" w:cs="Times New Roman"/>
          <w:sz w:val="22"/>
          <w:szCs w:val="22"/>
          <w:lang w:val="kl-GL"/>
        </w:rPr>
        <w:t xml:space="preserve">, assersuutigalugu nukikkut, sianiutikkut, ujalukkut aamma naggussakkut inuup ajoqusernerisinnaavaa. Uppernarsaateqarnissamut piumasaqaat pillugu malittarisassat Arbejdsmarkedets Erhvervssikringip aalajangiinissaq sioqqullugu suliat </w:t>
      </w:r>
      <w:r w:rsidR="001637DA" w:rsidRPr="00171408">
        <w:rPr>
          <w:rFonts w:ascii="Times New Roman" w:hAnsi="Times New Roman" w:cs="Times New Roman"/>
          <w:sz w:val="22"/>
          <w:szCs w:val="22"/>
          <w:lang w:val="kl-GL"/>
        </w:rPr>
        <w:t xml:space="preserve">paasisimasaqarfiginissaannut pisussaaffimmut ataqatigiissillugu </w:t>
      </w:r>
      <w:r w:rsidRPr="00171408">
        <w:rPr>
          <w:rFonts w:ascii="Times New Roman" w:hAnsi="Times New Roman" w:cs="Times New Roman"/>
          <w:sz w:val="22"/>
          <w:szCs w:val="22"/>
          <w:lang w:val="kl-GL"/>
        </w:rPr>
        <w:t>isigineqassapput. Tassani aamma pineqarpoq</w:t>
      </w:r>
      <w:r w:rsidR="00443920" w:rsidRPr="00171408">
        <w:rPr>
          <w:rFonts w:ascii="Times New Roman" w:hAnsi="Times New Roman" w:cs="Times New Roman"/>
          <w:sz w:val="22"/>
          <w:szCs w:val="22"/>
          <w:lang w:val="kl-GL"/>
        </w:rPr>
        <w:t>,</w:t>
      </w:r>
      <w:r w:rsidRPr="00171408">
        <w:rPr>
          <w:rFonts w:ascii="Times New Roman" w:hAnsi="Times New Roman" w:cs="Times New Roman"/>
          <w:sz w:val="22"/>
          <w:szCs w:val="22"/>
          <w:lang w:val="kl-GL"/>
        </w:rPr>
        <w:t xml:space="preserve"> </w:t>
      </w:r>
      <w:r w:rsidR="00443920" w:rsidRPr="00171408">
        <w:rPr>
          <w:rFonts w:ascii="Times New Roman" w:hAnsi="Times New Roman" w:cs="Times New Roman"/>
          <w:sz w:val="22"/>
          <w:szCs w:val="22"/>
          <w:lang w:val="kl-GL"/>
        </w:rPr>
        <w:t xml:space="preserve">Arbejdsmarkedets Erhvervssikringip aalajangiinissaa sioqqullugu, </w:t>
      </w:r>
      <w:r w:rsidRPr="00171408">
        <w:rPr>
          <w:rFonts w:ascii="Times New Roman" w:hAnsi="Times New Roman" w:cs="Times New Roman"/>
          <w:sz w:val="22"/>
          <w:szCs w:val="22"/>
          <w:lang w:val="kl-GL"/>
        </w:rPr>
        <w:t>ajoqusertut ilanngussaqarnissamut pisinnaatitaaffiat.</w:t>
      </w:r>
    </w:p>
    <w:p w14:paraId="660E3AC1" w14:textId="77777777" w:rsidR="00443920" w:rsidRPr="00171408" w:rsidRDefault="00443920">
      <w:pPr>
        <w:pStyle w:val="TextBody"/>
        <w:jc w:val="left"/>
        <w:rPr>
          <w:lang w:val="kl-GL"/>
        </w:rPr>
      </w:pPr>
    </w:p>
    <w:p w14:paraId="533645B4" w14:textId="1605D17E" w:rsidR="00515200" w:rsidRPr="00171408" w:rsidRDefault="00CE02F1">
      <w:pPr>
        <w:rPr>
          <w:rFonts w:ascii="Times New Roman" w:hAnsi="Times New Roman"/>
          <w:lang w:val="kl-GL"/>
        </w:rPr>
      </w:pPr>
      <w:r w:rsidRPr="00171408">
        <w:rPr>
          <w:rFonts w:ascii="Times New Roman" w:hAnsi="Times New Roman" w:cs="Times New Roman"/>
          <w:lang w:val="kl-GL"/>
        </w:rPr>
        <w:t>Inatsit malillugu ajutoorneq sulin</w:t>
      </w:r>
      <w:r w:rsidR="00412CA8" w:rsidRPr="00171408">
        <w:rPr>
          <w:rFonts w:ascii="Times New Roman" w:hAnsi="Times New Roman" w:cs="Times New Roman"/>
          <w:lang w:val="kl-GL"/>
        </w:rPr>
        <w:t>erm</w:t>
      </w:r>
      <w:r w:rsidRPr="00171408">
        <w:rPr>
          <w:rFonts w:ascii="Times New Roman" w:hAnsi="Times New Roman" w:cs="Times New Roman"/>
          <w:lang w:val="kl-GL"/>
        </w:rPr>
        <w:t xml:space="preserve">i ajutoornertut itigartinneqassaaq, sunnerneqaat eqqartorneqartoq, inuup ajoquserneranut pissutaasutut naleqqutinngippat. Naliliinermi tassani nakorsat ilisimasaqarnerat ilaatinneqassaaq, pisumi sunnerneqaatip aamma ajoqusernerup </w:t>
      </w:r>
      <w:r w:rsidR="00A6787F" w:rsidRPr="00171408">
        <w:rPr>
          <w:rFonts w:ascii="Times New Roman" w:hAnsi="Times New Roman" w:cs="Times New Roman"/>
          <w:lang w:val="kl-GL"/>
        </w:rPr>
        <w:t xml:space="preserve">ataqatigiinneri </w:t>
      </w:r>
      <w:r w:rsidR="008A471C" w:rsidRPr="00171408">
        <w:rPr>
          <w:rFonts w:ascii="Times New Roman" w:hAnsi="Times New Roman" w:cs="Times New Roman"/>
          <w:lang w:val="kl-GL"/>
        </w:rPr>
        <w:t>nalonilersitsippata</w:t>
      </w:r>
      <w:r w:rsidRPr="00171408">
        <w:rPr>
          <w:rFonts w:ascii="Times New Roman" w:hAnsi="Times New Roman" w:cs="Times New Roman"/>
          <w:lang w:val="kl-GL"/>
        </w:rPr>
        <w:t>. Ajutoorneq aamma itigartinneqassaaq, pisoq imaluunniit sunnerneqaat, sulinermik imaluunniit pisup nalaani pissutsinik tunngaveqanngippat.</w:t>
      </w:r>
    </w:p>
    <w:p w14:paraId="641CDD7C" w14:textId="5AD68B8A" w:rsidR="00515200" w:rsidRPr="00171408" w:rsidRDefault="00CE02F1">
      <w:pPr>
        <w:rPr>
          <w:rFonts w:ascii="Times New Roman" w:hAnsi="Times New Roman"/>
          <w:lang w:val="kl-GL"/>
        </w:rPr>
      </w:pPr>
      <w:r w:rsidRPr="00171408">
        <w:rPr>
          <w:rFonts w:ascii="Times New Roman" w:hAnsi="Times New Roman" w:cs="Times New Roman"/>
          <w:lang w:val="kl-GL"/>
        </w:rPr>
        <w:t xml:space="preserve">Pisoq imaluunniit sunnerneqaat inuup ajoquserneranut pissutaasutut isigineqarsinnaavoq, </w:t>
      </w:r>
      <w:r w:rsidR="00450A63" w:rsidRPr="00171408">
        <w:rPr>
          <w:rFonts w:ascii="Times New Roman" w:hAnsi="Times New Roman" w:cs="Times New Roman"/>
          <w:lang w:val="kl-GL"/>
        </w:rPr>
        <w:t xml:space="preserve">uumassuseqartutigut </w:t>
      </w:r>
      <w:r w:rsidRPr="00171408">
        <w:rPr>
          <w:rFonts w:ascii="Times New Roman" w:hAnsi="Times New Roman" w:cs="Times New Roman"/>
          <w:lang w:val="kl-GL"/>
        </w:rPr>
        <w:t xml:space="preserve">pinnguutit </w:t>
      </w:r>
      <w:r w:rsidR="00046193" w:rsidRPr="00171408">
        <w:rPr>
          <w:rFonts w:ascii="Times New Roman" w:hAnsi="Times New Roman" w:cs="Times New Roman"/>
          <w:lang w:val="kl-GL"/>
        </w:rPr>
        <w:t xml:space="preserve">aamma </w:t>
      </w:r>
      <w:r w:rsidRPr="00171408">
        <w:rPr>
          <w:rFonts w:ascii="Times New Roman" w:hAnsi="Times New Roman" w:cs="Times New Roman"/>
          <w:lang w:val="kl-GL"/>
        </w:rPr>
        <w:t>pissusissamisoortumik tunngavilers</w:t>
      </w:r>
      <w:r w:rsidR="00046193" w:rsidRPr="00171408">
        <w:rPr>
          <w:rFonts w:ascii="Times New Roman" w:hAnsi="Times New Roman" w:cs="Times New Roman"/>
          <w:lang w:val="kl-GL"/>
        </w:rPr>
        <w:t>or</w:t>
      </w:r>
      <w:r w:rsidRPr="00171408">
        <w:rPr>
          <w:rFonts w:ascii="Times New Roman" w:hAnsi="Times New Roman" w:cs="Times New Roman"/>
          <w:lang w:val="kl-GL"/>
        </w:rPr>
        <w:t>lua</w:t>
      </w:r>
      <w:r w:rsidR="00046193" w:rsidRPr="00171408">
        <w:rPr>
          <w:rFonts w:ascii="Times New Roman" w:hAnsi="Times New Roman" w:cs="Times New Roman"/>
          <w:lang w:val="kl-GL"/>
        </w:rPr>
        <w:t>gaas</w:t>
      </w:r>
      <w:r w:rsidRPr="00171408">
        <w:rPr>
          <w:rFonts w:ascii="Times New Roman" w:hAnsi="Times New Roman" w:cs="Times New Roman"/>
          <w:lang w:val="kl-GL"/>
        </w:rPr>
        <w:t xml:space="preserve">umik nassuiarneqarpat, </w:t>
      </w:r>
      <w:r w:rsidR="00AC7B21" w:rsidRPr="00171408">
        <w:rPr>
          <w:rFonts w:ascii="Times New Roman" w:hAnsi="Times New Roman" w:cs="Times New Roman"/>
          <w:lang w:val="kl-GL"/>
        </w:rPr>
        <w:t xml:space="preserve">suliffimmi pisup imaluunniit sunnerneqaatip kingunerisaanik </w:t>
      </w:r>
      <w:r w:rsidRPr="00171408">
        <w:rPr>
          <w:rFonts w:ascii="Times New Roman" w:hAnsi="Times New Roman" w:cs="Times New Roman"/>
          <w:lang w:val="kl-GL"/>
        </w:rPr>
        <w:t>inuup ajoquserner</w:t>
      </w:r>
      <w:r w:rsidR="00AC7B21" w:rsidRPr="00171408">
        <w:rPr>
          <w:rFonts w:ascii="Times New Roman" w:hAnsi="Times New Roman" w:cs="Times New Roman"/>
          <w:lang w:val="kl-GL"/>
        </w:rPr>
        <w:t>ippagu</w:t>
      </w:r>
      <w:r w:rsidRPr="00171408">
        <w:rPr>
          <w:rFonts w:ascii="Times New Roman" w:hAnsi="Times New Roman" w:cs="Times New Roman"/>
          <w:lang w:val="kl-GL"/>
        </w:rPr>
        <w:t>. Naliliinermi aamma mianerineqarsinnaavoq, p</w:t>
      </w:r>
      <w:r w:rsidR="006751D8" w:rsidRPr="00171408">
        <w:rPr>
          <w:rFonts w:ascii="Times New Roman" w:hAnsi="Times New Roman" w:cs="Times New Roman"/>
          <w:lang w:val="kl-GL"/>
        </w:rPr>
        <w:t>i</w:t>
      </w:r>
      <w:r w:rsidRPr="00171408">
        <w:rPr>
          <w:rFonts w:ascii="Times New Roman" w:hAnsi="Times New Roman" w:cs="Times New Roman"/>
          <w:lang w:val="kl-GL"/>
        </w:rPr>
        <w:t>soq imaluunniit sunnerneqaat imatut pissuseqarsimasoq annertussuseqarsimaso</w:t>
      </w:r>
      <w:r w:rsidR="00FD01F7" w:rsidRPr="00171408">
        <w:rPr>
          <w:rFonts w:ascii="Times New Roman" w:hAnsi="Times New Roman" w:cs="Times New Roman"/>
          <w:lang w:val="kl-GL"/>
        </w:rPr>
        <w:t>rlu</w:t>
      </w:r>
      <w:r w:rsidRPr="00171408">
        <w:rPr>
          <w:rFonts w:ascii="Times New Roman" w:hAnsi="Times New Roman" w:cs="Times New Roman"/>
          <w:lang w:val="kl-GL"/>
        </w:rPr>
        <w:t xml:space="preserve">, tamanna pissutigalugu </w:t>
      </w:r>
      <w:r w:rsidR="007C191A" w:rsidRPr="00171408">
        <w:rPr>
          <w:rFonts w:ascii="Times New Roman" w:hAnsi="Times New Roman" w:cs="Times New Roman"/>
          <w:lang w:val="kl-GL"/>
        </w:rPr>
        <w:t xml:space="preserve">pilersimanissaa </w:t>
      </w:r>
      <w:r w:rsidRPr="00171408">
        <w:rPr>
          <w:rFonts w:ascii="Times New Roman" w:hAnsi="Times New Roman" w:cs="Times New Roman"/>
          <w:lang w:val="kl-GL"/>
        </w:rPr>
        <w:t xml:space="preserve">ilimanaateqarluni. Taamatut nassuiaatissartaqanngippat, tamanna pissuteqarsinnaavoq, inuup ajoqusernera ajutoortup immikkut iliuuseqarnerata kingunerisaanik </w:t>
      </w:r>
      <w:r w:rsidR="007C191A" w:rsidRPr="00171408">
        <w:rPr>
          <w:rFonts w:ascii="Times New Roman" w:hAnsi="Times New Roman" w:cs="Times New Roman"/>
          <w:lang w:val="kl-GL"/>
        </w:rPr>
        <w:t>pilersimaneranik</w:t>
      </w:r>
      <w:r w:rsidRPr="00171408">
        <w:rPr>
          <w:rFonts w:ascii="Times New Roman" w:hAnsi="Times New Roman" w:cs="Times New Roman"/>
          <w:lang w:val="kl-GL"/>
        </w:rPr>
        <w:t xml:space="preserve">, inuup ajoquserneranik ineriartortitsisumik ilisimaneqartumik </w:t>
      </w:r>
      <w:r w:rsidR="007C191A" w:rsidRPr="00171408">
        <w:rPr>
          <w:rFonts w:ascii="Times New Roman" w:hAnsi="Times New Roman" w:cs="Times New Roman"/>
          <w:lang w:val="kl-GL"/>
        </w:rPr>
        <w:t xml:space="preserve">avatangiisinit </w:t>
      </w:r>
      <w:r w:rsidRPr="00171408">
        <w:rPr>
          <w:rFonts w:ascii="Times New Roman" w:hAnsi="Times New Roman" w:cs="Times New Roman"/>
          <w:lang w:val="kl-GL"/>
        </w:rPr>
        <w:t>sunnerneqaateqanngitsumik.</w:t>
      </w:r>
    </w:p>
    <w:p w14:paraId="4269C8BF" w14:textId="3556E57E" w:rsidR="00515200" w:rsidRPr="00171408" w:rsidRDefault="00CE02F1">
      <w:pPr>
        <w:rPr>
          <w:rFonts w:ascii="Times New Roman" w:hAnsi="Times New Roman"/>
          <w:lang w:val="kl-GL"/>
        </w:rPr>
      </w:pPr>
      <w:r w:rsidRPr="00171408">
        <w:rPr>
          <w:rFonts w:ascii="Times New Roman" w:hAnsi="Times New Roman" w:cs="Times New Roman"/>
          <w:lang w:val="kl-GL"/>
        </w:rPr>
        <w:t xml:space="preserve">Makisiup annersinnera sakkortooq assersuutigalugu makisikkut annernermut pissutaasutut naleqqutissaaq. </w:t>
      </w:r>
      <w:r w:rsidR="009D2843" w:rsidRPr="00171408">
        <w:rPr>
          <w:rFonts w:ascii="Times New Roman" w:hAnsi="Times New Roman" w:cs="Times New Roman"/>
          <w:lang w:val="kl-GL"/>
        </w:rPr>
        <w:t xml:space="preserve">Qitip qulaatungaatigut sakkortuumik annersimagaanni, pinnguutitigut </w:t>
      </w:r>
      <w:r w:rsidRPr="00171408">
        <w:rPr>
          <w:rFonts w:ascii="Times New Roman" w:hAnsi="Times New Roman" w:cs="Times New Roman"/>
          <w:lang w:val="kl-GL"/>
        </w:rPr>
        <w:t xml:space="preserve">pissusissamisoorpoq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tunngavilersugaalluarpoq qitikkut ajoquserneq. Inuup ajoqusernera taamaattoq sulin</w:t>
      </w:r>
      <w:r w:rsidR="00FB236E" w:rsidRPr="00171408">
        <w:rPr>
          <w:rFonts w:ascii="Times New Roman" w:hAnsi="Times New Roman" w:cs="Times New Roman"/>
          <w:lang w:val="kl-GL"/>
        </w:rPr>
        <w:t>erm</w:t>
      </w:r>
      <w:r w:rsidRPr="00171408">
        <w:rPr>
          <w:rFonts w:ascii="Times New Roman" w:hAnsi="Times New Roman" w:cs="Times New Roman"/>
          <w:lang w:val="kl-GL"/>
        </w:rPr>
        <w:t>i ajoqusernertut akuersaarneqassaaq. Akerlianik issiavimmiit ni</w:t>
      </w:r>
      <w:r w:rsidR="00C7385B" w:rsidRPr="00171408">
        <w:rPr>
          <w:rFonts w:ascii="Times New Roman" w:hAnsi="Times New Roman" w:cs="Times New Roman"/>
          <w:lang w:val="kl-GL"/>
        </w:rPr>
        <w:t>k</w:t>
      </w:r>
      <w:r w:rsidRPr="00171408">
        <w:rPr>
          <w:rFonts w:ascii="Times New Roman" w:hAnsi="Times New Roman" w:cs="Times New Roman"/>
          <w:lang w:val="kl-GL"/>
        </w:rPr>
        <w:t>uinnermi annialerneq, makisikkut annialernermut pissutaasutut isigineqarsinnaassanngilaq. Tamanna atuuppoq, anniarnerluunniit pilersimagaluarpat, ajoqusertup nikuinnerani. Inuup ajoqusernerata aamma sunnerneqaatip akornanni piffissatigut atassuteqarneq ajutoornerup sulin</w:t>
      </w:r>
      <w:r w:rsidR="000725A5" w:rsidRPr="00171408">
        <w:rPr>
          <w:rFonts w:ascii="Times New Roman" w:hAnsi="Times New Roman" w:cs="Times New Roman"/>
          <w:lang w:val="kl-GL"/>
        </w:rPr>
        <w:t>erm</w:t>
      </w:r>
      <w:r w:rsidRPr="00171408">
        <w:rPr>
          <w:rFonts w:ascii="Times New Roman" w:hAnsi="Times New Roman" w:cs="Times New Roman"/>
          <w:lang w:val="kl-GL"/>
        </w:rPr>
        <w:t xml:space="preserve">i ajutoornertut akuersaarneqarnissaanut naammanngilaq. Piffissami tassani pineqartup qitikkut anniartaleriartorsinnaaneranik anniarnerit pissuteqarsinnaapput, aalaneq aalajangersimasoq apeqqutaatinnagu. Ajutoorneq taamaattoq </w:t>
      </w:r>
      <w:r w:rsidR="005E0E6B" w:rsidRPr="00171408">
        <w:rPr>
          <w:rFonts w:ascii="Times New Roman" w:hAnsi="Times New Roman" w:cs="Times New Roman"/>
          <w:lang w:val="kl-GL"/>
        </w:rPr>
        <w:t xml:space="preserve">suli </w:t>
      </w:r>
      <w:r w:rsidRPr="00171408">
        <w:rPr>
          <w:rFonts w:ascii="Times New Roman" w:hAnsi="Times New Roman" w:cs="Times New Roman"/>
          <w:lang w:val="kl-GL"/>
        </w:rPr>
        <w:t>sulin</w:t>
      </w:r>
      <w:r w:rsidR="00B7676C" w:rsidRPr="00171408">
        <w:rPr>
          <w:rFonts w:ascii="Times New Roman" w:hAnsi="Times New Roman" w:cs="Times New Roman"/>
          <w:lang w:val="kl-GL"/>
        </w:rPr>
        <w:t>erm</w:t>
      </w:r>
      <w:r w:rsidRPr="00171408">
        <w:rPr>
          <w:rFonts w:ascii="Times New Roman" w:hAnsi="Times New Roman" w:cs="Times New Roman"/>
          <w:lang w:val="kl-GL"/>
        </w:rPr>
        <w:t>i ajutoornertut akuersaarneqassanngilaq.</w:t>
      </w:r>
    </w:p>
    <w:p w14:paraId="6F471409" w14:textId="5D0AA45F" w:rsidR="00515200" w:rsidRPr="00171408" w:rsidRDefault="00CE02F1">
      <w:pPr>
        <w:rPr>
          <w:rFonts w:ascii="Times New Roman" w:hAnsi="Times New Roman"/>
          <w:lang w:val="kl-GL"/>
        </w:rPr>
      </w:pPr>
      <w:r w:rsidRPr="00171408">
        <w:rPr>
          <w:rFonts w:ascii="Times New Roman" w:hAnsi="Times New Roman" w:cs="Times New Roman"/>
          <w:lang w:val="kl-GL"/>
        </w:rPr>
        <w:t xml:space="preserve">Ajutoorneq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ajutoornertut akuersaarneqarsinnaassaaq, pissutsini toorlattuni atortussamik oqimaatsumik aamma passunneqarsinnaanngitsumik kivitsinikkut ajoqusertoqarsimappat, oqimaa</w:t>
      </w:r>
      <w:r w:rsidR="00BC3F16" w:rsidRPr="00171408">
        <w:rPr>
          <w:rFonts w:ascii="Times New Roman" w:hAnsi="Times New Roman" w:cs="Times New Roman"/>
          <w:lang w:val="kl-GL"/>
        </w:rPr>
        <w:t>tsumik kivitsin</w:t>
      </w:r>
      <w:r w:rsidRPr="00171408">
        <w:rPr>
          <w:rFonts w:ascii="Times New Roman" w:hAnsi="Times New Roman" w:cs="Times New Roman"/>
          <w:lang w:val="kl-GL"/>
        </w:rPr>
        <w:t xml:space="preserve">eq taamaattoq pinnguutitigut pissusissamisoortumik aamma tunngavilersugaalluartumik qitikkut </w:t>
      </w:r>
      <w:r w:rsidR="00BC3F16" w:rsidRPr="00171408">
        <w:rPr>
          <w:rFonts w:ascii="Times New Roman" w:hAnsi="Times New Roman" w:cs="Times New Roman"/>
          <w:lang w:val="kl-GL"/>
        </w:rPr>
        <w:t xml:space="preserve">tassanngaannartumik </w:t>
      </w:r>
      <w:r w:rsidRPr="00171408">
        <w:rPr>
          <w:rFonts w:ascii="Times New Roman" w:hAnsi="Times New Roman" w:cs="Times New Roman"/>
          <w:lang w:val="kl-GL"/>
        </w:rPr>
        <w:t xml:space="preserve">annialernermik ineriartortitsinermut nassuiaatitut isigineqarmat. Akerlianik ajutoorneq </w:t>
      </w:r>
      <w:r w:rsidR="005E0E6B" w:rsidRPr="00171408">
        <w:rPr>
          <w:rFonts w:ascii="Times New Roman" w:hAnsi="Times New Roman" w:cs="Times New Roman"/>
          <w:lang w:val="kl-GL"/>
        </w:rPr>
        <w:lastRenderedPageBreak/>
        <w:t>sulinermi</w:t>
      </w:r>
      <w:r w:rsidRPr="00171408">
        <w:rPr>
          <w:rFonts w:ascii="Times New Roman" w:hAnsi="Times New Roman" w:cs="Times New Roman"/>
          <w:lang w:val="kl-GL"/>
        </w:rPr>
        <w:t xml:space="preserve"> ajutoornertut itigartinneqassaaq, pissutsini pitsaasuni atortussamik mikinerusumik kivitsineq pineqarpat, sunnerneqaat taamaattoq pinnguutitigut pissusissamisoortuunngitsumik aamma tunngavilersugaalluanngitsumik sunnerneqaatip inuup ajoquserneranut pissutaasutut nassuiaataammat.</w:t>
      </w:r>
    </w:p>
    <w:p w14:paraId="14D89682" w14:textId="4BF1C954" w:rsidR="00515200" w:rsidRPr="00171408" w:rsidRDefault="00CE02F1">
      <w:pPr>
        <w:rPr>
          <w:rFonts w:ascii="Times New Roman" w:hAnsi="Times New Roman"/>
          <w:lang w:val="kl-GL"/>
        </w:rPr>
      </w:pPr>
      <w:r w:rsidRPr="00171408">
        <w:rPr>
          <w:rFonts w:ascii="Times New Roman" w:hAnsi="Times New Roman" w:cs="Times New Roman"/>
          <w:lang w:val="kl-GL"/>
        </w:rPr>
        <w:t>Ullumikkut inatsi</w:t>
      </w:r>
      <w:r w:rsidR="007E21F8" w:rsidRPr="00171408">
        <w:rPr>
          <w:rFonts w:ascii="Times New Roman" w:hAnsi="Times New Roman" w:cs="Times New Roman"/>
          <w:lang w:val="kl-GL"/>
        </w:rPr>
        <w:t>t</w:t>
      </w:r>
      <w:r w:rsidRPr="00171408">
        <w:rPr>
          <w:rFonts w:ascii="Times New Roman" w:hAnsi="Times New Roman" w:cs="Times New Roman"/>
          <w:lang w:val="kl-GL"/>
        </w:rPr>
        <w:t xml:space="preserve"> malillugu anniaatip ajorseriarnera inuup ajoquserneratut akuersaarneqarsinnaavoq, ajorseriarneq immini inuup ajoqusernerippagu. Tamanna Eqqartuussiviit Qullersaata </w:t>
      </w:r>
      <w:r w:rsidR="007E21F8" w:rsidRPr="00171408">
        <w:rPr>
          <w:rFonts w:ascii="Times New Roman" w:hAnsi="Times New Roman" w:cs="Times New Roman"/>
          <w:lang w:val="kl-GL"/>
        </w:rPr>
        <w:t xml:space="preserve">eqqartuussinerani </w:t>
      </w:r>
      <w:r w:rsidRPr="00171408">
        <w:rPr>
          <w:rFonts w:ascii="Times New Roman" w:hAnsi="Times New Roman" w:cs="Times New Roman"/>
          <w:lang w:val="kl-GL"/>
        </w:rPr>
        <w:t xml:space="preserve">allaqqavoq, Ugeskrift for Retsvæsen 2017-imi, qupperneq 516-imi, ajorseriaat akuersaarneqarsinnaasoq, pisoq imaluunniit sunnerneqaat pissutigalugu, tassanngaannartumik pisoq imaluunniit ullut tallimat iluini. Ajunngitsorsiaqarnissaq aamma taarsiiffigitinnissaq pillugit aalajangersaanermut ajorseriaatip kingunerisai aallaaviussapput. </w:t>
      </w:r>
    </w:p>
    <w:p w14:paraId="5412A8CE" w14:textId="7A7A008F" w:rsidR="00515200" w:rsidRPr="00171408" w:rsidRDefault="00CE02F1">
      <w:pPr>
        <w:rPr>
          <w:rFonts w:ascii="Times New Roman" w:hAnsi="Times New Roman"/>
          <w:lang w:val="kl-GL"/>
        </w:rPr>
      </w:pPr>
      <w:r w:rsidRPr="00171408">
        <w:rPr>
          <w:rFonts w:ascii="Times New Roman" w:hAnsi="Times New Roman" w:cs="Times New Roman"/>
          <w:lang w:val="kl-GL"/>
        </w:rPr>
        <w:t xml:space="preserve">Inatsisissatut siunnersuummi § 1, nr. 1-ip, qaqugukkut inuk ajoqusernersoq eqqarsaatigalugu piumasaqaatit, suleriaatsimut Eqqartuussiviit Qullersaata 2013-ip </w:t>
      </w:r>
      <w:r w:rsidR="00CB2E4F" w:rsidRPr="00171408">
        <w:rPr>
          <w:rFonts w:ascii="Times New Roman" w:hAnsi="Times New Roman" w:cs="Times New Roman"/>
          <w:lang w:val="kl-GL"/>
        </w:rPr>
        <w:t xml:space="preserve">eqqartuussunerata </w:t>
      </w:r>
      <w:r w:rsidRPr="00171408">
        <w:rPr>
          <w:rFonts w:ascii="Times New Roman" w:hAnsi="Times New Roman" w:cs="Times New Roman"/>
          <w:lang w:val="kl-GL"/>
        </w:rPr>
        <w:t xml:space="preserve">kingorna ineriartortissimasaanut tunngatillugu, oqilisaaneq </w:t>
      </w:r>
      <w:r w:rsidR="0024112A" w:rsidRPr="00171408">
        <w:rPr>
          <w:rFonts w:ascii="Times New Roman" w:hAnsi="Times New Roman" w:cs="Times New Roman"/>
          <w:lang w:val="kl-GL"/>
        </w:rPr>
        <w:t>kingunerivaat</w:t>
      </w:r>
      <w:r w:rsidRPr="00171408">
        <w:rPr>
          <w:rFonts w:ascii="Times New Roman" w:hAnsi="Times New Roman" w:cs="Times New Roman"/>
          <w:lang w:val="kl-GL"/>
        </w:rPr>
        <w:t xml:space="preserve">. Allannguutissatut siunnersuutip kingunerisaanik, inuit ajoquserneri, inatsit malillugu </w:t>
      </w:r>
      <w:r w:rsidR="006440BB" w:rsidRPr="00171408">
        <w:rPr>
          <w:rFonts w:ascii="Times New Roman" w:hAnsi="Times New Roman" w:cs="Times New Roman"/>
          <w:lang w:val="kl-GL"/>
        </w:rPr>
        <w:t>ajunngitsorsiaqar</w:t>
      </w:r>
      <w:r w:rsidR="00B155FC" w:rsidRPr="00171408">
        <w:rPr>
          <w:rFonts w:ascii="Times New Roman" w:hAnsi="Times New Roman" w:cs="Times New Roman"/>
          <w:lang w:val="kl-GL"/>
        </w:rPr>
        <w:t>n</w:t>
      </w:r>
      <w:r w:rsidR="000F5739" w:rsidRPr="00171408">
        <w:rPr>
          <w:rFonts w:ascii="Times New Roman" w:hAnsi="Times New Roman" w:cs="Times New Roman"/>
          <w:lang w:val="kl-GL"/>
        </w:rPr>
        <w:t>issa</w:t>
      </w:r>
      <w:r w:rsidR="00B155FC" w:rsidRPr="00171408">
        <w:rPr>
          <w:rFonts w:ascii="Times New Roman" w:hAnsi="Times New Roman" w:cs="Times New Roman"/>
          <w:lang w:val="kl-GL"/>
        </w:rPr>
        <w:t>m</w:t>
      </w:r>
      <w:r w:rsidR="000F5739" w:rsidRPr="00171408">
        <w:rPr>
          <w:rFonts w:ascii="Times New Roman" w:hAnsi="Times New Roman" w:cs="Times New Roman"/>
          <w:lang w:val="kl-GL"/>
        </w:rPr>
        <w:t>ut</w:t>
      </w:r>
      <w:r w:rsidR="006440BB" w:rsidRPr="00171408">
        <w:rPr>
          <w:rFonts w:ascii="Times New Roman" w:hAnsi="Times New Roman" w:cs="Times New Roman"/>
          <w:lang w:val="kl-GL"/>
        </w:rPr>
        <w:t xml:space="preserve"> </w:t>
      </w:r>
      <w:r w:rsidRPr="00171408">
        <w:rPr>
          <w:rFonts w:ascii="Times New Roman" w:hAnsi="Times New Roman" w:cs="Times New Roman"/>
          <w:lang w:val="kl-GL"/>
        </w:rPr>
        <w:t xml:space="preserve">imaluunniit </w:t>
      </w:r>
      <w:r w:rsidR="006440BB" w:rsidRPr="00171408">
        <w:rPr>
          <w:rFonts w:ascii="Times New Roman" w:hAnsi="Times New Roman" w:cs="Times New Roman"/>
          <w:lang w:val="kl-GL"/>
        </w:rPr>
        <w:t>taarsiiffigiti</w:t>
      </w:r>
      <w:r w:rsidR="00B155FC" w:rsidRPr="00171408">
        <w:rPr>
          <w:rFonts w:ascii="Times New Roman" w:hAnsi="Times New Roman" w:cs="Times New Roman"/>
          <w:lang w:val="kl-GL"/>
        </w:rPr>
        <w:t>nn</w:t>
      </w:r>
      <w:r w:rsidR="000F5739" w:rsidRPr="00171408">
        <w:rPr>
          <w:rFonts w:ascii="Times New Roman" w:hAnsi="Times New Roman" w:cs="Times New Roman"/>
          <w:lang w:val="kl-GL"/>
        </w:rPr>
        <w:t>issamut</w:t>
      </w:r>
      <w:r w:rsidR="00B155FC" w:rsidRPr="00171408">
        <w:rPr>
          <w:rFonts w:ascii="Times New Roman" w:hAnsi="Times New Roman" w:cs="Times New Roman"/>
          <w:lang w:val="kl-GL"/>
        </w:rPr>
        <w:t xml:space="preserve"> pisinnaatitaa</w:t>
      </w:r>
      <w:r w:rsidR="000F5739" w:rsidRPr="00171408">
        <w:rPr>
          <w:rFonts w:ascii="Times New Roman" w:hAnsi="Times New Roman" w:cs="Times New Roman"/>
          <w:lang w:val="kl-GL"/>
        </w:rPr>
        <w:t>ffiliinngitsut</w:t>
      </w:r>
      <w:r w:rsidRPr="00171408">
        <w:rPr>
          <w:rFonts w:ascii="Times New Roman" w:hAnsi="Times New Roman" w:cs="Times New Roman"/>
          <w:lang w:val="kl-GL"/>
        </w:rPr>
        <w:t xml:space="preserve">,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ajoqusernertut akuersaarneqarsinnaassapput. Pisumi, ajutoorneq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ajutoornertut akuersaarneqarluni, tamanna immini Kalaallit Nunaanni sulin</w:t>
      </w:r>
      <w:r w:rsidR="00B155FC" w:rsidRPr="00171408">
        <w:rPr>
          <w:rFonts w:ascii="Times New Roman" w:hAnsi="Times New Roman" w:cs="Times New Roman"/>
          <w:lang w:val="kl-GL"/>
        </w:rPr>
        <w:t>erm</w:t>
      </w:r>
      <w:r w:rsidRPr="00171408">
        <w:rPr>
          <w:rFonts w:ascii="Times New Roman" w:hAnsi="Times New Roman" w:cs="Times New Roman"/>
          <w:lang w:val="kl-GL"/>
        </w:rPr>
        <w:t xml:space="preserve">i ajoqusernermut isumannaarineq pillugu inatsit malillugu ajunngitsorsiaqarnissamut imaluunniit taarsiiffigitinnissamut </w:t>
      </w:r>
      <w:r w:rsidR="00545D4A" w:rsidRPr="00171408">
        <w:rPr>
          <w:rFonts w:ascii="Times New Roman" w:hAnsi="Times New Roman" w:cs="Times New Roman"/>
          <w:lang w:val="kl-GL"/>
        </w:rPr>
        <w:t>il.il.</w:t>
      </w:r>
      <w:r w:rsidRPr="00171408">
        <w:rPr>
          <w:rFonts w:ascii="Times New Roman" w:hAnsi="Times New Roman" w:cs="Times New Roman"/>
          <w:lang w:val="kl-GL"/>
        </w:rPr>
        <w:t xml:space="preserve"> pisinnaatitaaffimmik kinguneqanngilaq. Tamatumunnga pisinnaatitaanermut nangittsumik piumasaqaataavoq, inatsisip tamatumunnga piumasaqaataasa naammassineqarnissaat.</w:t>
      </w:r>
    </w:p>
    <w:p w14:paraId="6AE2CDC9" w14:textId="35747678" w:rsidR="00515200" w:rsidRPr="00171408" w:rsidRDefault="00CE02F1">
      <w:pPr>
        <w:rPr>
          <w:rFonts w:ascii="Times New Roman" w:hAnsi="Times New Roman"/>
          <w:lang w:val="kl-GL"/>
        </w:rPr>
      </w:pPr>
      <w:r w:rsidRPr="00171408">
        <w:rPr>
          <w:rFonts w:ascii="Times New Roman" w:hAnsi="Times New Roman" w:cs="Times New Roman"/>
          <w:lang w:val="kl-GL"/>
        </w:rPr>
        <w:t xml:space="preserve">Aalajangersagaq siunnersuutigineqartoq </w:t>
      </w:r>
      <w:r w:rsidR="00984F94" w:rsidRPr="00171408">
        <w:rPr>
          <w:rFonts w:ascii="Times New Roman" w:hAnsi="Times New Roman" w:cs="Times New Roman"/>
          <w:lang w:val="kl-GL"/>
        </w:rPr>
        <w:t xml:space="preserve">sulinermi ajoqusernermut </w:t>
      </w:r>
      <w:r w:rsidRPr="00171408">
        <w:rPr>
          <w:rFonts w:ascii="Times New Roman" w:hAnsi="Times New Roman" w:cs="Times New Roman"/>
          <w:lang w:val="kl-GL"/>
        </w:rPr>
        <w:t>isumannaarineq pillugu inatsimmi § 6-imut assinguvoq.</w:t>
      </w:r>
    </w:p>
    <w:p w14:paraId="19FD87E4" w14:textId="77777777" w:rsidR="00515200" w:rsidRPr="00171408" w:rsidRDefault="00CE02F1">
      <w:pPr>
        <w:rPr>
          <w:rFonts w:ascii="Times New Roman" w:hAnsi="Times New Roman"/>
          <w:lang w:val="kl-GL"/>
        </w:rPr>
      </w:pPr>
      <w:r w:rsidRPr="00171408">
        <w:rPr>
          <w:rFonts w:ascii="Times New Roman" w:hAnsi="Times New Roman" w:cs="Times New Roman"/>
          <w:lang w:val="kl-GL"/>
        </w:rPr>
        <w:t>Tamatuma saniatigut oqaaseqaatit nalinginnaasut innersuussutigineqarput, imm. 2.1.</w:t>
      </w:r>
    </w:p>
    <w:p w14:paraId="2E52F0A6" w14:textId="77777777" w:rsidR="00515200" w:rsidRPr="00171408" w:rsidRDefault="00CE02F1">
      <w:pPr>
        <w:rPr>
          <w:rFonts w:ascii="Times New Roman" w:hAnsi="Times New Roman"/>
          <w:lang w:val="kl-GL"/>
        </w:rPr>
      </w:pPr>
      <w:r w:rsidRPr="00171408">
        <w:rPr>
          <w:rFonts w:ascii="Times New Roman" w:hAnsi="Times New Roman" w:cs="Times New Roman"/>
          <w:lang w:val="kl-GL"/>
        </w:rPr>
        <w:t>Nr. 2-mut</w:t>
      </w:r>
    </w:p>
    <w:p w14:paraId="3EE6DA56" w14:textId="404A74A7" w:rsidR="00515200" w:rsidRPr="00171408" w:rsidRDefault="00CE02F1">
      <w:pPr>
        <w:rPr>
          <w:rFonts w:ascii="Times New Roman" w:hAnsi="Times New Roman"/>
          <w:lang w:val="kl-GL"/>
        </w:rPr>
      </w:pPr>
      <w:r w:rsidRPr="00171408">
        <w:rPr>
          <w:rFonts w:ascii="Times New Roman" w:hAnsi="Times New Roman" w:cs="Times New Roman"/>
          <w:lang w:val="kl-GL"/>
        </w:rPr>
        <w:t xml:space="preserve">§ 14 imm. 1, oqaaseqatigiit </w:t>
      </w:r>
      <w:r w:rsidR="00753451" w:rsidRPr="00171408">
        <w:rPr>
          <w:rFonts w:ascii="Times New Roman" w:hAnsi="Times New Roman" w:cs="Times New Roman"/>
          <w:lang w:val="kl-GL"/>
        </w:rPr>
        <w:t>pingaju</w:t>
      </w:r>
      <w:r w:rsidRPr="00171408">
        <w:rPr>
          <w:rFonts w:ascii="Times New Roman" w:hAnsi="Times New Roman" w:cs="Times New Roman"/>
          <w:lang w:val="kl-GL"/>
        </w:rPr>
        <w:t>a</w:t>
      </w:r>
      <w:r w:rsidR="006E6796" w:rsidRPr="00171408">
        <w:rPr>
          <w:rFonts w:ascii="Times New Roman" w:hAnsi="Times New Roman" w:cs="Times New Roman"/>
          <w:lang w:val="kl-GL"/>
        </w:rPr>
        <w:t>n</w:t>
      </w:r>
      <w:r w:rsidRPr="00171408">
        <w:rPr>
          <w:rFonts w:ascii="Times New Roman" w:hAnsi="Times New Roman" w:cs="Times New Roman"/>
          <w:lang w:val="kl-GL"/>
        </w:rPr>
        <w:t xml:space="preserve">ni aalajangersakkami atuuttumi allaqqavoq, sungiusaqqinneq kingorna suliaritinnertut ingerlanneqassasoq nakorsamit </w:t>
      </w:r>
      <w:r w:rsidR="006E6796" w:rsidRPr="00171408">
        <w:rPr>
          <w:rFonts w:ascii="Times New Roman" w:hAnsi="Times New Roman" w:cs="Times New Roman"/>
          <w:lang w:val="kl-GL"/>
        </w:rPr>
        <w:t xml:space="preserve">nakkutigineqartumik </w:t>
      </w:r>
      <w:r w:rsidRPr="00171408">
        <w:rPr>
          <w:rFonts w:ascii="Times New Roman" w:hAnsi="Times New Roman" w:cs="Times New Roman"/>
          <w:lang w:val="kl-GL"/>
        </w:rPr>
        <w:t>napparsimane</w:t>
      </w:r>
      <w:r w:rsidR="006E6796" w:rsidRPr="00171408">
        <w:rPr>
          <w:rFonts w:ascii="Times New Roman" w:hAnsi="Times New Roman" w:cs="Times New Roman"/>
          <w:lang w:val="kl-GL"/>
        </w:rPr>
        <w:t>rmik</w:t>
      </w:r>
      <w:r w:rsidRPr="00171408">
        <w:rPr>
          <w:rFonts w:ascii="Times New Roman" w:hAnsi="Times New Roman" w:cs="Times New Roman"/>
          <w:lang w:val="kl-GL"/>
        </w:rPr>
        <w:t xml:space="preserve"> suliaritinnermut atatillugu.</w:t>
      </w:r>
    </w:p>
    <w:p w14:paraId="3952DA67" w14:textId="7EF0BA60" w:rsidR="00515200" w:rsidRPr="00171408" w:rsidRDefault="00CE02F1">
      <w:pPr>
        <w:rPr>
          <w:rFonts w:ascii="Times New Roman" w:hAnsi="Times New Roman"/>
          <w:lang w:val="kl-GL"/>
        </w:rPr>
      </w:pPr>
      <w:r w:rsidRPr="00171408">
        <w:rPr>
          <w:rFonts w:ascii="Times New Roman" w:hAnsi="Times New Roman" w:cs="Times New Roman"/>
          <w:lang w:val="kl-GL"/>
        </w:rPr>
        <w:t>Aalajangersagaq malillugu piumasaqaatit marluk naammassineqarsimassapput, ajoqusertut suliap ingerlanerani imaluunniit suliap suliareqqitassanngortinneqarnerani, napparsimane</w:t>
      </w:r>
      <w:r w:rsidR="004A5204" w:rsidRPr="00171408">
        <w:rPr>
          <w:rFonts w:ascii="Times New Roman" w:hAnsi="Times New Roman" w:cs="Times New Roman"/>
          <w:lang w:val="kl-GL"/>
        </w:rPr>
        <w:t>rmik</w:t>
      </w:r>
      <w:r w:rsidRPr="00171408">
        <w:rPr>
          <w:rFonts w:ascii="Times New Roman" w:hAnsi="Times New Roman" w:cs="Times New Roman"/>
          <w:lang w:val="kl-GL"/>
        </w:rPr>
        <w:t xml:space="preserve"> suliaritinnermut aamma sungiusaqqinnermut aningaasartuutinut taarsiiffigitinnissaanut, sungiusaqqinneq nakorsamit </w:t>
      </w:r>
      <w:r w:rsidR="00886A74" w:rsidRPr="00171408">
        <w:rPr>
          <w:rFonts w:ascii="Times New Roman" w:hAnsi="Times New Roman" w:cs="Times New Roman"/>
          <w:lang w:val="kl-GL"/>
        </w:rPr>
        <w:t xml:space="preserve">nakkutigineqartumik </w:t>
      </w:r>
      <w:r w:rsidRPr="00171408">
        <w:rPr>
          <w:rFonts w:ascii="Times New Roman" w:hAnsi="Times New Roman" w:cs="Times New Roman"/>
          <w:lang w:val="kl-GL"/>
        </w:rPr>
        <w:t xml:space="preserve">kingorna suliaritinnertut ingerlanneqarpat,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kingorna suliaritinneq </w:t>
      </w:r>
      <w:r w:rsidR="004A5204" w:rsidRPr="00171408">
        <w:rPr>
          <w:rFonts w:ascii="Times New Roman" w:hAnsi="Times New Roman" w:cs="Times New Roman"/>
          <w:lang w:val="kl-GL"/>
        </w:rPr>
        <w:t>napparsimanermik</w:t>
      </w:r>
      <w:r w:rsidRPr="00171408">
        <w:rPr>
          <w:rFonts w:ascii="Times New Roman" w:hAnsi="Times New Roman" w:cs="Times New Roman"/>
          <w:lang w:val="kl-GL"/>
        </w:rPr>
        <w:t xml:space="preserve"> suliaritinnermut atatillugu ingerlanneqarpat.</w:t>
      </w:r>
    </w:p>
    <w:p w14:paraId="3A916DFF" w14:textId="6B0EC4D6" w:rsidR="00515200" w:rsidRPr="00171408" w:rsidRDefault="00CE02F1">
      <w:pPr>
        <w:rPr>
          <w:rFonts w:ascii="Times New Roman" w:hAnsi="Times New Roman"/>
          <w:lang w:val="kl-GL"/>
        </w:rPr>
      </w:pPr>
      <w:r w:rsidRPr="00171408">
        <w:rPr>
          <w:rFonts w:ascii="Times New Roman" w:hAnsi="Times New Roman" w:cs="Times New Roman"/>
          <w:lang w:val="kl-GL"/>
        </w:rPr>
        <w:t xml:space="preserve">§ 14 imm. 1, oqaaseqatigiit </w:t>
      </w:r>
      <w:r w:rsidR="00753451" w:rsidRPr="00171408">
        <w:rPr>
          <w:rFonts w:ascii="Times New Roman" w:hAnsi="Times New Roman" w:cs="Times New Roman"/>
          <w:lang w:val="kl-GL"/>
        </w:rPr>
        <w:t>pingaju</w:t>
      </w:r>
      <w:r w:rsidR="004854B4" w:rsidRPr="00171408">
        <w:rPr>
          <w:rFonts w:ascii="Times New Roman" w:hAnsi="Times New Roman" w:cs="Times New Roman"/>
          <w:lang w:val="kl-GL"/>
        </w:rPr>
        <w:t xml:space="preserve">at </w:t>
      </w:r>
      <w:r w:rsidRPr="00171408">
        <w:rPr>
          <w:rFonts w:ascii="Times New Roman" w:hAnsi="Times New Roman" w:cs="Times New Roman"/>
          <w:lang w:val="kl-GL"/>
        </w:rPr>
        <w:t xml:space="preserve">malillugu aningaasartuutinut taarsiissuteqarnissamik apeqqummik nalilersuinermi Arbejdsmarkedets Erhvervssikringip nalinginnaasuusutut pingaartippaa, § 14 imm. 1, oqaaseqatigiit </w:t>
      </w:r>
      <w:r w:rsidR="00753451" w:rsidRPr="00171408">
        <w:rPr>
          <w:rFonts w:ascii="Times New Roman" w:hAnsi="Times New Roman" w:cs="Times New Roman"/>
          <w:lang w:val="kl-GL"/>
        </w:rPr>
        <w:t>siulli</w:t>
      </w:r>
      <w:r w:rsidR="00F9504C" w:rsidRPr="00171408">
        <w:rPr>
          <w:rFonts w:ascii="Times New Roman" w:hAnsi="Times New Roman" w:cs="Times New Roman"/>
          <w:lang w:val="kl-GL"/>
        </w:rPr>
        <w:t xml:space="preserve">at </w:t>
      </w:r>
      <w:r w:rsidRPr="00171408">
        <w:rPr>
          <w:rFonts w:ascii="Times New Roman" w:hAnsi="Times New Roman" w:cs="Times New Roman"/>
          <w:lang w:val="kl-GL"/>
        </w:rPr>
        <w:t xml:space="preserve">naapertorlugu suliaritinnissamut nakorsaqarnikkut tunngavilersuuteqarnersoq. Taamaalilluni piumasaqaataavoq, suliaritinnissap pisariaqartinneqarnissaa sungiusaqqinneq pitsaanerpaaq imaluunniit ajoqusernerup kingunerisa ajorunnaarnissat angujumallugu. Nalinginnaasumik piumasaqaataavoq, ajoqusernerup aamma suliaritinnerup pissutaasutigut </w:t>
      </w:r>
      <w:r w:rsidR="004F59CB" w:rsidRPr="00171408">
        <w:rPr>
          <w:rFonts w:ascii="Times New Roman" w:hAnsi="Times New Roman" w:cs="Times New Roman"/>
          <w:lang w:val="kl-GL"/>
        </w:rPr>
        <w:t xml:space="preserve">attaqatigiinnerat </w:t>
      </w:r>
      <w:r w:rsidRPr="00171408">
        <w:rPr>
          <w:rFonts w:ascii="Times New Roman" w:hAnsi="Times New Roman" w:cs="Times New Roman"/>
          <w:lang w:val="kl-GL"/>
        </w:rPr>
        <w:t>takutinneqarsinnaanissaat.</w:t>
      </w:r>
    </w:p>
    <w:p w14:paraId="78359B89" w14:textId="7725B5CE" w:rsidR="00515200" w:rsidRPr="00171408" w:rsidRDefault="00CE02F1">
      <w:pPr>
        <w:rPr>
          <w:rFonts w:ascii="Times New Roman" w:hAnsi="Times New Roman"/>
          <w:lang w:val="kl-GL"/>
        </w:rPr>
      </w:pPr>
      <w:r w:rsidRPr="00171408">
        <w:rPr>
          <w:rFonts w:ascii="Times New Roman" w:hAnsi="Times New Roman" w:cs="Times New Roman"/>
          <w:lang w:val="kl-GL"/>
        </w:rPr>
        <w:t xml:space="preserve">Kingorna suliaritinnissamut piumasaqaatip </w:t>
      </w:r>
      <w:r w:rsidR="004A5204" w:rsidRPr="00171408">
        <w:rPr>
          <w:rFonts w:ascii="Times New Roman" w:hAnsi="Times New Roman" w:cs="Times New Roman"/>
          <w:lang w:val="kl-GL"/>
        </w:rPr>
        <w:t>napparsimanermik</w:t>
      </w:r>
      <w:r w:rsidRPr="00171408">
        <w:rPr>
          <w:rFonts w:ascii="Times New Roman" w:hAnsi="Times New Roman" w:cs="Times New Roman"/>
          <w:lang w:val="kl-GL"/>
        </w:rPr>
        <w:t xml:space="preserve"> suliaritinnermut atatillugu </w:t>
      </w:r>
      <w:r w:rsidR="00741FEE" w:rsidRPr="00171408">
        <w:rPr>
          <w:rFonts w:ascii="Times New Roman" w:hAnsi="Times New Roman" w:cs="Times New Roman"/>
          <w:lang w:val="kl-GL"/>
        </w:rPr>
        <w:t>kingunerivaa</w:t>
      </w:r>
      <w:r w:rsidRPr="00171408">
        <w:rPr>
          <w:rFonts w:ascii="Times New Roman" w:hAnsi="Times New Roman" w:cs="Times New Roman"/>
          <w:lang w:val="kl-GL"/>
        </w:rPr>
        <w:t>, piffissamut tunngatillugu kill</w:t>
      </w:r>
      <w:r w:rsidR="00F83FB2" w:rsidRPr="00171408">
        <w:rPr>
          <w:rFonts w:ascii="Times New Roman" w:hAnsi="Times New Roman" w:cs="Times New Roman"/>
          <w:lang w:val="kl-GL"/>
        </w:rPr>
        <w:t>iliineq</w:t>
      </w:r>
      <w:r w:rsidRPr="00171408">
        <w:rPr>
          <w:rFonts w:ascii="Times New Roman" w:hAnsi="Times New Roman" w:cs="Times New Roman"/>
          <w:lang w:val="kl-GL"/>
        </w:rPr>
        <w:t xml:space="preserve">, </w:t>
      </w:r>
      <w:r w:rsidR="004A5204" w:rsidRPr="00171408">
        <w:rPr>
          <w:rFonts w:ascii="Times New Roman" w:hAnsi="Times New Roman" w:cs="Times New Roman"/>
          <w:lang w:val="kl-GL"/>
        </w:rPr>
        <w:t>napparsimanermik</w:t>
      </w:r>
      <w:r w:rsidRPr="00171408">
        <w:rPr>
          <w:rFonts w:ascii="Times New Roman" w:hAnsi="Times New Roman" w:cs="Times New Roman"/>
          <w:lang w:val="kl-GL"/>
        </w:rPr>
        <w:t xml:space="preserve"> suliaritinnerup aamma kingorna suliaritinnerup akornanni piffissami ingerlasumi. Oqaaseqatigiiliakkut piumasaqaatigineqarpoq, kingorna suliaritinneq </w:t>
      </w:r>
      <w:r w:rsidRPr="00171408">
        <w:rPr>
          <w:rFonts w:ascii="Times New Roman" w:hAnsi="Times New Roman" w:cs="Times New Roman"/>
          <w:lang w:val="kl-GL"/>
        </w:rPr>
        <w:lastRenderedPageBreak/>
        <w:t xml:space="preserve">pissasoq </w:t>
      </w:r>
      <w:r w:rsidR="004A5204" w:rsidRPr="00171408">
        <w:rPr>
          <w:rFonts w:ascii="Times New Roman" w:hAnsi="Times New Roman" w:cs="Times New Roman"/>
          <w:lang w:val="kl-GL"/>
        </w:rPr>
        <w:t>napparsimanermik</w:t>
      </w:r>
      <w:r w:rsidRPr="00171408">
        <w:rPr>
          <w:rFonts w:ascii="Times New Roman" w:hAnsi="Times New Roman" w:cs="Times New Roman"/>
          <w:lang w:val="kl-GL"/>
        </w:rPr>
        <w:t xml:space="preserve"> suliaritinnerup kinguninngua. Taamaattoq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ajoqusernerit pillugit suliat ingerlanneqarnerini Arbejdsmarkedets Erhvervssikringip nalinginnaasumik pingaarnerutippaa, ajoqusernerup ataavartunngornissaa sioqqullugu suliaritinneq ingerlanneqarnersoq,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taamaalilluni pisariaqartinneqarluni, tak. inatsimmi § 14 imm. 1, oqaaseqatigiit </w:t>
      </w:r>
      <w:r w:rsidR="00753451" w:rsidRPr="00171408">
        <w:rPr>
          <w:rFonts w:ascii="Times New Roman" w:hAnsi="Times New Roman" w:cs="Times New Roman"/>
          <w:lang w:val="kl-GL"/>
        </w:rPr>
        <w:t>siull</w:t>
      </w:r>
      <w:r w:rsidR="00952C3D" w:rsidRPr="00171408">
        <w:rPr>
          <w:rFonts w:ascii="Times New Roman" w:hAnsi="Times New Roman" w:cs="Times New Roman"/>
          <w:lang w:val="kl-GL"/>
        </w:rPr>
        <w:t>iat</w:t>
      </w:r>
      <w:r w:rsidRPr="00171408">
        <w:rPr>
          <w:rFonts w:ascii="Times New Roman" w:hAnsi="Times New Roman" w:cs="Times New Roman"/>
          <w:lang w:val="kl-GL"/>
        </w:rPr>
        <w:t>.</w:t>
      </w:r>
    </w:p>
    <w:p w14:paraId="3B9CD70C" w14:textId="7CBC8A3B" w:rsidR="00515200" w:rsidRPr="00171408" w:rsidRDefault="00CE02F1">
      <w:pPr>
        <w:rPr>
          <w:rFonts w:ascii="Times New Roman" w:hAnsi="Times New Roman"/>
          <w:lang w:val="kl-GL"/>
        </w:rPr>
      </w:pPr>
      <w:r w:rsidRPr="00171408">
        <w:rPr>
          <w:rFonts w:ascii="Times New Roman" w:hAnsi="Times New Roman" w:cs="Times New Roman"/>
          <w:lang w:val="kl-GL"/>
        </w:rPr>
        <w:t xml:space="preserve">Inatsisissatut siunnersuummi </w:t>
      </w:r>
      <w:r w:rsidRPr="00171408">
        <w:rPr>
          <w:rFonts w:ascii="Times New Roman" w:hAnsi="Times New Roman" w:cs="Times New Roman"/>
          <w:i/>
          <w:lang w:val="kl-GL"/>
        </w:rPr>
        <w:t>§ 1, nr. 2</w:t>
      </w:r>
      <w:r w:rsidRPr="00171408">
        <w:rPr>
          <w:rFonts w:ascii="Times New Roman" w:hAnsi="Times New Roman" w:cs="Times New Roman"/>
          <w:lang w:val="kl-GL"/>
        </w:rPr>
        <w:t>-kkut</w:t>
      </w:r>
      <w:r w:rsidRPr="00171408">
        <w:rPr>
          <w:rFonts w:ascii="Times New Roman" w:hAnsi="Times New Roman" w:cs="Times New Roman"/>
          <w:i/>
          <w:lang w:val="kl-GL"/>
        </w:rPr>
        <w:t xml:space="preserve">, </w:t>
      </w:r>
      <w:r w:rsidRPr="00171408">
        <w:rPr>
          <w:rFonts w:ascii="Times New Roman" w:hAnsi="Times New Roman" w:cs="Times New Roman"/>
          <w:lang w:val="kl-GL"/>
        </w:rPr>
        <w:t>siunnersuutigineqarpoq,</w:t>
      </w:r>
      <w:r w:rsidRPr="00171408">
        <w:rPr>
          <w:rFonts w:ascii="Times New Roman" w:hAnsi="Times New Roman" w:cs="Times New Roman"/>
          <w:i/>
          <w:lang w:val="kl-GL"/>
        </w:rPr>
        <w:t xml:space="preserve"> </w:t>
      </w:r>
      <w:r w:rsidRPr="00171408">
        <w:rPr>
          <w:rFonts w:ascii="Times New Roman" w:hAnsi="Times New Roman" w:cs="Times New Roman"/>
          <w:lang w:val="kl-GL"/>
        </w:rPr>
        <w:t xml:space="preserve">§ 14 imm. 1, oqaaseqatigiit </w:t>
      </w:r>
      <w:r w:rsidR="00753451" w:rsidRPr="00171408">
        <w:rPr>
          <w:rFonts w:ascii="Times New Roman" w:hAnsi="Times New Roman" w:cs="Times New Roman"/>
          <w:lang w:val="kl-GL"/>
        </w:rPr>
        <w:t>pingaju</w:t>
      </w:r>
      <w:r w:rsidRPr="00171408">
        <w:rPr>
          <w:rFonts w:ascii="Times New Roman" w:hAnsi="Times New Roman" w:cs="Times New Roman"/>
          <w:lang w:val="kl-GL"/>
        </w:rPr>
        <w:t>ata atorunnaarnissaa.</w:t>
      </w:r>
    </w:p>
    <w:p w14:paraId="0AF2C001" w14:textId="578333A5" w:rsidR="00515200" w:rsidRPr="00171408" w:rsidRDefault="00CE02F1">
      <w:pPr>
        <w:rPr>
          <w:rFonts w:ascii="Times New Roman" w:hAnsi="Times New Roman"/>
          <w:lang w:val="kl-GL"/>
        </w:rPr>
      </w:pPr>
      <w:r w:rsidRPr="00171408">
        <w:rPr>
          <w:rFonts w:ascii="Times New Roman" w:hAnsi="Times New Roman" w:cs="Times New Roman"/>
          <w:lang w:val="kl-GL"/>
        </w:rPr>
        <w:t xml:space="preserve">Allannguutissatut siunnersuutigineqartup kingunerissavaa, sungiusaqqinnerup kingorna suliaritinnertut ingerlanneqartup nakorsamit </w:t>
      </w:r>
      <w:r w:rsidR="00886A74" w:rsidRPr="00171408">
        <w:rPr>
          <w:rFonts w:ascii="Times New Roman" w:hAnsi="Times New Roman" w:cs="Times New Roman"/>
          <w:lang w:val="kl-GL"/>
        </w:rPr>
        <w:t>nakkutigineqarnissaa</w:t>
      </w:r>
      <w:r w:rsidR="00F72C27" w:rsidRPr="00171408">
        <w:rPr>
          <w:rFonts w:ascii="Times New Roman" w:hAnsi="Times New Roman" w:cs="Times New Roman"/>
          <w:lang w:val="kl-GL"/>
        </w:rPr>
        <w:t xml:space="preserve"> piumasaqaatigineqartarunnaassasoq</w:t>
      </w:r>
      <w:r w:rsidRPr="00171408">
        <w:rPr>
          <w:rFonts w:ascii="Times New Roman" w:hAnsi="Times New Roman" w:cs="Times New Roman"/>
          <w:lang w:val="kl-GL"/>
        </w:rPr>
        <w:t xml:space="preserve">. </w:t>
      </w:r>
      <w:r w:rsidR="00F72C27" w:rsidRPr="00171408">
        <w:rPr>
          <w:rFonts w:ascii="Times New Roman" w:hAnsi="Times New Roman" w:cs="Times New Roman"/>
          <w:lang w:val="kl-GL"/>
        </w:rPr>
        <w:t xml:space="preserve">Ilanngullugu </w:t>
      </w:r>
      <w:r w:rsidRPr="00171408">
        <w:rPr>
          <w:rFonts w:ascii="Times New Roman" w:hAnsi="Times New Roman" w:cs="Times New Roman"/>
          <w:lang w:val="kl-GL"/>
        </w:rPr>
        <w:t xml:space="preserve">allannguutissatut siunnersuutigineqartup kingunerissavaa, </w:t>
      </w:r>
      <w:r w:rsidR="004A5204" w:rsidRPr="00171408">
        <w:rPr>
          <w:rFonts w:ascii="Times New Roman" w:hAnsi="Times New Roman" w:cs="Times New Roman"/>
          <w:lang w:val="kl-GL"/>
        </w:rPr>
        <w:t>napparsimanermik</w:t>
      </w:r>
      <w:r w:rsidRPr="00171408">
        <w:rPr>
          <w:rFonts w:ascii="Times New Roman" w:hAnsi="Times New Roman" w:cs="Times New Roman"/>
          <w:lang w:val="kl-GL"/>
        </w:rPr>
        <w:t xml:space="preserve"> suliaritinnerup aamma sungiusaqqinnerup akornanni piffissa</w:t>
      </w:r>
      <w:r w:rsidR="000D034F" w:rsidRPr="00171408">
        <w:rPr>
          <w:rFonts w:ascii="Times New Roman" w:hAnsi="Times New Roman" w:cs="Times New Roman"/>
          <w:lang w:val="kl-GL"/>
        </w:rPr>
        <w:t>mut tunngatillugu</w:t>
      </w:r>
      <w:r w:rsidRPr="00171408">
        <w:rPr>
          <w:rFonts w:ascii="Times New Roman" w:hAnsi="Times New Roman" w:cs="Times New Roman"/>
          <w:lang w:val="kl-GL"/>
        </w:rPr>
        <w:t xml:space="preserve"> ataqatigiittoqarnissaa</w:t>
      </w:r>
      <w:r w:rsidR="000D034F" w:rsidRPr="00171408">
        <w:rPr>
          <w:rFonts w:ascii="Times New Roman" w:hAnsi="Times New Roman" w:cs="Times New Roman"/>
          <w:lang w:val="kl-GL"/>
        </w:rPr>
        <w:t xml:space="preserve"> piumasaqaatigineqartarunnaassasoq</w:t>
      </w:r>
      <w:r w:rsidRPr="00171408">
        <w:rPr>
          <w:rFonts w:ascii="Times New Roman" w:hAnsi="Times New Roman" w:cs="Times New Roman"/>
          <w:lang w:val="kl-GL"/>
        </w:rPr>
        <w:t>.</w:t>
      </w:r>
    </w:p>
    <w:p w14:paraId="1DBC9545" w14:textId="2C3372B4" w:rsidR="00515200" w:rsidRPr="00171408" w:rsidRDefault="00065ED8">
      <w:pPr>
        <w:rPr>
          <w:rFonts w:ascii="Times New Roman" w:hAnsi="Times New Roman"/>
          <w:lang w:val="kl-GL"/>
        </w:rPr>
      </w:pPr>
      <w:r w:rsidRPr="00171408">
        <w:rPr>
          <w:rFonts w:ascii="Times New Roman" w:eastAsia="Times New Roman" w:hAnsi="Times New Roman" w:cs="Times New Roman"/>
          <w:lang w:val="kl-GL" w:eastAsia="da-DK"/>
        </w:rPr>
        <w:t>Suliassaqartitsinermut minister</w:t>
      </w:r>
      <w:r w:rsidR="000D034F" w:rsidRPr="00171408">
        <w:rPr>
          <w:rFonts w:ascii="Times New Roman" w:eastAsia="Times New Roman" w:hAnsi="Times New Roman" w:cs="Times New Roman"/>
          <w:lang w:val="kl-GL" w:eastAsia="da-DK"/>
        </w:rPr>
        <w:t xml:space="preserve">eqarfiup </w:t>
      </w:r>
      <w:r w:rsidR="00CE02F1" w:rsidRPr="00171408">
        <w:rPr>
          <w:rFonts w:ascii="Times New Roman" w:eastAsia="Times New Roman" w:hAnsi="Times New Roman" w:cs="Times New Roman"/>
          <w:lang w:val="kl-GL" w:eastAsia="da-DK"/>
        </w:rPr>
        <w:t xml:space="preserve">aamma Namminersorlutik Oqartussat nalilerpaat, suliaritinnerup nakorsartinnikkut tunngavilersuuteqarnissaanik aamma </w:t>
      </w:r>
      <w:r w:rsidR="004A5204" w:rsidRPr="00171408">
        <w:rPr>
          <w:rFonts w:ascii="Times New Roman" w:eastAsia="Times New Roman" w:hAnsi="Times New Roman" w:cs="Times New Roman"/>
          <w:lang w:val="kl-GL" w:eastAsia="da-DK"/>
        </w:rPr>
        <w:t>napparsimanermik</w:t>
      </w:r>
      <w:r w:rsidR="00CE02F1" w:rsidRPr="00171408">
        <w:rPr>
          <w:rFonts w:ascii="Times New Roman" w:eastAsia="Times New Roman" w:hAnsi="Times New Roman" w:cs="Times New Roman"/>
          <w:lang w:val="kl-GL" w:eastAsia="da-DK"/>
        </w:rPr>
        <w:t xml:space="preserve"> suliaritinnerup aamma sung</w:t>
      </w:r>
      <w:r w:rsidR="00065C7F" w:rsidRPr="00171408">
        <w:rPr>
          <w:rFonts w:ascii="Times New Roman" w:eastAsia="Times New Roman" w:hAnsi="Times New Roman" w:cs="Times New Roman"/>
          <w:lang w:val="kl-GL" w:eastAsia="da-DK"/>
        </w:rPr>
        <w:t>i</w:t>
      </w:r>
      <w:r w:rsidR="00CE02F1" w:rsidRPr="00171408">
        <w:rPr>
          <w:rFonts w:ascii="Times New Roman" w:eastAsia="Times New Roman" w:hAnsi="Times New Roman" w:cs="Times New Roman"/>
          <w:lang w:val="kl-GL" w:eastAsia="da-DK"/>
        </w:rPr>
        <w:t xml:space="preserve">usaqqinnerup akornanni </w:t>
      </w:r>
      <w:r w:rsidR="00065C7F" w:rsidRPr="00171408">
        <w:rPr>
          <w:rFonts w:ascii="Times New Roman" w:hAnsi="Times New Roman" w:cs="Times New Roman"/>
          <w:lang w:val="kl-GL"/>
        </w:rPr>
        <w:t xml:space="preserve">piffissamut tunngatillugu </w:t>
      </w:r>
      <w:r w:rsidR="00CE02F1" w:rsidRPr="00171408">
        <w:rPr>
          <w:rFonts w:ascii="Times New Roman" w:eastAsia="Times New Roman" w:hAnsi="Times New Roman" w:cs="Times New Roman"/>
          <w:lang w:val="kl-GL" w:eastAsia="da-DK"/>
        </w:rPr>
        <w:t xml:space="preserve">ataqatigiissitsinissamik piumasaqaatit, suliaritinnermut aningaasartuutit taarsiissutigineqarsinnaaneri sioqqullugit, nalinginnaasumik § 14, imm. 1, oqaaseqatigiit </w:t>
      </w:r>
      <w:bookmarkStart w:id="11" w:name="_Hlk150410845"/>
      <w:r w:rsidR="003E06F4" w:rsidRPr="00171408">
        <w:rPr>
          <w:rFonts w:ascii="Times New Roman" w:eastAsia="Times New Roman" w:hAnsi="Times New Roman" w:cs="Times New Roman"/>
          <w:lang w:val="kl-GL" w:eastAsia="da-DK"/>
        </w:rPr>
        <w:t>siull</w:t>
      </w:r>
      <w:r w:rsidR="0046036C" w:rsidRPr="00171408">
        <w:rPr>
          <w:rFonts w:ascii="Times New Roman" w:eastAsia="Times New Roman" w:hAnsi="Times New Roman" w:cs="Times New Roman"/>
          <w:lang w:val="kl-GL" w:eastAsia="da-DK"/>
        </w:rPr>
        <w:t xml:space="preserve">iat </w:t>
      </w:r>
      <w:bookmarkEnd w:id="11"/>
      <w:r w:rsidR="00CE02F1" w:rsidRPr="00171408">
        <w:rPr>
          <w:rFonts w:ascii="Times New Roman" w:eastAsia="Times New Roman" w:hAnsi="Times New Roman" w:cs="Times New Roman"/>
          <w:lang w:val="kl-GL" w:eastAsia="da-DK"/>
        </w:rPr>
        <w:t xml:space="preserve">malereeraat, </w:t>
      </w:r>
      <w:r w:rsidR="00C3269E" w:rsidRPr="00171408">
        <w:rPr>
          <w:rFonts w:ascii="Times New Roman" w:eastAsia="Times New Roman" w:hAnsi="Times New Roman" w:cs="Times New Roman"/>
          <w:lang w:val="kl-GL" w:eastAsia="da-DK"/>
        </w:rPr>
        <w:t>aamma</w:t>
      </w:r>
      <w:r w:rsidR="00CE02F1" w:rsidRPr="00171408">
        <w:rPr>
          <w:rFonts w:ascii="Times New Roman" w:eastAsia="Times New Roman" w:hAnsi="Times New Roman" w:cs="Times New Roman"/>
          <w:lang w:val="kl-GL" w:eastAsia="da-DK"/>
        </w:rPr>
        <w:t xml:space="preserve"> </w:t>
      </w:r>
      <w:r w:rsidR="005E0E6B" w:rsidRPr="00171408">
        <w:rPr>
          <w:rFonts w:ascii="Times New Roman" w:eastAsia="Times New Roman" w:hAnsi="Times New Roman" w:cs="Times New Roman"/>
          <w:lang w:val="kl-GL" w:eastAsia="da-DK"/>
        </w:rPr>
        <w:t>sulinermi</w:t>
      </w:r>
      <w:r w:rsidR="00CE02F1" w:rsidRPr="00171408">
        <w:rPr>
          <w:rFonts w:ascii="Times New Roman" w:eastAsia="Times New Roman" w:hAnsi="Times New Roman" w:cs="Times New Roman"/>
          <w:lang w:val="kl-GL" w:eastAsia="da-DK"/>
        </w:rPr>
        <w:t xml:space="preserve"> ajoqusernerup kingunerisaaniit ajorunnaarneq pitsaanerpaaq angujumallugu suliaritinnissap pisariaqartinneqarnissaanut innersuussineq. Taamaalillutik </w:t>
      </w:r>
      <w:r w:rsidRPr="00171408">
        <w:rPr>
          <w:rFonts w:ascii="Times New Roman" w:eastAsia="Times New Roman" w:hAnsi="Times New Roman" w:cs="Times New Roman"/>
          <w:lang w:val="kl-GL" w:eastAsia="da-DK"/>
        </w:rPr>
        <w:t>Suliassaqartitsinermut minister</w:t>
      </w:r>
      <w:r w:rsidR="0046036C" w:rsidRPr="00171408">
        <w:rPr>
          <w:rFonts w:ascii="Times New Roman" w:eastAsia="Times New Roman" w:hAnsi="Times New Roman" w:cs="Times New Roman"/>
          <w:lang w:val="kl-GL" w:eastAsia="da-DK"/>
        </w:rPr>
        <w:t xml:space="preserve">eqarfiup </w:t>
      </w:r>
      <w:r w:rsidR="00CE02F1" w:rsidRPr="00171408">
        <w:rPr>
          <w:rFonts w:ascii="Times New Roman" w:eastAsia="Times New Roman" w:hAnsi="Times New Roman" w:cs="Times New Roman"/>
          <w:lang w:val="kl-GL" w:eastAsia="da-DK"/>
        </w:rPr>
        <w:t xml:space="preserve">aamma Namminersorlutik Oqartussat nalilerpaat, § 14, imm. 1, oqaaseqatigiit </w:t>
      </w:r>
      <w:r w:rsidR="003E06F4" w:rsidRPr="00171408">
        <w:rPr>
          <w:rFonts w:ascii="Times New Roman" w:eastAsia="Times New Roman" w:hAnsi="Times New Roman" w:cs="Times New Roman"/>
          <w:lang w:val="kl-GL" w:eastAsia="da-DK"/>
        </w:rPr>
        <w:t>pingaju</w:t>
      </w:r>
      <w:r w:rsidR="00CE02F1" w:rsidRPr="00171408">
        <w:rPr>
          <w:rFonts w:ascii="Times New Roman" w:eastAsia="Times New Roman" w:hAnsi="Times New Roman" w:cs="Times New Roman"/>
          <w:lang w:val="kl-GL" w:eastAsia="da-DK"/>
        </w:rPr>
        <w:t>at nalinginnaasumik imminermini apeqqutaanngitsoq</w:t>
      </w:r>
      <w:r w:rsidR="00CE02F1" w:rsidRPr="00171408">
        <w:rPr>
          <w:rFonts w:ascii="Times New Roman" w:hAnsi="Times New Roman" w:cs="Times New Roman"/>
          <w:lang w:val="kl-GL"/>
        </w:rPr>
        <w:t xml:space="preserve">. </w:t>
      </w:r>
    </w:p>
    <w:p w14:paraId="66B746AA" w14:textId="4BE4B34A" w:rsidR="00515200" w:rsidRPr="00171408" w:rsidRDefault="00CE02F1">
      <w:pPr>
        <w:rPr>
          <w:rFonts w:ascii="Times New Roman" w:hAnsi="Times New Roman"/>
          <w:lang w:val="kl-GL"/>
        </w:rPr>
      </w:pPr>
      <w:r w:rsidRPr="00171408">
        <w:rPr>
          <w:rFonts w:ascii="Times New Roman" w:eastAsia="Times New Roman" w:hAnsi="Times New Roman" w:cs="Times New Roman"/>
          <w:lang w:val="kl-GL" w:eastAsia="da-DK"/>
        </w:rPr>
        <w:t xml:space="preserve">§ 14, imm. 1, oqaaseqatigiit </w:t>
      </w:r>
      <w:r w:rsidR="00E34A86" w:rsidRPr="00171408">
        <w:rPr>
          <w:rFonts w:ascii="Times New Roman" w:eastAsia="Times New Roman" w:hAnsi="Times New Roman" w:cs="Times New Roman"/>
          <w:lang w:val="kl-GL" w:eastAsia="da-DK"/>
        </w:rPr>
        <w:t>pingajuata</w:t>
      </w:r>
      <w:r w:rsidR="00E34A86" w:rsidRPr="00171408" w:rsidDel="00E34A86">
        <w:rPr>
          <w:rFonts w:ascii="Times New Roman" w:eastAsia="Times New Roman" w:hAnsi="Times New Roman" w:cs="Times New Roman"/>
          <w:lang w:val="kl-GL" w:eastAsia="da-DK"/>
        </w:rPr>
        <w:t xml:space="preserve"> </w:t>
      </w:r>
      <w:r w:rsidRPr="00171408">
        <w:rPr>
          <w:rFonts w:ascii="Times New Roman" w:eastAsia="Times New Roman" w:hAnsi="Times New Roman" w:cs="Times New Roman"/>
          <w:lang w:val="kl-GL" w:eastAsia="da-DK"/>
        </w:rPr>
        <w:t xml:space="preserve">atorunnaarsinneqarnissaanut siunnersuutitigut siunertaanngilaq kingorna suliaritinnermut </w:t>
      </w:r>
      <w:r w:rsidR="00545D4A" w:rsidRPr="00171408">
        <w:rPr>
          <w:rFonts w:ascii="Times New Roman" w:eastAsia="Times New Roman" w:hAnsi="Times New Roman" w:cs="Times New Roman"/>
          <w:lang w:val="kl-GL" w:eastAsia="da-DK"/>
        </w:rPr>
        <w:t>il.il.</w:t>
      </w:r>
      <w:r w:rsidRPr="00171408">
        <w:rPr>
          <w:rFonts w:ascii="Times New Roman" w:eastAsia="Times New Roman" w:hAnsi="Times New Roman" w:cs="Times New Roman"/>
          <w:lang w:val="kl-GL" w:eastAsia="da-DK"/>
        </w:rPr>
        <w:t xml:space="preserve"> aningaasartuutinut taarsiissuteqarnissamut akuersaarnermut suleriaatsip allanngortinneqarnissaa. Naqissuserneqarpoq, § 14, imm. 1, oqaaseqatigiit </w:t>
      </w:r>
      <w:r w:rsidR="003E06F4" w:rsidRPr="00171408">
        <w:rPr>
          <w:rFonts w:ascii="Times New Roman" w:eastAsia="Times New Roman" w:hAnsi="Times New Roman" w:cs="Times New Roman"/>
          <w:lang w:val="kl-GL" w:eastAsia="da-DK"/>
        </w:rPr>
        <w:t xml:space="preserve">siulliat </w:t>
      </w:r>
      <w:r w:rsidRPr="00171408">
        <w:rPr>
          <w:rFonts w:ascii="Times New Roman" w:eastAsia="Times New Roman" w:hAnsi="Times New Roman" w:cs="Times New Roman"/>
          <w:lang w:val="kl-GL" w:eastAsia="da-DK"/>
        </w:rPr>
        <w:t xml:space="preserve">malillugu suliaritinnermut aningaasartuutinut taarsiiffigitinnissap angunissaanut piumasaqaatit nalinginnaasut nangittumik atuunnissaat. Aalajangersagaq malillugu taarsiiffigitinnissamut periarfissaqarnermut nangittumik piumasaqaataassaaq, suliaritinneq, taarsiiffigitinnissamut qinnuteqaatigineqartoq, </w:t>
      </w:r>
      <w:r w:rsidR="005E0E6B" w:rsidRPr="00171408">
        <w:rPr>
          <w:rFonts w:ascii="Times New Roman" w:eastAsia="Times New Roman" w:hAnsi="Times New Roman" w:cs="Times New Roman"/>
          <w:lang w:val="kl-GL" w:eastAsia="da-DK"/>
        </w:rPr>
        <w:t>sulinermi</w:t>
      </w:r>
      <w:r w:rsidRPr="00171408">
        <w:rPr>
          <w:rFonts w:ascii="Times New Roman" w:eastAsia="Times New Roman" w:hAnsi="Times New Roman" w:cs="Times New Roman"/>
          <w:lang w:val="kl-GL" w:eastAsia="da-DK"/>
        </w:rPr>
        <w:t xml:space="preserve"> ajoqusernerup kingunerisaaniit ajorunnaarneq pitsaanerpaaq angujumallugu </w:t>
      </w:r>
      <w:r w:rsidR="00CB3975" w:rsidRPr="00171408">
        <w:rPr>
          <w:rFonts w:ascii="Times New Roman" w:eastAsia="Times New Roman" w:hAnsi="Times New Roman" w:cs="Times New Roman"/>
          <w:lang w:val="kl-GL" w:eastAsia="da-DK"/>
        </w:rPr>
        <w:t>pisariaqartinneqassasoq</w:t>
      </w:r>
      <w:r w:rsidRPr="00171408">
        <w:rPr>
          <w:rFonts w:ascii="Times New Roman" w:eastAsia="Times New Roman" w:hAnsi="Times New Roman" w:cs="Times New Roman"/>
          <w:lang w:val="kl-GL" w:eastAsia="da-DK"/>
        </w:rPr>
        <w:t>. Nangittumik</w:t>
      </w:r>
      <w:r w:rsidR="00CB3975" w:rsidRPr="00171408">
        <w:rPr>
          <w:rFonts w:ascii="Times New Roman" w:eastAsia="Times New Roman" w:hAnsi="Times New Roman" w:cs="Times New Roman"/>
          <w:lang w:val="kl-GL" w:eastAsia="da-DK"/>
        </w:rPr>
        <w:t xml:space="preserve"> aamma</w:t>
      </w:r>
      <w:r w:rsidRPr="00171408">
        <w:rPr>
          <w:rFonts w:ascii="Times New Roman" w:eastAsia="Times New Roman" w:hAnsi="Times New Roman" w:cs="Times New Roman"/>
          <w:lang w:val="kl-GL" w:eastAsia="da-DK"/>
        </w:rPr>
        <w:t xml:space="preserve"> piumasaqaataassaaq, suliaritinnissamut nakorsartinnikkut tunngavilersuuteqarnissaq. </w:t>
      </w:r>
      <w:r w:rsidR="00E9061E" w:rsidRPr="00171408">
        <w:rPr>
          <w:rFonts w:ascii="Times New Roman" w:eastAsia="Times New Roman" w:hAnsi="Times New Roman" w:cs="Times New Roman"/>
          <w:lang w:val="kl-GL" w:eastAsia="da-DK"/>
        </w:rPr>
        <w:t xml:space="preserve">Naggataatigut </w:t>
      </w:r>
      <w:r w:rsidRPr="00171408">
        <w:rPr>
          <w:rFonts w:ascii="Times New Roman" w:eastAsia="Times New Roman" w:hAnsi="Times New Roman" w:cs="Times New Roman"/>
          <w:lang w:val="kl-GL" w:eastAsia="da-DK"/>
        </w:rPr>
        <w:t xml:space="preserve">§ 14, imm. 1, oqaaseqatigiit </w:t>
      </w:r>
      <w:r w:rsidR="003E06F4" w:rsidRPr="00171408">
        <w:rPr>
          <w:rFonts w:ascii="Times New Roman" w:eastAsia="Times New Roman" w:hAnsi="Times New Roman" w:cs="Times New Roman"/>
          <w:lang w:val="kl-GL" w:eastAsia="da-DK"/>
        </w:rPr>
        <w:t>pingajuat</w:t>
      </w:r>
      <w:r w:rsidRPr="00171408">
        <w:rPr>
          <w:rFonts w:ascii="Times New Roman" w:eastAsia="Times New Roman" w:hAnsi="Times New Roman" w:cs="Times New Roman"/>
          <w:lang w:val="kl-GL" w:eastAsia="da-DK"/>
        </w:rPr>
        <w:t xml:space="preserve">a atorunnaarsinneqarnerata kingunerisaanik piumasaqaatigineqarpoq, </w:t>
      </w:r>
      <w:r w:rsidR="00E9061E" w:rsidRPr="00171408">
        <w:rPr>
          <w:rFonts w:ascii="Times New Roman" w:eastAsia="Times New Roman" w:hAnsi="Times New Roman" w:cs="Times New Roman"/>
          <w:lang w:val="kl-GL" w:eastAsia="da-DK"/>
        </w:rPr>
        <w:t xml:space="preserve">aallaaviatigut </w:t>
      </w:r>
      <w:r w:rsidRPr="00171408">
        <w:rPr>
          <w:rFonts w:ascii="Times New Roman" w:eastAsia="Times New Roman" w:hAnsi="Times New Roman" w:cs="Times New Roman"/>
          <w:lang w:val="kl-GL" w:eastAsia="da-DK"/>
        </w:rPr>
        <w:t xml:space="preserve">ajoqusernerup ataavartunngorsinnaanera sioqqullugu suliaritinnissaq, </w:t>
      </w:r>
      <w:r w:rsidR="00C3269E" w:rsidRPr="00171408">
        <w:rPr>
          <w:rFonts w:ascii="Times New Roman" w:eastAsia="Times New Roman" w:hAnsi="Times New Roman" w:cs="Times New Roman"/>
          <w:lang w:val="kl-GL" w:eastAsia="da-DK"/>
        </w:rPr>
        <w:t>aamma</w:t>
      </w:r>
      <w:r w:rsidRPr="00171408">
        <w:rPr>
          <w:rFonts w:ascii="Times New Roman" w:eastAsia="Times New Roman" w:hAnsi="Times New Roman" w:cs="Times New Roman"/>
          <w:lang w:val="kl-GL" w:eastAsia="da-DK"/>
        </w:rPr>
        <w:t xml:space="preserve"> </w:t>
      </w:r>
      <w:r w:rsidR="007A0C5D" w:rsidRPr="00171408">
        <w:rPr>
          <w:rFonts w:ascii="Times New Roman" w:eastAsia="Times New Roman" w:hAnsi="Times New Roman" w:cs="Times New Roman"/>
          <w:lang w:val="kl-GL" w:eastAsia="da-DK"/>
        </w:rPr>
        <w:t xml:space="preserve">tamatumuuna </w:t>
      </w:r>
      <w:r w:rsidRPr="00171408">
        <w:rPr>
          <w:rFonts w:ascii="Times New Roman" w:eastAsia="Times New Roman" w:hAnsi="Times New Roman" w:cs="Times New Roman"/>
          <w:lang w:val="kl-GL" w:eastAsia="da-DK"/>
        </w:rPr>
        <w:t>nangittumik piumasaqaataassa</w:t>
      </w:r>
      <w:r w:rsidR="007A0C5D" w:rsidRPr="00171408">
        <w:rPr>
          <w:rFonts w:ascii="Times New Roman" w:eastAsia="Times New Roman" w:hAnsi="Times New Roman" w:cs="Times New Roman"/>
          <w:lang w:val="kl-GL" w:eastAsia="da-DK"/>
        </w:rPr>
        <w:t>lluni</w:t>
      </w:r>
      <w:r w:rsidRPr="00171408">
        <w:rPr>
          <w:rFonts w:ascii="Times New Roman" w:eastAsia="Times New Roman" w:hAnsi="Times New Roman" w:cs="Times New Roman"/>
          <w:lang w:val="kl-GL" w:eastAsia="da-DK"/>
        </w:rPr>
        <w:t xml:space="preserve"> suliaritinnerup aamma ajoqusernerup </w:t>
      </w:r>
      <w:r w:rsidR="007A0C5D" w:rsidRPr="00171408">
        <w:rPr>
          <w:rFonts w:ascii="Times New Roman" w:eastAsia="Times New Roman" w:hAnsi="Times New Roman" w:cs="Times New Roman"/>
          <w:lang w:val="kl-GL" w:eastAsia="da-DK"/>
        </w:rPr>
        <w:t xml:space="preserve">pilernerata </w:t>
      </w:r>
      <w:r w:rsidRPr="00171408">
        <w:rPr>
          <w:rFonts w:ascii="Times New Roman" w:eastAsia="Times New Roman" w:hAnsi="Times New Roman" w:cs="Times New Roman"/>
          <w:lang w:val="kl-GL" w:eastAsia="da-DK"/>
        </w:rPr>
        <w:t>akornanni piffissa</w:t>
      </w:r>
      <w:r w:rsidR="007A0C5D" w:rsidRPr="00171408">
        <w:rPr>
          <w:rFonts w:ascii="Times New Roman" w:eastAsia="Times New Roman" w:hAnsi="Times New Roman" w:cs="Times New Roman"/>
          <w:lang w:val="kl-GL" w:eastAsia="da-DK"/>
        </w:rPr>
        <w:t>mut tunngatillugu</w:t>
      </w:r>
      <w:r w:rsidRPr="00171408">
        <w:rPr>
          <w:rFonts w:ascii="Times New Roman" w:eastAsia="Times New Roman" w:hAnsi="Times New Roman" w:cs="Times New Roman"/>
          <w:lang w:val="kl-GL" w:eastAsia="da-DK"/>
        </w:rPr>
        <w:t xml:space="preserve"> ataqatigiittoqarnissaa.</w:t>
      </w:r>
    </w:p>
    <w:p w14:paraId="201ED65B" w14:textId="7528C611" w:rsidR="00515200" w:rsidRPr="00171408" w:rsidRDefault="00CE02F1">
      <w:pPr>
        <w:rPr>
          <w:rFonts w:ascii="Times New Roman" w:hAnsi="Times New Roman"/>
          <w:lang w:val="kl-GL"/>
        </w:rPr>
      </w:pPr>
      <w:r w:rsidRPr="00171408">
        <w:rPr>
          <w:rFonts w:ascii="Times New Roman" w:hAnsi="Times New Roman" w:cs="Times New Roman"/>
          <w:lang w:val="kl-GL"/>
        </w:rPr>
        <w:t>Atorunnaarsitsin</w:t>
      </w:r>
      <w:r w:rsidR="005C2FC4" w:rsidRPr="00171408">
        <w:rPr>
          <w:rFonts w:ascii="Times New Roman" w:hAnsi="Times New Roman" w:cs="Times New Roman"/>
          <w:lang w:val="kl-GL"/>
        </w:rPr>
        <w:t>issamik</w:t>
      </w:r>
      <w:r w:rsidRPr="00171408">
        <w:rPr>
          <w:rFonts w:ascii="Times New Roman" w:hAnsi="Times New Roman" w:cs="Times New Roman"/>
          <w:lang w:val="kl-GL"/>
        </w:rPr>
        <w:t xml:space="preserve"> siunnersuutigineqartup </w:t>
      </w:r>
      <w:r w:rsidR="005C2FC4" w:rsidRPr="00171408">
        <w:rPr>
          <w:rFonts w:ascii="Times New Roman" w:hAnsi="Times New Roman" w:cs="Times New Roman"/>
          <w:lang w:val="kl-GL"/>
        </w:rPr>
        <w:t xml:space="preserve">ilanngullugu </w:t>
      </w:r>
      <w:r w:rsidRPr="00171408">
        <w:rPr>
          <w:rFonts w:ascii="Times New Roman" w:hAnsi="Times New Roman" w:cs="Times New Roman"/>
          <w:lang w:val="kl-GL"/>
        </w:rPr>
        <w:t xml:space="preserve">kingunerissavaa, aalajangersakkap piumasaqaatinut Kalaallit Nunaanni inuiaqatigiinni naammassiuminaatsunut innersuussiunnaarnissaa, </w:t>
      </w:r>
      <w:r w:rsidR="005C2FC4" w:rsidRPr="00171408">
        <w:rPr>
          <w:rFonts w:ascii="Times New Roman" w:hAnsi="Times New Roman" w:cs="Times New Roman"/>
          <w:lang w:val="kl-GL"/>
        </w:rPr>
        <w:t xml:space="preserve">pingaartumik </w:t>
      </w:r>
      <w:r w:rsidRPr="00171408">
        <w:rPr>
          <w:rFonts w:ascii="Times New Roman" w:hAnsi="Times New Roman" w:cs="Times New Roman"/>
          <w:lang w:val="kl-GL"/>
        </w:rPr>
        <w:t xml:space="preserve">nunaqarfinni mikinerusuni nalinginnaasumik nakorsanik amigaateqartoqartillugu. </w:t>
      </w:r>
      <w:r w:rsidRPr="00171408">
        <w:rPr>
          <w:rFonts w:ascii="Times New Roman" w:eastAsia="Times New Roman" w:hAnsi="Times New Roman" w:cs="Times New Roman"/>
          <w:lang w:val="kl-GL" w:eastAsia="da-DK"/>
        </w:rPr>
        <w:t xml:space="preserve">§ 14, imm. 1, oqaaseqatigiit </w:t>
      </w:r>
      <w:r w:rsidR="00E34A86" w:rsidRPr="00171408">
        <w:rPr>
          <w:rFonts w:ascii="Times New Roman" w:eastAsia="Times New Roman" w:hAnsi="Times New Roman" w:cs="Times New Roman"/>
          <w:lang w:val="kl-GL" w:eastAsia="da-DK"/>
        </w:rPr>
        <w:t xml:space="preserve">pingajuata </w:t>
      </w:r>
      <w:r w:rsidRPr="00171408">
        <w:rPr>
          <w:rFonts w:ascii="Times New Roman" w:eastAsia="Times New Roman" w:hAnsi="Times New Roman" w:cs="Times New Roman"/>
          <w:lang w:val="kl-GL" w:eastAsia="da-DK"/>
        </w:rPr>
        <w:t>atorunnaarsinneqarnerata kingunerissavaa, § 14</w:t>
      </w:r>
      <w:r w:rsidR="00492B3F" w:rsidRPr="00171408">
        <w:rPr>
          <w:rFonts w:ascii="Times New Roman" w:eastAsia="Times New Roman" w:hAnsi="Times New Roman" w:cs="Times New Roman"/>
          <w:lang w:val="kl-GL" w:eastAsia="da-DK"/>
        </w:rPr>
        <w:t>-i</w:t>
      </w:r>
      <w:r w:rsidRPr="00171408">
        <w:rPr>
          <w:rFonts w:ascii="Times New Roman" w:eastAsia="Times New Roman" w:hAnsi="Times New Roman" w:cs="Times New Roman"/>
          <w:lang w:val="kl-GL" w:eastAsia="da-DK"/>
        </w:rPr>
        <w:t xml:space="preserve"> </w:t>
      </w:r>
      <w:r w:rsidR="00492B3F" w:rsidRPr="00171408">
        <w:rPr>
          <w:rFonts w:ascii="Times New Roman" w:eastAsia="Times New Roman" w:hAnsi="Times New Roman" w:cs="Times New Roman"/>
          <w:lang w:val="kl-GL" w:eastAsia="da-DK"/>
        </w:rPr>
        <w:t xml:space="preserve">ataatsimut isigalugu </w:t>
      </w:r>
      <w:r w:rsidRPr="00171408">
        <w:rPr>
          <w:rFonts w:ascii="Times New Roman" w:eastAsia="Times New Roman" w:hAnsi="Times New Roman" w:cs="Times New Roman"/>
          <w:lang w:val="kl-GL" w:eastAsia="da-DK"/>
        </w:rPr>
        <w:t xml:space="preserve">Kalaallit Nunaanni pissutsinut </w:t>
      </w:r>
      <w:r w:rsidR="00E53342" w:rsidRPr="00171408">
        <w:rPr>
          <w:rFonts w:ascii="Times New Roman" w:eastAsia="Times New Roman" w:hAnsi="Times New Roman" w:cs="Times New Roman"/>
          <w:lang w:val="kl-GL" w:eastAsia="da-DK"/>
        </w:rPr>
        <w:t xml:space="preserve">pitsaanerusumik </w:t>
      </w:r>
      <w:r w:rsidRPr="00171408">
        <w:rPr>
          <w:rFonts w:ascii="Times New Roman" w:eastAsia="Times New Roman" w:hAnsi="Times New Roman" w:cs="Times New Roman"/>
          <w:lang w:val="kl-GL" w:eastAsia="da-DK"/>
        </w:rPr>
        <w:t>naapertuunnerulernissaa.</w:t>
      </w:r>
    </w:p>
    <w:p w14:paraId="5A12186E" w14:textId="384372A9" w:rsidR="00515200" w:rsidRPr="00171408" w:rsidRDefault="00CE02F1">
      <w:pPr>
        <w:rPr>
          <w:rFonts w:ascii="Times New Roman" w:hAnsi="Times New Roman"/>
          <w:lang w:val="kl-GL"/>
        </w:rPr>
      </w:pPr>
      <w:r w:rsidRPr="00171408">
        <w:rPr>
          <w:rFonts w:ascii="Times New Roman" w:hAnsi="Times New Roman" w:cs="Times New Roman"/>
          <w:lang w:val="kl-GL"/>
        </w:rPr>
        <w:t>Nangittumik sillimmasiisarfiit imaluunniit Arbejdsmarkedets Erhvervssikringip nalilertassavaat, sungiusaqqinnissamut aningaasartuutinut taarsiissuteqarnissamut piumasaqaatit naammassineqarnersut.</w:t>
      </w:r>
    </w:p>
    <w:p w14:paraId="034016B8" w14:textId="77777777" w:rsidR="00515200" w:rsidRPr="00171408" w:rsidRDefault="00CE02F1">
      <w:pPr>
        <w:rPr>
          <w:rFonts w:ascii="Times New Roman" w:hAnsi="Times New Roman"/>
          <w:lang w:val="kl-GL"/>
        </w:rPr>
      </w:pPr>
      <w:r w:rsidRPr="00171408">
        <w:rPr>
          <w:rFonts w:ascii="Times New Roman" w:hAnsi="Times New Roman" w:cs="Times New Roman"/>
          <w:lang w:val="kl-GL"/>
        </w:rPr>
        <w:t xml:space="preserve">Aalajangersagaq siunnersuutigineqartoq </w:t>
      </w:r>
      <w:r w:rsidRPr="00171408">
        <w:rPr>
          <w:rFonts w:ascii="Times New Roman" w:eastAsia="Times New Roman" w:hAnsi="Times New Roman" w:cs="Times New Roman"/>
          <w:lang w:val="kl-GL" w:eastAsia="da-DK"/>
        </w:rPr>
        <w:t>Kalaallit Nunaanni pissutsinut tulluarsagaavoq.</w:t>
      </w:r>
    </w:p>
    <w:p w14:paraId="4CB453C1" w14:textId="77777777" w:rsidR="00515200" w:rsidRPr="00171408" w:rsidRDefault="00CE02F1">
      <w:pPr>
        <w:shd w:val="clear" w:color="auto" w:fill="FFFFFF"/>
        <w:spacing w:after="0"/>
        <w:rPr>
          <w:rFonts w:ascii="Times New Roman" w:hAnsi="Times New Roman"/>
          <w:lang w:val="kl-GL"/>
        </w:rPr>
      </w:pPr>
      <w:r w:rsidRPr="00171408">
        <w:rPr>
          <w:rFonts w:ascii="Times New Roman" w:eastAsia="Times New Roman" w:hAnsi="Times New Roman" w:cs="Times New Roman"/>
          <w:lang w:val="kl-GL" w:eastAsia="da-DK"/>
        </w:rPr>
        <w:t>Tamatuma saniatigut oqaaseqaatit nalinginnaasut innersuussutigineqarput, imm 2.4.</w:t>
      </w:r>
    </w:p>
    <w:p w14:paraId="75A607BC" w14:textId="77777777" w:rsidR="00515200" w:rsidRPr="00171408" w:rsidRDefault="00CE02F1">
      <w:pPr>
        <w:rPr>
          <w:rFonts w:ascii="Times New Roman" w:hAnsi="Times New Roman"/>
          <w:lang w:val="kl-GL"/>
        </w:rPr>
      </w:pPr>
      <w:r w:rsidRPr="00171408">
        <w:rPr>
          <w:rFonts w:ascii="Times New Roman" w:hAnsi="Times New Roman" w:cs="Times New Roman"/>
          <w:lang w:val="kl-GL"/>
        </w:rPr>
        <w:lastRenderedPageBreak/>
        <w:t>Nr. 3-mut</w:t>
      </w:r>
    </w:p>
    <w:p w14:paraId="7D83A344" w14:textId="3D151E41" w:rsidR="00515200" w:rsidRPr="00171408" w:rsidRDefault="00CE02F1">
      <w:pPr>
        <w:rPr>
          <w:rFonts w:ascii="Times New Roman" w:hAnsi="Times New Roman"/>
          <w:lang w:val="kl-GL"/>
        </w:rPr>
      </w:pPr>
      <w:r w:rsidRPr="00171408">
        <w:rPr>
          <w:rFonts w:ascii="Times New Roman" w:hAnsi="Times New Roman" w:cs="Times New Roman"/>
          <w:lang w:val="kl-GL"/>
        </w:rPr>
        <w:t xml:space="preserve">§ 15, imm. 1-imi aalajangersakkami atuuttumi allaqqavoq, napparsimaneq pissutigalugu suliaritinnerup, sungiusaqqinnerup imaluunniit piginnaanngorsaqqinnerup kingorna ajoqusertup siunissami peqqissutsikkut inissisimaffigisinnaasaa aamma inuussutissarsiornissamut periarfissai pillugit </w:t>
      </w:r>
      <w:r w:rsidR="00726C45" w:rsidRPr="00171408">
        <w:rPr>
          <w:rFonts w:ascii="Times New Roman" w:hAnsi="Times New Roman" w:cs="Times New Roman"/>
          <w:lang w:val="kl-GL"/>
        </w:rPr>
        <w:t xml:space="preserve">missiliuusiornissamut </w:t>
      </w:r>
      <w:r w:rsidRPr="00171408">
        <w:rPr>
          <w:rFonts w:ascii="Times New Roman" w:hAnsi="Times New Roman" w:cs="Times New Roman"/>
          <w:lang w:val="kl-GL"/>
        </w:rPr>
        <w:t xml:space="preserve">tunngavissaqarpat, Arbejdsmarkedets Erhvervssikringip </w:t>
      </w:r>
      <w:r w:rsidR="00646099" w:rsidRPr="00171408">
        <w:rPr>
          <w:rFonts w:ascii="Times New Roman" w:hAnsi="Times New Roman" w:cs="Times New Roman"/>
          <w:lang w:val="kl-GL"/>
        </w:rPr>
        <w:t>aalajangissagaa</w:t>
      </w:r>
      <w:r w:rsidRPr="00171408">
        <w:rPr>
          <w:rFonts w:ascii="Times New Roman" w:hAnsi="Times New Roman" w:cs="Times New Roman"/>
          <w:lang w:val="kl-GL"/>
        </w:rPr>
        <w:t xml:space="preserve">, ajoqusertoq § 21 malillugu inuussutissarsiorsinnaanerminik annaasaqarnerminut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 22 malillugu ataavartumik ajoquteqalernerminut taarsiiffigitinnissamut </w:t>
      </w:r>
      <w:r w:rsidR="00646099" w:rsidRPr="00171408">
        <w:rPr>
          <w:rFonts w:ascii="Times New Roman" w:hAnsi="Times New Roman" w:cs="Times New Roman"/>
          <w:lang w:val="kl-GL"/>
        </w:rPr>
        <w:t>pisinnaatitaanersoq</w:t>
      </w:r>
      <w:r w:rsidRPr="00171408">
        <w:rPr>
          <w:rFonts w:ascii="Times New Roman" w:hAnsi="Times New Roman" w:cs="Times New Roman"/>
          <w:lang w:val="kl-GL"/>
        </w:rPr>
        <w:t xml:space="preserve">.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ajoqusernerup nalunaarutigineqarneraniit ukiup ataatsip qaangiutinnginnerani aalajangiisoqassaaq. Inuussutissarsiornikkut nappaatinut, Erhvervssygdomsudvalgetimut saqqummiunneqartussanut, </w:t>
      </w:r>
      <w:r w:rsidR="00EB752E" w:rsidRPr="00171408">
        <w:rPr>
          <w:rFonts w:ascii="Times New Roman" w:hAnsi="Times New Roman" w:cs="Times New Roman"/>
          <w:lang w:val="kl-GL"/>
        </w:rPr>
        <w:t xml:space="preserve">piffissarititaavoq </w:t>
      </w:r>
      <w:r w:rsidRPr="00171408">
        <w:rPr>
          <w:rFonts w:ascii="Times New Roman" w:hAnsi="Times New Roman" w:cs="Times New Roman"/>
          <w:lang w:val="kl-GL"/>
        </w:rPr>
        <w:t xml:space="preserve">ukiut </w:t>
      </w:r>
      <w:r w:rsidR="00EB752E" w:rsidRPr="00171408">
        <w:rPr>
          <w:rFonts w:ascii="Times New Roman" w:hAnsi="Times New Roman" w:cs="Times New Roman"/>
          <w:lang w:val="kl-GL"/>
        </w:rPr>
        <w:t>marluk</w:t>
      </w:r>
      <w:r w:rsidRPr="00171408">
        <w:rPr>
          <w:rFonts w:ascii="Times New Roman" w:hAnsi="Times New Roman" w:cs="Times New Roman"/>
          <w:lang w:val="kl-GL"/>
        </w:rPr>
        <w:t>.</w:t>
      </w:r>
    </w:p>
    <w:p w14:paraId="3E1B5E2A" w14:textId="24C88EDA" w:rsidR="00515200" w:rsidRPr="00171408" w:rsidRDefault="00CE02F1">
      <w:pPr>
        <w:rPr>
          <w:rFonts w:ascii="Times New Roman" w:hAnsi="Times New Roman"/>
          <w:lang w:val="kl-GL"/>
        </w:rPr>
      </w:pPr>
      <w:r w:rsidRPr="00171408">
        <w:rPr>
          <w:rFonts w:ascii="Times New Roman" w:hAnsi="Times New Roman" w:cs="Times New Roman"/>
          <w:lang w:val="kl-GL"/>
        </w:rPr>
        <w:t xml:space="preserve">Aamma § 15, imm. 2-mi aalajangersakkami atuuttumi allaqqavoq,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ajoquserneq toqumik kinguneqarsimappat, imm. 1-imi taaneqartutut piffissaliussat ilua</w:t>
      </w:r>
      <w:r w:rsidR="008F3B99" w:rsidRPr="00171408">
        <w:rPr>
          <w:rFonts w:ascii="Times New Roman" w:hAnsi="Times New Roman" w:cs="Times New Roman"/>
          <w:lang w:val="kl-GL"/>
        </w:rPr>
        <w:t>n</w:t>
      </w:r>
      <w:r w:rsidRPr="00171408">
        <w:rPr>
          <w:rFonts w:ascii="Times New Roman" w:hAnsi="Times New Roman" w:cs="Times New Roman"/>
          <w:lang w:val="kl-GL"/>
        </w:rPr>
        <w:t xml:space="preserve">ni </w:t>
      </w:r>
      <w:r w:rsidR="003C42A9" w:rsidRPr="00171408">
        <w:rPr>
          <w:rFonts w:ascii="Times New Roman" w:hAnsi="Times New Roman" w:cs="Times New Roman"/>
          <w:lang w:val="kl-GL"/>
        </w:rPr>
        <w:t>aalajangersarneqassasut</w:t>
      </w:r>
      <w:r w:rsidRPr="00171408">
        <w:rPr>
          <w:rFonts w:ascii="Times New Roman" w:hAnsi="Times New Roman" w:cs="Times New Roman"/>
          <w:lang w:val="kl-GL"/>
        </w:rPr>
        <w:t xml:space="preserve">, toqunerup nalunaarutigineqarneraniit naatsorsorneqartumik, toqusoqarnerani </w:t>
      </w:r>
      <w:r w:rsidR="00D02F12" w:rsidRPr="00171408">
        <w:rPr>
          <w:rFonts w:ascii="Times New Roman" w:hAnsi="Times New Roman" w:cs="Times New Roman"/>
          <w:lang w:val="kl-GL"/>
        </w:rPr>
        <w:t>qimagaas</w:t>
      </w:r>
      <w:r w:rsidRPr="00171408">
        <w:rPr>
          <w:rFonts w:ascii="Times New Roman" w:hAnsi="Times New Roman" w:cs="Times New Roman"/>
          <w:lang w:val="kl-GL"/>
        </w:rPr>
        <w:t xml:space="preserve">ut ikaarsaarnermi aningaasannannissamut, pilersuisumik annaasaqarnermut taarsiiffigitinnissamut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w:t>
      </w:r>
      <w:r w:rsidR="00D02F12" w:rsidRPr="00171408">
        <w:rPr>
          <w:rFonts w:ascii="Times New Roman" w:hAnsi="Times New Roman" w:cs="Times New Roman"/>
          <w:lang w:val="kl-GL"/>
        </w:rPr>
        <w:t>qimagaas</w:t>
      </w:r>
      <w:r w:rsidRPr="00171408">
        <w:rPr>
          <w:rFonts w:ascii="Times New Roman" w:hAnsi="Times New Roman" w:cs="Times New Roman"/>
          <w:lang w:val="kl-GL"/>
        </w:rPr>
        <w:t>unut ajunngitsorsiaqarnissamut pi</w:t>
      </w:r>
      <w:r w:rsidR="003C42A9" w:rsidRPr="00171408">
        <w:rPr>
          <w:rFonts w:ascii="Times New Roman" w:hAnsi="Times New Roman" w:cs="Times New Roman"/>
          <w:lang w:val="kl-GL"/>
        </w:rPr>
        <w:t>s</w:t>
      </w:r>
      <w:r w:rsidRPr="00171408">
        <w:rPr>
          <w:rFonts w:ascii="Times New Roman" w:hAnsi="Times New Roman" w:cs="Times New Roman"/>
          <w:lang w:val="kl-GL"/>
        </w:rPr>
        <w:t>innaatitaanersut.</w:t>
      </w:r>
    </w:p>
    <w:p w14:paraId="3AF851D7" w14:textId="7BEABB85" w:rsidR="00515200" w:rsidRPr="00171408" w:rsidRDefault="00B97941">
      <w:pPr>
        <w:rPr>
          <w:rFonts w:ascii="Times New Roman" w:hAnsi="Times New Roman"/>
          <w:lang w:val="kl-GL"/>
        </w:rPr>
      </w:pPr>
      <w:r w:rsidRPr="00171408">
        <w:rPr>
          <w:rFonts w:ascii="Times New Roman" w:hAnsi="Times New Roman" w:cs="Times New Roman"/>
          <w:lang w:val="kl-GL"/>
        </w:rPr>
        <w:t xml:space="preserve">Taamaalilluni </w:t>
      </w:r>
      <w:r w:rsidR="00CE02F1" w:rsidRPr="00171408">
        <w:rPr>
          <w:rFonts w:ascii="Times New Roman" w:hAnsi="Times New Roman" w:cs="Times New Roman"/>
          <w:lang w:val="kl-GL"/>
        </w:rPr>
        <w:t xml:space="preserve">Arbejdsmarkedets Erhvervssikringi piffissarititaasut </w:t>
      </w:r>
      <w:r w:rsidRPr="00171408">
        <w:rPr>
          <w:rFonts w:ascii="Times New Roman" w:hAnsi="Times New Roman" w:cs="Times New Roman"/>
          <w:lang w:val="kl-GL"/>
        </w:rPr>
        <w:t xml:space="preserve">iluanni </w:t>
      </w:r>
      <w:r w:rsidR="00CE02F1" w:rsidRPr="00171408">
        <w:rPr>
          <w:rFonts w:ascii="Times New Roman" w:hAnsi="Times New Roman" w:cs="Times New Roman"/>
          <w:lang w:val="kl-GL"/>
        </w:rPr>
        <w:t xml:space="preserve">ajoqusernerup nalunaarutigineqartoq </w:t>
      </w:r>
      <w:r w:rsidR="005E0E6B" w:rsidRPr="00171408">
        <w:rPr>
          <w:rFonts w:ascii="Times New Roman" w:hAnsi="Times New Roman" w:cs="Times New Roman"/>
          <w:lang w:val="kl-GL"/>
        </w:rPr>
        <w:t>sulinermi</w:t>
      </w:r>
      <w:r w:rsidR="00CE02F1" w:rsidRPr="00171408">
        <w:rPr>
          <w:rFonts w:ascii="Times New Roman" w:hAnsi="Times New Roman" w:cs="Times New Roman"/>
          <w:lang w:val="kl-GL"/>
        </w:rPr>
        <w:t xml:space="preserve"> ajoqusernertut akuersaarneqarsinnaanera pillugu aalajangiinissamut pisussaaffeqarpoq, tassunga </w:t>
      </w:r>
      <w:r w:rsidRPr="00171408">
        <w:rPr>
          <w:rFonts w:ascii="Times New Roman" w:hAnsi="Times New Roman" w:cs="Times New Roman"/>
          <w:lang w:val="kl-GL"/>
        </w:rPr>
        <w:t xml:space="preserve">ilanngullugit </w:t>
      </w:r>
      <w:r w:rsidR="00CE02F1" w:rsidRPr="00171408">
        <w:rPr>
          <w:rFonts w:ascii="Times New Roman" w:hAnsi="Times New Roman" w:cs="Times New Roman"/>
          <w:lang w:val="kl-GL"/>
        </w:rPr>
        <w:t xml:space="preserve">ajoqusertoq </w:t>
      </w:r>
      <w:r w:rsidR="00C3269E" w:rsidRPr="00171408">
        <w:rPr>
          <w:rFonts w:ascii="Times New Roman" w:hAnsi="Times New Roman" w:cs="Times New Roman"/>
          <w:lang w:val="kl-GL"/>
        </w:rPr>
        <w:t>aamma</w:t>
      </w:r>
      <w:r w:rsidR="00CE02F1" w:rsidRPr="00171408">
        <w:rPr>
          <w:rFonts w:ascii="Times New Roman" w:hAnsi="Times New Roman" w:cs="Times New Roman"/>
          <w:lang w:val="kl-GL"/>
        </w:rPr>
        <w:t xml:space="preserve"> </w:t>
      </w:r>
      <w:r w:rsidR="00D02F12" w:rsidRPr="00171408">
        <w:rPr>
          <w:rFonts w:ascii="Times New Roman" w:hAnsi="Times New Roman" w:cs="Times New Roman"/>
          <w:lang w:val="kl-GL"/>
        </w:rPr>
        <w:t>qimagaas</w:t>
      </w:r>
      <w:r w:rsidR="00CE02F1" w:rsidRPr="00171408">
        <w:rPr>
          <w:rFonts w:ascii="Times New Roman" w:hAnsi="Times New Roman" w:cs="Times New Roman"/>
          <w:lang w:val="kl-GL"/>
        </w:rPr>
        <w:t xml:space="preserve">ut ataavartumik ajoquteqalerneq pillugu ajunngitsorsiaqarnissamut aamma inuussutissarsiorsinnaanermik annaasaqarneq pillugu taarsiiffigitinnissamut </w:t>
      </w:r>
      <w:r w:rsidRPr="00171408">
        <w:rPr>
          <w:rFonts w:ascii="Times New Roman" w:hAnsi="Times New Roman" w:cs="Times New Roman"/>
          <w:lang w:val="kl-GL"/>
        </w:rPr>
        <w:t xml:space="preserve">pisinnaatitaanersut </w:t>
      </w:r>
      <w:r w:rsidR="00CE02F1" w:rsidRPr="00171408">
        <w:rPr>
          <w:rFonts w:ascii="Times New Roman" w:hAnsi="Times New Roman" w:cs="Times New Roman"/>
          <w:lang w:val="kl-GL"/>
        </w:rPr>
        <w:t>(ataatsimoorussamik aalajangiineq).</w:t>
      </w:r>
    </w:p>
    <w:p w14:paraId="6368841D" w14:textId="1E96B2DB" w:rsidR="00515200" w:rsidRPr="00171408" w:rsidRDefault="00CE02F1">
      <w:pPr>
        <w:rPr>
          <w:rFonts w:ascii="Times New Roman" w:hAnsi="Times New Roman"/>
          <w:lang w:val="kl-GL"/>
        </w:rPr>
      </w:pPr>
      <w:r w:rsidRPr="00171408">
        <w:rPr>
          <w:rFonts w:ascii="Times New Roman" w:hAnsi="Times New Roman" w:cs="Times New Roman"/>
          <w:lang w:val="kl-GL"/>
        </w:rPr>
        <w:t xml:space="preserve">Malittarisassat atuuttut malillugit piffissarititaasut naatsorsorneqassapput piffissamiit, Arbejdsmarkedets Erhvervssikringip ajutoorneq imaluunniit </w:t>
      </w:r>
      <w:r w:rsidR="004A5204" w:rsidRPr="00171408">
        <w:rPr>
          <w:rFonts w:ascii="Times New Roman" w:hAnsi="Times New Roman" w:cs="Times New Roman"/>
          <w:lang w:val="kl-GL"/>
        </w:rPr>
        <w:t>napparsimanermik</w:t>
      </w:r>
      <w:r w:rsidRPr="00171408">
        <w:rPr>
          <w:rFonts w:ascii="Times New Roman" w:hAnsi="Times New Roman" w:cs="Times New Roman"/>
          <w:lang w:val="kl-GL"/>
        </w:rPr>
        <w:t xml:space="preserve"> nalunaarutiginninnermik tigusaqarnera. Tamanna pissuteqarpoq, Arbejdsmarkedets Erhvervssikringip suliassaq nalunaarutigineqareersimatinnagu suliamik ingerlatsisinnaanngi</w:t>
      </w:r>
      <w:r w:rsidR="00022B01" w:rsidRPr="00171408">
        <w:rPr>
          <w:rFonts w:ascii="Times New Roman" w:hAnsi="Times New Roman" w:cs="Times New Roman"/>
          <w:lang w:val="kl-GL"/>
        </w:rPr>
        <w:t>mmat</w:t>
      </w:r>
      <w:r w:rsidRPr="00171408">
        <w:rPr>
          <w:rFonts w:ascii="Times New Roman" w:hAnsi="Times New Roman" w:cs="Times New Roman"/>
          <w:lang w:val="kl-GL"/>
        </w:rPr>
        <w:t>.</w:t>
      </w:r>
    </w:p>
    <w:p w14:paraId="51F0110F" w14:textId="19DC8C1C" w:rsidR="00D43A0C" w:rsidRPr="00171408" w:rsidRDefault="00CE02F1" w:rsidP="00007B3D">
      <w:pPr>
        <w:rPr>
          <w:rFonts w:ascii="Times New Roman" w:hAnsi="Times New Roman" w:cs="Times New Roman"/>
          <w:lang w:val="kl-GL"/>
        </w:rPr>
      </w:pPr>
      <w:r w:rsidRPr="00171408">
        <w:rPr>
          <w:rFonts w:ascii="Times New Roman" w:hAnsi="Times New Roman" w:cs="Times New Roman"/>
          <w:lang w:val="kl-GL"/>
        </w:rPr>
        <w:t xml:space="preserve">Inatsisissatut siunnersuummi </w:t>
      </w:r>
      <w:r w:rsidRPr="00171408">
        <w:rPr>
          <w:rFonts w:ascii="Times New Roman" w:hAnsi="Times New Roman" w:cs="Times New Roman"/>
          <w:i/>
          <w:lang w:val="kl-GL"/>
        </w:rPr>
        <w:t>§ 1, nr. 3-</w:t>
      </w:r>
      <w:r w:rsidRPr="00171408">
        <w:rPr>
          <w:rFonts w:ascii="Times New Roman" w:hAnsi="Times New Roman" w:cs="Times New Roman"/>
          <w:lang w:val="kl-GL"/>
        </w:rPr>
        <w:t>mi</w:t>
      </w:r>
      <w:r w:rsidRPr="00171408">
        <w:rPr>
          <w:rFonts w:ascii="Times New Roman" w:hAnsi="Times New Roman" w:cs="Times New Roman"/>
          <w:i/>
          <w:lang w:val="kl-GL"/>
        </w:rPr>
        <w:t xml:space="preserve">, </w:t>
      </w:r>
      <w:r w:rsidRPr="00171408">
        <w:rPr>
          <w:rFonts w:ascii="Times New Roman" w:hAnsi="Times New Roman" w:cs="Times New Roman"/>
          <w:lang w:val="kl-GL"/>
        </w:rPr>
        <w:t>siunnersuutigineqarpoq § 15-imi imm. 1-ip aamma 2-p atorunnaarsinneqarnissaat</w:t>
      </w:r>
      <w:r w:rsidR="00007B3D" w:rsidRPr="00171408">
        <w:rPr>
          <w:rFonts w:ascii="Times New Roman" w:hAnsi="Times New Roman" w:cs="Times New Roman"/>
          <w:lang w:val="kl-GL"/>
        </w:rPr>
        <w:t>. Imm. 3 tamatuma kingorna imm. 1-inngussaaq.</w:t>
      </w:r>
    </w:p>
    <w:p w14:paraId="6B71626A" w14:textId="68DD9D69" w:rsidR="00D258AB" w:rsidRPr="00171408" w:rsidRDefault="00196255" w:rsidP="00807676">
      <w:pPr>
        <w:rPr>
          <w:rFonts w:ascii="Times New Roman" w:eastAsia="Calibri" w:hAnsi="Times New Roman" w:cs="Times New Roman"/>
          <w:color w:val="auto"/>
          <w:lang w:val="kl-GL"/>
        </w:rPr>
      </w:pPr>
      <w:r w:rsidRPr="00171408">
        <w:rPr>
          <w:rFonts w:ascii="Times New Roman" w:hAnsi="Times New Roman"/>
          <w:lang w:val="kl-GL"/>
        </w:rPr>
        <w:t xml:space="preserve">Siunnersuut kinguneqassaaq, </w:t>
      </w:r>
      <w:r w:rsidR="0062351D" w:rsidRPr="00171408">
        <w:rPr>
          <w:rFonts w:ascii="Times New Roman" w:hAnsi="Times New Roman"/>
          <w:lang w:val="kl-GL"/>
        </w:rPr>
        <w:t>§ 15, imm. 1 aamma 2-mi</w:t>
      </w:r>
      <w:r w:rsidR="00351A59" w:rsidRPr="00171408">
        <w:rPr>
          <w:rFonts w:ascii="Times New Roman" w:hAnsi="Times New Roman"/>
          <w:lang w:val="kl-GL"/>
        </w:rPr>
        <w:t>, sulinermi ajoqusernermik nalunaarutigineqartunik suliaqarnermut aamma</w:t>
      </w:r>
      <w:r w:rsidR="0062351D" w:rsidRPr="00171408">
        <w:rPr>
          <w:rFonts w:ascii="Times New Roman" w:hAnsi="Times New Roman"/>
          <w:lang w:val="kl-GL"/>
        </w:rPr>
        <w:t xml:space="preserve"> inatsit malillugu ajoqusertoq ikiorsiinernut pisinnaatitaaffeqarnersoq</w:t>
      </w:r>
      <w:r w:rsidR="00035FC6" w:rsidRPr="00171408">
        <w:rPr>
          <w:rFonts w:ascii="Times New Roman" w:hAnsi="Times New Roman"/>
          <w:lang w:val="kl-GL"/>
        </w:rPr>
        <w:t xml:space="preserve"> pillugu</w:t>
      </w:r>
      <w:r w:rsidR="00351A59" w:rsidRPr="00171408">
        <w:rPr>
          <w:rFonts w:ascii="Times New Roman" w:hAnsi="Times New Roman"/>
          <w:lang w:val="kl-GL"/>
        </w:rPr>
        <w:t xml:space="preserve"> aalajangiinermut,</w:t>
      </w:r>
      <w:r w:rsidR="00035FC6" w:rsidRPr="00171408">
        <w:rPr>
          <w:rFonts w:ascii="Times New Roman" w:hAnsi="Times New Roman"/>
          <w:lang w:val="kl-GL"/>
        </w:rPr>
        <w:t xml:space="preserve"> </w:t>
      </w:r>
      <w:r w:rsidR="00351A59" w:rsidRPr="00171408">
        <w:rPr>
          <w:rFonts w:ascii="Times New Roman" w:hAnsi="Times New Roman"/>
          <w:lang w:val="kl-GL"/>
        </w:rPr>
        <w:t xml:space="preserve">piffissarititat inatsisitigut aalajangerneqartut atorunnaarsinneqarnerannik. </w:t>
      </w:r>
      <w:r w:rsidR="005E0A97" w:rsidRPr="00171408">
        <w:rPr>
          <w:rFonts w:ascii="Times New Roman" w:hAnsi="Times New Roman"/>
          <w:lang w:val="kl-GL"/>
        </w:rPr>
        <w:t xml:space="preserve">Suliassat sulinerineqartarnerannik piffissaq sivikillineqarnissaa siunertaralugu, </w:t>
      </w:r>
      <w:r w:rsidR="00777823" w:rsidRPr="00171408">
        <w:rPr>
          <w:rFonts w:ascii="Times New Roman" w:hAnsi="Times New Roman"/>
          <w:lang w:val="kl-GL"/>
        </w:rPr>
        <w:t xml:space="preserve">Kalaallit Nunaanni sulinermi ajoqusernermik isumannaallisaaneq pillugu inatsimmi suliat aalajangiinerillu assigiinngitsut akornanni </w:t>
      </w:r>
      <w:r w:rsidR="003B416B" w:rsidRPr="00171408">
        <w:rPr>
          <w:rFonts w:ascii="Times New Roman" w:hAnsi="Times New Roman"/>
          <w:lang w:val="kl-GL"/>
        </w:rPr>
        <w:t xml:space="preserve">annertuumik nikerarsinnaasut eqqarsaatigalugit, </w:t>
      </w:r>
      <w:r w:rsidR="003B416B" w:rsidRPr="00171408">
        <w:rPr>
          <w:rFonts w:ascii="Times New Roman" w:eastAsia="Calibri" w:hAnsi="Times New Roman" w:cs="Times New Roman"/>
          <w:color w:val="auto"/>
          <w:lang w:val="kl-GL"/>
        </w:rPr>
        <w:t>suliassat suliarineqartarnerann</w:t>
      </w:r>
      <w:r w:rsidR="00F5192D" w:rsidRPr="00171408">
        <w:rPr>
          <w:rFonts w:ascii="Times New Roman" w:eastAsia="Calibri" w:hAnsi="Times New Roman" w:cs="Times New Roman"/>
          <w:color w:val="auto"/>
          <w:lang w:val="kl-GL"/>
        </w:rPr>
        <w:t>ut</w:t>
      </w:r>
      <w:r w:rsidR="003B416B" w:rsidRPr="00171408">
        <w:rPr>
          <w:rFonts w:ascii="Times New Roman" w:eastAsia="Calibri" w:hAnsi="Times New Roman" w:cs="Times New Roman"/>
          <w:color w:val="auto"/>
          <w:lang w:val="kl-GL"/>
        </w:rPr>
        <w:t xml:space="preserve"> atatillugu</w:t>
      </w:r>
      <w:r w:rsidR="003B416B" w:rsidRPr="00171408">
        <w:rPr>
          <w:rFonts w:ascii="Times New Roman" w:hAnsi="Times New Roman"/>
          <w:lang w:val="kl-GL"/>
        </w:rPr>
        <w:t xml:space="preserve"> </w:t>
      </w:r>
      <w:r w:rsidR="003B416B" w:rsidRPr="00171408">
        <w:rPr>
          <w:rFonts w:ascii="Times New Roman" w:eastAsia="Calibri" w:hAnsi="Times New Roman" w:cs="Times New Roman"/>
          <w:color w:val="auto"/>
          <w:lang w:val="kl-GL"/>
        </w:rPr>
        <w:t xml:space="preserve">Arbejdsmarkedets Erhvervssikringi </w:t>
      </w:r>
      <w:r w:rsidR="004A057F" w:rsidRPr="00171408">
        <w:rPr>
          <w:rFonts w:ascii="Times New Roman" w:eastAsia="Calibri" w:hAnsi="Times New Roman" w:cs="Times New Roman"/>
          <w:color w:val="auto"/>
          <w:lang w:val="kl-GL"/>
        </w:rPr>
        <w:t>annertunerusumik eqaa</w:t>
      </w:r>
      <w:r w:rsidR="00F5192D" w:rsidRPr="00171408">
        <w:rPr>
          <w:rFonts w:ascii="Times New Roman" w:eastAsia="Calibri" w:hAnsi="Times New Roman" w:cs="Times New Roman"/>
          <w:color w:val="auto"/>
          <w:lang w:val="kl-GL"/>
        </w:rPr>
        <w:t>nnerusumik aaqqissuussinissaanut</w:t>
      </w:r>
      <w:r w:rsidR="000847BA" w:rsidRPr="00171408">
        <w:rPr>
          <w:rFonts w:ascii="Times New Roman" w:eastAsia="Calibri" w:hAnsi="Times New Roman" w:cs="Times New Roman"/>
          <w:color w:val="auto"/>
          <w:lang w:val="kl-GL"/>
        </w:rPr>
        <w:t xml:space="preserve"> </w:t>
      </w:r>
      <w:r w:rsidR="004A057F" w:rsidRPr="00171408">
        <w:rPr>
          <w:rFonts w:ascii="Times New Roman" w:eastAsia="Calibri" w:hAnsi="Times New Roman" w:cs="Times New Roman"/>
          <w:color w:val="auto"/>
          <w:lang w:val="kl-GL"/>
        </w:rPr>
        <w:t>periarfiss</w:t>
      </w:r>
      <w:r w:rsidR="00F5192D" w:rsidRPr="00171408">
        <w:rPr>
          <w:rFonts w:ascii="Times New Roman" w:eastAsia="Calibri" w:hAnsi="Times New Roman" w:cs="Times New Roman"/>
          <w:color w:val="auto"/>
          <w:lang w:val="kl-GL"/>
        </w:rPr>
        <w:t>aqalissaaq. Siunnersuut</w:t>
      </w:r>
      <w:r w:rsidR="001D2874" w:rsidRPr="00171408">
        <w:rPr>
          <w:rFonts w:ascii="Times New Roman" w:eastAsia="Calibri" w:hAnsi="Times New Roman" w:cs="Times New Roman"/>
          <w:color w:val="auto"/>
          <w:lang w:val="kl-GL"/>
        </w:rPr>
        <w:t xml:space="preserve"> Danmarkimi sulinermi ajoqusernermut isumaanaallisaaneq pillugu inats</w:t>
      </w:r>
      <w:r w:rsidR="00807676" w:rsidRPr="00171408">
        <w:rPr>
          <w:rFonts w:ascii="Times New Roman" w:eastAsia="Calibri" w:hAnsi="Times New Roman" w:cs="Times New Roman"/>
          <w:color w:val="auto"/>
          <w:lang w:val="kl-GL"/>
        </w:rPr>
        <w:t>it malillugu piffissarititat inatsisitigut aalajangerneqartut atorunnaarsinneqarnerat 1. juli 2024-mi sunniuteqalersumut</w:t>
      </w:r>
      <w:r w:rsidR="00F5192D" w:rsidRPr="00171408">
        <w:rPr>
          <w:rFonts w:ascii="Times New Roman" w:eastAsia="Calibri" w:hAnsi="Times New Roman" w:cs="Times New Roman"/>
          <w:color w:val="auto"/>
          <w:lang w:val="kl-GL"/>
        </w:rPr>
        <w:t xml:space="preserve"> </w:t>
      </w:r>
      <w:r w:rsidR="001D2874" w:rsidRPr="00171408">
        <w:rPr>
          <w:rFonts w:ascii="Times New Roman" w:eastAsia="Calibri" w:hAnsi="Times New Roman" w:cs="Times New Roman"/>
          <w:color w:val="auto"/>
          <w:lang w:val="kl-GL"/>
        </w:rPr>
        <w:t>ataqatigiissillugu isigineqassaaq</w:t>
      </w:r>
      <w:r w:rsidR="00D258AB" w:rsidRPr="00171408">
        <w:rPr>
          <w:rFonts w:ascii="Times New Roman" w:eastAsia="Calibri" w:hAnsi="Times New Roman" w:cs="Times New Roman"/>
          <w:color w:val="auto"/>
          <w:lang w:val="kl-GL"/>
        </w:rPr>
        <w:t>.</w:t>
      </w:r>
    </w:p>
    <w:p w14:paraId="77D9772A" w14:textId="1D91E137" w:rsidR="00D258AB" w:rsidRPr="00171408" w:rsidRDefault="00545CC9" w:rsidP="007C700B">
      <w:pPr>
        <w:suppressAutoHyphens w:val="0"/>
        <w:rPr>
          <w:rFonts w:ascii="Times New Roman" w:eastAsia="Calibri" w:hAnsi="Times New Roman" w:cs="Times New Roman"/>
          <w:color w:val="auto"/>
          <w:lang w:val="kl-GL"/>
        </w:rPr>
      </w:pPr>
      <w:r w:rsidRPr="00171408">
        <w:rPr>
          <w:rFonts w:ascii="Times New Roman" w:eastAsia="Calibri" w:hAnsi="Times New Roman" w:cs="Times New Roman"/>
          <w:color w:val="auto"/>
          <w:lang w:val="kl-GL"/>
        </w:rPr>
        <w:t>Siunnersuutip kingunerissavaa, akuersaarnermut aamma taarsigass</w:t>
      </w:r>
      <w:r w:rsidR="00756F54" w:rsidRPr="00171408">
        <w:rPr>
          <w:rFonts w:ascii="Times New Roman" w:eastAsia="Calibri" w:hAnsi="Times New Roman" w:cs="Times New Roman"/>
          <w:color w:val="auto"/>
          <w:lang w:val="kl-GL"/>
        </w:rPr>
        <w:t>arsia</w:t>
      </w:r>
      <w:r w:rsidR="00F37CA1" w:rsidRPr="00171408">
        <w:rPr>
          <w:rFonts w:ascii="Times New Roman" w:eastAsia="Calibri" w:hAnsi="Times New Roman" w:cs="Times New Roman"/>
          <w:color w:val="auto"/>
          <w:lang w:val="kl-GL"/>
        </w:rPr>
        <w:t>nut ajunngitsorsiassanullu apeqqutit</w:t>
      </w:r>
      <w:r w:rsidR="00E07DBA" w:rsidRPr="00171408">
        <w:rPr>
          <w:rFonts w:ascii="Times New Roman" w:eastAsia="Calibri" w:hAnsi="Times New Roman" w:cs="Times New Roman"/>
          <w:color w:val="auto"/>
          <w:lang w:val="kl-GL"/>
        </w:rPr>
        <w:t xml:space="preserve"> pillugit</w:t>
      </w:r>
      <w:r w:rsidR="00F37CA1" w:rsidRPr="00171408">
        <w:rPr>
          <w:rFonts w:ascii="Times New Roman" w:eastAsia="Calibri" w:hAnsi="Times New Roman" w:cs="Times New Roman"/>
          <w:color w:val="auto"/>
          <w:lang w:val="kl-GL"/>
        </w:rPr>
        <w:t xml:space="preserve"> </w:t>
      </w:r>
      <w:r w:rsidR="00E07DBA" w:rsidRPr="00171408">
        <w:rPr>
          <w:rFonts w:ascii="Times New Roman" w:eastAsia="Calibri" w:hAnsi="Times New Roman" w:cs="Times New Roman"/>
          <w:color w:val="auto"/>
          <w:lang w:val="kl-GL"/>
        </w:rPr>
        <w:t>Arbejdsmarkedets Erhvervssikringi ataatsimoorussamik aalajangiinissaanut piumasaqaa</w:t>
      </w:r>
      <w:r w:rsidR="007C700B" w:rsidRPr="00171408">
        <w:rPr>
          <w:rFonts w:ascii="Times New Roman" w:eastAsia="Calibri" w:hAnsi="Times New Roman" w:cs="Times New Roman"/>
          <w:color w:val="auto"/>
          <w:lang w:val="kl-GL"/>
        </w:rPr>
        <w:t>teqarunnaartoq</w:t>
      </w:r>
      <w:r w:rsidR="00D258AB" w:rsidRPr="00171408">
        <w:rPr>
          <w:rFonts w:ascii="Times New Roman" w:eastAsia="Calibri" w:hAnsi="Times New Roman" w:cs="Times New Roman"/>
          <w:color w:val="auto"/>
          <w:lang w:val="kl-GL"/>
        </w:rPr>
        <w:t>.</w:t>
      </w:r>
    </w:p>
    <w:p w14:paraId="444048D4" w14:textId="3728600C" w:rsidR="00D258AB" w:rsidRPr="00171408" w:rsidRDefault="00224C2A" w:rsidP="00F111BC">
      <w:pPr>
        <w:suppressAutoHyphens w:val="0"/>
        <w:rPr>
          <w:rFonts w:ascii="Times New Roman" w:hAnsi="Times New Roman"/>
          <w:lang w:val="kl-GL"/>
        </w:rPr>
      </w:pPr>
      <w:r w:rsidRPr="00171408">
        <w:rPr>
          <w:rFonts w:ascii="Times New Roman" w:eastAsia="Times New Roman" w:hAnsi="Times New Roman" w:cs="Times New Roman"/>
          <w:color w:val="000000"/>
          <w:lang w:val="kl-GL" w:eastAsia="da-DK"/>
        </w:rPr>
        <w:t xml:space="preserve">Siunnersuummi piumasaqaataavoq anguniakkat qulaani taaneqartut Kalaallit Nunaanni sulinermi ajoqusernermut isumannaarineq pillugu inatsimmi sulianut ilaatinneqartunut aallaaviatigut aamma </w:t>
      </w:r>
      <w:r w:rsidRPr="00171408">
        <w:rPr>
          <w:rFonts w:ascii="Times New Roman" w:eastAsia="Times New Roman" w:hAnsi="Times New Roman" w:cs="Times New Roman"/>
          <w:color w:val="000000"/>
          <w:lang w:val="kl-GL" w:eastAsia="da-DK"/>
        </w:rPr>
        <w:lastRenderedPageBreak/>
        <w:t xml:space="preserve">atuutissammata, Kalaallit Nunaanni pissutsit eqqarsaatigalugit aamma Kalaallit Nunaanni Namminersorlutik Oqartussat oqaloqatigalugit Kalaallit Nunaanni sulinermi ajoqusernermut isumannaarineq pillugu inatsit malillugu suliani suliassat suliarineqartarnerannut </w:t>
      </w:r>
      <w:r w:rsidR="00700B83" w:rsidRPr="00171408">
        <w:rPr>
          <w:rFonts w:ascii="Times New Roman" w:eastAsia="Times New Roman" w:hAnsi="Times New Roman" w:cs="Times New Roman"/>
          <w:color w:val="000000"/>
          <w:lang w:val="kl-GL" w:eastAsia="da-DK"/>
        </w:rPr>
        <w:t xml:space="preserve">piffissamut </w:t>
      </w:r>
      <w:r w:rsidRPr="00171408">
        <w:rPr>
          <w:rFonts w:ascii="Times New Roman" w:eastAsia="Times New Roman" w:hAnsi="Times New Roman" w:cs="Times New Roman"/>
          <w:color w:val="000000"/>
          <w:lang w:val="kl-GL" w:eastAsia="da-DK"/>
        </w:rPr>
        <w:t>immikkut ittunik aalajangersaasoqanngippat. Ilanngullugu piumasaqaataavoq, ingerlatsinermi inatsisitigut tunngaviusut najoqqutassallu Kalaallit Nunaannut atuuttut naapertorlugit sulinermi ajoqusernermut suliassaqarfimmi suliassanut assigiinngitsunut ataasiakkaanut suliassat suliarineqartarnerat pillugu anguniagassaliornissaq, tamanut tikinneqarsinnaasariaqartut, aamma suliassat suliarineqartarnerannut piffissaq naatsorsuutigisaq pillugu Arbejdsmarkedets Erhvervssikringip suliami peqataasut ilisimatittariaqarlugit.</w:t>
      </w:r>
      <w:r w:rsidR="00BA0E37" w:rsidRPr="00171408">
        <w:rPr>
          <w:rFonts w:ascii="Times New Roman" w:eastAsia="Times New Roman" w:hAnsi="Times New Roman" w:cs="Times New Roman"/>
          <w:color w:val="000000"/>
          <w:lang w:val="kl-GL" w:eastAsia="da-DK"/>
        </w:rPr>
        <w:t xml:space="preserve"> </w:t>
      </w:r>
      <w:r w:rsidRPr="00171408">
        <w:rPr>
          <w:rFonts w:ascii="Times New Roman" w:eastAsia="Times New Roman" w:hAnsi="Times New Roman" w:cs="Times New Roman"/>
          <w:color w:val="000000"/>
          <w:lang w:val="kl-GL" w:eastAsia="da-DK"/>
        </w:rPr>
        <w:t xml:space="preserve">Ilanngullugu </w:t>
      </w:r>
      <w:r w:rsidR="0041764D" w:rsidRPr="00171408">
        <w:rPr>
          <w:rFonts w:ascii="Times New Roman" w:eastAsia="Times New Roman" w:hAnsi="Times New Roman" w:cs="Times New Roman"/>
          <w:color w:val="000000"/>
          <w:lang w:val="kl-GL" w:eastAsia="da-DK"/>
        </w:rPr>
        <w:t>piumasaqaataavo</w:t>
      </w:r>
      <w:r w:rsidRPr="00171408">
        <w:rPr>
          <w:rFonts w:ascii="Times New Roman" w:eastAsia="Times New Roman" w:hAnsi="Times New Roman" w:cs="Times New Roman"/>
          <w:color w:val="000000"/>
          <w:lang w:val="kl-GL" w:eastAsia="da-DK"/>
        </w:rPr>
        <w:t>q, suliami aalajangersimasumi suliassat suliarineqartarnerannut piffissaq naatsorsuutigineqartutut nalunaarutigineqartoq eqquutsinneqarsinnaanngippat, Arbejdsmarkedets Erhvervssikringip suliami peqataasut nalunaaruteqarfigissagai.</w:t>
      </w:r>
      <w:r w:rsidR="001523D2" w:rsidRPr="00171408">
        <w:rPr>
          <w:rFonts w:ascii="Times New Roman" w:eastAsia="Times New Roman" w:hAnsi="Times New Roman" w:cs="Times New Roman"/>
          <w:color w:val="000000"/>
          <w:lang w:val="kl-GL" w:eastAsia="da-DK"/>
        </w:rPr>
        <w:t xml:space="preserve"> </w:t>
      </w:r>
      <w:r w:rsidR="000A3A14" w:rsidRPr="00171408">
        <w:rPr>
          <w:rFonts w:ascii="Times New Roman" w:eastAsia="Times New Roman" w:hAnsi="Times New Roman" w:cs="Times New Roman"/>
          <w:color w:val="000000"/>
          <w:lang w:val="kl-GL" w:eastAsia="da-DK"/>
        </w:rPr>
        <w:t>I</w:t>
      </w:r>
      <w:r w:rsidR="00114724" w:rsidRPr="00171408">
        <w:rPr>
          <w:rFonts w:ascii="Times New Roman" w:eastAsia="Times New Roman" w:hAnsi="Times New Roman" w:cs="Times New Roman"/>
          <w:color w:val="000000"/>
          <w:lang w:val="kl-GL" w:eastAsia="da-DK"/>
        </w:rPr>
        <w:t>ngerlatsinermi inatsisitigut tunngaviusut</w:t>
      </w:r>
      <w:r w:rsidR="000A3A14" w:rsidRPr="00171408">
        <w:rPr>
          <w:rFonts w:ascii="Times New Roman" w:eastAsia="Times New Roman" w:hAnsi="Times New Roman" w:cs="Times New Roman"/>
          <w:color w:val="000000"/>
          <w:lang w:val="kl-GL" w:eastAsia="da-DK"/>
        </w:rPr>
        <w:t xml:space="preserve"> aamma suleriaatsut atuuttut malillugit </w:t>
      </w:r>
      <w:r w:rsidR="000A3A14" w:rsidRPr="00171408">
        <w:rPr>
          <w:rFonts w:ascii="Times New Roman" w:eastAsia="Calibri" w:hAnsi="Times New Roman" w:cs="Times New Roman"/>
          <w:color w:val="auto"/>
          <w:lang w:val="kl-GL"/>
        </w:rPr>
        <w:t>Arbejdsmarkedets Erhvervssikring</w:t>
      </w:r>
      <w:r w:rsidR="00694861" w:rsidRPr="00171408">
        <w:rPr>
          <w:rFonts w:ascii="Times New Roman" w:eastAsia="Calibri" w:hAnsi="Times New Roman" w:cs="Times New Roman"/>
          <w:color w:val="auto"/>
          <w:lang w:val="kl-GL"/>
        </w:rPr>
        <w:t>ip sulinermi ajoqusernermik suliani aalajangiisarnissaa piffissami naapertuuttumi</w:t>
      </w:r>
      <w:r w:rsidR="00F111BC" w:rsidRPr="00171408">
        <w:rPr>
          <w:rFonts w:ascii="Times New Roman" w:eastAsia="Calibri" w:hAnsi="Times New Roman" w:cs="Times New Roman"/>
          <w:color w:val="auto"/>
          <w:lang w:val="kl-GL"/>
        </w:rPr>
        <w:t>k</w:t>
      </w:r>
      <w:r w:rsidR="00694861" w:rsidRPr="00171408">
        <w:rPr>
          <w:rFonts w:ascii="Times New Roman" w:eastAsia="Calibri" w:hAnsi="Times New Roman" w:cs="Times New Roman"/>
          <w:color w:val="auto"/>
          <w:lang w:val="kl-GL"/>
        </w:rPr>
        <w:t xml:space="preserve"> pisarnissaanut siunnersuutip allanngortinnavianngilaa</w:t>
      </w:r>
      <w:r w:rsidR="00F111BC" w:rsidRPr="00171408">
        <w:rPr>
          <w:rFonts w:ascii="Times New Roman" w:eastAsia="Calibri" w:hAnsi="Times New Roman" w:cs="Times New Roman"/>
          <w:color w:val="auto"/>
          <w:lang w:val="kl-GL"/>
        </w:rPr>
        <w:t>.</w:t>
      </w:r>
    </w:p>
    <w:p w14:paraId="5ABD40EC" w14:textId="7C1CF7F2" w:rsidR="00515200" w:rsidRPr="00171408" w:rsidRDefault="00CE02F1">
      <w:pPr>
        <w:rPr>
          <w:rFonts w:ascii="Times New Roman" w:hAnsi="Times New Roman"/>
          <w:lang w:val="kl-GL"/>
        </w:rPr>
      </w:pPr>
      <w:r w:rsidRPr="00171408">
        <w:rPr>
          <w:rFonts w:ascii="Times New Roman" w:hAnsi="Times New Roman" w:cs="Times New Roman"/>
          <w:lang w:val="kl-GL"/>
        </w:rPr>
        <w:t>Tamatu</w:t>
      </w:r>
      <w:r w:rsidR="000D083F" w:rsidRPr="00171408">
        <w:rPr>
          <w:rFonts w:ascii="Times New Roman" w:hAnsi="Times New Roman" w:cs="Times New Roman"/>
          <w:lang w:val="kl-GL"/>
        </w:rPr>
        <w:t>munnga § 1, nr. 19-imut</w:t>
      </w:r>
      <w:r w:rsidRPr="00171408">
        <w:rPr>
          <w:rFonts w:ascii="Times New Roman" w:hAnsi="Times New Roman" w:cs="Times New Roman"/>
          <w:lang w:val="kl-GL"/>
        </w:rPr>
        <w:t xml:space="preserve"> oqaaseqaatit </w:t>
      </w:r>
      <w:r w:rsidR="000D083F" w:rsidRPr="00171408">
        <w:rPr>
          <w:rFonts w:ascii="Times New Roman" w:hAnsi="Times New Roman" w:cs="Times New Roman"/>
          <w:lang w:val="kl-GL"/>
        </w:rPr>
        <w:t xml:space="preserve">aamma oqaaseqaatit </w:t>
      </w:r>
      <w:r w:rsidRPr="00171408">
        <w:rPr>
          <w:rFonts w:ascii="Times New Roman" w:hAnsi="Times New Roman" w:cs="Times New Roman"/>
          <w:lang w:val="kl-GL"/>
        </w:rPr>
        <w:t>nalinginnaasut</w:t>
      </w:r>
      <w:r w:rsidR="00FF7381" w:rsidRPr="00171408">
        <w:rPr>
          <w:rFonts w:ascii="Times New Roman" w:hAnsi="Times New Roman" w:cs="Times New Roman"/>
          <w:lang w:val="kl-GL"/>
        </w:rPr>
        <w:t xml:space="preserve">, imm. 2.2, </w:t>
      </w:r>
      <w:r w:rsidRPr="00171408">
        <w:rPr>
          <w:rFonts w:ascii="Times New Roman" w:hAnsi="Times New Roman" w:cs="Times New Roman"/>
          <w:lang w:val="kl-GL"/>
        </w:rPr>
        <w:t>innersuussutigineqarput</w:t>
      </w:r>
      <w:r w:rsidR="00FF7381" w:rsidRPr="00171408">
        <w:rPr>
          <w:rFonts w:ascii="Times New Roman" w:hAnsi="Times New Roman" w:cs="Times New Roman"/>
          <w:lang w:val="kl-GL"/>
        </w:rPr>
        <w:t>.</w:t>
      </w:r>
    </w:p>
    <w:p w14:paraId="59136E82" w14:textId="0D1B3714" w:rsidR="00316178" w:rsidRPr="00171408" w:rsidRDefault="00AD283D">
      <w:pPr>
        <w:shd w:val="clear" w:color="auto" w:fill="FFFFFF"/>
        <w:spacing w:after="0"/>
        <w:rPr>
          <w:rFonts w:ascii="Times New Roman" w:eastAsia="Times New Roman" w:hAnsi="Times New Roman" w:cs="Times New Roman"/>
          <w:lang w:val="kl-GL" w:eastAsia="da-DK"/>
        </w:rPr>
      </w:pPr>
      <w:r w:rsidRPr="00171408">
        <w:rPr>
          <w:rFonts w:ascii="Times New Roman" w:eastAsia="Times New Roman" w:hAnsi="Times New Roman" w:cs="Times New Roman"/>
          <w:lang w:val="kl-GL" w:eastAsia="da-DK"/>
        </w:rPr>
        <w:t>Nr. 4-mut</w:t>
      </w:r>
    </w:p>
    <w:p w14:paraId="51D083F2" w14:textId="6E264BF6" w:rsidR="000E5C95" w:rsidRPr="00171408" w:rsidRDefault="000101F8" w:rsidP="000E5C95">
      <w:pPr>
        <w:shd w:val="clear" w:color="auto" w:fill="FFFFFF"/>
        <w:spacing w:after="0"/>
        <w:rPr>
          <w:rFonts w:ascii="Times New Roman" w:eastAsia="Times New Roman" w:hAnsi="Times New Roman" w:cs="Times New Roman"/>
          <w:lang w:val="kl-GL" w:eastAsia="da-DK"/>
        </w:rPr>
      </w:pPr>
      <w:r w:rsidRPr="00171408">
        <w:rPr>
          <w:rFonts w:ascii="Times New Roman" w:eastAsia="Times New Roman" w:hAnsi="Times New Roman" w:cs="Times New Roman"/>
          <w:lang w:val="kl-GL" w:eastAsia="da-DK"/>
        </w:rPr>
        <w:t>§ 16-i atuuttoq malillugu ajoqusernerup kingunerisaani ajoqusertoq tamakkiisumik ilaannakortumilluunniit sulisinnaajunnaarnermini ullormusianik pisinnaatitaavoq. Ullormusiat § 18 malillugu</w:t>
      </w:r>
      <w:r w:rsidR="00D73347" w:rsidRPr="00171408">
        <w:rPr>
          <w:rFonts w:ascii="Times New Roman" w:eastAsia="Times New Roman" w:hAnsi="Times New Roman" w:cs="Times New Roman"/>
          <w:lang w:val="kl-GL" w:eastAsia="da-DK"/>
        </w:rPr>
        <w:t xml:space="preserve"> </w:t>
      </w:r>
      <w:r w:rsidR="00E3003D" w:rsidRPr="00171408">
        <w:rPr>
          <w:rFonts w:ascii="Times New Roman" w:eastAsia="Times New Roman" w:hAnsi="Times New Roman" w:cs="Times New Roman"/>
          <w:lang w:val="kl-GL" w:eastAsia="da-DK"/>
        </w:rPr>
        <w:t>suliffeerunnermi ikiorsiissuti</w:t>
      </w:r>
      <w:r w:rsidR="008A648D" w:rsidRPr="00171408">
        <w:rPr>
          <w:rFonts w:ascii="Times New Roman" w:eastAsia="Times New Roman" w:hAnsi="Times New Roman" w:cs="Times New Roman"/>
          <w:lang w:val="kl-GL" w:eastAsia="da-DK"/>
        </w:rPr>
        <w:t>nut akigititaq qaqugukkulluunniit atuuttoq annertoqatigaat</w:t>
      </w:r>
      <w:r w:rsidR="008624ED" w:rsidRPr="00171408">
        <w:rPr>
          <w:rFonts w:ascii="Times New Roman" w:eastAsia="Times New Roman" w:hAnsi="Times New Roman" w:cs="Times New Roman"/>
          <w:lang w:val="kl-GL" w:eastAsia="da-DK"/>
        </w:rPr>
        <w:t>, tak. suliffeerunnermi ikiorsiissutit pillugit inatsisartut inatsisaat nr. 2, 15. maj 2014-imeersoq</w:t>
      </w:r>
      <w:r w:rsidR="00A856A9" w:rsidRPr="00171408">
        <w:rPr>
          <w:rFonts w:ascii="Times New Roman" w:eastAsia="Times New Roman" w:hAnsi="Times New Roman" w:cs="Times New Roman"/>
          <w:lang w:val="kl-GL" w:eastAsia="da-DK"/>
        </w:rPr>
        <w:t xml:space="preserve">. </w:t>
      </w:r>
      <w:r w:rsidR="004D1346" w:rsidRPr="00171408">
        <w:rPr>
          <w:rFonts w:ascii="Times New Roman" w:eastAsia="Times New Roman" w:hAnsi="Times New Roman" w:cs="Times New Roman"/>
          <w:lang w:val="kl-GL" w:eastAsia="da-DK"/>
        </w:rPr>
        <w:t>Ajoqusertup n</w:t>
      </w:r>
      <w:r w:rsidR="00A856A9" w:rsidRPr="00171408">
        <w:rPr>
          <w:rFonts w:ascii="Times New Roman" w:eastAsia="Times New Roman" w:hAnsi="Times New Roman" w:cs="Times New Roman"/>
          <w:lang w:val="kl-GL" w:eastAsia="da-DK"/>
        </w:rPr>
        <w:t xml:space="preserve">apparsimanermut nalunaaruteqarneq sioqqullugu </w:t>
      </w:r>
      <w:r w:rsidR="00117B52" w:rsidRPr="00171408">
        <w:rPr>
          <w:rFonts w:ascii="Times New Roman" w:eastAsia="Times New Roman" w:hAnsi="Times New Roman" w:cs="Times New Roman"/>
          <w:lang w:val="kl-GL" w:eastAsia="da-DK"/>
        </w:rPr>
        <w:t>sapaatit akunnerini 13-ini</w:t>
      </w:r>
      <w:r w:rsidR="00215A7A" w:rsidRPr="00171408">
        <w:rPr>
          <w:rFonts w:ascii="Times New Roman" w:eastAsia="Times New Roman" w:hAnsi="Times New Roman" w:cs="Times New Roman"/>
          <w:lang w:val="kl-GL" w:eastAsia="da-DK"/>
        </w:rPr>
        <w:t xml:space="preserve"> agguaqatigiissillugu nalunaaquttap akunneri sulineranut atatillugu akigititaq atorneqassaaq, taamaattoq </w:t>
      </w:r>
      <w:r w:rsidR="001A5444" w:rsidRPr="00171408">
        <w:rPr>
          <w:rFonts w:ascii="Times New Roman" w:eastAsia="Times New Roman" w:hAnsi="Times New Roman" w:cs="Times New Roman"/>
          <w:lang w:val="kl-GL" w:eastAsia="da-DK"/>
        </w:rPr>
        <w:t xml:space="preserve">amerlanerpaamik nalunaaquttap akunneri 40-t ikinnerpaamillu nalunaaquttap akunneri 20-t. </w:t>
      </w:r>
      <w:r w:rsidR="00892D7F" w:rsidRPr="00171408">
        <w:rPr>
          <w:rFonts w:ascii="Times New Roman" w:eastAsia="Times New Roman" w:hAnsi="Times New Roman" w:cs="Times New Roman"/>
          <w:lang w:val="kl-GL" w:eastAsia="da-DK"/>
        </w:rPr>
        <w:t xml:space="preserve">Suliffeerunnermi ikiorsiissutinut </w:t>
      </w:r>
      <w:r w:rsidR="001A5444" w:rsidRPr="00171408">
        <w:rPr>
          <w:rFonts w:ascii="Times New Roman" w:eastAsia="Times New Roman" w:hAnsi="Times New Roman" w:cs="Times New Roman"/>
          <w:lang w:val="kl-GL" w:eastAsia="da-DK"/>
        </w:rPr>
        <w:t>nalunaaquttap akunner</w:t>
      </w:r>
      <w:r w:rsidR="00892D7F" w:rsidRPr="00171408">
        <w:rPr>
          <w:rFonts w:ascii="Times New Roman" w:eastAsia="Times New Roman" w:hAnsi="Times New Roman" w:cs="Times New Roman"/>
          <w:lang w:val="kl-GL" w:eastAsia="da-DK"/>
        </w:rPr>
        <w:t>mut akigititaq tassaavoq</w:t>
      </w:r>
      <w:r w:rsidR="00232B13" w:rsidRPr="00171408">
        <w:rPr>
          <w:rFonts w:ascii="Times New Roman" w:eastAsia="Times New Roman" w:hAnsi="Times New Roman" w:cs="Times New Roman"/>
          <w:lang w:val="kl-GL" w:eastAsia="da-DK"/>
        </w:rPr>
        <w:t xml:space="preserve"> sulisartut ilinniarsimanngitsut pillugit akissarsiat pillugit SIK´p aamma Inatsisartut akornanni isumaqatigiissut malillug</w:t>
      </w:r>
      <w:r w:rsidR="007B77FA" w:rsidRPr="00171408">
        <w:rPr>
          <w:rFonts w:ascii="Times New Roman" w:eastAsia="Times New Roman" w:hAnsi="Times New Roman" w:cs="Times New Roman"/>
          <w:lang w:val="kl-GL" w:eastAsia="da-DK"/>
        </w:rPr>
        <w:t>u</w:t>
      </w:r>
      <w:r w:rsidR="00232B13" w:rsidRPr="00171408">
        <w:rPr>
          <w:rFonts w:ascii="Times New Roman" w:eastAsia="Times New Roman" w:hAnsi="Times New Roman" w:cs="Times New Roman"/>
          <w:lang w:val="kl-GL" w:eastAsia="da-DK"/>
        </w:rPr>
        <w:t xml:space="preserve"> akissarsiat ikinnerpaaffiisa 90 %-ii</w:t>
      </w:r>
      <w:r w:rsidR="000E5C95" w:rsidRPr="00171408">
        <w:rPr>
          <w:rFonts w:ascii="Times New Roman" w:eastAsia="Times New Roman" w:hAnsi="Times New Roman" w:cs="Times New Roman"/>
          <w:lang w:val="kl-GL" w:eastAsia="da-DK"/>
        </w:rPr>
        <w:t>.</w:t>
      </w:r>
    </w:p>
    <w:p w14:paraId="5F663CBC" w14:textId="77777777" w:rsidR="000E5C95" w:rsidRPr="00171408" w:rsidRDefault="000E5C95" w:rsidP="000E5C95">
      <w:pPr>
        <w:shd w:val="clear" w:color="auto" w:fill="FFFFFF"/>
        <w:spacing w:after="0"/>
        <w:rPr>
          <w:rFonts w:ascii="Times New Roman" w:eastAsia="Times New Roman" w:hAnsi="Times New Roman" w:cs="Times New Roman"/>
          <w:lang w:val="kl-GL" w:eastAsia="da-DK"/>
        </w:rPr>
      </w:pPr>
    </w:p>
    <w:p w14:paraId="35D5D5BB" w14:textId="04F40049" w:rsidR="000E5C95" w:rsidRPr="00171408" w:rsidRDefault="000E5C95" w:rsidP="000E5C95">
      <w:pPr>
        <w:shd w:val="clear" w:color="auto" w:fill="FFFFFF"/>
        <w:spacing w:after="0"/>
        <w:rPr>
          <w:rFonts w:ascii="Times New Roman" w:eastAsia="Calibri" w:hAnsi="Times New Roman" w:cs="Times New Roman"/>
          <w:color w:val="auto"/>
          <w:shd w:val="clear" w:color="auto" w:fill="FFFFFF"/>
          <w:lang w:val="kl-GL"/>
        </w:rPr>
      </w:pPr>
      <w:r w:rsidRPr="00171408">
        <w:rPr>
          <w:rFonts w:ascii="Times New Roman" w:eastAsia="Times New Roman" w:hAnsi="Times New Roman" w:cs="Times New Roman"/>
          <w:lang w:val="kl-GL" w:eastAsia="da-DK"/>
        </w:rPr>
        <w:t xml:space="preserve">Inatsisissatut siunnersuummi </w:t>
      </w:r>
      <w:r w:rsidRPr="00171408">
        <w:rPr>
          <w:rFonts w:ascii="Times New Roman" w:eastAsia="Times New Roman" w:hAnsi="Times New Roman" w:cs="Times New Roman"/>
          <w:i/>
          <w:iCs/>
          <w:lang w:val="kl-GL" w:eastAsia="da-DK"/>
        </w:rPr>
        <w:t>§ 1, imm. 4</w:t>
      </w:r>
      <w:r w:rsidR="00997A2F" w:rsidRPr="00171408">
        <w:rPr>
          <w:rFonts w:ascii="Times New Roman" w:eastAsia="Times New Roman" w:hAnsi="Times New Roman" w:cs="Times New Roman"/>
          <w:lang w:val="kl-GL" w:eastAsia="da-DK"/>
        </w:rPr>
        <w:t xml:space="preserve">-mi siunnersuutigineqarpoq </w:t>
      </w:r>
      <w:r w:rsidR="00997A2F" w:rsidRPr="00171408">
        <w:rPr>
          <w:rFonts w:ascii="Times New Roman" w:eastAsia="Times New Roman" w:hAnsi="Times New Roman" w:cs="Times New Roman"/>
          <w:i/>
          <w:iCs/>
          <w:lang w:val="kl-GL" w:eastAsia="da-DK"/>
        </w:rPr>
        <w:t>§ 18, oqaaseqatigiit siullerni</w:t>
      </w:r>
      <w:r w:rsidR="00997A2F" w:rsidRPr="00171408">
        <w:rPr>
          <w:rFonts w:ascii="Times New Roman" w:eastAsia="Times New Roman" w:hAnsi="Times New Roman" w:cs="Times New Roman"/>
          <w:lang w:val="kl-GL" w:eastAsia="da-DK"/>
        </w:rPr>
        <w:t xml:space="preserve">, </w:t>
      </w:r>
      <w:r w:rsidR="006C0B09" w:rsidRPr="00171408">
        <w:rPr>
          <w:rFonts w:ascii="Times New Roman" w:eastAsia="Calibri" w:hAnsi="Times New Roman" w:cs="Times New Roman"/>
          <w:color w:val="auto"/>
          <w:shd w:val="clear" w:color="auto" w:fill="FFFFFF"/>
          <w:lang w:val="kl-GL"/>
        </w:rPr>
        <w:t xml:space="preserve">»suliffeerunnermi ikiorsiissutit« </w:t>
      </w:r>
      <w:r w:rsidR="001C6C4E" w:rsidRPr="00171408">
        <w:rPr>
          <w:rFonts w:ascii="Times New Roman" w:eastAsia="Calibri" w:hAnsi="Times New Roman" w:cs="Times New Roman"/>
          <w:color w:val="auto"/>
          <w:shd w:val="clear" w:color="auto" w:fill="FFFFFF"/>
          <w:lang w:val="kl-GL"/>
        </w:rPr>
        <w:t xml:space="preserve">allanngortinneqassasoq ima »suliffissarsiortunut ikiorsiissutit pillugit Inatsisartut inatsisaat nr. 7, 20. juni 2022-meersumi </w:t>
      </w:r>
      <w:r w:rsidR="00DC047C" w:rsidRPr="00171408">
        <w:rPr>
          <w:rFonts w:ascii="Times New Roman" w:eastAsia="Calibri" w:hAnsi="Times New Roman" w:cs="Times New Roman"/>
          <w:color w:val="auto"/>
          <w:shd w:val="clear" w:color="auto" w:fill="FFFFFF"/>
          <w:lang w:val="kl-GL"/>
        </w:rPr>
        <w:t>napparsimanermi suliffissarsiortunut ikiorsiissutit</w:t>
      </w:r>
      <w:r w:rsidR="001C6C4E" w:rsidRPr="00171408">
        <w:rPr>
          <w:rFonts w:ascii="Times New Roman" w:eastAsia="Calibri" w:hAnsi="Times New Roman" w:cs="Times New Roman"/>
          <w:color w:val="auto"/>
          <w:shd w:val="clear" w:color="auto" w:fill="FFFFFF"/>
          <w:lang w:val="kl-GL"/>
        </w:rPr>
        <w:t>«</w:t>
      </w:r>
      <w:r w:rsidR="00DC047C" w:rsidRPr="00171408">
        <w:rPr>
          <w:rFonts w:ascii="Times New Roman" w:eastAsia="Calibri" w:hAnsi="Times New Roman" w:cs="Times New Roman"/>
          <w:color w:val="auto"/>
          <w:shd w:val="clear" w:color="auto" w:fill="FFFFFF"/>
          <w:lang w:val="kl-GL"/>
        </w:rPr>
        <w:t>.</w:t>
      </w:r>
    </w:p>
    <w:p w14:paraId="7429DC44" w14:textId="77777777" w:rsidR="00DC047C" w:rsidRPr="00171408" w:rsidRDefault="00DC047C" w:rsidP="000E5C95">
      <w:pPr>
        <w:shd w:val="clear" w:color="auto" w:fill="FFFFFF"/>
        <w:spacing w:after="0"/>
        <w:rPr>
          <w:rFonts w:ascii="Times New Roman" w:eastAsia="Times New Roman" w:hAnsi="Times New Roman" w:cs="Times New Roman"/>
          <w:lang w:val="kl-GL" w:eastAsia="da-DK"/>
        </w:rPr>
      </w:pPr>
    </w:p>
    <w:p w14:paraId="7EDF64AA" w14:textId="1B0E30F2" w:rsidR="00DC047C" w:rsidRPr="00171408" w:rsidRDefault="00B255E7" w:rsidP="000E5C95">
      <w:pPr>
        <w:shd w:val="clear" w:color="auto" w:fill="FFFFFF"/>
        <w:spacing w:after="0"/>
        <w:rPr>
          <w:rFonts w:ascii="Times New Roman" w:eastAsia="Times New Roman" w:hAnsi="Times New Roman" w:cs="Times New Roman"/>
          <w:lang w:val="kl-GL" w:eastAsia="da-DK"/>
        </w:rPr>
      </w:pPr>
      <w:r w:rsidRPr="00171408">
        <w:rPr>
          <w:rFonts w:ascii="Times New Roman" w:eastAsia="Times New Roman" w:hAnsi="Times New Roman" w:cs="Times New Roman"/>
          <w:lang w:val="kl-GL" w:eastAsia="da-DK"/>
        </w:rPr>
        <w:t>Namminersorlutik Oqartussat nalunaaruteqarnikkut nr. 78, 14. december 2023-imeersukkut</w:t>
      </w:r>
      <w:r w:rsidR="0048764B" w:rsidRPr="00171408">
        <w:rPr>
          <w:rFonts w:ascii="Times New Roman" w:eastAsia="Times New Roman" w:hAnsi="Times New Roman" w:cs="Times New Roman"/>
          <w:lang w:val="kl-GL" w:eastAsia="da-DK"/>
        </w:rPr>
        <w:t>,</w:t>
      </w:r>
      <w:r w:rsidRPr="00171408">
        <w:rPr>
          <w:rFonts w:ascii="Times New Roman" w:eastAsia="Times New Roman" w:hAnsi="Times New Roman" w:cs="Times New Roman"/>
          <w:lang w:val="kl-GL" w:eastAsia="da-DK"/>
        </w:rPr>
        <w:t xml:space="preserve"> </w:t>
      </w:r>
      <w:r w:rsidR="0048764B" w:rsidRPr="00171408">
        <w:rPr>
          <w:rFonts w:ascii="Times New Roman" w:eastAsia="Times New Roman" w:hAnsi="Times New Roman" w:cs="Times New Roman"/>
          <w:lang w:val="kl-GL" w:eastAsia="da-DK"/>
        </w:rPr>
        <w:t xml:space="preserve">suliffeerunnermi ikiorsiissutit pillugit Inatsisartut inatsisaat nr. 2, 15. maj 2014-imeersoq atorunnaarsinneqartoq peqatigalugu, </w:t>
      </w:r>
      <w:r w:rsidRPr="00171408">
        <w:rPr>
          <w:rFonts w:ascii="Times New Roman" w:eastAsia="Times New Roman" w:hAnsi="Times New Roman" w:cs="Times New Roman"/>
          <w:lang w:val="kl-GL" w:eastAsia="da-DK"/>
        </w:rPr>
        <w:t>suliffissarsiortunut ikiorsiissutit pillugit Inatsisartut inatsisaat nr. 7., 20. juni 2022-meesut ulloq 1. januar 2024-mi atuutilersi</w:t>
      </w:r>
      <w:r w:rsidR="00E40BD2" w:rsidRPr="00171408">
        <w:rPr>
          <w:rFonts w:ascii="Times New Roman" w:eastAsia="Times New Roman" w:hAnsi="Times New Roman" w:cs="Times New Roman"/>
          <w:lang w:val="kl-GL" w:eastAsia="da-DK"/>
        </w:rPr>
        <w:t>nneqarnerata allannguineq kinguneraa</w:t>
      </w:r>
      <w:r w:rsidR="0048764B" w:rsidRPr="00171408">
        <w:rPr>
          <w:rFonts w:ascii="Times New Roman" w:eastAsia="Times New Roman" w:hAnsi="Times New Roman" w:cs="Times New Roman"/>
          <w:lang w:val="kl-GL" w:eastAsia="da-DK"/>
        </w:rPr>
        <w:t>. Taamaalilluni suliffissarsiortunut ikiorsiissutit suliffeerunnermi ikiorsiissutit taarserpaat</w:t>
      </w:r>
      <w:r w:rsidR="008F6C56" w:rsidRPr="00171408">
        <w:rPr>
          <w:rFonts w:ascii="Times New Roman" w:eastAsia="Times New Roman" w:hAnsi="Times New Roman" w:cs="Times New Roman"/>
          <w:lang w:val="kl-GL" w:eastAsia="da-DK"/>
        </w:rPr>
        <w:t xml:space="preserve">. Suliffissarsiortunut ikiorsiissutit pillugit Inatsisartut inatsisaat nr. 7, 20. juni 2022-meersumi § 20, imm. 1 malillugu suliffissarsiortunut ikiorsiissutinut akigititaq procentinngorlugu </w:t>
      </w:r>
      <w:r w:rsidR="00E6523E" w:rsidRPr="00171408">
        <w:rPr>
          <w:rFonts w:ascii="Times New Roman" w:eastAsia="Times New Roman" w:hAnsi="Times New Roman" w:cs="Times New Roman"/>
          <w:lang w:val="kl-GL" w:eastAsia="da-DK"/>
        </w:rPr>
        <w:t>naatsorsorneqartarpoq</w:t>
      </w:r>
      <w:r w:rsidR="00B97CEB" w:rsidRPr="00171408">
        <w:rPr>
          <w:rFonts w:ascii="Times New Roman" w:eastAsia="Times New Roman" w:hAnsi="Times New Roman" w:cs="Times New Roman"/>
          <w:lang w:val="kl-GL" w:eastAsia="da-DK"/>
        </w:rPr>
        <w:t>,</w:t>
      </w:r>
      <w:r w:rsidR="00E6523E" w:rsidRPr="00171408">
        <w:rPr>
          <w:rFonts w:ascii="Times New Roman" w:eastAsia="Times New Roman" w:hAnsi="Times New Roman" w:cs="Times New Roman"/>
          <w:lang w:val="kl-GL" w:eastAsia="da-DK"/>
        </w:rPr>
        <w:t xml:space="preserve"> sulisartut ilinniarsimanngitsut pillugit akissarsiat pillugit SIK aamma Naalakkersuisut akornanni isumaqatig</w:t>
      </w:r>
      <w:r w:rsidR="007B77FA" w:rsidRPr="00171408">
        <w:rPr>
          <w:rFonts w:ascii="Times New Roman" w:eastAsia="Times New Roman" w:hAnsi="Times New Roman" w:cs="Times New Roman"/>
          <w:lang w:val="kl-GL" w:eastAsia="da-DK"/>
        </w:rPr>
        <w:t xml:space="preserve">iissut malillugu </w:t>
      </w:r>
      <w:r w:rsidR="00B97CEB" w:rsidRPr="00171408">
        <w:rPr>
          <w:rFonts w:ascii="Times New Roman" w:eastAsia="Times New Roman" w:hAnsi="Times New Roman" w:cs="Times New Roman"/>
          <w:lang w:val="kl-GL" w:eastAsia="da-DK"/>
        </w:rPr>
        <w:t xml:space="preserve">nalunaaquttap akunneranut </w:t>
      </w:r>
      <w:r w:rsidR="007B77FA" w:rsidRPr="00171408">
        <w:rPr>
          <w:rFonts w:ascii="Times New Roman" w:eastAsia="Times New Roman" w:hAnsi="Times New Roman" w:cs="Times New Roman"/>
          <w:lang w:val="kl-GL" w:eastAsia="da-DK"/>
        </w:rPr>
        <w:t xml:space="preserve">akissarsiat </w:t>
      </w:r>
      <w:r w:rsidR="00563C1C" w:rsidRPr="00171408">
        <w:rPr>
          <w:rFonts w:ascii="Times New Roman" w:eastAsia="Times New Roman" w:hAnsi="Times New Roman" w:cs="Times New Roman"/>
          <w:lang w:val="kl-GL" w:eastAsia="da-DK"/>
        </w:rPr>
        <w:t>ikinnerpaaffiusut tunngavigalugit aamma napparsimanermi nalunaaquttap akunneranut akissarsiat ikinnerpaaffiisa 90 %-ii</w:t>
      </w:r>
      <w:r w:rsidR="00FD0D19" w:rsidRPr="00171408">
        <w:rPr>
          <w:rFonts w:ascii="Times New Roman" w:eastAsia="Times New Roman" w:hAnsi="Times New Roman" w:cs="Times New Roman"/>
          <w:lang w:val="kl-GL" w:eastAsia="da-DK"/>
        </w:rPr>
        <w:t>.</w:t>
      </w:r>
    </w:p>
    <w:p w14:paraId="264FA12E" w14:textId="77777777" w:rsidR="00CB1FD5" w:rsidRPr="00171408" w:rsidRDefault="00CB1FD5" w:rsidP="000E5C95">
      <w:pPr>
        <w:shd w:val="clear" w:color="auto" w:fill="FFFFFF"/>
        <w:spacing w:after="0"/>
        <w:rPr>
          <w:rFonts w:ascii="Times New Roman" w:eastAsia="Times New Roman" w:hAnsi="Times New Roman" w:cs="Times New Roman"/>
          <w:lang w:val="kl-GL" w:eastAsia="da-DK"/>
        </w:rPr>
      </w:pPr>
    </w:p>
    <w:p w14:paraId="2C99A697" w14:textId="774F9D5E" w:rsidR="00AD283D" w:rsidRPr="00171408" w:rsidRDefault="00CB1FD5" w:rsidP="003C4843">
      <w:pPr>
        <w:shd w:val="clear" w:color="auto" w:fill="FFFFFF"/>
        <w:spacing w:after="0"/>
        <w:rPr>
          <w:rFonts w:ascii="Questa-Regular" w:eastAsia="Calibri" w:hAnsi="Questa-Regular" w:cs="Times New Roman"/>
          <w:color w:val="212529"/>
          <w:shd w:val="clear" w:color="auto" w:fill="F9F9FB"/>
          <w:lang w:val="kl-GL"/>
        </w:rPr>
      </w:pPr>
      <w:r w:rsidRPr="00171408">
        <w:rPr>
          <w:rFonts w:ascii="Times New Roman" w:eastAsia="Times New Roman" w:hAnsi="Times New Roman" w:cs="Times New Roman"/>
          <w:lang w:val="kl-GL" w:eastAsia="da-DK"/>
        </w:rPr>
        <w:t xml:space="preserve">Siunnersuut isumaqarpoq, siunissami ajoqusertunut ullormusianut akigititat suli </w:t>
      </w:r>
      <w:r w:rsidR="009449E3" w:rsidRPr="00171408">
        <w:rPr>
          <w:rFonts w:ascii="Times New Roman" w:eastAsia="Times New Roman" w:hAnsi="Times New Roman" w:cs="Times New Roman"/>
          <w:lang w:val="kl-GL" w:eastAsia="da-DK"/>
        </w:rPr>
        <w:t xml:space="preserve">sulisartut ilinniarsimanngitsunut </w:t>
      </w:r>
      <w:r w:rsidRPr="00171408">
        <w:rPr>
          <w:rFonts w:ascii="Times New Roman" w:eastAsia="Times New Roman" w:hAnsi="Times New Roman" w:cs="Times New Roman"/>
          <w:lang w:val="kl-GL" w:eastAsia="da-DK"/>
        </w:rPr>
        <w:t xml:space="preserve">isumaqatigiissut atuuttoq malillugu </w:t>
      </w:r>
      <w:r w:rsidR="009449E3" w:rsidRPr="00171408">
        <w:rPr>
          <w:rFonts w:ascii="Times New Roman" w:eastAsia="Times New Roman" w:hAnsi="Times New Roman" w:cs="Times New Roman"/>
          <w:lang w:val="kl-GL" w:eastAsia="da-DK"/>
        </w:rPr>
        <w:t>napparsimanermi akigititaq tunniunneqartartoq</w:t>
      </w:r>
      <w:r w:rsidR="003C4843" w:rsidRPr="00171408">
        <w:rPr>
          <w:rFonts w:ascii="Times New Roman" w:eastAsia="Times New Roman" w:hAnsi="Times New Roman" w:cs="Times New Roman"/>
          <w:lang w:val="kl-GL" w:eastAsia="da-DK"/>
        </w:rPr>
        <w:t>,</w:t>
      </w:r>
      <w:r w:rsidR="009449E3" w:rsidRPr="00171408">
        <w:rPr>
          <w:rFonts w:ascii="Times New Roman" w:eastAsia="Times New Roman" w:hAnsi="Times New Roman" w:cs="Times New Roman"/>
          <w:lang w:val="kl-GL" w:eastAsia="da-DK"/>
        </w:rPr>
        <w:t xml:space="preserve"> </w:t>
      </w:r>
      <w:r w:rsidRPr="00171408">
        <w:rPr>
          <w:rFonts w:ascii="Times New Roman" w:eastAsia="Times New Roman" w:hAnsi="Times New Roman" w:cs="Times New Roman"/>
          <w:lang w:val="kl-GL" w:eastAsia="da-DK"/>
        </w:rPr>
        <w:lastRenderedPageBreak/>
        <w:t>nalunaaquttap akunner</w:t>
      </w:r>
      <w:r w:rsidR="002105EC" w:rsidRPr="00171408">
        <w:rPr>
          <w:rFonts w:ascii="Times New Roman" w:eastAsia="Times New Roman" w:hAnsi="Times New Roman" w:cs="Times New Roman"/>
          <w:lang w:val="kl-GL" w:eastAsia="da-DK"/>
        </w:rPr>
        <w:t>a</w:t>
      </w:r>
      <w:r w:rsidR="009449E3" w:rsidRPr="00171408">
        <w:rPr>
          <w:rFonts w:ascii="Times New Roman" w:eastAsia="Times New Roman" w:hAnsi="Times New Roman" w:cs="Times New Roman"/>
          <w:lang w:val="kl-GL" w:eastAsia="da-DK"/>
        </w:rPr>
        <w:t xml:space="preserve">nut ikinnerpaaffittut akissarsiaritinneqartoq malillugu nalimmassarneqartassasoq, </w:t>
      </w:r>
      <w:r w:rsidR="003C4843" w:rsidRPr="00171408">
        <w:rPr>
          <w:rFonts w:ascii="Times New Roman" w:eastAsia="Times New Roman" w:hAnsi="Times New Roman" w:cs="Times New Roman"/>
          <w:lang w:val="kl-GL" w:eastAsia="da-DK"/>
        </w:rPr>
        <w:t>taamaalilluni ullormisuanut akigititap annertussusia maannakkutut attanneqarluni.</w:t>
      </w:r>
    </w:p>
    <w:p w14:paraId="1D98B930" w14:textId="77777777" w:rsidR="00AD283D" w:rsidRPr="00171408" w:rsidRDefault="00AD283D" w:rsidP="00AD283D">
      <w:pPr>
        <w:shd w:val="clear" w:color="auto" w:fill="FFFFFF"/>
        <w:suppressAutoHyphens w:val="0"/>
        <w:spacing w:after="0"/>
        <w:rPr>
          <w:rFonts w:ascii="Times New Roman" w:eastAsia="Times New Roman" w:hAnsi="Times New Roman" w:cs="Times New Roman"/>
          <w:color w:val="auto"/>
          <w:lang w:val="kl-GL" w:eastAsia="da-DK"/>
        </w:rPr>
      </w:pPr>
    </w:p>
    <w:p w14:paraId="0705211C" w14:textId="68A2E1EB" w:rsidR="00AD283D" w:rsidRPr="00171408" w:rsidRDefault="003C4843" w:rsidP="00AD283D">
      <w:pPr>
        <w:shd w:val="clear" w:color="auto" w:fill="FFFFFF"/>
        <w:suppressAutoHyphens w:val="0"/>
        <w:spacing w:after="0"/>
        <w:rPr>
          <w:rFonts w:ascii="Times New Roman" w:eastAsia="Times New Roman" w:hAnsi="Times New Roman" w:cs="Times New Roman"/>
          <w:color w:val="auto"/>
          <w:lang w:val="kl-GL" w:eastAsia="da-DK"/>
        </w:rPr>
      </w:pPr>
      <w:r w:rsidRPr="00171408">
        <w:rPr>
          <w:rFonts w:ascii="Times New Roman" w:eastAsia="Times New Roman" w:hAnsi="Times New Roman" w:cs="Times New Roman"/>
          <w:color w:val="auto"/>
          <w:lang w:val="kl-GL" w:eastAsia="da-DK"/>
        </w:rPr>
        <w:t>N</w:t>
      </w:r>
      <w:r w:rsidR="00AD283D" w:rsidRPr="00171408">
        <w:rPr>
          <w:rFonts w:ascii="Times New Roman" w:eastAsia="Times New Roman" w:hAnsi="Times New Roman" w:cs="Times New Roman"/>
          <w:color w:val="auto"/>
          <w:lang w:val="kl-GL" w:eastAsia="da-DK"/>
        </w:rPr>
        <w:t>r. 5</w:t>
      </w:r>
      <w:r w:rsidRPr="00171408">
        <w:rPr>
          <w:rFonts w:ascii="Times New Roman" w:eastAsia="Times New Roman" w:hAnsi="Times New Roman" w:cs="Times New Roman"/>
          <w:color w:val="auto"/>
          <w:lang w:val="kl-GL" w:eastAsia="da-DK"/>
        </w:rPr>
        <w:t>-imut</w:t>
      </w:r>
    </w:p>
    <w:p w14:paraId="6AD3EB43" w14:textId="77777777" w:rsidR="00AD283D" w:rsidRPr="00171408" w:rsidRDefault="00AD283D" w:rsidP="00AD283D">
      <w:pPr>
        <w:shd w:val="clear" w:color="auto" w:fill="FFFFFF"/>
        <w:suppressAutoHyphens w:val="0"/>
        <w:spacing w:after="0"/>
        <w:rPr>
          <w:rFonts w:ascii="Times New Roman" w:eastAsia="Times New Roman" w:hAnsi="Times New Roman" w:cs="Times New Roman"/>
          <w:color w:val="auto"/>
          <w:lang w:val="kl-GL" w:eastAsia="da-DK"/>
        </w:rPr>
      </w:pPr>
    </w:p>
    <w:p w14:paraId="70BF439C" w14:textId="5A0C9B7C" w:rsidR="003C4843" w:rsidRPr="00171408" w:rsidRDefault="00D94B3C" w:rsidP="00AD283D">
      <w:pPr>
        <w:shd w:val="clear" w:color="auto" w:fill="FFFFFF"/>
        <w:suppressAutoHyphens w:val="0"/>
        <w:spacing w:after="0"/>
        <w:rPr>
          <w:rFonts w:ascii="Times New Roman" w:eastAsia="Times New Roman" w:hAnsi="Times New Roman" w:cs="Times New Roman"/>
          <w:color w:val="auto"/>
          <w:lang w:val="kl-GL" w:eastAsia="da-DK"/>
        </w:rPr>
      </w:pPr>
      <w:r w:rsidRPr="00171408">
        <w:rPr>
          <w:rFonts w:ascii="Times New Roman" w:eastAsia="Times New Roman" w:hAnsi="Times New Roman" w:cs="Times New Roman"/>
          <w:i/>
          <w:iCs/>
          <w:color w:val="auto"/>
          <w:lang w:val="kl-GL" w:eastAsia="da-DK"/>
        </w:rPr>
        <w:t>§ 21, imm. 7, oqaaseqatigiit aappaata</w:t>
      </w:r>
      <w:r w:rsidRPr="00171408">
        <w:rPr>
          <w:rFonts w:ascii="Times New Roman" w:eastAsia="Times New Roman" w:hAnsi="Times New Roman" w:cs="Times New Roman"/>
          <w:color w:val="auto"/>
          <w:lang w:val="kl-GL" w:eastAsia="da-DK"/>
        </w:rPr>
        <w:t xml:space="preserve"> atuuttup kinguneraa, ajoqusertumut </w:t>
      </w:r>
      <w:r w:rsidR="007B2F49" w:rsidRPr="00171408">
        <w:rPr>
          <w:rFonts w:ascii="Times New Roman" w:eastAsia="Times New Roman" w:hAnsi="Times New Roman" w:cs="Times New Roman"/>
          <w:color w:val="auto"/>
          <w:lang w:val="kl-GL" w:eastAsia="da-DK"/>
        </w:rPr>
        <w:t xml:space="preserve">piffissamut aalajangiiffiusumut, tak. imm. 1, utoqqalinersiaqalernissamut ukiorititat ukiut marluinnanngorpagit sivikinnerulluniluunniit, taarsigassarsiat </w:t>
      </w:r>
      <w:r w:rsidR="00597F0C" w:rsidRPr="00171408">
        <w:rPr>
          <w:rFonts w:ascii="Times New Roman" w:eastAsia="Times New Roman" w:hAnsi="Times New Roman" w:cs="Times New Roman"/>
          <w:color w:val="auto"/>
          <w:lang w:val="kl-GL" w:eastAsia="da-DK"/>
        </w:rPr>
        <w:t>§ 31, imm. 4-mi malittarisassat malillugit tunniunneqartassasut, taarsigassarsiat aningaa</w:t>
      </w:r>
      <w:r w:rsidR="0032023D" w:rsidRPr="00171408">
        <w:rPr>
          <w:rFonts w:ascii="Times New Roman" w:eastAsia="Times New Roman" w:hAnsi="Times New Roman" w:cs="Times New Roman"/>
          <w:color w:val="auto"/>
          <w:lang w:val="kl-GL" w:eastAsia="da-DK"/>
        </w:rPr>
        <w:t>sanngortil</w:t>
      </w:r>
      <w:r w:rsidR="00ED0E31" w:rsidRPr="00171408">
        <w:rPr>
          <w:rFonts w:ascii="Times New Roman" w:eastAsia="Times New Roman" w:hAnsi="Times New Roman" w:cs="Times New Roman"/>
          <w:color w:val="auto"/>
          <w:lang w:val="kl-GL" w:eastAsia="da-DK"/>
        </w:rPr>
        <w:t>ugit ukiumut ingerlaavartumik taarsigassarsianik tunniussisarnerup annertoqataanik, tak. imm. 6.</w:t>
      </w:r>
    </w:p>
    <w:p w14:paraId="6A09F7FD" w14:textId="77777777" w:rsidR="003C4843" w:rsidRPr="00171408" w:rsidRDefault="003C4843" w:rsidP="00AD283D">
      <w:pPr>
        <w:shd w:val="clear" w:color="auto" w:fill="FFFFFF"/>
        <w:suppressAutoHyphens w:val="0"/>
        <w:spacing w:after="0"/>
        <w:rPr>
          <w:rFonts w:ascii="Times New Roman" w:eastAsia="Times New Roman" w:hAnsi="Times New Roman" w:cs="Times New Roman"/>
          <w:color w:val="auto"/>
          <w:lang w:val="kl-GL" w:eastAsia="da-DK"/>
        </w:rPr>
      </w:pPr>
    </w:p>
    <w:p w14:paraId="7A0B05B5" w14:textId="77777777" w:rsidR="00983B54" w:rsidRPr="00171408" w:rsidRDefault="00ED0E31" w:rsidP="00983B54">
      <w:pPr>
        <w:shd w:val="clear" w:color="auto" w:fill="FFFFFF"/>
        <w:suppressAutoHyphens w:val="0"/>
        <w:spacing w:after="0"/>
        <w:rPr>
          <w:rFonts w:ascii="Times New Roman" w:eastAsia="Calibri" w:hAnsi="Times New Roman" w:cs="Times New Roman"/>
          <w:color w:val="auto"/>
          <w:lang w:val="kl-GL"/>
        </w:rPr>
      </w:pPr>
      <w:r w:rsidRPr="00171408">
        <w:rPr>
          <w:rFonts w:ascii="Times New Roman" w:eastAsia="Calibri" w:hAnsi="Times New Roman" w:cs="Times New Roman"/>
          <w:color w:val="auto"/>
          <w:lang w:val="kl-GL"/>
        </w:rPr>
        <w:t xml:space="preserve">Aalajangersakkap kinguneraa, ajoqusertoq, utoqqalinersiaqarnissamut ukiorititat ukiunik marlunnik sivikinnerusumik pisinnaatitaalertussaq, pisuni tamani inuussusissarsiornermik annaasaqanermut taarsigassarsiassani </w:t>
      </w:r>
      <w:r w:rsidR="007B1F3C" w:rsidRPr="00171408">
        <w:rPr>
          <w:rFonts w:ascii="Times New Roman" w:eastAsia="Calibri" w:hAnsi="Times New Roman" w:cs="Times New Roman"/>
          <w:color w:val="auto"/>
          <w:lang w:val="kl-GL"/>
        </w:rPr>
        <w:t xml:space="preserve">taarsigassarsiat aningaasanngortillugit tunineqassasoq, ingerlaavartumik taarsigassarsiat ukiumut tunniunneqartartut annertoqataanik. Tamanna aamma atuuppoq ajoqusertunut, utoqqalinersiaqalereertunut, </w:t>
      </w:r>
      <w:r w:rsidR="00983B54" w:rsidRPr="00171408">
        <w:rPr>
          <w:rFonts w:ascii="Times New Roman" w:eastAsia="Calibri" w:hAnsi="Times New Roman" w:cs="Times New Roman"/>
          <w:color w:val="auto"/>
          <w:lang w:val="kl-GL"/>
        </w:rPr>
        <w:t>inuussutissarsionermik annaasaqarnera 50 %-i qaangerneraa inorneraaluunniit apeqqutaatinnagu aamma atuulluni</w:t>
      </w:r>
      <w:r w:rsidR="00AD283D" w:rsidRPr="00171408">
        <w:rPr>
          <w:rFonts w:ascii="Times New Roman" w:eastAsia="Calibri" w:hAnsi="Times New Roman" w:cs="Times New Roman"/>
          <w:color w:val="auto"/>
          <w:lang w:val="kl-GL"/>
        </w:rPr>
        <w:t>.</w:t>
      </w:r>
    </w:p>
    <w:p w14:paraId="1F4366E8" w14:textId="77777777" w:rsidR="00983B54" w:rsidRPr="00171408" w:rsidRDefault="00983B54" w:rsidP="00983B54">
      <w:pPr>
        <w:shd w:val="clear" w:color="auto" w:fill="FFFFFF"/>
        <w:suppressAutoHyphens w:val="0"/>
        <w:spacing w:after="0"/>
        <w:rPr>
          <w:rFonts w:ascii="Times New Roman" w:eastAsia="Calibri" w:hAnsi="Times New Roman" w:cs="Times New Roman"/>
          <w:color w:val="auto"/>
          <w:lang w:val="kl-GL"/>
        </w:rPr>
      </w:pPr>
    </w:p>
    <w:p w14:paraId="1A070F21" w14:textId="67413446" w:rsidR="00AD283D" w:rsidRPr="00171408" w:rsidRDefault="00653C4F" w:rsidP="002D05A5">
      <w:pPr>
        <w:shd w:val="clear" w:color="auto" w:fill="FFFFFF"/>
        <w:suppressAutoHyphens w:val="0"/>
        <w:spacing w:after="0"/>
        <w:rPr>
          <w:rFonts w:ascii="Times New Roman" w:eastAsia="Calibri" w:hAnsi="Times New Roman" w:cs="Times New Roman"/>
          <w:color w:val="auto"/>
          <w:lang w:val="kl-GL"/>
        </w:rPr>
      </w:pPr>
      <w:r w:rsidRPr="00171408">
        <w:rPr>
          <w:rFonts w:ascii="Times New Roman" w:eastAsia="Calibri" w:hAnsi="Times New Roman" w:cs="Times New Roman"/>
          <w:color w:val="auto"/>
          <w:lang w:val="kl-GL"/>
        </w:rPr>
        <w:t xml:space="preserve">Inatsisissatut siunnersuummi </w:t>
      </w:r>
      <w:r w:rsidRPr="00171408">
        <w:rPr>
          <w:rFonts w:ascii="Times New Roman" w:eastAsia="Calibri" w:hAnsi="Times New Roman" w:cs="Times New Roman"/>
          <w:i/>
          <w:iCs/>
          <w:color w:val="auto"/>
          <w:lang w:val="kl-GL"/>
        </w:rPr>
        <w:t xml:space="preserve">§ 1, imm. </w:t>
      </w:r>
      <w:r w:rsidR="00B67ADC" w:rsidRPr="00171408">
        <w:rPr>
          <w:rFonts w:ascii="Times New Roman" w:eastAsia="Calibri" w:hAnsi="Times New Roman" w:cs="Times New Roman"/>
          <w:i/>
          <w:iCs/>
          <w:color w:val="auto"/>
          <w:lang w:val="kl-GL"/>
        </w:rPr>
        <w:t>5-ikkut</w:t>
      </w:r>
      <w:r w:rsidR="00B67ADC" w:rsidRPr="00171408">
        <w:rPr>
          <w:rFonts w:ascii="Times New Roman" w:eastAsia="Calibri" w:hAnsi="Times New Roman" w:cs="Times New Roman"/>
          <w:color w:val="auto"/>
          <w:lang w:val="kl-GL"/>
        </w:rPr>
        <w:t xml:space="preserve"> siunnersuutigineqarpoq, </w:t>
      </w:r>
      <w:r w:rsidR="00B67ADC" w:rsidRPr="00171408">
        <w:rPr>
          <w:rFonts w:ascii="Times New Roman" w:eastAsia="Calibri" w:hAnsi="Times New Roman" w:cs="Times New Roman"/>
          <w:i/>
          <w:iCs/>
          <w:color w:val="auto"/>
          <w:lang w:val="kl-GL"/>
        </w:rPr>
        <w:t>§21, imm. 7, oqaaseqatigiit aappaat</w:t>
      </w:r>
      <w:r w:rsidR="00B67ADC" w:rsidRPr="00171408">
        <w:rPr>
          <w:rFonts w:ascii="Times New Roman" w:eastAsia="Calibri" w:hAnsi="Times New Roman" w:cs="Times New Roman"/>
          <w:color w:val="auto"/>
          <w:lang w:val="kl-GL"/>
        </w:rPr>
        <w:t xml:space="preserve"> atorunnaarsinneqassasoq taarsiullugulu ima oqaasertalerneqarluni, ajoqusertoq </w:t>
      </w:r>
      <w:r w:rsidR="00EC3818" w:rsidRPr="00171408">
        <w:rPr>
          <w:rFonts w:ascii="Times New Roman" w:eastAsia="Calibri" w:hAnsi="Times New Roman" w:cs="Times New Roman"/>
          <w:color w:val="auto"/>
          <w:lang w:val="kl-GL"/>
        </w:rPr>
        <w:t>piffissami aalajangiiffiusumi utoqqalinersiaqarnissamut ukiorititat ukiunik marlunnik sivikinnerusumilluunniit angussappagit, tak. utoqqalinersiaqarneq pillugu Inatsisartut inatsisaat,</w:t>
      </w:r>
      <w:r w:rsidR="00793879" w:rsidRPr="00171408">
        <w:rPr>
          <w:rFonts w:ascii="Times New Roman" w:eastAsia="Calibri" w:hAnsi="Times New Roman" w:cs="Times New Roman"/>
          <w:color w:val="auto"/>
          <w:lang w:val="kl-GL"/>
        </w:rPr>
        <w:t xml:space="preserve"> taarsigassarsiat § 31, imm. 4-mi malittarisassat malillugit </w:t>
      </w:r>
      <w:r w:rsidR="006155A1" w:rsidRPr="00171408">
        <w:rPr>
          <w:rFonts w:ascii="Times New Roman" w:eastAsia="Calibri" w:hAnsi="Times New Roman" w:cs="Times New Roman"/>
          <w:color w:val="auto"/>
          <w:lang w:val="kl-GL"/>
        </w:rPr>
        <w:t xml:space="preserve">tunniunneqartassasut </w:t>
      </w:r>
      <w:r w:rsidR="00793879" w:rsidRPr="00171408">
        <w:rPr>
          <w:rFonts w:ascii="Times New Roman" w:eastAsia="Calibri" w:hAnsi="Times New Roman" w:cs="Times New Roman"/>
          <w:color w:val="auto"/>
          <w:lang w:val="kl-GL"/>
        </w:rPr>
        <w:t>taarsigassarsiat aningaasanngorlugit naleqqersuu</w:t>
      </w:r>
      <w:r w:rsidR="007D2DB8" w:rsidRPr="00171408">
        <w:rPr>
          <w:rFonts w:ascii="Times New Roman" w:eastAsia="Calibri" w:hAnsi="Times New Roman" w:cs="Times New Roman"/>
          <w:color w:val="auto"/>
          <w:lang w:val="kl-GL"/>
        </w:rPr>
        <w:t>tilerlugit inummut ataatsimut utoqqalinersiaqalernissamik ukiorititat ukiut marluk qaangiunneranni anguneqartussatut</w:t>
      </w:r>
      <w:r w:rsidR="002D05A5" w:rsidRPr="00171408">
        <w:rPr>
          <w:rFonts w:ascii="Times New Roman" w:eastAsia="Calibri" w:hAnsi="Times New Roman" w:cs="Times New Roman"/>
          <w:color w:val="auto"/>
          <w:lang w:val="kl-GL"/>
        </w:rPr>
        <w:t xml:space="preserve"> aalajangersarneqartut, ukiumut ingerlaavartumik taarsigassarsiat annertoqataannik amerlisarlugit.</w:t>
      </w:r>
    </w:p>
    <w:p w14:paraId="70A35797" w14:textId="77777777" w:rsidR="002D05A5" w:rsidRPr="00171408" w:rsidRDefault="002D05A5" w:rsidP="002D05A5">
      <w:pPr>
        <w:shd w:val="clear" w:color="auto" w:fill="FFFFFF"/>
        <w:suppressAutoHyphens w:val="0"/>
        <w:spacing w:after="0"/>
        <w:rPr>
          <w:rFonts w:ascii="Times New Roman" w:eastAsia="Calibri" w:hAnsi="Times New Roman" w:cs="Times New Roman"/>
          <w:color w:val="auto"/>
          <w:lang w:val="kl-GL"/>
        </w:rPr>
      </w:pPr>
    </w:p>
    <w:p w14:paraId="050FEDDE" w14:textId="77777777" w:rsidR="008137C2" w:rsidRPr="00171408" w:rsidRDefault="008C1190" w:rsidP="008137C2">
      <w:pPr>
        <w:shd w:val="clear" w:color="auto" w:fill="FFFFFF"/>
        <w:suppressAutoHyphens w:val="0"/>
        <w:spacing w:after="0"/>
        <w:rPr>
          <w:rFonts w:ascii="Times New Roman" w:eastAsia="Calibri" w:hAnsi="Times New Roman" w:cs="Times New Roman"/>
          <w:color w:val="auto"/>
          <w:lang w:val="kl-GL"/>
        </w:rPr>
      </w:pPr>
      <w:r w:rsidRPr="00171408">
        <w:rPr>
          <w:rFonts w:ascii="Times New Roman" w:eastAsia="Calibri" w:hAnsi="Times New Roman" w:cs="Times New Roman"/>
          <w:color w:val="auto"/>
          <w:lang w:val="kl-GL"/>
        </w:rPr>
        <w:t>Siunnersuut kinguneqassaaq</w:t>
      </w:r>
      <w:r w:rsidR="005E7FAC" w:rsidRPr="00171408">
        <w:rPr>
          <w:rFonts w:ascii="Times New Roman" w:eastAsia="Calibri" w:hAnsi="Times New Roman" w:cs="Times New Roman"/>
          <w:color w:val="auto"/>
          <w:lang w:val="kl-GL"/>
        </w:rPr>
        <w:t xml:space="preserve">, </w:t>
      </w:r>
      <w:r w:rsidR="00293571" w:rsidRPr="00171408">
        <w:rPr>
          <w:rFonts w:ascii="Times New Roman" w:eastAsia="Calibri" w:hAnsi="Times New Roman" w:cs="Times New Roman"/>
          <w:color w:val="auto"/>
          <w:lang w:val="kl-GL"/>
        </w:rPr>
        <w:t>taarsigassarsiat</w:t>
      </w:r>
      <w:r w:rsidRPr="00171408">
        <w:rPr>
          <w:rFonts w:ascii="Times New Roman" w:eastAsia="Calibri" w:hAnsi="Times New Roman" w:cs="Times New Roman"/>
          <w:color w:val="auto"/>
          <w:lang w:val="kl-GL"/>
        </w:rPr>
        <w:t xml:space="preserve"> aningaasanngortinneqarnerannut naleqqersuutip</w:t>
      </w:r>
      <w:r w:rsidR="00932916" w:rsidRPr="00171408">
        <w:rPr>
          <w:rFonts w:ascii="Times New Roman" w:eastAsia="Calibri" w:hAnsi="Times New Roman" w:cs="Times New Roman"/>
          <w:color w:val="auto"/>
          <w:lang w:val="kl-GL"/>
        </w:rPr>
        <w:t xml:space="preserve">, ajoqusertup utoqqalinersiaqarnissamut ukiorititat </w:t>
      </w:r>
      <w:r w:rsidR="00BA518C" w:rsidRPr="00171408">
        <w:rPr>
          <w:rFonts w:ascii="Times New Roman" w:eastAsia="Calibri" w:hAnsi="Times New Roman" w:cs="Times New Roman"/>
          <w:color w:val="auto"/>
          <w:lang w:val="kl-GL"/>
        </w:rPr>
        <w:t xml:space="preserve">angunissaannut </w:t>
      </w:r>
      <w:r w:rsidR="00932916" w:rsidRPr="00171408">
        <w:rPr>
          <w:rFonts w:ascii="Times New Roman" w:eastAsia="Calibri" w:hAnsi="Times New Roman" w:cs="Times New Roman"/>
          <w:color w:val="auto"/>
          <w:lang w:val="kl-GL"/>
        </w:rPr>
        <w:t>ukiut marlu</w:t>
      </w:r>
      <w:r w:rsidR="00BA518C" w:rsidRPr="00171408">
        <w:rPr>
          <w:rFonts w:ascii="Times New Roman" w:eastAsia="Calibri" w:hAnsi="Times New Roman" w:cs="Times New Roman"/>
          <w:color w:val="auto"/>
          <w:lang w:val="kl-GL"/>
        </w:rPr>
        <w:t>innanngorpata</w:t>
      </w:r>
      <w:r w:rsidR="00506B04" w:rsidRPr="00171408">
        <w:rPr>
          <w:rFonts w:ascii="Times New Roman" w:eastAsia="Calibri" w:hAnsi="Times New Roman" w:cs="Times New Roman"/>
          <w:color w:val="auto"/>
          <w:lang w:val="kl-GL"/>
        </w:rPr>
        <w:t>,</w:t>
      </w:r>
      <w:r w:rsidRPr="00171408">
        <w:rPr>
          <w:rFonts w:ascii="Times New Roman" w:eastAsia="Calibri" w:hAnsi="Times New Roman" w:cs="Times New Roman"/>
          <w:color w:val="auto"/>
          <w:lang w:val="kl-GL"/>
        </w:rPr>
        <w:t xml:space="preserve"> appasinnerulernissaa </w:t>
      </w:r>
      <w:r w:rsidR="00BA518C" w:rsidRPr="00171408">
        <w:rPr>
          <w:rFonts w:ascii="Times New Roman" w:eastAsia="Calibri" w:hAnsi="Times New Roman" w:cs="Times New Roman"/>
          <w:color w:val="auto"/>
          <w:lang w:val="kl-GL"/>
        </w:rPr>
        <w:t xml:space="preserve">malittarisassanut atuuttunut naapertuuttumik </w:t>
      </w:r>
      <w:r w:rsidRPr="00171408">
        <w:rPr>
          <w:rFonts w:ascii="Times New Roman" w:eastAsia="Calibri" w:hAnsi="Times New Roman" w:cs="Times New Roman"/>
          <w:color w:val="auto"/>
          <w:lang w:val="kl-GL"/>
        </w:rPr>
        <w:t>pinngitsoortinn</w:t>
      </w:r>
      <w:r w:rsidR="00BA518C" w:rsidRPr="00171408">
        <w:rPr>
          <w:rFonts w:ascii="Times New Roman" w:eastAsia="Calibri" w:hAnsi="Times New Roman" w:cs="Times New Roman"/>
          <w:color w:val="auto"/>
          <w:lang w:val="kl-GL"/>
        </w:rPr>
        <w:t>eqassasoq</w:t>
      </w:r>
      <w:r w:rsidR="005E7FAC" w:rsidRPr="00171408">
        <w:rPr>
          <w:rFonts w:ascii="Times New Roman" w:eastAsia="Calibri" w:hAnsi="Times New Roman" w:cs="Times New Roman"/>
          <w:color w:val="auto"/>
          <w:lang w:val="kl-GL"/>
        </w:rPr>
        <w:t>. Kalaallit Nunaanni utoqqalinersiaqalernissamut ukiorititat ta</w:t>
      </w:r>
      <w:r w:rsidR="00D4564C" w:rsidRPr="00171408">
        <w:rPr>
          <w:rFonts w:ascii="Times New Roman" w:eastAsia="Calibri" w:hAnsi="Times New Roman" w:cs="Times New Roman"/>
          <w:color w:val="auto"/>
          <w:lang w:val="kl-GL"/>
        </w:rPr>
        <w:t xml:space="preserve">ssaapput ukiut 67-it, tamannalu kingunerivaa, </w:t>
      </w:r>
      <w:r w:rsidR="00545FFF" w:rsidRPr="00171408">
        <w:rPr>
          <w:rFonts w:ascii="Times New Roman" w:eastAsia="Calibri" w:hAnsi="Times New Roman" w:cs="Times New Roman"/>
          <w:color w:val="auto"/>
          <w:lang w:val="kl-GL"/>
        </w:rPr>
        <w:t xml:space="preserve">ajoqusertoq 65-inik ukioqalerpat </w:t>
      </w:r>
      <w:r w:rsidR="00D4564C" w:rsidRPr="00171408">
        <w:rPr>
          <w:rFonts w:ascii="Times New Roman" w:eastAsia="Calibri" w:hAnsi="Times New Roman" w:cs="Times New Roman"/>
          <w:color w:val="auto"/>
          <w:lang w:val="kl-GL"/>
        </w:rPr>
        <w:t>taarsigassarsiat aningaasa</w:t>
      </w:r>
      <w:r w:rsidR="00545FFF" w:rsidRPr="00171408">
        <w:rPr>
          <w:rFonts w:ascii="Times New Roman" w:eastAsia="Calibri" w:hAnsi="Times New Roman" w:cs="Times New Roman"/>
          <w:color w:val="auto"/>
          <w:lang w:val="kl-GL"/>
        </w:rPr>
        <w:t>nn</w:t>
      </w:r>
      <w:r w:rsidR="00D4564C" w:rsidRPr="00171408">
        <w:rPr>
          <w:rFonts w:ascii="Times New Roman" w:eastAsia="Calibri" w:hAnsi="Times New Roman" w:cs="Times New Roman"/>
          <w:color w:val="auto"/>
          <w:lang w:val="kl-GL"/>
        </w:rPr>
        <w:t>gortinn</w:t>
      </w:r>
      <w:r w:rsidR="00545FFF" w:rsidRPr="00171408">
        <w:rPr>
          <w:rFonts w:ascii="Times New Roman" w:eastAsia="Calibri" w:hAnsi="Times New Roman" w:cs="Times New Roman"/>
          <w:color w:val="auto"/>
          <w:lang w:val="kl-GL"/>
        </w:rPr>
        <w:t>e</w:t>
      </w:r>
      <w:r w:rsidR="00D4564C" w:rsidRPr="00171408">
        <w:rPr>
          <w:rFonts w:ascii="Times New Roman" w:eastAsia="Calibri" w:hAnsi="Times New Roman" w:cs="Times New Roman"/>
          <w:color w:val="auto"/>
          <w:lang w:val="kl-GL"/>
        </w:rPr>
        <w:t>qarnerannut naleqqersuut appasinnerul</w:t>
      </w:r>
      <w:r w:rsidR="00286F0A" w:rsidRPr="00171408">
        <w:rPr>
          <w:rFonts w:ascii="Times New Roman" w:eastAsia="Calibri" w:hAnsi="Times New Roman" w:cs="Times New Roman"/>
          <w:color w:val="auto"/>
          <w:lang w:val="kl-GL"/>
        </w:rPr>
        <w:t xml:space="preserve">issanngitsoq. Peqatigalugu siunnersuutip kingunerissavaa, </w:t>
      </w:r>
      <w:r w:rsidR="00B609D2" w:rsidRPr="00171408">
        <w:rPr>
          <w:rFonts w:ascii="Times New Roman" w:eastAsia="Calibri" w:hAnsi="Times New Roman" w:cs="Times New Roman"/>
          <w:color w:val="auto"/>
          <w:lang w:val="kl-GL"/>
        </w:rPr>
        <w:t>ingerlaavartumik taarsigassarsiat aningaasanngortinneqarnerannut allannguinermi,</w:t>
      </w:r>
      <w:r w:rsidR="00286F0A" w:rsidRPr="00171408">
        <w:rPr>
          <w:rFonts w:ascii="Times New Roman" w:eastAsia="Calibri" w:hAnsi="Times New Roman" w:cs="Times New Roman"/>
          <w:color w:val="auto"/>
          <w:lang w:val="kl-GL"/>
        </w:rPr>
        <w:t xml:space="preserve"> taarsigassarsiat aningaasanngortinneqarnerannut naleqqersuummik naatsorsueriaatsip allanngortinneqarnera</w:t>
      </w:r>
      <w:r w:rsidR="00B609D2" w:rsidRPr="00171408">
        <w:rPr>
          <w:rFonts w:ascii="Times New Roman" w:eastAsia="Calibri" w:hAnsi="Times New Roman" w:cs="Times New Roman"/>
          <w:color w:val="auto"/>
          <w:lang w:val="kl-GL"/>
        </w:rPr>
        <w:t xml:space="preserve">. Siunnersuut siunnersuummi § 1, nr. 9-mut </w:t>
      </w:r>
      <w:r w:rsidR="00D24467" w:rsidRPr="00171408">
        <w:rPr>
          <w:rFonts w:ascii="Times New Roman" w:eastAsia="Calibri" w:hAnsi="Times New Roman" w:cs="Times New Roman"/>
          <w:color w:val="auto"/>
          <w:lang w:val="kl-GL"/>
        </w:rPr>
        <w:t>ataqatigiissillugu isigineqassaaq, tamatuma kingorna taarsigassarsiat aningaasanngortinneqarnerannut naleqqersuut</w:t>
      </w:r>
      <w:r w:rsidR="002A0C7B" w:rsidRPr="00171408">
        <w:rPr>
          <w:rFonts w:ascii="Times New Roman" w:eastAsia="Calibri" w:hAnsi="Times New Roman" w:cs="Times New Roman"/>
          <w:color w:val="auto"/>
          <w:lang w:val="kl-GL"/>
        </w:rPr>
        <w:t>ip</w:t>
      </w:r>
      <w:r w:rsidR="00D24467" w:rsidRPr="00171408">
        <w:rPr>
          <w:rFonts w:ascii="Times New Roman" w:eastAsia="Calibri" w:hAnsi="Times New Roman" w:cs="Times New Roman"/>
          <w:color w:val="auto"/>
          <w:lang w:val="kl-GL"/>
        </w:rPr>
        <w:t xml:space="preserve"> </w:t>
      </w:r>
      <w:r w:rsidR="001B515A" w:rsidRPr="00171408">
        <w:rPr>
          <w:rFonts w:ascii="Times New Roman" w:eastAsia="Calibri" w:hAnsi="Times New Roman" w:cs="Times New Roman"/>
          <w:color w:val="auto"/>
          <w:lang w:val="kl-GL"/>
        </w:rPr>
        <w:t>sillimmasiinermik naatsorsuisarnermut tunngatillugu tunngaviit aallaavigalugit aalajangersarneqarnissaa</w:t>
      </w:r>
      <w:r w:rsidR="002A0C7B" w:rsidRPr="00171408">
        <w:rPr>
          <w:rFonts w:ascii="Times New Roman" w:eastAsia="Calibri" w:hAnsi="Times New Roman" w:cs="Times New Roman"/>
          <w:color w:val="auto"/>
          <w:lang w:val="kl-GL"/>
        </w:rPr>
        <w:t xml:space="preserve"> aamma ukiumiit ukiumut nikerartuussalluni. Tamanna kingunerissavaa, inatsit atuuttoq malillugu</w:t>
      </w:r>
      <w:r w:rsidR="00B81AB4" w:rsidRPr="00171408">
        <w:rPr>
          <w:rFonts w:ascii="Times New Roman" w:eastAsia="Calibri" w:hAnsi="Times New Roman" w:cs="Times New Roman"/>
          <w:color w:val="auto"/>
          <w:lang w:val="kl-GL"/>
        </w:rPr>
        <w:t xml:space="preserve"> naleqqersuummik aalajangersimasumik aalajangersaasoqarsinnaanngitsoq. Akerlianik </w:t>
      </w:r>
      <w:r w:rsidR="00C263EE" w:rsidRPr="00171408">
        <w:rPr>
          <w:rFonts w:ascii="Times New Roman" w:eastAsia="Calibri" w:hAnsi="Times New Roman" w:cs="Times New Roman"/>
          <w:color w:val="auto"/>
          <w:lang w:val="kl-GL"/>
        </w:rPr>
        <w:t xml:space="preserve">innersuussutigineqarpoq </w:t>
      </w:r>
      <w:r w:rsidR="00B32CDD" w:rsidRPr="00171408">
        <w:rPr>
          <w:rFonts w:ascii="Times New Roman" w:eastAsia="Calibri" w:hAnsi="Times New Roman" w:cs="Times New Roman"/>
          <w:color w:val="auto"/>
          <w:lang w:val="kl-GL"/>
        </w:rPr>
        <w:t xml:space="preserve">§ 31-mi malittarisassat malillugit, inummut </w:t>
      </w:r>
      <w:r w:rsidR="003A3280" w:rsidRPr="00171408">
        <w:rPr>
          <w:rFonts w:ascii="Times New Roman" w:eastAsia="Calibri" w:hAnsi="Times New Roman" w:cs="Times New Roman"/>
          <w:color w:val="auto"/>
          <w:lang w:val="kl-GL"/>
        </w:rPr>
        <w:t>utoqqalinersiaqarnissamut ukiorititat angunissaannut ukiut marluinnanngor</w:t>
      </w:r>
      <w:r w:rsidR="00C263EE" w:rsidRPr="00171408">
        <w:rPr>
          <w:rFonts w:ascii="Times New Roman" w:eastAsia="Calibri" w:hAnsi="Times New Roman" w:cs="Times New Roman"/>
          <w:color w:val="auto"/>
          <w:lang w:val="kl-GL"/>
        </w:rPr>
        <w:t>pagit, naleqqersuut. Naleqqersuut taanna ukiumut aalajangersarneqartarpoq.</w:t>
      </w:r>
    </w:p>
    <w:p w14:paraId="5D0BBEEA" w14:textId="77777777" w:rsidR="008137C2" w:rsidRPr="00171408" w:rsidRDefault="008137C2" w:rsidP="008137C2">
      <w:pPr>
        <w:shd w:val="clear" w:color="auto" w:fill="FFFFFF"/>
        <w:suppressAutoHyphens w:val="0"/>
        <w:spacing w:after="0"/>
        <w:rPr>
          <w:rFonts w:ascii="Times New Roman" w:eastAsia="Calibri" w:hAnsi="Times New Roman" w:cs="Times New Roman"/>
          <w:color w:val="auto"/>
          <w:lang w:val="kl-GL"/>
        </w:rPr>
      </w:pPr>
    </w:p>
    <w:p w14:paraId="3C951754" w14:textId="2E1F7359" w:rsidR="00AD283D" w:rsidRPr="00171408" w:rsidRDefault="008137C2" w:rsidP="008137C2">
      <w:pPr>
        <w:shd w:val="clear" w:color="auto" w:fill="FFFFFF"/>
        <w:suppressAutoHyphens w:val="0"/>
        <w:spacing w:after="0"/>
        <w:rPr>
          <w:rFonts w:ascii="Times New Roman" w:eastAsia="Calibri" w:hAnsi="Times New Roman" w:cs="Times New Roman"/>
          <w:color w:val="auto"/>
          <w:lang w:val="kl-GL"/>
        </w:rPr>
      </w:pPr>
      <w:r w:rsidRPr="00171408">
        <w:rPr>
          <w:rFonts w:ascii="Times New Roman" w:eastAsia="Calibri" w:hAnsi="Times New Roman" w:cs="Times New Roman"/>
          <w:color w:val="auto"/>
          <w:lang w:val="kl-GL"/>
        </w:rPr>
        <w:t>Oqaaseqaatinut nalinginnaasunut, imm. 2.8, innersuussisoqarpoq.</w:t>
      </w:r>
    </w:p>
    <w:p w14:paraId="3CCEB784" w14:textId="77777777" w:rsidR="008137C2" w:rsidRPr="00171408" w:rsidRDefault="008137C2" w:rsidP="00AD283D">
      <w:pPr>
        <w:shd w:val="clear" w:color="auto" w:fill="FFFFFF"/>
        <w:suppressAutoHyphens w:val="0"/>
        <w:spacing w:after="0"/>
        <w:rPr>
          <w:rFonts w:ascii="Times New Roman" w:eastAsia="Times New Roman" w:hAnsi="Times New Roman" w:cs="Times New Roman"/>
          <w:color w:val="auto"/>
          <w:lang w:val="kl-GL" w:eastAsia="da-DK"/>
        </w:rPr>
      </w:pPr>
    </w:p>
    <w:p w14:paraId="02929B4F" w14:textId="1F40D6C7" w:rsidR="00AD283D" w:rsidRPr="00171408" w:rsidRDefault="008137C2" w:rsidP="00AD283D">
      <w:pPr>
        <w:shd w:val="clear" w:color="auto" w:fill="FFFFFF"/>
        <w:suppressAutoHyphens w:val="0"/>
        <w:spacing w:after="0"/>
        <w:rPr>
          <w:rFonts w:ascii="Times New Roman" w:eastAsia="Times New Roman" w:hAnsi="Times New Roman" w:cs="Times New Roman"/>
          <w:color w:val="auto"/>
          <w:lang w:val="kl-GL" w:eastAsia="da-DK"/>
        </w:rPr>
      </w:pPr>
      <w:r w:rsidRPr="00171408">
        <w:rPr>
          <w:rFonts w:ascii="Times New Roman" w:eastAsia="Times New Roman" w:hAnsi="Times New Roman" w:cs="Times New Roman"/>
          <w:color w:val="auto"/>
          <w:lang w:val="kl-GL" w:eastAsia="da-DK"/>
        </w:rPr>
        <w:t>N</w:t>
      </w:r>
      <w:r w:rsidR="00AD283D" w:rsidRPr="00171408">
        <w:rPr>
          <w:rFonts w:ascii="Times New Roman" w:eastAsia="Times New Roman" w:hAnsi="Times New Roman" w:cs="Times New Roman"/>
          <w:color w:val="auto"/>
          <w:lang w:val="kl-GL" w:eastAsia="da-DK"/>
        </w:rPr>
        <w:t>r. 6</w:t>
      </w:r>
      <w:r w:rsidRPr="00171408">
        <w:rPr>
          <w:rFonts w:ascii="Times New Roman" w:eastAsia="Times New Roman" w:hAnsi="Times New Roman" w:cs="Times New Roman"/>
          <w:color w:val="auto"/>
          <w:lang w:val="kl-GL" w:eastAsia="da-DK"/>
        </w:rPr>
        <w:t>-imut</w:t>
      </w:r>
      <w:r w:rsidR="00AD283D" w:rsidRPr="00171408">
        <w:rPr>
          <w:rFonts w:ascii="Times New Roman" w:eastAsia="Times New Roman" w:hAnsi="Times New Roman" w:cs="Times New Roman"/>
          <w:color w:val="auto"/>
          <w:lang w:val="kl-GL" w:eastAsia="da-DK"/>
        </w:rPr>
        <w:t>.</w:t>
      </w:r>
    </w:p>
    <w:p w14:paraId="4D5CD3C8" w14:textId="552C9D89" w:rsidR="00AD283D" w:rsidRPr="00171408" w:rsidRDefault="00AD427E" w:rsidP="00C67F27">
      <w:pPr>
        <w:suppressAutoHyphens w:val="0"/>
        <w:rPr>
          <w:rFonts w:ascii="Times New Roman" w:eastAsia="Times New Roman" w:hAnsi="Times New Roman" w:cs="Times New Roman"/>
          <w:color w:val="auto"/>
          <w:lang w:val="kl-GL" w:eastAsia="da-DK"/>
        </w:rPr>
      </w:pPr>
      <w:r w:rsidRPr="00171408">
        <w:rPr>
          <w:rFonts w:ascii="Times New Roman" w:eastAsia="Times New Roman" w:hAnsi="Times New Roman" w:cs="Times New Roman"/>
          <w:color w:val="auto"/>
          <w:lang w:val="kl-GL" w:eastAsia="da-DK"/>
        </w:rPr>
        <w:lastRenderedPageBreak/>
        <w:t>Kalaallit Nunaanni sulinermi ajoqusernermut isumannaarineq pillugu inatsi</w:t>
      </w:r>
      <w:r w:rsidR="008E1476" w:rsidRPr="00171408">
        <w:rPr>
          <w:rFonts w:ascii="Times New Roman" w:eastAsia="Times New Roman" w:hAnsi="Times New Roman" w:cs="Times New Roman"/>
          <w:color w:val="auto"/>
          <w:lang w:val="kl-GL" w:eastAsia="da-DK"/>
        </w:rPr>
        <w:t>t malillugu ullumikkut</w:t>
      </w:r>
      <w:r w:rsidRPr="00171408">
        <w:rPr>
          <w:rFonts w:ascii="Times New Roman" w:eastAsia="Times New Roman" w:hAnsi="Times New Roman" w:cs="Times New Roman"/>
          <w:color w:val="auto"/>
          <w:lang w:val="kl-GL" w:eastAsia="da-DK"/>
        </w:rPr>
        <w:t xml:space="preserve"> Arbejdsmarkedets Erhvervsikring inatsisitigut tunngavissaqanngilaq</w:t>
      </w:r>
      <w:r w:rsidR="008E1476" w:rsidRPr="00171408">
        <w:rPr>
          <w:rFonts w:ascii="Times New Roman" w:eastAsia="Times New Roman" w:hAnsi="Times New Roman" w:cs="Times New Roman"/>
          <w:color w:val="auto"/>
          <w:lang w:val="kl-GL" w:eastAsia="da-DK"/>
        </w:rPr>
        <w:t xml:space="preserve">, inuussutissarsiorsinnaanermik annaasaqarneq pillugu inaarutaasumik naliliinissamut, </w:t>
      </w:r>
      <w:r w:rsidR="00C67F27" w:rsidRPr="00171408">
        <w:rPr>
          <w:rFonts w:ascii="Times New Roman" w:eastAsia="Times New Roman" w:hAnsi="Times New Roman" w:cs="Times New Roman"/>
          <w:color w:val="auto"/>
          <w:lang w:val="kl-GL" w:eastAsia="da-DK"/>
        </w:rPr>
        <w:t xml:space="preserve">peqatigalugu </w:t>
      </w:r>
      <w:r w:rsidR="008E1476" w:rsidRPr="00171408">
        <w:rPr>
          <w:rFonts w:ascii="Times New Roman" w:eastAsia="Times New Roman" w:hAnsi="Times New Roman" w:cs="Times New Roman"/>
          <w:color w:val="auto"/>
          <w:lang w:val="kl-GL" w:eastAsia="da-DK"/>
        </w:rPr>
        <w:t>taar</w:t>
      </w:r>
      <w:r w:rsidR="00AE1432" w:rsidRPr="00171408">
        <w:rPr>
          <w:rFonts w:ascii="Times New Roman" w:eastAsia="Times New Roman" w:hAnsi="Times New Roman" w:cs="Times New Roman"/>
          <w:color w:val="auto"/>
          <w:lang w:val="kl-GL" w:eastAsia="da-DK"/>
        </w:rPr>
        <w:t>siissutit</w:t>
      </w:r>
      <w:r w:rsidR="008E1476" w:rsidRPr="00171408">
        <w:rPr>
          <w:rFonts w:ascii="Times New Roman" w:eastAsia="Times New Roman" w:hAnsi="Times New Roman" w:cs="Times New Roman"/>
          <w:color w:val="auto"/>
          <w:lang w:val="kl-GL" w:eastAsia="da-DK"/>
        </w:rPr>
        <w:t xml:space="preserve"> inaarutaasut pillugit aalajangiineq sioqqullugu piffissamut </w:t>
      </w:r>
      <w:r w:rsidR="00C67F27" w:rsidRPr="00171408">
        <w:rPr>
          <w:rFonts w:ascii="Times New Roman" w:eastAsia="Times New Roman" w:hAnsi="Times New Roman" w:cs="Times New Roman"/>
          <w:color w:val="auto"/>
          <w:lang w:val="kl-GL" w:eastAsia="da-DK"/>
        </w:rPr>
        <w:t>inuussutissarsiorsinnaanermik annaasaqarnermut ingerlaavartumik taar</w:t>
      </w:r>
      <w:r w:rsidR="00B527FB" w:rsidRPr="00171408">
        <w:rPr>
          <w:rFonts w:ascii="Times New Roman" w:eastAsia="Times New Roman" w:hAnsi="Times New Roman" w:cs="Times New Roman"/>
          <w:color w:val="auto"/>
          <w:lang w:val="kl-GL" w:eastAsia="da-DK"/>
        </w:rPr>
        <w:t>siissutinik</w:t>
      </w:r>
      <w:r w:rsidR="00C67F27" w:rsidRPr="00171408">
        <w:rPr>
          <w:rFonts w:ascii="Times New Roman" w:eastAsia="Times New Roman" w:hAnsi="Times New Roman" w:cs="Times New Roman"/>
          <w:color w:val="auto"/>
          <w:lang w:val="kl-GL" w:eastAsia="da-DK"/>
        </w:rPr>
        <w:t xml:space="preserve"> akuersissuteqarneq.</w:t>
      </w:r>
    </w:p>
    <w:p w14:paraId="29D2E60E" w14:textId="32488F9C" w:rsidR="00957769" w:rsidRPr="00171408" w:rsidRDefault="00C67F27" w:rsidP="00AD283D">
      <w:pPr>
        <w:shd w:val="clear" w:color="auto" w:fill="FFFFFF"/>
        <w:suppressAutoHyphens w:val="0"/>
        <w:spacing w:after="0"/>
        <w:rPr>
          <w:rFonts w:ascii="Times New Roman" w:eastAsia="Calibri" w:hAnsi="Times New Roman" w:cs="Times New Roman"/>
          <w:color w:val="212529"/>
          <w:shd w:val="clear" w:color="auto" w:fill="F9F9FB"/>
          <w:lang w:val="kl-GL"/>
        </w:rPr>
      </w:pPr>
      <w:r w:rsidRPr="00171408">
        <w:rPr>
          <w:rFonts w:ascii="Times New Roman" w:eastAsia="Times New Roman" w:hAnsi="Times New Roman" w:cs="Times New Roman"/>
          <w:color w:val="auto"/>
          <w:lang w:val="kl-GL" w:eastAsia="da-DK"/>
        </w:rPr>
        <w:t xml:space="preserve">Inatsisissatut siunnersuummi </w:t>
      </w:r>
      <w:r w:rsidRPr="00171408">
        <w:rPr>
          <w:rFonts w:ascii="Times New Roman" w:eastAsia="Times New Roman" w:hAnsi="Times New Roman" w:cs="Times New Roman"/>
          <w:i/>
          <w:iCs/>
          <w:color w:val="auto"/>
          <w:lang w:val="kl-GL" w:eastAsia="da-DK"/>
        </w:rPr>
        <w:t>§ 1, nr. 6</w:t>
      </w:r>
      <w:r w:rsidR="004759AF" w:rsidRPr="00171408">
        <w:rPr>
          <w:rFonts w:ascii="Times New Roman" w:eastAsia="Times New Roman" w:hAnsi="Times New Roman" w:cs="Times New Roman"/>
          <w:i/>
          <w:iCs/>
          <w:color w:val="auto"/>
          <w:lang w:val="kl-GL" w:eastAsia="da-DK"/>
        </w:rPr>
        <w:t>-imi</w:t>
      </w:r>
      <w:r w:rsidRPr="00171408">
        <w:rPr>
          <w:rFonts w:ascii="Times New Roman" w:eastAsia="Times New Roman" w:hAnsi="Times New Roman" w:cs="Times New Roman"/>
          <w:color w:val="auto"/>
          <w:lang w:val="kl-GL" w:eastAsia="da-DK"/>
        </w:rPr>
        <w:t xml:space="preserve">, </w:t>
      </w:r>
      <w:r w:rsidR="004759AF" w:rsidRPr="00171408">
        <w:rPr>
          <w:rFonts w:ascii="Times New Roman" w:eastAsia="Times New Roman" w:hAnsi="Times New Roman" w:cs="Times New Roman"/>
          <w:color w:val="auto"/>
          <w:lang w:val="kl-GL" w:eastAsia="da-DK"/>
        </w:rPr>
        <w:t xml:space="preserve">siunnersuutigineqarpoq </w:t>
      </w:r>
      <w:r w:rsidR="004759AF" w:rsidRPr="00171408">
        <w:rPr>
          <w:rFonts w:ascii="Times New Roman" w:eastAsia="Times New Roman" w:hAnsi="Times New Roman" w:cs="Times New Roman"/>
          <w:i/>
          <w:iCs/>
          <w:color w:val="auto"/>
          <w:lang w:val="kl-GL" w:eastAsia="da-DK"/>
        </w:rPr>
        <w:t>§ 21-</w:t>
      </w:r>
      <w:r w:rsidR="004759AF" w:rsidRPr="00171408">
        <w:rPr>
          <w:rFonts w:ascii="Times New Roman" w:eastAsia="Times New Roman" w:hAnsi="Times New Roman" w:cs="Times New Roman"/>
          <w:color w:val="auto"/>
          <w:lang w:val="kl-GL" w:eastAsia="da-DK"/>
        </w:rPr>
        <w:t xml:space="preserve">mi </w:t>
      </w:r>
      <w:r w:rsidR="004759AF" w:rsidRPr="00171408">
        <w:rPr>
          <w:rFonts w:ascii="Times New Roman" w:eastAsia="Times New Roman" w:hAnsi="Times New Roman" w:cs="Times New Roman"/>
          <w:i/>
          <w:iCs/>
          <w:color w:val="auto"/>
          <w:lang w:val="kl-GL" w:eastAsia="da-DK"/>
        </w:rPr>
        <w:t>immikkoortumik 8-mik</w:t>
      </w:r>
      <w:r w:rsidR="004759AF" w:rsidRPr="00171408">
        <w:rPr>
          <w:rFonts w:ascii="Times New Roman" w:eastAsia="Times New Roman" w:hAnsi="Times New Roman" w:cs="Times New Roman"/>
          <w:color w:val="auto"/>
          <w:lang w:val="kl-GL" w:eastAsia="da-DK"/>
        </w:rPr>
        <w:t xml:space="preserve"> nutaamik </w:t>
      </w:r>
      <w:r w:rsidR="00DA531C" w:rsidRPr="00171408">
        <w:rPr>
          <w:rFonts w:ascii="Times New Roman" w:eastAsia="Times New Roman" w:hAnsi="Times New Roman" w:cs="Times New Roman"/>
          <w:color w:val="auto"/>
          <w:lang w:val="kl-GL" w:eastAsia="da-DK"/>
        </w:rPr>
        <w:t xml:space="preserve">ikkussisoqassasoq, tamatuma malitsigissallugu </w:t>
      </w:r>
      <w:r w:rsidR="00FD0C38" w:rsidRPr="00171408">
        <w:rPr>
          <w:rFonts w:ascii="Times New Roman" w:eastAsia="Times New Roman" w:hAnsi="Times New Roman" w:cs="Times New Roman"/>
          <w:color w:val="auto"/>
          <w:lang w:val="kl-GL" w:eastAsia="da-DK"/>
        </w:rPr>
        <w:t xml:space="preserve">§ 31, imm. 1, oqaaseqatigiit siullerni malittarisassat malillugit </w:t>
      </w:r>
      <w:r w:rsidR="00DD3198" w:rsidRPr="00171408">
        <w:rPr>
          <w:rFonts w:ascii="Times New Roman" w:eastAsia="Times New Roman" w:hAnsi="Times New Roman" w:cs="Times New Roman"/>
          <w:color w:val="auto"/>
          <w:lang w:val="kl-GL" w:eastAsia="da-DK"/>
        </w:rPr>
        <w:t>taar</w:t>
      </w:r>
      <w:r w:rsidR="00AE1432" w:rsidRPr="00171408">
        <w:rPr>
          <w:rFonts w:ascii="Times New Roman" w:eastAsia="Times New Roman" w:hAnsi="Times New Roman" w:cs="Times New Roman"/>
          <w:color w:val="auto"/>
          <w:lang w:val="kl-GL" w:eastAsia="da-DK"/>
        </w:rPr>
        <w:t>siissutit</w:t>
      </w:r>
      <w:r w:rsidR="00DD3198" w:rsidRPr="00171408">
        <w:rPr>
          <w:rFonts w:ascii="Times New Roman" w:eastAsia="Times New Roman" w:hAnsi="Times New Roman" w:cs="Times New Roman"/>
          <w:color w:val="auto"/>
          <w:lang w:val="kl-GL" w:eastAsia="da-DK"/>
        </w:rPr>
        <w:t xml:space="preserve"> aningaasanngorlugit ataatsikkut tunniutassat</w:t>
      </w:r>
      <w:r w:rsidR="00FD0C38" w:rsidRPr="00171408">
        <w:rPr>
          <w:rFonts w:ascii="Times New Roman" w:eastAsia="Times New Roman" w:hAnsi="Times New Roman" w:cs="Times New Roman"/>
          <w:color w:val="auto"/>
          <w:lang w:val="kl-GL" w:eastAsia="da-DK"/>
        </w:rPr>
        <w:t xml:space="preserve"> tunniunneqarpata, ajoqusertoq </w:t>
      </w:r>
      <w:r w:rsidR="00493344" w:rsidRPr="00171408">
        <w:rPr>
          <w:rFonts w:ascii="Times New Roman" w:eastAsia="Times New Roman" w:hAnsi="Times New Roman" w:cs="Times New Roman"/>
          <w:color w:val="auto"/>
          <w:lang w:val="kl-GL" w:eastAsia="da-DK"/>
        </w:rPr>
        <w:t xml:space="preserve">piffissamiit inuussutissarsiornermik annaasaqarnerani uppernarsineqarfianiit ingerlaavartumik </w:t>
      </w:r>
      <w:r w:rsidR="00AE1432" w:rsidRPr="00171408">
        <w:rPr>
          <w:rFonts w:ascii="Times New Roman" w:eastAsia="Times New Roman" w:hAnsi="Times New Roman" w:cs="Times New Roman"/>
          <w:color w:val="auto"/>
          <w:lang w:val="kl-GL" w:eastAsia="da-DK"/>
        </w:rPr>
        <w:t>taarsiissutinik</w:t>
      </w:r>
      <w:r w:rsidR="008F3C52" w:rsidRPr="00171408">
        <w:rPr>
          <w:rFonts w:ascii="Times New Roman" w:eastAsia="Times New Roman" w:hAnsi="Times New Roman" w:cs="Times New Roman"/>
          <w:color w:val="auto"/>
          <w:lang w:val="kl-GL" w:eastAsia="da-DK"/>
        </w:rPr>
        <w:t xml:space="preserve"> pisinnaatitaassasoq, taamaattoq piffissamiit sulinermi ajoqusernerup nalunaarutigineqarnera sioqqullugu </w:t>
      </w:r>
      <w:r w:rsidR="00957769" w:rsidRPr="00171408">
        <w:rPr>
          <w:rFonts w:ascii="Times New Roman" w:eastAsia="Times New Roman" w:hAnsi="Times New Roman" w:cs="Times New Roman"/>
          <w:color w:val="auto"/>
          <w:lang w:val="kl-GL" w:eastAsia="da-DK"/>
        </w:rPr>
        <w:t xml:space="preserve">pinnagu, aamma piffissamut </w:t>
      </w:r>
      <w:r w:rsidR="00AE1432" w:rsidRPr="00171408">
        <w:rPr>
          <w:rFonts w:ascii="Times New Roman" w:eastAsia="Times New Roman" w:hAnsi="Times New Roman" w:cs="Times New Roman"/>
          <w:color w:val="auto"/>
          <w:lang w:val="kl-GL" w:eastAsia="da-DK"/>
        </w:rPr>
        <w:t>taarsiissutinik</w:t>
      </w:r>
      <w:r w:rsidR="00957769" w:rsidRPr="00171408">
        <w:rPr>
          <w:rFonts w:ascii="Times New Roman" w:eastAsia="Times New Roman" w:hAnsi="Times New Roman" w:cs="Times New Roman"/>
          <w:color w:val="auto"/>
          <w:lang w:val="kl-GL" w:eastAsia="da-DK"/>
        </w:rPr>
        <w:t xml:space="preserve"> tunniutassanngortitsiffiusoq tikillugu</w:t>
      </w:r>
      <w:r w:rsidR="00AD283D" w:rsidRPr="00171408">
        <w:rPr>
          <w:rFonts w:ascii="Questa-Regular" w:eastAsia="Calibri" w:hAnsi="Questa-Regular" w:cs="Times New Roman"/>
          <w:color w:val="212529"/>
          <w:shd w:val="clear" w:color="auto" w:fill="F9F9FB"/>
          <w:lang w:val="kl-GL"/>
        </w:rPr>
        <w:t>.</w:t>
      </w:r>
    </w:p>
    <w:p w14:paraId="13E2DE63" w14:textId="77777777" w:rsidR="00474E45" w:rsidRPr="00171408" w:rsidRDefault="00474E45" w:rsidP="00AD283D">
      <w:pPr>
        <w:shd w:val="clear" w:color="auto" w:fill="FFFFFF"/>
        <w:suppressAutoHyphens w:val="0"/>
        <w:spacing w:after="0"/>
        <w:rPr>
          <w:rFonts w:ascii="Times New Roman" w:eastAsia="Calibri" w:hAnsi="Times New Roman" w:cs="Times New Roman"/>
          <w:color w:val="212529"/>
          <w:shd w:val="clear" w:color="auto" w:fill="F9F9FB"/>
          <w:lang w:val="kl-GL"/>
        </w:rPr>
      </w:pPr>
    </w:p>
    <w:p w14:paraId="79D7214C" w14:textId="2CA969B0" w:rsidR="00AD283D" w:rsidRPr="00171408" w:rsidRDefault="00474E45" w:rsidP="00F5206E">
      <w:pPr>
        <w:shd w:val="clear" w:color="auto" w:fill="FFFFFF"/>
        <w:suppressAutoHyphens w:val="0"/>
        <w:spacing w:after="0"/>
        <w:rPr>
          <w:rFonts w:ascii="Times New Roman" w:eastAsia="Calibri" w:hAnsi="Times New Roman" w:cs="Times New Roman"/>
          <w:color w:val="auto"/>
          <w:lang w:val="kl-GL"/>
        </w:rPr>
      </w:pPr>
      <w:r w:rsidRPr="00171408">
        <w:rPr>
          <w:rFonts w:ascii="Times New Roman" w:eastAsia="Calibri" w:hAnsi="Times New Roman" w:cs="Times New Roman"/>
          <w:color w:val="212529"/>
          <w:shd w:val="clear" w:color="auto" w:fill="F9F9FB"/>
          <w:lang w:val="kl-GL"/>
        </w:rPr>
        <w:t xml:space="preserve">Ilanngullugu siunnersuutigineqarpoq, </w:t>
      </w:r>
      <w:r w:rsidRPr="00171408">
        <w:rPr>
          <w:rFonts w:ascii="Times New Roman" w:eastAsia="Calibri" w:hAnsi="Times New Roman" w:cs="Times New Roman"/>
          <w:i/>
          <w:iCs/>
          <w:color w:val="212529"/>
          <w:shd w:val="clear" w:color="auto" w:fill="F9F9FB"/>
          <w:lang w:val="kl-GL"/>
        </w:rPr>
        <w:t>§ 21-mi</w:t>
      </w:r>
      <w:r w:rsidRPr="00171408">
        <w:rPr>
          <w:rFonts w:ascii="Times New Roman" w:eastAsia="Calibri" w:hAnsi="Times New Roman" w:cs="Times New Roman"/>
          <w:color w:val="212529"/>
          <w:shd w:val="clear" w:color="auto" w:fill="F9F9FB"/>
          <w:lang w:val="kl-GL"/>
        </w:rPr>
        <w:t xml:space="preserve"> </w:t>
      </w:r>
      <w:r w:rsidRPr="00171408">
        <w:rPr>
          <w:rFonts w:ascii="Times New Roman" w:eastAsia="Calibri" w:hAnsi="Times New Roman" w:cs="Times New Roman"/>
          <w:i/>
          <w:iCs/>
          <w:color w:val="212529"/>
          <w:shd w:val="clear" w:color="auto" w:fill="F9F9FB"/>
          <w:lang w:val="kl-GL"/>
        </w:rPr>
        <w:t>immikkoortumik 9-mik</w:t>
      </w:r>
      <w:r w:rsidRPr="00171408">
        <w:rPr>
          <w:rFonts w:ascii="Times New Roman" w:eastAsia="Calibri" w:hAnsi="Times New Roman" w:cs="Times New Roman"/>
          <w:color w:val="212529"/>
          <w:shd w:val="clear" w:color="auto" w:fill="F9F9FB"/>
          <w:lang w:val="kl-GL"/>
        </w:rPr>
        <w:t xml:space="preserve"> nutaamik</w:t>
      </w:r>
      <w:r w:rsidR="00AD283D" w:rsidRPr="00171408">
        <w:rPr>
          <w:rFonts w:ascii="Times New Roman" w:eastAsia="Calibri" w:hAnsi="Times New Roman" w:cs="Times New Roman"/>
          <w:color w:val="auto"/>
          <w:lang w:val="kl-GL"/>
        </w:rPr>
        <w:t xml:space="preserve"> </w:t>
      </w:r>
      <w:r w:rsidR="003743AE" w:rsidRPr="00171408">
        <w:rPr>
          <w:rFonts w:ascii="Times New Roman" w:eastAsia="Calibri" w:hAnsi="Times New Roman" w:cs="Times New Roman"/>
          <w:color w:val="auto"/>
          <w:lang w:val="kl-GL"/>
        </w:rPr>
        <w:t>ikkussisoqassasoq</w:t>
      </w:r>
      <w:r w:rsidR="00B762C9" w:rsidRPr="00171408">
        <w:rPr>
          <w:rFonts w:ascii="Times New Roman" w:eastAsia="Calibri" w:hAnsi="Times New Roman" w:cs="Times New Roman"/>
          <w:color w:val="auto"/>
          <w:lang w:val="kl-GL"/>
        </w:rPr>
        <w:t>, tamatuma kingorna §§ 46 aamma 47 malillugit suliat suliareqqitassanngortuni imm. 7-mi 8-milu malittarisassat assinganik atorneqarlutik</w:t>
      </w:r>
      <w:r w:rsidR="00006ADA" w:rsidRPr="00171408">
        <w:rPr>
          <w:rFonts w:ascii="Times New Roman" w:eastAsia="Calibri" w:hAnsi="Times New Roman" w:cs="Times New Roman"/>
          <w:color w:val="auto"/>
          <w:lang w:val="kl-GL"/>
        </w:rPr>
        <w:t xml:space="preserve">. </w:t>
      </w:r>
      <w:r w:rsidR="00CE6FBE" w:rsidRPr="00171408">
        <w:rPr>
          <w:rFonts w:ascii="Times New Roman" w:eastAsia="Calibri" w:hAnsi="Times New Roman" w:cs="Times New Roman"/>
          <w:color w:val="auto"/>
          <w:lang w:val="kl-GL"/>
        </w:rPr>
        <w:t>Suliani taakkunani p</w:t>
      </w:r>
      <w:r w:rsidR="00EC11FF" w:rsidRPr="00171408">
        <w:rPr>
          <w:rFonts w:ascii="Times New Roman" w:eastAsia="Calibri" w:hAnsi="Times New Roman" w:cs="Times New Roman"/>
          <w:color w:val="auto"/>
          <w:lang w:val="kl-GL"/>
        </w:rPr>
        <w:t>iffissa</w:t>
      </w:r>
      <w:r w:rsidR="00CE6FBE" w:rsidRPr="00171408">
        <w:rPr>
          <w:rFonts w:ascii="Times New Roman" w:eastAsia="Calibri" w:hAnsi="Times New Roman" w:cs="Times New Roman"/>
          <w:color w:val="auto"/>
          <w:lang w:val="kl-GL"/>
        </w:rPr>
        <w:t>q</w:t>
      </w:r>
      <w:r w:rsidR="00EC11FF" w:rsidRPr="00171408">
        <w:rPr>
          <w:rFonts w:ascii="Times New Roman" w:eastAsia="Calibri" w:hAnsi="Times New Roman" w:cs="Times New Roman"/>
          <w:color w:val="auto"/>
          <w:lang w:val="kl-GL"/>
        </w:rPr>
        <w:t xml:space="preserve"> suliareqqitassanngorlugu qinnuteqarfius</w:t>
      </w:r>
      <w:r w:rsidR="00CE6FBE" w:rsidRPr="00171408">
        <w:rPr>
          <w:rFonts w:ascii="Times New Roman" w:eastAsia="Calibri" w:hAnsi="Times New Roman" w:cs="Times New Roman"/>
          <w:color w:val="auto"/>
          <w:lang w:val="kl-GL"/>
        </w:rPr>
        <w:t>oq sioqqullugu</w:t>
      </w:r>
      <w:r w:rsidR="00E24D00" w:rsidRPr="00171408">
        <w:rPr>
          <w:rFonts w:ascii="Times New Roman" w:eastAsia="Calibri" w:hAnsi="Times New Roman" w:cs="Times New Roman"/>
          <w:color w:val="auto"/>
          <w:lang w:val="kl-GL"/>
        </w:rPr>
        <w:t>, imaluunniit Arbejdsmarkedets Erhvervssikringip suliaq suliareqqilernissaa sioqqullugu,</w:t>
      </w:r>
      <w:r w:rsidR="00CE14D6" w:rsidRPr="00171408">
        <w:rPr>
          <w:rFonts w:ascii="Times New Roman" w:eastAsia="Calibri" w:hAnsi="Times New Roman" w:cs="Times New Roman"/>
          <w:color w:val="auto"/>
          <w:lang w:val="kl-GL"/>
        </w:rPr>
        <w:t xml:space="preserve"> tak § 47</w:t>
      </w:r>
      <w:r w:rsidR="00F5206E" w:rsidRPr="00171408">
        <w:rPr>
          <w:rFonts w:ascii="Times New Roman" w:eastAsia="Calibri" w:hAnsi="Times New Roman" w:cs="Times New Roman"/>
          <w:color w:val="auto"/>
          <w:lang w:val="kl-GL"/>
        </w:rPr>
        <w:t>,</w:t>
      </w:r>
      <w:r w:rsidR="00CE14D6" w:rsidRPr="00171408">
        <w:rPr>
          <w:rFonts w:ascii="Times New Roman" w:eastAsia="Calibri" w:hAnsi="Times New Roman" w:cs="Times New Roman"/>
          <w:color w:val="auto"/>
          <w:lang w:val="kl-GL"/>
        </w:rPr>
        <w:t xml:space="preserve"> </w:t>
      </w:r>
      <w:r w:rsidR="00CE6FBE" w:rsidRPr="00171408">
        <w:rPr>
          <w:rFonts w:ascii="Times New Roman" w:eastAsia="Calibri" w:hAnsi="Times New Roman" w:cs="Times New Roman"/>
          <w:color w:val="auto"/>
          <w:lang w:val="kl-GL"/>
        </w:rPr>
        <w:t>taar</w:t>
      </w:r>
      <w:r w:rsidR="00B527FB" w:rsidRPr="00171408">
        <w:rPr>
          <w:rFonts w:ascii="Times New Roman" w:eastAsia="Calibri" w:hAnsi="Times New Roman" w:cs="Times New Roman"/>
          <w:color w:val="auto"/>
          <w:lang w:val="kl-GL"/>
        </w:rPr>
        <w:t xml:space="preserve">siissutinik </w:t>
      </w:r>
      <w:r w:rsidR="00CE6FBE" w:rsidRPr="00171408">
        <w:rPr>
          <w:rFonts w:ascii="Times New Roman" w:eastAsia="Calibri" w:hAnsi="Times New Roman" w:cs="Times New Roman"/>
          <w:color w:val="auto"/>
          <w:lang w:val="kl-GL"/>
        </w:rPr>
        <w:t>tunniussisoqarneq ajorpoq</w:t>
      </w:r>
      <w:r w:rsidR="00F5206E" w:rsidRPr="00171408">
        <w:rPr>
          <w:rFonts w:ascii="Times New Roman" w:eastAsia="Calibri" w:hAnsi="Times New Roman" w:cs="Times New Roman"/>
          <w:color w:val="auto"/>
          <w:lang w:val="kl-GL"/>
        </w:rPr>
        <w:t>.</w:t>
      </w:r>
    </w:p>
    <w:p w14:paraId="692EB6DE" w14:textId="77777777" w:rsidR="00F5206E" w:rsidRPr="00171408" w:rsidRDefault="00F5206E" w:rsidP="00F5206E">
      <w:pPr>
        <w:shd w:val="clear" w:color="auto" w:fill="FFFFFF"/>
        <w:suppressAutoHyphens w:val="0"/>
        <w:spacing w:after="0"/>
        <w:rPr>
          <w:rFonts w:ascii="Times New Roman" w:eastAsia="Times New Roman" w:hAnsi="Times New Roman" w:cs="Times New Roman"/>
          <w:color w:val="212529"/>
          <w:lang w:val="kl-GL" w:eastAsia="da-DK"/>
        </w:rPr>
      </w:pPr>
    </w:p>
    <w:p w14:paraId="4D256CA6" w14:textId="47ECEFC5" w:rsidR="00AD283D" w:rsidRPr="00171408" w:rsidRDefault="00F5206E" w:rsidP="00AD283D">
      <w:pPr>
        <w:suppressAutoHyphens w:val="0"/>
        <w:rPr>
          <w:rFonts w:ascii="Times New Roman" w:eastAsia="Calibri" w:hAnsi="Times New Roman" w:cs="Times New Roman"/>
          <w:color w:val="auto"/>
          <w:shd w:val="clear" w:color="auto" w:fill="FFFFFF"/>
          <w:lang w:val="kl-GL"/>
        </w:rPr>
      </w:pPr>
      <w:r w:rsidRPr="00171408">
        <w:rPr>
          <w:rFonts w:ascii="Times New Roman" w:eastAsia="Calibri" w:hAnsi="Times New Roman" w:cs="Times New Roman"/>
          <w:color w:val="auto"/>
          <w:shd w:val="clear" w:color="auto" w:fill="FFFFFF"/>
          <w:lang w:val="kl-GL"/>
        </w:rPr>
        <w:t>Imm</w:t>
      </w:r>
      <w:r w:rsidR="00AD283D" w:rsidRPr="00171408">
        <w:rPr>
          <w:rFonts w:ascii="Times New Roman" w:eastAsia="Calibri" w:hAnsi="Times New Roman" w:cs="Times New Roman"/>
          <w:color w:val="auto"/>
          <w:shd w:val="clear" w:color="auto" w:fill="FFFFFF"/>
          <w:lang w:val="kl-GL"/>
        </w:rPr>
        <w:t xml:space="preserve">. 8 </w:t>
      </w:r>
      <w:r w:rsidRPr="00171408">
        <w:rPr>
          <w:rFonts w:ascii="Times New Roman" w:eastAsia="Calibri" w:hAnsi="Times New Roman" w:cs="Times New Roman"/>
          <w:color w:val="auto"/>
          <w:shd w:val="clear" w:color="auto" w:fill="FFFFFF"/>
          <w:lang w:val="kl-GL"/>
        </w:rPr>
        <w:t>tamatuma kingorna imm</w:t>
      </w:r>
      <w:r w:rsidR="00AD283D" w:rsidRPr="00171408">
        <w:rPr>
          <w:rFonts w:ascii="Times New Roman" w:eastAsia="Calibri" w:hAnsi="Times New Roman" w:cs="Times New Roman"/>
          <w:color w:val="auto"/>
          <w:shd w:val="clear" w:color="auto" w:fill="FFFFFF"/>
          <w:lang w:val="kl-GL"/>
        </w:rPr>
        <w:t>. 10</w:t>
      </w:r>
      <w:r w:rsidRPr="00171408">
        <w:rPr>
          <w:rFonts w:ascii="Times New Roman" w:eastAsia="Calibri" w:hAnsi="Times New Roman" w:cs="Times New Roman"/>
          <w:color w:val="auto"/>
          <w:shd w:val="clear" w:color="auto" w:fill="FFFFFF"/>
          <w:lang w:val="kl-GL"/>
        </w:rPr>
        <w:t>-nngussaaq.</w:t>
      </w:r>
    </w:p>
    <w:p w14:paraId="79CAD4D0" w14:textId="771D10B2" w:rsidR="00F5206E" w:rsidRPr="00171408" w:rsidRDefault="0090272A" w:rsidP="00AD283D">
      <w:pPr>
        <w:suppressAutoHyphens w:val="0"/>
        <w:rPr>
          <w:rFonts w:ascii="Times New Roman" w:eastAsia="Calibri" w:hAnsi="Times New Roman" w:cs="Times New Roman"/>
          <w:color w:val="auto"/>
          <w:shd w:val="clear" w:color="auto" w:fill="FFFFFF"/>
          <w:lang w:val="kl-GL"/>
        </w:rPr>
      </w:pPr>
      <w:r w:rsidRPr="00171408">
        <w:rPr>
          <w:rFonts w:ascii="Times New Roman" w:eastAsia="Calibri" w:hAnsi="Times New Roman" w:cs="Times New Roman"/>
          <w:color w:val="auto"/>
          <w:shd w:val="clear" w:color="auto" w:fill="FFFFFF"/>
          <w:lang w:val="kl-GL"/>
        </w:rPr>
        <w:t xml:space="preserve">Siunnersuutikkut </w:t>
      </w:r>
      <w:r w:rsidR="009D6819" w:rsidRPr="00171408">
        <w:rPr>
          <w:rFonts w:ascii="Times New Roman" w:eastAsia="Calibri" w:hAnsi="Times New Roman" w:cs="Times New Roman"/>
          <w:color w:val="auto"/>
          <w:shd w:val="clear" w:color="auto" w:fill="FFFFFF"/>
          <w:lang w:val="kl-GL"/>
        </w:rPr>
        <w:t xml:space="preserve">suliani </w:t>
      </w:r>
      <w:r w:rsidR="008219DD" w:rsidRPr="00171408">
        <w:rPr>
          <w:rFonts w:ascii="Times New Roman" w:eastAsia="Calibri" w:hAnsi="Times New Roman" w:cs="Times New Roman"/>
          <w:color w:val="auto"/>
          <w:shd w:val="clear" w:color="auto" w:fill="FFFFFF"/>
          <w:lang w:val="kl-GL"/>
        </w:rPr>
        <w:t xml:space="preserve">ajoqusertumut </w:t>
      </w:r>
      <w:r w:rsidRPr="00171408">
        <w:rPr>
          <w:rFonts w:ascii="Times New Roman" w:eastAsia="Calibri" w:hAnsi="Times New Roman" w:cs="Times New Roman"/>
          <w:color w:val="auto"/>
          <w:shd w:val="clear" w:color="auto" w:fill="FFFFFF"/>
          <w:lang w:val="kl-GL"/>
        </w:rPr>
        <w:t xml:space="preserve">inuussutissarsiornermik annaasaqarnermut </w:t>
      </w:r>
      <w:r w:rsidR="008219DD" w:rsidRPr="00171408">
        <w:rPr>
          <w:rFonts w:ascii="Times New Roman" w:eastAsia="Calibri" w:hAnsi="Times New Roman" w:cs="Times New Roman"/>
          <w:color w:val="auto"/>
          <w:shd w:val="clear" w:color="auto" w:fill="FFFFFF"/>
          <w:lang w:val="kl-GL"/>
        </w:rPr>
        <w:t>ingerlaavartumik taarsiissuti</w:t>
      </w:r>
      <w:r w:rsidR="009D6819" w:rsidRPr="00171408">
        <w:rPr>
          <w:rFonts w:ascii="Times New Roman" w:eastAsia="Calibri" w:hAnsi="Times New Roman" w:cs="Times New Roman"/>
          <w:color w:val="auto"/>
          <w:shd w:val="clear" w:color="auto" w:fill="FFFFFF"/>
          <w:lang w:val="kl-GL"/>
        </w:rPr>
        <w:t>t pillugit akuerineqarsinnaasuni,</w:t>
      </w:r>
      <w:r w:rsidR="008219DD" w:rsidRPr="00171408">
        <w:rPr>
          <w:rFonts w:ascii="Times New Roman" w:eastAsia="Calibri" w:hAnsi="Times New Roman" w:cs="Times New Roman"/>
          <w:color w:val="auto"/>
          <w:shd w:val="clear" w:color="auto" w:fill="FFFFFF"/>
          <w:lang w:val="kl-GL"/>
        </w:rPr>
        <w:t xml:space="preserve"> </w:t>
      </w:r>
      <w:r w:rsidRPr="00171408">
        <w:rPr>
          <w:rFonts w:ascii="Times New Roman" w:eastAsia="Calibri" w:hAnsi="Times New Roman" w:cs="Times New Roman"/>
          <w:color w:val="auto"/>
          <w:shd w:val="clear" w:color="auto" w:fill="FFFFFF"/>
          <w:lang w:val="kl-GL"/>
        </w:rPr>
        <w:t>taar</w:t>
      </w:r>
      <w:r w:rsidR="00B527FB" w:rsidRPr="00171408">
        <w:rPr>
          <w:rFonts w:ascii="Times New Roman" w:eastAsia="Calibri" w:hAnsi="Times New Roman" w:cs="Times New Roman"/>
          <w:color w:val="auto"/>
          <w:shd w:val="clear" w:color="auto" w:fill="FFFFFF"/>
          <w:lang w:val="kl-GL"/>
        </w:rPr>
        <w:t>siissutit</w:t>
      </w:r>
      <w:r w:rsidRPr="00171408">
        <w:rPr>
          <w:rFonts w:ascii="Times New Roman" w:eastAsia="Calibri" w:hAnsi="Times New Roman" w:cs="Times New Roman"/>
          <w:color w:val="auto"/>
          <w:shd w:val="clear" w:color="auto" w:fill="FFFFFF"/>
          <w:lang w:val="kl-GL"/>
        </w:rPr>
        <w:t xml:space="preserve"> aningaasanngorlugit </w:t>
      </w:r>
      <w:r w:rsidR="008219DD" w:rsidRPr="00171408">
        <w:rPr>
          <w:rFonts w:ascii="Times New Roman" w:eastAsia="Calibri" w:hAnsi="Times New Roman" w:cs="Times New Roman"/>
          <w:color w:val="auto"/>
          <w:shd w:val="clear" w:color="auto" w:fill="FFFFFF"/>
          <w:lang w:val="kl-GL"/>
        </w:rPr>
        <w:t>tunniunneqartussanngortuni</w:t>
      </w:r>
      <w:r w:rsidR="00ED432A" w:rsidRPr="00171408">
        <w:rPr>
          <w:rFonts w:ascii="Times New Roman" w:eastAsia="Calibri" w:hAnsi="Times New Roman" w:cs="Times New Roman"/>
          <w:color w:val="auto"/>
          <w:shd w:val="clear" w:color="auto" w:fill="FFFFFF"/>
          <w:lang w:val="kl-GL"/>
        </w:rPr>
        <w:t xml:space="preserve">, periarfissamik pilersitsisoqassaaq, tamatuma suliani inuussutissarsiornermik annaasaqarnermut ingerlaavartumik taarsiissutinik </w:t>
      </w:r>
      <w:r w:rsidR="002E4B3F" w:rsidRPr="00171408">
        <w:rPr>
          <w:rFonts w:ascii="Times New Roman" w:eastAsia="Calibri" w:hAnsi="Times New Roman" w:cs="Times New Roman"/>
          <w:color w:val="auto"/>
          <w:shd w:val="clear" w:color="auto" w:fill="FFFFFF"/>
          <w:lang w:val="kl-GL"/>
        </w:rPr>
        <w:t>tunniunneqartussanngortuni naapertuuttumik pisoqarnissaanik qulakkeeris</w:t>
      </w:r>
      <w:r w:rsidR="00973821" w:rsidRPr="00171408">
        <w:rPr>
          <w:rFonts w:ascii="Times New Roman" w:eastAsia="Calibri" w:hAnsi="Times New Roman" w:cs="Times New Roman"/>
          <w:color w:val="auto"/>
          <w:shd w:val="clear" w:color="auto" w:fill="FFFFFF"/>
          <w:lang w:val="kl-GL"/>
        </w:rPr>
        <w:t>salluni.</w:t>
      </w:r>
    </w:p>
    <w:p w14:paraId="24F0AF69" w14:textId="4B2A2306" w:rsidR="00973821" w:rsidRPr="00171408" w:rsidRDefault="00973821" w:rsidP="00AD283D">
      <w:pPr>
        <w:suppressAutoHyphens w:val="0"/>
        <w:rPr>
          <w:rFonts w:ascii="Times New Roman" w:eastAsia="Calibri" w:hAnsi="Times New Roman" w:cs="Times New Roman"/>
          <w:color w:val="auto"/>
          <w:shd w:val="clear" w:color="auto" w:fill="FFFFFF"/>
          <w:lang w:val="kl-GL"/>
        </w:rPr>
      </w:pPr>
      <w:r w:rsidRPr="00171408">
        <w:rPr>
          <w:rFonts w:ascii="Times New Roman" w:eastAsia="Calibri" w:hAnsi="Times New Roman" w:cs="Times New Roman"/>
          <w:color w:val="auto"/>
          <w:shd w:val="clear" w:color="auto" w:fill="FFFFFF"/>
          <w:lang w:val="kl-GL"/>
        </w:rPr>
        <w:t>Inuussutissarsiornermik annaasaqarnermut ingerlaavartumik taar</w:t>
      </w:r>
      <w:r w:rsidR="009869E1" w:rsidRPr="00171408">
        <w:rPr>
          <w:rFonts w:ascii="Times New Roman" w:eastAsia="Calibri" w:hAnsi="Times New Roman" w:cs="Times New Roman"/>
          <w:color w:val="auto"/>
          <w:shd w:val="clear" w:color="auto" w:fill="FFFFFF"/>
          <w:lang w:val="kl-GL"/>
        </w:rPr>
        <w:t xml:space="preserve">siissutinik akuersisoqartillugu, ingerlaavartumik taarsiissutit </w:t>
      </w:r>
      <w:r w:rsidR="001776B3" w:rsidRPr="00171408">
        <w:rPr>
          <w:rFonts w:ascii="Times New Roman" w:eastAsia="Calibri" w:hAnsi="Times New Roman" w:cs="Times New Roman"/>
          <w:color w:val="auto"/>
          <w:shd w:val="clear" w:color="auto" w:fill="FFFFFF"/>
          <w:lang w:val="kl-GL"/>
        </w:rPr>
        <w:t xml:space="preserve">aallartinneqassapput, piffissamiit inuussutissarsiornermik annaasaqarnerup uppernarsineqarfianiit. Piffissaq tamanna taarsiissutit pillugit aalajangiineq sioqqullugu inissisimasinnaavoq. Taamaattoq ingerlaavartumik taarsiissutit </w:t>
      </w:r>
      <w:r w:rsidR="002375B9" w:rsidRPr="00171408">
        <w:rPr>
          <w:rFonts w:ascii="Times New Roman" w:eastAsia="Calibri" w:hAnsi="Times New Roman" w:cs="Times New Roman"/>
          <w:color w:val="auto"/>
          <w:shd w:val="clear" w:color="auto" w:fill="FFFFFF"/>
          <w:lang w:val="kl-GL"/>
        </w:rPr>
        <w:t>siusinnerpaamik tunniunneqarsinnaapput, piffissamiit ajoquserneq sillimmasiisarfimmut imaluunniit Arbejdsmarkedets Erhvervssikringimut nalunaarutigineqarfianiit.</w:t>
      </w:r>
    </w:p>
    <w:p w14:paraId="3692AB53" w14:textId="7A3680AD" w:rsidR="002375B9" w:rsidRPr="00171408" w:rsidRDefault="00A539C4" w:rsidP="00AD283D">
      <w:pPr>
        <w:suppressAutoHyphens w:val="0"/>
        <w:rPr>
          <w:rFonts w:ascii="Times New Roman" w:eastAsia="Calibri" w:hAnsi="Times New Roman" w:cs="Times New Roman"/>
          <w:color w:val="auto"/>
          <w:shd w:val="clear" w:color="auto" w:fill="FFFFFF"/>
          <w:lang w:val="kl-GL"/>
        </w:rPr>
      </w:pPr>
      <w:r w:rsidRPr="00171408">
        <w:rPr>
          <w:rFonts w:ascii="Times New Roman" w:eastAsia="Calibri" w:hAnsi="Times New Roman" w:cs="Times New Roman"/>
          <w:color w:val="auto"/>
          <w:shd w:val="clear" w:color="auto" w:fill="FFFFFF"/>
          <w:lang w:val="kl-GL"/>
        </w:rPr>
        <w:t>Suliani suliareqqitassanngortuni</w:t>
      </w:r>
      <w:r w:rsidR="0030261E" w:rsidRPr="00171408">
        <w:rPr>
          <w:rFonts w:ascii="Times New Roman" w:eastAsia="Calibri" w:hAnsi="Times New Roman" w:cs="Times New Roman"/>
          <w:color w:val="auto"/>
          <w:shd w:val="clear" w:color="auto" w:fill="FFFFFF"/>
          <w:lang w:val="kl-GL"/>
        </w:rPr>
        <w:t>, taarsiissutit siusinnerpaamik tunniunneqarsinnaapput, piffissamiit suliamik suliareqqitassanngorlugu qinnuteqarfiusumiit. Suliani Arbejdsmarkedets Erhvervssikrin</w:t>
      </w:r>
      <w:r w:rsidR="00FC038B" w:rsidRPr="00171408">
        <w:rPr>
          <w:rFonts w:ascii="Times New Roman" w:eastAsia="Calibri" w:hAnsi="Times New Roman" w:cs="Times New Roman"/>
          <w:color w:val="auto"/>
          <w:shd w:val="clear" w:color="auto" w:fill="FFFFFF"/>
          <w:lang w:val="kl-GL"/>
        </w:rPr>
        <w:t xml:space="preserve">gi nammineq iliuuseqarneratigut suliareqqitassanngortuni, taarsiissutit siusinnerpaamik tunniunneqarsinnaapput, piffissamiit </w:t>
      </w:r>
      <w:r w:rsidR="00684E08" w:rsidRPr="00171408">
        <w:rPr>
          <w:rFonts w:ascii="Times New Roman" w:eastAsia="Calibri" w:hAnsi="Times New Roman" w:cs="Times New Roman"/>
          <w:color w:val="auto"/>
          <w:shd w:val="clear" w:color="auto" w:fill="FFFFFF"/>
          <w:lang w:val="kl-GL"/>
        </w:rPr>
        <w:t xml:space="preserve">suliap suliareqqitassanngornera pillugu </w:t>
      </w:r>
      <w:r w:rsidR="00FC038B" w:rsidRPr="00171408">
        <w:rPr>
          <w:rFonts w:ascii="Times New Roman" w:eastAsia="Calibri" w:hAnsi="Times New Roman" w:cs="Times New Roman"/>
          <w:color w:val="auto"/>
          <w:shd w:val="clear" w:color="auto" w:fill="FFFFFF"/>
          <w:lang w:val="kl-GL"/>
        </w:rPr>
        <w:t>Arbejdsskadestyrelsip</w:t>
      </w:r>
      <w:r w:rsidR="00684E08" w:rsidRPr="00171408">
        <w:rPr>
          <w:rFonts w:ascii="Times New Roman" w:eastAsia="Calibri" w:hAnsi="Times New Roman" w:cs="Times New Roman"/>
          <w:color w:val="auto"/>
          <w:shd w:val="clear" w:color="auto" w:fill="FFFFFF"/>
          <w:lang w:val="kl-GL"/>
        </w:rPr>
        <w:t xml:space="preserve"> aalajangiinerani </w:t>
      </w:r>
      <w:r w:rsidR="00C2051B" w:rsidRPr="00171408">
        <w:rPr>
          <w:rFonts w:ascii="Times New Roman" w:eastAsia="Calibri" w:hAnsi="Times New Roman" w:cs="Times New Roman"/>
          <w:color w:val="auto"/>
          <w:shd w:val="clear" w:color="auto" w:fill="FFFFFF"/>
          <w:lang w:val="kl-GL"/>
        </w:rPr>
        <w:t>piffissaq allaqqasoq malillugu.</w:t>
      </w:r>
    </w:p>
    <w:p w14:paraId="6F132FD5" w14:textId="2D365D90" w:rsidR="00C2051B" w:rsidRPr="00171408" w:rsidRDefault="008B51D7" w:rsidP="00AD283D">
      <w:pPr>
        <w:suppressAutoHyphens w:val="0"/>
        <w:rPr>
          <w:rFonts w:ascii="Times New Roman" w:eastAsia="Calibri" w:hAnsi="Times New Roman" w:cs="Times New Roman"/>
          <w:color w:val="auto"/>
          <w:shd w:val="clear" w:color="auto" w:fill="FFFFFF"/>
          <w:lang w:val="kl-GL"/>
        </w:rPr>
      </w:pPr>
      <w:r w:rsidRPr="00171408">
        <w:rPr>
          <w:rFonts w:ascii="Times New Roman" w:eastAsia="Calibri" w:hAnsi="Times New Roman" w:cs="Times New Roman"/>
          <w:color w:val="auto"/>
          <w:shd w:val="clear" w:color="auto" w:fill="FFFFFF"/>
          <w:lang w:val="kl-GL"/>
        </w:rPr>
        <w:t>S</w:t>
      </w:r>
      <w:r w:rsidR="00800D4B" w:rsidRPr="00171408">
        <w:rPr>
          <w:rFonts w:ascii="Times New Roman" w:eastAsia="Calibri" w:hAnsi="Times New Roman" w:cs="Times New Roman"/>
          <w:color w:val="auto"/>
          <w:shd w:val="clear" w:color="auto" w:fill="FFFFFF"/>
          <w:lang w:val="kl-GL"/>
        </w:rPr>
        <w:t>iunnersuut s</w:t>
      </w:r>
      <w:r w:rsidRPr="00171408">
        <w:rPr>
          <w:rFonts w:ascii="Times New Roman" w:eastAsia="Calibri" w:hAnsi="Times New Roman" w:cs="Times New Roman"/>
          <w:color w:val="auto"/>
          <w:shd w:val="clear" w:color="auto" w:fill="FFFFFF"/>
          <w:lang w:val="kl-GL"/>
        </w:rPr>
        <w:t>ulinermi ajoqusernermik isumannaarineq pillugu inats</w:t>
      </w:r>
      <w:r w:rsidR="00800D4B" w:rsidRPr="00171408">
        <w:rPr>
          <w:rFonts w:ascii="Times New Roman" w:eastAsia="Calibri" w:hAnsi="Times New Roman" w:cs="Times New Roman"/>
          <w:color w:val="auto"/>
          <w:shd w:val="clear" w:color="auto" w:fill="FFFFFF"/>
          <w:lang w:val="kl-GL"/>
        </w:rPr>
        <w:t>immi malittarisassa</w:t>
      </w:r>
      <w:r w:rsidR="0082534E" w:rsidRPr="00171408">
        <w:rPr>
          <w:rFonts w:ascii="Times New Roman" w:eastAsia="Calibri" w:hAnsi="Times New Roman" w:cs="Times New Roman"/>
          <w:color w:val="auto"/>
          <w:shd w:val="clear" w:color="auto" w:fill="FFFFFF"/>
          <w:lang w:val="kl-GL"/>
        </w:rPr>
        <w:t>nik</w:t>
      </w:r>
      <w:r w:rsidR="00800D4B" w:rsidRPr="00171408">
        <w:rPr>
          <w:rFonts w:ascii="Times New Roman" w:eastAsia="Calibri" w:hAnsi="Times New Roman" w:cs="Times New Roman"/>
          <w:color w:val="auto"/>
          <w:shd w:val="clear" w:color="auto" w:fill="FFFFFF"/>
          <w:lang w:val="kl-GL"/>
        </w:rPr>
        <w:t xml:space="preserve"> atuuttu</w:t>
      </w:r>
      <w:r w:rsidR="0082534E" w:rsidRPr="00171408">
        <w:rPr>
          <w:rFonts w:ascii="Times New Roman" w:eastAsia="Calibri" w:hAnsi="Times New Roman" w:cs="Times New Roman"/>
          <w:color w:val="auto"/>
          <w:shd w:val="clear" w:color="auto" w:fill="FFFFFF"/>
          <w:lang w:val="kl-GL"/>
        </w:rPr>
        <w:t>nik</w:t>
      </w:r>
      <w:r w:rsidR="00800D4B" w:rsidRPr="00171408">
        <w:rPr>
          <w:rFonts w:ascii="Times New Roman" w:eastAsia="Calibri" w:hAnsi="Times New Roman" w:cs="Times New Roman"/>
          <w:color w:val="auto"/>
          <w:shd w:val="clear" w:color="auto" w:fill="FFFFFF"/>
          <w:lang w:val="kl-GL"/>
        </w:rPr>
        <w:t xml:space="preserve"> naapert</w:t>
      </w:r>
      <w:r w:rsidR="0082534E" w:rsidRPr="00171408">
        <w:rPr>
          <w:rFonts w:ascii="Times New Roman" w:eastAsia="Calibri" w:hAnsi="Times New Roman" w:cs="Times New Roman"/>
          <w:color w:val="auto"/>
          <w:shd w:val="clear" w:color="auto" w:fill="FFFFFF"/>
          <w:lang w:val="kl-GL"/>
        </w:rPr>
        <w:t>uuppoq.</w:t>
      </w:r>
    </w:p>
    <w:p w14:paraId="28F1A838" w14:textId="47CAE4B0" w:rsidR="00AD283D" w:rsidRPr="00171408" w:rsidRDefault="0082534E" w:rsidP="000D12A0">
      <w:pPr>
        <w:suppressAutoHyphens w:val="0"/>
        <w:rPr>
          <w:rFonts w:ascii="Times New Roman" w:eastAsia="Times New Roman" w:hAnsi="Times New Roman" w:cs="Times New Roman"/>
          <w:color w:val="212529"/>
          <w:lang w:val="kl-GL" w:eastAsia="da-DK"/>
        </w:rPr>
      </w:pPr>
      <w:r w:rsidRPr="00171408">
        <w:rPr>
          <w:rFonts w:ascii="Times New Roman" w:eastAsia="Calibri" w:hAnsi="Times New Roman" w:cs="Times New Roman"/>
          <w:color w:val="auto"/>
          <w:shd w:val="clear" w:color="auto" w:fill="FFFFFF"/>
          <w:lang w:val="kl-GL"/>
        </w:rPr>
        <w:t xml:space="preserve">Inatsisissatut siunnersuummi imm. 2.8-mut oqaaseqaatit nalinginnaasut </w:t>
      </w:r>
      <w:r w:rsidR="000D12A0" w:rsidRPr="00171408">
        <w:rPr>
          <w:rFonts w:ascii="Times New Roman" w:eastAsia="Calibri" w:hAnsi="Times New Roman" w:cs="Times New Roman"/>
          <w:color w:val="auto"/>
          <w:shd w:val="clear" w:color="auto" w:fill="FFFFFF"/>
          <w:lang w:val="kl-GL"/>
        </w:rPr>
        <w:t>innersuussutigineqarput.</w:t>
      </w:r>
    </w:p>
    <w:p w14:paraId="2970855D" w14:textId="609CBBC8" w:rsidR="00515200" w:rsidRPr="00171408" w:rsidRDefault="00CE02F1">
      <w:pPr>
        <w:shd w:val="clear" w:color="auto" w:fill="FFFFFF"/>
        <w:spacing w:after="0"/>
        <w:rPr>
          <w:rFonts w:ascii="Times New Roman" w:hAnsi="Times New Roman"/>
          <w:lang w:val="kl-GL"/>
        </w:rPr>
      </w:pPr>
      <w:r w:rsidRPr="00171408">
        <w:rPr>
          <w:rFonts w:ascii="Times New Roman" w:eastAsia="Times New Roman" w:hAnsi="Times New Roman" w:cs="Times New Roman"/>
          <w:lang w:val="kl-GL" w:eastAsia="da-DK"/>
        </w:rPr>
        <w:t xml:space="preserve">Nr. </w:t>
      </w:r>
      <w:r w:rsidR="00D91ADC" w:rsidRPr="00171408">
        <w:rPr>
          <w:rFonts w:ascii="Times New Roman" w:eastAsia="Times New Roman" w:hAnsi="Times New Roman" w:cs="Times New Roman"/>
          <w:lang w:val="kl-GL" w:eastAsia="da-DK"/>
        </w:rPr>
        <w:t>7</w:t>
      </w:r>
      <w:r w:rsidRPr="00171408">
        <w:rPr>
          <w:rFonts w:ascii="Times New Roman" w:eastAsia="Times New Roman" w:hAnsi="Times New Roman" w:cs="Times New Roman"/>
          <w:lang w:val="kl-GL" w:eastAsia="da-DK"/>
        </w:rPr>
        <w:t>-</w:t>
      </w:r>
      <w:r w:rsidR="00A405FD" w:rsidRPr="00171408">
        <w:rPr>
          <w:rFonts w:ascii="Times New Roman" w:eastAsia="Times New Roman" w:hAnsi="Times New Roman" w:cs="Times New Roman"/>
          <w:lang w:val="kl-GL" w:eastAsia="da-DK"/>
        </w:rPr>
        <w:t>i</w:t>
      </w:r>
      <w:r w:rsidRPr="00171408">
        <w:rPr>
          <w:rFonts w:ascii="Times New Roman" w:eastAsia="Times New Roman" w:hAnsi="Times New Roman" w:cs="Times New Roman"/>
          <w:lang w:val="kl-GL" w:eastAsia="da-DK"/>
        </w:rPr>
        <w:t>mut</w:t>
      </w:r>
    </w:p>
    <w:p w14:paraId="5CB8FC47" w14:textId="77777777" w:rsidR="00515200" w:rsidRPr="00171408" w:rsidRDefault="00515200">
      <w:pPr>
        <w:shd w:val="clear" w:color="auto" w:fill="FFFFFF"/>
        <w:spacing w:after="0"/>
        <w:rPr>
          <w:rFonts w:ascii="Times New Roman" w:eastAsia="Times New Roman" w:hAnsi="Times New Roman" w:cs="Times New Roman"/>
          <w:lang w:val="kl-GL" w:eastAsia="da-DK"/>
        </w:rPr>
      </w:pPr>
    </w:p>
    <w:p w14:paraId="3FB3122D" w14:textId="659C4EF8" w:rsidR="00515200" w:rsidRPr="00171408" w:rsidRDefault="00CE02F1">
      <w:pPr>
        <w:shd w:val="clear" w:color="auto" w:fill="FFFFFF"/>
        <w:spacing w:after="0"/>
        <w:rPr>
          <w:rFonts w:ascii="Times New Roman" w:hAnsi="Times New Roman"/>
          <w:lang w:val="kl-GL"/>
        </w:rPr>
      </w:pPr>
      <w:r w:rsidRPr="00171408">
        <w:rPr>
          <w:rFonts w:ascii="Times New Roman" w:hAnsi="Times New Roman" w:cs="Times New Roman"/>
          <w:lang w:val="kl-GL"/>
        </w:rPr>
        <w:t xml:space="preserve">§ 28, imm. 2, oqaaseqatigiit </w:t>
      </w:r>
      <w:r w:rsidR="00E34A86" w:rsidRPr="00171408">
        <w:rPr>
          <w:rFonts w:ascii="Times New Roman" w:hAnsi="Times New Roman" w:cs="Times New Roman"/>
          <w:lang w:val="kl-GL"/>
        </w:rPr>
        <w:t>aappa</w:t>
      </w:r>
      <w:r w:rsidRPr="00171408">
        <w:rPr>
          <w:rFonts w:ascii="Times New Roman" w:hAnsi="Times New Roman" w:cs="Times New Roman"/>
          <w:lang w:val="kl-GL"/>
        </w:rPr>
        <w:t>a</w:t>
      </w:r>
      <w:r w:rsidR="007C48BE" w:rsidRPr="00171408">
        <w:rPr>
          <w:rFonts w:ascii="Times New Roman" w:hAnsi="Times New Roman" w:cs="Times New Roman"/>
          <w:lang w:val="kl-GL"/>
        </w:rPr>
        <w:t>n</w:t>
      </w:r>
      <w:r w:rsidRPr="00171408">
        <w:rPr>
          <w:rFonts w:ascii="Times New Roman" w:hAnsi="Times New Roman" w:cs="Times New Roman"/>
          <w:lang w:val="kl-GL"/>
        </w:rPr>
        <w:t xml:space="preserve">ni aalajangersakkami atuuttumi allaqqavoq, </w:t>
      </w:r>
      <w:r w:rsidR="000B5338" w:rsidRPr="00171408">
        <w:rPr>
          <w:rFonts w:ascii="Times New Roman" w:hAnsi="Times New Roman" w:cs="Times New Roman"/>
          <w:lang w:val="kl-GL"/>
        </w:rPr>
        <w:t>suliassaqartitsinermut ministeri</w:t>
      </w:r>
      <w:r w:rsidRPr="00171408">
        <w:rPr>
          <w:rFonts w:ascii="Times New Roman" w:hAnsi="Times New Roman" w:cs="Times New Roman"/>
          <w:lang w:val="kl-GL"/>
        </w:rPr>
        <w:t>p inuit sulisitsisu</w:t>
      </w:r>
      <w:r w:rsidR="0092554A" w:rsidRPr="00171408">
        <w:rPr>
          <w:rFonts w:ascii="Times New Roman" w:hAnsi="Times New Roman" w:cs="Times New Roman"/>
          <w:lang w:val="kl-GL"/>
        </w:rPr>
        <w:t>minni najugaqartut</w:t>
      </w:r>
      <w:r w:rsidRPr="00171408">
        <w:rPr>
          <w:rFonts w:ascii="Times New Roman" w:hAnsi="Times New Roman" w:cs="Times New Roman"/>
          <w:lang w:val="kl-GL"/>
        </w:rPr>
        <w:t xml:space="preserve"> nerisaqarnerisa aamma ineqarnerisa nalingi aalajangersassagai.</w:t>
      </w:r>
    </w:p>
    <w:p w14:paraId="53CD0EC8" w14:textId="7B4FC468" w:rsidR="00515200" w:rsidRPr="00171408" w:rsidRDefault="00CE02F1">
      <w:pPr>
        <w:pStyle w:val="AT-Body"/>
        <w:spacing w:line="276" w:lineRule="auto"/>
        <w:rPr>
          <w:lang w:val="kl-GL"/>
        </w:rPr>
      </w:pPr>
      <w:r w:rsidRPr="00171408">
        <w:rPr>
          <w:lang w:val="kl-GL"/>
        </w:rPr>
        <w:lastRenderedPageBreak/>
        <w:t xml:space="preserve">Suleriaaseq nalinginnaasoq malillugu, Kalaallit Nunaanni </w:t>
      </w:r>
      <w:r w:rsidR="00984F94" w:rsidRPr="00171408">
        <w:rPr>
          <w:lang w:val="kl-GL"/>
        </w:rPr>
        <w:t xml:space="preserve">sulinermi </w:t>
      </w:r>
      <w:r w:rsidR="006A4971" w:rsidRPr="00171408">
        <w:rPr>
          <w:lang w:val="kl-GL"/>
        </w:rPr>
        <w:t>ajoqusernermut isumannaarineq</w:t>
      </w:r>
      <w:r w:rsidRPr="00171408">
        <w:rPr>
          <w:lang w:val="kl-GL"/>
        </w:rPr>
        <w:t xml:space="preserve"> pillugu inatsimmi § 29, imm. 1-imi </w:t>
      </w:r>
      <w:r w:rsidR="00A07BCE" w:rsidRPr="00171408">
        <w:rPr>
          <w:lang w:val="kl-GL"/>
        </w:rPr>
        <w:t>nal</w:t>
      </w:r>
      <w:r w:rsidR="00C869D5" w:rsidRPr="00171408">
        <w:rPr>
          <w:lang w:val="kl-GL"/>
        </w:rPr>
        <w:t>eqqu</w:t>
      </w:r>
      <w:r w:rsidR="00A07BCE" w:rsidRPr="00171408">
        <w:rPr>
          <w:lang w:val="kl-GL"/>
        </w:rPr>
        <w:t>ssaa</w:t>
      </w:r>
      <w:r w:rsidRPr="00171408">
        <w:rPr>
          <w:lang w:val="kl-GL"/>
        </w:rPr>
        <w:t xml:space="preserve">nerit allat assingannik periuseqarluni, nerisaqarnermut aamma ineqarnermut akigititat </w:t>
      </w:r>
      <w:r w:rsidR="00B422D9" w:rsidRPr="00171408">
        <w:rPr>
          <w:lang w:val="kl-GL"/>
        </w:rPr>
        <w:t>nal</w:t>
      </w:r>
      <w:r w:rsidR="004B4556" w:rsidRPr="00171408">
        <w:rPr>
          <w:lang w:val="kl-GL"/>
        </w:rPr>
        <w:t>eqqu</w:t>
      </w:r>
      <w:r w:rsidR="00B422D9" w:rsidRPr="00171408">
        <w:rPr>
          <w:lang w:val="kl-GL"/>
        </w:rPr>
        <w:t>ssar</w:t>
      </w:r>
      <w:r w:rsidRPr="00171408">
        <w:rPr>
          <w:lang w:val="kl-GL"/>
        </w:rPr>
        <w:t xml:space="preserve">neqartarput. Aalajangersakkami innersuussutigineqarput </w:t>
      </w:r>
      <w:r w:rsidR="00984F94" w:rsidRPr="00171408">
        <w:rPr>
          <w:lang w:val="kl-GL"/>
        </w:rPr>
        <w:t xml:space="preserve">sulinermi </w:t>
      </w:r>
      <w:r w:rsidR="006A4971" w:rsidRPr="00171408">
        <w:rPr>
          <w:lang w:val="kl-GL"/>
        </w:rPr>
        <w:t>ajoqusernermut isumannaarineq</w:t>
      </w:r>
      <w:r w:rsidRPr="00171408">
        <w:rPr>
          <w:lang w:val="kl-GL"/>
        </w:rPr>
        <w:t xml:space="preserve"> pillugu inatsimmi § 25, imm. 1-imi malittarisassat, tamatuma kingorna akigititat ukiut tamaasa 1. januar </w:t>
      </w:r>
      <w:r w:rsidR="00B422D9" w:rsidRPr="00171408">
        <w:rPr>
          <w:lang w:val="kl-GL"/>
        </w:rPr>
        <w:t>nal</w:t>
      </w:r>
      <w:r w:rsidR="00816E0F" w:rsidRPr="00171408">
        <w:rPr>
          <w:lang w:val="kl-GL"/>
        </w:rPr>
        <w:t>eqqu</w:t>
      </w:r>
      <w:r w:rsidR="00B422D9" w:rsidRPr="00171408">
        <w:rPr>
          <w:lang w:val="kl-GL"/>
        </w:rPr>
        <w:t>ssar</w:t>
      </w:r>
      <w:r w:rsidRPr="00171408">
        <w:rPr>
          <w:lang w:val="kl-GL"/>
        </w:rPr>
        <w:t xml:space="preserve">neqartarlutik ukiumut naatsorsuiffiusumut pineqartumut procentitigut 2,0 pct.-inik tulluarsarneqartarlutik, tak. akigititanik </w:t>
      </w:r>
      <w:r w:rsidR="00AC4D03" w:rsidRPr="00171408">
        <w:rPr>
          <w:lang w:val="kl-GL"/>
        </w:rPr>
        <w:t>nal</w:t>
      </w:r>
      <w:r w:rsidR="00816E0F" w:rsidRPr="00171408">
        <w:rPr>
          <w:lang w:val="kl-GL"/>
        </w:rPr>
        <w:t>eqqu</w:t>
      </w:r>
      <w:r w:rsidR="00AC4D03" w:rsidRPr="00171408">
        <w:rPr>
          <w:lang w:val="kl-GL"/>
        </w:rPr>
        <w:t xml:space="preserve">ssaanermi </w:t>
      </w:r>
      <w:r w:rsidRPr="00171408">
        <w:rPr>
          <w:lang w:val="kl-GL"/>
        </w:rPr>
        <w:t>procenti pillugu inatsimmi § 2.</w:t>
      </w:r>
    </w:p>
    <w:p w14:paraId="7CBCDE9A" w14:textId="42333AE4" w:rsidR="00515200" w:rsidRPr="00171408" w:rsidRDefault="000B5338">
      <w:pPr>
        <w:pStyle w:val="NormalWeb"/>
        <w:spacing w:beforeAutospacing="0" w:after="0" w:afterAutospacing="0" w:line="276" w:lineRule="auto"/>
        <w:rPr>
          <w:rFonts w:ascii="Times New Roman" w:hAnsi="Times New Roman"/>
          <w:lang w:val="kl-GL"/>
        </w:rPr>
      </w:pPr>
      <w:r w:rsidRPr="00171408">
        <w:rPr>
          <w:rFonts w:ascii="Times New Roman" w:hAnsi="Times New Roman" w:cs="Times New Roman"/>
          <w:sz w:val="22"/>
          <w:szCs w:val="22"/>
          <w:lang w:val="kl-GL"/>
        </w:rPr>
        <w:t>Suliassaqartitsinermut ministeri</w:t>
      </w:r>
      <w:r w:rsidR="00CE02F1" w:rsidRPr="00171408">
        <w:rPr>
          <w:rFonts w:ascii="Times New Roman" w:hAnsi="Times New Roman" w:cs="Times New Roman"/>
          <w:sz w:val="22"/>
          <w:szCs w:val="22"/>
          <w:lang w:val="kl-GL"/>
        </w:rPr>
        <w:t xml:space="preserve"> ukiut tamaasa ukiup tulliani 1. januar atuutilertussamik inuit sulisitsisuminniittut nerisaqarnerisa aamma ineqarnerisa nalinginik aalajangersaasarpoq. Ukioq 2022-mut nerisaqarnermut aamma ineqarnermut akigititat Sulisilluni Ajoquserneri</w:t>
      </w:r>
      <w:r w:rsidR="00AE1757" w:rsidRPr="00171408">
        <w:rPr>
          <w:rFonts w:ascii="Times New Roman" w:hAnsi="Times New Roman" w:cs="Times New Roman"/>
          <w:sz w:val="22"/>
          <w:szCs w:val="22"/>
          <w:lang w:val="kl-GL"/>
        </w:rPr>
        <w:t>t</w:t>
      </w:r>
      <w:r w:rsidR="00CE02F1" w:rsidRPr="00171408">
        <w:rPr>
          <w:rFonts w:ascii="Times New Roman" w:hAnsi="Times New Roman" w:cs="Times New Roman"/>
          <w:sz w:val="22"/>
          <w:szCs w:val="22"/>
          <w:lang w:val="kl-GL"/>
        </w:rPr>
        <w:t xml:space="preserve"> pillugit Sullissiviup nittartagaani saqqummiunneqarput. Inunnut sulisitsisuminniittunut nalingi ukiumut 43.800 kr-</w:t>
      </w:r>
      <w:r w:rsidR="003B4EDB" w:rsidRPr="00171408">
        <w:rPr>
          <w:rFonts w:ascii="Times New Roman" w:hAnsi="Times New Roman" w:cs="Times New Roman"/>
          <w:sz w:val="22"/>
          <w:szCs w:val="22"/>
          <w:lang w:val="kl-GL"/>
        </w:rPr>
        <w:t>i</w:t>
      </w:r>
      <w:r w:rsidR="00CE02F1" w:rsidRPr="00171408">
        <w:rPr>
          <w:rFonts w:ascii="Times New Roman" w:hAnsi="Times New Roman" w:cs="Times New Roman"/>
          <w:sz w:val="22"/>
          <w:szCs w:val="22"/>
          <w:lang w:val="kl-GL"/>
        </w:rPr>
        <w:t xml:space="preserve">nut </w:t>
      </w:r>
      <w:r w:rsidR="003B4EDB" w:rsidRPr="00171408">
        <w:rPr>
          <w:rFonts w:ascii="Times New Roman" w:hAnsi="Times New Roman" w:cs="Times New Roman"/>
          <w:sz w:val="22"/>
          <w:szCs w:val="22"/>
          <w:lang w:val="kl-GL"/>
        </w:rPr>
        <w:t>annertussusilerneqarput</w:t>
      </w:r>
      <w:r w:rsidR="00CE02F1" w:rsidRPr="00171408">
        <w:rPr>
          <w:rFonts w:ascii="Times New Roman" w:hAnsi="Times New Roman" w:cs="Times New Roman"/>
          <w:sz w:val="22"/>
          <w:szCs w:val="22"/>
          <w:lang w:val="kl-GL"/>
        </w:rPr>
        <w:t>, nerisaqarnermuinnarli nalinga ullormut 98 kr-</w:t>
      </w:r>
      <w:r w:rsidR="003B4EDB" w:rsidRPr="00171408">
        <w:rPr>
          <w:rFonts w:ascii="Times New Roman" w:hAnsi="Times New Roman" w:cs="Times New Roman"/>
          <w:sz w:val="22"/>
          <w:szCs w:val="22"/>
          <w:lang w:val="kl-GL"/>
        </w:rPr>
        <w:t>i</w:t>
      </w:r>
      <w:r w:rsidR="00CE02F1" w:rsidRPr="00171408">
        <w:rPr>
          <w:rFonts w:ascii="Times New Roman" w:hAnsi="Times New Roman" w:cs="Times New Roman"/>
          <w:sz w:val="22"/>
          <w:szCs w:val="22"/>
          <w:lang w:val="kl-GL"/>
        </w:rPr>
        <w:t xml:space="preserve">nut </w:t>
      </w:r>
      <w:r w:rsidR="003B4EDB" w:rsidRPr="00171408">
        <w:rPr>
          <w:rFonts w:ascii="Times New Roman" w:hAnsi="Times New Roman" w:cs="Times New Roman"/>
          <w:sz w:val="22"/>
          <w:szCs w:val="22"/>
          <w:lang w:val="kl-GL"/>
        </w:rPr>
        <w:t>annertussusilerneqar</w:t>
      </w:r>
      <w:r w:rsidR="00CE02F1" w:rsidRPr="00171408">
        <w:rPr>
          <w:rFonts w:ascii="Times New Roman" w:hAnsi="Times New Roman" w:cs="Times New Roman"/>
          <w:sz w:val="22"/>
          <w:szCs w:val="22"/>
          <w:lang w:val="kl-GL"/>
        </w:rPr>
        <w:t>luni.</w:t>
      </w:r>
    </w:p>
    <w:p w14:paraId="74B4B2E0" w14:textId="77777777" w:rsidR="00515200" w:rsidRPr="00171408" w:rsidRDefault="00515200">
      <w:pPr>
        <w:pStyle w:val="NormalWeb"/>
        <w:spacing w:beforeAutospacing="0" w:after="0" w:afterAutospacing="0" w:line="276" w:lineRule="auto"/>
        <w:rPr>
          <w:rFonts w:ascii="Times New Roman" w:hAnsi="Times New Roman" w:cs="Times New Roman"/>
          <w:sz w:val="22"/>
          <w:szCs w:val="22"/>
          <w:lang w:val="kl-GL"/>
        </w:rPr>
      </w:pPr>
    </w:p>
    <w:p w14:paraId="533F422C" w14:textId="3064DB23" w:rsidR="00515200" w:rsidRPr="00171408" w:rsidRDefault="00CE02F1">
      <w:pPr>
        <w:rPr>
          <w:rFonts w:ascii="Times New Roman" w:hAnsi="Times New Roman"/>
          <w:lang w:val="kl-GL"/>
        </w:rPr>
      </w:pPr>
      <w:r w:rsidRPr="00171408">
        <w:rPr>
          <w:rFonts w:ascii="Times New Roman" w:hAnsi="Times New Roman" w:cs="Times New Roman"/>
          <w:lang w:val="kl-GL"/>
        </w:rPr>
        <w:t xml:space="preserve">Inatsisissatut siunnersuummi </w:t>
      </w:r>
      <w:r w:rsidRPr="00171408">
        <w:rPr>
          <w:rFonts w:ascii="Times New Roman" w:hAnsi="Times New Roman" w:cs="Times New Roman"/>
          <w:i/>
          <w:lang w:val="kl-GL"/>
        </w:rPr>
        <w:t xml:space="preserve">§ 1, nr. </w:t>
      </w:r>
      <w:r w:rsidR="00D91ADC" w:rsidRPr="00171408">
        <w:rPr>
          <w:rFonts w:ascii="Times New Roman" w:hAnsi="Times New Roman" w:cs="Times New Roman"/>
          <w:i/>
          <w:lang w:val="kl-GL"/>
        </w:rPr>
        <w:t>7</w:t>
      </w:r>
      <w:r w:rsidRPr="00171408">
        <w:rPr>
          <w:rFonts w:ascii="Times New Roman" w:hAnsi="Times New Roman" w:cs="Times New Roman"/>
          <w:lang w:val="kl-GL"/>
        </w:rPr>
        <w:t>-mi</w:t>
      </w:r>
      <w:r w:rsidRPr="00171408">
        <w:rPr>
          <w:rFonts w:ascii="Times New Roman" w:hAnsi="Times New Roman" w:cs="Times New Roman"/>
          <w:i/>
          <w:lang w:val="kl-GL"/>
        </w:rPr>
        <w:t xml:space="preserve">, </w:t>
      </w:r>
      <w:r w:rsidRPr="00171408">
        <w:rPr>
          <w:rFonts w:ascii="Times New Roman" w:hAnsi="Times New Roman" w:cs="Times New Roman"/>
          <w:lang w:val="kl-GL"/>
        </w:rPr>
        <w:t xml:space="preserve">siunnersuutigineqarpoq, § 28, imm. 2, oqaaseqatigiit </w:t>
      </w:r>
      <w:r w:rsidR="006D2B6A" w:rsidRPr="00171408">
        <w:rPr>
          <w:rFonts w:ascii="Times New Roman" w:hAnsi="Times New Roman" w:cs="Times New Roman"/>
          <w:lang w:val="kl-GL"/>
        </w:rPr>
        <w:t>aappa</w:t>
      </w:r>
      <w:r w:rsidRPr="00171408">
        <w:rPr>
          <w:rFonts w:ascii="Times New Roman" w:hAnsi="Times New Roman" w:cs="Times New Roman"/>
          <w:lang w:val="kl-GL"/>
        </w:rPr>
        <w:t xml:space="preserve">at ima allanneqassasoq: »Inuit sulisitsisuminniittut nerisaqarnerinut aamma ineqartinnerinut naliusutut akigitinneqartut, Kalaallit Nunaanni Akileraartarnermut Aqutsisoqarfiup ukiumut pineqartumut aalajangersagaat </w:t>
      </w:r>
      <w:r w:rsidR="00E22993" w:rsidRPr="00171408">
        <w:rPr>
          <w:rFonts w:ascii="Times New Roman" w:hAnsi="Times New Roman" w:cs="Times New Roman"/>
          <w:lang w:val="kl-GL"/>
        </w:rPr>
        <w:t xml:space="preserve">akigititat </w:t>
      </w:r>
      <w:r w:rsidRPr="00171408">
        <w:rPr>
          <w:rFonts w:ascii="Times New Roman" w:hAnsi="Times New Roman" w:cs="Times New Roman"/>
          <w:lang w:val="kl-GL"/>
        </w:rPr>
        <w:t>assi</w:t>
      </w:r>
      <w:r w:rsidR="00E22993" w:rsidRPr="00171408">
        <w:rPr>
          <w:rFonts w:ascii="Times New Roman" w:hAnsi="Times New Roman" w:cs="Times New Roman"/>
          <w:lang w:val="kl-GL"/>
        </w:rPr>
        <w:t>n</w:t>
      </w:r>
      <w:r w:rsidRPr="00171408">
        <w:rPr>
          <w:rFonts w:ascii="Times New Roman" w:hAnsi="Times New Roman" w:cs="Times New Roman"/>
          <w:lang w:val="kl-GL"/>
        </w:rPr>
        <w:t>gaat.«</w:t>
      </w:r>
    </w:p>
    <w:p w14:paraId="3CDA6322" w14:textId="71D827D3" w:rsidR="00515200" w:rsidRPr="00171408" w:rsidRDefault="00CE02F1">
      <w:pPr>
        <w:pStyle w:val="AT-Body"/>
        <w:spacing w:line="276" w:lineRule="auto"/>
        <w:rPr>
          <w:lang w:val="kl-GL"/>
        </w:rPr>
      </w:pPr>
      <w:r w:rsidRPr="00171408">
        <w:rPr>
          <w:lang w:val="kl-GL"/>
        </w:rPr>
        <w:t>Akeqanngitsumik nerisaqarnerup aamma ineqarnerup nalingi ajoqusertup ukiumut akissarsiaanut ilaatinneqassapput, inuussutissarsiorsinnaanermik annaasaqarnermut taarsissutissanik naatsorsuinermut</w:t>
      </w:r>
      <w:r w:rsidR="00981E29" w:rsidRPr="00171408">
        <w:rPr>
          <w:lang w:val="kl-GL"/>
        </w:rPr>
        <w:t xml:space="preserve"> atorneqartut</w:t>
      </w:r>
      <w:r w:rsidRPr="00171408">
        <w:rPr>
          <w:lang w:val="kl-GL"/>
        </w:rPr>
        <w:t>.</w:t>
      </w:r>
    </w:p>
    <w:p w14:paraId="2119DE54" w14:textId="089B8B47" w:rsidR="00515200" w:rsidRPr="00171408" w:rsidRDefault="00CE02F1">
      <w:pPr>
        <w:pStyle w:val="AT-Body"/>
        <w:spacing w:line="276" w:lineRule="auto"/>
        <w:rPr>
          <w:lang w:val="kl-GL"/>
        </w:rPr>
      </w:pPr>
      <w:r w:rsidRPr="00171408">
        <w:rPr>
          <w:lang w:val="kl-GL"/>
        </w:rPr>
        <w:t>Siunnertuutitigut ajoqusertut ataasiakkaat sulisitsisuminni nerisaqarnerisa aamma ineqarnerisa nalingi Kalaallit Nunaanni Akileraartarnermut Aqutsisoqarfiup akileraartarnermi nerisaqarnermut aamma ineqarnermut akigititatut aalajangersagaat malissavaat. Taamaaliornikkut ajoqusertut akeqanngitsumik nerisaqarnermut aamma ineqarnermut akigititat akornanni assigiinngissutaasunik misigisaqassanngillat, pineqartup akileraartarneranik naatsorsuinermut</w:t>
      </w:r>
      <w:r w:rsidR="00981E29" w:rsidRPr="00171408">
        <w:rPr>
          <w:lang w:val="kl-GL"/>
        </w:rPr>
        <w:t xml:space="preserve"> atorneqartunik</w:t>
      </w:r>
      <w:r w:rsidRPr="00171408">
        <w:rPr>
          <w:lang w:val="kl-GL"/>
        </w:rPr>
        <w:t xml:space="preserve">, </w:t>
      </w:r>
      <w:r w:rsidR="00C3269E" w:rsidRPr="00171408">
        <w:rPr>
          <w:lang w:val="kl-GL"/>
        </w:rPr>
        <w:t>aamma</w:t>
      </w:r>
      <w:r w:rsidRPr="00171408">
        <w:rPr>
          <w:lang w:val="kl-GL"/>
        </w:rPr>
        <w:t xml:space="preserve"> akeqanngitsumik nerisaqarnermut aamma ineqarnermut akigititat, </w:t>
      </w:r>
      <w:r w:rsidR="005E0E6B" w:rsidRPr="00171408">
        <w:rPr>
          <w:lang w:val="kl-GL"/>
        </w:rPr>
        <w:t>sulinermi</w:t>
      </w:r>
      <w:r w:rsidRPr="00171408">
        <w:rPr>
          <w:lang w:val="kl-GL"/>
        </w:rPr>
        <w:t xml:space="preserve"> ajoquserneq pillugu taarsiiffigitinnermik aalajangersaanermut atorneqartunik. Taamaalilluni allannguutissatut siunnersuutigineqartoq, Kalaallit Nunaanni </w:t>
      </w:r>
      <w:r w:rsidR="005E0E6B" w:rsidRPr="00171408">
        <w:rPr>
          <w:lang w:val="kl-GL"/>
        </w:rPr>
        <w:t>sulinermi</w:t>
      </w:r>
      <w:r w:rsidRPr="00171408">
        <w:rPr>
          <w:lang w:val="kl-GL"/>
        </w:rPr>
        <w:t xml:space="preserve"> ajoqusernermut aamma akileraartarnermut tunngatillugu, akeqanngitsumik nerisaqarnermut aamma ineqarnermut akigititanik tulluarsaanermik kinguneqassaaq.</w:t>
      </w:r>
    </w:p>
    <w:p w14:paraId="78730139" w14:textId="59E4FC09" w:rsidR="00515200" w:rsidRPr="00171408" w:rsidRDefault="00CE02F1">
      <w:pPr>
        <w:pStyle w:val="AT-Body"/>
        <w:spacing w:line="276" w:lineRule="auto"/>
        <w:rPr>
          <w:lang w:val="kl-GL"/>
        </w:rPr>
      </w:pPr>
      <w:r w:rsidRPr="00171408">
        <w:rPr>
          <w:lang w:val="kl-GL"/>
        </w:rPr>
        <w:t xml:space="preserve">Kalaallit Nunaanni Akileraartarnermut Aqutsisoqarfiup </w:t>
      </w:r>
      <w:r w:rsidR="000E40C8" w:rsidRPr="00171408">
        <w:rPr>
          <w:lang w:val="kl-GL"/>
        </w:rPr>
        <w:t xml:space="preserve">najoqqutassatut innersuussinikkut </w:t>
      </w:r>
      <w:r w:rsidRPr="00171408">
        <w:rPr>
          <w:lang w:val="kl-GL"/>
        </w:rPr>
        <w:t xml:space="preserve">akigititat aalajangersassavai. Ajoqusertunut sulisitsisuminni akeqanngitsumik nerisaqartunut aamma ineqartunut, </w:t>
      </w:r>
      <w:r w:rsidR="000E40C8" w:rsidRPr="00171408">
        <w:rPr>
          <w:lang w:val="kl-GL"/>
        </w:rPr>
        <w:t>najoqqutassatut innersuuss</w:t>
      </w:r>
      <w:r w:rsidRPr="00171408">
        <w:rPr>
          <w:lang w:val="kl-GL"/>
        </w:rPr>
        <w:t xml:space="preserve">ummi akigititat eqimattakkaat sisamat aallaaviusumik attuumassuteqassapput. Pineqarput imm. A (akeqanngitsumik ineqarnerup nalinga), imm. B (akeqanngitsumik nerisaqarnerup nalinga), imm. D (aatsitassanut aamma kommunit </w:t>
      </w:r>
      <w:r w:rsidR="00F37297" w:rsidRPr="00171408">
        <w:rPr>
          <w:lang w:val="kl-GL"/>
        </w:rPr>
        <w:t xml:space="preserve">agguataarnerisa </w:t>
      </w:r>
      <w:r w:rsidRPr="00171408">
        <w:rPr>
          <w:lang w:val="kl-GL"/>
        </w:rPr>
        <w:t xml:space="preserve">avataannut akeqanngitsumik nerisaqarneq aamma ineqarneq) aamma imm. E (pisortanut aamma akunnittarfinni pisortanut </w:t>
      </w:r>
      <w:r w:rsidR="00545D4A" w:rsidRPr="00171408">
        <w:rPr>
          <w:lang w:val="kl-GL"/>
        </w:rPr>
        <w:t>il.il.</w:t>
      </w:r>
      <w:r w:rsidRPr="00171408">
        <w:rPr>
          <w:lang w:val="kl-GL"/>
        </w:rPr>
        <w:t xml:space="preserve"> akeqanngitsumik najugaqarneq).</w:t>
      </w:r>
    </w:p>
    <w:p w14:paraId="6F02D733" w14:textId="7683AD11" w:rsidR="00515200" w:rsidRPr="00171408" w:rsidRDefault="00CE02F1">
      <w:pPr>
        <w:pStyle w:val="AT-Body"/>
        <w:spacing w:line="276" w:lineRule="auto"/>
        <w:rPr>
          <w:lang w:val="kl-GL"/>
        </w:rPr>
      </w:pPr>
      <w:r w:rsidRPr="00171408">
        <w:rPr>
          <w:lang w:val="kl-GL"/>
        </w:rPr>
        <w:t xml:space="preserve">Suleriaaseq nalinginnaasoq malillugu Kalaallit Nunaanni Akileraartarnermut Aqutsisoqarfiup nerisaqarnermut aamma ineqarnermut akigititat Kalaalli Nunaanni Naatsorsueqqissaartarfiup </w:t>
      </w:r>
      <w:r w:rsidRPr="00171408">
        <w:rPr>
          <w:color w:val="000000"/>
          <w:lang w:val="kl-GL"/>
        </w:rPr>
        <w:t>atuisunut akit naleqqersuutaat tamakkiisoq tun</w:t>
      </w:r>
      <w:r w:rsidR="00F37297" w:rsidRPr="00171408">
        <w:rPr>
          <w:color w:val="000000"/>
          <w:lang w:val="kl-GL"/>
        </w:rPr>
        <w:t>ngavigalugu</w:t>
      </w:r>
      <w:r w:rsidRPr="00171408">
        <w:rPr>
          <w:color w:val="000000"/>
          <w:lang w:val="kl-GL"/>
        </w:rPr>
        <w:t xml:space="preserve"> </w:t>
      </w:r>
      <w:r w:rsidR="005F7B59" w:rsidRPr="00171408">
        <w:rPr>
          <w:color w:val="000000"/>
          <w:lang w:val="kl-GL"/>
        </w:rPr>
        <w:t>nal</w:t>
      </w:r>
      <w:r w:rsidR="00B62954" w:rsidRPr="00171408">
        <w:rPr>
          <w:color w:val="000000"/>
          <w:lang w:val="kl-GL"/>
        </w:rPr>
        <w:t>eqqu</w:t>
      </w:r>
      <w:r w:rsidR="005F7B59" w:rsidRPr="00171408">
        <w:rPr>
          <w:color w:val="000000"/>
          <w:lang w:val="kl-GL"/>
        </w:rPr>
        <w:t xml:space="preserve">ssaanikkut </w:t>
      </w:r>
      <w:r w:rsidRPr="00171408">
        <w:rPr>
          <w:color w:val="000000"/>
          <w:lang w:val="kl-GL"/>
        </w:rPr>
        <w:t xml:space="preserve">aalajangersartarpai (”nioqqutissat aamma sullissinerit tamakkerlugit”) kisitsisit 2008-minngaanneersut </w:t>
      </w:r>
      <w:r w:rsidR="005F7B59" w:rsidRPr="00171408">
        <w:rPr>
          <w:color w:val="000000"/>
          <w:lang w:val="kl-GL"/>
        </w:rPr>
        <w:t>tunngavigalugit</w:t>
      </w:r>
      <w:r w:rsidRPr="00171408">
        <w:rPr>
          <w:color w:val="000000"/>
          <w:lang w:val="kl-GL"/>
        </w:rPr>
        <w:t xml:space="preserve">, ukiut tamaasa </w:t>
      </w:r>
      <w:r w:rsidR="005F7B59" w:rsidRPr="00171408">
        <w:rPr>
          <w:color w:val="000000"/>
          <w:lang w:val="kl-GL"/>
        </w:rPr>
        <w:t>nallimmassarneqartartut</w:t>
      </w:r>
      <w:r w:rsidRPr="00171408">
        <w:rPr>
          <w:color w:val="000000"/>
          <w:lang w:val="kl-GL"/>
        </w:rPr>
        <w:t>. Akigititanik nutaanik naatsorsuinermi atuisunut akit naleqqersuutaata allannguutaa ilanngunneqartarpoq imaluunniit ilanngaatigineqarluni.</w:t>
      </w:r>
    </w:p>
    <w:p w14:paraId="5B06A428" w14:textId="1AB113EB" w:rsidR="00515200" w:rsidRPr="00171408" w:rsidRDefault="00CE02F1">
      <w:pPr>
        <w:pStyle w:val="AT-Body"/>
        <w:spacing w:line="276" w:lineRule="auto"/>
        <w:rPr>
          <w:lang w:val="kl-GL"/>
        </w:rPr>
      </w:pPr>
      <w:r w:rsidRPr="00171408">
        <w:rPr>
          <w:lang w:val="kl-GL"/>
        </w:rPr>
        <w:lastRenderedPageBreak/>
        <w:t xml:space="preserve">Siunnersuutip akigititanik naleqqussaaneq kingunerissavaa, Kalaallit Nunaanni </w:t>
      </w:r>
      <w:r w:rsidR="00984F94" w:rsidRPr="00171408">
        <w:rPr>
          <w:lang w:val="kl-GL"/>
        </w:rPr>
        <w:t xml:space="preserve">sulinermi </w:t>
      </w:r>
      <w:r w:rsidR="006A4971" w:rsidRPr="00171408">
        <w:rPr>
          <w:lang w:val="kl-GL"/>
        </w:rPr>
        <w:t>ajoqusernermut isumannaarineq</w:t>
      </w:r>
      <w:r w:rsidRPr="00171408">
        <w:rPr>
          <w:lang w:val="kl-GL"/>
        </w:rPr>
        <w:t xml:space="preserve"> pillugu inatsit malillugu akigititat atuuttut aallaaviusumik</w:t>
      </w:r>
      <w:r w:rsidR="00AC38D5" w:rsidRPr="00171408">
        <w:rPr>
          <w:lang w:val="kl-GL"/>
        </w:rPr>
        <w:t>,</w:t>
      </w:r>
      <w:r w:rsidRPr="00171408">
        <w:rPr>
          <w:lang w:val="kl-GL"/>
        </w:rPr>
        <w:t xml:space="preserve"> </w:t>
      </w:r>
      <w:r w:rsidR="00AC38D5" w:rsidRPr="00171408">
        <w:rPr>
          <w:lang w:val="kl-GL"/>
        </w:rPr>
        <w:t xml:space="preserve">Kalaallit Nunaanni Akileraartarnermut Aqutsisoqarfimmiit saqqummiunneqartartuniit, </w:t>
      </w:r>
      <w:r w:rsidRPr="00171408">
        <w:rPr>
          <w:lang w:val="kl-GL"/>
        </w:rPr>
        <w:t>akigititanit appasinnerummata.</w:t>
      </w:r>
    </w:p>
    <w:p w14:paraId="28D46A46" w14:textId="717FD581" w:rsidR="00515200" w:rsidRPr="00171408" w:rsidRDefault="00CE02F1">
      <w:pPr>
        <w:pStyle w:val="AT-Body"/>
        <w:spacing w:line="276" w:lineRule="auto"/>
        <w:rPr>
          <w:lang w:val="kl-GL"/>
        </w:rPr>
      </w:pPr>
      <w:r w:rsidRPr="00171408">
        <w:rPr>
          <w:lang w:val="kl-GL"/>
        </w:rPr>
        <w:t xml:space="preserve">Kalaallit Nunaanni </w:t>
      </w:r>
      <w:r w:rsidR="005E0E6B" w:rsidRPr="00171408">
        <w:rPr>
          <w:lang w:val="kl-GL"/>
        </w:rPr>
        <w:t>sulinermi</w:t>
      </w:r>
      <w:r w:rsidRPr="00171408">
        <w:rPr>
          <w:lang w:val="kl-GL"/>
        </w:rPr>
        <w:t xml:space="preserve"> ajoqusernermut </w:t>
      </w:r>
      <w:r w:rsidR="00863F5D" w:rsidRPr="00171408">
        <w:rPr>
          <w:lang w:val="kl-GL"/>
        </w:rPr>
        <w:t xml:space="preserve">suliassaqarfimmi </w:t>
      </w:r>
      <w:r w:rsidRPr="00171408">
        <w:rPr>
          <w:lang w:val="kl-GL"/>
        </w:rPr>
        <w:t>nerisaqarnerup aamma ineqarnerup 2022-mi nalingi, tak. nalunaarut nr. 140, 8. oktober 2021-meersoq, inunnut sulisitsisuminniittunut ukiumut 43.800 kr-</w:t>
      </w:r>
      <w:r w:rsidR="002B1020" w:rsidRPr="00171408">
        <w:rPr>
          <w:lang w:val="kl-GL"/>
        </w:rPr>
        <w:t>i</w:t>
      </w:r>
      <w:r w:rsidRPr="00171408">
        <w:rPr>
          <w:lang w:val="kl-GL"/>
        </w:rPr>
        <w:t xml:space="preserve">nut aalajangersarneqarput. Kalaallit Nunaanni akileraartarnermut </w:t>
      </w:r>
      <w:r w:rsidR="00863F5D" w:rsidRPr="00171408">
        <w:rPr>
          <w:lang w:val="kl-GL"/>
        </w:rPr>
        <w:t xml:space="preserve">suliassaqarfimmi </w:t>
      </w:r>
      <w:r w:rsidR="002B1020" w:rsidRPr="00171408">
        <w:rPr>
          <w:lang w:val="kl-GL"/>
        </w:rPr>
        <w:t xml:space="preserve">tamakkiisumik </w:t>
      </w:r>
      <w:r w:rsidR="00E349EB" w:rsidRPr="00171408">
        <w:rPr>
          <w:lang w:val="kl-GL"/>
        </w:rPr>
        <w:t xml:space="preserve">nerisaqarnermut </w:t>
      </w:r>
      <w:r w:rsidRPr="00171408">
        <w:rPr>
          <w:lang w:val="kl-GL"/>
        </w:rPr>
        <w:t xml:space="preserve">aamma </w:t>
      </w:r>
      <w:r w:rsidR="00E349EB" w:rsidRPr="00171408">
        <w:rPr>
          <w:lang w:val="kl-GL"/>
        </w:rPr>
        <w:t xml:space="preserve">ineqarnermut </w:t>
      </w:r>
      <w:r w:rsidRPr="00171408">
        <w:rPr>
          <w:lang w:val="kl-GL"/>
        </w:rPr>
        <w:t>2022-mi nalingi</w:t>
      </w:r>
      <w:r w:rsidR="00E349EB" w:rsidRPr="00171408">
        <w:rPr>
          <w:lang w:val="kl-GL"/>
        </w:rPr>
        <w:t>titai</w:t>
      </w:r>
      <w:r w:rsidRPr="00171408">
        <w:rPr>
          <w:lang w:val="kl-GL"/>
        </w:rPr>
        <w:t xml:space="preserve"> katillugit ukiumut 55.100 kr-</w:t>
      </w:r>
      <w:r w:rsidR="002B1020" w:rsidRPr="00171408">
        <w:rPr>
          <w:lang w:val="kl-GL"/>
        </w:rPr>
        <w:t>i</w:t>
      </w:r>
      <w:r w:rsidRPr="00171408">
        <w:rPr>
          <w:lang w:val="kl-GL"/>
        </w:rPr>
        <w:t xml:space="preserve">nut aalajangersarneqarput, tak. imm. A aamma B Akileraartarnermut Aqutsisoqarfiup 2022-mut </w:t>
      </w:r>
      <w:r w:rsidR="002B1020" w:rsidRPr="00171408">
        <w:rPr>
          <w:lang w:val="kl-GL"/>
        </w:rPr>
        <w:t>najoqqutassatut innersuussutaat</w:t>
      </w:r>
      <w:r w:rsidRPr="00171408">
        <w:rPr>
          <w:lang w:val="kl-GL"/>
        </w:rPr>
        <w:t xml:space="preserve">. Taamaalilluni inuit ajoquserneq sioqqullugu akeqanngitsumik </w:t>
      </w:r>
      <w:r w:rsidR="00DB7729" w:rsidRPr="00171408">
        <w:rPr>
          <w:lang w:val="kl-GL"/>
        </w:rPr>
        <w:t xml:space="preserve">nerisaqartut </w:t>
      </w:r>
      <w:r w:rsidRPr="00171408">
        <w:rPr>
          <w:lang w:val="kl-GL"/>
        </w:rPr>
        <w:t>aamma ineqar</w:t>
      </w:r>
      <w:r w:rsidR="00DB7729" w:rsidRPr="00171408">
        <w:rPr>
          <w:lang w:val="kl-GL"/>
        </w:rPr>
        <w:t>t</w:t>
      </w:r>
      <w:r w:rsidRPr="00171408">
        <w:rPr>
          <w:lang w:val="kl-GL"/>
        </w:rPr>
        <w:t>ut ukiumut aningaasarsiaat aalajangersarneqassapput 11.000 kr-</w:t>
      </w:r>
      <w:r w:rsidR="00DB7729" w:rsidRPr="00171408">
        <w:rPr>
          <w:lang w:val="kl-GL"/>
        </w:rPr>
        <w:t>i</w:t>
      </w:r>
      <w:r w:rsidRPr="00171408">
        <w:rPr>
          <w:lang w:val="kl-GL"/>
        </w:rPr>
        <w:t xml:space="preserve">nik qaffasinnerusumik, inuussutissarsiorsinnaanermik annaassaqarnermut taarsiissuteqarnissamut aningaasartuutit annikitsumik qaffannissaannik </w:t>
      </w:r>
      <w:r w:rsidR="009228C1" w:rsidRPr="00171408">
        <w:rPr>
          <w:lang w:val="kl-GL"/>
        </w:rPr>
        <w:t>kinguneqartussamik</w:t>
      </w:r>
      <w:r w:rsidRPr="00171408">
        <w:rPr>
          <w:lang w:val="kl-GL"/>
        </w:rPr>
        <w:t>. Taamaattoq taarsiissuteqarnissamut aningaasartuutit qaffasinnerusut annikitsuinnaanissaat nalilerneqarpoq, ajoquserneq sioqqullugu sulisitsisuminni akeqanngitsumik nerisaqar</w:t>
      </w:r>
      <w:r w:rsidR="00EF58A2" w:rsidRPr="00171408">
        <w:rPr>
          <w:lang w:val="kl-GL"/>
        </w:rPr>
        <w:t>t</w:t>
      </w:r>
      <w:r w:rsidRPr="00171408">
        <w:rPr>
          <w:lang w:val="kl-GL"/>
        </w:rPr>
        <w:t>ut aamma ineqar</w:t>
      </w:r>
      <w:r w:rsidR="00EF58A2" w:rsidRPr="00171408">
        <w:rPr>
          <w:lang w:val="kl-GL"/>
        </w:rPr>
        <w:t>t</w:t>
      </w:r>
      <w:r w:rsidRPr="00171408">
        <w:rPr>
          <w:lang w:val="kl-GL"/>
        </w:rPr>
        <w:t>ut ikitsuinnaammata.</w:t>
      </w:r>
    </w:p>
    <w:p w14:paraId="77FDCDCD" w14:textId="4A2B361C" w:rsidR="00515200" w:rsidRPr="00171408" w:rsidRDefault="00CE02F1">
      <w:pPr>
        <w:pStyle w:val="AT-Body"/>
        <w:spacing w:line="276" w:lineRule="auto"/>
        <w:rPr>
          <w:lang w:val="kl-GL"/>
        </w:rPr>
      </w:pPr>
      <w:r w:rsidRPr="00171408">
        <w:rPr>
          <w:lang w:val="kl-GL"/>
        </w:rPr>
        <w:t xml:space="preserve">Inuit eqimattat pineqartillugit, Kalaallit Nunaanni Akileraartarnermut Aqutsisoqarfiup </w:t>
      </w:r>
      <w:r w:rsidR="00E349EB" w:rsidRPr="00171408">
        <w:rPr>
          <w:lang w:val="kl-GL"/>
        </w:rPr>
        <w:t>najoqqutassatut innersuussut</w:t>
      </w:r>
      <w:r w:rsidRPr="00171408">
        <w:rPr>
          <w:lang w:val="kl-GL"/>
        </w:rPr>
        <w:t xml:space="preserve">aani imm. D-mi ilaatinneqartut, tamakkiisumik </w:t>
      </w:r>
      <w:r w:rsidR="00E349EB" w:rsidRPr="00171408">
        <w:rPr>
          <w:lang w:val="kl-GL"/>
        </w:rPr>
        <w:t xml:space="preserve">ineqarnermut </w:t>
      </w:r>
      <w:r w:rsidRPr="00171408">
        <w:rPr>
          <w:lang w:val="kl-GL"/>
        </w:rPr>
        <w:t>aamma nerisaqarner</w:t>
      </w:r>
      <w:r w:rsidR="00E349EB" w:rsidRPr="00171408">
        <w:rPr>
          <w:lang w:val="kl-GL"/>
        </w:rPr>
        <w:t>mut</w:t>
      </w:r>
      <w:r w:rsidRPr="00171408">
        <w:rPr>
          <w:lang w:val="kl-GL"/>
        </w:rPr>
        <w:t xml:space="preserve"> nalingi ukiumut ataatsimoortillugit 2022-mi 40.400 kr-</w:t>
      </w:r>
      <w:r w:rsidR="00E349EB" w:rsidRPr="00171408">
        <w:rPr>
          <w:lang w:val="kl-GL"/>
        </w:rPr>
        <w:t>i</w:t>
      </w:r>
      <w:r w:rsidRPr="00171408">
        <w:rPr>
          <w:lang w:val="kl-GL"/>
        </w:rPr>
        <w:t>nut aalajangersarneqarput. Taamaalilluni inuit eqimattat taakkua aningaasartuutaat aningaasaqarnikkut annikitsumik annikillititsissapput. Taamaattoq taarsiissuteqarnissamut aningaasartuutit annikinnerusut annikitsuinnaanissaat nalilerneqarpoq.</w:t>
      </w:r>
    </w:p>
    <w:p w14:paraId="5ECD3186" w14:textId="76C79F25" w:rsidR="00515200" w:rsidRPr="00171408" w:rsidRDefault="00CE02F1">
      <w:pPr>
        <w:pStyle w:val="AT-Body"/>
        <w:spacing w:line="276" w:lineRule="auto"/>
        <w:rPr>
          <w:lang w:val="kl-GL"/>
        </w:rPr>
      </w:pPr>
      <w:r w:rsidRPr="00171408">
        <w:rPr>
          <w:lang w:val="kl-GL"/>
        </w:rPr>
        <w:t>Taamaalilluni siunnersuut ataatsimoorullugu inuussutissarsiorsinnaanermik annaasaqarnermut taarsiissuteqarnissamut qaffasinnerusumik aamma appasinnerusumik aningaasartuuteqarnissamik killilimmik kinguneqassaaq.</w:t>
      </w:r>
    </w:p>
    <w:p w14:paraId="00F1CBDB" w14:textId="3F90CFC8" w:rsidR="00515200" w:rsidRPr="00171408" w:rsidRDefault="00CE02F1">
      <w:pPr>
        <w:pStyle w:val="AT-Body"/>
        <w:spacing w:line="276" w:lineRule="auto"/>
        <w:rPr>
          <w:lang w:val="kl-GL"/>
        </w:rPr>
      </w:pPr>
      <w:r w:rsidRPr="00171408">
        <w:rPr>
          <w:lang w:val="kl-GL"/>
        </w:rPr>
        <w:t xml:space="preserve">Taamaalillutik inatsisip nerisaqarnermut aamma ineqarnermut akigititai siunissami </w:t>
      </w:r>
      <w:r w:rsidR="00065ED8" w:rsidRPr="00171408">
        <w:rPr>
          <w:lang w:val="kl-GL"/>
        </w:rPr>
        <w:t>Suliassaqartitsinermut minister</w:t>
      </w:r>
      <w:r w:rsidR="00DB4928" w:rsidRPr="00171408">
        <w:rPr>
          <w:lang w:val="kl-GL"/>
        </w:rPr>
        <w:t xml:space="preserve">eqarfimmit </w:t>
      </w:r>
      <w:r w:rsidRPr="00171408">
        <w:rPr>
          <w:lang w:val="kl-GL"/>
        </w:rPr>
        <w:t xml:space="preserve">nalunaarutikkut atuutilersinneqartukkut aalajangersarneqartassanngillat, kisianni Kalaallit Nunaanni Akileraartarnermut Aqutsisoqarfimmiit </w:t>
      </w:r>
      <w:r w:rsidR="00F82CFE" w:rsidRPr="00171408">
        <w:rPr>
          <w:lang w:val="kl-GL"/>
        </w:rPr>
        <w:t>najoqqutassatut innersuussutaani</w:t>
      </w:r>
      <w:r w:rsidR="00F82CFE" w:rsidRPr="00171408" w:rsidDel="00F82CFE">
        <w:rPr>
          <w:lang w:val="kl-GL"/>
        </w:rPr>
        <w:t xml:space="preserve"> </w:t>
      </w:r>
      <w:r w:rsidRPr="00171408">
        <w:rPr>
          <w:lang w:val="kl-GL"/>
        </w:rPr>
        <w:t xml:space="preserve">allaqqasassallutik, Naalakkersuisut ukiumut pineqartumut aalajangigaat </w:t>
      </w:r>
      <w:r w:rsidR="00F82CFE" w:rsidRPr="00171408">
        <w:rPr>
          <w:lang w:val="kl-GL"/>
        </w:rPr>
        <w:t>tunngavigalugit</w:t>
      </w:r>
      <w:r w:rsidRPr="00171408">
        <w:rPr>
          <w:lang w:val="kl-GL"/>
        </w:rPr>
        <w:t>.</w:t>
      </w:r>
    </w:p>
    <w:p w14:paraId="572652CB" w14:textId="77777777" w:rsidR="00515200" w:rsidRPr="00171408" w:rsidRDefault="00CE02F1">
      <w:pPr>
        <w:rPr>
          <w:rFonts w:ascii="Times New Roman" w:hAnsi="Times New Roman"/>
          <w:lang w:val="kl-GL"/>
        </w:rPr>
      </w:pPr>
      <w:r w:rsidRPr="00171408">
        <w:rPr>
          <w:rFonts w:ascii="Times New Roman" w:hAnsi="Times New Roman" w:cs="Times New Roman"/>
          <w:lang w:val="kl-GL"/>
        </w:rPr>
        <w:t xml:space="preserve">Aalajangersagaq siunnersuutigineqartoq </w:t>
      </w:r>
      <w:r w:rsidRPr="00171408">
        <w:rPr>
          <w:rFonts w:ascii="Times New Roman" w:eastAsia="Times New Roman" w:hAnsi="Times New Roman" w:cs="Times New Roman"/>
          <w:lang w:val="kl-GL" w:eastAsia="da-DK"/>
        </w:rPr>
        <w:t>Kalaallit Nunaanni pissutsinut tulluarsagaavoq.</w:t>
      </w:r>
    </w:p>
    <w:p w14:paraId="74432576" w14:textId="77777777" w:rsidR="00515200" w:rsidRPr="00171408" w:rsidRDefault="00CE02F1">
      <w:pPr>
        <w:rPr>
          <w:rFonts w:ascii="Times New Roman" w:hAnsi="Times New Roman"/>
          <w:lang w:val="kl-GL"/>
        </w:rPr>
      </w:pPr>
      <w:r w:rsidRPr="00171408">
        <w:rPr>
          <w:rFonts w:ascii="Times New Roman" w:eastAsia="Times New Roman" w:hAnsi="Times New Roman" w:cs="Times New Roman"/>
          <w:lang w:val="kl-GL" w:eastAsia="da-DK"/>
        </w:rPr>
        <w:t>Tamatuma saniatigut oqaaseqaatit nalinginnaasut innersuussutigineqarput, imm. 2.12.</w:t>
      </w:r>
    </w:p>
    <w:p w14:paraId="4F0124DD" w14:textId="6718D4F8" w:rsidR="00515200" w:rsidRPr="00171408" w:rsidRDefault="00CE02F1">
      <w:pPr>
        <w:rPr>
          <w:rFonts w:ascii="Times New Roman" w:hAnsi="Times New Roman"/>
          <w:lang w:val="kl-GL"/>
        </w:rPr>
      </w:pPr>
      <w:r w:rsidRPr="00171408">
        <w:rPr>
          <w:rFonts w:ascii="Times New Roman" w:hAnsi="Times New Roman" w:cs="Times New Roman"/>
          <w:lang w:val="kl-GL"/>
        </w:rPr>
        <w:t xml:space="preserve">Nr. </w:t>
      </w:r>
      <w:r w:rsidR="00EC631C" w:rsidRPr="00171408">
        <w:rPr>
          <w:rFonts w:ascii="Times New Roman" w:hAnsi="Times New Roman" w:cs="Times New Roman"/>
          <w:lang w:val="kl-GL"/>
        </w:rPr>
        <w:t>8</w:t>
      </w:r>
      <w:r w:rsidRPr="00171408">
        <w:rPr>
          <w:rFonts w:ascii="Times New Roman" w:hAnsi="Times New Roman" w:cs="Times New Roman"/>
          <w:lang w:val="kl-GL"/>
        </w:rPr>
        <w:t>-mut</w:t>
      </w:r>
    </w:p>
    <w:p w14:paraId="79F01C01" w14:textId="34AEB5F0" w:rsidR="00515200" w:rsidRPr="00171408" w:rsidRDefault="00CE02F1">
      <w:pPr>
        <w:rPr>
          <w:rFonts w:ascii="Times New Roman" w:hAnsi="Times New Roman"/>
          <w:lang w:val="kl-GL"/>
        </w:rPr>
      </w:pPr>
      <w:r w:rsidRPr="00171408">
        <w:rPr>
          <w:rFonts w:ascii="Times New Roman" w:hAnsi="Times New Roman" w:cs="Times New Roman"/>
          <w:lang w:val="kl-GL"/>
        </w:rPr>
        <w:t xml:space="preserve">§ 30, imm. 4, oqaaseqatigiit </w:t>
      </w:r>
      <w:r w:rsidR="006D2B6A" w:rsidRPr="00171408">
        <w:rPr>
          <w:rFonts w:ascii="Times New Roman" w:hAnsi="Times New Roman" w:cs="Times New Roman"/>
          <w:lang w:val="kl-GL"/>
        </w:rPr>
        <w:t>siull</w:t>
      </w:r>
      <w:r w:rsidRPr="00171408">
        <w:rPr>
          <w:rFonts w:ascii="Times New Roman" w:hAnsi="Times New Roman" w:cs="Times New Roman"/>
          <w:lang w:val="kl-GL"/>
        </w:rPr>
        <w:t>ia</w:t>
      </w:r>
      <w:r w:rsidR="007E5956" w:rsidRPr="00171408">
        <w:rPr>
          <w:rFonts w:ascii="Times New Roman" w:hAnsi="Times New Roman" w:cs="Times New Roman"/>
          <w:lang w:val="kl-GL"/>
        </w:rPr>
        <w:t>n</w:t>
      </w:r>
      <w:r w:rsidRPr="00171408">
        <w:rPr>
          <w:rFonts w:ascii="Times New Roman" w:hAnsi="Times New Roman" w:cs="Times New Roman"/>
          <w:lang w:val="kl-GL"/>
        </w:rPr>
        <w:t xml:space="preserve">ni aalajangersakkami atuuttumi allaqqavoq, aningaasat imm. 1-imi taaneqartut, akuerineqarnerisa nalunaarutigineqarneraniit sapaatit akunneri sisamat qaangiutereerneranni akilerneqarpata, aningaasat ernialersorneqassapput sapaatip akunnerinik sisamanik piffissarititaasup qaangiunneraniit, aningaasat akilerneqarnissaata tungaannut, ukiumut ernialerlugit erniamut, kingusinaarluni akiliinermut </w:t>
      </w:r>
      <w:r w:rsidR="00545D4A" w:rsidRPr="00171408">
        <w:rPr>
          <w:rFonts w:ascii="Times New Roman" w:hAnsi="Times New Roman" w:cs="Times New Roman"/>
          <w:lang w:val="kl-GL"/>
        </w:rPr>
        <w:t>il.il.</w:t>
      </w:r>
      <w:r w:rsidRPr="00171408">
        <w:rPr>
          <w:rFonts w:ascii="Times New Roman" w:hAnsi="Times New Roman" w:cs="Times New Roman"/>
          <w:lang w:val="kl-GL"/>
        </w:rPr>
        <w:t xml:space="preserve"> erniaritinneqartut pillugit inatsimmi aalajangersarneqartumut</w:t>
      </w:r>
      <w:r w:rsidR="005D5E3D" w:rsidRPr="00171408">
        <w:rPr>
          <w:rFonts w:ascii="Times New Roman" w:hAnsi="Times New Roman" w:cs="Times New Roman"/>
          <w:lang w:val="kl-GL"/>
        </w:rPr>
        <w:t>,</w:t>
      </w:r>
      <w:r w:rsidRPr="00171408">
        <w:rPr>
          <w:rFonts w:ascii="Times New Roman" w:hAnsi="Times New Roman" w:cs="Times New Roman"/>
          <w:lang w:val="kl-GL"/>
        </w:rPr>
        <w:t xml:space="preserve"> assingusumik.</w:t>
      </w:r>
    </w:p>
    <w:p w14:paraId="0B6F5DE2" w14:textId="1EB3E72F" w:rsidR="00515200" w:rsidRPr="00171408" w:rsidRDefault="00CE02F1">
      <w:pPr>
        <w:rPr>
          <w:rFonts w:ascii="Times New Roman" w:hAnsi="Times New Roman"/>
          <w:lang w:val="kl-GL"/>
        </w:rPr>
      </w:pPr>
      <w:r w:rsidRPr="00171408">
        <w:rPr>
          <w:rFonts w:ascii="Times New Roman" w:hAnsi="Times New Roman" w:cs="Times New Roman"/>
          <w:lang w:val="kl-GL"/>
        </w:rPr>
        <w:t xml:space="preserve">Aningaasat pineqartut Kalaallit Nunaanni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Pr="00171408">
        <w:rPr>
          <w:rFonts w:ascii="Times New Roman" w:hAnsi="Times New Roman" w:cs="Times New Roman"/>
          <w:lang w:val="kl-GL"/>
        </w:rPr>
        <w:t xml:space="preserve"> pillugu inatsit malillugu taarsiissutaapput aamma ajunngitsorsiaapput.</w:t>
      </w:r>
    </w:p>
    <w:p w14:paraId="4A7162F8" w14:textId="3EE5FC2A" w:rsidR="00515200" w:rsidRPr="00171408" w:rsidRDefault="00CE02F1">
      <w:pPr>
        <w:rPr>
          <w:rFonts w:ascii="Times New Roman" w:hAnsi="Times New Roman"/>
          <w:lang w:val="kl-GL"/>
        </w:rPr>
      </w:pPr>
      <w:r w:rsidRPr="00171408">
        <w:rPr>
          <w:rFonts w:ascii="Times New Roman" w:hAnsi="Times New Roman" w:cs="Times New Roman"/>
          <w:lang w:val="kl-GL"/>
        </w:rPr>
        <w:t>Aalajangersakkap siunertaraa</w:t>
      </w:r>
      <w:r w:rsidR="00E230AB" w:rsidRPr="00171408">
        <w:rPr>
          <w:rFonts w:ascii="Times New Roman" w:hAnsi="Times New Roman" w:cs="Times New Roman"/>
          <w:lang w:val="kl-GL"/>
        </w:rPr>
        <w:t xml:space="preserve"> aalajangiisoqartillugu</w:t>
      </w:r>
      <w:r w:rsidRPr="00171408">
        <w:rPr>
          <w:rFonts w:ascii="Times New Roman" w:hAnsi="Times New Roman" w:cs="Times New Roman"/>
          <w:lang w:val="kl-GL"/>
        </w:rPr>
        <w:t xml:space="preserve"> taarsiissutinik aamma ajunngitsorsianik </w:t>
      </w:r>
      <w:r w:rsidR="00C61CD5" w:rsidRPr="00171408">
        <w:rPr>
          <w:rFonts w:ascii="Times New Roman" w:hAnsi="Times New Roman" w:cs="Times New Roman"/>
          <w:lang w:val="kl-GL"/>
        </w:rPr>
        <w:t xml:space="preserve">ajoqusertunut </w:t>
      </w:r>
      <w:r w:rsidRPr="00171408">
        <w:rPr>
          <w:rFonts w:ascii="Times New Roman" w:hAnsi="Times New Roman" w:cs="Times New Roman"/>
          <w:lang w:val="kl-GL"/>
        </w:rPr>
        <w:t xml:space="preserve">aamma </w:t>
      </w:r>
      <w:r w:rsidR="00D02F12" w:rsidRPr="00171408">
        <w:rPr>
          <w:rFonts w:ascii="Times New Roman" w:hAnsi="Times New Roman" w:cs="Times New Roman"/>
          <w:lang w:val="kl-GL"/>
        </w:rPr>
        <w:t>qimagaas</w:t>
      </w:r>
      <w:r w:rsidRPr="00171408">
        <w:rPr>
          <w:rFonts w:ascii="Times New Roman" w:hAnsi="Times New Roman" w:cs="Times New Roman"/>
          <w:lang w:val="kl-GL"/>
        </w:rPr>
        <w:t xml:space="preserve">unut </w:t>
      </w:r>
      <w:r w:rsidR="00C61CD5" w:rsidRPr="00171408">
        <w:rPr>
          <w:rFonts w:ascii="Times New Roman" w:hAnsi="Times New Roman" w:cs="Times New Roman"/>
          <w:lang w:val="kl-GL"/>
        </w:rPr>
        <w:t xml:space="preserve">piaartumik </w:t>
      </w:r>
      <w:r w:rsidRPr="00171408">
        <w:rPr>
          <w:rFonts w:ascii="Times New Roman" w:hAnsi="Times New Roman" w:cs="Times New Roman"/>
          <w:lang w:val="kl-GL"/>
        </w:rPr>
        <w:t>akiliisarnissap isumannaarneqarnissaa.</w:t>
      </w:r>
    </w:p>
    <w:p w14:paraId="7AEEA2F3" w14:textId="45D372DB" w:rsidR="00515200" w:rsidRPr="00171408" w:rsidRDefault="00CE02F1">
      <w:pPr>
        <w:rPr>
          <w:rFonts w:ascii="Times New Roman" w:hAnsi="Times New Roman"/>
          <w:lang w:val="kl-GL"/>
        </w:rPr>
      </w:pPr>
      <w:r w:rsidRPr="00171408">
        <w:rPr>
          <w:rFonts w:ascii="Times New Roman" w:hAnsi="Times New Roman" w:cs="Times New Roman"/>
          <w:lang w:val="kl-GL"/>
        </w:rPr>
        <w:lastRenderedPageBreak/>
        <w:t>Taamaattumik ajoqusertumut taarsiissutissat aamma ajunngitsorsiassat sapaatip akunnerinik sisamanik piffissarititaasup qaangiunneraniit ernialersorneqassapput. Tamanna isumaqarpoq, ullumikkut piffissap ernialersuilerfiusussa</w:t>
      </w:r>
      <w:r w:rsidR="00660EAE" w:rsidRPr="00171408">
        <w:rPr>
          <w:rFonts w:ascii="Times New Roman" w:hAnsi="Times New Roman" w:cs="Times New Roman"/>
          <w:lang w:val="kl-GL"/>
        </w:rPr>
        <w:t>p</w:t>
      </w:r>
      <w:r w:rsidRPr="00171408">
        <w:rPr>
          <w:rFonts w:ascii="Times New Roman" w:hAnsi="Times New Roman" w:cs="Times New Roman"/>
          <w:lang w:val="kl-GL"/>
        </w:rPr>
        <w:t xml:space="preserve">, ajoqusertut aamma </w:t>
      </w:r>
      <w:r w:rsidR="00D02F12" w:rsidRPr="00171408">
        <w:rPr>
          <w:rFonts w:ascii="Times New Roman" w:hAnsi="Times New Roman" w:cs="Times New Roman"/>
          <w:lang w:val="kl-GL"/>
        </w:rPr>
        <w:t>qimagaas</w:t>
      </w:r>
      <w:r w:rsidRPr="00171408">
        <w:rPr>
          <w:rFonts w:ascii="Times New Roman" w:hAnsi="Times New Roman" w:cs="Times New Roman"/>
          <w:lang w:val="kl-GL"/>
        </w:rPr>
        <w:t xml:space="preserve">ut aalajangiineq pillugu </w:t>
      </w:r>
      <w:r w:rsidR="000654EB" w:rsidRPr="00171408">
        <w:rPr>
          <w:rFonts w:ascii="Times New Roman" w:hAnsi="Times New Roman" w:cs="Times New Roman"/>
          <w:lang w:val="kl-GL"/>
        </w:rPr>
        <w:t>naammagittaalli</w:t>
      </w:r>
      <w:r w:rsidRPr="00171408">
        <w:rPr>
          <w:rFonts w:ascii="Times New Roman" w:hAnsi="Times New Roman" w:cs="Times New Roman"/>
          <w:lang w:val="kl-GL"/>
        </w:rPr>
        <w:t>uteqarnissannut sapaatip akunnerinik arfinilinnik piffissarittaasoq, sapaatit akunnerinik marlunnik sioqqullugu</w:t>
      </w:r>
      <w:r w:rsidR="00660EAE" w:rsidRPr="00171408">
        <w:rPr>
          <w:rFonts w:ascii="Times New Roman" w:hAnsi="Times New Roman" w:cs="Times New Roman"/>
          <w:lang w:val="kl-GL"/>
        </w:rPr>
        <w:t>,</w:t>
      </w:r>
      <w:r w:rsidRPr="00171408">
        <w:rPr>
          <w:rFonts w:ascii="Times New Roman" w:hAnsi="Times New Roman" w:cs="Times New Roman"/>
          <w:lang w:val="kl-GL"/>
        </w:rPr>
        <w:t xml:space="preserve"> inissisimanera</w:t>
      </w:r>
      <w:r w:rsidR="00660EAE" w:rsidRPr="00171408">
        <w:rPr>
          <w:rFonts w:ascii="Times New Roman" w:hAnsi="Times New Roman" w:cs="Times New Roman"/>
          <w:lang w:val="kl-GL"/>
        </w:rPr>
        <w:t>,</w:t>
      </w:r>
      <w:r w:rsidRPr="00171408">
        <w:rPr>
          <w:rFonts w:ascii="Times New Roman" w:hAnsi="Times New Roman" w:cs="Times New Roman"/>
          <w:lang w:val="kl-GL"/>
        </w:rPr>
        <w:t xml:space="preserve"> tak. inatsimmi § 49, imm. 2, oqaaseqatigiit </w:t>
      </w:r>
      <w:r w:rsidR="006D2B6A" w:rsidRPr="00171408">
        <w:rPr>
          <w:rFonts w:ascii="Times New Roman" w:hAnsi="Times New Roman" w:cs="Times New Roman"/>
          <w:lang w:val="kl-GL"/>
        </w:rPr>
        <w:t>aappa</w:t>
      </w:r>
      <w:r w:rsidR="00660EAE" w:rsidRPr="00171408">
        <w:rPr>
          <w:rFonts w:ascii="Times New Roman" w:hAnsi="Times New Roman" w:cs="Times New Roman"/>
          <w:lang w:val="kl-GL"/>
        </w:rPr>
        <w:t>at</w:t>
      </w:r>
      <w:r w:rsidRPr="00171408">
        <w:rPr>
          <w:rFonts w:ascii="Times New Roman" w:hAnsi="Times New Roman" w:cs="Times New Roman"/>
          <w:lang w:val="kl-GL"/>
        </w:rPr>
        <w:t>.</w:t>
      </w:r>
    </w:p>
    <w:p w14:paraId="2FEE42D5" w14:textId="09BD7235" w:rsidR="00515200" w:rsidRPr="00171408" w:rsidRDefault="00CE02F1">
      <w:pPr>
        <w:rPr>
          <w:rFonts w:ascii="Times New Roman" w:hAnsi="Times New Roman"/>
          <w:lang w:val="kl-GL"/>
        </w:rPr>
      </w:pPr>
      <w:r w:rsidRPr="00171408">
        <w:rPr>
          <w:rFonts w:ascii="Times New Roman" w:hAnsi="Times New Roman" w:cs="Times New Roman"/>
          <w:lang w:val="kl-GL"/>
        </w:rPr>
        <w:t xml:space="preserve">Taarsiissutinik imaluunniit ajunngitsorsianik akiliinissaq pinngitsoortinniarlugu, </w:t>
      </w:r>
      <w:r w:rsidR="000654EB" w:rsidRPr="00171408">
        <w:rPr>
          <w:rFonts w:ascii="Times New Roman" w:hAnsi="Times New Roman" w:cs="Times New Roman"/>
          <w:lang w:val="kl-GL"/>
        </w:rPr>
        <w:t>naammagittaalli</w:t>
      </w:r>
      <w:r w:rsidRPr="00171408">
        <w:rPr>
          <w:rFonts w:ascii="Times New Roman" w:hAnsi="Times New Roman" w:cs="Times New Roman"/>
          <w:lang w:val="kl-GL"/>
        </w:rPr>
        <w:t>utaasinnaasup kingunerisassaa apeqqutaatillugu, akilerneq</w:t>
      </w:r>
      <w:r w:rsidR="00104AA7" w:rsidRPr="00171408">
        <w:rPr>
          <w:rFonts w:ascii="Times New Roman" w:hAnsi="Times New Roman" w:cs="Times New Roman"/>
          <w:lang w:val="kl-GL"/>
        </w:rPr>
        <w:t>a</w:t>
      </w:r>
      <w:r w:rsidRPr="00171408">
        <w:rPr>
          <w:rFonts w:ascii="Times New Roman" w:hAnsi="Times New Roman" w:cs="Times New Roman"/>
          <w:lang w:val="kl-GL"/>
        </w:rPr>
        <w:t xml:space="preserve">rtussaanngikkaluakkanik, sillimmasiisarfiit taarsiissutinik imaluunniit ajunngitsorsianik akiliinissaq utaqqisussaassavaat, </w:t>
      </w:r>
      <w:r w:rsidR="000654EB" w:rsidRPr="00171408">
        <w:rPr>
          <w:rFonts w:ascii="Times New Roman" w:hAnsi="Times New Roman" w:cs="Times New Roman"/>
          <w:lang w:val="kl-GL"/>
        </w:rPr>
        <w:t>naammagittaalli</w:t>
      </w:r>
      <w:r w:rsidRPr="00171408">
        <w:rPr>
          <w:rFonts w:ascii="Times New Roman" w:hAnsi="Times New Roman" w:cs="Times New Roman"/>
          <w:lang w:val="kl-GL"/>
        </w:rPr>
        <w:t>uteqarnissamut sapaatip akunnerinik arfinilinnik piffissarit</w:t>
      </w:r>
      <w:r w:rsidR="00104AA7" w:rsidRPr="00171408">
        <w:rPr>
          <w:rFonts w:ascii="Times New Roman" w:hAnsi="Times New Roman" w:cs="Times New Roman"/>
          <w:lang w:val="kl-GL"/>
        </w:rPr>
        <w:t>i</w:t>
      </w:r>
      <w:r w:rsidRPr="00171408">
        <w:rPr>
          <w:rFonts w:ascii="Times New Roman" w:hAnsi="Times New Roman" w:cs="Times New Roman"/>
          <w:lang w:val="kl-GL"/>
        </w:rPr>
        <w:t xml:space="preserve">taasup qaangiunnissaata tungaanut. Sillimmasiisarfiup </w:t>
      </w:r>
      <w:r w:rsidR="000654EB" w:rsidRPr="00171408">
        <w:rPr>
          <w:rFonts w:ascii="Times New Roman" w:hAnsi="Times New Roman" w:cs="Times New Roman"/>
          <w:lang w:val="kl-GL"/>
        </w:rPr>
        <w:t>naammagittaalli</w:t>
      </w:r>
      <w:r w:rsidRPr="00171408">
        <w:rPr>
          <w:rFonts w:ascii="Times New Roman" w:hAnsi="Times New Roman" w:cs="Times New Roman"/>
          <w:lang w:val="kl-GL"/>
        </w:rPr>
        <w:t>uteqarnissamut piffissarittaasup qaangiunnissaa utaqqippagu, akiliinissamut sapaatip akunnerinik sisamanik piffissarititaasoq naapertorlugu</w:t>
      </w:r>
      <w:r w:rsidR="00104AA7" w:rsidRPr="00171408">
        <w:rPr>
          <w:rFonts w:ascii="Times New Roman" w:hAnsi="Times New Roman" w:cs="Times New Roman"/>
          <w:lang w:val="kl-GL"/>
        </w:rPr>
        <w:t xml:space="preserve"> akiliisoqassanngilaq</w:t>
      </w:r>
      <w:r w:rsidRPr="00171408">
        <w:rPr>
          <w:rFonts w:ascii="Times New Roman" w:hAnsi="Times New Roman" w:cs="Times New Roman"/>
          <w:lang w:val="kl-GL"/>
        </w:rPr>
        <w:t xml:space="preserve">. Akiliinissamut piffissarititaasoq qaangerneqarpat, </w:t>
      </w:r>
      <w:r w:rsidR="00A3059A" w:rsidRPr="00171408">
        <w:rPr>
          <w:rFonts w:ascii="Times New Roman" w:hAnsi="Times New Roman" w:cs="Times New Roman"/>
          <w:lang w:val="kl-GL"/>
        </w:rPr>
        <w:t>ernialersorneqassaaq</w:t>
      </w:r>
      <w:r w:rsidRPr="00171408">
        <w:rPr>
          <w:rFonts w:ascii="Times New Roman" w:hAnsi="Times New Roman" w:cs="Times New Roman"/>
          <w:lang w:val="kl-GL"/>
        </w:rPr>
        <w:t>, pisuni taamaattuni erniassat naatsorsorneqarnissaannik kinguneqartussamik.</w:t>
      </w:r>
    </w:p>
    <w:p w14:paraId="6286B746" w14:textId="1624C85D" w:rsidR="00515200" w:rsidRPr="00171408" w:rsidRDefault="00CE02F1">
      <w:pPr>
        <w:rPr>
          <w:rFonts w:ascii="Times New Roman" w:hAnsi="Times New Roman"/>
          <w:lang w:val="kl-GL"/>
        </w:rPr>
      </w:pPr>
      <w:r w:rsidRPr="00171408">
        <w:rPr>
          <w:rFonts w:ascii="Times New Roman" w:hAnsi="Times New Roman" w:cs="Times New Roman"/>
          <w:lang w:val="kl-GL"/>
        </w:rPr>
        <w:t xml:space="preserve">Taamaattumik ullumikkut aaqqissuussineq, taarsiissutinik akiliinissamut sapaatit akunneri sisamat piffissarititaallutik, kisianni </w:t>
      </w:r>
      <w:r w:rsidR="000654EB" w:rsidRPr="00171408">
        <w:rPr>
          <w:rFonts w:ascii="Times New Roman" w:hAnsi="Times New Roman" w:cs="Times New Roman"/>
          <w:lang w:val="kl-GL"/>
        </w:rPr>
        <w:t>naammagittaalli</w:t>
      </w:r>
      <w:r w:rsidRPr="00171408">
        <w:rPr>
          <w:rFonts w:ascii="Times New Roman" w:hAnsi="Times New Roman" w:cs="Times New Roman"/>
          <w:lang w:val="kl-GL"/>
        </w:rPr>
        <w:t>uteqarnissamut sapaatip akunneri arfinillit piffissarititaallutik, siunertamut naapertuutinngitsutut nalilerneqarpoq.</w:t>
      </w:r>
    </w:p>
    <w:p w14:paraId="6531E6B9" w14:textId="6DBC860D" w:rsidR="00515200" w:rsidRPr="00171408" w:rsidRDefault="00CE02F1">
      <w:pPr>
        <w:rPr>
          <w:rFonts w:ascii="Times New Roman" w:hAnsi="Times New Roman"/>
          <w:lang w:val="kl-GL"/>
        </w:rPr>
      </w:pPr>
      <w:r w:rsidRPr="00171408">
        <w:rPr>
          <w:rFonts w:ascii="Times New Roman" w:hAnsi="Times New Roman" w:cs="Times New Roman"/>
          <w:lang w:val="kl-GL"/>
        </w:rPr>
        <w:t xml:space="preserve">Inatsisissatut siunnersuummi </w:t>
      </w:r>
      <w:r w:rsidRPr="00171408">
        <w:rPr>
          <w:rFonts w:ascii="Times New Roman" w:hAnsi="Times New Roman" w:cs="Times New Roman"/>
          <w:i/>
          <w:lang w:val="kl-GL"/>
        </w:rPr>
        <w:t xml:space="preserve">§ 1, nr. </w:t>
      </w:r>
      <w:r w:rsidR="00EC631C" w:rsidRPr="00171408">
        <w:rPr>
          <w:rFonts w:ascii="Times New Roman" w:hAnsi="Times New Roman" w:cs="Times New Roman"/>
          <w:i/>
          <w:lang w:val="kl-GL"/>
        </w:rPr>
        <w:t>8</w:t>
      </w:r>
      <w:r w:rsidRPr="00171408">
        <w:rPr>
          <w:rFonts w:ascii="Times New Roman" w:hAnsi="Times New Roman" w:cs="Times New Roman"/>
          <w:lang w:val="kl-GL"/>
        </w:rPr>
        <w:t>-imi</w:t>
      </w:r>
      <w:r w:rsidRPr="00171408">
        <w:rPr>
          <w:rFonts w:ascii="Times New Roman" w:hAnsi="Times New Roman" w:cs="Times New Roman"/>
          <w:i/>
          <w:lang w:val="kl-GL"/>
        </w:rPr>
        <w:t>,</w:t>
      </w:r>
      <w:r w:rsidRPr="00171408">
        <w:rPr>
          <w:rFonts w:ascii="Times New Roman" w:hAnsi="Times New Roman" w:cs="Times New Roman"/>
          <w:lang w:val="kl-GL"/>
        </w:rPr>
        <w:t xml:space="preserve"> </w:t>
      </w:r>
      <w:r w:rsidRPr="00171408">
        <w:rPr>
          <w:rFonts w:ascii="Times New Roman" w:hAnsi="Times New Roman" w:cs="Times New Roman"/>
          <w:i/>
          <w:shd w:val="clear" w:color="auto" w:fill="FFFFFF"/>
          <w:lang w:val="kl-GL"/>
        </w:rPr>
        <w:t>§ 30, imm. 4, oqaaseqatigii</w:t>
      </w:r>
      <w:r w:rsidR="006D2B6A" w:rsidRPr="00171408">
        <w:rPr>
          <w:rFonts w:ascii="Times New Roman" w:hAnsi="Times New Roman" w:cs="Times New Roman"/>
          <w:i/>
          <w:shd w:val="clear" w:color="auto" w:fill="FFFFFF"/>
          <w:lang w:val="kl-GL"/>
        </w:rPr>
        <w:t>t siullianni</w:t>
      </w:r>
      <w:r w:rsidRPr="00171408">
        <w:rPr>
          <w:rFonts w:ascii="Times New Roman" w:hAnsi="Times New Roman" w:cs="Times New Roman"/>
          <w:shd w:val="clear" w:color="auto" w:fill="FFFFFF"/>
          <w:lang w:val="kl-GL"/>
        </w:rPr>
        <w:t xml:space="preserve"> siunnersuutigineqarpoq</w:t>
      </w:r>
      <w:r w:rsidRPr="00171408">
        <w:rPr>
          <w:rFonts w:ascii="Times New Roman" w:hAnsi="Times New Roman" w:cs="Times New Roman"/>
          <w:i/>
          <w:iCs/>
          <w:shd w:val="clear" w:color="auto" w:fill="FFFFFF"/>
          <w:lang w:val="kl-GL"/>
        </w:rPr>
        <w:t xml:space="preserve"> </w:t>
      </w:r>
      <w:r w:rsidRPr="00171408">
        <w:rPr>
          <w:rFonts w:ascii="Times New Roman" w:hAnsi="Times New Roman" w:cs="Times New Roman"/>
          <w:shd w:val="clear" w:color="auto" w:fill="FFFFFF"/>
          <w:lang w:val="kl-GL"/>
        </w:rPr>
        <w:t xml:space="preserve">»sapaatit akunneri </w:t>
      </w:r>
      <w:r w:rsidR="007E01FA" w:rsidRPr="00171408">
        <w:rPr>
          <w:rFonts w:ascii="Times New Roman" w:hAnsi="Times New Roman" w:cs="Times New Roman"/>
          <w:shd w:val="clear" w:color="auto" w:fill="FFFFFF"/>
          <w:lang w:val="kl-GL"/>
        </w:rPr>
        <w:t>sisamat</w:t>
      </w:r>
      <w:r w:rsidRPr="00171408">
        <w:rPr>
          <w:rFonts w:ascii="Times New Roman" w:hAnsi="Times New Roman" w:cs="Times New Roman"/>
          <w:shd w:val="clear" w:color="auto" w:fill="FFFFFF"/>
          <w:lang w:val="kl-GL"/>
        </w:rPr>
        <w:t xml:space="preserve">« </w:t>
      </w:r>
      <w:r w:rsidR="007E01FA" w:rsidRPr="00171408">
        <w:rPr>
          <w:rFonts w:ascii="Times New Roman" w:hAnsi="Times New Roman" w:cs="Times New Roman"/>
          <w:shd w:val="clear" w:color="auto" w:fill="FFFFFF"/>
          <w:lang w:val="kl-GL"/>
        </w:rPr>
        <w:t xml:space="preserve">allanngortinneqassasoq </w:t>
      </w:r>
      <w:r w:rsidRPr="00171408">
        <w:rPr>
          <w:rFonts w:ascii="Times New Roman" w:hAnsi="Times New Roman" w:cs="Times New Roman"/>
          <w:shd w:val="clear" w:color="auto" w:fill="FFFFFF"/>
          <w:lang w:val="kl-GL"/>
        </w:rPr>
        <w:t xml:space="preserve">»sapaatit akunneri </w:t>
      </w:r>
      <w:r w:rsidR="007E01FA" w:rsidRPr="00171408">
        <w:rPr>
          <w:rFonts w:ascii="Times New Roman" w:hAnsi="Times New Roman" w:cs="Times New Roman"/>
          <w:shd w:val="clear" w:color="auto" w:fill="FFFFFF"/>
          <w:lang w:val="kl-GL"/>
        </w:rPr>
        <w:t>arfineq-marluk</w:t>
      </w:r>
      <w:r w:rsidRPr="00171408">
        <w:rPr>
          <w:rFonts w:ascii="Times New Roman" w:hAnsi="Times New Roman" w:cs="Times New Roman"/>
          <w:shd w:val="clear" w:color="auto" w:fill="FFFFFF"/>
          <w:lang w:val="kl-GL"/>
        </w:rPr>
        <w:t xml:space="preserve">«-mut, </w:t>
      </w:r>
      <w:r w:rsidR="00C3269E" w:rsidRPr="00171408">
        <w:rPr>
          <w:rFonts w:ascii="Times New Roman" w:hAnsi="Times New Roman" w:cs="Times New Roman"/>
          <w:shd w:val="clear" w:color="auto" w:fill="FFFFFF"/>
          <w:lang w:val="kl-GL"/>
        </w:rPr>
        <w:t>aamma</w:t>
      </w:r>
      <w:r w:rsidRPr="00171408">
        <w:rPr>
          <w:rFonts w:ascii="Times New Roman" w:hAnsi="Times New Roman" w:cs="Times New Roman"/>
          <w:shd w:val="clear" w:color="auto" w:fill="FFFFFF"/>
          <w:lang w:val="kl-GL"/>
        </w:rPr>
        <w:t xml:space="preserve"> »sapaatit akunneri </w:t>
      </w:r>
      <w:r w:rsidR="007E01FA" w:rsidRPr="00171408">
        <w:rPr>
          <w:rFonts w:ascii="Times New Roman" w:hAnsi="Times New Roman" w:cs="Times New Roman"/>
          <w:shd w:val="clear" w:color="auto" w:fill="FFFFFF"/>
          <w:lang w:val="kl-GL"/>
        </w:rPr>
        <w:t>sisama</w:t>
      </w:r>
      <w:r w:rsidRPr="00171408">
        <w:rPr>
          <w:rFonts w:ascii="Times New Roman" w:hAnsi="Times New Roman" w:cs="Times New Roman"/>
          <w:shd w:val="clear" w:color="auto" w:fill="FFFFFF"/>
          <w:lang w:val="kl-GL"/>
        </w:rPr>
        <w:t xml:space="preserve">nik piffissarititaasoq« </w:t>
      </w:r>
      <w:r w:rsidR="007E01FA" w:rsidRPr="00171408">
        <w:rPr>
          <w:rFonts w:ascii="Times New Roman" w:hAnsi="Times New Roman" w:cs="Times New Roman"/>
          <w:shd w:val="clear" w:color="auto" w:fill="FFFFFF"/>
          <w:lang w:val="kl-GL"/>
        </w:rPr>
        <w:t xml:space="preserve">allanngortinneqassasoq </w:t>
      </w:r>
      <w:r w:rsidRPr="00171408">
        <w:rPr>
          <w:rFonts w:ascii="Times New Roman" w:hAnsi="Times New Roman" w:cs="Times New Roman"/>
          <w:shd w:val="clear" w:color="auto" w:fill="FFFFFF"/>
          <w:lang w:val="kl-GL"/>
        </w:rPr>
        <w:t xml:space="preserve">»sapaatit akunneri </w:t>
      </w:r>
      <w:r w:rsidR="007E01FA" w:rsidRPr="00171408">
        <w:rPr>
          <w:rFonts w:ascii="Times New Roman" w:hAnsi="Times New Roman" w:cs="Times New Roman"/>
          <w:shd w:val="clear" w:color="auto" w:fill="FFFFFF"/>
          <w:lang w:val="kl-GL"/>
        </w:rPr>
        <w:t>arnieq-marlu</w:t>
      </w:r>
      <w:r w:rsidR="00895BB3" w:rsidRPr="00171408">
        <w:rPr>
          <w:rFonts w:ascii="Times New Roman" w:hAnsi="Times New Roman" w:cs="Times New Roman"/>
          <w:shd w:val="clear" w:color="auto" w:fill="FFFFFF"/>
          <w:lang w:val="kl-GL"/>
        </w:rPr>
        <w:t>nnut</w:t>
      </w:r>
      <w:r w:rsidRPr="00171408">
        <w:rPr>
          <w:rFonts w:ascii="Times New Roman" w:hAnsi="Times New Roman" w:cs="Times New Roman"/>
          <w:shd w:val="clear" w:color="auto" w:fill="FFFFFF"/>
          <w:lang w:val="kl-GL"/>
        </w:rPr>
        <w:t xml:space="preserve"> piffissarititaasoq«-mut.</w:t>
      </w:r>
    </w:p>
    <w:p w14:paraId="466D2F6F" w14:textId="46A12826" w:rsidR="00515200" w:rsidRPr="00171408" w:rsidRDefault="00CE02F1">
      <w:pPr>
        <w:rPr>
          <w:rFonts w:ascii="Times New Roman" w:hAnsi="Times New Roman"/>
          <w:lang w:val="kl-GL"/>
        </w:rPr>
      </w:pPr>
      <w:r w:rsidRPr="00171408">
        <w:rPr>
          <w:rFonts w:ascii="Times New Roman" w:hAnsi="Times New Roman" w:cs="Times New Roman"/>
          <w:lang w:val="kl-GL"/>
        </w:rPr>
        <w:t xml:space="preserve">Siunnersuutikkut akiliinissamut piffissarititaasoq sapaatit akunnerinut </w:t>
      </w:r>
      <w:r w:rsidR="0069606C" w:rsidRPr="00171408">
        <w:rPr>
          <w:rFonts w:ascii="Times New Roman" w:hAnsi="Times New Roman" w:cs="Times New Roman"/>
          <w:lang w:val="kl-GL"/>
        </w:rPr>
        <w:t>arfineq-</w:t>
      </w:r>
      <w:r w:rsidRPr="00171408">
        <w:rPr>
          <w:rFonts w:ascii="Times New Roman" w:hAnsi="Times New Roman" w:cs="Times New Roman"/>
          <w:lang w:val="kl-GL"/>
        </w:rPr>
        <w:t xml:space="preserve">marlunnut aalajangersarneqarpoq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taamaalilluni </w:t>
      </w:r>
      <w:r w:rsidR="000654EB" w:rsidRPr="00171408">
        <w:rPr>
          <w:rFonts w:ascii="Times New Roman" w:hAnsi="Times New Roman" w:cs="Times New Roman"/>
          <w:lang w:val="kl-GL"/>
        </w:rPr>
        <w:t>naammagittaalli</w:t>
      </w:r>
      <w:r w:rsidRPr="00171408">
        <w:rPr>
          <w:rFonts w:ascii="Times New Roman" w:hAnsi="Times New Roman" w:cs="Times New Roman"/>
          <w:lang w:val="kl-GL"/>
        </w:rPr>
        <w:t xml:space="preserve">uteqarnissamut piffissarititaasumut sanilliullugu sapaatip akunneranik sivisunerulluni. Taamaaliornikkut sillimmasiisarfiit aamma Arbejdsmarkedets Erhvervssikringi </w:t>
      </w:r>
      <w:r w:rsidR="00545D4A" w:rsidRPr="00171408">
        <w:rPr>
          <w:rFonts w:ascii="Times New Roman" w:hAnsi="Times New Roman" w:cs="Times New Roman"/>
          <w:lang w:val="kl-GL"/>
        </w:rPr>
        <w:t>il.il.</w:t>
      </w:r>
      <w:r w:rsidRPr="00171408">
        <w:rPr>
          <w:rFonts w:ascii="Times New Roman" w:hAnsi="Times New Roman" w:cs="Times New Roman"/>
          <w:lang w:val="kl-GL"/>
        </w:rPr>
        <w:t xml:space="preserve"> taarsiissutinik aamma ajunngitsorsianik akiliinissaq utaqqissussinnaalissavaat, piffissarititaasup qaangiunnissaata tungaanut. Taamaalilluni </w:t>
      </w:r>
      <w:r w:rsidR="0069606C" w:rsidRPr="00171408">
        <w:rPr>
          <w:rFonts w:ascii="Times New Roman" w:hAnsi="Times New Roman" w:cs="Times New Roman"/>
          <w:lang w:val="kl-GL"/>
        </w:rPr>
        <w:t>qulakkeerneqassaaq</w:t>
      </w:r>
      <w:r w:rsidRPr="00171408">
        <w:rPr>
          <w:rFonts w:ascii="Times New Roman" w:hAnsi="Times New Roman" w:cs="Times New Roman"/>
          <w:lang w:val="kl-GL"/>
        </w:rPr>
        <w:t xml:space="preserve">, </w:t>
      </w:r>
      <w:r w:rsidR="000654EB" w:rsidRPr="00171408">
        <w:rPr>
          <w:rFonts w:ascii="Times New Roman" w:hAnsi="Times New Roman" w:cs="Times New Roman"/>
          <w:lang w:val="kl-GL"/>
        </w:rPr>
        <w:t>naammagittaalli</w:t>
      </w:r>
      <w:r w:rsidRPr="00171408">
        <w:rPr>
          <w:rFonts w:ascii="Times New Roman" w:hAnsi="Times New Roman" w:cs="Times New Roman"/>
          <w:lang w:val="kl-GL"/>
        </w:rPr>
        <w:t xml:space="preserve">uteqarnissamut piffissarititaasup qaangiutereernerani akiliinissap eqqortuunissaa,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anigaasat, ullormiit akuersissutigineqarnerisa nalunaarutigineqarneraniit sapaatit akunneri </w:t>
      </w:r>
      <w:r w:rsidR="00F64AFA" w:rsidRPr="00171408">
        <w:rPr>
          <w:rFonts w:ascii="Times New Roman" w:hAnsi="Times New Roman" w:cs="Times New Roman"/>
          <w:lang w:val="kl-GL"/>
        </w:rPr>
        <w:t>arfineq-</w:t>
      </w:r>
      <w:r w:rsidRPr="00171408">
        <w:rPr>
          <w:rFonts w:ascii="Times New Roman" w:hAnsi="Times New Roman" w:cs="Times New Roman"/>
          <w:lang w:val="kl-GL"/>
        </w:rPr>
        <w:t>marluk qaangiutereerneranni ernialersorneqannginnissaat.</w:t>
      </w:r>
    </w:p>
    <w:p w14:paraId="65C18233" w14:textId="2F8E1059" w:rsidR="00515200" w:rsidRPr="00171408" w:rsidRDefault="00CE02F1">
      <w:pPr>
        <w:rPr>
          <w:rFonts w:ascii="Times New Roman" w:hAnsi="Times New Roman"/>
          <w:lang w:val="kl-GL"/>
        </w:rPr>
      </w:pPr>
      <w:r w:rsidRPr="00171408">
        <w:rPr>
          <w:rFonts w:ascii="Times New Roman" w:hAnsi="Times New Roman" w:cs="Times New Roman"/>
          <w:lang w:val="kl-GL"/>
        </w:rPr>
        <w:t xml:space="preserve">Taamaalilluni siunnersuut isumaqarpoq, sapaatit akunnerini </w:t>
      </w:r>
      <w:r w:rsidR="00F64AFA" w:rsidRPr="00171408">
        <w:rPr>
          <w:rFonts w:ascii="Times New Roman" w:hAnsi="Times New Roman" w:cs="Times New Roman"/>
          <w:lang w:val="kl-GL"/>
        </w:rPr>
        <w:t>arfineq-</w:t>
      </w:r>
      <w:r w:rsidRPr="00171408">
        <w:rPr>
          <w:rFonts w:ascii="Times New Roman" w:hAnsi="Times New Roman" w:cs="Times New Roman"/>
          <w:lang w:val="kl-GL"/>
        </w:rPr>
        <w:t>marlunni piffissap kingorna aatsaat kingusinaartumik akiliinermut ernialersuisoqarnissaa.</w:t>
      </w:r>
    </w:p>
    <w:p w14:paraId="4BACC64D" w14:textId="77777777" w:rsidR="00515200" w:rsidRPr="00171408" w:rsidRDefault="00CE02F1">
      <w:pPr>
        <w:rPr>
          <w:rFonts w:ascii="Times New Roman" w:hAnsi="Times New Roman"/>
          <w:lang w:val="kl-GL"/>
        </w:rPr>
      </w:pPr>
      <w:r w:rsidRPr="00171408">
        <w:rPr>
          <w:rFonts w:ascii="Times New Roman" w:hAnsi="Times New Roman" w:cs="Times New Roman"/>
          <w:lang w:val="kl-GL"/>
        </w:rPr>
        <w:t xml:space="preserve">Aalajangersagaq siunnersuutigineqartoq </w:t>
      </w:r>
      <w:r w:rsidRPr="00171408">
        <w:rPr>
          <w:rFonts w:ascii="Times New Roman" w:eastAsia="Times New Roman" w:hAnsi="Times New Roman" w:cs="Times New Roman"/>
          <w:lang w:val="kl-GL" w:eastAsia="da-DK"/>
        </w:rPr>
        <w:t>Kalaallit Nunaanni pissutsinut tulluarsagaavoq.</w:t>
      </w:r>
    </w:p>
    <w:p w14:paraId="3E4067C4" w14:textId="77777777" w:rsidR="00515200" w:rsidRPr="00171408" w:rsidRDefault="00CE02F1">
      <w:pPr>
        <w:rPr>
          <w:rFonts w:ascii="Times New Roman" w:hAnsi="Times New Roman"/>
          <w:lang w:val="kl-GL"/>
        </w:rPr>
      </w:pPr>
      <w:r w:rsidRPr="00171408">
        <w:rPr>
          <w:rFonts w:ascii="Times New Roman" w:eastAsia="Times New Roman" w:hAnsi="Times New Roman" w:cs="Times New Roman"/>
          <w:lang w:val="kl-GL" w:eastAsia="da-DK"/>
        </w:rPr>
        <w:t>Tamatuma saniatigut oqaaseqaatit nalinginnaasut innersuussutigineqarput, imm. 2.12.</w:t>
      </w:r>
    </w:p>
    <w:p w14:paraId="47D9A457" w14:textId="11222CAE" w:rsidR="00515200" w:rsidRPr="00171408" w:rsidRDefault="00CE02F1">
      <w:pPr>
        <w:spacing w:line="240" w:lineRule="auto"/>
        <w:rPr>
          <w:rFonts w:ascii="Times New Roman" w:hAnsi="Times New Roman"/>
          <w:lang w:val="kl-GL"/>
        </w:rPr>
      </w:pPr>
      <w:r w:rsidRPr="00171408">
        <w:rPr>
          <w:rFonts w:ascii="Times New Roman" w:hAnsi="Times New Roman" w:cs="Times New Roman"/>
          <w:lang w:val="kl-GL"/>
        </w:rPr>
        <w:t xml:space="preserve">Nr. </w:t>
      </w:r>
      <w:r w:rsidR="00EC631C" w:rsidRPr="00171408">
        <w:rPr>
          <w:rFonts w:ascii="Times New Roman" w:hAnsi="Times New Roman" w:cs="Times New Roman"/>
          <w:lang w:val="kl-GL"/>
        </w:rPr>
        <w:t>9</w:t>
      </w:r>
      <w:r w:rsidRPr="00171408">
        <w:rPr>
          <w:rFonts w:ascii="Times New Roman" w:hAnsi="Times New Roman" w:cs="Times New Roman"/>
          <w:lang w:val="kl-GL"/>
        </w:rPr>
        <w:t>-mut</w:t>
      </w:r>
    </w:p>
    <w:p w14:paraId="03828B28" w14:textId="7DE3973B" w:rsidR="00515200" w:rsidRPr="00171408" w:rsidRDefault="005E0E6B">
      <w:pPr>
        <w:rPr>
          <w:rFonts w:ascii="Times New Roman" w:hAnsi="Times New Roman"/>
          <w:lang w:val="kl-GL"/>
        </w:rPr>
      </w:pPr>
      <w:r w:rsidRPr="00171408">
        <w:rPr>
          <w:rFonts w:ascii="Times New Roman" w:hAnsi="Times New Roman" w:cs="Times New Roman"/>
          <w:lang w:val="kl-GL"/>
        </w:rPr>
        <w:t>Sulinermi</w:t>
      </w:r>
      <w:r w:rsidR="00CE02F1" w:rsidRPr="00171408">
        <w:rPr>
          <w:rFonts w:ascii="Times New Roman" w:hAnsi="Times New Roman" w:cs="Times New Roman"/>
          <w:lang w:val="kl-GL"/>
        </w:rPr>
        <w:t xml:space="preserve"> ajoqusernerup ajoqusertup sulinikkut isertitaqarsinnaassusia appartissimappagu, ajoqusertoq inuussutissarsiorsinnaanermik annaasaqarnerminut taarsiiffigitinnissamut pisinnaatitaaffeqarpoq. Malittarisassat atuuttut malillugit ajoqusertup imaluunniit taassuma qimatai inuussutissarsiorsinnaanermik annaasaqarnermut taarsiiffigitinnissamut akuersaarneqassapput, ajoqusertup toquneratigut pilersuisumik annaasaqarsimasut.</w:t>
      </w:r>
    </w:p>
    <w:p w14:paraId="42212013" w14:textId="1F2DBCFA" w:rsidR="00515200" w:rsidRPr="00171408" w:rsidRDefault="00CE02F1">
      <w:pPr>
        <w:rPr>
          <w:rFonts w:ascii="Times New Roman" w:hAnsi="Times New Roman"/>
          <w:lang w:val="kl-GL"/>
        </w:rPr>
      </w:pPr>
      <w:r w:rsidRPr="00171408">
        <w:rPr>
          <w:rFonts w:ascii="Times New Roman" w:hAnsi="Times New Roman" w:cs="Times New Roman"/>
          <w:lang w:val="kl-GL"/>
        </w:rPr>
        <w:lastRenderedPageBreak/>
        <w:t xml:space="preserve">Taarsiissuteqarneq ingerlavartumik taarsiissutitut imaluunniit ataatsikkut tunniutassanngortitatut akilerneqarsinnaapput. Ingerlaavartumik taarsiissuteqarneq qaammatikkaarlugit akilerneqartarpoq, tigusisup </w:t>
      </w:r>
      <w:r w:rsidR="00C95896" w:rsidRPr="00171408">
        <w:rPr>
          <w:rFonts w:ascii="Times New Roman" w:hAnsi="Times New Roman" w:cs="Times New Roman"/>
          <w:lang w:val="kl-GL"/>
        </w:rPr>
        <w:t xml:space="preserve">utoqqalinersiuteqalernissaata </w:t>
      </w:r>
      <w:r w:rsidRPr="00171408">
        <w:rPr>
          <w:rFonts w:ascii="Times New Roman" w:hAnsi="Times New Roman" w:cs="Times New Roman"/>
          <w:lang w:val="kl-GL"/>
        </w:rPr>
        <w:t>tungaanut imaluunniit ingerlaavartumik taarsiissuteqarnerup atorunnaarnissaata tungaanut. Taarsiissutit ataatsikkut tunniutassanngortitat ataasiartumik akilerneqassapput.</w:t>
      </w:r>
    </w:p>
    <w:p w14:paraId="0BD848A1" w14:textId="6A9A7EE8" w:rsidR="00515200" w:rsidRPr="00171408" w:rsidRDefault="00CE02F1">
      <w:pPr>
        <w:rPr>
          <w:rFonts w:ascii="Times New Roman" w:hAnsi="Times New Roman"/>
          <w:lang w:val="kl-GL"/>
        </w:rPr>
      </w:pPr>
      <w:r w:rsidRPr="00171408">
        <w:rPr>
          <w:rFonts w:ascii="Times New Roman" w:hAnsi="Times New Roman" w:cs="Times New Roman"/>
          <w:lang w:val="kl-GL"/>
        </w:rPr>
        <w:t xml:space="preserve">Kalaallit Nunaanni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Pr="00171408">
        <w:rPr>
          <w:rFonts w:ascii="Times New Roman" w:hAnsi="Times New Roman" w:cs="Times New Roman"/>
          <w:lang w:val="kl-GL"/>
        </w:rPr>
        <w:t xml:space="preserve"> pillugu inatsimmi § 21 malillugu 50 </w:t>
      </w:r>
      <w:r w:rsidR="00AE7532" w:rsidRPr="00171408">
        <w:rPr>
          <w:rFonts w:ascii="Times New Roman" w:hAnsi="Times New Roman" w:cs="Times New Roman"/>
          <w:lang w:val="kl-GL"/>
        </w:rPr>
        <w:t>procent</w:t>
      </w:r>
      <w:r w:rsidRPr="00171408">
        <w:rPr>
          <w:rFonts w:ascii="Times New Roman" w:hAnsi="Times New Roman" w:cs="Times New Roman"/>
          <w:lang w:val="kl-GL"/>
        </w:rPr>
        <w:t xml:space="preserve"> </w:t>
      </w:r>
      <w:r w:rsidR="005A7B0E" w:rsidRPr="00171408">
        <w:rPr>
          <w:rFonts w:ascii="Times New Roman" w:hAnsi="Times New Roman" w:cs="Times New Roman"/>
          <w:lang w:val="kl-GL"/>
        </w:rPr>
        <w:t xml:space="preserve">inorlugu </w:t>
      </w:r>
      <w:r w:rsidRPr="00171408">
        <w:rPr>
          <w:rFonts w:ascii="Times New Roman" w:hAnsi="Times New Roman" w:cs="Times New Roman"/>
          <w:lang w:val="kl-GL"/>
        </w:rPr>
        <w:t xml:space="preserve">inuussutissarsiorsinnaanermik annaasaqarnermut taarsiissuteqarnissaq inaarutaasumik akuersissutigineqartoq, nalinginnaasumik, aamma taarsiiffigitinnissamut </w:t>
      </w:r>
      <w:r w:rsidR="005A7B0E" w:rsidRPr="00171408">
        <w:rPr>
          <w:rFonts w:ascii="Times New Roman" w:hAnsi="Times New Roman" w:cs="Times New Roman"/>
          <w:lang w:val="kl-GL"/>
        </w:rPr>
        <w:t xml:space="preserve">pisinnaatitaasoq </w:t>
      </w:r>
      <w:r w:rsidRPr="00171408">
        <w:rPr>
          <w:rFonts w:ascii="Times New Roman" w:hAnsi="Times New Roman" w:cs="Times New Roman"/>
          <w:lang w:val="kl-GL"/>
        </w:rPr>
        <w:t xml:space="preserve">akuersiteqqaarnagu, ataatsikkut tunniutassanngortinneqassaaq, tak. Kalaallit Nunaanni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Pr="00171408">
        <w:rPr>
          <w:rFonts w:ascii="Times New Roman" w:hAnsi="Times New Roman" w:cs="Times New Roman"/>
          <w:lang w:val="kl-GL"/>
        </w:rPr>
        <w:t xml:space="preserve"> pillugu inatsimmi § 31, imm. 1, oqaaseqatigiit </w:t>
      </w:r>
      <w:r w:rsidR="00EB07F2" w:rsidRPr="00171408">
        <w:rPr>
          <w:rFonts w:ascii="Times New Roman" w:hAnsi="Times New Roman" w:cs="Times New Roman"/>
          <w:lang w:val="kl-GL"/>
        </w:rPr>
        <w:t>siulliat</w:t>
      </w:r>
      <w:r w:rsidRPr="00171408">
        <w:rPr>
          <w:rFonts w:ascii="Times New Roman" w:hAnsi="Times New Roman" w:cs="Times New Roman"/>
          <w:lang w:val="kl-GL"/>
        </w:rPr>
        <w:t>.</w:t>
      </w:r>
    </w:p>
    <w:p w14:paraId="03670629" w14:textId="7F396F64" w:rsidR="00515200" w:rsidRPr="00171408" w:rsidRDefault="00CE02F1">
      <w:pPr>
        <w:rPr>
          <w:rFonts w:ascii="Times New Roman" w:hAnsi="Times New Roman"/>
          <w:lang w:val="kl-GL"/>
        </w:rPr>
      </w:pPr>
      <w:r w:rsidRPr="00171408">
        <w:rPr>
          <w:rFonts w:ascii="Times New Roman" w:hAnsi="Times New Roman" w:cs="Times New Roman"/>
          <w:lang w:val="kl-GL"/>
        </w:rPr>
        <w:t xml:space="preserve">50 </w:t>
      </w:r>
      <w:r w:rsidR="00AE7532" w:rsidRPr="00171408">
        <w:rPr>
          <w:rFonts w:ascii="Times New Roman" w:hAnsi="Times New Roman" w:cs="Times New Roman"/>
          <w:lang w:val="kl-GL"/>
        </w:rPr>
        <w:t>procenti</w:t>
      </w:r>
      <w:r w:rsidRPr="00171408">
        <w:rPr>
          <w:rFonts w:ascii="Times New Roman" w:hAnsi="Times New Roman" w:cs="Times New Roman"/>
          <w:lang w:val="kl-GL"/>
        </w:rPr>
        <w:t xml:space="preserve">mik imaluunniit taanna qaangerlugu inuussutissarsiorsinnaanermik annaasaqarnermut taarsiissuteqarnissaq inaarutaasumik akuersissutigineqartoq, taarsiiffigitinnissamut </w:t>
      </w:r>
      <w:r w:rsidR="00AE7532" w:rsidRPr="00171408">
        <w:rPr>
          <w:rFonts w:ascii="Times New Roman" w:hAnsi="Times New Roman" w:cs="Times New Roman"/>
          <w:lang w:val="kl-GL"/>
        </w:rPr>
        <w:t xml:space="preserve">pisinnaatitaasup </w:t>
      </w:r>
      <w:r w:rsidRPr="00171408">
        <w:rPr>
          <w:rFonts w:ascii="Times New Roman" w:hAnsi="Times New Roman" w:cs="Times New Roman"/>
          <w:lang w:val="kl-GL"/>
        </w:rPr>
        <w:t xml:space="preserve">noqqaassuteqarneratigut ataatsikkut tunniutassanngortinneqarsinnaavoq, tak. Kalaallit Nunaanni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Pr="00171408">
        <w:rPr>
          <w:rFonts w:ascii="Times New Roman" w:hAnsi="Times New Roman" w:cs="Times New Roman"/>
          <w:lang w:val="kl-GL"/>
        </w:rPr>
        <w:t xml:space="preserve"> pillugu inatsimmi § 31, imm. 2, oqaaseqatigiit </w:t>
      </w:r>
      <w:r w:rsidR="00EB07F2" w:rsidRPr="00171408">
        <w:rPr>
          <w:rFonts w:ascii="Times New Roman" w:hAnsi="Times New Roman" w:cs="Times New Roman"/>
          <w:lang w:val="kl-GL"/>
        </w:rPr>
        <w:t>siulliat</w:t>
      </w:r>
      <w:r w:rsidRPr="00171408">
        <w:rPr>
          <w:rFonts w:ascii="Times New Roman" w:hAnsi="Times New Roman" w:cs="Times New Roman"/>
          <w:lang w:val="kl-GL"/>
        </w:rPr>
        <w:t xml:space="preserve">. Taamaattoq taarsiissutissat inuussutissarsiorsinnaanermik annaasaqarnerup 50 </w:t>
      </w:r>
      <w:r w:rsidR="004545EC" w:rsidRPr="00171408">
        <w:rPr>
          <w:rFonts w:ascii="Times New Roman" w:hAnsi="Times New Roman" w:cs="Times New Roman"/>
          <w:lang w:val="kl-GL"/>
        </w:rPr>
        <w:t>procenti</w:t>
      </w:r>
      <w:r w:rsidRPr="00171408">
        <w:rPr>
          <w:rFonts w:ascii="Times New Roman" w:hAnsi="Times New Roman" w:cs="Times New Roman"/>
          <w:lang w:val="kl-GL"/>
        </w:rPr>
        <w:t xml:space="preserve"> angullugu nalingi annerpaamik ataatsikkut tunniutassanngortinneqarsinnaapput.</w:t>
      </w:r>
    </w:p>
    <w:p w14:paraId="2263F2D1" w14:textId="5AAE5275" w:rsidR="00515200" w:rsidRPr="00171408" w:rsidRDefault="00CE02F1">
      <w:pPr>
        <w:rPr>
          <w:rFonts w:ascii="Times New Roman" w:hAnsi="Times New Roman"/>
          <w:lang w:val="kl-GL"/>
        </w:rPr>
      </w:pPr>
      <w:r w:rsidRPr="00171408">
        <w:rPr>
          <w:rFonts w:ascii="Times New Roman" w:hAnsi="Times New Roman" w:cs="Times New Roman"/>
          <w:lang w:val="kl-GL"/>
        </w:rPr>
        <w:t>Pilersuisumik annaasaqarnermut taarsiissutit piffissami aalajangersim</w:t>
      </w:r>
      <w:r w:rsidR="008166FD" w:rsidRPr="00171408">
        <w:rPr>
          <w:rFonts w:ascii="Times New Roman" w:hAnsi="Times New Roman" w:cs="Times New Roman"/>
          <w:lang w:val="kl-GL"/>
        </w:rPr>
        <w:t>a</w:t>
      </w:r>
      <w:r w:rsidRPr="00171408">
        <w:rPr>
          <w:rFonts w:ascii="Times New Roman" w:hAnsi="Times New Roman" w:cs="Times New Roman"/>
          <w:lang w:val="kl-GL"/>
        </w:rPr>
        <w:t>sumi ingerlaavartumik taarsiissutitut akuersissutigineqassapput, ullo</w:t>
      </w:r>
      <w:r w:rsidR="008166FD" w:rsidRPr="00171408">
        <w:rPr>
          <w:rFonts w:ascii="Times New Roman" w:hAnsi="Times New Roman" w:cs="Times New Roman"/>
          <w:lang w:val="kl-GL"/>
        </w:rPr>
        <w:t>q</w:t>
      </w:r>
      <w:r w:rsidRPr="00171408">
        <w:rPr>
          <w:rFonts w:ascii="Times New Roman" w:hAnsi="Times New Roman" w:cs="Times New Roman"/>
          <w:lang w:val="kl-GL"/>
        </w:rPr>
        <w:t xml:space="preserve"> toquffimmiit atuuttumik akilerneqartussat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w:t>
      </w:r>
      <w:r w:rsidR="008166FD" w:rsidRPr="00171408">
        <w:rPr>
          <w:rFonts w:ascii="Times New Roman" w:hAnsi="Times New Roman" w:cs="Times New Roman"/>
          <w:lang w:val="kl-GL"/>
        </w:rPr>
        <w:t xml:space="preserve">sivisunerpaamik </w:t>
      </w:r>
      <w:r w:rsidRPr="00171408">
        <w:rPr>
          <w:rFonts w:ascii="Times New Roman" w:hAnsi="Times New Roman" w:cs="Times New Roman"/>
          <w:lang w:val="kl-GL"/>
        </w:rPr>
        <w:t xml:space="preserve">ukiuni </w:t>
      </w:r>
      <w:r w:rsidR="008166FD" w:rsidRPr="00171408">
        <w:rPr>
          <w:rFonts w:ascii="Times New Roman" w:hAnsi="Times New Roman" w:cs="Times New Roman"/>
          <w:lang w:val="kl-GL"/>
        </w:rPr>
        <w:t>quli</w:t>
      </w:r>
      <w:r w:rsidRPr="00171408">
        <w:rPr>
          <w:rFonts w:ascii="Times New Roman" w:hAnsi="Times New Roman" w:cs="Times New Roman"/>
          <w:lang w:val="kl-GL"/>
        </w:rPr>
        <w:t xml:space="preserve">ni, tak. Kalaallit Nunaanni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Pr="00171408">
        <w:rPr>
          <w:rFonts w:ascii="Times New Roman" w:hAnsi="Times New Roman" w:cs="Times New Roman"/>
          <w:lang w:val="kl-GL"/>
        </w:rPr>
        <w:t xml:space="preserve"> pillugu inatsimmi § 24, imm. 2. Pilersuisumik annaasaqarnermut taarsiissutit aallaa</w:t>
      </w:r>
      <w:r w:rsidR="00850EFA" w:rsidRPr="00171408">
        <w:rPr>
          <w:rFonts w:ascii="Times New Roman" w:hAnsi="Times New Roman" w:cs="Times New Roman"/>
          <w:lang w:val="kl-GL"/>
        </w:rPr>
        <w:t>viatigut</w:t>
      </w:r>
      <w:r w:rsidRPr="00171408">
        <w:rPr>
          <w:rFonts w:ascii="Times New Roman" w:hAnsi="Times New Roman" w:cs="Times New Roman"/>
          <w:lang w:val="kl-GL"/>
        </w:rPr>
        <w:t xml:space="preserve"> ingerlaavartumik taarsiissutitut akilerneqassapput, kisinni </w:t>
      </w:r>
      <w:r w:rsidR="00D02F12" w:rsidRPr="00171408">
        <w:rPr>
          <w:rFonts w:ascii="Times New Roman" w:hAnsi="Times New Roman" w:cs="Times New Roman"/>
          <w:lang w:val="kl-GL"/>
        </w:rPr>
        <w:t>qimagaas</w:t>
      </w:r>
      <w:r w:rsidRPr="00171408">
        <w:rPr>
          <w:rFonts w:ascii="Times New Roman" w:hAnsi="Times New Roman" w:cs="Times New Roman"/>
          <w:lang w:val="kl-GL"/>
        </w:rPr>
        <w:t xml:space="preserve">up noqqaassuteqarneratigut ataatsikkut tunniutassanngortinneqarsinnaallutik, tak. Kalaallit Nunaanni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Pr="00171408">
        <w:rPr>
          <w:rFonts w:ascii="Times New Roman" w:hAnsi="Times New Roman" w:cs="Times New Roman"/>
          <w:lang w:val="kl-GL"/>
        </w:rPr>
        <w:t xml:space="preserve"> pillugu inatsimmi § 24, imm. 3, tak. § 31, imm. 3.</w:t>
      </w:r>
    </w:p>
    <w:p w14:paraId="6F66FDEF" w14:textId="491E8428" w:rsidR="00515200" w:rsidRPr="00171408" w:rsidRDefault="00CE02F1">
      <w:pPr>
        <w:rPr>
          <w:rFonts w:ascii="Times New Roman" w:hAnsi="Times New Roman"/>
          <w:lang w:val="kl-GL"/>
        </w:rPr>
      </w:pPr>
      <w:r w:rsidRPr="00171408">
        <w:rPr>
          <w:rFonts w:ascii="Times New Roman" w:hAnsi="Times New Roman" w:cs="Times New Roman"/>
          <w:lang w:val="kl-GL"/>
        </w:rPr>
        <w:t xml:space="preserve">Kalaallit Nunaanni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Pr="00171408">
        <w:rPr>
          <w:rFonts w:ascii="Times New Roman" w:hAnsi="Times New Roman" w:cs="Times New Roman"/>
          <w:lang w:val="kl-GL"/>
        </w:rPr>
        <w:t xml:space="preserve"> pillugu inatsimmi § 31, imm. 4, oqaaseqatigiit </w:t>
      </w:r>
      <w:r w:rsidR="00EB07F2" w:rsidRPr="00171408">
        <w:rPr>
          <w:rFonts w:ascii="Times New Roman" w:hAnsi="Times New Roman" w:cs="Times New Roman"/>
          <w:lang w:val="kl-GL"/>
        </w:rPr>
        <w:t>siullia</w:t>
      </w:r>
      <w:r w:rsidR="00082306" w:rsidRPr="00171408">
        <w:rPr>
          <w:rFonts w:ascii="Times New Roman" w:hAnsi="Times New Roman" w:cs="Times New Roman"/>
          <w:lang w:val="kl-GL"/>
        </w:rPr>
        <w:t>n</w:t>
      </w:r>
      <w:r w:rsidRPr="00171408">
        <w:rPr>
          <w:rFonts w:ascii="Times New Roman" w:hAnsi="Times New Roman" w:cs="Times New Roman"/>
          <w:lang w:val="kl-GL"/>
        </w:rPr>
        <w:t>ni allaqqavoq, ingerlaavartumik taarsiissutinik ataatsikkut tunniutassanngortitsineq allanngortitsinerup nalaani ikiorsiissutit angissusaat tunngavigalugit pissasoq, tassa piffissami, aningaasat</w:t>
      </w:r>
      <w:r w:rsidR="00082306" w:rsidRPr="00171408">
        <w:rPr>
          <w:rFonts w:ascii="Times New Roman" w:hAnsi="Times New Roman" w:cs="Times New Roman"/>
          <w:lang w:val="kl-GL"/>
        </w:rPr>
        <w:t xml:space="preserve"> </w:t>
      </w:r>
      <w:r w:rsidRPr="00171408">
        <w:rPr>
          <w:rFonts w:ascii="Times New Roman" w:hAnsi="Times New Roman" w:cs="Times New Roman"/>
          <w:lang w:val="kl-GL"/>
        </w:rPr>
        <w:t>akilerneqarsinnaaffianni.</w:t>
      </w:r>
    </w:p>
    <w:p w14:paraId="5D28BB00" w14:textId="728CD7A7" w:rsidR="00515200" w:rsidRPr="00171408" w:rsidRDefault="00CE02F1">
      <w:pPr>
        <w:rPr>
          <w:rFonts w:ascii="Times New Roman" w:hAnsi="Times New Roman"/>
          <w:lang w:val="kl-GL"/>
        </w:rPr>
      </w:pPr>
      <w:r w:rsidRPr="00171408">
        <w:rPr>
          <w:rFonts w:ascii="Times New Roman" w:hAnsi="Times New Roman" w:cs="Times New Roman"/>
          <w:lang w:val="kl-GL"/>
        </w:rPr>
        <w:t xml:space="preserve">Ingerlaavartumik taarsiissutinik ataatsikkut tunniutassanngortitsinermi </w:t>
      </w:r>
      <w:r w:rsidR="0020588B" w:rsidRPr="00171408">
        <w:rPr>
          <w:rFonts w:ascii="Times New Roman" w:hAnsi="Times New Roman" w:cs="Times New Roman"/>
          <w:lang w:val="kl-GL"/>
        </w:rPr>
        <w:t>taarsigassarsiat aningaasanngortinneqarnerannut naleqqersuuti</w:t>
      </w:r>
      <w:r w:rsidRPr="00171408">
        <w:rPr>
          <w:rFonts w:ascii="Times New Roman" w:hAnsi="Times New Roman" w:cs="Times New Roman"/>
          <w:lang w:val="kl-GL"/>
        </w:rPr>
        <w:t>t atorneqassapput, aalajangersakkamut inatsimmi oqaaseqatit malillugit toqusoqar</w:t>
      </w:r>
      <w:r w:rsidR="00BF16B4" w:rsidRPr="00171408">
        <w:rPr>
          <w:rFonts w:ascii="Times New Roman" w:hAnsi="Times New Roman" w:cs="Times New Roman"/>
          <w:lang w:val="kl-GL"/>
        </w:rPr>
        <w:t>tar</w:t>
      </w:r>
      <w:r w:rsidRPr="00171408">
        <w:rPr>
          <w:rFonts w:ascii="Times New Roman" w:hAnsi="Times New Roman" w:cs="Times New Roman"/>
          <w:lang w:val="kl-GL"/>
        </w:rPr>
        <w:t xml:space="preserve">nermut tunngatillugu piumasaqaatinik aamma erniat qaffasissusaannik imaqartut. </w:t>
      </w:r>
      <w:r w:rsidR="0020588B" w:rsidRPr="00171408">
        <w:rPr>
          <w:rFonts w:ascii="Times New Roman" w:hAnsi="Times New Roman" w:cs="Times New Roman"/>
          <w:lang w:val="kl-GL"/>
        </w:rPr>
        <w:t>Taarsigassarsiat aningaasanngortinneqarnerannut naleqqersuutit</w:t>
      </w:r>
      <w:r w:rsidR="0020588B" w:rsidRPr="00171408" w:rsidDel="0020588B">
        <w:rPr>
          <w:rFonts w:ascii="Times New Roman" w:hAnsi="Times New Roman" w:cs="Times New Roman"/>
          <w:lang w:val="kl-GL"/>
        </w:rPr>
        <w:t xml:space="preserve"> </w:t>
      </w:r>
      <w:r w:rsidRPr="00171408">
        <w:rPr>
          <w:rFonts w:ascii="Times New Roman" w:hAnsi="Times New Roman" w:cs="Times New Roman"/>
          <w:lang w:val="kl-GL"/>
        </w:rPr>
        <w:t xml:space="preserve">aalajangersarneqarput siumoortumik naatsorsuinermut tunngaviit malillugit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ullumikkut naliusup naatsorsorneqarnissaanut, taarsiiffigitittussap pissarsiassai nangittumik ingerlaavartuugaluarpata. Aalajangersakkami allanneqarpoq, piffissaq allanngortitsiffiusoq tassaammat piffissaq, aningaasat akilerneqarsinnaaffiat, imatut isumaqartoq, piffissami tassani ajoqusertup inuussutissarsiornikkut atugai naammattumik </w:t>
      </w:r>
      <w:r w:rsidR="00862B6F" w:rsidRPr="00171408">
        <w:rPr>
          <w:rFonts w:ascii="Times New Roman" w:hAnsi="Times New Roman" w:cs="Times New Roman"/>
          <w:lang w:val="kl-GL"/>
        </w:rPr>
        <w:t>erseqqissarneqassasut</w:t>
      </w:r>
      <w:r w:rsidRPr="00171408">
        <w:rPr>
          <w:rFonts w:ascii="Times New Roman" w:hAnsi="Times New Roman" w:cs="Times New Roman"/>
          <w:lang w:val="kl-GL"/>
        </w:rPr>
        <w:t>.</w:t>
      </w:r>
    </w:p>
    <w:p w14:paraId="7E9ACE88" w14:textId="1749EB9D" w:rsidR="00515200" w:rsidRPr="00171408" w:rsidRDefault="00862B6F">
      <w:pPr>
        <w:rPr>
          <w:rFonts w:ascii="Times New Roman" w:hAnsi="Times New Roman"/>
          <w:lang w:val="kl-GL"/>
        </w:rPr>
      </w:pPr>
      <w:r w:rsidRPr="00171408">
        <w:rPr>
          <w:rFonts w:ascii="Times New Roman" w:hAnsi="Times New Roman" w:cs="Times New Roman"/>
          <w:lang w:val="kl-GL"/>
        </w:rPr>
        <w:t>Taarsigassarsiat aningaasanngortinneqarnerannut naleqqersuutinik</w:t>
      </w:r>
      <w:r w:rsidR="00CE02F1" w:rsidRPr="00171408">
        <w:rPr>
          <w:rFonts w:ascii="Times New Roman" w:hAnsi="Times New Roman" w:cs="Times New Roman"/>
          <w:lang w:val="kl-GL"/>
        </w:rPr>
        <w:t xml:space="preserve"> aalajangersaanermut tunngaviit 1978-imiilli allanngortinneqanngillat </w:t>
      </w:r>
      <w:r w:rsidR="00C3269E" w:rsidRPr="00171408">
        <w:rPr>
          <w:rFonts w:ascii="Times New Roman" w:hAnsi="Times New Roman" w:cs="Times New Roman"/>
          <w:lang w:val="kl-GL"/>
        </w:rPr>
        <w:t>aamma</w:t>
      </w:r>
      <w:r w:rsidR="00CE02F1" w:rsidRPr="00171408">
        <w:rPr>
          <w:rFonts w:ascii="Times New Roman" w:hAnsi="Times New Roman" w:cs="Times New Roman"/>
          <w:lang w:val="kl-GL"/>
        </w:rPr>
        <w:t xml:space="preserve"> tunngavinnut assingullutik,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00CE02F1" w:rsidRPr="00171408">
        <w:rPr>
          <w:rFonts w:ascii="Times New Roman" w:hAnsi="Times New Roman" w:cs="Times New Roman"/>
          <w:lang w:val="kl-GL"/>
        </w:rPr>
        <w:t xml:space="preserve"> pillugu inatsit malillugu atorneqartunut, taassuma 2007-mi allanngortinneqarnissaa sioqqullugu. </w:t>
      </w:r>
    </w:p>
    <w:p w14:paraId="13F227F4" w14:textId="75C79531" w:rsidR="00515200" w:rsidRPr="00171408" w:rsidRDefault="00CE02F1">
      <w:pPr>
        <w:rPr>
          <w:rFonts w:ascii="Times New Roman" w:hAnsi="Times New Roman"/>
          <w:lang w:val="kl-GL"/>
        </w:rPr>
      </w:pPr>
      <w:r w:rsidRPr="00171408">
        <w:rPr>
          <w:rFonts w:ascii="Times New Roman" w:hAnsi="Times New Roman" w:cs="Times New Roman"/>
          <w:lang w:val="kl-GL"/>
        </w:rPr>
        <w:t xml:space="preserve">Allanngortitsinermi </w:t>
      </w:r>
      <w:r w:rsidR="006F1CEC" w:rsidRPr="00171408">
        <w:rPr>
          <w:rFonts w:ascii="Times New Roman" w:hAnsi="Times New Roman" w:cs="Times New Roman"/>
          <w:lang w:val="kl-GL"/>
        </w:rPr>
        <w:t>t</w:t>
      </w:r>
      <w:r w:rsidR="00D96932" w:rsidRPr="00171408">
        <w:rPr>
          <w:rFonts w:ascii="Times New Roman" w:hAnsi="Times New Roman" w:cs="Times New Roman"/>
          <w:lang w:val="kl-GL"/>
        </w:rPr>
        <w:t>aarsigassarsiat aningaasanngortinneqarnerannut naleqqersuut</w:t>
      </w:r>
      <w:r w:rsidRPr="00171408">
        <w:rPr>
          <w:rFonts w:ascii="Times New Roman" w:hAnsi="Times New Roman" w:cs="Times New Roman"/>
          <w:lang w:val="kl-GL"/>
        </w:rPr>
        <w:t xml:space="preserve">inut immikkuualuttut arlallit apeqqutaapput, siunissami taarsiissutissat naatsorsorneqarsinnaanissaat siunertaralugu, tigusisussap </w:t>
      </w:r>
      <w:r w:rsidR="002245B8" w:rsidRPr="00171408">
        <w:rPr>
          <w:rFonts w:ascii="Times New Roman" w:hAnsi="Times New Roman" w:cs="Times New Roman"/>
          <w:lang w:val="kl-GL"/>
        </w:rPr>
        <w:t xml:space="preserve">utoqqalinersiuteqalernissaata </w:t>
      </w:r>
      <w:r w:rsidRPr="00171408">
        <w:rPr>
          <w:rFonts w:ascii="Times New Roman" w:hAnsi="Times New Roman" w:cs="Times New Roman"/>
          <w:lang w:val="kl-GL"/>
        </w:rPr>
        <w:t xml:space="preserve">tungaanut. </w:t>
      </w:r>
      <w:r w:rsidR="002245B8" w:rsidRPr="00171408">
        <w:rPr>
          <w:rFonts w:ascii="Times New Roman" w:hAnsi="Times New Roman" w:cs="Times New Roman"/>
          <w:lang w:val="kl-GL"/>
        </w:rPr>
        <w:t xml:space="preserve">Immikkuualuttut </w:t>
      </w:r>
      <w:r w:rsidRPr="00171408">
        <w:rPr>
          <w:rFonts w:ascii="Times New Roman" w:hAnsi="Times New Roman" w:cs="Times New Roman"/>
          <w:lang w:val="kl-GL"/>
        </w:rPr>
        <w:t xml:space="preserve">tulliuttut </w:t>
      </w:r>
      <w:r w:rsidR="003A2997" w:rsidRPr="00171408">
        <w:rPr>
          <w:rFonts w:ascii="Times New Roman" w:hAnsi="Times New Roman" w:cs="Times New Roman"/>
          <w:lang w:val="kl-GL"/>
        </w:rPr>
        <w:t xml:space="preserve">marluk </w:t>
      </w:r>
      <w:r w:rsidRPr="00171408">
        <w:rPr>
          <w:rFonts w:ascii="Times New Roman" w:hAnsi="Times New Roman" w:cs="Times New Roman"/>
          <w:lang w:val="kl-GL"/>
        </w:rPr>
        <w:t>aalajangersakkami ilaapput:</w:t>
      </w:r>
    </w:p>
    <w:p w14:paraId="4BF36886" w14:textId="1F5402C7" w:rsidR="00515200" w:rsidRPr="00171408" w:rsidRDefault="009F1D9F">
      <w:pPr>
        <w:numPr>
          <w:ilvl w:val="0"/>
          <w:numId w:val="16"/>
        </w:numPr>
        <w:rPr>
          <w:rFonts w:ascii="Times New Roman" w:hAnsi="Times New Roman"/>
          <w:lang w:val="kl-GL"/>
        </w:rPr>
      </w:pPr>
      <w:r w:rsidRPr="00171408">
        <w:rPr>
          <w:rFonts w:ascii="Times New Roman" w:hAnsi="Times New Roman" w:cs="Times New Roman"/>
          <w:lang w:val="kl-GL"/>
        </w:rPr>
        <w:lastRenderedPageBreak/>
        <w:t>T</w:t>
      </w:r>
      <w:r w:rsidR="00CE02F1" w:rsidRPr="00171408">
        <w:rPr>
          <w:rFonts w:ascii="Times New Roman" w:hAnsi="Times New Roman" w:cs="Times New Roman"/>
          <w:lang w:val="kl-GL"/>
        </w:rPr>
        <w:t>oqusoqar</w:t>
      </w:r>
      <w:r w:rsidR="00FE7198" w:rsidRPr="00171408">
        <w:rPr>
          <w:rFonts w:ascii="Times New Roman" w:hAnsi="Times New Roman" w:cs="Times New Roman"/>
          <w:lang w:val="kl-GL"/>
        </w:rPr>
        <w:t>tar</w:t>
      </w:r>
      <w:r w:rsidR="00CE02F1" w:rsidRPr="00171408">
        <w:rPr>
          <w:rFonts w:ascii="Times New Roman" w:hAnsi="Times New Roman" w:cs="Times New Roman"/>
          <w:lang w:val="kl-GL"/>
        </w:rPr>
        <w:t>nermut tunngatillugu piumasaqaatit: U74-im</w:t>
      </w:r>
      <w:r w:rsidR="00DB7EFC" w:rsidRPr="00171408">
        <w:rPr>
          <w:rFonts w:ascii="Times New Roman" w:hAnsi="Times New Roman" w:cs="Times New Roman"/>
          <w:lang w:val="kl-GL"/>
        </w:rPr>
        <w:t>ut naleqqersuutitut</w:t>
      </w:r>
      <w:r w:rsidR="00CE02F1" w:rsidRPr="00171408">
        <w:rPr>
          <w:rFonts w:ascii="Times New Roman" w:hAnsi="Times New Roman" w:cs="Times New Roman"/>
          <w:lang w:val="kl-GL"/>
        </w:rPr>
        <w:t xml:space="preserve"> taagorneqartoq, Danmarkimi 1960-ikkunni aamma 1970-ikkunni toqusoqar</w:t>
      </w:r>
      <w:r w:rsidR="00FE7198" w:rsidRPr="00171408">
        <w:rPr>
          <w:rFonts w:ascii="Times New Roman" w:hAnsi="Times New Roman" w:cs="Times New Roman"/>
          <w:lang w:val="kl-GL"/>
        </w:rPr>
        <w:t>tar</w:t>
      </w:r>
      <w:r w:rsidR="00CE02F1" w:rsidRPr="00171408">
        <w:rPr>
          <w:rFonts w:ascii="Times New Roman" w:hAnsi="Times New Roman" w:cs="Times New Roman"/>
          <w:lang w:val="kl-GL"/>
        </w:rPr>
        <w:t>ner</w:t>
      </w:r>
      <w:r w:rsidR="00FE7198" w:rsidRPr="00171408">
        <w:rPr>
          <w:rFonts w:ascii="Times New Roman" w:hAnsi="Times New Roman" w:cs="Times New Roman"/>
          <w:lang w:val="kl-GL"/>
        </w:rPr>
        <w:t>mut</w:t>
      </w:r>
      <w:r w:rsidR="00CE02F1" w:rsidRPr="00171408">
        <w:rPr>
          <w:rFonts w:ascii="Times New Roman" w:hAnsi="Times New Roman" w:cs="Times New Roman"/>
          <w:lang w:val="kl-GL"/>
        </w:rPr>
        <w:t xml:space="preserve"> alaatsinaa</w:t>
      </w:r>
      <w:r w:rsidR="0071363B" w:rsidRPr="00171408">
        <w:rPr>
          <w:rFonts w:ascii="Times New Roman" w:hAnsi="Times New Roman" w:cs="Times New Roman"/>
          <w:lang w:val="kl-GL"/>
        </w:rPr>
        <w:t>n</w:t>
      </w:r>
      <w:r w:rsidR="00CE02F1" w:rsidRPr="00171408">
        <w:rPr>
          <w:rFonts w:ascii="Times New Roman" w:hAnsi="Times New Roman" w:cs="Times New Roman"/>
          <w:lang w:val="kl-GL"/>
        </w:rPr>
        <w:t xml:space="preserve">nermik tunngaveqarpoq, </w:t>
      </w:r>
      <w:r w:rsidR="00C3269E" w:rsidRPr="00171408">
        <w:rPr>
          <w:rFonts w:ascii="Times New Roman" w:hAnsi="Times New Roman" w:cs="Times New Roman"/>
          <w:lang w:val="kl-GL"/>
        </w:rPr>
        <w:t>aamma</w:t>
      </w:r>
      <w:r w:rsidR="00CE02F1" w:rsidRPr="00171408">
        <w:rPr>
          <w:rFonts w:ascii="Times New Roman" w:hAnsi="Times New Roman" w:cs="Times New Roman"/>
          <w:lang w:val="kl-GL"/>
        </w:rPr>
        <w:t xml:space="preserve"> angutit arna</w:t>
      </w:r>
      <w:r w:rsidR="00DB7EFC" w:rsidRPr="00171408">
        <w:rPr>
          <w:rFonts w:ascii="Times New Roman" w:hAnsi="Times New Roman" w:cs="Times New Roman"/>
          <w:lang w:val="kl-GL"/>
        </w:rPr>
        <w:t>llu</w:t>
      </w:r>
      <w:r w:rsidR="00CE02F1" w:rsidRPr="00171408">
        <w:rPr>
          <w:rFonts w:ascii="Times New Roman" w:hAnsi="Times New Roman" w:cs="Times New Roman"/>
          <w:lang w:val="kl-GL"/>
        </w:rPr>
        <w:t xml:space="preserve"> immikkoortinneqarlutik, naatsorsueqqissaarnikkut Kalaallit Nunaanni arnani toqusoqar</w:t>
      </w:r>
      <w:r w:rsidR="00BF16B4" w:rsidRPr="00171408">
        <w:rPr>
          <w:rFonts w:ascii="Times New Roman" w:hAnsi="Times New Roman" w:cs="Times New Roman"/>
          <w:lang w:val="kl-GL"/>
        </w:rPr>
        <w:t>tar</w:t>
      </w:r>
      <w:r w:rsidR="00CE02F1" w:rsidRPr="00171408">
        <w:rPr>
          <w:rFonts w:ascii="Times New Roman" w:hAnsi="Times New Roman" w:cs="Times New Roman"/>
          <w:lang w:val="kl-GL"/>
        </w:rPr>
        <w:t xml:space="preserve">nera annikinnerummat angutinut sanilliullugu. </w:t>
      </w:r>
      <w:r w:rsidR="0023327D" w:rsidRPr="00171408">
        <w:rPr>
          <w:rFonts w:ascii="Times New Roman" w:hAnsi="Times New Roman" w:cs="Times New Roman"/>
          <w:lang w:val="kl-GL"/>
        </w:rPr>
        <w:t>U74-imut naleqqersuummi</w:t>
      </w:r>
      <w:r w:rsidR="00CE02F1" w:rsidRPr="00171408">
        <w:rPr>
          <w:rFonts w:ascii="Times New Roman" w:hAnsi="Times New Roman" w:cs="Times New Roman"/>
          <w:lang w:val="kl-GL"/>
        </w:rPr>
        <w:t xml:space="preserve"> toqusoqar</w:t>
      </w:r>
      <w:r w:rsidR="00FE7198" w:rsidRPr="00171408">
        <w:rPr>
          <w:rFonts w:ascii="Times New Roman" w:hAnsi="Times New Roman" w:cs="Times New Roman"/>
          <w:lang w:val="kl-GL"/>
        </w:rPr>
        <w:t>tar</w:t>
      </w:r>
      <w:r w:rsidR="00CE02F1" w:rsidRPr="00171408">
        <w:rPr>
          <w:rFonts w:ascii="Times New Roman" w:hAnsi="Times New Roman" w:cs="Times New Roman"/>
          <w:lang w:val="kl-GL"/>
        </w:rPr>
        <w:t xml:space="preserve">nermut tunngatillugu ilimaginninneq piffissamut naleqqutinngilaq, ukiut inuuffigineqartartut qaffasinnerummata, 1960-ikkunni aamma 1970-ikkunni ukiunut inuuffigineqartartunut sanilliullugit. </w:t>
      </w:r>
      <w:r w:rsidR="0023327D" w:rsidRPr="00171408">
        <w:rPr>
          <w:rFonts w:ascii="Times New Roman" w:hAnsi="Times New Roman" w:cs="Times New Roman"/>
          <w:lang w:val="kl-GL"/>
        </w:rPr>
        <w:t>Toqusoqar</w:t>
      </w:r>
      <w:r w:rsidR="00FE7198" w:rsidRPr="00171408">
        <w:rPr>
          <w:rFonts w:ascii="Times New Roman" w:hAnsi="Times New Roman" w:cs="Times New Roman"/>
          <w:lang w:val="kl-GL"/>
        </w:rPr>
        <w:t>tar</w:t>
      </w:r>
      <w:r w:rsidR="0023327D" w:rsidRPr="00171408">
        <w:rPr>
          <w:rFonts w:ascii="Times New Roman" w:hAnsi="Times New Roman" w:cs="Times New Roman"/>
          <w:lang w:val="kl-GL"/>
        </w:rPr>
        <w:t xml:space="preserve">nermut </w:t>
      </w:r>
      <w:r w:rsidR="00CE02F1" w:rsidRPr="00171408">
        <w:rPr>
          <w:rFonts w:ascii="Times New Roman" w:hAnsi="Times New Roman" w:cs="Times New Roman"/>
          <w:lang w:val="kl-GL"/>
        </w:rPr>
        <w:t xml:space="preserve">tunngatillugu ilimaginninnermik </w:t>
      </w:r>
      <w:r w:rsidR="0023327D" w:rsidRPr="00171408">
        <w:rPr>
          <w:rFonts w:ascii="Times New Roman" w:hAnsi="Times New Roman" w:cs="Times New Roman"/>
          <w:lang w:val="kl-GL"/>
        </w:rPr>
        <w:t xml:space="preserve">U74-imut naleqqersuummik </w:t>
      </w:r>
      <w:r w:rsidR="00CE02F1" w:rsidRPr="00171408">
        <w:rPr>
          <w:rFonts w:ascii="Times New Roman" w:hAnsi="Times New Roman" w:cs="Times New Roman"/>
          <w:lang w:val="kl-GL"/>
        </w:rPr>
        <w:t xml:space="preserve">atuinerup kingunerivaa, ataatsikkut tunniutassanngortitat nalinginnaasumik appasippallaarnerat, ingerlaavartumik taarsiissutinut sanilliullugit, </w:t>
      </w:r>
      <w:r w:rsidR="00C3269E" w:rsidRPr="00171408">
        <w:rPr>
          <w:rFonts w:ascii="Times New Roman" w:hAnsi="Times New Roman" w:cs="Times New Roman"/>
          <w:lang w:val="kl-GL"/>
        </w:rPr>
        <w:t>aamma</w:t>
      </w:r>
      <w:r w:rsidR="00CE02F1" w:rsidRPr="00171408">
        <w:rPr>
          <w:rFonts w:ascii="Times New Roman" w:hAnsi="Times New Roman" w:cs="Times New Roman"/>
          <w:lang w:val="kl-GL"/>
        </w:rPr>
        <w:t xml:space="preserve"> piffissamut naleqquttumik naatsorsuisarnermut tunngatillugu.</w:t>
      </w:r>
    </w:p>
    <w:p w14:paraId="53FDAEF3" w14:textId="18641190" w:rsidR="00515200" w:rsidRPr="00171408" w:rsidRDefault="00CE02F1">
      <w:pPr>
        <w:numPr>
          <w:ilvl w:val="0"/>
          <w:numId w:val="16"/>
        </w:numPr>
        <w:rPr>
          <w:rFonts w:ascii="Times New Roman" w:hAnsi="Times New Roman"/>
          <w:lang w:val="kl-GL"/>
        </w:rPr>
      </w:pPr>
      <w:r w:rsidRPr="00171408">
        <w:rPr>
          <w:rFonts w:ascii="Times New Roman" w:hAnsi="Times New Roman" w:cs="Times New Roman"/>
          <w:lang w:val="kl-GL"/>
        </w:rPr>
        <w:t>Erniat qaffasissusaat: aningaasat siunissami ernialersornissaannut 10 p</w:t>
      </w:r>
      <w:r w:rsidR="00AA3082" w:rsidRPr="00171408">
        <w:rPr>
          <w:rFonts w:ascii="Times New Roman" w:hAnsi="Times New Roman" w:cs="Times New Roman"/>
          <w:lang w:val="kl-GL"/>
        </w:rPr>
        <w:t>rocent</w:t>
      </w:r>
      <w:r w:rsidRPr="00171408">
        <w:rPr>
          <w:rFonts w:ascii="Times New Roman" w:hAnsi="Times New Roman" w:cs="Times New Roman"/>
          <w:lang w:val="kl-GL"/>
        </w:rPr>
        <w:t xml:space="preserve">imik qaffasissusilimmik aalajangersaaneq, tassani ukiut tamaasa erniat ataatsikkut </w:t>
      </w:r>
      <w:r w:rsidR="00A54DBC" w:rsidRPr="00171408">
        <w:rPr>
          <w:rFonts w:ascii="Times New Roman" w:hAnsi="Times New Roman" w:cs="Times New Roman"/>
          <w:lang w:val="kl-GL"/>
        </w:rPr>
        <w:t xml:space="preserve">taarsiissutiniit </w:t>
      </w:r>
      <w:r w:rsidRPr="00171408">
        <w:rPr>
          <w:rFonts w:ascii="Times New Roman" w:hAnsi="Times New Roman" w:cs="Times New Roman"/>
          <w:lang w:val="kl-GL"/>
        </w:rPr>
        <w:t xml:space="preserve">ilanngaatigineqassallutik taarsiissutit atorunnaarnissaata tungaannut. Erniat qaffasissusaannik atuinerup kingunerivaa, ataatsikkut taarsiissutininngaanniit ilanngaanissaq, ernialersuummit qaffasinnerusumik, ataatsikkut taarsiissutinik/pigisanik nalilinnik inissiinikkut/aningaasaliinikkut taarsiiffigitinnissamut </w:t>
      </w:r>
      <w:r w:rsidR="00A54DBC" w:rsidRPr="00171408">
        <w:rPr>
          <w:rFonts w:ascii="Times New Roman" w:hAnsi="Times New Roman" w:cs="Times New Roman"/>
          <w:lang w:val="kl-GL"/>
        </w:rPr>
        <w:t xml:space="preserve">pisinnaatitaasut </w:t>
      </w:r>
      <w:r w:rsidRPr="00171408">
        <w:rPr>
          <w:rFonts w:ascii="Times New Roman" w:hAnsi="Times New Roman" w:cs="Times New Roman"/>
          <w:lang w:val="kl-GL"/>
        </w:rPr>
        <w:t>naatsorsuutigisinnaasaannik.</w:t>
      </w:r>
    </w:p>
    <w:p w14:paraId="462D8B0D" w14:textId="5C1EE32B" w:rsidR="00515200" w:rsidRPr="00171408" w:rsidRDefault="00CE02F1">
      <w:pPr>
        <w:rPr>
          <w:rFonts w:ascii="Times New Roman" w:hAnsi="Times New Roman"/>
          <w:lang w:val="kl-GL"/>
        </w:rPr>
      </w:pPr>
      <w:r w:rsidRPr="00171408">
        <w:rPr>
          <w:rFonts w:ascii="Times New Roman" w:eastAsia="Times New Roman" w:hAnsi="Times New Roman" w:cs="Times New Roman"/>
          <w:color w:val="000000"/>
          <w:lang w:val="kl-GL" w:eastAsia="da-DK"/>
        </w:rPr>
        <w:t>Tamatuma sani</w:t>
      </w:r>
      <w:r w:rsidR="00654E6A" w:rsidRPr="00171408">
        <w:rPr>
          <w:rFonts w:ascii="Times New Roman" w:eastAsia="Times New Roman" w:hAnsi="Times New Roman" w:cs="Times New Roman"/>
          <w:color w:val="000000"/>
          <w:lang w:val="kl-GL" w:eastAsia="da-DK"/>
        </w:rPr>
        <w:t>a</w:t>
      </w:r>
      <w:r w:rsidRPr="00171408">
        <w:rPr>
          <w:rFonts w:ascii="Times New Roman" w:eastAsia="Times New Roman" w:hAnsi="Times New Roman" w:cs="Times New Roman"/>
          <w:color w:val="000000"/>
          <w:lang w:val="kl-GL" w:eastAsia="da-DK"/>
        </w:rPr>
        <w:t xml:space="preserve">tigut </w:t>
      </w:r>
      <w:r w:rsidR="00654E6A" w:rsidRPr="00171408">
        <w:rPr>
          <w:rFonts w:ascii="Times New Roman" w:hAnsi="Times New Roman" w:cs="Times New Roman"/>
          <w:lang w:val="kl-GL"/>
        </w:rPr>
        <w:t>t</w:t>
      </w:r>
      <w:r w:rsidR="009F1D9F" w:rsidRPr="00171408">
        <w:rPr>
          <w:rFonts w:ascii="Times New Roman" w:hAnsi="Times New Roman" w:cs="Times New Roman"/>
          <w:lang w:val="kl-GL"/>
        </w:rPr>
        <w:t>aarsigassarsiat aningaasanngortinneqarnerannut naleqqersuutit</w:t>
      </w:r>
      <w:r w:rsidRPr="00171408">
        <w:rPr>
          <w:rFonts w:ascii="Times New Roman" w:eastAsia="Times New Roman" w:hAnsi="Times New Roman" w:cs="Times New Roman"/>
          <w:color w:val="000000"/>
          <w:lang w:val="kl-GL" w:eastAsia="da-DK"/>
        </w:rPr>
        <w:t xml:space="preserve"> ukiunut ilivitsunut aalajangersarneqassapput </w:t>
      </w:r>
      <w:r w:rsidR="00C3269E" w:rsidRPr="00171408">
        <w:rPr>
          <w:rFonts w:ascii="Times New Roman" w:eastAsia="Times New Roman" w:hAnsi="Times New Roman" w:cs="Times New Roman"/>
          <w:color w:val="000000"/>
          <w:lang w:val="kl-GL" w:eastAsia="da-DK"/>
        </w:rPr>
        <w:t>aamma</w:t>
      </w:r>
      <w:r w:rsidRPr="00171408">
        <w:rPr>
          <w:rFonts w:ascii="Times New Roman" w:eastAsia="Times New Roman" w:hAnsi="Times New Roman" w:cs="Times New Roman"/>
          <w:color w:val="000000"/>
          <w:lang w:val="kl-GL" w:eastAsia="da-DK"/>
        </w:rPr>
        <w:t xml:space="preserve"> taamaalillutik ajoqusertup ukiuinik</w:t>
      </w:r>
      <w:r w:rsidR="009F1D9F" w:rsidRPr="00171408">
        <w:rPr>
          <w:rFonts w:ascii="Times New Roman" w:eastAsia="Times New Roman" w:hAnsi="Times New Roman" w:cs="Times New Roman"/>
          <w:color w:val="000000"/>
          <w:lang w:val="kl-GL" w:eastAsia="da-DK"/>
        </w:rPr>
        <w:t xml:space="preserve"> eqqortunik</w:t>
      </w:r>
      <w:r w:rsidRPr="00171408">
        <w:rPr>
          <w:rFonts w:ascii="Times New Roman" w:eastAsia="Times New Roman" w:hAnsi="Times New Roman" w:cs="Times New Roman"/>
          <w:color w:val="000000"/>
          <w:lang w:val="kl-GL" w:eastAsia="da-DK"/>
        </w:rPr>
        <w:t xml:space="preserve"> apeqqutaatitsinatik, tassunga </w:t>
      </w:r>
      <w:r w:rsidR="009F1D9F" w:rsidRPr="00171408">
        <w:rPr>
          <w:rFonts w:ascii="Times New Roman" w:eastAsia="Times New Roman" w:hAnsi="Times New Roman" w:cs="Times New Roman"/>
          <w:color w:val="000000"/>
          <w:lang w:val="kl-GL" w:eastAsia="da-DK"/>
        </w:rPr>
        <w:t xml:space="preserve">ilanngullugu </w:t>
      </w:r>
      <w:r w:rsidRPr="00171408">
        <w:rPr>
          <w:rFonts w:ascii="Times New Roman" w:eastAsia="Times New Roman" w:hAnsi="Times New Roman" w:cs="Times New Roman"/>
          <w:color w:val="000000"/>
          <w:lang w:val="kl-GL" w:eastAsia="da-DK"/>
        </w:rPr>
        <w:t xml:space="preserve">pineqartoq ukioqaleqqamminersoq imaluunniit ukioqalissanersoq assersuutigalugu qaammatit marluk </w:t>
      </w:r>
      <w:r w:rsidR="001971BF" w:rsidRPr="00171408">
        <w:rPr>
          <w:rFonts w:ascii="Times New Roman" w:eastAsia="Times New Roman" w:hAnsi="Times New Roman" w:cs="Times New Roman"/>
          <w:color w:val="000000"/>
          <w:lang w:val="kl-GL" w:eastAsia="da-DK"/>
        </w:rPr>
        <w:t>iluanni</w:t>
      </w:r>
      <w:r w:rsidRPr="00171408">
        <w:rPr>
          <w:rFonts w:ascii="Times New Roman" w:eastAsia="Times New Roman" w:hAnsi="Times New Roman" w:cs="Times New Roman"/>
          <w:color w:val="000000"/>
          <w:lang w:val="kl-GL" w:eastAsia="da-DK"/>
        </w:rPr>
        <w:t xml:space="preserve">. Tamanna </w:t>
      </w:r>
      <w:r w:rsidR="00AA00C6" w:rsidRPr="00171408">
        <w:rPr>
          <w:rFonts w:ascii="Times New Roman" w:eastAsia="Times New Roman" w:hAnsi="Times New Roman" w:cs="Times New Roman"/>
          <w:color w:val="000000"/>
          <w:lang w:val="kl-GL" w:eastAsia="da-DK"/>
        </w:rPr>
        <w:t>i</w:t>
      </w:r>
      <w:r w:rsidRPr="00171408">
        <w:rPr>
          <w:rFonts w:ascii="Times New Roman" w:eastAsia="Times New Roman" w:hAnsi="Times New Roman" w:cs="Times New Roman"/>
          <w:color w:val="000000"/>
          <w:lang w:val="kl-GL" w:eastAsia="da-DK"/>
        </w:rPr>
        <w:t xml:space="preserve">sumaqarpoq, ajoqusertoq ataatsikkut taarsiissutissanik </w:t>
      </w:r>
      <w:r w:rsidR="00AA00C6" w:rsidRPr="00171408">
        <w:rPr>
          <w:rFonts w:ascii="Times New Roman" w:eastAsia="Times New Roman" w:hAnsi="Times New Roman" w:cs="Times New Roman"/>
          <w:color w:val="000000"/>
          <w:lang w:val="kl-GL" w:eastAsia="da-DK"/>
        </w:rPr>
        <w:t xml:space="preserve">assingiinnik </w:t>
      </w:r>
      <w:r w:rsidRPr="00171408">
        <w:rPr>
          <w:rFonts w:ascii="Times New Roman" w:eastAsia="Times New Roman" w:hAnsi="Times New Roman" w:cs="Times New Roman"/>
          <w:color w:val="000000"/>
          <w:lang w:val="kl-GL" w:eastAsia="da-DK"/>
        </w:rPr>
        <w:t xml:space="preserve">tigusissasoq, apeqqutaatinnagu tigusisoq assersuutigalugu 43-nik ukioqarnera </w:t>
      </w:r>
      <w:r w:rsidR="00C3269E" w:rsidRPr="00171408">
        <w:rPr>
          <w:rFonts w:ascii="Times New Roman" w:eastAsia="Times New Roman" w:hAnsi="Times New Roman" w:cs="Times New Roman"/>
          <w:color w:val="000000"/>
          <w:lang w:val="kl-GL" w:eastAsia="da-DK"/>
        </w:rPr>
        <w:t>aamma</w:t>
      </w:r>
      <w:r w:rsidRPr="00171408">
        <w:rPr>
          <w:rFonts w:ascii="Times New Roman" w:eastAsia="Times New Roman" w:hAnsi="Times New Roman" w:cs="Times New Roman"/>
          <w:color w:val="000000"/>
          <w:lang w:val="kl-GL" w:eastAsia="da-DK"/>
        </w:rPr>
        <w:t xml:space="preserve"> qaammammik </w:t>
      </w:r>
      <w:r w:rsidR="00AA00C6" w:rsidRPr="00171408">
        <w:rPr>
          <w:rFonts w:ascii="Times New Roman" w:eastAsia="Times New Roman" w:hAnsi="Times New Roman" w:cs="Times New Roman"/>
          <w:color w:val="000000"/>
          <w:lang w:val="kl-GL" w:eastAsia="da-DK"/>
        </w:rPr>
        <w:t>ataats</w:t>
      </w:r>
      <w:r w:rsidRPr="00171408">
        <w:rPr>
          <w:rFonts w:ascii="Times New Roman" w:eastAsia="Times New Roman" w:hAnsi="Times New Roman" w:cs="Times New Roman"/>
          <w:color w:val="000000"/>
          <w:lang w:val="kl-GL" w:eastAsia="da-DK"/>
        </w:rPr>
        <w:t xml:space="preserve">imik qaammateqarnera imaluunniit 43-nik ukioqarnera </w:t>
      </w:r>
      <w:r w:rsidR="00C3269E" w:rsidRPr="00171408">
        <w:rPr>
          <w:rFonts w:ascii="Times New Roman" w:eastAsia="Times New Roman" w:hAnsi="Times New Roman" w:cs="Times New Roman"/>
          <w:color w:val="000000"/>
          <w:lang w:val="kl-GL" w:eastAsia="da-DK"/>
        </w:rPr>
        <w:t>aamma</w:t>
      </w:r>
      <w:r w:rsidRPr="00171408">
        <w:rPr>
          <w:rFonts w:ascii="Times New Roman" w:eastAsia="Times New Roman" w:hAnsi="Times New Roman" w:cs="Times New Roman"/>
          <w:color w:val="000000"/>
          <w:lang w:val="kl-GL" w:eastAsia="da-DK"/>
        </w:rPr>
        <w:t xml:space="preserve"> qaammatinik </w:t>
      </w:r>
      <w:r w:rsidR="00B05F54" w:rsidRPr="00171408">
        <w:rPr>
          <w:rFonts w:ascii="Times New Roman" w:eastAsia="Times New Roman" w:hAnsi="Times New Roman" w:cs="Times New Roman"/>
          <w:color w:val="000000"/>
          <w:lang w:val="kl-GL" w:eastAsia="da-DK"/>
        </w:rPr>
        <w:t>aqqanilin</w:t>
      </w:r>
      <w:r w:rsidRPr="00171408">
        <w:rPr>
          <w:rFonts w:ascii="Times New Roman" w:eastAsia="Times New Roman" w:hAnsi="Times New Roman" w:cs="Times New Roman"/>
          <w:color w:val="000000"/>
          <w:lang w:val="kl-GL" w:eastAsia="da-DK"/>
        </w:rPr>
        <w:t>nik qaammateqarnera.</w:t>
      </w:r>
    </w:p>
    <w:p w14:paraId="5C3C4557" w14:textId="30461881" w:rsidR="00515200" w:rsidRPr="00171408" w:rsidRDefault="00CE02F1">
      <w:pPr>
        <w:rPr>
          <w:rFonts w:ascii="Times New Roman" w:hAnsi="Times New Roman"/>
          <w:lang w:val="kl-GL"/>
        </w:rPr>
      </w:pPr>
      <w:r w:rsidRPr="00171408">
        <w:rPr>
          <w:rFonts w:ascii="Times New Roman" w:hAnsi="Times New Roman" w:cs="Times New Roman"/>
          <w:lang w:val="kl-GL"/>
        </w:rPr>
        <w:t xml:space="preserve">Taarsiissutit ataatsikkut tunniunneqarpata </w:t>
      </w:r>
      <w:r w:rsidR="00F22365" w:rsidRPr="00171408">
        <w:rPr>
          <w:rFonts w:ascii="Times New Roman" w:hAnsi="Times New Roman" w:cs="Times New Roman"/>
          <w:lang w:val="kl-GL"/>
        </w:rPr>
        <w:t>akileraaruteqassanngillat</w:t>
      </w:r>
      <w:r w:rsidRPr="00171408">
        <w:rPr>
          <w:rFonts w:ascii="Times New Roman" w:hAnsi="Times New Roman" w:cs="Times New Roman"/>
          <w:lang w:val="kl-GL"/>
        </w:rPr>
        <w:t xml:space="preserve">, akernianilli </w:t>
      </w:r>
      <w:r w:rsidR="00F22365" w:rsidRPr="00171408">
        <w:rPr>
          <w:rFonts w:ascii="Times New Roman" w:hAnsi="Times New Roman" w:cs="Times New Roman"/>
          <w:lang w:val="kl-GL"/>
        </w:rPr>
        <w:t>akileraasusigassaallutik</w:t>
      </w:r>
      <w:r w:rsidRPr="00171408">
        <w:rPr>
          <w:rFonts w:ascii="Times New Roman" w:hAnsi="Times New Roman" w:cs="Times New Roman"/>
          <w:lang w:val="kl-GL"/>
        </w:rPr>
        <w:t xml:space="preserve">, ingerlaavartumik taarsiissutitut akilerneqarpata. </w:t>
      </w:r>
      <w:r w:rsidR="00800522" w:rsidRPr="00171408">
        <w:rPr>
          <w:rFonts w:ascii="Times New Roman" w:hAnsi="Times New Roman" w:cs="Times New Roman"/>
          <w:lang w:val="kl-GL"/>
        </w:rPr>
        <w:t>Taarsigassarsiat aningaasanngortinneqarnerannut naleqqersuutini</w:t>
      </w:r>
      <w:r w:rsidRPr="00171408">
        <w:rPr>
          <w:rFonts w:ascii="Times New Roman" w:hAnsi="Times New Roman" w:cs="Times New Roman"/>
          <w:lang w:val="kl-GL"/>
        </w:rPr>
        <w:t xml:space="preserve"> tamanna apeqqutaatinneqassanngilaq, tamatumalu </w:t>
      </w:r>
      <w:r w:rsidR="00800522" w:rsidRPr="00171408">
        <w:rPr>
          <w:rFonts w:ascii="Times New Roman" w:hAnsi="Times New Roman" w:cs="Times New Roman"/>
          <w:lang w:val="kl-GL"/>
        </w:rPr>
        <w:t>kingunerissavaa</w:t>
      </w:r>
      <w:r w:rsidRPr="00171408">
        <w:rPr>
          <w:rFonts w:ascii="Times New Roman" w:hAnsi="Times New Roman" w:cs="Times New Roman"/>
          <w:lang w:val="kl-GL"/>
        </w:rPr>
        <w:t xml:space="preserve">, akileraartitsilluni ilanngaasoqassannginnera, </w:t>
      </w:r>
      <w:r w:rsidR="00810E15" w:rsidRPr="00171408">
        <w:rPr>
          <w:rFonts w:ascii="Times New Roman" w:hAnsi="Times New Roman" w:cs="Times New Roman"/>
          <w:lang w:val="kl-GL"/>
        </w:rPr>
        <w:t xml:space="preserve">ingerlaavartumik ukiumut taarsiissutinit </w:t>
      </w:r>
      <w:r w:rsidRPr="00171408">
        <w:rPr>
          <w:rFonts w:ascii="Times New Roman" w:hAnsi="Times New Roman" w:cs="Times New Roman"/>
          <w:lang w:val="kl-GL"/>
        </w:rPr>
        <w:t>akileraarutissap akilerneqartup assinganik. Tamanna isumaqarpoq, taarsiis</w:t>
      </w:r>
      <w:r w:rsidR="00810E15" w:rsidRPr="00171408">
        <w:rPr>
          <w:rFonts w:ascii="Times New Roman" w:hAnsi="Times New Roman" w:cs="Times New Roman"/>
          <w:lang w:val="kl-GL"/>
        </w:rPr>
        <w:t>s</w:t>
      </w:r>
      <w:r w:rsidRPr="00171408">
        <w:rPr>
          <w:rFonts w:ascii="Times New Roman" w:hAnsi="Times New Roman" w:cs="Times New Roman"/>
          <w:lang w:val="kl-GL"/>
        </w:rPr>
        <w:t>utit ataatsikkut tunniutassanngortitat naleqarnerusut, ingerlaavartumik taarsiissutinut sanilliullugit.</w:t>
      </w:r>
    </w:p>
    <w:p w14:paraId="0F3D0FB9" w14:textId="3CE496EA" w:rsidR="00515200" w:rsidRPr="00171408" w:rsidRDefault="00CE02F1">
      <w:pPr>
        <w:rPr>
          <w:rFonts w:ascii="Times New Roman" w:hAnsi="Times New Roman"/>
          <w:lang w:val="kl-GL"/>
        </w:rPr>
      </w:pPr>
      <w:r w:rsidRPr="00171408">
        <w:rPr>
          <w:rFonts w:ascii="Times New Roman" w:hAnsi="Times New Roman" w:cs="Times New Roman"/>
          <w:lang w:val="kl-GL"/>
        </w:rPr>
        <w:t xml:space="preserve">Kalaallit Nunaanni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Pr="00171408">
        <w:rPr>
          <w:rFonts w:ascii="Times New Roman" w:hAnsi="Times New Roman" w:cs="Times New Roman"/>
          <w:lang w:val="kl-GL"/>
        </w:rPr>
        <w:t xml:space="preserve"> pillugu inatsimmi § 31, imm. 4, oqaaseqatigiit </w:t>
      </w:r>
      <w:r w:rsidR="00EB07F2" w:rsidRPr="00171408">
        <w:rPr>
          <w:rFonts w:ascii="Times New Roman" w:hAnsi="Times New Roman" w:cs="Times New Roman"/>
          <w:lang w:val="kl-GL"/>
        </w:rPr>
        <w:t>aappa</w:t>
      </w:r>
      <w:r w:rsidRPr="00171408">
        <w:rPr>
          <w:rFonts w:ascii="Times New Roman" w:hAnsi="Times New Roman" w:cs="Times New Roman"/>
          <w:lang w:val="kl-GL"/>
        </w:rPr>
        <w:t>a</w:t>
      </w:r>
      <w:r w:rsidR="008848A9" w:rsidRPr="00171408">
        <w:rPr>
          <w:rFonts w:ascii="Times New Roman" w:hAnsi="Times New Roman" w:cs="Times New Roman"/>
          <w:lang w:val="kl-GL"/>
        </w:rPr>
        <w:t>n</w:t>
      </w:r>
      <w:r w:rsidRPr="00171408">
        <w:rPr>
          <w:rFonts w:ascii="Times New Roman" w:hAnsi="Times New Roman" w:cs="Times New Roman"/>
          <w:lang w:val="kl-GL"/>
        </w:rPr>
        <w:t xml:space="preserve">ni atuuttumi </w:t>
      </w:r>
      <w:r w:rsidR="008848A9" w:rsidRPr="00171408">
        <w:rPr>
          <w:rFonts w:ascii="Times New Roman" w:hAnsi="Times New Roman" w:cs="Times New Roman"/>
          <w:lang w:val="kl-GL"/>
        </w:rPr>
        <w:t xml:space="preserve">ilanngullugu </w:t>
      </w:r>
      <w:r w:rsidRPr="00171408">
        <w:rPr>
          <w:rFonts w:ascii="Times New Roman" w:hAnsi="Times New Roman" w:cs="Times New Roman"/>
          <w:lang w:val="kl-GL"/>
        </w:rPr>
        <w:t xml:space="preserve">allaqqavoq, taarsiissutinik allanngortitsineq taamaallaat siunissamut </w:t>
      </w:r>
      <w:r w:rsidR="008848A9" w:rsidRPr="00171408">
        <w:rPr>
          <w:rFonts w:ascii="Times New Roman" w:hAnsi="Times New Roman" w:cs="Times New Roman"/>
          <w:lang w:val="kl-GL"/>
        </w:rPr>
        <w:t>sunniuteqassasoq</w:t>
      </w:r>
      <w:r w:rsidRPr="00171408">
        <w:rPr>
          <w:rFonts w:ascii="Times New Roman" w:hAnsi="Times New Roman" w:cs="Times New Roman"/>
          <w:lang w:val="kl-GL"/>
        </w:rPr>
        <w:t>. Tamanna isuma</w:t>
      </w:r>
      <w:r w:rsidR="00807C80" w:rsidRPr="00171408">
        <w:rPr>
          <w:rFonts w:ascii="Times New Roman" w:hAnsi="Times New Roman" w:cs="Times New Roman"/>
          <w:lang w:val="kl-GL"/>
        </w:rPr>
        <w:t>q</w:t>
      </w:r>
      <w:r w:rsidRPr="00171408">
        <w:rPr>
          <w:rFonts w:ascii="Times New Roman" w:hAnsi="Times New Roman" w:cs="Times New Roman"/>
          <w:lang w:val="kl-GL"/>
        </w:rPr>
        <w:t>arpoq, siunissami taarsiissutit taamaallaat ataatsikkut tunniutassanngortinneqarsinnaaneri, tassami ingerlaavartumik taarsiissuteqarneq piffissami aallartittussaammat, inuussutissarsiornermik annaasaqarnerup takussutissartaqalernerani. Piffissaq taarsiiffigitinnissaq pillugu aalajangiineq sioqqullugu inissisimasinnaavoq, taamaattoq siusinnerpaamik piffissami, ajoqusernerup sillimmasiisarfimmut imaluunniit Arbejdsmarkedets Erhvervssikringimut nalunaarutig</w:t>
      </w:r>
      <w:r w:rsidR="0040498D" w:rsidRPr="00171408">
        <w:rPr>
          <w:rFonts w:ascii="Times New Roman" w:hAnsi="Times New Roman" w:cs="Times New Roman"/>
          <w:lang w:val="kl-GL"/>
        </w:rPr>
        <w:t>i</w:t>
      </w:r>
      <w:r w:rsidRPr="00171408">
        <w:rPr>
          <w:rFonts w:ascii="Times New Roman" w:hAnsi="Times New Roman" w:cs="Times New Roman"/>
          <w:lang w:val="kl-GL"/>
        </w:rPr>
        <w:t>neqar</w:t>
      </w:r>
      <w:r w:rsidR="0040498D" w:rsidRPr="00171408">
        <w:rPr>
          <w:rFonts w:ascii="Times New Roman" w:hAnsi="Times New Roman" w:cs="Times New Roman"/>
          <w:lang w:val="kl-GL"/>
        </w:rPr>
        <w:t>eer</w:t>
      </w:r>
      <w:r w:rsidRPr="00171408">
        <w:rPr>
          <w:rFonts w:ascii="Times New Roman" w:hAnsi="Times New Roman" w:cs="Times New Roman"/>
          <w:lang w:val="kl-GL"/>
        </w:rPr>
        <w:t>nerani.</w:t>
      </w:r>
    </w:p>
    <w:p w14:paraId="3490DC03" w14:textId="6ABF7FD0" w:rsidR="00515200" w:rsidRPr="00171408" w:rsidRDefault="00CE02F1">
      <w:pPr>
        <w:rPr>
          <w:rFonts w:ascii="Times New Roman" w:hAnsi="Times New Roman"/>
          <w:lang w:val="kl-GL"/>
        </w:rPr>
      </w:pPr>
      <w:r w:rsidRPr="00171408">
        <w:rPr>
          <w:rFonts w:ascii="Times New Roman" w:hAnsi="Times New Roman" w:cs="Times New Roman"/>
          <w:lang w:val="kl-GL"/>
        </w:rPr>
        <w:t xml:space="preserve">Kalaallit Nunaanni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Pr="00171408">
        <w:rPr>
          <w:rFonts w:ascii="Times New Roman" w:hAnsi="Times New Roman" w:cs="Times New Roman"/>
          <w:lang w:val="kl-GL"/>
        </w:rPr>
        <w:t xml:space="preserve"> pillugu inatsimmi § 31, imm. 4, oqaaseqatigiit </w:t>
      </w:r>
      <w:r w:rsidR="00EB07F2" w:rsidRPr="00171408">
        <w:rPr>
          <w:rFonts w:ascii="Times New Roman" w:hAnsi="Times New Roman" w:cs="Times New Roman"/>
          <w:lang w:val="kl-GL"/>
        </w:rPr>
        <w:t>pingaju</w:t>
      </w:r>
      <w:r w:rsidRPr="00171408">
        <w:rPr>
          <w:rFonts w:ascii="Times New Roman" w:hAnsi="Times New Roman" w:cs="Times New Roman"/>
          <w:lang w:val="kl-GL"/>
        </w:rPr>
        <w:t>a</w:t>
      </w:r>
      <w:r w:rsidR="005F2581" w:rsidRPr="00171408">
        <w:rPr>
          <w:rFonts w:ascii="Times New Roman" w:hAnsi="Times New Roman" w:cs="Times New Roman"/>
          <w:lang w:val="kl-GL"/>
        </w:rPr>
        <w:t>n</w:t>
      </w:r>
      <w:r w:rsidRPr="00171408">
        <w:rPr>
          <w:rFonts w:ascii="Times New Roman" w:hAnsi="Times New Roman" w:cs="Times New Roman"/>
          <w:lang w:val="kl-GL"/>
        </w:rPr>
        <w:t xml:space="preserve">ni atuuttumi </w:t>
      </w:r>
      <w:r w:rsidR="005F2581" w:rsidRPr="00171408">
        <w:rPr>
          <w:rFonts w:ascii="Times New Roman" w:hAnsi="Times New Roman" w:cs="Times New Roman"/>
          <w:lang w:val="kl-GL"/>
        </w:rPr>
        <w:t xml:space="preserve">naggataatigut </w:t>
      </w:r>
      <w:r w:rsidRPr="00171408">
        <w:rPr>
          <w:rFonts w:ascii="Times New Roman" w:hAnsi="Times New Roman" w:cs="Times New Roman"/>
          <w:lang w:val="kl-GL"/>
        </w:rPr>
        <w:t xml:space="preserve">allaqqavoq, </w:t>
      </w:r>
      <w:r w:rsidR="000B5338" w:rsidRPr="00171408">
        <w:rPr>
          <w:rFonts w:ascii="Times New Roman" w:hAnsi="Times New Roman" w:cs="Times New Roman"/>
          <w:lang w:val="kl-GL"/>
        </w:rPr>
        <w:t>suliassaqartitsinermut ministeri</w:t>
      </w:r>
      <w:r w:rsidRPr="00171408">
        <w:rPr>
          <w:rFonts w:ascii="Times New Roman" w:hAnsi="Times New Roman" w:cs="Times New Roman"/>
          <w:lang w:val="kl-GL"/>
        </w:rPr>
        <w:t xml:space="preserve"> Namminersorlutik Oqartussat </w:t>
      </w:r>
      <w:r w:rsidR="009863DD" w:rsidRPr="00171408">
        <w:rPr>
          <w:rFonts w:ascii="Times New Roman" w:hAnsi="Times New Roman" w:cs="Times New Roman"/>
          <w:lang w:val="kl-GL"/>
        </w:rPr>
        <w:t>isumaqatigiinniarfigereerlugit</w:t>
      </w:r>
      <w:r w:rsidRPr="00171408">
        <w:rPr>
          <w:rFonts w:ascii="Times New Roman" w:hAnsi="Times New Roman" w:cs="Times New Roman"/>
          <w:lang w:val="kl-GL"/>
        </w:rPr>
        <w:t>, ingerlaavartumik ikiorsiissutinik ataatsikkut tunniutassanngortitsilluni allanngortitsineq pillugu malittarisassanik aalajangersaassasoq.</w:t>
      </w:r>
    </w:p>
    <w:p w14:paraId="34553496" w14:textId="282D6977" w:rsidR="00515200" w:rsidRPr="00171408" w:rsidRDefault="00CE02F1">
      <w:pPr>
        <w:rPr>
          <w:rFonts w:ascii="Times New Roman" w:hAnsi="Times New Roman"/>
          <w:lang w:val="kl-GL"/>
        </w:rPr>
      </w:pPr>
      <w:r w:rsidRPr="00171408">
        <w:rPr>
          <w:rFonts w:ascii="Times New Roman" w:hAnsi="Times New Roman" w:cs="Times New Roman"/>
          <w:lang w:val="kl-GL"/>
        </w:rPr>
        <w:lastRenderedPageBreak/>
        <w:t xml:space="preserve">Taamaalilluni </w:t>
      </w:r>
      <w:r w:rsidR="00F7628B" w:rsidRPr="00171408">
        <w:rPr>
          <w:rFonts w:ascii="Times New Roman" w:hAnsi="Times New Roman" w:cs="Times New Roman"/>
          <w:lang w:val="kl-GL"/>
        </w:rPr>
        <w:t>suliassaqartitsinermut ministeri</w:t>
      </w:r>
      <w:r w:rsidRPr="00171408">
        <w:rPr>
          <w:rFonts w:ascii="Times New Roman" w:hAnsi="Times New Roman" w:cs="Times New Roman"/>
          <w:lang w:val="kl-GL"/>
        </w:rPr>
        <w:t xml:space="preserve"> Namminersorlutik Oqartussat </w:t>
      </w:r>
      <w:r w:rsidR="009863DD" w:rsidRPr="00171408">
        <w:rPr>
          <w:rFonts w:ascii="Times New Roman" w:hAnsi="Times New Roman" w:cs="Times New Roman"/>
          <w:lang w:val="kl-GL"/>
        </w:rPr>
        <w:t>isumaqatigiinniarfigereerlugit</w:t>
      </w:r>
      <w:r w:rsidRPr="00171408">
        <w:rPr>
          <w:rFonts w:ascii="Times New Roman" w:hAnsi="Times New Roman" w:cs="Times New Roman"/>
          <w:lang w:val="kl-GL"/>
        </w:rPr>
        <w:t>, qanoq ililluni inuussutissarsiorsinnaanermik annaasaqarnermut ingerlaava</w:t>
      </w:r>
      <w:r w:rsidR="005F2581" w:rsidRPr="00171408">
        <w:rPr>
          <w:rFonts w:ascii="Times New Roman" w:hAnsi="Times New Roman" w:cs="Times New Roman"/>
          <w:lang w:val="kl-GL"/>
        </w:rPr>
        <w:t>r</w:t>
      </w:r>
      <w:r w:rsidRPr="00171408">
        <w:rPr>
          <w:rFonts w:ascii="Times New Roman" w:hAnsi="Times New Roman" w:cs="Times New Roman"/>
          <w:lang w:val="kl-GL"/>
        </w:rPr>
        <w:t xml:space="preserve">tumik taarsiiffigitinnerup ataatsikkut tunniutassanngortitsilluni allanngortinneqarnissaat pillugu malittarisassanik erseqqinnerusunik aalajangersaanissamut </w:t>
      </w:r>
      <w:r w:rsidR="005F2581" w:rsidRPr="00171408">
        <w:rPr>
          <w:rFonts w:ascii="Times New Roman" w:hAnsi="Times New Roman" w:cs="Times New Roman"/>
          <w:lang w:val="kl-GL"/>
        </w:rPr>
        <w:t>pisinnaatitaavoq</w:t>
      </w:r>
      <w:r w:rsidRPr="00171408">
        <w:rPr>
          <w:rFonts w:ascii="Times New Roman" w:hAnsi="Times New Roman" w:cs="Times New Roman"/>
          <w:lang w:val="kl-GL"/>
        </w:rPr>
        <w:t xml:space="preserve">, tak. Kalaallit Nunaanni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Pr="00171408">
        <w:rPr>
          <w:rFonts w:ascii="Times New Roman" w:hAnsi="Times New Roman" w:cs="Times New Roman"/>
          <w:lang w:val="kl-GL"/>
        </w:rPr>
        <w:t xml:space="preserve"> pillugu inatsimmi § 31, imm. 4, oqaaseqatigiit </w:t>
      </w:r>
      <w:r w:rsidR="00EB07F2" w:rsidRPr="00171408">
        <w:rPr>
          <w:rFonts w:ascii="Times New Roman" w:hAnsi="Times New Roman" w:cs="Times New Roman"/>
          <w:lang w:val="kl-GL"/>
        </w:rPr>
        <w:t>pingaju</w:t>
      </w:r>
      <w:r w:rsidR="00347D2D" w:rsidRPr="00171408">
        <w:rPr>
          <w:rFonts w:ascii="Times New Roman" w:hAnsi="Times New Roman" w:cs="Times New Roman"/>
          <w:lang w:val="kl-GL"/>
        </w:rPr>
        <w:t>at</w:t>
      </w:r>
      <w:r w:rsidRPr="00171408">
        <w:rPr>
          <w:rFonts w:ascii="Times New Roman" w:hAnsi="Times New Roman" w:cs="Times New Roman"/>
          <w:lang w:val="kl-GL"/>
        </w:rPr>
        <w:t>. Ingerlaava</w:t>
      </w:r>
      <w:r w:rsidR="00B406AA" w:rsidRPr="00171408">
        <w:rPr>
          <w:rFonts w:ascii="Times New Roman" w:hAnsi="Times New Roman" w:cs="Times New Roman"/>
          <w:lang w:val="kl-GL"/>
        </w:rPr>
        <w:t>r</w:t>
      </w:r>
      <w:r w:rsidRPr="00171408">
        <w:rPr>
          <w:rFonts w:ascii="Times New Roman" w:hAnsi="Times New Roman" w:cs="Times New Roman"/>
          <w:lang w:val="kl-GL"/>
        </w:rPr>
        <w:t xml:space="preserve">tumik taarsiissutit ataatsikkut tunniutassanngortillugit allanngortitsineq pillugu malittarisassat, Kalaallit Nunaanni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Pr="00171408">
        <w:rPr>
          <w:rFonts w:ascii="Times New Roman" w:hAnsi="Times New Roman" w:cs="Times New Roman"/>
          <w:lang w:val="kl-GL"/>
        </w:rPr>
        <w:t xml:space="preserve"> pillugu inatsit malillugu ingerlaavartumik ikiorsiissutit ataatsikkut tunniutassanngortillugit allanngortitsineq pillugu nalunaarummik nr. 1602, 18. december 2018-imeersumik aallaaveqarput.</w:t>
      </w:r>
    </w:p>
    <w:p w14:paraId="43CF1BA2" w14:textId="6C090A85" w:rsidR="00515200" w:rsidRPr="00171408" w:rsidRDefault="00CE02F1">
      <w:pPr>
        <w:spacing w:after="0"/>
        <w:rPr>
          <w:rFonts w:ascii="Times New Roman" w:hAnsi="Times New Roman"/>
          <w:lang w:val="kl-GL"/>
        </w:rPr>
      </w:pPr>
      <w:r w:rsidRPr="00171408">
        <w:rPr>
          <w:rFonts w:ascii="Times New Roman" w:hAnsi="Times New Roman" w:cs="Times New Roman"/>
          <w:color w:val="000000"/>
          <w:lang w:val="kl-GL"/>
        </w:rPr>
        <w:t xml:space="preserve">Inatsisissatut siunnersuummi </w:t>
      </w:r>
      <w:r w:rsidRPr="00171408">
        <w:rPr>
          <w:rFonts w:ascii="Times New Roman" w:hAnsi="Times New Roman" w:cs="Times New Roman"/>
          <w:i/>
          <w:color w:val="000000"/>
          <w:lang w:val="kl-GL"/>
        </w:rPr>
        <w:t xml:space="preserve">§ 1, nr. </w:t>
      </w:r>
      <w:r w:rsidR="00A405FD" w:rsidRPr="00171408">
        <w:rPr>
          <w:rFonts w:ascii="Times New Roman" w:hAnsi="Times New Roman" w:cs="Times New Roman"/>
          <w:i/>
          <w:color w:val="000000"/>
          <w:lang w:val="kl-GL"/>
        </w:rPr>
        <w:t>9</w:t>
      </w:r>
      <w:r w:rsidRPr="00171408">
        <w:rPr>
          <w:rFonts w:ascii="Times New Roman" w:hAnsi="Times New Roman" w:cs="Times New Roman"/>
          <w:color w:val="000000"/>
          <w:lang w:val="kl-GL"/>
        </w:rPr>
        <w:t>-mi</w:t>
      </w:r>
      <w:r w:rsidRPr="00171408">
        <w:rPr>
          <w:rFonts w:ascii="Times New Roman" w:hAnsi="Times New Roman" w:cs="Times New Roman"/>
          <w:i/>
          <w:color w:val="000000"/>
          <w:lang w:val="kl-GL"/>
        </w:rPr>
        <w:t>,</w:t>
      </w:r>
      <w:r w:rsidRPr="00171408">
        <w:rPr>
          <w:rFonts w:ascii="Times New Roman" w:hAnsi="Times New Roman" w:cs="Times New Roman"/>
          <w:color w:val="000000"/>
          <w:lang w:val="kl-GL"/>
        </w:rPr>
        <w:t xml:space="preserve"> siunnersuutigineqarpoq, § 31, imm. 4 imatut allanneqassasoq: »Ingerlaavartumik taarsiissutit aningaasanngorlugit ataatsikkut tunniutassanngortinneqarneranni, piffissami tunniutassanngortitsinermi taarsiissutissat annertussusaat tunngavigalugit tunniutassanngortitsisoqassaaq</w:t>
      </w:r>
      <w:r w:rsidR="003524EC" w:rsidRPr="00171408">
        <w:rPr>
          <w:rFonts w:ascii="Times New Roman" w:hAnsi="Times New Roman" w:cs="Times New Roman"/>
          <w:color w:val="000000"/>
          <w:lang w:val="kl-GL"/>
        </w:rPr>
        <w:t xml:space="preserve">, piffissaq </w:t>
      </w:r>
      <w:r w:rsidRPr="00171408">
        <w:rPr>
          <w:rFonts w:ascii="Times New Roman" w:hAnsi="Times New Roman" w:cs="Times New Roman"/>
          <w:color w:val="000000"/>
          <w:lang w:val="kl-GL"/>
        </w:rPr>
        <w:t xml:space="preserve">aningaasat tunniunneqarsinnaaffiat, tassaavoq piffissaq tunniutassanngortitsivik. Tunniutassanngortitsineq taamaallaat siunissamut sunniuteqassaaq. Ingerlaavartumik taarsiissutinik aningaasanngorlugit tunniutassanngortitsinermut </w:t>
      </w:r>
      <w:r w:rsidR="00A8618D" w:rsidRPr="00171408">
        <w:rPr>
          <w:rFonts w:ascii="Times New Roman" w:hAnsi="Times New Roman" w:cs="Times New Roman"/>
          <w:color w:val="000000"/>
          <w:lang w:val="kl-GL"/>
        </w:rPr>
        <w:t>naleqqersuutit</w:t>
      </w:r>
      <w:r w:rsidRPr="00171408">
        <w:rPr>
          <w:rFonts w:ascii="Times New Roman" w:hAnsi="Times New Roman" w:cs="Times New Roman"/>
          <w:color w:val="000000"/>
          <w:lang w:val="kl-GL"/>
        </w:rPr>
        <w:t xml:space="preserve">, qaammatinut aamma ukiunut tamakkiisunut, sillimmasiinernik naatsorsuisarnermut tunngatillugu tunngaviit </w:t>
      </w:r>
      <w:r w:rsidR="003524EC" w:rsidRPr="00171408">
        <w:rPr>
          <w:rFonts w:ascii="Times New Roman" w:hAnsi="Times New Roman" w:cs="Times New Roman"/>
          <w:color w:val="000000"/>
          <w:lang w:val="kl-GL"/>
        </w:rPr>
        <w:t xml:space="preserve">tunngavigalugit </w:t>
      </w:r>
      <w:r w:rsidRPr="00171408">
        <w:rPr>
          <w:rFonts w:ascii="Times New Roman" w:hAnsi="Times New Roman" w:cs="Times New Roman"/>
          <w:color w:val="000000"/>
          <w:lang w:val="kl-GL"/>
        </w:rPr>
        <w:t xml:space="preserve">aalajangersarneqassapput. Ingerlaavartumik taarsiissutinik aningaasanngorlugit ataatsikkut tunniussisoqartarnissaanut malittarisassat, </w:t>
      </w:r>
      <w:r w:rsidR="00F7628B" w:rsidRPr="00171408">
        <w:rPr>
          <w:rFonts w:ascii="Times New Roman" w:hAnsi="Times New Roman" w:cs="Times New Roman"/>
          <w:color w:val="000000"/>
          <w:lang w:val="kl-GL"/>
        </w:rPr>
        <w:t>Suliassaqartitsinermut ministeri</w:t>
      </w:r>
      <w:r w:rsidRPr="00171408">
        <w:rPr>
          <w:rFonts w:ascii="Times New Roman" w:hAnsi="Times New Roman" w:cs="Times New Roman"/>
          <w:color w:val="000000"/>
          <w:lang w:val="kl-GL"/>
        </w:rPr>
        <w:t xml:space="preserve">p Namminersorlutik Oqartussat </w:t>
      </w:r>
      <w:r w:rsidR="009863DD" w:rsidRPr="00171408">
        <w:rPr>
          <w:rFonts w:ascii="Times New Roman" w:hAnsi="Times New Roman" w:cs="Times New Roman"/>
          <w:color w:val="000000"/>
          <w:lang w:val="kl-GL"/>
        </w:rPr>
        <w:t>isumaqatigiinniarfigereerlugit</w:t>
      </w:r>
      <w:r w:rsidRPr="00171408">
        <w:rPr>
          <w:rFonts w:ascii="Times New Roman" w:hAnsi="Times New Roman" w:cs="Times New Roman"/>
          <w:color w:val="000000"/>
          <w:lang w:val="kl-GL"/>
        </w:rPr>
        <w:t xml:space="preserve"> aalajangersassavai.«</w:t>
      </w:r>
    </w:p>
    <w:p w14:paraId="7B63F814" w14:textId="77777777" w:rsidR="00515200" w:rsidRPr="00171408" w:rsidRDefault="00515200">
      <w:pPr>
        <w:spacing w:after="0"/>
        <w:rPr>
          <w:rFonts w:ascii="Times New Roman" w:hAnsi="Times New Roman" w:cs="Times New Roman"/>
          <w:lang w:val="kl-GL"/>
        </w:rPr>
      </w:pPr>
    </w:p>
    <w:p w14:paraId="45311C7D" w14:textId="021453FC" w:rsidR="00515200" w:rsidRPr="00171408" w:rsidRDefault="00CE02F1">
      <w:pPr>
        <w:rPr>
          <w:rFonts w:ascii="Times New Roman" w:hAnsi="Times New Roman"/>
          <w:lang w:val="kl-GL"/>
        </w:rPr>
      </w:pPr>
      <w:r w:rsidRPr="00171408">
        <w:rPr>
          <w:rFonts w:ascii="Times New Roman" w:hAnsi="Times New Roman" w:cs="Times New Roman"/>
          <w:lang w:val="kl-GL"/>
        </w:rPr>
        <w:t>Siunnersuutip ilaatigut kingunerissavaa, § 31 imm. 4-mi taaguutit »taarsiissutit« aamma »ikiorsiissutit«, assigiissarneqarnissaat taamaalilluni taaguut »taarsiissutit« kisimi atorneqar</w:t>
      </w:r>
      <w:r w:rsidR="00822D29" w:rsidRPr="00171408">
        <w:rPr>
          <w:rFonts w:ascii="Times New Roman" w:hAnsi="Times New Roman" w:cs="Times New Roman"/>
          <w:lang w:val="kl-GL"/>
        </w:rPr>
        <w:t>ler</w:t>
      </w:r>
      <w:r w:rsidRPr="00171408">
        <w:rPr>
          <w:rFonts w:ascii="Times New Roman" w:hAnsi="Times New Roman" w:cs="Times New Roman"/>
          <w:lang w:val="kl-GL"/>
        </w:rPr>
        <w:t xml:space="preserve">luni. Taaguutit </w:t>
      </w:r>
      <w:r w:rsidR="00F53D19" w:rsidRPr="00171408">
        <w:rPr>
          <w:rFonts w:ascii="Times New Roman" w:hAnsi="Times New Roman" w:cs="Times New Roman"/>
          <w:lang w:val="kl-GL"/>
        </w:rPr>
        <w:t>marluullutik</w:t>
      </w:r>
      <w:r w:rsidRPr="00171408">
        <w:rPr>
          <w:rFonts w:ascii="Times New Roman" w:hAnsi="Times New Roman" w:cs="Times New Roman"/>
          <w:lang w:val="kl-GL"/>
        </w:rPr>
        <w:t xml:space="preserve">, </w:t>
      </w:r>
      <w:r w:rsidR="00F53D19" w:rsidRPr="00171408">
        <w:rPr>
          <w:rFonts w:ascii="Times New Roman" w:hAnsi="Times New Roman" w:cs="Times New Roman"/>
          <w:lang w:val="kl-GL"/>
        </w:rPr>
        <w:t xml:space="preserve">sulinermi ajoquserneq pillugu suliamut atatillugu </w:t>
      </w:r>
      <w:r w:rsidRPr="00171408">
        <w:rPr>
          <w:rFonts w:ascii="Times New Roman" w:hAnsi="Times New Roman" w:cs="Times New Roman"/>
          <w:lang w:val="kl-GL"/>
        </w:rPr>
        <w:t xml:space="preserve">ajoqusertunut imaluunniit </w:t>
      </w:r>
      <w:r w:rsidR="00D02F12" w:rsidRPr="00171408">
        <w:rPr>
          <w:rFonts w:ascii="Times New Roman" w:hAnsi="Times New Roman" w:cs="Times New Roman"/>
          <w:lang w:val="kl-GL"/>
        </w:rPr>
        <w:t>qimagaas</w:t>
      </w:r>
      <w:r w:rsidRPr="00171408">
        <w:rPr>
          <w:rFonts w:ascii="Times New Roman" w:hAnsi="Times New Roman" w:cs="Times New Roman"/>
          <w:lang w:val="kl-GL"/>
        </w:rPr>
        <w:t>unut  akilerneqartunut, inuussutissarsiorsinnaanermik annaasaqarneq pillugu taarsiiffigitinnermut imaluunniit pilersuisumik annaasaqarneq pillugu taarsiiffigitinnermut ilaapput.</w:t>
      </w:r>
    </w:p>
    <w:p w14:paraId="081EBFC1" w14:textId="6718C9CF" w:rsidR="00515200" w:rsidRPr="00171408" w:rsidRDefault="00CE02F1">
      <w:pPr>
        <w:rPr>
          <w:rFonts w:ascii="Times New Roman" w:hAnsi="Times New Roman"/>
          <w:lang w:val="kl-GL"/>
        </w:rPr>
      </w:pPr>
      <w:r w:rsidRPr="00171408">
        <w:rPr>
          <w:rFonts w:ascii="Times New Roman" w:hAnsi="Times New Roman" w:cs="Times New Roman"/>
          <w:lang w:val="kl-GL"/>
        </w:rPr>
        <w:t xml:space="preserve">Taaguutinik marlunnik atuinermi pisoq aamma taanna pineqarpoq, ingerlaavartumik qaammammut taarsiissutinik ataatsikkut tunniutassanngortillugit allanngortitsineq. Taaguutinik assigiissaarinerup </w:t>
      </w:r>
      <w:r w:rsidR="0004363F" w:rsidRPr="00171408">
        <w:rPr>
          <w:rFonts w:ascii="Times New Roman" w:hAnsi="Times New Roman" w:cs="Times New Roman"/>
          <w:lang w:val="kl-GL"/>
        </w:rPr>
        <w:t xml:space="preserve">imarisaanik </w:t>
      </w:r>
      <w:r w:rsidRPr="00171408">
        <w:rPr>
          <w:rFonts w:ascii="Times New Roman" w:hAnsi="Times New Roman" w:cs="Times New Roman"/>
          <w:lang w:val="kl-GL"/>
        </w:rPr>
        <w:t xml:space="preserve">allannguinerit kingunerissanngilai,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taamaallaat pineqarluni oqaatsitsigut allannguineq, aalajangersakkamik pisariillisaasoq.</w:t>
      </w:r>
    </w:p>
    <w:p w14:paraId="1EAF0883" w14:textId="5A450B02" w:rsidR="00515200" w:rsidRPr="00171408" w:rsidRDefault="00CE02F1">
      <w:pPr>
        <w:rPr>
          <w:rFonts w:ascii="Times New Roman" w:hAnsi="Times New Roman"/>
          <w:lang w:val="kl-GL"/>
        </w:rPr>
      </w:pPr>
      <w:r w:rsidRPr="00171408">
        <w:rPr>
          <w:rFonts w:ascii="Times New Roman" w:hAnsi="Times New Roman" w:cs="Times New Roman"/>
          <w:lang w:val="kl-GL"/>
        </w:rPr>
        <w:t xml:space="preserve">§ 31 imm. 4, oqaaseqatigiit </w:t>
      </w:r>
      <w:r w:rsidR="00366270" w:rsidRPr="00171408">
        <w:rPr>
          <w:rFonts w:ascii="Times New Roman" w:hAnsi="Times New Roman" w:cs="Times New Roman"/>
          <w:lang w:val="kl-GL"/>
        </w:rPr>
        <w:t>siulli</w:t>
      </w:r>
      <w:r w:rsidRPr="00171408">
        <w:rPr>
          <w:rFonts w:ascii="Times New Roman" w:hAnsi="Times New Roman" w:cs="Times New Roman"/>
          <w:lang w:val="kl-GL"/>
        </w:rPr>
        <w:t>a</w:t>
      </w:r>
      <w:r w:rsidR="002F45B6" w:rsidRPr="00171408">
        <w:rPr>
          <w:rFonts w:ascii="Times New Roman" w:hAnsi="Times New Roman" w:cs="Times New Roman"/>
          <w:lang w:val="kl-GL"/>
        </w:rPr>
        <w:t>n</w:t>
      </w:r>
      <w:r w:rsidRPr="00171408">
        <w:rPr>
          <w:rFonts w:ascii="Times New Roman" w:hAnsi="Times New Roman" w:cs="Times New Roman"/>
          <w:lang w:val="kl-GL"/>
        </w:rPr>
        <w:t>nut siunnersuutip nangittumik kingunerissavaa, ingerlaavartumik taarsiissutinik ataatsikkut tunniutassanngortillugit allanngortitsinerup, allanngortitsinerup nalaani taarsiissutit annertussusaat tunngavigalugit pinissaa, tassaasoq piffissaq, ataatsikkut tunniussilluni akiliisinnaalerneq.</w:t>
      </w:r>
    </w:p>
    <w:p w14:paraId="3BE64250" w14:textId="77777777" w:rsidR="00515200" w:rsidRPr="00171408" w:rsidRDefault="00CE02F1">
      <w:pPr>
        <w:rPr>
          <w:rFonts w:ascii="Times New Roman" w:hAnsi="Times New Roman"/>
          <w:lang w:val="kl-GL"/>
        </w:rPr>
      </w:pPr>
      <w:r w:rsidRPr="00171408">
        <w:rPr>
          <w:rFonts w:ascii="Times New Roman" w:hAnsi="Times New Roman" w:cs="Times New Roman"/>
          <w:lang w:val="kl-GL"/>
        </w:rPr>
        <w:t>Tamanna isumaqarpoq, inatsisit atuuttut allanngortinneqassanngitsut, tamatuma kingorna piffissaq allanngortitsineq tassaasoq piffissaq, ataatsikkut tunniussilluni akiliisinnaalerneq. Ajoqusertup inuussutissarsiornikkut atugai piffissami tassani naammattumik erseqqissarneqarsimassapput.</w:t>
      </w:r>
    </w:p>
    <w:p w14:paraId="0B8ABDCC" w14:textId="4456F279" w:rsidR="00515200" w:rsidRPr="00171408" w:rsidRDefault="00CE02F1">
      <w:pPr>
        <w:rPr>
          <w:rFonts w:ascii="Times New Roman" w:hAnsi="Times New Roman"/>
          <w:lang w:val="kl-GL"/>
        </w:rPr>
      </w:pPr>
      <w:r w:rsidRPr="00171408">
        <w:rPr>
          <w:rFonts w:ascii="Times New Roman" w:hAnsi="Times New Roman" w:cs="Times New Roman"/>
          <w:lang w:val="kl-GL"/>
        </w:rPr>
        <w:t xml:space="preserve">§ 31 imm. 4, oqaaseqatigiit </w:t>
      </w:r>
      <w:r w:rsidR="00366270" w:rsidRPr="00171408">
        <w:rPr>
          <w:rFonts w:ascii="Times New Roman" w:hAnsi="Times New Roman" w:cs="Times New Roman"/>
          <w:lang w:val="kl-GL"/>
        </w:rPr>
        <w:t>aappa</w:t>
      </w:r>
      <w:r w:rsidRPr="00171408">
        <w:rPr>
          <w:rFonts w:ascii="Times New Roman" w:hAnsi="Times New Roman" w:cs="Times New Roman"/>
          <w:lang w:val="kl-GL"/>
        </w:rPr>
        <w:t>a</w:t>
      </w:r>
      <w:r w:rsidR="00C82E95" w:rsidRPr="00171408">
        <w:rPr>
          <w:rFonts w:ascii="Times New Roman" w:hAnsi="Times New Roman" w:cs="Times New Roman"/>
          <w:lang w:val="kl-GL"/>
        </w:rPr>
        <w:t>n</w:t>
      </w:r>
      <w:r w:rsidRPr="00171408">
        <w:rPr>
          <w:rFonts w:ascii="Times New Roman" w:hAnsi="Times New Roman" w:cs="Times New Roman"/>
          <w:lang w:val="kl-GL"/>
        </w:rPr>
        <w:t xml:space="preserve">nut siunnersuutip kingunerissavaa, aalajangersakkap ilusilersugaanerata ingerlateqqinneqarnissaa, taamaalilluni taarsiissutinik allanngortitsineq taamaallaat siunissamut </w:t>
      </w:r>
      <w:r w:rsidR="00C82E95" w:rsidRPr="00171408">
        <w:rPr>
          <w:rFonts w:ascii="Times New Roman" w:hAnsi="Times New Roman" w:cs="Times New Roman"/>
          <w:lang w:val="kl-GL"/>
        </w:rPr>
        <w:t>sunniuteqassalluni</w:t>
      </w:r>
      <w:r w:rsidRPr="00171408">
        <w:rPr>
          <w:rFonts w:ascii="Times New Roman" w:hAnsi="Times New Roman" w:cs="Times New Roman"/>
          <w:lang w:val="kl-GL"/>
        </w:rPr>
        <w:t>.</w:t>
      </w:r>
    </w:p>
    <w:p w14:paraId="64A00091" w14:textId="420ECB12" w:rsidR="00515200" w:rsidRPr="00171408" w:rsidRDefault="00CE02F1">
      <w:pPr>
        <w:rPr>
          <w:rFonts w:ascii="Times New Roman" w:hAnsi="Times New Roman"/>
          <w:lang w:val="kl-GL"/>
        </w:rPr>
      </w:pPr>
      <w:r w:rsidRPr="00171408">
        <w:rPr>
          <w:rFonts w:ascii="Times New Roman" w:hAnsi="Times New Roman" w:cs="Times New Roman"/>
          <w:lang w:val="kl-GL"/>
        </w:rPr>
        <w:t xml:space="preserve">Tamatuma </w:t>
      </w:r>
      <w:r w:rsidR="00F93ED7" w:rsidRPr="00171408">
        <w:rPr>
          <w:rFonts w:ascii="Times New Roman" w:hAnsi="Times New Roman" w:cs="Times New Roman"/>
          <w:lang w:val="kl-GL"/>
        </w:rPr>
        <w:t>kingunerissavaa</w:t>
      </w:r>
      <w:r w:rsidRPr="00171408">
        <w:rPr>
          <w:rFonts w:ascii="Times New Roman" w:hAnsi="Times New Roman" w:cs="Times New Roman"/>
          <w:lang w:val="kl-GL"/>
        </w:rPr>
        <w:t xml:space="preserve">, ajoqusertut imaluunniit </w:t>
      </w:r>
      <w:r w:rsidR="00D02F12" w:rsidRPr="00171408">
        <w:rPr>
          <w:rFonts w:ascii="Times New Roman" w:hAnsi="Times New Roman" w:cs="Times New Roman"/>
          <w:lang w:val="kl-GL"/>
        </w:rPr>
        <w:t>qimagaas</w:t>
      </w:r>
      <w:r w:rsidRPr="00171408">
        <w:rPr>
          <w:rFonts w:ascii="Times New Roman" w:hAnsi="Times New Roman" w:cs="Times New Roman"/>
          <w:lang w:val="kl-GL"/>
        </w:rPr>
        <w:t>ut nangittumik taarsiissutinik ingerlaavartunik allanngortitsisinnaannginnerat, ataatsikkut tunniutassanngortitat akilerneqarsinnaanerat sioqqullugu piffissami, ataatsikkut tunniutassatut. Tamanna taarsiissutit akilerneqarsimaneri imaluunniit naamik</w:t>
      </w:r>
      <w:r w:rsidR="007F1B32" w:rsidRPr="00171408">
        <w:rPr>
          <w:rFonts w:ascii="Times New Roman" w:hAnsi="Times New Roman" w:cs="Times New Roman"/>
          <w:lang w:val="kl-GL"/>
        </w:rPr>
        <w:t xml:space="preserve"> apeqqutaatinnagu atuuppoq.</w:t>
      </w:r>
    </w:p>
    <w:p w14:paraId="6942A320" w14:textId="055FE203" w:rsidR="00515200" w:rsidRPr="00171408" w:rsidRDefault="00424264">
      <w:pPr>
        <w:rPr>
          <w:rFonts w:ascii="Times New Roman" w:hAnsi="Times New Roman"/>
          <w:lang w:val="kl-GL"/>
        </w:rPr>
      </w:pPr>
      <w:r w:rsidRPr="00171408">
        <w:rPr>
          <w:rFonts w:ascii="Times New Roman" w:hAnsi="Times New Roman" w:cs="Times New Roman"/>
          <w:lang w:val="kl-GL"/>
        </w:rPr>
        <w:lastRenderedPageBreak/>
        <w:t xml:space="preserve">Ilanngullugu </w:t>
      </w:r>
      <w:r w:rsidR="00CE02F1" w:rsidRPr="00171408">
        <w:rPr>
          <w:rFonts w:ascii="Times New Roman" w:hAnsi="Times New Roman" w:cs="Times New Roman"/>
          <w:lang w:val="kl-GL"/>
        </w:rPr>
        <w:t xml:space="preserve">siunnersuutip </w:t>
      </w:r>
      <w:r w:rsidRPr="00171408">
        <w:rPr>
          <w:rFonts w:ascii="Times New Roman" w:hAnsi="Times New Roman" w:cs="Times New Roman"/>
          <w:lang w:val="kl-GL"/>
        </w:rPr>
        <w:t>kingunerissavaa</w:t>
      </w:r>
      <w:r w:rsidR="00CE02F1" w:rsidRPr="00171408">
        <w:rPr>
          <w:rFonts w:ascii="Times New Roman" w:hAnsi="Times New Roman" w:cs="Times New Roman"/>
          <w:lang w:val="kl-GL"/>
        </w:rPr>
        <w:t xml:space="preserve">, § 31 imm. 4-mi nutaamik oqaaseqatigiit </w:t>
      </w:r>
      <w:r w:rsidR="00366270" w:rsidRPr="00171408">
        <w:rPr>
          <w:rFonts w:ascii="Times New Roman" w:hAnsi="Times New Roman" w:cs="Times New Roman"/>
          <w:lang w:val="kl-GL"/>
        </w:rPr>
        <w:t>pingaju</w:t>
      </w:r>
      <w:r w:rsidR="00CE02F1" w:rsidRPr="00171408">
        <w:rPr>
          <w:rFonts w:ascii="Times New Roman" w:hAnsi="Times New Roman" w:cs="Times New Roman"/>
          <w:lang w:val="kl-GL"/>
        </w:rPr>
        <w:t>a</w:t>
      </w:r>
      <w:r w:rsidR="004B2BE5" w:rsidRPr="00171408">
        <w:rPr>
          <w:rFonts w:ascii="Times New Roman" w:hAnsi="Times New Roman" w:cs="Times New Roman"/>
          <w:lang w:val="kl-GL"/>
        </w:rPr>
        <w:t>n</w:t>
      </w:r>
      <w:r w:rsidR="00CE02F1" w:rsidRPr="00171408">
        <w:rPr>
          <w:rFonts w:ascii="Times New Roman" w:hAnsi="Times New Roman" w:cs="Times New Roman"/>
          <w:lang w:val="kl-GL"/>
        </w:rPr>
        <w:t xml:space="preserve">nik ikkussinissaq, tassani allaqqalluni, ingerlaavartumik taarsiissutit ataatsikkut tunniutassanngortillugit allanngortitsinermut </w:t>
      </w:r>
      <w:r w:rsidR="003D5B37" w:rsidRPr="00171408">
        <w:rPr>
          <w:rFonts w:ascii="Times New Roman" w:hAnsi="Times New Roman" w:cs="Times New Roman"/>
          <w:lang w:val="kl-GL"/>
        </w:rPr>
        <w:t>naleqqersuutit</w:t>
      </w:r>
      <w:r w:rsidR="00CE02F1" w:rsidRPr="00171408">
        <w:rPr>
          <w:rFonts w:ascii="Times New Roman" w:hAnsi="Times New Roman" w:cs="Times New Roman"/>
          <w:lang w:val="kl-GL"/>
        </w:rPr>
        <w:t xml:space="preserve">, siumoortumik naatsorsuinermut tunngaviit </w:t>
      </w:r>
      <w:r w:rsidR="005C686D" w:rsidRPr="00171408">
        <w:rPr>
          <w:rFonts w:ascii="Times New Roman" w:hAnsi="Times New Roman" w:cs="Times New Roman"/>
          <w:lang w:val="kl-GL"/>
        </w:rPr>
        <w:t xml:space="preserve">tunngavigalugit </w:t>
      </w:r>
      <w:r w:rsidR="00CE02F1" w:rsidRPr="00171408">
        <w:rPr>
          <w:rFonts w:ascii="Times New Roman" w:hAnsi="Times New Roman" w:cs="Times New Roman"/>
          <w:lang w:val="kl-GL"/>
        </w:rPr>
        <w:t>ukiunut aamma qaammatinut ilivitsunut aalajangersarneqarnissaat.</w:t>
      </w:r>
    </w:p>
    <w:p w14:paraId="3C78E468" w14:textId="04B53513" w:rsidR="00515200" w:rsidRPr="00171408" w:rsidRDefault="00CE02F1">
      <w:pPr>
        <w:rPr>
          <w:rFonts w:ascii="Times New Roman" w:hAnsi="Times New Roman"/>
          <w:lang w:val="kl-GL"/>
        </w:rPr>
      </w:pPr>
      <w:r w:rsidRPr="00171408">
        <w:rPr>
          <w:rFonts w:ascii="Times New Roman" w:hAnsi="Times New Roman" w:cs="Times New Roman"/>
          <w:lang w:val="kl-GL"/>
        </w:rPr>
        <w:t xml:space="preserve">Taamaalilluni siunnersuutigineqarpoq, suleriaatsinut atuuttunut naapertuuttumik toqqaannartumik aalajangersakkami allaqqassasoq, </w:t>
      </w:r>
      <w:r w:rsidR="005B2079" w:rsidRPr="00171408">
        <w:rPr>
          <w:rFonts w:ascii="Times New Roman" w:hAnsi="Times New Roman" w:cs="Times New Roman"/>
          <w:lang w:val="kl-GL"/>
        </w:rPr>
        <w:t xml:space="preserve">taarsigassarsiat aningaasanngortinneqarnerannut naleqqersuutit </w:t>
      </w:r>
      <w:r w:rsidRPr="00171408">
        <w:rPr>
          <w:rFonts w:ascii="Times New Roman" w:hAnsi="Times New Roman" w:cs="Times New Roman"/>
          <w:lang w:val="kl-GL"/>
        </w:rPr>
        <w:t xml:space="preserve">siumoortumik naatsorsuinermut tunngaviit malillugit aalajangersarneqassasut aamma tamatuma saniatigut, ukiunut aamma qaammatinut ilivitsunut aalajangersaanissaq, ukiunuinnaanngitsunut suleriaatsit atuuttut malillugit. Taamaaliornikkut </w:t>
      </w:r>
      <w:r w:rsidR="00E467F9" w:rsidRPr="00171408">
        <w:rPr>
          <w:rFonts w:ascii="Times New Roman" w:hAnsi="Times New Roman" w:cs="Times New Roman"/>
          <w:lang w:val="kl-GL"/>
        </w:rPr>
        <w:t>qulakkeerneqassaaq</w:t>
      </w:r>
      <w:r w:rsidRPr="00171408">
        <w:rPr>
          <w:rFonts w:ascii="Times New Roman" w:hAnsi="Times New Roman" w:cs="Times New Roman"/>
          <w:lang w:val="kl-GL"/>
        </w:rPr>
        <w:t xml:space="preserve">, ataasikkut tunniutassanngortitsinerup ajoqusertup ukiuinut </w:t>
      </w:r>
      <w:r w:rsidR="006A469B" w:rsidRPr="00171408">
        <w:rPr>
          <w:rFonts w:ascii="Times New Roman" w:hAnsi="Times New Roman" w:cs="Times New Roman"/>
          <w:lang w:val="kl-GL"/>
        </w:rPr>
        <w:t xml:space="preserve">eqqortunut </w:t>
      </w:r>
      <w:r w:rsidRPr="00171408">
        <w:rPr>
          <w:rFonts w:ascii="Times New Roman" w:hAnsi="Times New Roman" w:cs="Times New Roman"/>
          <w:lang w:val="kl-GL"/>
        </w:rPr>
        <w:t>tulluarsarneqarnissaa.</w:t>
      </w:r>
    </w:p>
    <w:p w14:paraId="04DF4533" w14:textId="5C08CA7F" w:rsidR="00515200" w:rsidRPr="00171408" w:rsidRDefault="00CE02F1">
      <w:pPr>
        <w:rPr>
          <w:rFonts w:ascii="Times New Roman" w:hAnsi="Times New Roman"/>
          <w:lang w:val="kl-GL"/>
        </w:rPr>
      </w:pPr>
      <w:r w:rsidRPr="00171408">
        <w:rPr>
          <w:rFonts w:ascii="Times New Roman" w:hAnsi="Times New Roman" w:cs="Times New Roman"/>
          <w:lang w:val="kl-GL"/>
        </w:rPr>
        <w:t xml:space="preserve">Matumuuna siunnersuutigineqarpoq, </w:t>
      </w:r>
      <w:r w:rsidR="00037707" w:rsidRPr="00171408">
        <w:rPr>
          <w:rFonts w:ascii="Times New Roman" w:hAnsi="Times New Roman" w:cs="Times New Roman"/>
          <w:lang w:val="kl-GL"/>
        </w:rPr>
        <w:t>taarsigassarsiat aningaasanngortinneqarnerannut naleqqersuutit</w:t>
      </w:r>
      <w:r w:rsidRPr="00171408">
        <w:rPr>
          <w:rFonts w:ascii="Times New Roman" w:hAnsi="Times New Roman" w:cs="Times New Roman"/>
          <w:lang w:val="kl-GL"/>
        </w:rPr>
        <w:t xml:space="preserve"> atuuttut erniat qaffasissusaannik aamma U74-imik</w:t>
      </w:r>
      <w:r w:rsidR="00037707" w:rsidRPr="00171408">
        <w:rPr>
          <w:rFonts w:ascii="Times New Roman" w:hAnsi="Times New Roman" w:cs="Times New Roman"/>
          <w:lang w:val="kl-GL"/>
        </w:rPr>
        <w:t xml:space="preserve"> naleqqersuutinik</w:t>
      </w:r>
      <w:r w:rsidRPr="00171408">
        <w:rPr>
          <w:rFonts w:ascii="Times New Roman" w:hAnsi="Times New Roman" w:cs="Times New Roman"/>
          <w:lang w:val="kl-GL"/>
        </w:rPr>
        <w:t xml:space="preserve"> imaqartut, </w:t>
      </w:r>
      <w:r w:rsidR="00037707" w:rsidRPr="00171408">
        <w:rPr>
          <w:rFonts w:ascii="Times New Roman" w:hAnsi="Times New Roman" w:cs="Times New Roman"/>
          <w:lang w:val="kl-GL"/>
        </w:rPr>
        <w:t>taarsigassarsiat aningaasanngortinneqarnerannut naleqqersuutinik</w:t>
      </w:r>
      <w:r w:rsidRPr="00171408">
        <w:rPr>
          <w:rFonts w:ascii="Times New Roman" w:hAnsi="Times New Roman" w:cs="Times New Roman"/>
          <w:lang w:val="kl-GL"/>
        </w:rPr>
        <w:t xml:space="preserve"> piffissamut naleqqunnerusunik aamma eqquunnerusunik taarserneqarnissaat. Siunnersuutigineqarpoq, ataatsikkut tunniutassanngortitat aalajangersarneqarnerinut immikkuualuttut tulliuttut ilaatinneqarnissaat:</w:t>
      </w:r>
    </w:p>
    <w:p w14:paraId="046E59B9" w14:textId="436DCE76" w:rsidR="00515200" w:rsidRPr="00171408" w:rsidRDefault="00CE02F1">
      <w:pPr>
        <w:pStyle w:val="Listeafsnit"/>
        <w:numPr>
          <w:ilvl w:val="0"/>
          <w:numId w:val="10"/>
        </w:numPr>
        <w:rPr>
          <w:rFonts w:ascii="Times New Roman" w:hAnsi="Times New Roman"/>
          <w:lang w:val="kl-GL"/>
        </w:rPr>
      </w:pPr>
      <w:r w:rsidRPr="00171408">
        <w:rPr>
          <w:rFonts w:ascii="Times New Roman" w:hAnsi="Times New Roman" w:cs="Times New Roman"/>
          <w:lang w:val="kl-GL"/>
        </w:rPr>
        <w:t xml:space="preserve">Inuuneqqortussutsimut tunngatillugu piumasaqaatinut Finanstilsynip </w:t>
      </w:r>
      <w:r w:rsidR="00F67CDC" w:rsidRPr="00171408">
        <w:rPr>
          <w:rFonts w:ascii="Times New Roman" w:hAnsi="Times New Roman" w:cs="Times New Roman"/>
          <w:lang w:val="kl-GL"/>
        </w:rPr>
        <w:t>uuttuutaa</w:t>
      </w:r>
    </w:p>
    <w:p w14:paraId="1874B76C" w14:textId="77777777" w:rsidR="00515200" w:rsidRPr="00171408" w:rsidRDefault="00CE02F1">
      <w:pPr>
        <w:numPr>
          <w:ilvl w:val="0"/>
          <w:numId w:val="11"/>
        </w:numPr>
        <w:rPr>
          <w:rFonts w:ascii="Times New Roman" w:hAnsi="Times New Roman"/>
          <w:lang w:val="kl-GL"/>
        </w:rPr>
      </w:pPr>
      <w:r w:rsidRPr="00171408">
        <w:rPr>
          <w:rFonts w:ascii="Times New Roman" w:hAnsi="Times New Roman" w:cs="Times New Roman"/>
          <w:lang w:val="kl-GL"/>
        </w:rPr>
        <w:t>Suiaassutsimik apeqqutaatitsinnginneq</w:t>
      </w:r>
    </w:p>
    <w:p w14:paraId="50AD59F7" w14:textId="1857FE6B" w:rsidR="00515200" w:rsidRPr="00171408" w:rsidRDefault="002951D3">
      <w:pPr>
        <w:pStyle w:val="Listeafsnit"/>
        <w:numPr>
          <w:ilvl w:val="0"/>
          <w:numId w:val="9"/>
        </w:numPr>
        <w:rPr>
          <w:rFonts w:ascii="Times New Roman" w:hAnsi="Times New Roman"/>
          <w:lang w:val="kl-GL"/>
        </w:rPr>
      </w:pPr>
      <w:r w:rsidRPr="00171408">
        <w:rPr>
          <w:rFonts w:ascii="Times New Roman" w:hAnsi="Times New Roman" w:cs="Times New Roman"/>
          <w:lang w:val="kl-GL"/>
        </w:rPr>
        <w:t xml:space="preserve">Pigisat pissarsiat </w:t>
      </w:r>
      <w:r w:rsidR="00CE02F1" w:rsidRPr="00171408">
        <w:rPr>
          <w:rFonts w:ascii="Times New Roman" w:hAnsi="Times New Roman" w:cs="Times New Roman"/>
          <w:lang w:val="kl-GL"/>
        </w:rPr>
        <w:t xml:space="preserve">naatsorsuutigineqartut, erniat </w:t>
      </w:r>
      <w:r w:rsidR="002E722A" w:rsidRPr="00171408">
        <w:rPr>
          <w:rFonts w:ascii="Times New Roman" w:hAnsi="Times New Roman" w:cs="Times New Roman"/>
          <w:lang w:val="kl-GL"/>
        </w:rPr>
        <w:t xml:space="preserve">annertussusiat </w:t>
      </w:r>
      <w:r w:rsidR="00DF11B3" w:rsidRPr="00171408">
        <w:rPr>
          <w:rFonts w:ascii="Times New Roman" w:hAnsi="Times New Roman" w:cs="Times New Roman"/>
          <w:lang w:val="kl-GL"/>
        </w:rPr>
        <w:t xml:space="preserve">tunngavigalugit </w:t>
      </w:r>
      <w:r w:rsidR="00CE02F1" w:rsidRPr="00171408">
        <w:rPr>
          <w:rFonts w:ascii="Times New Roman" w:hAnsi="Times New Roman" w:cs="Times New Roman"/>
          <w:lang w:val="kl-GL"/>
        </w:rPr>
        <w:t>naatsorsorneqartut ukiut siuliini tallimani Danmarkimi ukiunut 30-nut realkreditobligationinut erniat ukiumut agguaqatigiissitsinikkut aalajangersarneqartut</w:t>
      </w:r>
    </w:p>
    <w:p w14:paraId="25612742" w14:textId="02C8086C" w:rsidR="00515200" w:rsidRPr="00171408" w:rsidRDefault="002951D3">
      <w:pPr>
        <w:numPr>
          <w:ilvl w:val="0"/>
          <w:numId w:val="12"/>
        </w:numPr>
        <w:rPr>
          <w:rFonts w:ascii="Times New Roman" w:hAnsi="Times New Roman"/>
          <w:lang w:val="kl-GL"/>
        </w:rPr>
      </w:pPr>
      <w:r w:rsidRPr="00171408">
        <w:rPr>
          <w:rFonts w:ascii="Times New Roman" w:hAnsi="Times New Roman" w:cs="Times New Roman"/>
          <w:lang w:val="kl-GL"/>
        </w:rPr>
        <w:t>Pigisa</w:t>
      </w:r>
      <w:r w:rsidR="00AD1C67" w:rsidRPr="00171408">
        <w:rPr>
          <w:rFonts w:ascii="Times New Roman" w:hAnsi="Times New Roman" w:cs="Times New Roman"/>
          <w:lang w:val="kl-GL"/>
        </w:rPr>
        <w:t>ni</w:t>
      </w:r>
      <w:r w:rsidRPr="00171408">
        <w:rPr>
          <w:rFonts w:ascii="Times New Roman" w:hAnsi="Times New Roman" w:cs="Times New Roman"/>
          <w:lang w:val="kl-GL"/>
        </w:rPr>
        <w:t xml:space="preserve">t pissarsiat </w:t>
      </w:r>
      <w:r w:rsidR="00CE02F1" w:rsidRPr="00171408">
        <w:rPr>
          <w:rFonts w:ascii="Times New Roman" w:hAnsi="Times New Roman" w:cs="Times New Roman"/>
          <w:lang w:val="kl-GL"/>
        </w:rPr>
        <w:t>naatsorsuutigineqartut akileraaruserneri ukiup isertitsiviusup siuliani Kalaallit Nunaanni akileraarutigitinneqartut katinnerisut aalajangersarneqartut</w:t>
      </w:r>
    </w:p>
    <w:p w14:paraId="1B2BD03E" w14:textId="4EF7B787" w:rsidR="00515200" w:rsidRPr="00171408" w:rsidRDefault="00CE02F1">
      <w:pPr>
        <w:numPr>
          <w:ilvl w:val="0"/>
          <w:numId w:val="12"/>
        </w:numPr>
        <w:rPr>
          <w:rFonts w:ascii="Times New Roman" w:hAnsi="Times New Roman"/>
          <w:lang w:val="kl-GL"/>
        </w:rPr>
      </w:pPr>
      <w:r w:rsidRPr="00171408">
        <w:rPr>
          <w:rFonts w:ascii="Times New Roman" w:hAnsi="Times New Roman" w:cs="Times New Roman"/>
          <w:lang w:val="kl-GL"/>
        </w:rPr>
        <w:t>Ilanngaat ikiorsii</w:t>
      </w:r>
      <w:r w:rsidR="00AD1C67" w:rsidRPr="00171408">
        <w:rPr>
          <w:rFonts w:ascii="Times New Roman" w:hAnsi="Times New Roman" w:cs="Times New Roman"/>
          <w:lang w:val="kl-GL"/>
        </w:rPr>
        <w:t>ss</w:t>
      </w:r>
      <w:r w:rsidRPr="00171408">
        <w:rPr>
          <w:rFonts w:ascii="Times New Roman" w:hAnsi="Times New Roman" w:cs="Times New Roman"/>
          <w:lang w:val="kl-GL"/>
        </w:rPr>
        <w:t>utit ingerlaavartut akileraarusersorneqarnerinut assingusoq ukiup isertitsiviusup siuliani Kalaallit Nunaanni akileraarutigitinneqartut katinnerisut aalajangersarneqartut</w:t>
      </w:r>
    </w:p>
    <w:p w14:paraId="7AE09603" w14:textId="6D69D2C2" w:rsidR="00515200" w:rsidRPr="00171408" w:rsidRDefault="003432BB">
      <w:pPr>
        <w:numPr>
          <w:ilvl w:val="0"/>
          <w:numId w:val="12"/>
        </w:numPr>
        <w:rPr>
          <w:rFonts w:ascii="Times New Roman" w:hAnsi="Times New Roman"/>
          <w:lang w:val="kl-GL"/>
        </w:rPr>
      </w:pPr>
      <w:r w:rsidRPr="00171408">
        <w:rPr>
          <w:rFonts w:ascii="Times New Roman" w:hAnsi="Times New Roman" w:cs="Times New Roman"/>
          <w:lang w:val="kl-GL"/>
        </w:rPr>
        <w:t>Nal</w:t>
      </w:r>
      <w:r w:rsidR="00F247B1" w:rsidRPr="00171408">
        <w:rPr>
          <w:rFonts w:ascii="Times New Roman" w:hAnsi="Times New Roman" w:cs="Times New Roman"/>
          <w:lang w:val="kl-GL"/>
        </w:rPr>
        <w:t>eqqu</w:t>
      </w:r>
      <w:r w:rsidRPr="00171408">
        <w:rPr>
          <w:rFonts w:ascii="Times New Roman" w:hAnsi="Times New Roman" w:cs="Times New Roman"/>
          <w:lang w:val="kl-GL"/>
        </w:rPr>
        <w:t xml:space="preserve">ssaaneq </w:t>
      </w:r>
      <w:r w:rsidR="00CE02F1" w:rsidRPr="00171408">
        <w:rPr>
          <w:rFonts w:ascii="Times New Roman" w:hAnsi="Times New Roman" w:cs="Times New Roman"/>
          <w:lang w:val="kl-GL"/>
        </w:rPr>
        <w:t>ukiuni tallimani Kalaallit Nunaanni akit iner</w:t>
      </w:r>
      <w:r w:rsidRPr="00171408">
        <w:rPr>
          <w:rFonts w:ascii="Times New Roman" w:hAnsi="Times New Roman" w:cs="Times New Roman"/>
          <w:lang w:val="kl-GL"/>
        </w:rPr>
        <w:t>i</w:t>
      </w:r>
      <w:r w:rsidR="00CE02F1" w:rsidRPr="00171408">
        <w:rPr>
          <w:rFonts w:ascii="Times New Roman" w:hAnsi="Times New Roman" w:cs="Times New Roman"/>
          <w:lang w:val="kl-GL"/>
        </w:rPr>
        <w:t xml:space="preserve">artornerinut </w:t>
      </w:r>
      <w:r w:rsidRPr="00171408">
        <w:rPr>
          <w:rFonts w:ascii="Times New Roman" w:hAnsi="Times New Roman" w:cs="Times New Roman"/>
          <w:lang w:val="kl-GL"/>
        </w:rPr>
        <w:t xml:space="preserve">naleqqersuutip </w:t>
      </w:r>
      <w:r w:rsidR="00CE02F1" w:rsidRPr="00171408">
        <w:rPr>
          <w:rFonts w:ascii="Times New Roman" w:hAnsi="Times New Roman" w:cs="Times New Roman"/>
          <w:lang w:val="kl-GL"/>
        </w:rPr>
        <w:t xml:space="preserve">agguaqatigiissinneranut assingusoq, Arbejdsmarkedets Erhvervssikringip ukiut tamaasa Kalaallit Nunaanni Naatsorsueqqissaartarfimmiit </w:t>
      </w:r>
      <w:r w:rsidRPr="00171408">
        <w:rPr>
          <w:rFonts w:ascii="Times New Roman" w:hAnsi="Times New Roman" w:cs="Times New Roman"/>
          <w:lang w:val="kl-GL"/>
        </w:rPr>
        <w:t>pissarsiarisartagaa</w:t>
      </w:r>
      <w:r w:rsidR="00CE02F1" w:rsidRPr="00171408">
        <w:rPr>
          <w:rFonts w:ascii="Times New Roman" w:hAnsi="Times New Roman" w:cs="Times New Roman"/>
          <w:lang w:val="kl-GL"/>
        </w:rPr>
        <w:t xml:space="preserve">, </w:t>
      </w:r>
      <w:r w:rsidR="00C3269E" w:rsidRPr="00171408">
        <w:rPr>
          <w:rFonts w:ascii="Times New Roman" w:hAnsi="Times New Roman" w:cs="Times New Roman"/>
          <w:lang w:val="kl-GL"/>
        </w:rPr>
        <w:t>aamma</w:t>
      </w:r>
      <w:r w:rsidR="00CE02F1" w:rsidRPr="00171408">
        <w:rPr>
          <w:rFonts w:ascii="Times New Roman" w:hAnsi="Times New Roman" w:cs="Times New Roman"/>
          <w:lang w:val="kl-GL"/>
        </w:rPr>
        <w:t xml:space="preserve"> Kalaallit Nunaanni ingerlaavartumik taarsissutit naleqqussarneqartarnerini atorneqartareersoq</w:t>
      </w:r>
    </w:p>
    <w:p w14:paraId="14E7F9D6" w14:textId="49CD251A" w:rsidR="00515200" w:rsidRPr="00171408" w:rsidRDefault="00CE02F1">
      <w:pPr>
        <w:numPr>
          <w:ilvl w:val="0"/>
          <w:numId w:val="12"/>
        </w:numPr>
        <w:rPr>
          <w:rFonts w:ascii="Times New Roman" w:hAnsi="Times New Roman"/>
          <w:lang w:val="kl-GL"/>
        </w:rPr>
      </w:pPr>
      <w:r w:rsidRPr="00171408">
        <w:rPr>
          <w:rFonts w:ascii="Times New Roman" w:hAnsi="Times New Roman" w:cs="Times New Roman"/>
          <w:lang w:val="kl-GL"/>
        </w:rPr>
        <w:t>Ajoqusertup ukiui aamma qaammat</w:t>
      </w:r>
      <w:r w:rsidR="00EA1FC2" w:rsidRPr="00171408">
        <w:rPr>
          <w:rFonts w:ascii="Times New Roman" w:hAnsi="Times New Roman" w:cs="Times New Roman"/>
          <w:lang w:val="kl-GL"/>
        </w:rPr>
        <w:t>a</w:t>
      </w:r>
      <w:r w:rsidRPr="00171408">
        <w:rPr>
          <w:rFonts w:ascii="Times New Roman" w:hAnsi="Times New Roman" w:cs="Times New Roman"/>
          <w:lang w:val="kl-GL"/>
        </w:rPr>
        <w:t>i</w:t>
      </w:r>
    </w:p>
    <w:p w14:paraId="22684D40" w14:textId="39A7241F" w:rsidR="00515200" w:rsidRPr="00171408" w:rsidRDefault="00CE02F1">
      <w:pPr>
        <w:rPr>
          <w:rFonts w:ascii="Times New Roman" w:hAnsi="Times New Roman"/>
          <w:lang w:val="kl-GL"/>
        </w:rPr>
      </w:pPr>
      <w:r w:rsidRPr="00171408">
        <w:rPr>
          <w:rFonts w:ascii="Times New Roman" w:hAnsi="Times New Roman" w:cs="Times New Roman"/>
          <w:lang w:val="kl-GL"/>
        </w:rPr>
        <w:t xml:space="preserve">Ullumikkut Finanstilsynip inuuneqqortussutsimut tunngatillugu piumasaqaatinut </w:t>
      </w:r>
      <w:r w:rsidR="00776A2F" w:rsidRPr="00171408">
        <w:rPr>
          <w:rFonts w:ascii="Times New Roman" w:hAnsi="Times New Roman" w:cs="Times New Roman"/>
          <w:lang w:val="kl-GL"/>
        </w:rPr>
        <w:t xml:space="preserve">uuttuutini </w:t>
      </w:r>
      <w:r w:rsidRPr="00171408">
        <w:rPr>
          <w:rFonts w:ascii="Times New Roman" w:hAnsi="Times New Roman" w:cs="Times New Roman"/>
          <w:lang w:val="kl-GL"/>
        </w:rPr>
        <w:t xml:space="preserve">ukiumut ataasiarluni aalajangersartarpaa. Inuuneqqortussutsimut tunngatillugu piumasaqaatinut tunngaviupput danskit </w:t>
      </w:r>
      <w:r w:rsidR="00776A2F" w:rsidRPr="00171408">
        <w:rPr>
          <w:rFonts w:ascii="Times New Roman" w:hAnsi="Times New Roman" w:cs="Times New Roman"/>
          <w:lang w:val="kl-GL"/>
        </w:rPr>
        <w:t xml:space="preserve">paasissutissaataat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Kalaallit Nunaanni inuuneqqortussuseq Danmarkimut sanilliullugu sivikinnerugaluartoq, pineqarput nikinganerit annikitsut, </w:t>
      </w:r>
      <w:r w:rsidR="00735D11" w:rsidRPr="00171408">
        <w:rPr>
          <w:rFonts w:ascii="Times New Roman" w:hAnsi="Times New Roman" w:cs="Times New Roman"/>
          <w:lang w:val="kl-GL"/>
        </w:rPr>
        <w:t xml:space="preserve">Kalaallit Nunaanni sulinermi ajoqusernermut isumannaarineq pillugu inatsit malillugu qaqutiguinnaq taarsiiffigitinnissamut akuerineqartartunut </w:t>
      </w:r>
      <w:r w:rsidRPr="00171408">
        <w:rPr>
          <w:rFonts w:ascii="Times New Roman" w:hAnsi="Times New Roman" w:cs="Times New Roman"/>
          <w:lang w:val="kl-GL"/>
        </w:rPr>
        <w:t>eqimattanut ukioqatigiiaanut malunnaateqarnerusut. Kalaallit Nunaanni eqimattani ukioqatigiiaani aalajangersimasuni toqusoqar</w:t>
      </w:r>
      <w:r w:rsidR="00735D11" w:rsidRPr="00171408">
        <w:rPr>
          <w:rFonts w:ascii="Times New Roman" w:hAnsi="Times New Roman" w:cs="Times New Roman"/>
          <w:lang w:val="kl-GL"/>
        </w:rPr>
        <w:t>tar</w:t>
      </w:r>
      <w:r w:rsidRPr="00171408">
        <w:rPr>
          <w:rFonts w:ascii="Times New Roman" w:hAnsi="Times New Roman" w:cs="Times New Roman"/>
          <w:lang w:val="kl-GL"/>
        </w:rPr>
        <w:t>nera pisunut aalajangersimasunut annerusumik attuumassuteqarsinnaavoq, taamaalilluni</w:t>
      </w:r>
      <w:r w:rsidR="00CB1ED2" w:rsidRPr="00171408">
        <w:rPr>
          <w:rFonts w:ascii="Times New Roman" w:hAnsi="Times New Roman" w:cs="Times New Roman"/>
          <w:lang w:val="kl-GL"/>
        </w:rPr>
        <w:t>lu</w:t>
      </w:r>
      <w:r w:rsidRPr="00171408">
        <w:rPr>
          <w:rFonts w:ascii="Times New Roman" w:hAnsi="Times New Roman" w:cs="Times New Roman"/>
          <w:lang w:val="kl-GL"/>
        </w:rPr>
        <w:t xml:space="preserve"> Kalaallit Nunanni toqusoqar</w:t>
      </w:r>
      <w:r w:rsidR="00CB1ED2" w:rsidRPr="00171408">
        <w:rPr>
          <w:rFonts w:ascii="Times New Roman" w:hAnsi="Times New Roman" w:cs="Times New Roman"/>
          <w:lang w:val="kl-GL"/>
        </w:rPr>
        <w:t>tar</w:t>
      </w:r>
      <w:r w:rsidRPr="00171408">
        <w:rPr>
          <w:rFonts w:ascii="Times New Roman" w:hAnsi="Times New Roman" w:cs="Times New Roman"/>
          <w:lang w:val="kl-GL"/>
        </w:rPr>
        <w:t xml:space="preserve">nerani nikerarnernik naatsorsuinerit </w:t>
      </w:r>
      <w:r w:rsidR="00586133" w:rsidRPr="00171408">
        <w:rPr>
          <w:rFonts w:ascii="Times New Roman" w:hAnsi="Times New Roman" w:cs="Times New Roman"/>
          <w:lang w:val="kl-GL"/>
        </w:rPr>
        <w:t xml:space="preserve">nalaatsornermik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w:t>
      </w:r>
      <w:r w:rsidR="00586133" w:rsidRPr="00171408">
        <w:rPr>
          <w:rFonts w:ascii="Times New Roman" w:hAnsi="Times New Roman" w:cs="Times New Roman"/>
          <w:lang w:val="kl-GL"/>
        </w:rPr>
        <w:t xml:space="preserve">nalorninartumik </w:t>
      </w:r>
      <w:r w:rsidRPr="00171408">
        <w:rPr>
          <w:rFonts w:ascii="Times New Roman" w:hAnsi="Times New Roman" w:cs="Times New Roman"/>
          <w:lang w:val="kl-GL"/>
        </w:rPr>
        <w:t xml:space="preserve">mikinngitsumik sunnerneqarsimassallutik. Tamanna </w:t>
      </w:r>
      <w:r w:rsidR="00FC6FC6" w:rsidRPr="00171408">
        <w:rPr>
          <w:rFonts w:ascii="Times New Roman" w:hAnsi="Times New Roman" w:cs="Times New Roman"/>
          <w:lang w:val="kl-GL"/>
        </w:rPr>
        <w:t xml:space="preserve">tunngavigalugu </w:t>
      </w:r>
      <w:r w:rsidRPr="00171408">
        <w:rPr>
          <w:rFonts w:ascii="Times New Roman" w:hAnsi="Times New Roman" w:cs="Times New Roman"/>
          <w:lang w:val="kl-GL"/>
        </w:rPr>
        <w:t xml:space="preserve">Kalaallit Nunaanni </w:t>
      </w:r>
      <w:r w:rsidRPr="00171408">
        <w:rPr>
          <w:rFonts w:ascii="Times New Roman" w:hAnsi="Times New Roman" w:cs="Times New Roman"/>
          <w:lang w:val="kl-GL"/>
        </w:rPr>
        <w:lastRenderedPageBreak/>
        <w:t>inuuneqqortussutsi</w:t>
      </w:r>
      <w:r w:rsidR="00882745" w:rsidRPr="00171408">
        <w:rPr>
          <w:rFonts w:ascii="Times New Roman" w:hAnsi="Times New Roman" w:cs="Times New Roman"/>
          <w:lang w:val="kl-GL"/>
        </w:rPr>
        <w:t>p qaffasissus</w:t>
      </w:r>
      <w:r w:rsidR="00420D73" w:rsidRPr="00171408">
        <w:rPr>
          <w:rFonts w:ascii="Times New Roman" w:hAnsi="Times New Roman" w:cs="Times New Roman"/>
          <w:lang w:val="kl-GL"/>
        </w:rPr>
        <w:t>aanut</w:t>
      </w:r>
      <w:r w:rsidRPr="00171408">
        <w:rPr>
          <w:rFonts w:ascii="Times New Roman" w:hAnsi="Times New Roman" w:cs="Times New Roman"/>
          <w:lang w:val="kl-GL"/>
        </w:rPr>
        <w:t xml:space="preserve"> inuuneqqortussutsimut tunngatillugu piumasaqaatinut </w:t>
      </w:r>
      <w:r w:rsidR="00082656" w:rsidRPr="00171408">
        <w:rPr>
          <w:rFonts w:ascii="Times New Roman" w:hAnsi="Times New Roman" w:cs="Times New Roman"/>
          <w:lang w:val="kl-GL"/>
        </w:rPr>
        <w:t xml:space="preserve">Finanstilsynip </w:t>
      </w:r>
      <w:r w:rsidR="00882745" w:rsidRPr="00171408">
        <w:rPr>
          <w:rFonts w:ascii="Times New Roman" w:hAnsi="Times New Roman" w:cs="Times New Roman"/>
          <w:lang w:val="kl-GL"/>
        </w:rPr>
        <w:t>uuttuutaa</w:t>
      </w:r>
      <w:r w:rsidRPr="00171408">
        <w:rPr>
          <w:rFonts w:ascii="Times New Roman" w:hAnsi="Times New Roman" w:cs="Times New Roman"/>
          <w:lang w:val="kl-GL"/>
        </w:rPr>
        <w:t xml:space="preserve"> piffissamut naleqqunnerpaatut aamma eqquunnerpaatut nalilerneqarpoq.</w:t>
      </w:r>
    </w:p>
    <w:p w14:paraId="1668672B" w14:textId="4E7F677F" w:rsidR="00515200" w:rsidRPr="00171408" w:rsidRDefault="00CE02F1">
      <w:pPr>
        <w:rPr>
          <w:rFonts w:ascii="Times New Roman" w:hAnsi="Times New Roman"/>
          <w:lang w:val="kl-GL"/>
        </w:rPr>
      </w:pPr>
      <w:r w:rsidRPr="00171408">
        <w:rPr>
          <w:rFonts w:ascii="Times New Roman" w:hAnsi="Times New Roman" w:cs="Times New Roman"/>
          <w:lang w:val="kl-GL"/>
        </w:rPr>
        <w:t xml:space="preserve">Inuuneqqortussutsimut tunngatillugu piumasaqaatinut Finanstilsynip </w:t>
      </w:r>
      <w:r w:rsidR="00082656" w:rsidRPr="00171408">
        <w:rPr>
          <w:rFonts w:ascii="Times New Roman" w:hAnsi="Times New Roman" w:cs="Times New Roman"/>
          <w:lang w:val="kl-GL"/>
        </w:rPr>
        <w:t xml:space="preserve">uuttuutaa </w:t>
      </w:r>
      <w:r w:rsidRPr="00171408">
        <w:rPr>
          <w:rFonts w:ascii="Times New Roman" w:hAnsi="Times New Roman" w:cs="Times New Roman"/>
          <w:lang w:val="kl-GL"/>
        </w:rPr>
        <w:t>immikkuualuttunik marlunnik tunngaveqarpoq; ullumikkut toqusoqar</w:t>
      </w:r>
      <w:r w:rsidR="00875BAC" w:rsidRPr="00171408">
        <w:rPr>
          <w:rFonts w:ascii="Times New Roman" w:hAnsi="Times New Roman" w:cs="Times New Roman"/>
          <w:lang w:val="kl-GL"/>
        </w:rPr>
        <w:t>tar</w:t>
      </w:r>
      <w:r w:rsidRPr="00171408">
        <w:rPr>
          <w:rFonts w:ascii="Times New Roman" w:hAnsi="Times New Roman" w:cs="Times New Roman"/>
          <w:lang w:val="kl-GL"/>
        </w:rPr>
        <w:t xml:space="preserve">nera alaatsinaanneqartumut </w:t>
      </w:r>
      <w:r w:rsidR="00875BAC" w:rsidRPr="00171408">
        <w:rPr>
          <w:rFonts w:ascii="Times New Roman" w:hAnsi="Times New Roman" w:cs="Times New Roman"/>
          <w:lang w:val="kl-GL"/>
        </w:rPr>
        <w:t xml:space="preserve">uuttuut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siunissami inuuneqqortussutsimut pitsanngoriaatissatut naatsorsuutigineqartumut </w:t>
      </w:r>
      <w:r w:rsidR="00875BAC" w:rsidRPr="00171408">
        <w:rPr>
          <w:rFonts w:ascii="Times New Roman" w:hAnsi="Times New Roman" w:cs="Times New Roman"/>
          <w:lang w:val="kl-GL"/>
        </w:rPr>
        <w:t>uuttuut</w:t>
      </w:r>
      <w:r w:rsidRPr="00171408">
        <w:rPr>
          <w:rFonts w:ascii="Times New Roman" w:hAnsi="Times New Roman" w:cs="Times New Roman"/>
          <w:lang w:val="kl-GL"/>
        </w:rPr>
        <w:t>.</w:t>
      </w:r>
    </w:p>
    <w:p w14:paraId="3E4AAB12" w14:textId="71A38D6B" w:rsidR="00515200" w:rsidRPr="00171408" w:rsidRDefault="00CE02F1">
      <w:pPr>
        <w:rPr>
          <w:rFonts w:ascii="Times New Roman" w:hAnsi="Times New Roman"/>
          <w:lang w:val="kl-GL"/>
        </w:rPr>
      </w:pPr>
      <w:r w:rsidRPr="00171408">
        <w:rPr>
          <w:rFonts w:ascii="Times New Roman" w:hAnsi="Times New Roman" w:cs="Times New Roman"/>
          <w:lang w:val="kl-GL"/>
        </w:rPr>
        <w:t>Ullumikkut toqusoqar</w:t>
      </w:r>
      <w:r w:rsidR="00B1500A" w:rsidRPr="00171408">
        <w:rPr>
          <w:rFonts w:ascii="Times New Roman" w:hAnsi="Times New Roman" w:cs="Times New Roman"/>
          <w:lang w:val="kl-GL"/>
        </w:rPr>
        <w:t>tar</w:t>
      </w:r>
      <w:r w:rsidRPr="00171408">
        <w:rPr>
          <w:rFonts w:ascii="Times New Roman" w:hAnsi="Times New Roman" w:cs="Times New Roman"/>
          <w:lang w:val="kl-GL"/>
        </w:rPr>
        <w:t>ner</w:t>
      </w:r>
      <w:r w:rsidR="00AB41FF" w:rsidRPr="00171408">
        <w:rPr>
          <w:rFonts w:ascii="Times New Roman" w:hAnsi="Times New Roman" w:cs="Times New Roman"/>
          <w:lang w:val="kl-GL"/>
        </w:rPr>
        <w:t>mut</w:t>
      </w:r>
      <w:r w:rsidRPr="00171408">
        <w:rPr>
          <w:rFonts w:ascii="Times New Roman" w:hAnsi="Times New Roman" w:cs="Times New Roman"/>
          <w:lang w:val="kl-GL"/>
        </w:rPr>
        <w:t xml:space="preserve"> alaatsinaa</w:t>
      </w:r>
      <w:r w:rsidR="00DC0D4A" w:rsidRPr="00171408">
        <w:rPr>
          <w:rFonts w:ascii="Times New Roman" w:hAnsi="Times New Roman" w:cs="Times New Roman"/>
          <w:lang w:val="kl-GL"/>
        </w:rPr>
        <w:t>n</w:t>
      </w:r>
      <w:r w:rsidRPr="00171408">
        <w:rPr>
          <w:rFonts w:ascii="Times New Roman" w:hAnsi="Times New Roman" w:cs="Times New Roman"/>
          <w:lang w:val="kl-GL"/>
        </w:rPr>
        <w:t xml:space="preserve">nermut Finanstilsynip </w:t>
      </w:r>
      <w:r w:rsidR="00B1500A" w:rsidRPr="00171408">
        <w:rPr>
          <w:rFonts w:ascii="Times New Roman" w:hAnsi="Times New Roman" w:cs="Times New Roman"/>
          <w:lang w:val="kl-GL"/>
        </w:rPr>
        <w:t xml:space="preserve">uuttuutaa </w:t>
      </w:r>
      <w:r w:rsidRPr="00171408">
        <w:rPr>
          <w:rFonts w:ascii="Times New Roman" w:hAnsi="Times New Roman" w:cs="Times New Roman"/>
          <w:lang w:val="kl-GL"/>
        </w:rPr>
        <w:t>ukioqqortussutsini tamani toqusoqar</w:t>
      </w:r>
      <w:r w:rsidR="003C05B0" w:rsidRPr="00171408">
        <w:rPr>
          <w:rFonts w:ascii="Times New Roman" w:hAnsi="Times New Roman" w:cs="Times New Roman"/>
          <w:lang w:val="kl-GL"/>
        </w:rPr>
        <w:t>tar</w:t>
      </w:r>
      <w:r w:rsidRPr="00171408">
        <w:rPr>
          <w:rFonts w:ascii="Times New Roman" w:hAnsi="Times New Roman" w:cs="Times New Roman"/>
          <w:lang w:val="kl-GL"/>
        </w:rPr>
        <w:t xml:space="preserve">nera pillugu aalajangersakkanik iluseqarpoq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arnanut angutinu</w:t>
      </w:r>
      <w:r w:rsidR="003C05B0" w:rsidRPr="00171408">
        <w:rPr>
          <w:rFonts w:ascii="Times New Roman" w:hAnsi="Times New Roman" w:cs="Times New Roman"/>
          <w:lang w:val="kl-GL"/>
        </w:rPr>
        <w:t>llu</w:t>
      </w:r>
      <w:r w:rsidRPr="00171408">
        <w:rPr>
          <w:rFonts w:ascii="Times New Roman" w:hAnsi="Times New Roman" w:cs="Times New Roman"/>
          <w:lang w:val="kl-GL"/>
        </w:rPr>
        <w:t xml:space="preserve"> immikkut aalajangersarneqartarluni. Ullumikkut toqusoqar</w:t>
      </w:r>
      <w:r w:rsidR="00DC0D4A" w:rsidRPr="00171408">
        <w:rPr>
          <w:rFonts w:ascii="Times New Roman" w:hAnsi="Times New Roman" w:cs="Times New Roman"/>
          <w:lang w:val="kl-GL"/>
        </w:rPr>
        <w:t>tar</w:t>
      </w:r>
      <w:r w:rsidRPr="00171408">
        <w:rPr>
          <w:rFonts w:ascii="Times New Roman" w:hAnsi="Times New Roman" w:cs="Times New Roman"/>
          <w:lang w:val="kl-GL"/>
        </w:rPr>
        <w:t>neranik alaatsinaa</w:t>
      </w:r>
      <w:r w:rsidR="00DC0D4A" w:rsidRPr="00171408">
        <w:rPr>
          <w:rFonts w:ascii="Times New Roman" w:hAnsi="Times New Roman" w:cs="Times New Roman"/>
          <w:lang w:val="kl-GL"/>
        </w:rPr>
        <w:t>n</w:t>
      </w:r>
      <w:r w:rsidRPr="00171408">
        <w:rPr>
          <w:rFonts w:ascii="Times New Roman" w:hAnsi="Times New Roman" w:cs="Times New Roman"/>
          <w:lang w:val="kl-GL"/>
        </w:rPr>
        <w:t xml:space="preserve">nermut </w:t>
      </w:r>
      <w:r w:rsidR="003D2952" w:rsidRPr="00171408">
        <w:rPr>
          <w:rFonts w:ascii="Times New Roman" w:hAnsi="Times New Roman" w:cs="Times New Roman"/>
          <w:lang w:val="kl-GL"/>
        </w:rPr>
        <w:t xml:space="preserve">uuttuummut </w:t>
      </w:r>
      <w:r w:rsidRPr="00171408">
        <w:rPr>
          <w:rFonts w:ascii="Times New Roman" w:hAnsi="Times New Roman" w:cs="Times New Roman"/>
          <w:lang w:val="kl-GL"/>
        </w:rPr>
        <w:t xml:space="preserve">tunngaviupput danskit imminut sillimmasiisarfiisa aamma </w:t>
      </w:r>
      <w:r w:rsidR="004A4708" w:rsidRPr="00171408">
        <w:rPr>
          <w:rFonts w:ascii="Times New Roman" w:hAnsi="Times New Roman" w:cs="Times New Roman"/>
          <w:lang w:val="kl-GL"/>
        </w:rPr>
        <w:t>soraarnerussutisiaqalernissamut aningaasaateqarfi</w:t>
      </w:r>
      <w:r w:rsidRPr="00171408">
        <w:rPr>
          <w:rFonts w:ascii="Times New Roman" w:hAnsi="Times New Roman" w:cs="Times New Roman"/>
          <w:lang w:val="kl-GL"/>
        </w:rPr>
        <w:t xml:space="preserve">isa arlallit </w:t>
      </w:r>
      <w:r w:rsidR="004A4708" w:rsidRPr="00171408">
        <w:rPr>
          <w:rFonts w:ascii="Times New Roman" w:hAnsi="Times New Roman" w:cs="Times New Roman"/>
          <w:lang w:val="kl-GL"/>
        </w:rPr>
        <w:t xml:space="preserve">paasissutissaataat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pineqarlutik inuit katillugit 2,9 mi</w:t>
      </w:r>
      <w:r w:rsidR="008404F4" w:rsidRPr="00171408">
        <w:rPr>
          <w:rFonts w:ascii="Times New Roman" w:hAnsi="Times New Roman" w:cs="Times New Roman"/>
          <w:lang w:val="kl-GL"/>
        </w:rPr>
        <w:t>llio</w:t>
      </w:r>
      <w:r w:rsidRPr="00171408">
        <w:rPr>
          <w:rFonts w:ascii="Times New Roman" w:hAnsi="Times New Roman" w:cs="Times New Roman"/>
          <w:lang w:val="kl-GL"/>
        </w:rPr>
        <w:t xml:space="preserve">nit (2018), ingerlaavartumik ilaartorneqartut. Tamatuma kingorna ukiuni tallimani kingullerni </w:t>
      </w:r>
      <w:r w:rsidR="001012C7" w:rsidRPr="00171408">
        <w:rPr>
          <w:rFonts w:ascii="Times New Roman" w:hAnsi="Times New Roman" w:cs="Times New Roman"/>
          <w:lang w:val="kl-GL"/>
        </w:rPr>
        <w:t xml:space="preserve">paasissutissat </w:t>
      </w:r>
      <w:r w:rsidRPr="00171408">
        <w:rPr>
          <w:rFonts w:ascii="Times New Roman" w:hAnsi="Times New Roman" w:cs="Times New Roman"/>
          <w:lang w:val="kl-GL"/>
        </w:rPr>
        <w:t>aamma ukiut tamaasa nutarterneqartartut Videncenter for Helbred og Forsikringimit aamma Danmarks Statistikimit suliarineqartarput.</w:t>
      </w:r>
    </w:p>
    <w:p w14:paraId="5191B232" w14:textId="026315B5" w:rsidR="00515200" w:rsidRPr="00171408" w:rsidRDefault="00CE02F1">
      <w:pPr>
        <w:rPr>
          <w:rFonts w:ascii="Times New Roman" w:hAnsi="Times New Roman"/>
          <w:lang w:val="kl-GL"/>
        </w:rPr>
      </w:pPr>
      <w:r w:rsidRPr="00171408">
        <w:rPr>
          <w:rFonts w:ascii="Times New Roman" w:hAnsi="Times New Roman" w:cs="Times New Roman"/>
          <w:lang w:val="kl-GL"/>
        </w:rPr>
        <w:t xml:space="preserve">Videncenter for Helbred og Forsikringimiit </w:t>
      </w:r>
      <w:r w:rsidR="00C27D2C" w:rsidRPr="00171408">
        <w:rPr>
          <w:rFonts w:ascii="Times New Roman" w:hAnsi="Times New Roman" w:cs="Times New Roman"/>
          <w:lang w:val="kl-GL"/>
        </w:rPr>
        <w:t xml:space="preserve">paasissutissat </w:t>
      </w:r>
      <w:r w:rsidRPr="00171408">
        <w:rPr>
          <w:rFonts w:ascii="Times New Roman" w:hAnsi="Times New Roman" w:cs="Times New Roman"/>
          <w:lang w:val="kl-GL"/>
        </w:rPr>
        <w:t>inersimasu</w:t>
      </w:r>
      <w:r w:rsidR="00C27D2C" w:rsidRPr="00171408">
        <w:rPr>
          <w:rFonts w:ascii="Times New Roman" w:hAnsi="Times New Roman" w:cs="Times New Roman"/>
          <w:lang w:val="kl-GL"/>
        </w:rPr>
        <w:t>nu</w:t>
      </w:r>
      <w:r w:rsidRPr="00171408">
        <w:rPr>
          <w:rFonts w:ascii="Times New Roman" w:hAnsi="Times New Roman" w:cs="Times New Roman"/>
          <w:lang w:val="kl-GL"/>
        </w:rPr>
        <w:t>t taamaallaat ilaatinneqarmata, Finanstilsynip 0-25 ukiullit pillugit toqusoqar</w:t>
      </w:r>
      <w:r w:rsidR="00C27D2C" w:rsidRPr="00171408">
        <w:rPr>
          <w:rFonts w:ascii="Times New Roman" w:hAnsi="Times New Roman" w:cs="Times New Roman"/>
          <w:lang w:val="kl-GL"/>
        </w:rPr>
        <w:t>tar</w:t>
      </w:r>
      <w:r w:rsidRPr="00171408">
        <w:rPr>
          <w:rFonts w:ascii="Times New Roman" w:hAnsi="Times New Roman" w:cs="Times New Roman"/>
          <w:lang w:val="kl-GL"/>
        </w:rPr>
        <w:t>nera pillugu naatsorsuinermini Danmarki tamakkerlugu in</w:t>
      </w:r>
      <w:r w:rsidR="00287252" w:rsidRPr="00171408">
        <w:rPr>
          <w:rFonts w:ascii="Times New Roman" w:hAnsi="Times New Roman" w:cs="Times New Roman"/>
          <w:lang w:val="kl-GL"/>
        </w:rPr>
        <w:t>uune</w:t>
      </w:r>
      <w:r w:rsidRPr="00171408">
        <w:rPr>
          <w:rFonts w:ascii="Times New Roman" w:hAnsi="Times New Roman" w:cs="Times New Roman"/>
          <w:lang w:val="kl-GL"/>
        </w:rPr>
        <w:t xml:space="preserve">qqortussutsimut </w:t>
      </w:r>
      <w:r w:rsidR="00287252" w:rsidRPr="00171408">
        <w:rPr>
          <w:rFonts w:ascii="Times New Roman" w:hAnsi="Times New Roman" w:cs="Times New Roman"/>
          <w:lang w:val="kl-GL"/>
        </w:rPr>
        <w:t xml:space="preserve">paasissutissat </w:t>
      </w:r>
      <w:r w:rsidRPr="00171408">
        <w:rPr>
          <w:rFonts w:ascii="Times New Roman" w:hAnsi="Times New Roman" w:cs="Times New Roman"/>
          <w:lang w:val="kl-GL"/>
        </w:rPr>
        <w:t xml:space="preserve">Danmarks Statistikimit </w:t>
      </w:r>
      <w:r w:rsidR="00287252" w:rsidRPr="00171408">
        <w:rPr>
          <w:rFonts w:ascii="Times New Roman" w:hAnsi="Times New Roman" w:cs="Times New Roman"/>
          <w:lang w:val="kl-GL"/>
        </w:rPr>
        <w:t xml:space="preserve">tussarsiarineqartut </w:t>
      </w:r>
      <w:r w:rsidRPr="00171408">
        <w:rPr>
          <w:rFonts w:ascii="Times New Roman" w:hAnsi="Times New Roman" w:cs="Times New Roman"/>
          <w:lang w:val="kl-GL"/>
        </w:rPr>
        <w:t>atorpai.</w:t>
      </w:r>
    </w:p>
    <w:p w14:paraId="5D6E0E24" w14:textId="05C12AE5" w:rsidR="00515200" w:rsidRPr="00171408" w:rsidRDefault="00CE02F1">
      <w:pPr>
        <w:rPr>
          <w:rFonts w:ascii="Times New Roman" w:hAnsi="Times New Roman"/>
          <w:lang w:val="kl-GL"/>
        </w:rPr>
      </w:pPr>
      <w:r w:rsidRPr="00171408">
        <w:rPr>
          <w:rFonts w:ascii="Times New Roman" w:hAnsi="Times New Roman" w:cs="Times New Roman"/>
          <w:lang w:val="kl-GL"/>
        </w:rPr>
        <w:t xml:space="preserve">Inuuneqqortussutsimut tunngatillugu siunissami pitsanngoriaataasussatut naatsorsuutigineqartunut </w:t>
      </w:r>
      <w:r w:rsidR="00D00DA7" w:rsidRPr="00171408">
        <w:rPr>
          <w:rFonts w:ascii="Times New Roman" w:hAnsi="Times New Roman" w:cs="Times New Roman"/>
          <w:lang w:val="kl-GL"/>
        </w:rPr>
        <w:t xml:space="preserve">uuttuut </w:t>
      </w:r>
      <w:r w:rsidRPr="00171408">
        <w:rPr>
          <w:rFonts w:ascii="Times New Roman" w:hAnsi="Times New Roman" w:cs="Times New Roman"/>
          <w:lang w:val="kl-GL"/>
        </w:rPr>
        <w:t>toqusoqar</w:t>
      </w:r>
      <w:r w:rsidR="00D00DA7" w:rsidRPr="00171408">
        <w:rPr>
          <w:rFonts w:ascii="Times New Roman" w:hAnsi="Times New Roman" w:cs="Times New Roman"/>
          <w:lang w:val="kl-GL"/>
        </w:rPr>
        <w:t>tar</w:t>
      </w:r>
      <w:r w:rsidRPr="00171408">
        <w:rPr>
          <w:rFonts w:ascii="Times New Roman" w:hAnsi="Times New Roman" w:cs="Times New Roman"/>
          <w:lang w:val="kl-GL"/>
        </w:rPr>
        <w:t xml:space="preserve">nerata ukiumut annikilleriarneranik </w:t>
      </w:r>
      <w:r w:rsidR="00D00DA7" w:rsidRPr="00171408">
        <w:rPr>
          <w:rFonts w:ascii="Times New Roman" w:hAnsi="Times New Roman" w:cs="Times New Roman"/>
          <w:lang w:val="kl-GL"/>
        </w:rPr>
        <w:t xml:space="preserve">procentimik </w:t>
      </w:r>
      <w:r w:rsidRPr="00171408">
        <w:rPr>
          <w:rFonts w:ascii="Times New Roman" w:hAnsi="Times New Roman" w:cs="Times New Roman"/>
          <w:lang w:val="kl-GL"/>
        </w:rPr>
        <w:t xml:space="preserve">aalajangersaanermik tunngaveqarpoq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arnanut angutinu</w:t>
      </w:r>
      <w:r w:rsidR="0029502A" w:rsidRPr="00171408">
        <w:rPr>
          <w:rFonts w:ascii="Times New Roman" w:hAnsi="Times New Roman" w:cs="Times New Roman"/>
          <w:lang w:val="kl-GL"/>
        </w:rPr>
        <w:t>llu</w:t>
      </w:r>
      <w:r w:rsidRPr="00171408">
        <w:rPr>
          <w:rFonts w:ascii="Times New Roman" w:hAnsi="Times New Roman" w:cs="Times New Roman"/>
          <w:lang w:val="kl-GL"/>
        </w:rPr>
        <w:t xml:space="preserve"> immikkut aalajangersarneqartarluni. Inuuneqqortussutsimut tunngatillugu siunissami pitsanngoriaataasussatut naatsorsuutigineqartunut Finanstilsynip </w:t>
      </w:r>
      <w:r w:rsidR="00674CF4" w:rsidRPr="00171408">
        <w:rPr>
          <w:rFonts w:ascii="Times New Roman" w:hAnsi="Times New Roman" w:cs="Times New Roman"/>
          <w:lang w:val="kl-GL"/>
        </w:rPr>
        <w:t xml:space="preserve">uuttuutaa paasissutissanik </w:t>
      </w:r>
      <w:r w:rsidRPr="00171408">
        <w:rPr>
          <w:rFonts w:ascii="Times New Roman" w:hAnsi="Times New Roman" w:cs="Times New Roman"/>
          <w:lang w:val="kl-GL"/>
        </w:rPr>
        <w:t xml:space="preserve">tunngaveqarpoq, Danmarks Statistikimit </w:t>
      </w:r>
      <w:r w:rsidR="00674CF4" w:rsidRPr="00171408">
        <w:rPr>
          <w:rFonts w:ascii="Times New Roman" w:hAnsi="Times New Roman" w:cs="Times New Roman"/>
          <w:lang w:val="kl-GL"/>
        </w:rPr>
        <w:t xml:space="preserve">pissarsiarineqartunik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Danmarki tamakkerlugu innuttaasut pillugit </w:t>
      </w:r>
      <w:r w:rsidR="00674CF4" w:rsidRPr="00171408">
        <w:rPr>
          <w:rFonts w:ascii="Times New Roman" w:hAnsi="Times New Roman" w:cs="Times New Roman"/>
          <w:lang w:val="kl-GL"/>
        </w:rPr>
        <w:t xml:space="preserve">paasissutissanik </w:t>
      </w:r>
      <w:r w:rsidRPr="00171408">
        <w:rPr>
          <w:rFonts w:ascii="Times New Roman" w:hAnsi="Times New Roman" w:cs="Times New Roman"/>
          <w:lang w:val="kl-GL"/>
        </w:rPr>
        <w:t xml:space="preserve">tunngaveqarluni. </w:t>
      </w:r>
      <w:r w:rsidR="003151EA" w:rsidRPr="00171408">
        <w:rPr>
          <w:rFonts w:ascii="Times New Roman" w:hAnsi="Times New Roman" w:cs="Times New Roman"/>
          <w:lang w:val="kl-GL"/>
        </w:rPr>
        <w:t xml:space="preserve">Siumut naatsorsuinermut </w:t>
      </w:r>
      <w:r w:rsidRPr="00171408">
        <w:rPr>
          <w:rFonts w:ascii="Times New Roman" w:hAnsi="Times New Roman" w:cs="Times New Roman"/>
          <w:lang w:val="kl-GL"/>
        </w:rPr>
        <w:t xml:space="preserve">ukiuni kingullerni 20-ni </w:t>
      </w:r>
      <w:r w:rsidR="003151EA" w:rsidRPr="00171408">
        <w:rPr>
          <w:rFonts w:ascii="Times New Roman" w:hAnsi="Times New Roman" w:cs="Times New Roman"/>
          <w:lang w:val="kl-GL"/>
        </w:rPr>
        <w:t xml:space="preserve">paasissutissat </w:t>
      </w:r>
      <w:r w:rsidRPr="00171408">
        <w:rPr>
          <w:rFonts w:ascii="Times New Roman" w:hAnsi="Times New Roman" w:cs="Times New Roman"/>
          <w:lang w:val="kl-GL"/>
        </w:rPr>
        <w:t>tunngaviupput, ukiut tamaasa nutarterneqartartut.</w:t>
      </w:r>
    </w:p>
    <w:p w14:paraId="62215D15" w14:textId="3E6224C8" w:rsidR="00515200" w:rsidRPr="00171408" w:rsidRDefault="00CE02F1">
      <w:pPr>
        <w:rPr>
          <w:rFonts w:ascii="Times New Roman" w:hAnsi="Times New Roman"/>
          <w:lang w:val="kl-GL"/>
        </w:rPr>
      </w:pPr>
      <w:r w:rsidRPr="00171408">
        <w:rPr>
          <w:rFonts w:ascii="Times New Roman" w:hAnsi="Times New Roman" w:cs="Times New Roman"/>
          <w:lang w:val="kl-GL"/>
        </w:rPr>
        <w:t xml:space="preserve">Taamaattumik inuuneqqortussutsimut tunngatillugu piumasaqaatinut Finanstilsynip </w:t>
      </w:r>
      <w:r w:rsidR="00274340" w:rsidRPr="00171408">
        <w:rPr>
          <w:rFonts w:ascii="Times New Roman" w:hAnsi="Times New Roman" w:cs="Times New Roman"/>
          <w:lang w:val="kl-GL"/>
        </w:rPr>
        <w:t>uuttuutaa</w:t>
      </w:r>
      <w:r w:rsidRPr="00171408">
        <w:rPr>
          <w:rFonts w:ascii="Times New Roman" w:hAnsi="Times New Roman" w:cs="Times New Roman"/>
          <w:lang w:val="kl-GL"/>
        </w:rPr>
        <w:t>, ullumikkut toqusoqar</w:t>
      </w:r>
      <w:r w:rsidR="00274340" w:rsidRPr="00171408">
        <w:rPr>
          <w:rFonts w:ascii="Times New Roman" w:hAnsi="Times New Roman" w:cs="Times New Roman"/>
          <w:lang w:val="kl-GL"/>
        </w:rPr>
        <w:t>tar</w:t>
      </w:r>
      <w:r w:rsidRPr="00171408">
        <w:rPr>
          <w:rFonts w:ascii="Times New Roman" w:hAnsi="Times New Roman" w:cs="Times New Roman"/>
          <w:lang w:val="kl-GL"/>
        </w:rPr>
        <w:t>ner</w:t>
      </w:r>
      <w:r w:rsidR="00274340" w:rsidRPr="00171408">
        <w:rPr>
          <w:rFonts w:ascii="Times New Roman" w:hAnsi="Times New Roman" w:cs="Times New Roman"/>
          <w:lang w:val="kl-GL"/>
        </w:rPr>
        <w:t>m</w:t>
      </w:r>
      <w:r w:rsidRPr="00171408">
        <w:rPr>
          <w:rFonts w:ascii="Times New Roman" w:hAnsi="Times New Roman" w:cs="Times New Roman"/>
          <w:lang w:val="kl-GL"/>
        </w:rPr>
        <w:t xml:space="preserve">ut tunngatillugu </w:t>
      </w:r>
      <w:r w:rsidR="0071363B" w:rsidRPr="00171408">
        <w:rPr>
          <w:rFonts w:ascii="Times New Roman" w:hAnsi="Times New Roman" w:cs="Times New Roman"/>
          <w:lang w:val="kl-GL"/>
        </w:rPr>
        <w:t xml:space="preserve">alaatsinaannermut </w:t>
      </w:r>
      <w:r w:rsidR="00274340" w:rsidRPr="00171408">
        <w:rPr>
          <w:rFonts w:ascii="Times New Roman" w:hAnsi="Times New Roman" w:cs="Times New Roman"/>
          <w:lang w:val="kl-GL"/>
        </w:rPr>
        <w:t xml:space="preserve">uuttuummik </w:t>
      </w:r>
      <w:r w:rsidRPr="00171408">
        <w:rPr>
          <w:rFonts w:ascii="Times New Roman" w:hAnsi="Times New Roman" w:cs="Times New Roman"/>
          <w:lang w:val="kl-GL"/>
        </w:rPr>
        <w:t xml:space="preserve">aamma inuuneqqortussutsimut tunngatillugu siunissami pitsanngoriaataasussatut naatsorsuutigineqartunut tunngatillugu </w:t>
      </w:r>
      <w:r w:rsidR="00274340" w:rsidRPr="00171408">
        <w:rPr>
          <w:rFonts w:ascii="Times New Roman" w:hAnsi="Times New Roman" w:cs="Times New Roman"/>
          <w:lang w:val="kl-GL"/>
        </w:rPr>
        <w:t xml:space="preserve">uuttuummik </w:t>
      </w:r>
      <w:r w:rsidRPr="00171408">
        <w:rPr>
          <w:rFonts w:ascii="Times New Roman" w:hAnsi="Times New Roman" w:cs="Times New Roman"/>
          <w:lang w:val="kl-GL"/>
        </w:rPr>
        <w:t>ilaqartoq, Kalaallit Nunaanni toqusoqar</w:t>
      </w:r>
      <w:r w:rsidR="00656B67" w:rsidRPr="00171408">
        <w:rPr>
          <w:rFonts w:ascii="Times New Roman" w:hAnsi="Times New Roman" w:cs="Times New Roman"/>
          <w:lang w:val="kl-GL"/>
        </w:rPr>
        <w:t>tar</w:t>
      </w:r>
      <w:r w:rsidRPr="00171408">
        <w:rPr>
          <w:rFonts w:ascii="Times New Roman" w:hAnsi="Times New Roman" w:cs="Times New Roman"/>
          <w:lang w:val="kl-GL"/>
        </w:rPr>
        <w:t>ner</w:t>
      </w:r>
      <w:r w:rsidR="00656B67" w:rsidRPr="00171408">
        <w:rPr>
          <w:rFonts w:ascii="Times New Roman" w:hAnsi="Times New Roman" w:cs="Times New Roman"/>
          <w:lang w:val="kl-GL"/>
        </w:rPr>
        <w:t>m</w:t>
      </w:r>
      <w:r w:rsidRPr="00171408">
        <w:rPr>
          <w:rFonts w:ascii="Times New Roman" w:hAnsi="Times New Roman" w:cs="Times New Roman"/>
          <w:lang w:val="kl-GL"/>
        </w:rPr>
        <w:t xml:space="preserve">ut tunngatillugu ullumikkut nassuiaammik pitsaanerpaamik takutitsivoq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siunissami taamaaginnarnissaa naatsorsuutigineqarluni, </w:t>
      </w:r>
      <w:r w:rsidR="00272438" w:rsidRPr="00171408">
        <w:rPr>
          <w:rFonts w:ascii="Times New Roman" w:hAnsi="Times New Roman" w:cs="Times New Roman"/>
          <w:lang w:val="kl-GL"/>
        </w:rPr>
        <w:t xml:space="preserve">paasissutissammi </w:t>
      </w:r>
      <w:r w:rsidRPr="00171408">
        <w:rPr>
          <w:rFonts w:ascii="Times New Roman" w:hAnsi="Times New Roman" w:cs="Times New Roman"/>
          <w:lang w:val="kl-GL"/>
        </w:rPr>
        <w:t>ukiut tamaasa nutarterneqartarmata.</w:t>
      </w:r>
    </w:p>
    <w:p w14:paraId="34FCDEF3" w14:textId="56BD35A5" w:rsidR="00515200" w:rsidRPr="00171408" w:rsidRDefault="00CE02F1">
      <w:pPr>
        <w:rPr>
          <w:rFonts w:ascii="Times New Roman" w:hAnsi="Times New Roman" w:cs="Times New Roman"/>
          <w:lang w:val="kl-GL"/>
        </w:rPr>
      </w:pPr>
      <w:r w:rsidRPr="00171408">
        <w:rPr>
          <w:rFonts w:ascii="Times New Roman" w:hAnsi="Times New Roman" w:cs="Times New Roman"/>
          <w:lang w:val="kl-GL"/>
        </w:rPr>
        <w:t xml:space="preserve">Tamatuma malitsigisaanik piumasaqaatigineqarpoq, Arbejdsmarkedets Erhvervssikringip taarsiissutit ingerlaavartut ataatsikkut tunniutassanngortillugit allanngortitsinerminut inuuneqqortussutsimut tunngatillugu piumasaqaatinut Finanstilsynip </w:t>
      </w:r>
      <w:r w:rsidR="00532571" w:rsidRPr="00171408">
        <w:rPr>
          <w:rFonts w:ascii="Times New Roman" w:hAnsi="Times New Roman" w:cs="Times New Roman"/>
          <w:lang w:val="kl-GL"/>
        </w:rPr>
        <w:t xml:space="preserve">uuttuutaanik </w:t>
      </w:r>
      <w:r w:rsidRPr="00171408">
        <w:rPr>
          <w:rFonts w:ascii="Times New Roman" w:hAnsi="Times New Roman" w:cs="Times New Roman"/>
          <w:lang w:val="kl-GL"/>
        </w:rPr>
        <w:t xml:space="preserve">atuinermini, ullumikkut </w:t>
      </w:r>
      <w:r w:rsidR="00656B67" w:rsidRPr="00171408">
        <w:rPr>
          <w:rFonts w:ascii="Times New Roman" w:hAnsi="Times New Roman" w:cs="Times New Roman"/>
          <w:lang w:val="kl-GL"/>
        </w:rPr>
        <w:t>toqusoqartarnermut</w:t>
      </w:r>
      <w:r w:rsidRPr="00171408">
        <w:rPr>
          <w:rFonts w:ascii="Times New Roman" w:hAnsi="Times New Roman" w:cs="Times New Roman"/>
          <w:lang w:val="kl-GL"/>
        </w:rPr>
        <w:t xml:space="preserve"> tunngatillugu alaatsinaa</w:t>
      </w:r>
      <w:r w:rsidR="0071363B" w:rsidRPr="00171408">
        <w:rPr>
          <w:rFonts w:ascii="Times New Roman" w:hAnsi="Times New Roman" w:cs="Times New Roman"/>
          <w:lang w:val="kl-GL"/>
        </w:rPr>
        <w:t>n</w:t>
      </w:r>
      <w:r w:rsidRPr="00171408">
        <w:rPr>
          <w:rFonts w:ascii="Times New Roman" w:hAnsi="Times New Roman" w:cs="Times New Roman"/>
          <w:lang w:val="kl-GL"/>
        </w:rPr>
        <w:t xml:space="preserve">nermut </w:t>
      </w:r>
      <w:r w:rsidR="00532571" w:rsidRPr="00171408">
        <w:rPr>
          <w:rFonts w:ascii="Times New Roman" w:hAnsi="Times New Roman" w:cs="Times New Roman"/>
          <w:lang w:val="kl-GL"/>
        </w:rPr>
        <w:t xml:space="preserve">uuttuut </w:t>
      </w:r>
      <w:r w:rsidRPr="00171408">
        <w:rPr>
          <w:rFonts w:ascii="Times New Roman" w:hAnsi="Times New Roman" w:cs="Times New Roman"/>
          <w:lang w:val="kl-GL"/>
        </w:rPr>
        <w:t xml:space="preserve">aamma inuuneqqortussutsimut tunngatillugu siunissami pitsanngoriaataasussatut naatsorsuutigineqartunut tunngatillugu </w:t>
      </w:r>
      <w:r w:rsidR="00532571" w:rsidRPr="00171408">
        <w:rPr>
          <w:rFonts w:ascii="Times New Roman" w:hAnsi="Times New Roman" w:cs="Times New Roman"/>
          <w:lang w:val="kl-GL"/>
        </w:rPr>
        <w:t xml:space="preserve">uuttuut </w:t>
      </w:r>
      <w:r w:rsidRPr="00171408">
        <w:rPr>
          <w:rFonts w:ascii="Times New Roman" w:hAnsi="Times New Roman" w:cs="Times New Roman"/>
          <w:lang w:val="kl-GL"/>
        </w:rPr>
        <w:t>ilaatittassagai.</w:t>
      </w:r>
    </w:p>
    <w:p w14:paraId="6401CE77" w14:textId="751CCB8A" w:rsidR="00515200" w:rsidRPr="00171408" w:rsidRDefault="005E0E6B">
      <w:pPr>
        <w:rPr>
          <w:rFonts w:ascii="Times New Roman" w:hAnsi="Times New Roman"/>
          <w:lang w:val="kl-GL"/>
        </w:rPr>
      </w:pPr>
      <w:r w:rsidRPr="00171408">
        <w:rPr>
          <w:rFonts w:ascii="Times New Roman" w:hAnsi="Times New Roman" w:cs="Times New Roman"/>
          <w:lang w:val="kl-GL"/>
        </w:rPr>
        <w:t>Sulinermi</w:t>
      </w:r>
      <w:r w:rsidR="00CE02F1" w:rsidRPr="00171408">
        <w:rPr>
          <w:rFonts w:ascii="Times New Roman" w:hAnsi="Times New Roman" w:cs="Times New Roman"/>
          <w:lang w:val="kl-GL"/>
        </w:rPr>
        <w:t xml:space="preserve"> ajoqusernermut tunngatillugu </w:t>
      </w:r>
      <w:r w:rsidR="00591C7B" w:rsidRPr="00171408">
        <w:rPr>
          <w:rFonts w:ascii="Times New Roman" w:hAnsi="Times New Roman" w:cs="Times New Roman"/>
          <w:lang w:val="kl-GL"/>
        </w:rPr>
        <w:t xml:space="preserve">taarsigassarsiat aningaasanngortinnerannut naleqqersuutit </w:t>
      </w:r>
      <w:r w:rsidR="00CE02F1" w:rsidRPr="00171408">
        <w:rPr>
          <w:rFonts w:ascii="Times New Roman" w:hAnsi="Times New Roman" w:cs="Times New Roman"/>
          <w:lang w:val="kl-GL"/>
        </w:rPr>
        <w:t>U74-</w:t>
      </w:r>
      <w:r w:rsidR="00591C7B" w:rsidRPr="00171408">
        <w:rPr>
          <w:rFonts w:ascii="Times New Roman" w:hAnsi="Times New Roman" w:cs="Times New Roman"/>
          <w:lang w:val="kl-GL"/>
        </w:rPr>
        <w:t>i</w:t>
      </w:r>
      <w:r w:rsidR="00CE02F1" w:rsidRPr="00171408">
        <w:rPr>
          <w:rFonts w:ascii="Times New Roman" w:hAnsi="Times New Roman" w:cs="Times New Roman"/>
          <w:lang w:val="kl-GL"/>
        </w:rPr>
        <w:t xml:space="preserve">mi </w:t>
      </w:r>
      <w:r w:rsidR="00591C7B" w:rsidRPr="00171408">
        <w:rPr>
          <w:rFonts w:ascii="Times New Roman" w:hAnsi="Times New Roman" w:cs="Times New Roman"/>
          <w:lang w:val="kl-GL"/>
        </w:rPr>
        <w:t xml:space="preserve">naleqqersuut </w:t>
      </w:r>
      <w:r w:rsidR="00656B67" w:rsidRPr="00171408">
        <w:rPr>
          <w:rFonts w:ascii="Times New Roman" w:hAnsi="Times New Roman" w:cs="Times New Roman"/>
          <w:lang w:val="kl-GL"/>
        </w:rPr>
        <w:t xml:space="preserve">toqusoqartarnermut </w:t>
      </w:r>
      <w:r w:rsidR="00CE02F1" w:rsidRPr="00171408">
        <w:rPr>
          <w:rFonts w:ascii="Times New Roman" w:hAnsi="Times New Roman" w:cs="Times New Roman"/>
          <w:lang w:val="kl-GL"/>
        </w:rPr>
        <w:t xml:space="preserve">ilimaginninnermiit inuuneqqortussutsimut tunngatillugu piumasaqaatinut Finanstilsynip </w:t>
      </w:r>
      <w:r w:rsidR="00917050" w:rsidRPr="00171408">
        <w:rPr>
          <w:rFonts w:ascii="Times New Roman" w:hAnsi="Times New Roman" w:cs="Times New Roman"/>
          <w:lang w:val="kl-GL"/>
        </w:rPr>
        <w:t xml:space="preserve">uuttuutaanut </w:t>
      </w:r>
      <w:r w:rsidR="00CE02F1" w:rsidRPr="00171408">
        <w:rPr>
          <w:rFonts w:ascii="Times New Roman" w:hAnsi="Times New Roman" w:cs="Times New Roman"/>
          <w:lang w:val="kl-GL"/>
        </w:rPr>
        <w:t xml:space="preserve">allannguinissamut siunnersuutip </w:t>
      </w:r>
      <w:r w:rsidR="00917050" w:rsidRPr="00171408">
        <w:rPr>
          <w:rFonts w:ascii="Times New Roman" w:hAnsi="Times New Roman" w:cs="Times New Roman"/>
          <w:lang w:val="kl-GL"/>
        </w:rPr>
        <w:t xml:space="preserve">kingunerissavaa </w:t>
      </w:r>
      <w:r w:rsidR="00CE02F1" w:rsidRPr="00171408">
        <w:rPr>
          <w:rFonts w:ascii="Times New Roman" w:hAnsi="Times New Roman" w:cs="Times New Roman"/>
          <w:lang w:val="kl-GL"/>
        </w:rPr>
        <w:t xml:space="preserve">ajoqusertunut aamma </w:t>
      </w:r>
      <w:r w:rsidR="00D02F12" w:rsidRPr="00171408">
        <w:rPr>
          <w:rFonts w:ascii="Times New Roman" w:hAnsi="Times New Roman" w:cs="Times New Roman"/>
          <w:lang w:val="kl-GL"/>
        </w:rPr>
        <w:t>qimagaas</w:t>
      </w:r>
      <w:r w:rsidR="00CE02F1" w:rsidRPr="00171408">
        <w:rPr>
          <w:rFonts w:ascii="Times New Roman" w:hAnsi="Times New Roman" w:cs="Times New Roman"/>
          <w:lang w:val="kl-GL"/>
        </w:rPr>
        <w:t>unut taarsiissutinik ataatsikkut tunniussineq piffissamut naleqqunneru</w:t>
      </w:r>
      <w:r w:rsidR="000B34F6" w:rsidRPr="00171408">
        <w:rPr>
          <w:rFonts w:ascii="Times New Roman" w:hAnsi="Times New Roman" w:cs="Times New Roman"/>
          <w:lang w:val="kl-GL"/>
        </w:rPr>
        <w:t>s</w:t>
      </w:r>
      <w:r w:rsidR="00CE02F1" w:rsidRPr="00171408">
        <w:rPr>
          <w:rFonts w:ascii="Times New Roman" w:hAnsi="Times New Roman" w:cs="Times New Roman"/>
          <w:lang w:val="kl-GL"/>
        </w:rPr>
        <w:t>oq. Tamatumunnga pissutaavoq, U74-imi</w:t>
      </w:r>
      <w:r w:rsidR="006423D5" w:rsidRPr="00171408">
        <w:rPr>
          <w:rFonts w:ascii="Times New Roman" w:hAnsi="Times New Roman" w:cs="Times New Roman"/>
          <w:lang w:val="kl-GL"/>
        </w:rPr>
        <w:t xml:space="preserve"> naleqqersuummik</w:t>
      </w:r>
      <w:r w:rsidR="00CE02F1" w:rsidRPr="00171408">
        <w:rPr>
          <w:rFonts w:ascii="Times New Roman" w:hAnsi="Times New Roman" w:cs="Times New Roman"/>
          <w:lang w:val="kl-GL"/>
        </w:rPr>
        <w:t xml:space="preserve"> </w:t>
      </w:r>
      <w:r w:rsidR="00656B67" w:rsidRPr="00171408">
        <w:rPr>
          <w:rFonts w:ascii="Times New Roman" w:hAnsi="Times New Roman" w:cs="Times New Roman"/>
          <w:lang w:val="kl-GL"/>
        </w:rPr>
        <w:t xml:space="preserve">toqusoqartarnermut </w:t>
      </w:r>
      <w:r w:rsidR="00CE02F1" w:rsidRPr="00171408">
        <w:rPr>
          <w:rFonts w:ascii="Times New Roman" w:hAnsi="Times New Roman" w:cs="Times New Roman"/>
          <w:lang w:val="kl-GL"/>
        </w:rPr>
        <w:t xml:space="preserve">ilimaginninnermut sanilliullugu inuuneqqortussutsimut tunngatillugu piumasaqaatinut Finanstilsynip </w:t>
      </w:r>
      <w:r w:rsidR="006423D5" w:rsidRPr="00171408">
        <w:rPr>
          <w:rFonts w:ascii="Times New Roman" w:hAnsi="Times New Roman" w:cs="Times New Roman"/>
          <w:lang w:val="kl-GL"/>
        </w:rPr>
        <w:t xml:space="preserve">uuttuutaa </w:t>
      </w:r>
      <w:r w:rsidR="00CE02F1" w:rsidRPr="00171408">
        <w:rPr>
          <w:rFonts w:ascii="Times New Roman" w:hAnsi="Times New Roman" w:cs="Times New Roman"/>
          <w:lang w:val="kl-GL"/>
        </w:rPr>
        <w:t xml:space="preserve">malillugu </w:t>
      </w:r>
      <w:r w:rsidR="00285C41" w:rsidRPr="00171408">
        <w:rPr>
          <w:rFonts w:ascii="Times New Roman" w:hAnsi="Times New Roman" w:cs="Times New Roman"/>
          <w:lang w:val="kl-GL"/>
        </w:rPr>
        <w:t>toqusoqartarnermut annertunerusumik ilimanaateqartitsinera</w:t>
      </w:r>
      <w:r w:rsidR="00CE02F1" w:rsidRPr="00171408">
        <w:rPr>
          <w:rFonts w:ascii="Times New Roman" w:hAnsi="Times New Roman" w:cs="Times New Roman"/>
          <w:lang w:val="kl-GL"/>
        </w:rPr>
        <w:t xml:space="preserve">, </w:t>
      </w:r>
      <w:r w:rsidR="00C3269E" w:rsidRPr="00171408">
        <w:rPr>
          <w:rFonts w:ascii="Times New Roman" w:hAnsi="Times New Roman" w:cs="Times New Roman"/>
          <w:lang w:val="kl-GL"/>
        </w:rPr>
        <w:t>aamma</w:t>
      </w:r>
      <w:r w:rsidR="00CE02F1" w:rsidRPr="00171408">
        <w:rPr>
          <w:rFonts w:ascii="Times New Roman" w:hAnsi="Times New Roman" w:cs="Times New Roman"/>
          <w:lang w:val="kl-GL"/>
        </w:rPr>
        <w:t xml:space="preserve"> </w:t>
      </w:r>
      <w:r w:rsidR="00532D55" w:rsidRPr="00171408">
        <w:rPr>
          <w:rFonts w:ascii="Times New Roman" w:hAnsi="Times New Roman" w:cs="Times New Roman"/>
          <w:lang w:val="kl-GL"/>
        </w:rPr>
        <w:t xml:space="preserve">uuttuutip </w:t>
      </w:r>
      <w:r w:rsidR="00CE02F1" w:rsidRPr="00171408">
        <w:rPr>
          <w:rFonts w:ascii="Times New Roman" w:hAnsi="Times New Roman" w:cs="Times New Roman"/>
          <w:lang w:val="kl-GL"/>
        </w:rPr>
        <w:t xml:space="preserve">ingerlaavartumik nutarterneqartarnera. </w:t>
      </w:r>
      <w:r w:rsidR="00CE02F1" w:rsidRPr="00171408">
        <w:rPr>
          <w:rFonts w:ascii="Times New Roman" w:hAnsi="Times New Roman" w:cs="Times New Roman"/>
          <w:lang w:val="kl-GL"/>
        </w:rPr>
        <w:lastRenderedPageBreak/>
        <w:t xml:space="preserve">Taarsiissutinik ataatsikkut tunniussinerit nangittumik nikerassapput, tigusisussap ukiui </w:t>
      </w:r>
      <w:r w:rsidR="00C3269E" w:rsidRPr="00171408">
        <w:rPr>
          <w:rFonts w:ascii="Times New Roman" w:hAnsi="Times New Roman" w:cs="Times New Roman"/>
          <w:lang w:val="kl-GL"/>
        </w:rPr>
        <w:t>aamma</w:t>
      </w:r>
      <w:r w:rsidR="00CE02F1" w:rsidRPr="00171408">
        <w:rPr>
          <w:rFonts w:ascii="Times New Roman" w:hAnsi="Times New Roman" w:cs="Times New Roman"/>
          <w:lang w:val="kl-GL"/>
        </w:rPr>
        <w:t xml:space="preserve"> taarsiissutit atorunnaaneri </w:t>
      </w:r>
      <w:r w:rsidR="00303E58" w:rsidRPr="00171408">
        <w:rPr>
          <w:rFonts w:ascii="Times New Roman" w:hAnsi="Times New Roman" w:cs="Times New Roman"/>
          <w:lang w:val="kl-GL"/>
        </w:rPr>
        <w:t xml:space="preserve">naleqqersuutinut </w:t>
      </w:r>
      <w:r w:rsidR="00CE02F1" w:rsidRPr="00171408">
        <w:rPr>
          <w:rFonts w:ascii="Times New Roman" w:hAnsi="Times New Roman" w:cs="Times New Roman"/>
          <w:lang w:val="kl-GL"/>
        </w:rPr>
        <w:t>apeqqutaammata.</w:t>
      </w:r>
    </w:p>
    <w:p w14:paraId="345AA24B" w14:textId="5C04A1B5" w:rsidR="00515200" w:rsidRPr="00171408" w:rsidRDefault="00CE02F1">
      <w:pPr>
        <w:rPr>
          <w:rFonts w:ascii="Times New Roman" w:hAnsi="Times New Roman"/>
          <w:lang w:val="kl-GL"/>
        </w:rPr>
      </w:pPr>
      <w:r w:rsidRPr="00171408">
        <w:rPr>
          <w:rFonts w:ascii="Times New Roman" w:hAnsi="Times New Roman" w:cs="Times New Roman"/>
          <w:lang w:val="kl-GL"/>
        </w:rPr>
        <w:t xml:space="preserve">Inuuneqqortussutsimut tunngatillugu piumasaqaatinut Finanstilsynip </w:t>
      </w:r>
      <w:r w:rsidR="006B269E" w:rsidRPr="00171408">
        <w:rPr>
          <w:rFonts w:ascii="Times New Roman" w:hAnsi="Times New Roman" w:cs="Times New Roman"/>
          <w:lang w:val="kl-GL"/>
        </w:rPr>
        <w:t xml:space="preserve">uuttuutaa </w:t>
      </w:r>
      <w:r w:rsidRPr="00171408">
        <w:rPr>
          <w:rFonts w:ascii="Times New Roman" w:hAnsi="Times New Roman" w:cs="Times New Roman"/>
          <w:lang w:val="kl-GL"/>
        </w:rPr>
        <w:t xml:space="preserve">Finanstilsynip ataatsimoorussamik </w:t>
      </w:r>
      <w:r w:rsidR="006B269E" w:rsidRPr="00171408">
        <w:rPr>
          <w:rFonts w:ascii="Times New Roman" w:hAnsi="Times New Roman" w:cs="Times New Roman"/>
          <w:lang w:val="kl-GL"/>
        </w:rPr>
        <w:t xml:space="preserve">ilusiliineq tunngavigalugu </w:t>
      </w:r>
      <w:r w:rsidRPr="00171408">
        <w:rPr>
          <w:rFonts w:ascii="Times New Roman" w:hAnsi="Times New Roman" w:cs="Times New Roman"/>
          <w:lang w:val="kl-GL"/>
        </w:rPr>
        <w:t xml:space="preserve">atorneqarpoq, </w:t>
      </w:r>
      <w:r w:rsidR="004B0391" w:rsidRPr="00171408">
        <w:rPr>
          <w:rFonts w:ascii="Times New Roman" w:hAnsi="Times New Roman" w:cs="Times New Roman"/>
          <w:lang w:val="kl-GL"/>
        </w:rPr>
        <w:t xml:space="preserve">suiaassuseq apeqqutaatinnagu </w:t>
      </w:r>
      <w:r w:rsidRPr="00171408">
        <w:rPr>
          <w:rFonts w:ascii="Times New Roman" w:hAnsi="Times New Roman" w:cs="Times New Roman"/>
          <w:lang w:val="kl-GL"/>
        </w:rPr>
        <w:t>agguaqatigiissillugu inuuneqqortussutsimik takutitsisoq.</w:t>
      </w:r>
    </w:p>
    <w:p w14:paraId="1410E2C7" w14:textId="0E383A5A" w:rsidR="00515200" w:rsidRPr="00171408" w:rsidRDefault="00A66DA8">
      <w:pPr>
        <w:rPr>
          <w:rFonts w:ascii="Times New Roman" w:hAnsi="Times New Roman"/>
          <w:lang w:val="kl-GL"/>
        </w:rPr>
      </w:pPr>
      <w:r w:rsidRPr="00171408">
        <w:rPr>
          <w:rFonts w:ascii="Times New Roman" w:hAnsi="Times New Roman" w:cs="Times New Roman"/>
          <w:lang w:val="kl-GL"/>
        </w:rPr>
        <w:t xml:space="preserve">Taarsigassarsiat aningaasanngortinnerannut naleqqersuutit </w:t>
      </w:r>
      <w:r w:rsidR="00CE02F1" w:rsidRPr="00171408">
        <w:rPr>
          <w:rFonts w:ascii="Times New Roman" w:hAnsi="Times New Roman" w:cs="Times New Roman"/>
          <w:lang w:val="kl-GL"/>
        </w:rPr>
        <w:t xml:space="preserve">suiaassutsimik apeqqutaatitsinngitsunik atuinermi Kalaallit Nunaanni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00CE02F1" w:rsidRPr="00171408">
        <w:rPr>
          <w:rFonts w:ascii="Times New Roman" w:hAnsi="Times New Roman" w:cs="Times New Roman"/>
          <w:lang w:val="kl-GL"/>
        </w:rPr>
        <w:t xml:space="preserve"> pillugu inatsit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00CE02F1" w:rsidRPr="00171408">
        <w:rPr>
          <w:rFonts w:ascii="Times New Roman" w:hAnsi="Times New Roman" w:cs="Times New Roman"/>
          <w:lang w:val="kl-GL"/>
        </w:rPr>
        <w:t xml:space="preserve"> pillugu inatsit malillugu </w:t>
      </w:r>
      <w:r w:rsidR="005E0E6B" w:rsidRPr="00171408">
        <w:rPr>
          <w:rFonts w:ascii="Times New Roman" w:hAnsi="Times New Roman" w:cs="Times New Roman"/>
          <w:lang w:val="kl-GL"/>
        </w:rPr>
        <w:t>sulinermi</w:t>
      </w:r>
      <w:r w:rsidR="00CE02F1" w:rsidRPr="00171408">
        <w:rPr>
          <w:rFonts w:ascii="Times New Roman" w:hAnsi="Times New Roman" w:cs="Times New Roman"/>
          <w:lang w:val="kl-GL"/>
        </w:rPr>
        <w:t xml:space="preserve"> ajoqusernermut taarsiissutinik ataatsikkut tunniutassanngortitsinermut malittarisassanut assingu</w:t>
      </w:r>
      <w:r w:rsidR="00074EFA" w:rsidRPr="00171408">
        <w:rPr>
          <w:rFonts w:ascii="Times New Roman" w:hAnsi="Times New Roman" w:cs="Times New Roman"/>
          <w:lang w:val="kl-GL"/>
        </w:rPr>
        <w:t>li</w:t>
      </w:r>
      <w:r w:rsidR="00CE02F1" w:rsidRPr="00171408">
        <w:rPr>
          <w:rFonts w:ascii="Times New Roman" w:hAnsi="Times New Roman" w:cs="Times New Roman"/>
          <w:lang w:val="kl-GL"/>
        </w:rPr>
        <w:t xml:space="preserve">ssaaq, 1. marts 2015-imiilli </w:t>
      </w:r>
      <w:r w:rsidR="008C404B" w:rsidRPr="00171408">
        <w:rPr>
          <w:rFonts w:ascii="Times New Roman" w:hAnsi="Times New Roman" w:cs="Times New Roman"/>
          <w:lang w:val="kl-GL"/>
        </w:rPr>
        <w:t>taarsigassarsiat aningaasanngortinnerannut naleqqersuutit</w:t>
      </w:r>
      <w:r w:rsidR="00CE02F1" w:rsidRPr="00171408">
        <w:rPr>
          <w:rFonts w:ascii="Times New Roman" w:hAnsi="Times New Roman" w:cs="Times New Roman"/>
          <w:lang w:val="kl-GL"/>
        </w:rPr>
        <w:t xml:space="preserve"> suiaassutsimik apeqqutaatitsinngitsut atorneqarmat</w:t>
      </w:r>
      <w:r w:rsidR="00891745" w:rsidRPr="00171408">
        <w:rPr>
          <w:rFonts w:ascii="Times New Roman" w:hAnsi="Times New Roman" w:cs="Times New Roman"/>
          <w:lang w:val="kl-GL"/>
        </w:rPr>
        <w:t>a</w:t>
      </w:r>
      <w:r w:rsidR="00CE02F1" w:rsidRPr="00171408">
        <w:rPr>
          <w:rFonts w:ascii="Times New Roman" w:hAnsi="Times New Roman" w:cs="Times New Roman"/>
          <w:lang w:val="kl-GL"/>
        </w:rPr>
        <w:t>.</w:t>
      </w:r>
    </w:p>
    <w:p w14:paraId="66D8A35D" w14:textId="49D87182" w:rsidR="00515200" w:rsidRPr="00171408" w:rsidRDefault="00CE02F1">
      <w:pPr>
        <w:rPr>
          <w:rFonts w:ascii="Times New Roman" w:hAnsi="Times New Roman"/>
          <w:lang w:val="kl-GL"/>
        </w:rPr>
      </w:pPr>
      <w:r w:rsidRPr="00171408">
        <w:rPr>
          <w:rFonts w:ascii="Times New Roman" w:hAnsi="Times New Roman" w:cs="Times New Roman"/>
          <w:lang w:val="kl-GL"/>
        </w:rPr>
        <w:t xml:space="preserve">Siunnersuutikkut siunissami </w:t>
      </w:r>
      <w:r w:rsidR="003B62BD" w:rsidRPr="00171408">
        <w:rPr>
          <w:rFonts w:ascii="Times New Roman" w:hAnsi="Times New Roman" w:cs="Times New Roman"/>
          <w:lang w:val="kl-GL"/>
        </w:rPr>
        <w:t xml:space="preserve">aningaasat </w:t>
      </w:r>
      <w:r w:rsidRPr="00171408">
        <w:rPr>
          <w:rFonts w:ascii="Times New Roman" w:hAnsi="Times New Roman" w:cs="Times New Roman"/>
          <w:lang w:val="kl-GL"/>
        </w:rPr>
        <w:t xml:space="preserve">ernialersorneqarnissaannut erniat qaffasissusaat nutarterneqassaaq. </w:t>
      </w:r>
      <w:r w:rsidR="003B62BD" w:rsidRPr="00171408">
        <w:rPr>
          <w:rFonts w:ascii="Times New Roman" w:hAnsi="Times New Roman" w:cs="Times New Roman"/>
          <w:lang w:val="kl-GL"/>
        </w:rPr>
        <w:t xml:space="preserve">Piffissami siusinnerusumi erniat qaffasissuserisaat aallavigalugu erniat </w:t>
      </w:r>
      <w:r w:rsidRPr="00171408">
        <w:rPr>
          <w:rFonts w:ascii="Times New Roman" w:hAnsi="Times New Roman" w:cs="Times New Roman"/>
          <w:lang w:val="kl-GL"/>
        </w:rPr>
        <w:t xml:space="preserve">qaffasissusaat aalajangersarneqassaaq. Ukiuni 30-ni realkreditobligationimut erniaritinneqartut agguaqatigiissinnerat erniassatut siunertarineqassaaq, ukiuni tallimani agguaqatigiissitsineq tunngavigalugu. Tamatuma </w:t>
      </w:r>
      <w:r w:rsidR="00F50286" w:rsidRPr="00171408">
        <w:rPr>
          <w:rFonts w:ascii="Times New Roman" w:hAnsi="Times New Roman" w:cs="Times New Roman"/>
          <w:lang w:val="kl-GL"/>
        </w:rPr>
        <w:t>kingunerissavaa</w:t>
      </w:r>
      <w:r w:rsidRPr="00171408">
        <w:rPr>
          <w:rFonts w:ascii="Times New Roman" w:hAnsi="Times New Roman" w:cs="Times New Roman"/>
          <w:lang w:val="kl-GL"/>
        </w:rPr>
        <w:t xml:space="preserve">, tunngaviusumik erniap aalaakkaanerunissaa, ukiut akornanni nikerarnerit naleriissarneqarmata. </w:t>
      </w:r>
      <w:r w:rsidR="000D21D4" w:rsidRPr="00171408">
        <w:rPr>
          <w:rFonts w:ascii="Times New Roman" w:hAnsi="Times New Roman" w:cs="Times New Roman"/>
          <w:lang w:val="kl-GL"/>
        </w:rPr>
        <w:t>P</w:t>
      </w:r>
      <w:r w:rsidRPr="00171408">
        <w:rPr>
          <w:rFonts w:ascii="Times New Roman" w:hAnsi="Times New Roman" w:cs="Times New Roman"/>
          <w:lang w:val="kl-GL"/>
        </w:rPr>
        <w:t xml:space="preserve">iffissaq </w:t>
      </w:r>
      <w:r w:rsidR="000D21D4" w:rsidRPr="00171408">
        <w:rPr>
          <w:rFonts w:ascii="Times New Roman" w:hAnsi="Times New Roman" w:cs="Times New Roman"/>
          <w:lang w:val="kl-GL"/>
        </w:rPr>
        <w:t xml:space="preserve">illuatunaaniittoq ungasippallaanngilaq </w:t>
      </w:r>
      <w:r w:rsidRPr="00171408">
        <w:rPr>
          <w:rFonts w:ascii="Times New Roman" w:hAnsi="Times New Roman" w:cs="Times New Roman"/>
          <w:lang w:val="kl-GL"/>
        </w:rPr>
        <w:t xml:space="preserve">nalinginnaasutut sunniutissat </w:t>
      </w:r>
      <w:r w:rsidR="00D7632B" w:rsidRPr="00171408">
        <w:rPr>
          <w:rFonts w:ascii="Times New Roman" w:hAnsi="Times New Roman" w:cs="Times New Roman"/>
          <w:lang w:val="kl-GL"/>
        </w:rPr>
        <w:t>annaaneqarnaviaratik</w:t>
      </w:r>
      <w:r w:rsidRPr="00171408">
        <w:rPr>
          <w:rFonts w:ascii="Times New Roman" w:hAnsi="Times New Roman" w:cs="Times New Roman"/>
          <w:lang w:val="kl-GL"/>
        </w:rPr>
        <w:t>.</w:t>
      </w:r>
    </w:p>
    <w:p w14:paraId="20001408" w14:textId="17F41ECF" w:rsidR="00515200" w:rsidRPr="00171408" w:rsidRDefault="00CE02F1">
      <w:pPr>
        <w:rPr>
          <w:rFonts w:ascii="Times New Roman" w:hAnsi="Times New Roman"/>
          <w:lang w:val="kl-GL"/>
        </w:rPr>
      </w:pPr>
      <w:r w:rsidRPr="00171408">
        <w:rPr>
          <w:rFonts w:ascii="Times New Roman" w:hAnsi="Times New Roman" w:cs="Times New Roman"/>
          <w:lang w:val="kl-GL"/>
        </w:rPr>
        <w:t>Ernianut tunngatillugu piumasaqaati</w:t>
      </w:r>
      <w:r w:rsidR="0013635C" w:rsidRPr="00171408">
        <w:rPr>
          <w:rFonts w:ascii="Times New Roman" w:hAnsi="Times New Roman" w:cs="Times New Roman"/>
          <w:lang w:val="kl-GL"/>
        </w:rPr>
        <w:t>nut</w:t>
      </w:r>
      <w:r w:rsidRPr="00171408">
        <w:rPr>
          <w:rFonts w:ascii="Times New Roman" w:hAnsi="Times New Roman" w:cs="Times New Roman"/>
          <w:lang w:val="kl-GL"/>
        </w:rPr>
        <w:t xml:space="preserve"> </w:t>
      </w:r>
      <w:r w:rsidR="00B64341" w:rsidRPr="00171408">
        <w:rPr>
          <w:rFonts w:ascii="Times New Roman" w:hAnsi="Times New Roman" w:cs="Times New Roman"/>
          <w:lang w:val="kl-GL"/>
        </w:rPr>
        <w:t xml:space="preserve">kinaassusersiunngitsumik </w:t>
      </w:r>
      <w:r w:rsidRPr="00171408">
        <w:rPr>
          <w:rFonts w:ascii="Times New Roman" w:hAnsi="Times New Roman" w:cs="Times New Roman"/>
          <w:lang w:val="kl-GL"/>
        </w:rPr>
        <w:t xml:space="preserve">piumasaqaatit </w:t>
      </w:r>
      <w:r w:rsidR="00690A94" w:rsidRPr="00171408">
        <w:rPr>
          <w:rFonts w:ascii="Times New Roman" w:hAnsi="Times New Roman" w:cs="Times New Roman"/>
          <w:lang w:val="kl-GL"/>
        </w:rPr>
        <w:t>apeqqutaatillugit</w:t>
      </w:r>
      <w:r w:rsidRPr="00171408">
        <w:rPr>
          <w:rFonts w:ascii="Times New Roman" w:hAnsi="Times New Roman" w:cs="Times New Roman"/>
          <w:lang w:val="kl-GL"/>
        </w:rPr>
        <w:t>, Danmarkimi erniat ineri</w:t>
      </w:r>
      <w:r w:rsidR="00345CF5" w:rsidRPr="00171408">
        <w:rPr>
          <w:rFonts w:ascii="Times New Roman" w:hAnsi="Times New Roman" w:cs="Times New Roman"/>
          <w:lang w:val="kl-GL"/>
        </w:rPr>
        <w:t>a</w:t>
      </w:r>
      <w:r w:rsidRPr="00171408">
        <w:rPr>
          <w:rFonts w:ascii="Times New Roman" w:hAnsi="Times New Roman" w:cs="Times New Roman"/>
          <w:lang w:val="kl-GL"/>
        </w:rPr>
        <w:t xml:space="preserve">rtornerannik ilumoortumik takutitsisunut, </w:t>
      </w:r>
      <w:r w:rsidR="00731F7C" w:rsidRPr="00171408">
        <w:rPr>
          <w:rFonts w:ascii="Times New Roman" w:hAnsi="Times New Roman" w:cs="Times New Roman"/>
          <w:lang w:val="kl-GL"/>
        </w:rPr>
        <w:t>qulakkeerneqarpoq</w:t>
      </w:r>
      <w:r w:rsidRPr="00171408">
        <w:rPr>
          <w:rFonts w:ascii="Times New Roman" w:hAnsi="Times New Roman" w:cs="Times New Roman"/>
          <w:lang w:val="kl-GL"/>
        </w:rPr>
        <w:t xml:space="preserve">, taarsiissutit ataatsikkut tunniussat piffissami atuuttumi </w:t>
      </w:r>
      <w:r w:rsidR="005F26DB" w:rsidRPr="00171408">
        <w:rPr>
          <w:rFonts w:ascii="Times New Roman" w:hAnsi="Times New Roman" w:cs="Times New Roman"/>
          <w:lang w:val="kl-GL"/>
        </w:rPr>
        <w:t xml:space="preserve">(ullutsinni) </w:t>
      </w:r>
      <w:r w:rsidRPr="00171408">
        <w:rPr>
          <w:rFonts w:ascii="Times New Roman" w:hAnsi="Times New Roman" w:cs="Times New Roman"/>
          <w:lang w:val="kl-GL"/>
        </w:rPr>
        <w:t>nalingisa, ernialersuinissaq naatsortuutigineqartoq ilanngunnagu aamma ingerlaavartumik taarsiissutit akornanni</w:t>
      </w:r>
      <w:r w:rsidR="00D47266" w:rsidRPr="00171408">
        <w:rPr>
          <w:rFonts w:ascii="Times New Roman" w:hAnsi="Times New Roman" w:cs="Times New Roman"/>
          <w:lang w:val="kl-GL"/>
        </w:rPr>
        <w:t>, taarsiissutit atorunnaanissaata tungaannut</w:t>
      </w:r>
      <w:r w:rsidRPr="00171408">
        <w:rPr>
          <w:rFonts w:ascii="Times New Roman" w:hAnsi="Times New Roman" w:cs="Times New Roman"/>
          <w:lang w:val="kl-GL"/>
        </w:rPr>
        <w:t xml:space="preserve"> naapertuunnerusumik inissisimaneq.</w:t>
      </w:r>
    </w:p>
    <w:p w14:paraId="3E0D4A4D" w14:textId="2B074CDA" w:rsidR="00515200" w:rsidRPr="00171408" w:rsidRDefault="00CE02F1">
      <w:pPr>
        <w:rPr>
          <w:rFonts w:ascii="Times New Roman" w:hAnsi="Times New Roman"/>
          <w:lang w:val="kl-GL"/>
        </w:rPr>
      </w:pPr>
      <w:r w:rsidRPr="00171408">
        <w:rPr>
          <w:rFonts w:ascii="Times New Roman" w:hAnsi="Times New Roman" w:cs="Times New Roman"/>
          <w:lang w:val="kl-GL"/>
        </w:rPr>
        <w:t>Tamatuma saniatigut siunnersuuti</w:t>
      </w:r>
      <w:r w:rsidR="002E70F4" w:rsidRPr="00171408">
        <w:rPr>
          <w:rFonts w:ascii="Times New Roman" w:hAnsi="Times New Roman" w:cs="Times New Roman"/>
          <w:lang w:val="kl-GL"/>
        </w:rPr>
        <w:t>kku</w:t>
      </w:r>
      <w:r w:rsidRPr="00171408">
        <w:rPr>
          <w:rFonts w:ascii="Times New Roman" w:hAnsi="Times New Roman" w:cs="Times New Roman"/>
          <w:lang w:val="kl-GL"/>
        </w:rPr>
        <w:t xml:space="preserve">t </w:t>
      </w:r>
      <w:r w:rsidR="00487CD7" w:rsidRPr="00171408">
        <w:rPr>
          <w:rFonts w:ascii="Times New Roman" w:hAnsi="Times New Roman" w:cs="Times New Roman"/>
          <w:lang w:val="kl-GL"/>
        </w:rPr>
        <w:t xml:space="preserve">pigisanit pissarsiat </w:t>
      </w:r>
      <w:r w:rsidRPr="00171408">
        <w:rPr>
          <w:rFonts w:ascii="Times New Roman" w:hAnsi="Times New Roman" w:cs="Times New Roman"/>
          <w:lang w:val="kl-GL"/>
        </w:rPr>
        <w:t xml:space="preserve">naatsorsuutigisat akileraarusersorneqassapput, </w:t>
      </w:r>
      <w:r w:rsidR="00B74E4D" w:rsidRPr="00171408">
        <w:rPr>
          <w:rFonts w:ascii="Times New Roman" w:hAnsi="Times New Roman" w:cs="Times New Roman"/>
          <w:lang w:val="kl-GL"/>
        </w:rPr>
        <w:t xml:space="preserve">pigisanit pissarsiat akileraarusersorneqarneranni </w:t>
      </w:r>
      <w:r w:rsidRPr="00171408">
        <w:rPr>
          <w:rFonts w:ascii="Times New Roman" w:hAnsi="Times New Roman" w:cs="Times New Roman"/>
          <w:lang w:val="kl-GL"/>
        </w:rPr>
        <w:t>akileraarut</w:t>
      </w:r>
      <w:r w:rsidR="00F86EEC" w:rsidRPr="00171408">
        <w:rPr>
          <w:rFonts w:ascii="Times New Roman" w:hAnsi="Times New Roman" w:cs="Times New Roman"/>
          <w:lang w:val="kl-GL"/>
        </w:rPr>
        <w:t>it</w:t>
      </w:r>
      <w:r w:rsidRPr="00171408">
        <w:rPr>
          <w:rFonts w:ascii="Times New Roman" w:hAnsi="Times New Roman" w:cs="Times New Roman"/>
          <w:lang w:val="kl-GL"/>
        </w:rPr>
        <w:t xml:space="preserve"> </w:t>
      </w:r>
      <w:r w:rsidR="001A073E" w:rsidRPr="00171408">
        <w:rPr>
          <w:rFonts w:ascii="Times New Roman" w:hAnsi="Times New Roman" w:cs="Times New Roman"/>
          <w:lang w:val="kl-GL"/>
        </w:rPr>
        <w:t>procentinngorlug</w:t>
      </w:r>
      <w:r w:rsidR="00F86EEC" w:rsidRPr="00171408">
        <w:rPr>
          <w:rFonts w:ascii="Times New Roman" w:hAnsi="Times New Roman" w:cs="Times New Roman"/>
          <w:lang w:val="kl-GL"/>
        </w:rPr>
        <w:t>it</w:t>
      </w:r>
      <w:r w:rsidR="001A073E" w:rsidRPr="00171408">
        <w:rPr>
          <w:rFonts w:ascii="Times New Roman" w:hAnsi="Times New Roman" w:cs="Times New Roman"/>
          <w:lang w:val="kl-GL"/>
        </w:rPr>
        <w:t xml:space="preserve"> </w:t>
      </w:r>
      <w:r w:rsidRPr="00171408">
        <w:rPr>
          <w:rFonts w:ascii="Times New Roman" w:hAnsi="Times New Roman" w:cs="Times New Roman"/>
          <w:lang w:val="kl-GL"/>
        </w:rPr>
        <w:t>agguaqatigiissinnerat atorneqarlu</w:t>
      </w:r>
      <w:r w:rsidR="00F86EEC" w:rsidRPr="00171408">
        <w:rPr>
          <w:rFonts w:ascii="Times New Roman" w:hAnsi="Times New Roman" w:cs="Times New Roman"/>
          <w:lang w:val="kl-GL"/>
        </w:rPr>
        <w:t>tik</w:t>
      </w:r>
      <w:r w:rsidRPr="00171408">
        <w:rPr>
          <w:rFonts w:ascii="Times New Roman" w:hAnsi="Times New Roman" w:cs="Times New Roman"/>
          <w:lang w:val="kl-GL"/>
        </w:rPr>
        <w:t xml:space="preserve">, </w:t>
      </w:r>
      <w:r w:rsidR="001A073E" w:rsidRPr="00171408">
        <w:rPr>
          <w:rFonts w:ascii="Times New Roman" w:hAnsi="Times New Roman" w:cs="Times New Roman"/>
          <w:lang w:val="kl-GL"/>
        </w:rPr>
        <w:t>tassaas</w:t>
      </w:r>
      <w:r w:rsidR="00815024" w:rsidRPr="00171408">
        <w:rPr>
          <w:rFonts w:ascii="Times New Roman" w:hAnsi="Times New Roman" w:cs="Times New Roman"/>
          <w:lang w:val="kl-GL"/>
        </w:rPr>
        <w:t>ut</w:t>
      </w:r>
      <w:r w:rsidR="001A073E" w:rsidRPr="00171408">
        <w:rPr>
          <w:rFonts w:ascii="Times New Roman" w:hAnsi="Times New Roman" w:cs="Times New Roman"/>
          <w:lang w:val="kl-GL"/>
        </w:rPr>
        <w:t xml:space="preserve"> </w:t>
      </w:r>
      <w:r w:rsidRPr="00171408">
        <w:rPr>
          <w:rFonts w:ascii="Times New Roman" w:hAnsi="Times New Roman" w:cs="Times New Roman"/>
          <w:lang w:val="kl-GL"/>
        </w:rPr>
        <w:t xml:space="preserve">kommunimut, </w:t>
      </w:r>
      <w:r w:rsidR="001A073E" w:rsidRPr="00171408">
        <w:rPr>
          <w:rFonts w:ascii="Times New Roman" w:hAnsi="Times New Roman" w:cs="Times New Roman"/>
          <w:lang w:val="kl-GL"/>
        </w:rPr>
        <w:t>nuna tamakkerlugu</w:t>
      </w:r>
      <w:r w:rsidRPr="00171408">
        <w:rPr>
          <w:rFonts w:ascii="Times New Roman" w:hAnsi="Times New Roman" w:cs="Times New Roman"/>
          <w:lang w:val="kl-GL"/>
        </w:rPr>
        <w:t xml:space="preserve"> aamma </w:t>
      </w:r>
      <w:r w:rsidR="00084FEC" w:rsidRPr="00171408">
        <w:rPr>
          <w:rFonts w:ascii="Times New Roman" w:hAnsi="Times New Roman" w:cs="Times New Roman"/>
          <w:lang w:val="kl-GL"/>
        </w:rPr>
        <w:t>kommuninut ataatsim</w:t>
      </w:r>
      <w:r w:rsidR="00815024" w:rsidRPr="00171408">
        <w:rPr>
          <w:rFonts w:ascii="Times New Roman" w:hAnsi="Times New Roman" w:cs="Times New Roman"/>
          <w:lang w:val="kl-GL"/>
        </w:rPr>
        <w:t>ut</w:t>
      </w:r>
      <w:r w:rsidRPr="00171408">
        <w:rPr>
          <w:rFonts w:ascii="Times New Roman" w:hAnsi="Times New Roman" w:cs="Times New Roman"/>
          <w:lang w:val="kl-GL"/>
        </w:rPr>
        <w:t xml:space="preserve"> akileraarutit</w:t>
      </w:r>
      <w:r w:rsidR="00301757" w:rsidRPr="00171408">
        <w:rPr>
          <w:rFonts w:ascii="Times New Roman" w:hAnsi="Times New Roman" w:cs="Times New Roman"/>
          <w:lang w:val="kl-GL"/>
        </w:rPr>
        <w:t xml:space="preserve">, pigisanit pissarsiat akileraaruserneqarneranni </w:t>
      </w:r>
      <w:r w:rsidR="00815024" w:rsidRPr="00171408">
        <w:rPr>
          <w:rFonts w:ascii="Times New Roman" w:hAnsi="Times New Roman" w:cs="Times New Roman"/>
          <w:lang w:val="kl-GL"/>
        </w:rPr>
        <w:t>atorneqartussat.</w:t>
      </w:r>
    </w:p>
    <w:p w14:paraId="1EE84C2F" w14:textId="57304C46" w:rsidR="00515200" w:rsidRPr="00171408" w:rsidRDefault="00CE02F1">
      <w:pPr>
        <w:rPr>
          <w:rFonts w:ascii="Times New Roman" w:hAnsi="Times New Roman"/>
          <w:lang w:val="kl-GL"/>
        </w:rPr>
      </w:pPr>
      <w:r w:rsidRPr="00171408">
        <w:rPr>
          <w:rFonts w:ascii="Times New Roman" w:hAnsi="Times New Roman" w:cs="Times New Roman"/>
          <w:lang w:val="kl-GL"/>
        </w:rPr>
        <w:t xml:space="preserve">Tamanna ataatsimut isumaqarpoq, inuit taarsiiffitiginneri ukiualunnguit qaangiunnerini atorunnaartussaasut, annikinnerusumik taarsiiffigitissasut, ernianut appasinnerusumik ilanngaateqarnermi pissarsiassaq tamakkiisumik akileraarutinut ilanngaammit appasinnerusussaammat. Inuit ukiorpassuarni tulliuttuni taarsiiffigitinneri aatsaat qaangiuttussat, nangittumik ataatsimut isigalugu ataatsikkut taarsiissutit malunnaatilimmik </w:t>
      </w:r>
      <w:r w:rsidR="00DA4A44" w:rsidRPr="00171408">
        <w:rPr>
          <w:rFonts w:ascii="Times New Roman" w:hAnsi="Times New Roman" w:cs="Times New Roman"/>
          <w:lang w:val="kl-GL"/>
        </w:rPr>
        <w:t xml:space="preserve">qaffasinnerulissasut </w:t>
      </w:r>
      <w:r w:rsidRPr="00171408">
        <w:rPr>
          <w:rFonts w:ascii="Times New Roman" w:hAnsi="Times New Roman" w:cs="Times New Roman"/>
          <w:lang w:val="kl-GL"/>
        </w:rPr>
        <w:t>misigissavaat.</w:t>
      </w:r>
    </w:p>
    <w:p w14:paraId="50BF633E" w14:textId="2D4914D4" w:rsidR="00515200" w:rsidRPr="00171408" w:rsidRDefault="00DA4A44">
      <w:pPr>
        <w:rPr>
          <w:rFonts w:ascii="Times New Roman" w:hAnsi="Times New Roman"/>
          <w:lang w:val="kl-GL"/>
        </w:rPr>
      </w:pPr>
      <w:r w:rsidRPr="00171408">
        <w:rPr>
          <w:rFonts w:ascii="Times New Roman" w:hAnsi="Times New Roman" w:cs="Times New Roman"/>
          <w:lang w:val="kl-GL"/>
        </w:rPr>
        <w:t xml:space="preserve">Ilanngullugu </w:t>
      </w:r>
      <w:r w:rsidR="00CE02F1" w:rsidRPr="00171408">
        <w:rPr>
          <w:rFonts w:ascii="Times New Roman" w:hAnsi="Times New Roman" w:cs="Times New Roman"/>
          <w:lang w:val="kl-GL"/>
        </w:rPr>
        <w:t>siunnersuuti</w:t>
      </w:r>
      <w:r w:rsidR="00694A3A" w:rsidRPr="00171408">
        <w:rPr>
          <w:rFonts w:ascii="Times New Roman" w:hAnsi="Times New Roman" w:cs="Times New Roman"/>
          <w:lang w:val="kl-GL"/>
        </w:rPr>
        <w:t>kk</w:t>
      </w:r>
      <w:r w:rsidR="00CE02F1" w:rsidRPr="00171408">
        <w:rPr>
          <w:rFonts w:ascii="Times New Roman" w:hAnsi="Times New Roman" w:cs="Times New Roman"/>
          <w:lang w:val="kl-GL"/>
        </w:rPr>
        <w:t>ut ingerlaavartumik taarsiissutit akileraarusersorneqarnerinut assingusumik ilanngaasoqassaaq, ingerlaavartumik taarsiissutit akileraarusereernerisa kingorna naatsorsuinermi akileraarutit procentinngorlugit agguaqatigiissinneri atorneqa</w:t>
      </w:r>
      <w:r w:rsidR="008677B9" w:rsidRPr="00171408">
        <w:rPr>
          <w:rFonts w:ascii="Times New Roman" w:hAnsi="Times New Roman" w:cs="Times New Roman"/>
          <w:lang w:val="kl-GL"/>
        </w:rPr>
        <w:t>ssallutik</w:t>
      </w:r>
      <w:r w:rsidR="00CE02F1" w:rsidRPr="00171408">
        <w:rPr>
          <w:rFonts w:ascii="Times New Roman" w:hAnsi="Times New Roman" w:cs="Times New Roman"/>
          <w:lang w:val="kl-GL"/>
        </w:rPr>
        <w:t xml:space="preserve">. </w:t>
      </w:r>
      <w:r w:rsidR="00B20FFF" w:rsidRPr="00171408">
        <w:rPr>
          <w:rFonts w:ascii="Times New Roman" w:hAnsi="Times New Roman" w:cs="Times New Roman"/>
          <w:lang w:val="kl-GL"/>
        </w:rPr>
        <w:t>Kalaallit Nunaanni</w:t>
      </w:r>
      <w:r w:rsidR="00CE02F1" w:rsidRPr="00171408">
        <w:rPr>
          <w:rFonts w:ascii="Times New Roman" w:hAnsi="Times New Roman" w:cs="Times New Roman"/>
          <w:lang w:val="kl-GL"/>
        </w:rPr>
        <w:t xml:space="preserve"> akileraarutip </w:t>
      </w:r>
      <w:r w:rsidR="00B20FFF" w:rsidRPr="00171408">
        <w:rPr>
          <w:rFonts w:ascii="Times New Roman" w:hAnsi="Times New Roman" w:cs="Times New Roman"/>
          <w:lang w:val="kl-GL"/>
        </w:rPr>
        <w:t xml:space="preserve">procentinngorlugu </w:t>
      </w:r>
      <w:r w:rsidR="00CE02F1" w:rsidRPr="00171408">
        <w:rPr>
          <w:rFonts w:ascii="Times New Roman" w:hAnsi="Times New Roman" w:cs="Times New Roman"/>
          <w:lang w:val="kl-GL"/>
        </w:rPr>
        <w:t>agguaqatigiissinner</w:t>
      </w:r>
      <w:r w:rsidR="00885B1A" w:rsidRPr="00171408">
        <w:rPr>
          <w:rFonts w:ascii="Times New Roman" w:hAnsi="Times New Roman" w:cs="Times New Roman"/>
          <w:lang w:val="kl-GL"/>
        </w:rPr>
        <w:t>i</w:t>
      </w:r>
      <w:r w:rsidR="00CE02F1" w:rsidRPr="00171408">
        <w:rPr>
          <w:rFonts w:ascii="Times New Roman" w:hAnsi="Times New Roman" w:cs="Times New Roman"/>
          <w:lang w:val="kl-GL"/>
        </w:rPr>
        <w:t xml:space="preserve"> atorneqassa</w:t>
      </w:r>
      <w:r w:rsidR="00885B1A" w:rsidRPr="00171408">
        <w:rPr>
          <w:rFonts w:ascii="Times New Roman" w:hAnsi="Times New Roman" w:cs="Times New Roman"/>
          <w:lang w:val="kl-GL"/>
        </w:rPr>
        <w:t>pput</w:t>
      </w:r>
      <w:r w:rsidR="00B20FFF" w:rsidRPr="00171408">
        <w:rPr>
          <w:rFonts w:ascii="Times New Roman" w:hAnsi="Times New Roman" w:cs="Times New Roman"/>
          <w:lang w:val="kl-GL"/>
        </w:rPr>
        <w:t>, tassaas</w:t>
      </w:r>
      <w:r w:rsidR="00885B1A" w:rsidRPr="00171408">
        <w:rPr>
          <w:rFonts w:ascii="Times New Roman" w:hAnsi="Times New Roman" w:cs="Times New Roman"/>
          <w:lang w:val="kl-GL"/>
        </w:rPr>
        <w:t>ut</w:t>
      </w:r>
      <w:r w:rsidR="00B20FFF" w:rsidRPr="00171408">
        <w:rPr>
          <w:rFonts w:ascii="Times New Roman" w:hAnsi="Times New Roman" w:cs="Times New Roman"/>
          <w:lang w:val="kl-GL"/>
        </w:rPr>
        <w:t xml:space="preserve"> kommunimut, nuna tamakkerlugu aamma kommuninut ataatsim</w:t>
      </w:r>
      <w:r w:rsidR="00DE3B6C" w:rsidRPr="00171408">
        <w:rPr>
          <w:rFonts w:ascii="Times New Roman" w:hAnsi="Times New Roman" w:cs="Times New Roman"/>
          <w:lang w:val="kl-GL"/>
        </w:rPr>
        <w:t>ut</w:t>
      </w:r>
      <w:r w:rsidR="00B20FFF" w:rsidRPr="00171408">
        <w:rPr>
          <w:rFonts w:ascii="Times New Roman" w:hAnsi="Times New Roman" w:cs="Times New Roman"/>
          <w:lang w:val="kl-GL"/>
        </w:rPr>
        <w:t xml:space="preserve"> akileraarutit</w:t>
      </w:r>
      <w:r w:rsidR="00CE02F1" w:rsidRPr="00171408">
        <w:rPr>
          <w:rFonts w:ascii="Times New Roman" w:hAnsi="Times New Roman" w:cs="Times New Roman"/>
          <w:lang w:val="kl-GL"/>
        </w:rPr>
        <w:t>.</w:t>
      </w:r>
    </w:p>
    <w:p w14:paraId="594F15E4" w14:textId="07FF7864" w:rsidR="00515200" w:rsidRPr="00171408" w:rsidRDefault="00CE02F1">
      <w:pPr>
        <w:rPr>
          <w:rFonts w:ascii="Times New Roman" w:hAnsi="Times New Roman"/>
          <w:lang w:val="kl-GL"/>
        </w:rPr>
      </w:pPr>
      <w:r w:rsidRPr="00171408">
        <w:rPr>
          <w:rFonts w:ascii="Times New Roman" w:hAnsi="Times New Roman" w:cs="Times New Roman"/>
          <w:lang w:val="kl-GL"/>
        </w:rPr>
        <w:t xml:space="preserve">Ataatsimut isigalugu </w:t>
      </w:r>
      <w:r w:rsidR="00A7638C" w:rsidRPr="00171408">
        <w:rPr>
          <w:rFonts w:ascii="Times New Roman" w:hAnsi="Times New Roman" w:cs="Times New Roman"/>
          <w:lang w:val="kl-GL"/>
        </w:rPr>
        <w:t>taarsigassarsiat aningaasanngortinnerannut naleqqersuumm</w:t>
      </w:r>
      <w:r w:rsidR="00126F86" w:rsidRPr="00171408">
        <w:rPr>
          <w:rFonts w:ascii="Times New Roman" w:hAnsi="Times New Roman" w:cs="Times New Roman"/>
          <w:lang w:val="kl-GL"/>
        </w:rPr>
        <w:t>ut</w:t>
      </w:r>
      <w:r w:rsidR="00A7638C" w:rsidRPr="00171408">
        <w:rPr>
          <w:rFonts w:ascii="Times New Roman" w:hAnsi="Times New Roman" w:cs="Times New Roman"/>
          <w:lang w:val="kl-GL"/>
        </w:rPr>
        <w:t xml:space="preserve"> </w:t>
      </w:r>
      <w:r w:rsidRPr="00171408">
        <w:rPr>
          <w:rFonts w:ascii="Times New Roman" w:hAnsi="Times New Roman" w:cs="Times New Roman"/>
          <w:lang w:val="kl-GL"/>
        </w:rPr>
        <w:t xml:space="preserve">akileraarummut ilanngaammik ilanngussineq ataatsikkut taarsiissutinik annikinnerusunik akiliinermik kinguneqassaaq, siusinnerusukkut Kalaallit Nunaata </w:t>
      </w:r>
      <w:r w:rsidR="00A7638C" w:rsidRPr="00171408">
        <w:rPr>
          <w:rFonts w:ascii="Times New Roman" w:hAnsi="Times New Roman" w:cs="Times New Roman"/>
          <w:lang w:val="kl-GL"/>
        </w:rPr>
        <w:t>taarsigassarsiat aningaasanngortinnerannut naleqqersuu</w:t>
      </w:r>
      <w:r w:rsidR="00126F86" w:rsidRPr="00171408">
        <w:rPr>
          <w:rFonts w:ascii="Times New Roman" w:hAnsi="Times New Roman" w:cs="Times New Roman"/>
          <w:lang w:val="kl-GL"/>
        </w:rPr>
        <w:t>mmut</w:t>
      </w:r>
      <w:r w:rsidR="00A7638C" w:rsidRPr="00171408">
        <w:rPr>
          <w:rFonts w:ascii="Times New Roman" w:hAnsi="Times New Roman" w:cs="Times New Roman"/>
          <w:lang w:val="kl-GL"/>
        </w:rPr>
        <w:t xml:space="preserve"> </w:t>
      </w:r>
      <w:r w:rsidRPr="00171408">
        <w:rPr>
          <w:rFonts w:ascii="Times New Roman" w:hAnsi="Times New Roman" w:cs="Times New Roman"/>
          <w:lang w:val="kl-GL"/>
        </w:rPr>
        <w:t xml:space="preserve">akileraarutit eqqarsaatigineqanngimmata. Ataatsikkut taarsiissutini ilanngaammik ilanngussinerup </w:t>
      </w:r>
      <w:r w:rsidRPr="00171408">
        <w:rPr>
          <w:rFonts w:ascii="Times New Roman" w:hAnsi="Times New Roman" w:cs="Times New Roman"/>
          <w:lang w:val="kl-GL"/>
        </w:rPr>
        <w:lastRenderedPageBreak/>
        <w:t>isumannaassavaa, ataatsikkut taarsiissutip aamma ingerlaavartumik taarsiissutip nalingisa annertunerusumik assigiissarneqarneri.</w:t>
      </w:r>
    </w:p>
    <w:p w14:paraId="4A07B9E6" w14:textId="62E6934E" w:rsidR="00515200" w:rsidRPr="00171408" w:rsidRDefault="00CE02F1">
      <w:pPr>
        <w:rPr>
          <w:rFonts w:ascii="Times New Roman" w:hAnsi="Times New Roman"/>
          <w:lang w:val="kl-GL"/>
        </w:rPr>
      </w:pPr>
      <w:r w:rsidRPr="00171408">
        <w:rPr>
          <w:rFonts w:ascii="Times New Roman" w:hAnsi="Times New Roman" w:cs="Times New Roman"/>
          <w:lang w:val="kl-GL"/>
        </w:rPr>
        <w:t xml:space="preserve">Siunnersuutikkut ingerlaavartumik taarsiissutinik ataatsikkut tunniutassanngortitsilluni allanngortitsineq </w:t>
      </w:r>
      <w:r w:rsidR="00CF7E77" w:rsidRPr="00171408">
        <w:rPr>
          <w:rFonts w:ascii="Times New Roman" w:hAnsi="Times New Roman" w:cs="Times New Roman"/>
          <w:lang w:val="kl-GL"/>
        </w:rPr>
        <w:t xml:space="preserve">ilanngullugu </w:t>
      </w:r>
      <w:r w:rsidRPr="00171408">
        <w:rPr>
          <w:rFonts w:ascii="Times New Roman" w:hAnsi="Times New Roman" w:cs="Times New Roman"/>
          <w:lang w:val="kl-GL"/>
        </w:rPr>
        <w:t xml:space="preserve">naleqqussarneqassaaq akit ineriartornissaannut naatsorsuutiginninnermut tunngatillugu. Tamanna pissaaq akit ineriartornerannut </w:t>
      </w:r>
      <w:r w:rsidR="00CF7E77" w:rsidRPr="00171408">
        <w:rPr>
          <w:rFonts w:ascii="Times New Roman" w:hAnsi="Times New Roman" w:cs="Times New Roman"/>
          <w:lang w:val="kl-GL"/>
        </w:rPr>
        <w:t xml:space="preserve">naleqqersuutip </w:t>
      </w:r>
      <w:r w:rsidRPr="00171408">
        <w:rPr>
          <w:rFonts w:ascii="Times New Roman" w:hAnsi="Times New Roman" w:cs="Times New Roman"/>
          <w:lang w:val="kl-GL"/>
        </w:rPr>
        <w:t xml:space="preserve">agguaqatigiissinneqarnera </w:t>
      </w:r>
      <w:r w:rsidR="005C38B1" w:rsidRPr="00171408">
        <w:rPr>
          <w:rFonts w:ascii="Times New Roman" w:hAnsi="Times New Roman" w:cs="Times New Roman"/>
          <w:lang w:val="kl-GL"/>
        </w:rPr>
        <w:t>tunngavigalugu</w:t>
      </w:r>
      <w:r w:rsidRPr="00171408">
        <w:rPr>
          <w:rFonts w:ascii="Times New Roman" w:hAnsi="Times New Roman" w:cs="Times New Roman"/>
          <w:lang w:val="kl-GL"/>
        </w:rPr>
        <w:t xml:space="preserve">, Arbejdsmarkedets Erhvervssikringip ukiut tamaasa </w:t>
      </w:r>
      <w:r w:rsidR="005C38B1" w:rsidRPr="00171408">
        <w:rPr>
          <w:rFonts w:ascii="Times New Roman" w:hAnsi="Times New Roman" w:cs="Times New Roman"/>
          <w:lang w:val="kl-GL"/>
        </w:rPr>
        <w:t>pissarsiarisartagaa</w:t>
      </w:r>
      <w:r w:rsidRPr="00171408">
        <w:rPr>
          <w:rFonts w:ascii="Times New Roman" w:hAnsi="Times New Roman" w:cs="Times New Roman"/>
          <w:lang w:val="kl-GL"/>
        </w:rPr>
        <w:t xml:space="preserve">, aamma ilaatigut Kalaallit Nunaanni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Pr="00171408">
        <w:rPr>
          <w:rFonts w:ascii="Times New Roman" w:hAnsi="Times New Roman" w:cs="Times New Roman"/>
          <w:lang w:val="kl-GL"/>
        </w:rPr>
        <w:t xml:space="preserve"> pillugu inatsit malillugu ingerlaavartumik taarsiissutit ukiumoortumik </w:t>
      </w:r>
      <w:r w:rsidR="00213D68" w:rsidRPr="00171408">
        <w:rPr>
          <w:rFonts w:ascii="Times New Roman" w:hAnsi="Times New Roman" w:cs="Times New Roman"/>
          <w:lang w:val="kl-GL"/>
        </w:rPr>
        <w:t>nal</w:t>
      </w:r>
      <w:r w:rsidR="009154C2" w:rsidRPr="00171408">
        <w:rPr>
          <w:rFonts w:ascii="Times New Roman" w:hAnsi="Times New Roman" w:cs="Times New Roman"/>
          <w:lang w:val="kl-GL"/>
        </w:rPr>
        <w:t>eqqu</w:t>
      </w:r>
      <w:r w:rsidR="00213D68" w:rsidRPr="00171408">
        <w:rPr>
          <w:rFonts w:ascii="Times New Roman" w:hAnsi="Times New Roman" w:cs="Times New Roman"/>
          <w:lang w:val="kl-GL"/>
        </w:rPr>
        <w:t>ssarneqarneranni atorneqartartoq</w:t>
      </w:r>
      <w:r w:rsidRPr="00171408">
        <w:rPr>
          <w:rFonts w:ascii="Times New Roman" w:hAnsi="Times New Roman" w:cs="Times New Roman"/>
          <w:lang w:val="kl-GL"/>
        </w:rPr>
        <w:t xml:space="preserve">. Siunnersuutigineqarpoq, ukiut siuliini tallimani </w:t>
      </w:r>
      <w:r w:rsidR="004A03A4" w:rsidRPr="00171408">
        <w:rPr>
          <w:rFonts w:ascii="Times New Roman" w:hAnsi="Times New Roman" w:cs="Times New Roman"/>
          <w:lang w:val="kl-GL"/>
        </w:rPr>
        <w:t>naleqqersuut tunngavigalugu</w:t>
      </w:r>
      <w:r w:rsidRPr="00171408">
        <w:rPr>
          <w:rFonts w:ascii="Times New Roman" w:hAnsi="Times New Roman" w:cs="Times New Roman"/>
          <w:lang w:val="kl-GL"/>
        </w:rPr>
        <w:t xml:space="preserve"> agguaqatigiissitsinerup naatsorsorneqartarnissaa, taamaaliornikkut ineriartorneq kingulleq </w:t>
      </w:r>
      <w:r w:rsidR="000B4DEA" w:rsidRPr="00171408">
        <w:rPr>
          <w:rFonts w:ascii="Times New Roman" w:hAnsi="Times New Roman" w:cs="Times New Roman"/>
          <w:lang w:val="kl-GL"/>
        </w:rPr>
        <w:t>eqqarsaatigineqartarmat</w:t>
      </w:r>
      <w:r w:rsidRPr="00171408">
        <w:rPr>
          <w:rFonts w:ascii="Times New Roman" w:hAnsi="Times New Roman" w:cs="Times New Roman"/>
          <w:lang w:val="kl-GL"/>
        </w:rPr>
        <w:t xml:space="preserve">, kisianni </w:t>
      </w:r>
      <w:r w:rsidR="0009628C" w:rsidRPr="00171408">
        <w:rPr>
          <w:rFonts w:ascii="Times New Roman" w:hAnsi="Times New Roman" w:cs="Times New Roman"/>
          <w:lang w:val="kl-GL"/>
        </w:rPr>
        <w:t xml:space="preserve">peqatigalugu </w:t>
      </w:r>
      <w:r w:rsidRPr="00171408">
        <w:rPr>
          <w:rFonts w:ascii="Times New Roman" w:hAnsi="Times New Roman" w:cs="Times New Roman"/>
          <w:lang w:val="kl-GL"/>
        </w:rPr>
        <w:t>ukiuni ataasiakkaani nikerarnerit assigiissarneqar</w:t>
      </w:r>
      <w:r w:rsidR="0009628C" w:rsidRPr="00171408">
        <w:rPr>
          <w:rFonts w:ascii="Times New Roman" w:hAnsi="Times New Roman" w:cs="Times New Roman"/>
          <w:lang w:val="kl-GL"/>
        </w:rPr>
        <w:t>tar</w:t>
      </w:r>
      <w:r w:rsidRPr="00171408">
        <w:rPr>
          <w:rFonts w:ascii="Times New Roman" w:hAnsi="Times New Roman" w:cs="Times New Roman"/>
          <w:lang w:val="kl-GL"/>
        </w:rPr>
        <w:t>lutik.</w:t>
      </w:r>
    </w:p>
    <w:p w14:paraId="25737FE0" w14:textId="59506234" w:rsidR="00515200" w:rsidRPr="00171408" w:rsidRDefault="0009628C">
      <w:pPr>
        <w:rPr>
          <w:rFonts w:ascii="Times New Roman" w:hAnsi="Times New Roman"/>
          <w:lang w:val="kl-GL"/>
        </w:rPr>
      </w:pPr>
      <w:r w:rsidRPr="00171408">
        <w:rPr>
          <w:rFonts w:ascii="Times New Roman" w:hAnsi="Times New Roman" w:cs="Times New Roman"/>
          <w:lang w:val="kl-GL"/>
        </w:rPr>
        <w:t xml:space="preserve">Naggataani </w:t>
      </w:r>
      <w:r w:rsidR="00CE02F1" w:rsidRPr="00171408">
        <w:rPr>
          <w:rFonts w:ascii="Times New Roman" w:hAnsi="Times New Roman" w:cs="Times New Roman"/>
          <w:lang w:val="kl-GL"/>
        </w:rPr>
        <w:t>siunnersuutip kingunerissavaa, ajoqusertup ukiui ukiunut qaammatinu</w:t>
      </w:r>
      <w:r w:rsidR="00A71E48" w:rsidRPr="00171408">
        <w:rPr>
          <w:rFonts w:ascii="Times New Roman" w:hAnsi="Times New Roman" w:cs="Times New Roman"/>
          <w:lang w:val="kl-GL"/>
        </w:rPr>
        <w:t>llu</w:t>
      </w:r>
      <w:r w:rsidR="00CE02F1" w:rsidRPr="00171408">
        <w:rPr>
          <w:rFonts w:ascii="Times New Roman" w:hAnsi="Times New Roman" w:cs="Times New Roman"/>
          <w:lang w:val="kl-GL"/>
        </w:rPr>
        <w:t xml:space="preserve"> iluittunut aalajangersarneqartarnissaat. Ilitsersuutini ukiumoortuni, </w:t>
      </w:r>
      <w:r w:rsidR="009474A4" w:rsidRPr="00171408">
        <w:rPr>
          <w:rFonts w:ascii="Times New Roman" w:hAnsi="Times New Roman" w:cs="Times New Roman"/>
          <w:lang w:val="kl-GL"/>
        </w:rPr>
        <w:t>taarsigassarsiat aningaasanngortinnerannut naleqqersuutit</w:t>
      </w:r>
      <w:r w:rsidR="00CE02F1" w:rsidRPr="00171408">
        <w:rPr>
          <w:rFonts w:ascii="Times New Roman" w:hAnsi="Times New Roman" w:cs="Times New Roman"/>
          <w:lang w:val="kl-GL"/>
        </w:rPr>
        <w:t xml:space="preserve"> saqqummiunneqartarfiini, ukiunut iluittunut </w:t>
      </w:r>
      <w:r w:rsidR="00542FA9" w:rsidRPr="00171408">
        <w:rPr>
          <w:rFonts w:ascii="Times New Roman" w:hAnsi="Times New Roman" w:cs="Times New Roman"/>
          <w:lang w:val="kl-GL"/>
        </w:rPr>
        <w:t xml:space="preserve">naleqqersuutit taamaallaat </w:t>
      </w:r>
      <w:r w:rsidR="00CE02F1" w:rsidRPr="00171408">
        <w:rPr>
          <w:rFonts w:ascii="Times New Roman" w:hAnsi="Times New Roman" w:cs="Times New Roman"/>
          <w:lang w:val="kl-GL"/>
        </w:rPr>
        <w:t xml:space="preserve">allaqqasarput. Ajoqusertup ukiui ukiunut aamma qaammatinut </w:t>
      </w:r>
      <w:r w:rsidR="009960C6" w:rsidRPr="00171408">
        <w:rPr>
          <w:rFonts w:ascii="Times New Roman" w:hAnsi="Times New Roman" w:cs="Times New Roman"/>
          <w:lang w:val="kl-GL"/>
        </w:rPr>
        <w:t>naatsorsorneqarpata</w:t>
      </w:r>
      <w:r w:rsidR="00CE02F1" w:rsidRPr="00171408">
        <w:rPr>
          <w:rFonts w:ascii="Times New Roman" w:hAnsi="Times New Roman" w:cs="Times New Roman"/>
          <w:lang w:val="kl-GL"/>
        </w:rPr>
        <w:t xml:space="preserve">, </w:t>
      </w:r>
      <w:r w:rsidR="00C3269E" w:rsidRPr="00171408">
        <w:rPr>
          <w:rFonts w:ascii="Times New Roman" w:hAnsi="Times New Roman" w:cs="Times New Roman"/>
          <w:lang w:val="kl-GL"/>
        </w:rPr>
        <w:t>aamma</w:t>
      </w:r>
      <w:r w:rsidR="00CE02F1" w:rsidRPr="00171408">
        <w:rPr>
          <w:rFonts w:ascii="Times New Roman" w:hAnsi="Times New Roman" w:cs="Times New Roman"/>
          <w:lang w:val="kl-GL"/>
        </w:rPr>
        <w:t xml:space="preserve"> ukiorisat ukiut</w:t>
      </w:r>
      <w:r w:rsidR="00F774A8" w:rsidRPr="00171408">
        <w:rPr>
          <w:rFonts w:ascii="Times New Roman" w:hAnsi="Times New Roman" w:cs="Times New Roman"/>
          <w:lang w:val="kl-GL"/>
        </w:rPr>
        <w:t xml:space="preserve"> ilitsersuutini saqqummiunneqartut</w:t>
      </w:r>
      <w:r w:rsidR="00CE02F1" w:rsidRPr="00171408">
        <w:rPr>
          <w:rFonts w:ascii="Times New Roman" w:hAnsi="Times New Roman" w:cs="Times New Roman"/>
          <w:lang w:val="kl-GL"/>
        </w:rPr>
        <w:t xml:space="preserve"> akornaniippata, </w:t>
      </w:r>
      <w:r w:rsidR="00F774A8" w:rsidRPr="00171408">
        <w:rPr>
          <w:rFonts w:ascii="Times New Roman" w:hAnsi="Times New Roman" w:cs="Times New Roman"/>
          <w:lang w:val="kl-GL"/>
        </w:rPr>
        <w:t>naleqqersuutit</w:t>
      </w:r>
      <w:r w:rsidR="00CE02F1" w:rsidRPr="00171408">
        <w:rPr>
          <w:rFonts w:ascii="Times New Roman" w:hAnsi="Times New Roman" w:cs="Times New Roman"/>
          <w:lang w:val="kl-GL"/>
        </w:rPr>
        <w:t xml:space="preserve"> akornaniittut assingusut atorneqassapput, ajoqusertup ukiuinik tunngaveqartut, ukiunut aamma qaammatinut </w:t>
      </w:r>
      <w:r w:rsidR="009960C6" w:rsidRPr="00171408">
        <w:rPr>
          <w:rFonts w:ascii="Times New Roman" w:hAnsi="Times New Roman" w:cs="Times New Roman"/>
          <w:lang w:val="kl-GL"/>
        </w:rPr>
        <w:t>naatsorsorneqarlutik</w:t>
      </w:r>
      <w:r w:rsidR="00CE02F1" w:rsidRPr="00171408">
        <w:rPr>
          <w:rFonts w:ascii="Times New Roman" w:hAnsi="Times New Roman" w:cs="Times New Roman"/>
          <w:lang w:val="kl-GL"/>
        </w:rPr>
        <w:t xml:space="preserve">. Taakkua </w:t>
      </w:r>
      <w:r w:rsidR="00484E4F" w:rsidRPr="00171408">
        <w:rPr>
          <w:rFonts w:ascii="Times New Roman" w:hAnsi="Times New Roman" w:cs="Times New Roman"/>
          <w:lang w:val="kl-GL"/>
        </w:rPr>
        <w:t xml:space="preserve">naleqqersuutini </w:t>
      </w:r>
      <w:r w:rsidR="00CE02F1" w:rsidRPr="00171408">
        <w:rPr>
          <w:rFonts w:ascii="Times New Roman" w:hAnsi="Times New Roman" w:cs="Times New Roman"/>
          <w:lang w:val="kl-GL"/>
        </w:rPr>
        <w:t>akornaniittut Arbejdsmarkedets Erhvervssikringip nittartagaani pissarsiarineqarsinnaapput.</w:t>
      </w:r>
    </w:p>
    <w:p w14:paraId="5AFD8D9D" w14:textId="12DCC9E2" w:rsidR="00515200" w:rsidRPr="00171408" w:rsidRDefault="00CE02F1">
      <w:pPr>
        <w:rPr>
          <w:rFonts w:ascii="Times New Roman" w:hAnsi="Times New Roman"/>
          <w:lang w:val="kl-GL"/>
        </w:rPr>
      </w:pPr>
      <w:r w:rsidRPr="00171408">
        <w:rPr>
          <w:rFonts w:ascii="Times New Roman" w:hAnsi="Times New Roman" w:cs="Times New Roman"/>
          <w:lang w:val="kl-GL"/>
        </w:rPr>
        <w:t xml:space="preserve">Ukiunut aamma qaammatinut iluittunut aalajangersaanerup taarsiissutit assigiinngittarneri </w:t>
      </w:r>
      <w:r w:rsidR="009F06EE" w:rsidRPr="00171408">
        <w:rPr>
          <w:rFonts w:ascii="Times New Roman" w:hAnsi="Times New Roman" w:cs="Times New Roman"/>
          <w:lang w:val="kl-GL"/>
        </w:rPr>
        <w:t>annikillisissavai</w:t>
      </w:r>
      <w:r w:rsidRPr="00171408">
        <w:rPr>
          <w:rFonts w:ascii="Times New Roman" w:hAnsi="Times New Roman" w:cs="Times New Roman"/>
          <w:lang w:val="kl-GL"/>
        </w:rPr>
        <w:t xml:space="preserve">, ingerlaavartumik taarsiissutit ataatsikkut tunniutassanngortinnissaannut qaqugukkulluunniit aalajangiinermut tunngatillugu, assersuutigalugu ajoqusertup inuuissiornissaa sioqqullugu imaluunniit kingoqqullugu. Taamaaliornikkut </w:t>
      </w:r>
      <w:r w:rsidR="009F06EE" w:rsidRPr="00171408">
        <w:rPr>
          <w:rFonts w:ascii="Times New Roman" w:hAnsi="Times New Roman" w:cs="Times New Roman"/>
          <w:lang w:val="kl-GL"/>
        </w:rPr>
        <w:t xml:space="preserve">qularnaarneqassaaq </w:t>
      </w:r>
      <w:r w:rsidRPr="00171408">
        <w:rPr>
          <w:rFonts w:ascii="Times New Roman" w:hAnsi="Times New Roman" w:cs="Times New Roman"/>
          <w:lang w:val="kl-GL"/>
        </w:rPr>
        <w:t xml:space="preserve">immikkoortitsinissaq inummik, assersuutigalugu ukiunik 40-nik qaammammillu ataatsimik ukiulimmik aamma inummik, ukiunik 40-nik qaammatinillu 11-nik ukiulimmik, taamaalilluni taarsiissutit uuttortarneqarneranni </w:t>
      </w:r>
      <w:r w:rsidR="00B42B57" w:rsidRPr="00171408">
        <w:rPr>
          <w:rFonts w:ascii="Times New Roman" w:hAnsi="Times New Roman" w:cs="Times New Roman"/>
          <w:lang w:val="kl-GL"/>
        </w:rPr>
        <w:t>eqqarsaatigineqassalluni</w:t>
      </w:r>
      <w:r w:rsidRPr="00171408">
        <w:rPr>
          <w:rFonts w:ascii="Times New Roman" w:hAnsi="Times New Roman" w:cs="Times New Roman"/>
          <w:lang w:val="kl-GL"/>
        </w:rPr>
        <w:t xml:space="preserve">, inuup aappaa inummut </w:t>
      </w:r>
      <w:r w:rsidR="00B42B57" w:rsidRPr="00171408">
        <w:rPr>
          <w:rFonts w:ascii="Times New Roman" w:hAnsi="Times New Roman" w:cs="Times New Roman"/>
          <w:lang w:val="kl-GL"/>
        </w:rPr>
        <w:t xml:space="preserve">aappaanut </w:t>
      </w:r>
      <w:r w:rsidRPr="00171408">
        <w:rPr>
          <w:rFonts w:ascii="Times New Roman" w:hAnsi="Times New Roman" w:cs="Times New Roman"/>
          <w:lang w:val="kl-GL"/>
        </w:rPr>
        <w:t>sanilliullu</w:t>
      </w:r>
      <w:r w:rsidR="00B42B57" w:rsidRPr="00171408">
        <w:rPr>
          <w:rFonts w:ascii="Times New Roman" w:hAnsi="Times New Roman" w:cs="Times New Roman"/>
          <w:lang w:val="kl-GL"/>
        </w:rPr>
        <w:t>gu</w:t>
      </w:r>
      <w:r w:rsidRPr="00171408">
        <w:rPr>
          <w:rFonts w:ascii="Times New Roman" w:hAnsi="Times New Roman" w:cs="Times New Roman"/>
          <w:lang w:val="kl-GL"/>
        </w:rPr>
        <w:t xml:space="preserve"> ukiumik ataasingajammik nukarliunera taamaa</w:t>
      </w:r>
      <w:r w:rsidR="00B42B57" w:rsidRPr="00171408">
        <w:rPr>
          <w:rFonts w:ascii="Times New Roman" w:hAnsi="Times New Roman" w:cs="Times New Roman"/>
          <w:lang w:val="kl-GL"/>
        </w:rPr>
        <w:t>ttumillu</w:t>
      </w:r>
      <w:r w:rsidRPr="00171408">
        <w:rPr>
          <w:rFonts w:ascii="Times New Roman" w:hAnsi="Times New Roman" w:cs="Times New Roman"/>
          <w:lang w:val="kl-GL"/>
        </w:rPr>
        <w:t xml:space="preserve"> </w:t>
      </w:r>
      <w:r w:rsidR="00B42B57" w:rsidRPr="00171408">
        <w:rPr>
          <w:rFonts w:ascii="Times New Roman" w:hAnsi="Times New Roman" w:cs="Times New Roman"/>
          <w:lang w:val="kl-GL"/>
        </w:rPr>
        <w:t xml:space="preserve">utoqqalinersiuteqalernissaanut </w:t>
      </w:r>
      <w:r w:rsidRPr="00171408">
        <w:rPr>
          <w:rFonts w:ascii="Times New Roman" w:hAnsi="Times New Roman" w:cs="Times New Roman"/>
          <w:lang w:val="kl-GL"/>
        </w:rPr>
        <w:t>piffissaq ukiumik ataasingajammik sivisunerussalluni.</w:t>
      </w:r>
    </w:p>
    <w:p w14:paraId="4C2EA6B0" w14:textId="12C22B96" w:rsidR="00515200" w:rsidRPr="00171408" w:rsidRDefault="0076171E">
      <w:pPr>
        <w:rPr>
          <w:rFonts w:ascii="Times New Roman" w:hAnsi="Times New Roman"/>
          <w:lang w:val="kl-GL"/>
        </w:rPr>
      </w:pPr>
      <w:r w:rsidRPr="00171408">
        <w:rPr>
          <w:rFonts w:ascii="Times New Roman" w:hAnsi="Times New Roman" w:cs="Times New Roman"/>
          <w:lang w:val="kl-GL"/>
        </w:rPr>
        <w:t>Taarsigassarsiat aningaasanngortinnerannut naleqqersuut</w:t>
      </w:r>
      <w:r w:rsidR="00CE02F1" w:rsidRPr="00171408">
        <w:rPr>
          <w:rFonts w:ascii="Times New Roman" w:hAnsi="Times New Roman" w:cs="Times New Roman"/>
          <w:lang w:val="kl-GL"/>
        </w:rPr>
        <w:t xml:space="preserve">inik nutartikkanik atuutilersitsineq, taarsiissutinik ataatsikkut tunniussineq </w:t>
      </w:r>
      <w:r w:rsidR="00790095" w:rsidRPr="00171408">
        <w:rPr>
          <w:rFonts w:ascii="Times New Roman" w:hAnsi="Times New Roman" w:cs="Times New Roman"/>
          <w:lang w:val="kl-GL"/>
        </w:rPr>
        <w:t xml:space="preserve">peqatigalugu </w:t>
      </w:r>
      <w:r w:rsidR="00CE02F1" w:rsidRPr="00171408">
        <w:rPr>
          <w:rFonts w:ascii="Times New Roman" w:hAnsi="Times New Roman" w:cs="Times New Roman"/>
          <w:lang w:val="kl-GL"/>
        </w:rPr>
        <w:t xml:space="preserve">pissaaq. Tamanna isumaqarpoq, qaavatigut aningaasartuutip ingerlaavarumik atuutilersinnissaa, ingerlaavartumik taarsiissutinik ataatsikkut tunniutassanngortitsilluni inissiinikkut allanngortitsineq </w:t>
      </w:r>
      <w:r w:rsidR="005A1BE5" w:rsidRPr="00171408">
        <w:rPr>
          <w:rFonts w:ascii="Times New Roman" w:hAnsi="Times New Roman" w:cs="Times New Roman"/>
          <w:lang w:val="kl-GL"/>
        </w:rPr>
        <w:t>peqatigalugu</w:t>
      </w:r>
      <w:r w:rsidR="00CE02F1" w:rsidRPr="00171408">
        <w:rPr>
          <w:rFonts w:ascii="Times New Roman" w:hAnsi="Times New Roman" w:cs="Times New Roman"/>
          <w:lang w:val="kl-GL"/>
        </w:rPr>
        <w:t xml:space="preserve">. Sillimmasiisarfiit </w:t>
      </w:r>
      <w:r w:rsidR="00611EF2" w:rsidRPr="00171408">
        <w:rPr>
          <w:rFonts w:ascii="Times New Roman" w:hAnsi="Times New Roman" w:cs="Times New Roman"/>
          <w:lang w:val="kl-GL"/>
        </w:rPr>
        <w:t xml:space="preserve">piffissami ajoqusernermut aningaasartuutit tamarmik siullertut inissinneqarneranni tamanna </w:t>
      </w:r>
      <w:r w:rsidR="00CE02F1" w:rsidRPr="00171408">
        <w:rPr>
          <w:rFonts w:ascii="Times New Roman" w:hAnsi="Times New Roman" w:cs="Times New Roman"/>
          <w:lang w:val="kl-GL"/>
        </w:rPr>
        <w:t>eqqumaffigisussaasavaat.</w:t>
      </w:r>
    </w:p>
    <w:p w14:paraId="34BD81EF" w14:textId="4147FC17" w:rsidR="00515200" w:rsidRPr="00171408" w:rsidRDefault="000E2A16">
      <w:pPr>
        <w:rPr>
          <w:rFonts w:ascii="Times New Roman" w:hAnsi="Times New Roman"/>
          <w:lang w:val="kl-GL"/>
        </w:rPr>
      </w:pPr>
      <w:r w:rsidRPr="00171408">
        <w:rPr>
          <w:rFonts w:ascii="Times New Roman" w:hAnsi="Times New Roman" w:cs="Times New Roman"/>
          <w:lang w:val="kl-GL"/>
        </w:rPr>
        <w:t xml:space="preserve">Naggataatigut </w:t>
      </w:r>
      <w:r w:rsidR="00CE02F1" w:rsidRPr="00171408">
        <w:rPr>
          <w:rFonts w:ascii="Times New Roman" w:hAnsi="Times New Roman" w:cs="Times New Roman"/>
          <w:lang w:val="kl-GL"/>
        </w:rPr>
        <w:t xml:space="preserve">§ 31 imm. 4, oqaaseqatigiit </w:t>
      </w:r>
      <w:r w:rsidR="00366270" w:rsidRPr="00171408">
        <w:rPr>
          <w:rFonts w:ascii="Times New Roman" w:hAnsi="Times New Roman" w:cs="Times New Roman"/>
          <w:lang w:val="kl-GL"/>
        </w:rPr>
        <w:t>sisama</w:t>
      </w:r>
      <w:r w:rsidRPr="00171408">
        <w:rPr>
          <w:rFonts w:ascii="Times New Roman" w:hAnsi="Times New Roman" w:cs="Times New Roman"/>
          <w:lang w:val="kl-GL"/>
        </w:rPr>
        <w:t>an</w:t>
      </w:r>
      <w:r w:rsidR="00CE02F1" w:rsidRPr="00171408">
        <w:rPr>
          <w:rFonts w:ascii="Times New Roman" w:hAnsi="Times New Roman" w:cs="Times New Roman"/>
          <w:lang w:val="kl-GL"/>
        </w:rPr>
        <w:t xml:space="preserve">ni siunnersuutigineqarpoq, aalajangersakkap taamatut isikkoqartillugu ingerlateqqinneqarnissaa. Taamaalilluni siunnersuutip kingunerivaa, </w:t>
      </w:r>
      <w:r w:rsidR="00F7628B" w:rsidRPr="00171408">
        <w:rPr>
          <w:rFonts w:ascii="Times New Roman" w:hAnsi="Times New Roman" w:cs="Times New Roman"/>
          <w:lang w:val="kl-GL"/>
        </w:rPr>
        <w:t>suliassaqartitsinermut ministeri</w:t>
      </w:r>
      <w:r w:rsidR="00CE02F1" w:rsidRPr="00171408">
        <w:rPr>
          <w:rFonts w:ascii="Times New Roman" w:hAnsi="Times New Roman" w:cs="Times New Roman"/>
          <w:lang w:val="kl-GL"/>
        </w:rPr>
        <w:t xml:space="preserve">p Namminersorlutik Oqartussat </w:t>
      </w:r>
      <w:r w:rsidR="009863DD" w:rsidRPr="00171408">
        <w:rPr>
          <w:rFonts w:ascii="Times New Roman" w:hAnsi="Times New Roman" w:cs="Times New Roman"/>
          <w:lang w:val="kl-GL"/>
        </w:rPr>
        <w:t>isumaqatigiinniarfigereerlugit</w:t>
      </w:r>
      <w:r w:rsidR="00CE02F1" w:rsidRPr="00171408">
        <w:rPr>
          <w:rFonts w:ascii="Times New Roman" w:hAnsi="Times New Roman" w:cs="Times New Roman"/>
          <w:lang w:val="kl-GL"/>
        </w:rPr>
        <w:t xml:space="preserve"> ingerlaavartumik taarsiissutit ataatsikkut tunniutassanngortillugit allanngortitsinermut malittarisassanik aalajangersaanissaa.</w:t>
      </w:r>
    </w:p>
    <w:p w14:paraId="652E790D" w14:textId="7F05363A" w:rsidR="00515200" w:rsidRPr="00171408" w:rsidRDefault="00CE02F1">
      <w:pPr>
        <w:rPr>
          <w:rFonts w:ascii="Times New Roman" w:hAnsi="Times New Roman"/>
          <w:lang w:val="kl-GL"/>
        </w:rPr>
      </w:pPr>
      <w:r w:rsidRPr="00171408">
        <w:rPr>
          <w:rFonts w:ascii="Times New Roman" w:hAnsi="Times New Roman" w:cs="Times New Roman"/>
          <w:lang w:val="kl-GL"/>
        </w:rPr>
        <w:t xml:space="preserve">Tamanna isumaqarpoq, </w:t>
      </w:r>
      <w:r w:rsidR="00F7628B" w:rsidRPr="00171408">
        <w:rPr>
          <w:rFonts w:ascii="Times New Roman" w:hAnsi="Times New Roman" w:cs="Times New Roman"/>
          <w:lang w:val="kl-GL"/>
        </w:rPr>
        <w:t>suliassaqartitsinermut ministeri</w:t>
      </w:r>
      <w:r w:rsidRPr="00171408">
        <w:rPr>
          <w:rFonts w:ascii="Times New Roman" w:hAnsi="Times New Roman" w:cs="Times New Roman"/>
          <w:lang w:val="kl-GL"/>
        </w:rPr>
        <w:t xml:space="preserve"> tamanna </w:t>
      </w:r>
      <w:r w:rsidR="007D7A79" w:rsidRPr="00171408">
        <w:rPr>
          <w:rFonts w:ascii="Times New Roman" w:hAnsi="Times New Roman" w:cs="Times New Roman"/>
          <w:lang w:val="kl-GL"/>
        </w:rPr>
        <w:t xml:space="preserve">tunngavigalugu </w:t>
      </w:r>
      <w:r w:rsidR="002C6171" w:rsidRPr="00171408">
        <w:rPr>
          <w:rFonts w:ascii="Times New Roman" w:hAnsi="Times New Roman" w:cs="Times New Roman"/>
          <w:lang w:val="kl-GL"/>
        </w:rPr>
        <w:t xml:space="preserve">pisinnaatinneqartoq </w:t>
      </w:r>
      <w:r w:rsidRPr="00171408">
        <w:rPr>
          <w:rFonts w:ascii="Times New Roman" w:hAnsi="Times New Roman" w:cs="Times New Roman"/>
          <w:lang w:val="kl-GL"/>
        </w:rPr>
        <w:t xml:space="preserve">ingerlaavartumik taarsiissutit ataatsikkut tunniutassanngortillugit allanngortitsinermut malittarisassanik erseqqinnerusunik nalunaarummi aalajangersaanissamut, ingerlaavartumik taarsiissutit ataatsikkut tunniutassanngortillugit allanngortitsineq pillugu Kalaallit Nunaanni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Pr="00171408">
        <w:rPr>
          <w:rFonts w:ascii="Times New Roman" w:hAnsi="Times New Roman" w:cs="Times New Roman"/>
          <w:lang w:val="kl-GL"/>
        </w:rPr>
        <w:t xml:space="preserve"> pillugu inatsit malillugu nalunaarut kingulleq nr. 1602, 18. december 2018-imeersoq.</w:t>
      </w:r>
    </w:p>
    <w:p w14:paraId="42E6CFA6" w14:textId="1A6C9CD8" w:rsidR="00515200" w:rsidRPr="00171408" w:rsidRDefault="001D6BCA">
      <w:pPr>
        <w:rPr>
          <w:rFonts w:ascii="Times New Roman" w:hAnsi="Times New Roman"/>
          <w:lang w:val="kl-GL"/>
        </w:rPr>
      </w:pPr>
      <w:r w:rsidRPr="00171408">
        <w:rPr>
          <w:rFonts w:ascii="Times New Roman" w:hAnsi="Times New Roman" w:cs="Times New Roman"/>
          <w:lang w:val="kl-GL"/>
        </w:rPr>
        <w:lastRenderedPageBreak/>
        <w:t>Taarsigassarsiat aningaasanngortinnerannut naleqqersuuti</w:t>
      </w:r>
      <w:r w:rsidR="00CE02F1" w:rsidRPr="00171408">
        <w:rPr>
          <w:rFonts w:ascii="Times New Roman" w:hAnsi="Times New Roman" w:cs="Times New Roman"/>
          <w:lang w:val="kl-GL"/>
        </w:rPr>
        <w:t xml:space="preserve">t ukiumoortut siunissami siunnersuummik aamma nalunaarummi tunngaviit nutaat malillugit naatsorsorneqassapput </w:t>
      </w:r>
      <w:r w:rsidR="00C3269E" w:rsidRPr="00171408">
        <w:rPr>
          <w:rFonts w:ascii="Times New Roman" w:hAnsi="Times New Roman" w:cs="Times New Roman"/>
          <w:lang w:val="kl-GL"/>
        </w:rPr>
        <w:t>aamma</w:t>
      </w:r>
      <w:r w:rsidR="00CE02F1" w:rsidRPr="00171408">
        <w:rPr>
          <w:rFonts w:ascii="Times New Roman" w:hAnsi="Times New Roman" w:cs="Times New Roman"/>
          <w:lang w:val="kl-GL"/>
        </w:rPr>
        <w:t xml:space="preserve"> tamatuma saniatigut </w:t>
      </w:r>
      <w:r w:rsidR="00992B3C" w:rsidRPr="00171408">
        <w:rPr>
          <w:rFonts w:ascii="Times New Roman" w:hAnsi="Times New Roman" w:cs="Times New Roman"/>
          <w:lang w:val="kl-GL"/>
        </w:rPr>
        <w:t xml:space="preserve">siunissami ukiumoortumik </w:t>
      </w:r>
      <w:r w:rsidR="00CE02F1" w:rsidRPr="00171408">
        <w:rPr>
          <w:rFonts w:ascii="Times New Roman" w:hAnsi="Times New Roman" w:cs="Times New Roman"/>
          <w:lang w:val="kl-GL"/>
        </w:rPr>
        <w:t>ilitsersuu</w:t>
      </w:r>
      <w:r w:rsidR="00992B3C" w:rsidRPr="00171408">
        <w:rPr>
          <w:rFonts w:ascii="Times New Roman" w:hAnsi="Times New Roman" w:cs="Times New Roman"/>
          <w:lang w:val="kl-GL"/>
        </w:rPr>
        <w:t>m</w:t>
      </w:r>
      <w:r w:rsidR="00CE02F1" w:rsidRPr="00171408">
        <w:rPr>
          <w:rFonts w:ascii="Times New Roman" w:hAnsi="Times New Roman" w:cs="Times New Roman"/>
          <w:lang w:val="kl-GL"/>
        </w:rPr>
        <w:t>mi</w:t>
      </w:r>
      <w:r w:rsidR="00992B3C" w:rsidRPr="00171408">
        <w:rPr>
          <w:rFonts w:ascii="Times New Roman" w:hAnsi="Times New Roman" w:cs="Times New Roman"/>
          <w:lang w:val="kl-GL"/>
        </w:rPr>
        <w:t xml:space="preserve"> Arbejdsmarkedets Erhvervssikringip siulersuisui</w:t>
      </w:r>
      <w:r w:rsidR="00D061CF" w:rsidRPr="00171408">
        <w:rPr>
          <w:rFonts w:ascii="Times New Roman" w:hAnsi="Times New Roman" w:cs="Times New Roman"/>
          <w:lang w:val="kl-GL"/>
        </w:rPr>
        <w:t>niit inassuteqarneq tunngavigalugu</w:t>
      </w:r>
      <w:r w:rsidR="00CE02F1" w:rsidRPr="00171408">
        <w:rPr>
          <w:rFonts w:ascii="Times New Roman" w:hAnsi="Times New Roman" w:cs="Times New Roman"/>
          <w:lang w:val="kl-GL"/>
        </w:rPr>
        <w:t xml:space="preserve"> </w:t>
      </w:r>
      <w:r w:rsidR="00AC088F" w:rsidRPr="00171408">
        <w:rPr>
          <w:rFonts w:ascii="Times New Roman" w:hAnsi="Times New Roman" w:cs="Times New Roman"/>
          <w:lang w:val="kl-GL"/>
        </w:rPr>
        <w:t>piviusunngortinneqassallutik</w:t>
      </w:r>
      <w:r w:rsidR="00CE02F1" w:rsidRPr="00171408">
        <w:rPr>
          <w:rFonts w:ascii="Times New Roman" w:hAnsi="Times New Roman" w:cs="Times New Roman"/>
          <w:lang w:val="kl-GL"/>
        </w:rPr>
        <w:t>.</w:t>
      </w:r>
      <w:r w:rsidR="00D061CF" w:rsidRPr="00171408">
        <w:rPr>
          <w:rFonts w:ascii="Times New Roman" w:hAnsi="Times New Roman" w:cs="Times New Roman"/>
          <w:lang w:val="kl-GL"/>
        </w:rPr>
        <w:t xml:space="preserve"> Sulinermi ajoqusernermik isumannaarineq pillugu inatsimmi suleriaatsimut assinguvoq</w:t>
      </w:r>
      <w:r w:rsidR="001D586A" w:rsidRPr="00171408">
        <w:rPr>
          <w:rFonts w:ascii="Times New Roman" w:hAnsi="Times New Roman" w:cs="Times New Roman"/>
          <w:lang w:val="kl-GL"/>
        </w:rPr>
        <w:t>.</w:t>
      </w:r>
    </w:p>
    <w:p w14:paraId="2BB8EAAC" w14:textId="19FA50B0" w:rsidR="00515200" w:rsidRPr="00171408" w:rsidRDefault="00CE02F1">
      <w:pPr>
        <w:rPr>
          <w:rFonts w:ascii="Times New Roman" w:hAnsi="Times New Roman"/>
          <w:lang w:val="kl-GL"/>
        </w:rPr>
      </w:pPr>
      <w:r w:rsidRPr="00171408">
        <w:rPr>
          <w:rFonts w:ascii="Times New Roman" w:hAnsi="Times New Roman" w:cs="Times New Roman"/>
          <w:lang w:val="kl-GL"/>
        </w:rPr>
        <w:t xml:space="preserve">Aalajangersagaq siunnersuutigineqartoq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Pr="00171408">
        <w:rPr>
          <w:rFonts w:ascii="Times New Roman" w:hAnsi="Times New Roman" w:cs="Times New Roman"/>
          <w:lang w:val="kl-GL"/>
        </w:rPr>
        <w:t xml:space="preserve"> pillugu inatsimmi § 27-mut assinguvoq.</w:t>
      </w:r>
    </w:p>
    <w:p w14:paraId="700F9A61" w14:textId="77777777" w:rsidR="00515200" w:rsidRPr="00171408" w:rsidRDefault="00CE02F1">
      <w:pPr>
        <w:rPr>
          <w:rFonts w:ascii="Times New Roman" w:hAnsi="Times New Roman"/>
          <w:lang w:val="kl-GL"/>
        </w:rPr>
      </w:pPr>
      <w:r w:rsidRPr="00171408">
        <w:rPr>
          <w:rFonts w:ascii="Times New Roman" w:hAnsi="Times New Roman" w:cs="Times New Roman"/>
          <w:lang w:val="kl-GL"/>
        </w:rPr>
        <w:t>Tamatuma saniatigut oqaaseqaatit nalinginnaasut innersuussutigineqarput, imm. 2.8.</w:t>
      </w:r>
    </w:p>
    <w:p w14:paraId="21A26989" w14:textId="10805427" w:rsidR="00515200" w:rsidRPr="00171408" w:rsidRDefault="00CE02F1">
      <w:pPr>
        <w:rPr>
          <w:rFonts w:ascii="Times New Roman" w:hAnsi="Times New Roman"/>
          <w:lang w:val="kl-GL"/>
        </w:rPr>
      </w:pPr>
      <w:r w:rsidRPr="00171408">
        <w:rPr>
          <w:rFonts w:ascii="Times New Roman" w:hAnsi="Times New Roman" w:cs="Times New Roman"/>
          <w:lang w:val="kl-GL"/>
        </w:rPr>
        <w:t xml:space="preserve">Nr. </w:t>
      </w:r>
      <w:r w:rsidR="00DE60E3" w:rsidRPr="00171408">
        <w:rPr>
          <w:rFonts w:ascii="Times New Roman" w:hAnsi="Times New Roman" w:cs="Times New Roman"/>
          <w:lang w:val="kl-GL"/>
        </w:rPr>
        <w:t>10</w:t>
      </w:r>
      <w:r w:rsidRPr="00171408">
        <w:rPr>
          <w:rFonts w:ascii="Times New Roman" w:hAnsi="Times New Roman" w:cs="Times New Roman"/>
          <w:lang w:val="kl-GL"/>
        </w:rPr>
        <w:t>-mut</w:t>
      </w:r>
    </w:p>
    <w:p w14:paraId="6EB76EA1" w14:textId="65DD99FF" w:rsidR="00515200" w:rsidRPr="00171408" w:rsidRDefault="00CE02F1">
      <w:pPr>
        <w:rPr>
          <w:rFonts w:ascii="Times New Roman" w:hAnsi="Times New Roman"/>
          <w:lang w:val="kl-GL"/>
        </w:rPr>
      </w:pPr>
      <w:r w:rsidRPr="00171408">
        <w:rPr>
          <w:rFonts w:ascii="Times New Roman" w:hAnsi="Times New Roman" w:cs="Times New Roman"/>
          <w:lang w:val="kl-GL"/>
        </w:rPr>
        <w:t xml:space="preserve">Kalaallit Nunaanni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Pr="00171408">
        <w:rPr>
          <w:rFonts w:ascii="Times New Roman" w:hAnsi="Times New Roman" w:cs="Times New Roman"/>
          <w:lang w:val="kl-GL"/>
        </w:rPr>
        <w:t xml:space="preserve"> pillugu inatsimmi § 35, imm. 1-imi aalajangersakkami atuuttumi allaqqavoq,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w:t>
      </w:r>
      <w:r w:rsidR="003E6066" w:rsidRPr="00171408">
        <w:rPr>
          <w:rFonts w:ascii="Times New Roman" w:hAnsi="Times New Roman" w:cs="Times New Roman"/>
          <w:lang w:val="kl-GL"/>
        </w:rPr>
        <w:t>utoorneq</w:t>
      </w:r>
      <w:r w:rsidRPr="00171408">
        <w:rPr>
          <w:rFonts w:ascii="Times New Roman" w:hAnsi="Times New Roman" w:cs="Times New Roman"/>
          <w:lang w:val="kl-GL"/>
        </w:rPr>
        <w:t xml:space="preserve">, inatsit malillugu ikiorsiissuteqarnissamut piumasaqaateqarsinnaanermut tunngaviusinnaasoq, piaarnerpaamik aamma ajoqusernermiit kingusinnerpaamik ullut </w:t>
      </w:r>
      <w:r w:rsidR="00CE1ADE" w:rsidRPr="00171408">
        <w:rPr>
          <w:rFonts w:ascii="Times New Roman" w:hAnsi="Times New Roman" w:cs="Times New Roman"/>
          <w:lang w:val="kl-GL"/>
        </w:rPr>
        <w:t>qulingiluat</w:t>
      </w:r>
      <w:r w:rsidRPr="00171408">
        <w:rPr>
          <w:rFonts w:ascii="Times New Roman" w:hAnsi="Times New Roman" w:cs="Times New Roman"/>
          <w:lang w:val="kl-GL"/>
        </w:rPr>
        <w:t xml:space="preserve"> qaangiunneranni nalunaarutigineqassasoq. Tamatuma saniatigut inatsimmi § 35, imm. 2-mi aalajangersakkami atuuttumi allaqqavoq,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ajutoorneq imm. 1 malillugu nalunaarutigineqarsimanngippat,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ajoqusertoq ullormiit ajoquserfimminiit kingusinnerpaamik sapaatit akunneri </w:t>
      </w:r>
      <w:r w:rsidR="0069437A" w:rsidRPr="00171408">
        <w:rPr>
          <w:rFonts w:ascii="Times New Roman" w:hAnsi="Times New Roman" w:cs="Times New Roman"/>
          <w:lang w:val="kl-GL"/>
        </w:rPr>
        <w:t>tallima</w:t>
      </w:r>
      <w:r w:rsidRPr="00171408">
        <w:rPr>
          <w:rFonts w:ascii="Times New Roman" w:hAnsi="Times New Roman" w:cs="Times New Roman"/>
          <w:lang w:val="kl-GL"/>
        </w:rPr>
        <w:t xml:space="preserve">t qaangiunneranni nalinginnaasumik tamakkiisumik suleqqilersimanngippat, tamatuma kingorna kingusinnerpaamik ullut </w:t>
      </w:r>
      <w:r w:rsidR="00D87709" w:rsidRPr="00171408">
        <w:rPr>
          <w:rFonts w:ascii="Times New Roman" w:hAnsi="Times New Roman" w:cs="Times New Roman"/>
          <w:lang w:val="kl-GL"/>
        </w:rPr>
        <w:t>qulingiluat</w:t>
      </w:r>
      <w:r w:rsidRPr="00171408">
        <w:rPr>
          <w:rFonts w:ascii="Times New Roman" w:hAnsi="Times New Roman" w:cs="Times New Roman"/>
          <w:lang w:val="kl-GL"/>
        </w:rPr>
        <w:t xml:space="preserve"> qaangiutsinnagit ajoqusernerup nalunaarutigineqa</w:t>
      </w:r>
      <w:r w:rsidR="00D87709" w:rsidRPr="00171408">
        <w:rPr>
          <w:rFonts w:ascii="Times New Roman" w:hAnsi="Times New Roman" w:cs="Times New Roman"/>
          <w:lang w:val="kl-GL"/>
        </w:rPr>
        <w:t>ssasoq</w:t>
      </w:r>
      <w:r w:rsidRPr="00171408">
        <w:rPr>
          <w:rFonts w:ascii="Times New Roman" w:hAnsi="Times New Roman" w:cs="Times New Roman"/>
          <w:lang w:val="kl-GL"/>
        </w:rPr>
        <w:t>.</w:t>
      </w:r>
    </w:p>
    <w:p w14:paraId="0E1C09BB" w14:textId="48135999" w:rsidR="00515200" w:rsidRPr="00171408" w:rsidRDefault="001B7E93">
      <w:pPr>
        <w:rPr>
          <w:rFonts w:ascii="Times New Roman" w:hAnsi="Times New Roman"/>
          <w:lang w:val="kl-GL"/>
        </w:rPr>
      </w:pPr>
      <w:r w:rsidRPr="00171408">
        <w:rPr>
          <w:rFonts w:ascii="Times New Roman" w:hAnsi="Times New Roman" w:cs="Times New Roman"/>
          <w:lang w:val="kl-GL"/>
        </w:rPr>
        <w:t>Inatsit malillugu ajoqusertumut aamma qimagaasunut taarsiiffigitinnermik aamma ajunngitsorsiaqarnermik il.il. kinguneqarsinnaappat, imaluunniit ajoqusertoq ullormiit ajutoorfimminiit kingusinnerpaamik sapaatit akunneri tallimat qaangiunneranni nalinginnaasumik tamakkiisumik suleqqilersimanngippat, t</w:t>
      </w:r>
      <w:r w:rsidR="001F3DD1" w:rsidRPr="00171408">
        <w:rPr>
          <w:rFonts w:ascii="Times New Roman" w:hAnsi="Times New Roman" w:cs="Times New Roman"/>
          <w:lang w:val="kl-GL"/>
        </w:rPr>
        <w:t xml:space="preserve">aamaalilluni aalajangersagaq </w:t>
      </w:r>
      <w:r w:rsidR="00CE02F1" w:rsidRPr="00171408">
        <w:rPr>
          <w:rFonts w:ascii="Times New Roman" w:hAnsi="Times New Roman" w:cs="Times New Roman"/>
          <w:lang w:val="kl-GL"/>
        </w:rPr>
        <w:t>atuuttoq malillugu</w:t>
      </w:r>
      <w:r w:rsidR="001F3DD1" w:rsidRPr="00171408">
        <w:rPr>
          <w:rFonts w:ascii="Times New Roman" w:hAnsi="Times New Roman" w:cs="Times New Roman"/>
          <w:lang w:val="kl-GL"/>
        </w:rPr>
        <w:t xml:space="preserve">, </w:t>
      </w:r>
      <w:r w:rsidR="00CE02F1" w:rsidRPr="00171408">
        <w:rPr>
          <w:rFonts w:ascii="Times New Roman" w:hAnsi="Times New Roman" w:cs="Times New Roman"/>
          <w:lang w:val="kl-GL"/>
        </w:rPr>
        <w:t xml:space="preserve">ajoquserneq nalunaarutigineqassaaq. Aalajangersakkami taamaallaat pineqarput </w:t>
      </w:r>
      <w:r w:rsidR="005E0E6B" w:rsidRPr="00171408">
        <w:rPr>
          <w:rFonts w:ascii="Times New Roman" w:hAnsi="Times New Roman" w:cs="Times New Roman"/>
          <w:lang w:val="kl-GL"/>
        </w:rPr>
        <w:t>sulinermi</w:t>
      </w:r>
      <w:r w:rsidR="00CE02F1" w:rsidRPr="00171408">
        <w:rPr>
          <w:rFonts w:ascii="Times New Roman" w:hAnsi="Times New Roman" w:cs="Times New Roman"/>
          <w:lang w:val="kl-GL"/>
        </w:rPr>
        <w:t xml:space="preserve"> ajutoornerit. Aalajangersagaq atuuttoq malillugu nalunaarutiginninnissamut piumasaqaat pingaarneq tassaavoq, </w:t>
      </w:r>
      <w:r w:rsidR="005E0E6B" w:rsidRPr="00171408">
        <w:rPr>
          <w:rFonts w:ascii="Times New Roman" w:hAnsi="Times New Roman" w:cs="Times New Roman"/>
          <w:lang w:val="kl-GL"/>
        </w:rPr>
        <w:t>sulinermi</w:t>
      </w:r>
      <w:r w:rsidR="00CE02F1" w:rsidRPr="00171408">
        <w:rPr>
          <w:rFonts w:ascii="Times New Roman" w:hAnsi="Times New Roman" w:cs="Times New Roman"/>
          <w:lang w:val="kl-GL"/>
        </w:rPr>
        <w:t xml:space="preserve"> ajutoorneq pissutigalugu ajunngitsorsiaqarnissaq </w:t>
      </w:r>
      <w:r w:rsidR="00F01749" w:rsidRPr="00171408">
        <w:rPr>
          <w:rFonts w:ascii="Times New Roman" w:hAnsi="Times New Roman" w:cs="Times New Roman"/>
          <w:lang w:val="kl-GL"/>
        </w:rPr>
        <w:t>piumasaqaataanersoq</w:t>
      </w:r>
      <w:r w:rsidR="00CE02F1" w:rsidRPr="00171408">
        <w:rPr>
          <w:rFonts w:ascii="Times New Roman" w:hAnsi="Times New Roman" w:cs="Times New Roman"/>
          <w:lang w:val="kl-GL"/>
        </w:rPr>
        <w:t xml:space="preserve">, aappaattullu piumasaqaat pingaarneq tassaalluni, ajoqusertup ullormiit ajoquserfimminiit sapaatit akunneri </w:t>
      </w:r>
      <w:r w:rsidR="000B763B" w:rsidRPr="00171408">
        <w:rPr>
          <w:rFonts w:ascii="Times New Roman" w:hAnsi="Times New Roman" w:cs="Times New Roman"/>
          <w:lang w:val="kl-GL"/>
        </w:rPr>
        <w:t>tallima</w:t>
      </w:r>
      <w:r w:rsidR="00CE02F1" w:rsidRPr="00171408">
        <w:rPr>
          <w:rFonts w:ascii="Times New Roman" w:hAnsi="Times New Roman" w:cs="Times New Roman"/>
          <w:lang w:val="kl-GL"/>
        </w:rPr>
        <w:t>t qaangiunneranni suli nalinginnaasumik tamakkiisumik sulileqqissinnaannginnera.</w:t>
      </w:r>
    </w:p>
    <w:p w14:paraId="64AE0C7E" w14:textId="6B2BF0A8" w:rsidR="00515200" w:rsidRPr="00171408" w:rsidRDefault="005E0E6B">
      <w:pPr>
        <w:rPr>
          <w:rFonts w:ascii="Times New Roman" w:hAnsi="Times New Roman"/>
          <w:lang w:val="kl-GL"/>
        </w:rPr>
      </w:pPr>
      <w:r w:rsidRPr="00171408">
        <w:rPr>
          <w:rFonts w:ascii="Times New Roman" w:hAnsi="Times New Roman" w:cs="Times New Roman"/>
          <w:lang w:val="kl-GL"/>
        </w:rPr>
        <w:t>Sulinermi</w:t>
      </w:r>
      <w:r w:rsidR="00CE02F1" w:rsidRPr="00171408">
        <w:rPr>
          <w:rFonts w:ascii="Times New Roman" w:hAnsi="Times New Roman" w:cs="Times New Roman"/>
          <w:lang w:val="kl-GL"/>
        </w:rPr>
        <w:t xml:space="preserve"> ajutoorneq inatsisit atuuttut malillugit inuup ajoqusernerivaa, tassanngaannartumik pisup imalu</w:t>
      </w:r>
      <w:r w:rsidR="000B763B" w:rsidRPr="00171408">
        <w:rPr>
          <w:rFonts w:ascii="Times New Roman" w:hAnsi="Times New Roman" w:cs="Times New Roman"/>
          <w:lang w:val="kl-GL"/>
        </w:rPr>
        <w:t>u</w:t>
      </w:r>
      <w:r w:rsidR="00CE02F1" w:rsidRPr="00171408">
        <w:rPr>
          <w:rFonts w:ascii="Times New Roman" w:hAnsi="Times New Roman" w:cs="Times New Roman"/>
          <w:lang w:val="kl-GL"/>
        </w:rPr>
        <w:t xml:space="preserve">nniit sunnerneqaatip kingunerisaa, sivisunerpaamik ulluni tallimani atuuttoq, </w:t>
      </w:r>
      <w:r w:rsidR="00C3269E" w:rsidRPr="00171408">
        <w:rPr>
          <w:rFonts w:ascii="Times New Roman" w:hAnsi="Times New Roman" w:cs="Times New Roman"/>
          <w:lang w:val="kl-GL"/>
        </w:rPr>
        <w:t>aamma</w:t>
      </w:r>
      <w:r w:rsidR="00CE02F1" w:rsidRPr="00171408">
        <w:rPr>
          <w:rFonts w:ascii="Times New Roman" w:hAnsi="Times New Roman" w:cs="Times New Roman"/>
          <w:lang w:val="kl-GL"/>
        </w:rPr>
        <w:t xml:space="preserve"> sulinerup kingunerisaa. Taamaalilluni piumasaqaataavoq, ajutoorneq pisima</w:t>
      </w:r>
      <w:r w:rsidR="00AA6F36" w:rsidRPr="00171408">
        <w:rPr>
          <w:rFonts w:ascii="Times New Roman" w:hAnsi="Times New Roman" w:cs="Times New Roman"/>
          <w:lang w:val="kl-GL"/>
        </w:rPr>
        <w:t>ssa</w:t>
      </w:r>
      <w:r w:rsidR="00CE02F1" w:rsidRPr="00171408">
        <w:rPr>
          <w:rFonts w:ascii="Times New Roman" w:hAnsi="Times New Roman" w:cs="Times New Roman"/>
          <w:lang w:val="kl-GL"/>
        </w:rPr>
        <w:t xml:space="preserve">soq ajoqusertup sulinera pissutigalugu imaluunniit pissutsit </w:t>
      </w:r>
      <w:r w:rsidRPr="00171408">
        <w:rPr>
          <w:rFonts w:ascii="Times New Roman" w:hAnsi="Times New Roman" w:cs="Times New Roman"/>
          <w:lang w:val="kl-GL"/>
        </w:rPr>
        <w:t>sulinermi</w:t>
      </w:r>
      <w:r w:rsidR="00CE02F1" w:rsidRPr="00171408">
        <w:rPr>
          <w:rFonts w:ascii="Times New Roman" w:hAnsi="Times New Roman" w:cs="Times New Roman"/>
          <w:lang w:val="kl-GL"/>
        </w:rPr>
        <w:t xml:space="preserve"> atuuttut pissutigalugit. Taamaattumik sulin</w:t>
      </w:r>
      <w:r w:rsidR="000B7913" w:rsidRPr="00171408">
        <w:rPr>
          <w:rFonts w:ascii="Times New Roman" w:hAnsi="Times New Roman" w:cs="Times New Roman"/>
          <w:lang w:val="kl-GL"/>
        </w:rPr>
        <w:t>erup avataani</w:t>
      </w:r>
      <w:r w:rsidR="00CE02F1" w:rsidRPr="00171408">
        <w:rPr>
          <w:rFonts w:ascii="Times New Roman" w:hAnsi="Times New Roman" w:cs="Times New Roman"/>
          <w:lang w:val="kl-GL"/>
        </w:rPr>
        <w:t xml:space="preserve"> timikkut </w:t>
      </w:r>
      <w:r w:rsidR="000B7913" w:rsidRPr="00171408">
        <w:rPr>
          <w:rFonts w:ascii="Times New Roman" w:hAnsi="Times New Roman" w:cs="Times New Roman"/>
          <w:lang w:val="kl-GL"/>
        </w:rPr>
        <w:t>nakuuserneq</w:t>
      </w:r>
      <w:r w:rsidR="00CE02F1" w:rsidRPr="00171408">
        <w:rPr>
          <w:rFonts w:ascii="Times New Roman" w:hAnsi="Times New Roman" w:cs="Times New Roman"/>
          <w:lang w:val="kl-GL"/>
        </w:rPr>
        <w:t>, sioorasaarineq aamma kanngunarsaalluni pissusilersorne</w:t>
      </w:r>
      <w:r w:rsidR="000313B5" w:rsidRPr="00171408">
        <w:rPr>
          <w:rFonts w:ascii="Times New Roman" w:hAnsi="Times New Roman" w:cs="Times New Roman"/>
          <w:lang w:val="kl-GL"/>
        </w:rPr>
        <w:t>q</w:t>
      </w:r>
      <w:r w:rsidR="00CE02F1" w:rsidRPr="00171408">
        <w:rPr>
          <w:rFonts w:ascii="Times New Roman" w:hAnsi="Times New Roman" w:cs="Times New Roman"/>
          <w:lang w:val="kl-GL"/>
        </w:rPr>
        <w:t xml:space="preserve"> alla ilaatinneqassapput, tamanna sulisitsisumut sullissinermut attuumassuteqarpat. </w:t>
      </w:r>
      <w:r w:rsidR="00BD4DA9" w:rsidRPr="00171408">
        <w:rPr>
          <w:rFonts w:ascii="Times New Roman" w:hAnsi="Times New Roman" w:cs="Times New Roman"/>
          <w:lang w:val="kl-GL"/>
        </w:rPr>
        <w:t>Oqaaseqaatigineqassaaq</w:t>
      </w:r>
      <w:r w:rsidR="00CE02F1" w:rsidRPr="00171408">
        <w:rPr>
          <w:rFonts w:ascii="Times New Roman" w:hAnsi="Times New Roman" w:cs="Times New Roman"/>
          <w:lang w:val="kl-GL"/>
        </w:rPr>
        <w:t xml:space="preserve">, inuup ajoquserneranik taaguut </w:t>
      </w:r>
      <w:r w:rsidR="00C3269E" w:rsidRPr="00171408">
        <w:rPr>
          <w:rFonts w:ascii="Times New Roman" w:hAnsi="Times New Roman" w:cs="Times New Roman"/>
          <w:lang w:val="kl-GL"/>
        </w:rPr>
        <w:t>aamma</w:t>
      </w:r>
      <w:r w:rsidR="00CE02F1" w:rsidRPr="00171408">
        <w:rPr>
          <w:rFonts w:ascii="Times New Roman" w:hAnsi="Times New Roman" w:cs="Times New Roman"/>
          <w:lang w:val="kl-GL"/>
        </w:rPr>
        <w:t xml:space="preserve"> taamaalilluni akuersaarnissamut apeqqut inatsisissatut siunnersuummi </w:t>
      </w:r>
      <w:r w:rsidR="00AA21DA" w:rsidRPr="00171408">
        <w:rPr>
          <w:rFonts w:ascii="Times New Roman" w:hAnsi="Times New Roman" w:cs="Times New Roman"/>
          <w:lang w:val="kl-GL"/>
        </w:rPr>
        <w:t xml:space="preserve">matumani </w:t>
      </w:r>
      <w:r w:rsidR="00CE02F1" w:rsidRPr="00171408">
        <w:rPr>
          <w:rFonts w:ascii="Times New Roman" w:hAnsi="Times New Roman" w:cs="Times New Roman"/>
          <w:lang w:val="kl-GL"/>
        </w:rPr>
        <w:t>sakkukillineqa</w:t>
      </w:r>
      <w:r w:rsidR="00AA21DA" w:rsidRPr="00171408">
        <w:rPr>
          <w:rFonts w:ascii="Times New Roman" w:hAnsi="Times New Roman" w:cs="Times New Roman"/>
          <w:lang w:val="kl-GL"/>
        </w:rPr>
        <w:t>ssammata</w:t>
      </w:r>
      <w:r w:rsidR="00CE02F1" w:rsidRPr="00171408">
        <w:rPr>
          <w:rFonts w:ascii="Times New Roman" w:hAnsi="Times New Roman" w:cs="Times New Roman"/>
          <w:lang w:val="kl-GL"/>
        </w:rPr>
        <w:t xml:space="preserve">, tak. inatsisissatut siunnersuummi § 1, nr. </w:t>
      </w:r>
      <w:r w:rsidR="00731227" w:rsidRPr="00171408">
        <w:rPr>
          <w:rFonts w:ascii="Times New Roman" w:hAnsi="Times New Roman" w:cs="Times New Roman"/>
          <w:lang w:val="kl-GL"/>
        </w:rPr>
        <w:t>1</w:t>
      </w:r>
      <w:r w:rsidR="00CE02F1" w:rsidRPr="00171408">
        <w:rPr>
          <w:rFonts w:ascii="Times New Roman" w:hAnsi="Times New Roman" w:cs="Times New Roman"/>
          <w:lang w:val="kl-GL"/>
        </w:rPr>
        <w:t>.</w:t>
      </w:r>
    </w:p>
    <w:p w14:paraId="04223B82" w14:textId="092250A5" w:rsidR="00515200" w:rsidRPr="00171408" w:rsidRDefault="00CE02F1">
      <w:pPr>
        <w:rPr>
          <w:rFonts w:ascii="Times New Roman" w:hAnsi="Times New Roman"/>
          <w:lang w:val="kl-GL"/>
        </w:rPr>
      </w:pPr>
      <w:r w:rsidRPr="00171408">
        <w:rPr>
          <w:rFonts w:ascii="Times New Roman" w:hAnsi="Times New Roman" w:cs="Times New Roman"/>
          <w:lang w:val="kl-GL"/>
        </w:rPr>
        <w:t>Sulisitsisoq kinaluunniit nalunaarutiginninn</w:t>
      </w:r>
      <w:r w:rsidR="005779AB" w:rsidRPr="00171408">
        <w:rPr>
          <w:rFonts w:ascii="Times New Roman" w:hAnsi="Times New Roman" w:cs="Times New Roman"/>
          <w:lang w:val="kl-GL"/>
        </w:rPr>
        <w:t>i</w:t>
      </w:r>
      <w:r w:rsidRPr="00171408">
        <w:rPr>
          <w:rFonts w:ascii="Times New Roman" w:hAnsi="Times New Roman" w:cs="Times New Roman"/>
          <w:lang w:val="kl-GL"/>
        </w:rPr>
        <w:t>ssamut pisussaaffeqarpoq, nunami maani sullissinermini inunnik sulisitsisoq, sulineq akissarsiaqaataanersoq, akissarsiaqaataannginnersoq</w:t>
      </w:r>
      <w:r w:rsidR="00F402A1" w:rsidRPr="00171408">
        <w:rPr>
          <w:rFonts w:ascii="Times New Roman" w:hAnsi="Times New Roman" w:cs="Times New Roman"/>
          <w:lang w:val="kl-GL"/>
        </w:rPr>
        <w:t>,</w:t>
      </w:r>
      <w:r w:rsidRPr="00171408">
        <w:rPr>
          <w:rFonts w:ascii="Times New Roman" w:hAnsi="Times New Roman" w:cs="Times New Roman"/>
          <w:lang w:val="kl-GL"/>
        </w:rPr>
        <w:t xml:space="preserve"> ataavartuunersoq, utaqqiisaagallartuunersoq imaluunniit qaangiuttussaanersoq</w:t>
      </w:r>
      <w:r w:rsidR="00F402A1" w:rsidRPr="00171408">
        <w:rPr>
          <w:rFonts w:ascii="Times New Roman" w:hAnsi="Times New Roman" w:cs="Times New Roman"/>
          <w:lang w:val="kl-GL"/>
        </w:rPr>
        <w:t xml:space="preserve"> apeqqutaatinnagu</w:t>
      </w:r>
      <w:r w:rsidRPr="00171408">
        <w:rPr>
          <w:rFonts w:ascii="Times New Roman" w:hAnsi="Times New Roman" w:cs="Times New Roman"/>
          <w:lang w:val="kl-GL"/>
        </w:rPr>
        <w:t xml:space="preserve">. Tamanna sulisitsisumut </w:t>
      </w:r>
      <w:r w:rsidR="003F2A65" w:rsidRPr="00171408">
        <w:rPr>
          <w:rFonts w:ascii="Times New Roman" w:hAnsi="Times New Roman" w:cs="Times New Roman"/>
          <w:lang w:val="kl-GL"/>
        </w:rPr>
        <w:t xml:space="preserve">ilanngullugu </w:t>
      </w:r>
      <w:r w:rsidRPr="00171408">
        <w:rPr>
          <w:rFonts w:ascii="Times New Roman" w:hAnsi="Times New Roman" w:cs="Times New Roman"/>
          <w:lang w:val="kl-GL"/>
        </w:rPr>
        <w:t>atuuppoq, sullissinermini inunnik Kalaallit Nunaanni umiarsuarmi sulisunik</w:t>
      </w:r>
      <w:r w:rsidR="00A8734A" w:rsidRPr="00171408">
        <w:rPr>
          <w:rFonts w:ascii="Times New Roman" w:hAnsi="Times New Roman" w:cs="Times New Roman"/>
          <w:lang w:val="kl-GL"/>
        </w:rPr>
        <w:t xml:space="preserve"> sulisitsisumut</w:t>
      </w:r>
      <w:r w:rsidRPr="00171408">
        <w:rPr>
          <w:rFonts w:ascii="Times New Roman" w:hAnsi="Times New Roman" w:cs="Times New Roman"/>
          <w:lang w:val="kl-GL"/>
        </w:rPr>
        <w:t xml:space="preserve">, tak. Kalaallit Nunaanni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Pr="00171408">
        <w:rPr>
          <w:rFonts w:ascii="Times New Roman" w:hAnsi="Times New Roman" w:cs="Times New Roman"/>
          <w:lang w:val="kl-GL"/>
        </w:rPr>
        <w:t xml:space="preserve"> pillugu inatsimmi § 53, imm. 3.</w:t>
      </w:r>
    </w:p>
    <w:p w14:paraId="305195C3" w14:textId="48A95AF5" w:rsidR="00515200" w:rsidRPr="00171408" w:rsidRDefault="00CE02F1">
      <w:pPr>
        <w:rPr>
          <w:rFonts w:ascii="Times New Roman" w:hAnsi="Times New Roman"/>
          <w:lang w:val="kl-GL"/>
        </w:rPr>
      </w:pPr>
      <w:r w:rsidRPr="00171408">
        <w:rPr>
          <w:rFonts w:ascii="Times New Roman" w:hAnsi="Times New Roman" w:cs="Times New Roman"/>
          <w:lang w:val="kl-GL"/>
        </w:rPr>
        <w:lastRenderedPageBreak/>
        <w:t xml:space="preserve">Inummut </w:t>
      </w:r>
      <w:r w:rsidR="00FC6541" w:rsidRPr="00171408">
        <w:rPr>
          <w:rFonts w:ascii="Times New Roman" w:hAnsi="Times New Roman" w:cs="Times New Roman"/>
          <w:lang w:val="kl-GL"/>
        </w:rPr>
        <w:t xml:space="preserve">inuup nammineq </w:t>
      </w:r>
      <w:r w:rsidRPr="00171408">
        <w:rPr>
          <w:rFonts w:ascii="Times New Roman" w:hAnsi="Times New Roman" w:cs="Times New Roman"/>
          <w:lang w:val="kl-GL"/>
        </w:rPr>
        <w:t xml:space="preserve">angerlarsimaffiani sulisumut imaluunniit nammineq inuttut sulinermi </w:t>
      </w:r>
      <w:r w:rsidR="00FC6541" w:rsidRPr="00171408">
        <w:rPr>
          <w:rFonts w:ascii="Times New Roman" w:hAnsi="Times New Roman" w:cs="Times New Roman"/>
          <w:lang w:val="kl-GL"/>
        </w:rPr>
        <w:t>kiffartuussisumut</w:t>
      </w:r>
      <w:r w:rsidRPr="00171408">
        <w:rPr>
          <w:rFonts w:ascii="Times New Roman" w:hAnsi="Times New Roman" w:cs="Times New Roman"/>
          <w:lang w:val="kl-GL"/>
        </w:rPr>
        <w:t>, sillimmasernissamut pisussaaffeqanngitsumut, tak. § 36, imm. 2, sulisitsisoq nalunaarutiginni</w:t>
      </w:r>
      <w:r w:rsidR="00FC6541" w:rsidRPr="00171408">
        <w:rPr>
          <w:rFonts w:ascii="Times New Roman" w:hAnsi="Times New Roman" w:cs="Times New Roman"/>
          <w:lang w:val="kl-GL"/>
        </w:rPr>
        <w:t>nni</w:t>
      </w:r>
      <w:r w:rsidRPr="00171408">
        <w:rPr>
          <w:rFonts w:ascii="Times New Roman" w:hAnsi="Times New Roman" w:cs="Times New Roman"/>
          <w:lang w:val="kl-GL"/>
        </w:rPr>
        <w:t xml:space="preserve">ssamut pisussaaffeqarpoq. Ajoqusertumut, § 36, imm. 3 malillugu imminut isumannaarsimasumut,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inummut, nunami maani inuup inuuneranik annaassiniar</w:t>
      </w:r>
      <w:r w:rsidR="00AA3F87" w:rsidRPr="00171408">
        <w:rPr>
          <w:rFonts w:ascii="Times New Roman" w:hAnsi="Times New Roman" w:cs="Times New Roman"/>
          <w:lang w:val="kl-GL"/>
        </w:rPr>
        <w:t>t</w:t>
      </w:r>
      <w:r w:rsidRPr="00171408">
        <w:rPr>
          <w:rFonts w:ascii="Times New Roman" w:hAnsi="Times New Roman" w:cs="Times New Roman"/>
          <w:lang w:val="kl-GL"/>
        </w:rPr>
        <w:t xml:space="preserve">umut, tamanna nalinginnaasumik suliffianut ilaanngikkaluartoq, tak. inatsimmi § 4, imm. 2, nr. 4, </w:t>
      </w:r>
      <w:r w:rsidR="008D0C8D" w:rsidRPr="00171408">
        <w:rPr>
          <w:rFonts w:ascii="Times New Roman" w:hAnsi="Times New Roman" w:cs="Times New Roman"/>
          <w:lang w:val="kl-GL"/>
        </w:rPr>
        <w:t xml:space="preserve">pineqartup </w:t>
      </w:r>
      <w:r w:rsidRPr="00171408">
        <w:rPr>
          <w:rFonts w:ascii="Times New Roman" w:hAnsi="Times New Roman" w:cs="Times New Roman"/>
          <w:lang w:val="kl-GL"/>
        </w:rPr>
        <w:t>nammineerluni imaluunniit taassuma qimata</w:t>
      </w:r>
      <w:r w:rsidR="008D0C8D" w:rsidRPr="00171408">
        <w:rPr>
          <w:rFonts w:ascii="Times New Roman" w:hAnsi="Times New Roman" w:cs="Times New Roman"/>
          <w:lang w:val="kl-GL"/>
        </w:rPr>
        <w:t>asa</w:t>
      </w:r>
      <w:r w:rsidRPr="00171408">
        <w:rPr>
          <w:rFonts w:ascii="Times New Roman" w:hAnsi="Times New Roman" w:cs="Times New Roman"/>
          <w:lang w:val="kl-GL"/>
        </w:rPr>
        <w:t xml:space="preserve"> </w:t>
      </w:r>
      <w:r w:rsidR="000C2CBE" w:rsidRPr="00171408">
        <w:rPr>
          <w:rFonts w:ascii="Times New Roman" w:hAnsi="Times New Roman" w:cs="Times New Roman"/>
          <w:lang w:val="kl-GL"/>
        </w:rPr>
        <w:t>nalunaarutiginninneq isumagissavaat</w:t>
      </w:r>
      <w:r w:rsidRPr="00171408">
        <w:rPr>
          <w:rFonts w:ascii="Times New Roman" w:hAnsi="Times New Roman" w:cs="Times New Roman"/>
          <w:lang w:val="kl-GL"/>
        </w:rPr>
        <w:t>.</w:t>
      </w:r>
    </w:p>
    <w:p w14:paraId="44EB21C5" w14:textId="0E7F595F" w:rsidR="00515200" w:rsidRPr="00171408" w:rsidRDefault="00CE02F1">
      <w:pPr>
        <w:rPr>
          <w:rFonts w:ascii="Times New Roman" w:hAnsi="Times New Roman"/>
          <w:lang w:val="kl-GL"/>
        </w:rPr>
      </w:pPr>
      <w:r w:rsidRPr="00171408">
        <w:rPr>
          <w:rFonts w:ascii="Times New Roman" w:hAnsi="Times New Roman" w:cs="Times New Roman"/>
          <w:lang w:val="kl-GL"/>
        </w:rPr>
        <w:t xml:space="preserve">Inatsisissatut siunnersuummi </w:t>
      </w:r>
      <w:r w:rsidRPr="00171408">
        <w:rPr>
          <w:rFonts w:ascii="Times New Roman" w:hAnsi="Times New Roman" w:cs="Times New Roman"/>
          <w:i/>
          <w:lang w:val="kl-GL"/>
        </w:rPr>
        <w:t xml:space="preserve">§ 1, nr. </w:t>
      </w:r>
      <w:r w:rsidR="005C7283" w:rsidRPr="00171408">
        <w:rPr>
          <w:rFonts w:ascii="Times New Roman" w:hAnsi="Times New Roman" w:cs="Times New Roman"/>
          <w:i/>
          <w:lang w:val="kl-GL"/>
        </w:rPr>
        <w:t>10</w:t>
      </w:r>
      <w:r w:rsidRPr="00171408">
        <w:rPr>
          <w:rFonts w:ascii="Times New Roman" w:hAnsi="Times New Roman" w:cs="Times New Roman"/>
          <w:lang w:val="kl-GL"/>
        </w:rPr>
        <w:t>-mi</w:t>
      </w:r>
      <w:r w:rsidRPr="00171408">
        <w:rPr>
          <w:rFonts w:ascii="Times New Roman" w:hAnsi="Times New Roman" w:cs="Times New Roman"/>
          <w:i/>
          <w:lang w:val="kl-GL"/>
        </w:rPr>
        <w:t xml:space="preserve">, </w:t>
      </w:r>
      <w:r w:rsidRPr="00171408">
        <w:rPr>
          <w:rFonts w:ascii="Times New Roman" w:hAnsi="Times New Roman" w:cs="Times New Roman"/>
          <w:lang w:val="kl-GL"/>
        </w:rPr>
        <w:t>siunnersuutigineqarpoq, § 35 imm. 1-miit 3-mut atorunnaarsinneqarnissa</w:t>
      </w:r>
      <w:r w:rsidR="00E42F80" w:rsidRPr="00171408">
        <w:rPr>
          <w:rFonts w:ascii="Times New Roman" w:hAnsi="Times New Roman" w:cs="Times New Roman"/>
          <w:lang w:val="kl-GL"/>
        </w:rPr>
        <w:t>sut</w:t>
      </w:r>
      <w:r w:rsidRPr="00171408">
        <w:rPr>
          <w:rFonts w:ascii="Times New Roman" w:hAnsi="Times New Roman" w:cs="Times New Roman"/>
          <w:lang w:val="kl-GL"/>
        </w:rPr>
        <w:t xml:space="preserve">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taarsiullugu </w:t>
      </w:r>
      <w:r w:rsidR="00E42F80" w:rsidRPr="00171408">
        <w:rPr>
          <w:rFonts w:ascii="Times New Roman" w:hAnsi="Times New Roman" w:cs="Times New Roman"/>
          <w:lang w:val="kl-GL"/>
        </w:rPr>
        <w:t>ikkunneqassasoq</w:t>
      </w:r>
      <w:r w:rsidRPr="00171408">
        <w:rPr>
          <w:rFonts w:ascii="Times New Roman" w:hAnsi="Times New Roman" w:cs="Times New Roman"/>
          <w:iCs/>
          <w:lang w:val="kl-GL"/>
        </w:rPr>
        <w:t xml:space="preserve">: »Sulisitsisup ullormiit sulinngiffiusumiit siullermiit kingusinnerpaamik ullut 14-it qaangiutsinnagit </w:t>
      </w:r>
      <w:r w:rsidR="005E0E6B" w:rsidRPr="00171408">
        <w:rPr>
          <w:rFonts w:ascii="Times New Roman" w:hAnsi="Times New Roman" w:cs="Times New Roman"/>
          <w:iCs/>
          <w:lang w:val="kl-GL"/>
        </w:rPr>
        <w:t>sulinermi</w:t>
      </w:r>
      <w:r w:rsidRPr="00171408">
        <w:rPr>
          <w:rFonts w:ascii="Times New Roman" w:hAnsi="Times New Roman" w:cs="Times New Roman"/>
          <w:iCs/>
          <w:lang w:val="kl-GL"/>
        </w:rPr>
        <w:t xml:space="preserve"> ajutoorneq nalunaarutigissavaa, </w:t>
      </w:r>
      <w:r w:rsidR="00541B96" w:rsidRPr="00171408">
        <w:rPr>
          <w:rFonts w:ascii="Times New Roman" w:hAnsi="Times New Roman" w:cs="Times New Roman"/>
          <w:iCs/>
          <w:lang w:val="kl-GL"/>
        </w:rPr>
        <w:t>ullup ajoquserfiup saniatigut</w:t>
      </w:r>
      <w:r w:rsidR="004E5896" w:rsidRPr="00171408">
        <w:rPr>
          <w:rFonts w:ascii="Times New Roman" w:hAnsi="Times New Roman" w:cs="Times New Roman"/>
          <w:iCs/>
          <w:lang w:val="kl-GL"/>
        </w:rPr>
        <w:t>,</w:t>
      </w:r>
      <w:r w:rsidR="00541B96" w:rsidRPr="00171408">
        <w:rPr>
          <w:rFonts w:ascii="Times New Roman" w:hAnsi="Times New Roman" w:cs="Times New Roman"/>
          <w:iCs/>
          <w:lang w:val="kl-GL"/>
        </w:rPr>
        <w:t xml:space="preserve"> </w:t>
      </w:r>
      <w:r w:rsidRPr="00171408">
        <w:rPr>
          <w:rFonts w:ascii="Times New Roman" w:hAnsi="Times New Roman" w:cs="Times New Roman"/>
          <w:iCs/>
          <w:lang w:val="kl-GL"/>
        </w:rPr>
        <w:t>ajutoorneq ajoqusertup nalinginnaasu</w:t>
      </w:r>
      <w:r w:rsidR="00AF6A22" w:rsidRPr="00171408">
        <w:rPr>
          <w:rFonts w:ascii="Times New Roman" w:hAnsi="Times New Roman" w:cs="Times New Roman"/>
          <w:iCs/>
          <w:lang w:val="kl-GL"/>
        </w:rPr>
        <w:t>mik</w:t>
      </w:r>
      <w:r w:rsidRPr="00171408">
        <w:rPr>
          <w:rFonts w:ascii="Times New Roman" w:hAnsi="Times New Roman" w:cs="Times New Roman"/>
          <w:iCs/>
          <w:lang w:val="kl-GL"/>
        </w:rPr>
        <w:t xml:space="preserve"> </w:t>
      </w:r>
      <w:r w:rsidR="00AF6A22" w:rsidRPr="00171408">
        <w:rPr>
          <w:rFonts w:ascii="Times New Roman" w:hAnsi="Times New Roman" w:cs="Times New Roman"/>
          <w:iCs/>
          <w:lang w:val="kl-GL"/>
        </w:rPr>
        <w:t xml:space="preserve">sulisarneraniit </w:t>
      </w:r>
      <w:r w:rsidRPr="00171408">
        <w:rPr>
          <w:rFonts w:ascii="Times New Roman" w:hAnsi="Times New Roman" w:cs="Times New Roman"/>
          <w:iCs/>
          <w:lang w:val="kl-GL"/>
        </w:rPr>
        <w:t>sulinngitsoorner</w:t>
      </w:r>
      <w:r w:rsidR="00AF6A22" w:rsidRPr="00171408">
        <w:rPr>
          <w:rFonts w:ascii="Times New Roman" w:hAnsi="Times New Roman" w:cs="Times New Roman"/>
          <w:iCs/>
          <w:lang w:val="kl-GL"/>
        </w:rPr>
        <w:t>mik</w:t>
      </w:r>
      <w:r w:rsidRPr="00171408">
        <w:rPr>
          <w:rFonts w:ascii="Times New Roman" w:hAnsi="Times New Roman" w:cs="Times New Roman"/>
          <w:iCs/>
          <w:lang w:val="kl-GL"/>
        </w:rPr>
        <w:t xml:space="preserve"> kinguneqarpat.</w:t>
      </w:r>
    </w:p>
    <w:p w14:paraId="0B7B6ACC" w14:textId="0AFF50E4" w:rsidR="00515200" w:rsidRPr="00171408" w:rsidRDefault="00CE02F1">
      <w:pPr>
        <w:rPr>
          <w:rFonts w:ascii="Times New Roman" w:hAnsi="Times New Roman"/>
          <w:lang w:val="kl-GL"/>
        </w:rPr>
      </w:pPr>
      <w:r w:rsidRPr="00171408">
        <w:rPr>
          <w:rFonts w:ascii="Times New Roman" w:hAnsi="Times New Roman" w:cs="Times New Roman"/>
          <w:i/>
          <w:iCs/>
          <w:lang w:val="kl-GL"/>
        </w:rPr>
        <w:t>Imm. 2.</w:t>
      </w:r>
      <w:r w:rsidRPr="00171408">
        <w:rPr>
          <w:rFonts w:ascii="Times New Roman" w:hAnsi="Times New Roman" w:cs="Times New Roman"/>
          <w:iCs/>
          <w:lang w:val="kl-GL"/>
        </w:rPr>
        <w:t xml:space="preserve"> </w:t>
      </w:r>
      <w:r w:rsidR="005E0E6B" w:rsidRPr="00171408">
        <w:rPr>
          <w:rFonts w:ascii="Times New Roman" w:hAnsi="Times New Roman" w:cs="Times New Roman"/>
          <w:iCs/>
          <w:lang w:val="kl-GL"/>
        </w:rPr>
        <w:t>Sulinermi</w:t>
      </w:r>
      <w:r w:rsidRPr="00171408">
        <w:rPr>
          <w:rFonts w:ascii="Times New Roman" w:hAnsi="Times New Roman" w:cs="Times New Roman"/>
          <w:iCs/>
          <w:lang w:val="kl-GL"/>
        </w:rPr>
        <w:t xml:space="preserve"> ajutoornerit, sulinngitsoornermik kinguneqanngitsut, kisianni inatsit malillugu ikiorsiissutinik pisartagaqarnissamut piumasaqaateqarfiusinnaasutut nalilerneqartut, tak. § 10, kingusinnerpaamik ullormiit </w:t>
      </w:r>
      <w:r w:rsidR="00ED074E" w:rsidRPr="00171408">
        <w:rPr>
          <w:rFonts w:ascii="Times New Roman" w:hAnsi="Times New Roman" w:cs="Times New Roman"/>
          <w:iCs/>
          <w:lang w:val="kl-GL"/>
        </w:rPr>
        <w:t xml:space="preserve">ajoquserfiusumiit </w:t>
      </w:r>
      <w:r w:rsidRPr="00171408">
        <w:rPr>
          <w:rFonts w:ascii="Times New Roman" w:hAnsi="Times New Roman" w:cs="Times New Roman"/>
          <w:iCs/>
          <w:lang w:val="kl-GL"/>
        </w:rPr>
        <w:t>ullut 14-it qaangiutsinnagit sulisitsisumit nalunaarutigineqassapput.«</w:t>
      </w:r>
    </w:p>
    <w:p w14:paraId="18BCBAA0" w14:textId="3ECD0CB3" w:rsidR="00515200" w:rsidRPr="00171408" w:rsidRDefault="00472224">
      <w:pPr>
        <w:rPr>
          <w:rFonts w:ascii="Times New Roman" w:hAnsi="Times New Roman"/>
          <w:lang w:val="kl-GL"/>
        </w:rPr>
      </w:pPr>
      <w:r w:rsidRPr="00171408">
        <w:rPr>
          <w:rFonts w:ascii="Times New Roman" w:hAnsi="Times New Roman" w:cs="Times New Roman"/>
          <w:lang w:val="kl-GL"/>
        </w:rPr>
        <w:t>I</w:t>
      </w:r>
      <w:r w:rsidR="00CE02F1" w:rsidRPr="00171408">
        <w:rPr>
          <w:rFonts w:ascii="Times New Roman" w:hAnsi="Times New Roman" w:cs="Times New Roman"/>
          <w:lang w:val="kl-GL"/>
        </w:rPr>
        <w:t xml:space="preserve">mm. 4 imm. </w:t>
      </w:r>
      <w:r w:rsidRPr="00171408">
        <w:rPr>
          <w:rFonts w:ascii="Times New Roman" w:hAnsi="Times New Roman" w:cs="Times New Roman"/>
          <w:lang w:val="kl-GL"/>
        </w:rPr>
        <w:t xml:space="preserve">tamatuma kingorna imm. </w:t>
      </w:r>
      <w:r w:rsidR="00CE02F1" w:rsidRPr="00171408">
        <w:rPr>
          <w:rFonts w:ascii="Times New Roman" w:hAnsi="Times New Roman" w:cs="Times New Roman"/>
          <w:lang w:val="kl-GL"/>
        </w:rPr>
        <w:t>3-nngussaaq.</w:t>
      </w:r>
    </w:p>
    <w:p w14:paraId="1B504D8A" w14:textId="00E6B639" w:rsidR="00515200" w:rsidRPr="00171408" w:rsidRDefault="00CE02F1">
      <w:pPr>
        <w:rPr>
          <w:rFonts w:ascii="Times New Roman" w:hAnsi="Times New Roman"/>
          <w:lang w:val="kl-GL"/>
        </w:rPr>
      </w:pPr>
      <w:r w:rsidRPr="00171408">
        <w:rPr>
          <w:rFonts w:ascii="Times New Roman" w:hAnsi="Times New Roman" w:cs="Times New Roman"/>
          <w:iCs/>
          <w:lang w:val="kl-GL"/>
        </w:rPr>
        <w:t xml:space="preserve">§ 35, imm. 1-imi allannguutissatut siunnersuutigineqartup kingunerissavaa, </w:t>
      </w:r>
      <w:r w:rsidR="00EC6936" w:rsidRPr="00171408">
        <w:rPr>
          <w:rFonts w:ascii="Times New Roman" w:hAnsi="Times New Roman" w:cs="Times New Roman"/>
          <w:iCs/>
          <w:lang w:val="kl-GL"/>
        </w:rPr>
        <w:t xml:space="preserve">ajutoorneq ullup ajoquserfiusup saniatigut ajoqusertup nalinginnaasumik suliffianiit sulinngitsoornermik kinguneqarsimappat, </w:t>
      </w:r>
      <w:r w:rsidRPr="00171408">
        <w:rPr>
          <w:rFonts w:ascii="Times New Roman" w:hAnsi="Times New Roman" w:cs="Times New Roman"/>
          <w:iCs/>
          <w:lang w:val="kl-GL"/>
        </w:rPr>
        <w:t>sulisitsisup ullo</w:t>
      </w:r>
      <w:r w:rsidR="00B222C7" w:rsidRPr="00171408">
        <w:rPr>
          <w:rFonts w:ascii="Times New Roman" w:hAnsi="Times New Roman" w:cs="Times New Roman"/>
          <w:iCs/>
          <w:lang w:val="kl-GL"/>
        </w:rPr>
        <w:t>q</w:t>
      </w:r>
      <w:r w:rsidRPr="00171408">
        <w:rPr>
          <w:rFonts w:ascii="Times New Roman" w:hAnsi="Times New Roman" w:cs="Times New Roman"/>
          <w:iCs/>
          <w:lang w:val="kl-GL"/>
        </w:rPr>
        <w:t xml:space="preserve"> </w:t>
      </w:r>
      <w:r w:rsidR="00B222C7" w:rsidRPr="00171408">
        <w:rPr>
          <w:rFonts w:ascii="Times New Roman" w:hAnsi="Times New Roman" w:cs="Times New Roman"/>
          <w:iCs/>
          <w:lang w:val="kl-GL"/>
        </w:rPr>
        <w:t xml:space="preserve">sulinngiffiusoq </w:t>
      </w:r>
      <w:r w:rsidRPr="00171408">
        <w:rPr>
          <w:rFonts w:ascii="Times New Roman" w:hAnsi="Times New Roman" w:cs="Times New Roman"/>
          <w:iCs/>
          <w:lang w:val="kl-GL"/>
        </w:rPr>
        <w:t xml:space="preserve">siullermiit kingusinnerpaamik ullut 14-it qaangiutsinnagit </w:t>
      </w:r>
      <w:r w:rsidR="005E0E6B" w:rsidRPr="00171408">
        <w:rPr>
          <w:rFonts w:ascii="Times New Roman" w:hAnsi="Times New Roman" w:cs="Times New Roman"/>
          <w:iCs/>
          <w:lang w:val="kl-GL"/>
        </w:rPr>
        <w:t>sulinermi</w:t>
      </w:r>
      <w:r w:rsidRPr="00171408">
        <w:rPr>
          <w:rFonts w:ascii="Times New Roman" w:hAnsi="Times New Roman" w:cs="Times New Roman"/>
          <w:iCs/>
          <w:lang w:val="kl-GL"/>
        </w:rPr>
        <w:t xml:space="preserve"> ajutoorne</w:t>
      </w:r>
      <w:r w:rsidR="00EC6936" w:rsidRPr="00171408">
        <w:rPr>
          <w:rFonts w:ascii="Times New Roman" w:hAnsi="Times New Roman" w:cs="Times New Roman"/>
          <w:iCs/>
          <w:lang w:val="kl-GL"/>
        </w:rPr>
        <w:t>q</w:t>
      </w:r>
      <w:r w:rsidRPr="00171408">
        <w:rPr>
          <w:rFonts w:ascii="Times New Roman" w:hAnsi="Times New Roman" w:cs="Times New Roman"/>
          <w:iCs/>
          <w:lang w:val="kl-GL"/>
        </w:rPr>
        <w:t xml:space="preserve"> nalunaarutiginninnissaa.</w:t>
      </w:r>
    </w:p>
    <w:p w14:paraId="72BB708F" w14:textId="3D026D47" w:rsidR="00515200" w:rsidRPr="00171408" w:rsidRDefault="00CE02F1">
      <w:pPr>
        <w:rPr>
          <w:rFonts w:ascii="Times New Roman" w:hAnsi="Times New Roman"/>
          <w:lang w:val="kl-GL"/>
        </w:rPr>
      </w:pPr>
      <w:r w:rsidRPr="00171408">
        <w:rPr>
          <w:rFonts w:ascii="Times New Roman" w:hAnsi="Times New Roman" w:cs="Times New Roman"/>
          <w:lang w:val="kl-GL"/>
        </w:rPr>
        <w:t xml:space="preserve">Siunnersuutip </w:t>
      </w:r>
      <w:r w:rsidR="00644FD5" w:rsidRPr="00171408">
        <w:rPr>
          <w:rFonts w:ascii="Times New Roman" w:hAnsi="Times New Roman" w:cs="Times New Roman"/>
          <w:lang w:val="kl-GL"/>
        </w:rPr>
        <w:t>kingunerissavaa</w:t>
      </w:r>
      <w:r w:rsidRPr="00171408">
        <w:rPr>
          <w:rFonts w:ascii="Times New Roman" w:hAnsi="Times New Roman" w:cs="Times New Roman"/>
          <w:lang w:val="kl-GL"/>
        </w:rPr>
        <w:t xml:space="preserve">, nalunaarutiginninnissamut pisussaaffik nangittumik sulisitsisumiissasoq, Kalaallit Nunaanni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Pr="00171408">
        <w:rPr>
          <w:rFonts w:ascii="Times New Roman" w:hAnsi="Times New Roman" w:cs="Times New Roman"/>
          <w:lang w:val="kl-GL"/>
        </w:rPr>
        <w:t xml:space="preserve"> pillugu inatsimmi § 46, imm. 1 malillugu isumannaarinissamut pisussaaffeqar</w:t>
      </w:r>
      <w:r w:rsidR="00A22BFD" w:rsidRPr="00171408">
        <w:rPr>
          <w:rFonts w:ascii="Times New Roman" w:hAnsi="Times New Roman" w:cs="Times New Roman"/>
          <w:lang w:val="kl-GL"/>
        </w:rPr>
        <w:t>titsi</w:t>
      </w:r>
      <w:r w:rsidR="00B454A2" w:rsidRPr="00171408">
        <w:rPr>
          <w:rFonts w:ascii="Times New Roman" w:hAnsi="Times New Roman" w:cs="Times New Roman"/>
          <w:lang w:val="kl-GL"/>
        </w:rPr>
        <w:t>soq</w:t>
      </w:r>
      <w:r w:rsidRPr="00171408">
        <w:rPr>
          <w:rFonts w:ascii="Times New Roman" w:hAnsi="Times New Roman" w:cs="Times New Roman"/>
          <w:lang w:val="kl-GL"/>
        </w:rPr>
        <w:t>.</w:t>
      </w:r>
    </w:p>
    <w:p w14:paraId="1BDA1E74" w14:textId="2EA0C028" w:rsidR="00515200" w:rsidRPr="00171408" w:rsidRDefault="007D47D1">
      <w:pPr>
        <w:rPr>
          <w:rFonts w:ascii="Times New Roman" w:hAnsi="Times New Roman"/>
          <w:lang w:val="kl-GL"/>
        </w:rPr>
      </w:pPr>
      <w:r w:rsidRPr="00171408">
        <w:rPr>
          <w:rFonts w:ascii="Times New Roman" w:hAnsi="Times New Roman" w:cs="Times New Roman"/>
          <w:lang w:val="kl-GL"/>
        </w:rPr>
        <w:t xml:space="preserve">Ilanngullugu </w:t>
      </w:r>
      <w:r w:rsidR="00CE02F1" w:rsidRPr="00171408">
        <w:rPr>
          <w:rFonts w:ascii="Times New Roman" w:hAnsi="Times New Roman" w:cs="Times New Roman"/>
          <w:lang w:val="kl-GL"/>
        </w:rPr>
        <w:t xml:space="preserve">siunnersuutip </w:t>
      </w:r>
      <w:r w:rsidRPr="00171408">
        <w:rPr>
          <w:rFonts w:ascii="Times New Roman" w:hAnsi="Times New Roman" w:cs="Times New Roman"/>
          <w:lang w:val="kl-GL"/>
        </w:rPr>
        <w:t>kingunerissavaa</w:t>
      </w:r>
      <w:r w:rsidR="00CE02F1" w:rsidRPr="00171408">
        <w:rPr>
          <w:rFonts w:ascii="Times New Roman" w:hAnsi="Times New Roman" w:cs="Times New Roman"/>
          <w:lang w:val="kl-GL"/>
        </w:rPr>
        <w:t xml:space="preserve">, </w:t>
      </w:r>
      <w:r w:rsidR="00C552CC" w:rsidRPr="00171408">
        <w:rPr>
          <w:rFonts w:ascii="Times New Roman" w:hAnsi="Times New Roman" w:cs="Times New Roman"/>
          <w:iCs/>
          <w:lang w:val="kl-GL"/>
        </w:rPr>
        <w:t>ullup ajoquserfiup saniatigut ajutoorneq ajoqusertup nalinginnaasumik suliffimmini sulinngitsoorneranik kinguneqarpat,</w:t>
      </w:r>
      <w:r w:rsidR="00C552CC" w:rsidRPr="00171408">
        <w:rPr>
          <w:rFonts w:ascii="Times New Roman" w:hAnsi="Times New Roman" w:cs="Times New Roman"/>
          <w:lang w:val="kl-GL"/>
        </w:rPr>
        <w:t xml:space="preserve"> </w:t>
      </w:r>
      <w:r w:rsidR="00CE02F1" w:rsidRPr="00171408">
        <w:rPr>
          <w:rFonts w:ascii="Times New Roman" w:hAnsi="Times New Roman" w:cs="Times New Roman"/>
          <w:lang w:val="kl-GL"/>
        </w:rPr>
        <w:t xml:space="preserve">sulisitsisup </w:t>
      </w:r>
      <w:r w:rsidR="005E0E6B" w:rsidRPr="00171408">
        <w:rPr>
          <w:rFonts w:ascii="Times New Roman" w:hAnsi="Times New Roman" w:cs="Times New Roman"/>
          <w:lang w:val="kl-GL"/>
        </w:rPr>
        <w:t>sulinermi</w:t>
      </w:r>
      <w:r w:rsidR="00CE02F1" w:rsidRPr="00171408">
        <w:rPr>
          <w:rFonts w:ascii="Times New Roman" w:hAnsi="Times New Roman" w:cs="Times New Roman"/>
          <w:lang w:val="kl-GL"/>
        </w:rPr>
        <w:t xml:space="preserve"> ajutoorneq nalunaarutigissagaa</w:t>
      </w:r>
      <w:r w:rsidR="00CE02F1" w:rsidRPr="00171408">
        <w:rPr>
          <w:rFonts w:ascii="Times New Roman" w:hAnsi="Times New Roman" w:cs="Times New Roman"/>
          <w:iCs/>
          <w:lang w:val="kl-GL"/>
        </w:rPr>
        <w:t xml:space="preserve">. Tamatumunnga atatillugu </w:t>
      </w:r>
      <w:r w:rsidR="00C07842" w:rsidRPr="00171408">
        <w:rPr>
          <w:rFonts w:ascii="Times New Roman" w:hAnsi="Times New Roman" w:cs="Times New Roman"/>
          <w:iCs/>
          <w:lang w:val="kl-GL"/>
        </w:rPr>
        <w:t>aalajangiisuuvoq</w:t>
      </w:r>
      <w:r w:rsidR="00CE02F1" w:rsidRPr="00171408">
        <w:rPr>
          <w:rFonts w:ascii="Times New Roman" w:hAnsi="Times New Roman" w:cs="Times New Roman"/>
          <w:iCs/>
          <w:lang w:val="kl-GL"/>
        </w:rPr>
        <w:t>, sulisoq ullup ajoquserfiup kingorna nalinginnaasumik suliassaminik piffissami nalinginnaasumi ingerlatsisinnaanersoq, ajoqusertoq sulinngiffeqarnersoq, assersuutigalugu sapaatip akunnerata naanera imaluunniit sulinngiffeqarneq pissutigalugit</w:t>
      </w:r>
      <w:r w:rsidR="004B27C3" w:rsidRPr="00171408">
        <w:rPr>
          <w:rFonts w:ascii="Times New Roman" w:hAnsi="Times New Roman" w:cs="Times New Roman"/>
          <w:iCs/>
          <w:lang w:val="kl-GL"/>
        </w:rPr>
        <w:t xml:space="preserve"> apeqqutaatinnagu</w:t>
      </w:r>
      <w:r w:rsidR="00CE02F1" w:rsidRPr="00171408">
        <w:rPr>
          <w:rFonts w:ascii="Times New Roman" w:hAnsi="Times New Roman" w:cs="Times New Roman"/>
          <w:iCs/>
          <w:lang w:val="kl-GL"/>
        </w:rPr>
        <w:t xml:space="preserve">. Taamaattumik sulinngitsoornertut isigineqarpoq, ajoqusertoq </w:t>
      </w:r>
      <w:r w:rsidR="000B10EC" w:rsidRPr="00171408">
        <w:rPr>
          <w:rFonts w:ascii="Times New Roman" w:hAnsi="Times New Roman" w:cs="Times New Roman"/>
          <w:iCs/>
          <w:lang w:val="kl-GL"/>
        </w:rPr>
        <w:t xml:space="preserve">ajutoornerup </w:t>
      </w:r>
      <w:r w:rsidR="00CE02F1" w:rsidRPr="00171408">
        <w:rPr>
          <w:rFonts w:ascii="Times New Roman" w:hAnsi="Times New Roman" w:cs="Times New Roman"/>
          <w:iCs/>
          <w:lang w:val="kl-GL"/>
        </w:rPr>
        <w:t xml:space="preserve">kingorna taamaallaat ilaannakortumik suliassaminik nalinginnaasunik ingerlatsisinnaappat, sulisoq saniatigut allanik suliaqarnersoq </w:t>
      </w:r>
      <w:r w:rsidR="00C45F60" w:rsidRPr="00171408">
        <w:rPr>
          <w:rFonts w:ascii="Times New Roman" w:hAnsi="Times New Roman" w:cs="Times New Roman"/>
          <w:iCs/>
          <w:lang w:val="kl-GL"/>
        </w:rPr>
        <w:t>apeqqutaatinnagu</w:t>
      </w:r>
      <w:r w:rsidR="00C45F60" w:rsidRPr="00171408" w:rsidDel="00C3269E">
        <w:rPr>
          <w:rFonts w:ascii="Times New Roman" w:hAnsi="Times New Roman" w:cs="Times New Roman"/>
          <w:iCs/>
          <w:lang w:val="kl-GL"/>
        </w:rPr>
        <w:t xml:space="preserve"> </w:t>
      </w:r>
      <w:r w:rsidR="00C3269E" w:rsidRPr="00171408">
        <w:rPr>
          <w:rFonts w:ascii="Times New Roman" w:hAnsi="Times New Roman" w:cs="Times New Roman"/>
          <w:iCs/>
          <w:lang w:val="kl-GL"/>
        </w:rPr>
        <w:t>aamma</w:t>
      </w:r>
      <w:r w:rsidR="00CE02F1" w:rsidRPr="00171408">
        <w:rPr>
          <w:rFonts w:ascii="Times New Roman" w:hAnsi="Times New Roman" w:cs="Times New Roman"/>
          <w:iCs/>
          <w:lang w:val="kl-GL"/>
        </w:rPr>
        <w:t xml:space="preserve"> taamaalilluni piffissaq suliffigisassani nalinginnaasoq naammassillugu. </w:t>
      </w:r>
      <w:r w:rsidR="00970D86" w:rsidRPr="00171408">
        <w:rPr>
          <w:rFonts w:ascii="Times New Roman" w:hAnsi="Times New Roman" w:cs="Times New Roman"/>
          <w:iCs/>
          <w:lang w:val="kl-GL"/>
        </w:rPr>
        <w:t>Taamaattumik a</w:t>
      </w:r>
      <w:r w:rsidR="00CE02F1" w:rsidRPr="00171408">
        <w:rPr>
          <w:rFonts w:ascii="Times New Roman" w:hAnsi="Times New Roman" w:cs="Times New Roman"/>
          <w:iCs/>
          <w:lang w:val="kl-GL"/>
        </w:rPr>
        <w:t>joqusertoq sulinngitsoortutut isigineqarsinnaavoq, ajoqusertoq suligaluarpalluunniit, piffissaq suliffiusoq sivikinner</w:t>
      </w:r>
      <w:r w:rsidR="00970D86" w:rsidRPr="00171408">
        <w:rPr>
          <w:rFonts w:ascii="Times New Roman" w:hAnsi="Times New Roman" w:cs="Times New Roman"/>
          <w:iCs/>
          <w:lang w:val="kl-GL"/>
        </w:rPr>
        <w:t>mik</w:t>
      </w:r>
      <w:r w:rsidR="00CE02F1" w:rsidRPr="00171408">
        <w:rPr>
          <w:rFonts w:ascii="Times New Roman" w:hAnsi="Times New Roman" w:cs="Times New Roman"/>
          <w:iCs/>
          <w:lang w:val="kl-GL"/>
        </w:rPr>
        <w:t xml:space="preserve"> imaluunniit qajassuussilluni mianerinninnermik pissuteqart</w:t>
      </w:r>
      <w:r w:rsidR="00C43CE5" w:rsidRPr="00171408">
        <w:rPr>
          <w:rFonts w:ascii="Times New Roman" w:hAnsi="Times New Roman" w:cs="Times New Roman"/>
          <w:iCs/>
          <w:lang w:val="kl-GL"/>
        </w:rPr>
        <w:t>oq</w:t>
      </w:r>
      <w:r w:rsidR="00CE02F1" w:rsidRPr="00171408">
        <w:rPr>
          <w:rFonts w:ascii="Times New Roman" w:hAnsi="Times New Roman" w:cs="Times New Roman"/>
          <w:iCs/>
          <w:lang w:val="kl-GL"/>
        </w:rPr>
        <w:t>. Apeqqutaanngilaq, ullormi ajoquserfimmi ajoqusertup sulinini tamakkiisumik ingerlatileqqilersimaneraa.</w:t>
      </w:r>
    </w:p>
    <w:p w14:paraId="19CF0F66" w14:textId="03C81B12" w:rsidR="00515200" w:rsidRPr="00171408" w:rsidRDefault="00CE02F1">
      <w:pPr>
        <w:rPr>
          <w:lang w:val="kl-GL"/>
        </w:rPr>
      </w:pPr>
      <w:r w:rsidRPr="00171408">
        <w:rPr>
          <w:rFonts w:ascii="Times New Roman" w:hAnsi="Times New Roman" w:cs="Times New Roman"/>
          <w:lang w:val="kl-GL"/>
        </w:rPr>
        <w:t xml:space="preserve">Siunnersuutip </w:t>
      </w:r>
      <w:r w:rsidR="00C02A17" w:rsidRPr="00171408">
        <w:rPr>
          <w:rFonts w:ascii="Times New Roman" w:hAnsi="Times New Roman" w:cs="Times New Roman"/>
          <w:lang w:val="kl-GL"/>
        </w:rPr>
        <w:t>kingunerissavaa</w:t>
      </w:r>
      <w:r w:rsidRPr="00171408">
        <w:rPr>
          <w:rFonts w:ascii="Times New Roman" w:hAnsi="Times New Roman" w:cs="Times New Roman"/>
          <w:lang w:val="kl-GL"/>
        </w:rPr>
        <w:t xml:space="preserve">, sulisitsisup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ajutoorneq naluaarutigissagaa ulloq sulinngitsoorfik sullermiit kingusinnerpaamik ullut 14-it qaangiutsinnagit. Taamaalilluni piffissamut nalunaarutiginniffiusumut ulloq sulinngitsoorfik siulleq aalajangiisuuvoq. Ajutoornerit nangittumik Arbejdsmarkedets Erhvervssikringimut nalunaarutigineqartassapput, tassunga </w:t>
      </w:r>
      <w:r w:rsidR="00806A3E" w:rsidRPr="00171408">
        <w:rPr>
          <w:rFonts w:ascii="Times New Roman" w:hAnsi="Times New Roman" w:cs="Times New Roman"/>
          <w:lang w:val="kl-GL"/>
        </w:rPr>
        <w:t xml:space="preserve">ilanngullugu </w:t>
      </w:r>
      <w:r w:rsidRPr="00171408">
        <w:rPr>
          <w:rFonts w:ascii="Times New Roman" w:hAnsi="Times New Roman" w:cs="Times New Roman"/>
          <w:lang w:val="kl-GL"/>
        </w:rPr>
        <w:t xml:space="preserve">Sulisilluni Ajoqusernerit pillugit Sullissivik, </w:t>
      </w:r>
      <w:r w:rsidR="00404602" w:rsidRPr="00171408">
        <w:rPr>
          <w:rFonts w:ascii="Times New Roman" w:hAnsi="Times New Roman" w:cs="Times New Roman"/>
          <w:lang w:val="kl-GL"/>
        </w:rPr>
        <w:t>qarasaasiat aqqutigalugit</w:t>
      </w:r>
      <w:r w:rsidRPr="00171408">
        <w:rPr>
          <w:rFonts w:ascii="Times New Roman" w:hAnsi="Times New Roman" w:cs="Times New Roman"/>
          <w:lang w:val="kl-GL"/>
        </w:rPr>
        <w:t xml:space="preserve"> imaluunniit pappialanngorlugit immikkut immersugassat atorlugit, Sulisilluni Ajoqusernerit pillugit Sullissivimmit, sillimmasiisarfinnit imaluunniit </w:t>
      </w:r>
      <w:r w:rsidRPr="00171408">
        <w:rPr>
          <w:rFonts w:ascii="Times New Roman" w:hAnsi="Times New Roman" w:cs="Times New Roman"/>
          <w:lang w:val="kl-GL"/>
        </w:rPr>
        <w:lastRenderedPageBreak/>
        <w:t xml:space="preserve">Sullivinnik </w:t>
      </w:r>
      <w:r w:rsidR="004559AE" w:rsidRPr="00171408">
        <w:rPr>
          <w:rFonts w:ascii="Times New Roman" w:hAnsi="Times New Roman" w:cs="Times New Roman"/>
          <w:lang w:val="kl-GL"/>
        </w:rPr>
        <w:t xml:space="preserve">Nakkutilliisoqarfimmit </w:t>
      </w:r>
      <w:r w:rsidRPr="00171408">
        <w:rPr>
          <w:rFonts w:ascii="Times New Roman" w:hAnsi="Times New Roman" w:cs="Times New Roman"/>
          <w:lang w:val="kl-GL"/>
        </w:rPr>
        <w:t xml:space="preserve">tunniunneqartut. </w:t>
      </w:r>
      <w:r w:rsidR="00404602" w:rsidRPr="00171408">
        <w:rPr>
          <w:rFonts w:ascii="Times New Roman" w:hAnsi="Times New Roman" w:cs="Times New Roman"/>
          <w:lang w:val="kl-GL"/>
        </w:rPr>
        <w:t>Qarasaasiat aqqutigalugit</w:t>
      </w:r>
      <w:r w:rsidRPr="00171408">
        <w:rPr>
          <w:rFonts w:ascii="Times New Roman" w:hAnsi="Times New Roman" w:cs="Times New Roman"/>
          <w:lang w:val="kl-GL"/>
        </w:rPr>
        <w:t xml:space="preserve"> </w:t>
      </w:r>
      <w:hyperlink r:id="rId13">
        <w:r w:rsidRPr="00171408">
          <w:rPr>
            <w:rStyle w:val="InternetLink"/>
            <w:rFonts w:ascii="Times New Roman" w:hAnsi="Times New Roman" w:cs="Times New Roman"/>
            <w:lang w:val="kl-GL"/>
          </w:rPr>
          <w:t>www.anmeld.gl</w:t>
        </w:r>
      </w:hyperlink>
      <w:r w:rsidRPr="00171408">
        <w:rPr>
          <w:rFonts w:ascii="Times New Roman" w:hAnsi="Times New Roman" w:cs="Times New Roman"/>
          <w:lang w:val="kl-GL"/>
        </w:rPr>
        <w:t>-ikkut nalunaarutiginnittoqarsinnaavoq.</w:t>
      </w:r>
    </w:p>
    <w:p w14:paraId="378E8BEE" w14:textId="0B8B9088" w:rsidR="00515200" w:rsidRPr="00171408" w:rsidRDefault="00CE02F1">
      <w:pPr>
        <w:rPr>
          <w:rFonts w:ascii="Times New Roman" w:hAnsi="Times New Roman"/>
          <w:lang w:val="kl-GL"/>
        </w:rPr>
      </w:pPr>
      <w:r w:rsidRPr="00171408">
        <w:rPr>
          <w:rFonts w:ascii="Times New Roman" w:hAnsi="Times New Roman" w:cs="Times New Roman"/>
          <w:lang w:val="kl-GL"/>
        </w:rPr>
        <w:t xml:space="preserve">Kalaallit Nunaanni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Pr="00171408">
        <w:rPr>
          <w:rFonts w:ascii="Times New Roman" w:hAnsi="Times New Roman" w:cs="Times New Roman"/>
          <w:lang w:val="kl-GL"/>
        </w:rPr>
        <w:t xml:space="preserve"> pillugu inatsimmi § 40 malillugu, </w:t>
      </w:r>
      <w:r w:rsidR="00456679" w:rsidRPr="00171408">
        <w:rPr>
          <w:rFonts w:ascii="Times New Roman" w:hAnsi="Times New Roman" w:cs="Times New Roman"/>
          <w:lang w:val="kl-GL"/>
        </w:rPr>
        <w:t xml:space="preserve">sulisitsisup ajutoorneq eqqortumik nalunaarutigisimanngippagu, ajutoornerup pinerata kingorna ukioq ataaseq qaangiutsinnagu, </w:t>
      </w:r>
      <w:r w:rsidRPr="00171408">
        <w:rPr>
          <w:rFonts w:ascii="Times New Roman" w:hAnsi="Times New Roman" w:cs="Times New Roman"/>
          <w:lang w:val="kl-GL"/>
        </w:rPr>
        <w:t xml:space="preserve">ajoqusertut imaluunniit </w:t>
      </w:r>
      <w:r w:rsidR="00D02F12" w:rsidRPr="00171408">
        <w:rPr>
          <w:rFonts w:ascii="Times New Roman" w:hAnsi="Times New Roman" w:cs="Times New Roman"/>
          <w:lang w:val="kl-GL"/>
        </w:rPr>
        <w:t>qimagaas</w:t>
      </w:r>
      <w:r w:rsidRPr="00171408">
        <w:rPr>
          <w:rFonts w:ascii="Times New Roman" w:hAnsi="Times New Roman" w:cs="Times New Roman"/>
          <w:lang w:val="kl-GL"/>
        </w:rPr>
        <w:t>ut inatsit malillugu piumasaqaateqarsinnaapput. Taamaatto</w:t>
      </w:r>
      <w:r w:rsidR="0090195E" w:rsidRPr="00171408">
        <w:rPr>
          <w:rFonts w:ascii="Times New Roman" w:hAnsi="Times New Roman" w:cs="Times New Roman"/>
          <w:lang w:val="kl-GL"/>
        </w:rPr>
        <w:t>q</w:t>
      </w:r>
      <w:r w:rsidRPr="00171408">
        <w:rPr>
          <w:rFonts w:ascii="Times New Roman" w:hAnsi="Times New Roman" w:cs="Times New Roman"/>
          <w:lang w:val="kl-GL"/>
        </w:rPr>
        <w:t xml:space="preserve"> ukiumik </w:t>
      </w:r>
      <w:r w:rsidR="000D74C3" w:rsidRPr="00171408">
        <w:rPr>
          <w:rFonts w:ascii="Times New Roman" w:hAnsi="Times New Roman" w:cs="Times New Roman"/>
          <w:lang w:val="kl-GL"/>
        </w:rPr>
        <w:t>ataats</w:t>
      </w:r>
      <w:r w:rsidRPr="00171408">
        <w:rPr>
          <w:rFonts w:ascii="Times New Roman" w:hAnsi="Times New Roman" w:cs="Times New Roman"/>
          <w:lang w:val="kl-GL"/>
        </w:rPr>
        <w:t xml:space="preserve">imik piffissarititaasoq </w:t>
      </w:r>
      <w:r w:rsidR="007B0AD9" w:rsidRPr="00171408">
        <w:rPr>
          <w:rFonts w:ascii="Times New Roman" w:hAnsi="Times New Roman" w:cs="Times New Roman"/>
          <w:lang w:val="kl-GL"/>
        </w:rPr>
        <w:t>eqqortinneqanngippat</w:t>
      </w:r>
      <w:r w:rsidRPr="00171408">
        <w:rPr>
          <w:rFonts w:ascii="Times New Roman" w:hAnsi="Times New Roman" w:cs="Times New Roman"/>
          <w:lang w:val="kl-GL"/>
        </w:rPr>
        <w:t xml:space="preserve">, </w:t>
      </w:r>
      <w:r w:rsidR="002B2CB7" w:rsidRPr="00171408">
        <w:rPr>
          <w:rFonts w:ascii="Times New Roman" w:hAnsi="Times New Roman" w:cs="Times New Roman"/>
          <w:lang w:val="kl-GL"/>
        </w:rPr>
        <w:t xml:space="preserve">ajoqusertup ajutoornera aamma ajoqusertoq imaluunniit qimagaasut taarsiiffigitinnissamut pisinnaatitaaffeqarnerat uppernarsarneqarpat </w:t>
      </w:r>
      <w:r w:rsidRPr="00171408">
        <w:rPr>
          <w:rFonts w:ascii="Times New Roman" w:hAnsi="Times New Roman" w:cs="Times New Roman"/>
          <w:lang w:val="kl-GL"/>
        </w:rPr>
        <w:t>piffissarititaas</w:t>
      </w:r>
      <w:r w:rsidR="00B600D3" w:rsidRPr="00171408">
        <w:rPr>
          <w:rFonts w:ascii="Times New Roman" w:hAnsi="Times New Roman" w:cs="Times New Roman"/>
          <w:lang w:val="kl-GL"/>
        </w:rPr>
        <w:t>umiit</w:t>
      </w:r>
      <w:r w:rsidRPr="00171408">
        <w:rPr>
          <w:rFonts w:ascii="Times New Roman" w:hAnsi="Times New Roman" w:cs="Times New Roman"/>
          <w:lang w:val="kl-GL"/>
        </w:rPr>
        <w:t xml:space="preserve"> immikkut akuersisoqar</w:t>
      </w:r>
      <w:r w:rsidR="00B600D3" w:rsidRPr="00171408">
        <w:rPr>
          <w:rFonts w:ascii="Times New Roman" w:hAnsi="Times New Roman" w:cs="Times New Roman"/>
          <w:lang w:val="kl-GL"/>
        </w:rPr>
        <w:t>nissaanut periarfissaqarpoq</w:t>
      </w:r>
      <w:r w:rsidRPr="00171408">
        <w:rPr>
          <w:rFonts w:ascii="Times New Roman" w:hAnsi="Times New Roman" w:cs="Times New Roman"/>
          <w:lang w:val="kl-GL"/>
        </w:rPr>
        <w:t>.</w:t>
      </w:r>
    </w:p>
    <w:p w14:paraId="729AF510" w14:textId="6290D1CB" w:rsidR="00515200" w:rsidRPr="00171408" w:rsidRDefault="00CE02F1">
      <w:pPr>
        <w:rPr>
          <w:rFonts w:ascii="Times New Roman" w:hAnsi="Times New Roman"/>
          <w:lang w:val="kl-GL"/>
        </w:rPr>
      </w:pPr>
      <w:r w:rsidRPr="00171408">
        <w:rPr>
          <w:rFonts w:ascii="Times New Roman" w:hAnsi="Times New Roman" w:cs="Times New Roman"/>
          <w:lang w:val="kl-GL"/>
        </w:rPr>
        <w:t xml:space="preserve">§ 35, imm. 2-mi aalajangersakkap </w:t>
      </w:r>
      <w:r w:rsidR="00C06562" w:rsidRPr="00171408">
        <w:rPr>
          <w:rFonts w:ascii="Times New Roman" w:hAnsi="Times New Roman" w:cs="Times New Roman"/>
          <w:lang w:val="kl-GL"/>
        </w:rPr>
        <w:t>s</w:t>
      </w:r>
      <w:r w:rsidRPr="00171408">
        <w:rPr>
          <w:rFonts w:ascii="Times New Roman" w:hAnsi="Times New Roman" w:cs="Times New Roman"/>
          <w:lang w:val="kl-GL"/>
        </w:rPr>
        <w:t>iunnersuutigineqartup kingunerivaa, ajutoornerit, sulinngitsoornermik kinguneqarsimanngitsut, kisianni inatsi</w:t>
      </w:r>
      <w:r w:rsidR="00C06562" w:rsidRPr="00171408">
        <w:rPr>
          <w:rFonts w:ascii="Times New Roman" w:hAnsi="Times New Roman" w:cs="Times New Roman"/>
          <w:lang w:val="kl-GL"/>
        </w:rPr>
        <w:t>mmi § 10</w:t>
      </w:r>
      <w:r w:rsidRPr="00171408">
        <w:rPr>
          <w:rFonts w:ascii="Times New Roman" w:hAnsi="Times New Roman" w:cs="Times New Roman"/>
          <w:lang w:val="kl-GL"/>
        </w:rPr>
        <w:t xml:space="preserve"> malillugu piumasaqaateqarnermut tunngaviusinnaasutut ilimagineqartut, ullo</w:t>
      </w:r>
      <w:r w:rsidR="00C2122C" w:rsidRPr="00171408">
        <w:rPr>
          <w:rFonts w:ascii="Times New Roman" w:hAnsi="Times New Roman" w:cs="Times New Roman"/>
          <w:lang w:val="kl-GL"/>
        </w:rPr>
        <w:t>q</w:t>
      </w:r>
      <w:r w:rsidRPr="00171408">
        <w:rPr>
          <w:rFonts w:ascii="Times New Roman" w:hAnsi="Times New Roman" w:cs="Times New Roman"/>
          <w:lang w:val="kl-GL"/>
        </w:rPr>
        <w:t xml:space="preserve"> ajoquserfimmiit kingusinnerpaamik ullut 14-it qaangiutsinnagit sulisitsisumit nalunaarutigineqa</w:t>
      </w:r>
      <w:r w:rsidR="00C2122C" w:rsidRPr="00171408">
        <w:rPr>
          <w:rFonts w:ascii="Times New Roman" w:hAnsi="Times New Roman" w:cs="Times New Roman"/>
          <w:lang w:val="kl-GL"/>
        </w:rPr>
        <w:t>ssasut</w:t>
      </w:r>
      <w:r w:rsidRPr="00171408">
        <w:rPr>
          <w:rFonts w:ascii="Times New Roman" w:hAnsi="Times New Roman" w:cs="Times New Roman"/>
          <w:lang w:val="kl-GL"/>
        </w:rPr>
        <w:t>.</w:t>
      </w:r>
    </w:p>
    <w:p w14:paraId="3DB84B38" w14:textId="6CA72EDD" w:rsidR="00515200" w:rsidRPr="00171408" w:rsidRDefault="00CE02F1">
      <w:pPr>
        <w:rPr>
          <w:rFonts w:ascii="Times New Roman" w:hAnsi="Times New Roman"/>
          <w:lang w:val="kl-GL"/>
        </w:rPr>
      </w:pPr>
      <w:r w:rsidRPr="00171408">
        <w:rPr>
          <w:rFonts w:ascii="Times New Roman" w:hAnsi="Times New Roman" w:cs="Times New Roman"/>
          <w:lang w:val="kl-GL"/>
        </w:rPr>
        <w:t xml:space="preserve">Siunnersuutip </w:t>
      </w:r>
      <w:r w:rsidR="00C2122C" w:rsidRPr="00171408">
        <w:rPr>
          <w:rFonts w:ascii="Times New Roman" w:hAnsi="Times New Roman" w:cs="Times New Roman"/>
          <w:lang w:val="kl-GL"/>
        </w:rPr>
        <w:t>kinguner</w:t>
      </w:r>
      <w:r w:rsidRPr="00171408">
        <w:rPr>
          <w:rFonts w:ascii="Times New Roman" w:hAnsi="Times New Roman" w:cs="Times New Roman"/>
          <w:lang w:val="kl-GL"/>
        </w:rPr>
        <w:t xml:space="preserve">issavaa, </w:t>
      </w:r>
      <w:r w:rsidR="00FA4903" w:rsidRPr="00171408">
        <w:rPr>
          <w:rFonts w:ascii="Times New Roman" w:hAnsi="Times New Roman" w:cs="Times New Roman"/>
          <w:lang w:val="kl-GL"/>
        </w:rPr>
        <w:t xml:space="preserve">sulineq imaluunniit sulinermi pissutsit kingunerisaanik ajutoorneq, ajutoorneq sulinngitsoornermik kinguneqanngikkaluarpalluunniit, </w:t>
      </w:r>
      <w:r w:rsidRPr="00171408">
        <w:rPr>
          <w:rFonts w:ascii="Times New Roman" w:hAnsi="Times New Roman" w:cs="Times New Roman"/>
          <w:lang w:val="kl-GL"/>
        </w:rPr>
        <w:t>sulisitsisup ajutoorneq nalunaarutigissagaa, ajutoorneq makkununnga pisinnaatitaaffeqalersitsinissaa naatsorsuutigineqarpat:</w:t>
      </w:r>
    </w:p>
    <w:p w14:paraId="622A661A" w14:textId="64BDC81F" w:rsidR="00515200" w:rsidRPr="00171408" w:rsidRDefault="00CE02F1">
      <w:pPr>
        <w:rPr>
          <w:rFonts w:ascii="Times New Roman" w:hAnsi="Times New Roman"/>
          <w:lang w:val="kl-GL"/>
        </w:rPr>
      </w:pPr>
      <w:r w:rsidRPr="00171408">
        <w:rPr>
          <w:rFonts w:ascii="Times New Roman" w:hAnsi="Times New Roman" w:cs="Times New Roman"/>
          <w:lang w:val="kl-GL"/>
        </w:rPr>
        <w:t xml:space="preserve">1) napparsimaneq pissutigalugu suliaritinnermut, sungiusaqqinnermut aamma ikiuutinut </w:t>
      </w:r>
      <w:r w:rsidR="00545D4A" w:rsidRPr="00171408">
        <w:rPr>
          <w:rFonts w:ascii="Times New Roman" w:hAnsi="Times New Roman" w:cs="Times New Roman"/>
          <w:lang w:val="kl-GL"/>
        </w:rPr>
        <w:t>il.il.</w:t>
      </w:r>
      <w:r w:rsidRPr="00171408">
        <w:rPr>
          <w:rFonts w:ascii="Times New Roman" w:hAnsi="Times New Roman" w:cs="Times New Roman"/>
          <w:lang w:val="kl-GL"/>
        </w:rPr>
        <w:t xml:space="preserve"> aningaasartuutinut akiliineq</w:t>
      </w:r>
      <w:r w:rsidR="00765949" w:rsidRPr="00171408">
        <w:rPr>
          <w:rFonts w:ascii="Times New Roman" w:hAnsi="Times New Roman" w:cs="Times New Roman"/>
          <w:lang w:val="kl-GL"/>
        </w:rPr>
        <w:t>,</w:t>
      </w:r>
      <w:r w:rsidRPr="00171408">
        <w:rPr>
          <w:rFonts w:ascii="Times New Roman" w:hAnsi="Times New Roman" w:cs="Times New Roman"/>
          <w:lang w:val="kl-GL"/>
        </w:rPr>
        <w:t xml:space="preserve"> tak. § 15,</w:t>
      </w:r>
      <w:r w:rsidRPr="00171408">
        <w:rPr>
          <w:rFonts w:ascii="Times New Roman" w:hAnsi="Times New Roman" w:cs="Times New Roman"/>
          <w:lang w:val="kl-GL"/>
        </w:rPr>
        <w:br/>
        <w:t>2) inuussutissarsiorsinnaanermik annaasaqarnermut taarsiissutit, tak. § 21,</w:t>
      </w:r>
      <w:r w:rsidRPr="00171408">
        <w:rPr>
          <w:rFonts w:ascii="Times New Roman" w:hAnsi="Times New Roman" w:cs="Times New Roman"/>
          <w:lang w:val="kl-GL"/>
        </w:rPr>
        <w:br/>
        <w:t>3) ataavartumik ajoquteqalernermut ajunngitsorsiassat, tak. § 22.</w:t>
      </w:r>
    </w:p>
    <w:p w14:paraId="0F9BED95" w14:textId="06DAE459" w:rsidR="00515200" w:rsidRPr="00171408" w:rsidRDefault="00CE02F1">
      <w:pPr>
        <w:rPr>
          <w:rFonts w:ascii="Times New Roman" w:hAnsi="Times New Roman"/>
          <w:lang w:val="kl-GL"/>
        </w:rPr>
      </w:pPr>
      <w:r w:rsidRPr="00171408">
        <w:rPr>
          <w:rFonts w:ascii="Times New Roman" w:hAnsi="Times New Roman" w:cs="Times New Roman"/>
          <w:lang w:val="kl-GL"/>
        </w:rPr>
        <w:t xml:space="preserve">Sulisitsisup </w:t>
      </w:r>
      <w:r w:rsidR="003503C7" w:rsidRPr="00171408">
        <w:rPr>
          <w:rFonts w:ascii="Times New Roman" w:hAnsi="Times New Roman" w:cs="Times New Roman"/>
          <w:lang w:val="kl-GL"/>
        </w:rPr>
        <w:t xml:space="preserve">suliffimmi </w:t>
      </w:r>
      <w:r w:rsidRPr="00171408">
        <w:rPr>
          <w:rFonts w:ascii="Times New Roman" w:hAnsi="Times New Roman" w:cs="Times New Roman"/>
          <w:lang w:val="kl-GL"/>
        </w:rPr>
        <w:t>toqusoqarner</w:t>
      </w:r>
      <w:r w:rsidR="00C52406" w:rsidRPr="00171408">
        <w:rPr>
          <w:rFonts w:ascii="Times New Roman" w:hAnsi="Times New Roman" w:cs="Times New Roman"/>
          <w:lang w:val="kl-GL"/>
        </w:rPr>
        <w:t>it tamaasa</w:t>
      </w:r>
      <w:r w:rsidRPr="00171408">
        <w:rPr>
          <w:rFonts w:ascii="Times New Roman" w:hAnsi="Times New Roman" w:cs="Times New Roman"/>
          <w:lang w:val="kl-GL"/>
        </w:rPr>
        <w:t xml:space="preserve"> nangittumik nalunaarutigisassava</w:t>
      </w:r>
      <w:r w:rsidR="00D05E0D" w:rsidRPr="00171408">
        <w:rPr>
          <w:rFonts w:ascii="Times New Roman" w:hAnsi="Times New Roman" w:cs="Times New Roman"/>
          <w:lang w:val="kl-GL"/>
        </w:rPr>
        <w:t>i</w:t>
      </w:r>
      <w:r w:rsidRPr="00171408">
        <w:rPr>
          <w:rFonts w:ascii="Times New Roman" w:hAnsi="Times New Roman" w:cs="Times New Roman"/>
          <w:lang w:val="kl-GL"/>
        </w:rPr>
        <w:t>, tak. inatsimmi § 48, imm. 4.</w:t>
      </w:r>
    </w:p>
    <w:p w14:paraId="6BF62373" w14:textId="0DF08ADD" w:rsidR="00515200" w:rsidRPr="00171408" w:rsidRDefault="00CE02F1">
      <w:pPr>
        <w:rPr>
          <w:rFonts w:ascii="Times New Roman" w:hAnsi="Times New Roman"/>
          <w:lang w:val="kl-GL"/>
        </w:rPr>
      </w:pPr>
      <w:r w:rsidRPr="00171408">
        <w:rPr>
          <w:rFonts w:ascii="Times New Roman" w:hAnsi="Times New Roman" w:cs="Times New Roman"/>
          <w:lang w:val="kl-GL"/>
        </w:rPr>
        <w:t xml:space="preserve">Taamaalilluni siunnersuutigineqartoq § 35 imm. 2 malillugu apeqqutaassanngilaq, sulisup </w:t>
      </w:r>
      <w:r w:rsidR="00C062C8" w:rsidRPr="00171408">
        <w:rPr>
          <w:rFonts w:ascii="Times New Roman" w:hAnsi="Times New Roman" w:cs="Times New Roman"/>
          <w:lang w:val="kl-GL"/>
        </w:rPr>
        <w:t xml:space="preserve">piffissami </w:t>
      </w:r>
      <w:r w:rsidR="006342FC" w:rsidRPr="00171408">
        <w:rPr>
          <w:rFonts w:ascii="Times New Roman" w:hAnsi="Times New Roman" w:cs="Times New Roman"/>
          <w:lang w:val="kl-GL"/>
        </w:rPr>
        <w:t>pisarnermisut</w:t>
      </w:r>
      <w:r w:rsidR="00C062C8" w:rsidRPr="00171408">
        <w:rPr>
          <w:rFonts w:ascii="Times New Roman" w:hAnsi="Times New Roman" w:cs="Times New Roman"/>
          <w:lang w:val="kl-GL"/>
        </w:rPr>
        <w:t xml:space="preserve"> </w:t>
      </w:r>
      <w:r w:rsidRPr="00171408">
        <w:rPr>
          <w:rFonts w:ascii="Times New Roman" w:hAnsi="Times New Roman" w:cs="Times New Roman"/>
          <w:lang w:val="kl-GL"/>
        </w:rPr>
        <w:t xml:space="preserve">nalinginnaasumik sulinini ingerlassinnaaneraa. Siunnersuutip </w:t>
      </w:r>
      <w:r w:rsidR="00FE659F" w:rsidRPr="00171408">
        <w:rPr>
          <w:rFonts w:ascii="Times New Roman" w:hAnsi="Times New Roman" w:cs="Times New Roman"/>
          <w:lang w:val="kl-GL"/>
        </w:rPr>
        <w:t>kingunerissavaa</w:t>
      </w:r>
      <w:r w:rsidRPr="00171408">
        <w:rPr>
          <w:rFonts w:ascii="Times New Roman" w:hAnsi="Times New Roman" w:cs="Times New Roman"/>
          <w:lang w:val="kl-GL"/>
        </w:rPr>
        <w:t xml:space="preserve">, sulisitsisup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ajutoorneq nalunaarutigissagaa ullormit ajoquserfiusumit kingusinnerpaamik ullut 14-it qaangiutsinnagit.</w:t>
      </w:r>
    </w:p>
    <w:p w14:paraId="5CBAE711" w14:textId="600BF39C" w:rsidR="00515200" w:rsidRPr="00171408" w:rsidRDefault="00CE02F1">
      <w:pPr>
        <w:rPr>
          <w:rFonts w:ascii="Times New Roman" w:hAnsi="Times New Roman"/>
          <w:lang w:val="kl-GL"/>
        </w:rPr>
      </w:pPr>
      <w:r w:rsidRPr="00171408">
        <w:rPr>
          <w:rFonts w:ascii="Times New Roman" w:hAnsi="Times New Roman" w:cs="Times New Roman"/>
          <w:lang w:val="kl-GL"/>
        </w:rPr>
        <w:t xml:space="preserve">§ 35, imm. 3-mi aalajangersakkap atorunnaarsinneqarnissaanik siunnersuutip kingunerissavaa, inuussutissarsiornermi nappaatinik nalunaarutiginninnissamut piffissarititaasoq inatsimmi toqqaannartumik </w:t>
      </w:r>
      <w:r w:rsidR="00645FEB" w:rsidRPr="00171408">
        <w:rPr>
          <w:rFonts w:ascii="Times New Roman" w:hAnsi="Times New Roman" w:cs="Times New Roman"/>
          <w:lang w:val="kl-GL"/>
        </w:rPr>
        <w:t>allaqqajunnaassammat</w:t>
      </w:r>
      <w:r w:rsidRPr="00171408">
        <w:rPr>
          <w:rFonts w:ascii="Times New Roman" w:hAnsi="Times New Roman" w:cs="Times New Roman"/>
          <w:lang w:val="kl-GL"/>
        </w:rPr>
        <w:t>.</w:t>
      </w:r>
    </w:p>
    <w:p w14:paraId="093F4D6C" w14:textId="1B998A04" w:rsidR="00515200" w:rsidRPr="00171408" w:rsidRDefault="00CE02F1">
      <w:pPr>
        <w:rPr>
          <w:rFonts w:ascii="Times New Roman" w:hAnsi="Times New Roman"/>
          <w:lang w:val="kl-GL"/>
        </w:rPr>
      </w:pPr>
      <w:r w:rsidRPr="00171408">
        <w:rPr>
          <w:rFonts w:ascii="Times New Roman" w:hAnsi="Times New Roman" w:cs="Times New Roman"/>
          <w:lang w:val="kl-GL"/>
        </w:rPr>
        <w:t xml:space="preserve">§ 35 imm. 3-mi aalajangersagaq atuuttoq, immini sunniuteqanngilaq, tassami nalunaarutiginninnermut piffissap qaqugumiit naatsorsorneqarnissaa </w:t>
      </w:r>
      <w:r w:rsidR="00545D4A" w:rsidRPr="00171408">
        <w:rPr>
          <w:rFonts w:ascii="Times New Roman" w:hAnsi="Times New Roman" w:cs="Times New Roman"/>
          <w:lang w:val="kl-GL"/>
        </w:rPr>
        <w:t>il.il.</w:t>
      </w:r>
      <w:r w:rsidRPr="00171408">
        <w:rPr>
          <w:rFonts w:ascii="Times New Roman" w:hAnsi="Times New Roman" w:cs="Times New Roman"/>
          <w:lang w:val="kl-GL"/>
        </w:rPr>
        <w:t xml:space="preserve"> pillugit nalunaarutiginninneq aamma aalajangersaaneq pillugit malittarisassanik aalajangersagaqarmat, Kalaallit Nunaanni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Pr="00171408">
        <w:rPr>
          <w:rFonts w:ascii="Times New Roman" w:hAnsi="Times New Roman" w:cs="Times New Roman"/>
          <w:lang w:val="kl-GL"/>
        </w:rPr>
        <w:t xml:space="preserve"> pillugu inatsit malillugu, nakorsat aamma kigutit nakorsaat inuussutissarsiornermi nappaatinik Arbejdsskadestyrelsenimut nalunaarutiginninnissamut pisussaaffiat pillugu nalunaarummi nr. 1624, 31. december 2010-meersumi. </w:t>
      </w:r>
      <w:r w:rsidR="00F874D2" w:rsidRPr="00171408">
        <w:rPr>
          <w:rFonts w:ascii="Times New Roman" w:hAnsi="Times New Roman" w:cs="Times New Roman"/>
          <w:lang w:val="kl-GL"/>
        </w:rPr>
        <w:t xml:space="preserve">Taamaattumik </w:t>
      </w:r>
      <w:r w:rsidRPr="00171408">
        <w:rPr>
          <w:rFonts w:ascii="Times New Roman" w:hAnsi="Times New Roman" w:cs="Times New Roman"/>
          <w:lang w:val="kl-GL"/>
        </w:rPr>
        <w:t xml:space="preserve">§ 35, imm. 3-p atorunnaarsinneqarnissaanik siunnersuut inatsimmik </w:t>
      </w:r>
      <w:r w:rsidR="00F874D2" w:rsidRPr="00171408">
        <w:rPr>
          <w:rFonts w:ascii="Times New Roman" w:hAnsi="Times New Roman" w:cs="Times New Roman"/>
          <w:lang w:val="kl-GL"/>
        </w:rPr>
        <w:t xml:space="preserve">pisariillisaaqataassaaq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inatsis</w:t>
      </w:r>
      <w:r w:rsidR="00F874D2" w:rsidRPr="00171408">
        <w:rPr>
          <w:rFonts w:ascii="Times New Roman" w:hAnsi="Times New Roman" w:cs="Times New Roman"/>
          <w:lang w:val="kl-GL"/>
        </w:rPr>
        <w:t>inik</w:t>
      </w:r>
      <w:r w:rsidRPr="00171408">
        <w:rPr>
          <w:rFonts w:ascii="Times New Roman" w:hAnsi="Times New Roman" w:cs="Times New Roman"/>
          <w:lang w:val="kl-GL"/>
        </w:rPr>
        <w:t xml:space="preserve"> paasiuminarnerulertis</w:t>
      </w:r>
      <w:r w:rsidR="004C327D" w:rsidRPr="00171408">
        <w:rPr>
          <w:rFonts w:ascii="Times New Roman" w:hAnsi="Times New Roman" w:cs="Times New Roman"/>
          <w:lang w:val="kl-GL"/>
        </w:rPr>
        <w:t>salluni.</w:t>
      </w:r>
    </w:p>
    <w:p w14:paraId="5C89DE55" w14:textId="45150862" w:rsidR="00515200" w:rsidRPr="00171408" w:rsidRDefault="00CE02F1">
      <w:pPr>
        <w:rPr>
          <w:rFonts w:ascii="Times New Roman" w:hAnsi="Times New Roman"/>
          <w:lang w:val="kl-GL"/>
        </w:rPr>
      </w:pPr>
      <w:r w:rsidRPr="00171408">
        <w:rPr>
          <w:rFonts w:ascii="Times New Roman" w:hAnsi="Times New Roman" w:cs="Times New Roman"/>
          <w:lang w:val="kl-GL"/>
        </w:rPr>
        <w:t xml:space="preserve">Nalunaarutiginninneq pillugu § 35-mi malittarisassat allanngortinneqarnissaannik siunnersuutitigut, § 35, imm. 1-imi sulinngitsoorneq pillugu nalunaarutiginninnissamut piumasaqaat pingaarneq kinaassusersiortuussanngilaq,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ajutoornerit tamarmik, ullup ajoquserfiusup saniatigut sulinngitsoornermik kinguneqar</w:t>
      </w:r>
      <w:r w:rsidR="007D61F7" w:rsidRPr="00171408">
        <w:rPr>
          <w:rFonts w:ascii="Times New Roman" w:hAnsi="Times New Roman" w:cs="Times New Roman"/>
          <w:lang w:val="kl-GL"/>
        </w:rPr>
        <w:t>t</w:t>
      </w:r>
      <w:r w:rsidRPr="00171408">
        <w:rPr>
          <w:rFonts w:ascii="Times New Roman" w:hAnsi="Times New Roman" w:cs="Times New Roman"/>
          <w:lang w:val="kl-GL"/>
        </w:rPr>
        <w:t>ut Sullivinnik Nakkutilliisoqarfimmut nalunaarutigineqar</w:t>
      </w:r>
      <w:r w:rsidR="007D61F7" w:rsidRPr="00171408">
        <w:rPr>
          <w:rFonts w:ascii="Times New Roman" w:hAnsi="Times New Roman" w:cs="Times New Roman"/>
          <w:lang w:val="kl-GL"/>
        </w:rPr>
        <w:t>tar</w:t>
      </w:r>
      <w:r w:rsidRPr="00171408">
        <w:rPr>
          <w:rFonts w:ascii="Times New Roman" w:hAnsi="Times New Roman" w:cs="Times New Roman"/>
          <w:lang w:val="kl-GL"/>
        </w:rPr>
        <w:t xml:space="preserve">nissaat pillugu sullivimmi avatangiisit pillugit inatsimmi malittarisassanut assingussalluni. Taamaattoq sulisitsisut § 35, </w:t>
      </w:r>
      <w:r w:rsidRPr="00171408">
        <w:rPr>
          <w:rFonts w:ascii="Times New Roman" w:hAnsi="Times New Roman" w:cs="Times New Roman"/>
          <w:lang w:val="kl-GL"/>
        </w:rPr>
        <w:lastRenderedPageBreak/>
        <w:t xml:space="preserve">imm. 2 malillugu, nangittumik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ajutoornerit nalunaarutigisassavaat, taarsiiffigitinnissamut </w:t>
      </w:r>
      <w:r w:rsidR="00476CA2" w:rsidRPr="00171408">
        <w:rPr>
          <w:rFonts w:ascii="Times New Roman" w:hAnsi="Times New Roman" w:cs="Times New Roman"/>
          <w:lang w:val="kl-GL"/>
        </w:rPr>
        <w:t xml:space="preserve">pisinnaatitaanermik </w:t>
      </w:r>
      <w:r w:rsidRPr="00171408">
        <w:rPr>
          <w:rFonts w:ascii="Times New Roman" w:hAnsi="Times New Roman" w:cs="Times New Roman"/>
          <w:lang w:val="kl-GL"/>
        </w:rPr>
        <w:t xml:space="preserve">kinguneqartussatut naatsorsuutigineqartut, </w:t>
      </w:r>
      <w:r w:rsidR="00F726C6" w:rsidRPr="00171408">
        <w:rPr>
          <w:rFonts w:ascii="Times New Roman" w:hAnsi="Times New Roman" w:cs="Times New Roman"/>
          <w:lang w:val="kl-GL"/>
        </w:rPr>
        <w:t xml:space="preserve">naak </w:t>
      </w:r>
      <w:r w:rsidRPr="00171408">
        <w:rPr>
          <w:rFonts w:ascii="Times New Roman" w:hAnsi="Times New Roman" w:cs="Times New Roman"/>
          <w:lang w:val="kl-GL"/>
        </w:rPr>
        <w:t>ajutoorneq sulinngitsoornermik kinguneqa</w:t>
      </w:r>
      <w:r w:rsidR="00F726C6" w:rsidRPr="00171408">
        <w:rPr>
          <w:rFonts w:ascii="Times New Roman" w:hAnsi="Times New Roman" w:cs="Times New Roman"/>
          <w:lang w:val="kl-GL"/>
        </w:rPr>
        <w:t>nngikkaluartoq</w:t>
      </w:r>
      <w:r w:rsidRPr="00171408">
        <w:rPr>
          <w:rFonts w:ascii="Times New Roman" w:hAnsi="Times New Roman" w:cs="Times New Roman"/>
          <w:lang w:val="kl-GL"/>
        </w:rPr>
        <w:t>.</w:t>
      </w:r>
    </w:p>
    <w:p w14:paraId="30234244" w14:textId="1B498D3B" w:rsidR="00515200" w:rsidRPr="00171408" w:rsidRDefault="00CE02F1">
      <w:pPr>
        <w:rPr>
          <w:rFonts w:ascii="Times New Roman" w:hAnsi="Times New Roman"/>
          <w:lang w:val="kl-GL"/>
        </w:rPr>
      </w:pPr>
      <w:r w:rsidRPr="00171408">
        <w:rPr>
          <w:rFonts w:ascii="Times New Roman" w:hAnsi="Times New Roman" w:cs="Times New Roman"/>
          <w:color w:val="000000" w:themeColor="text1"/>
          <w:lang w:val="kl-GL"/>
        </w:rPr>
        <w:t>Sulisitsisup nangittumik ajutoornerit Arbejdsmarkedets Erhvervssikringimut (Sulisilluni Ajoqusernerit pillugit Sullissivik) nalunaarutigisassavai. Sulisitsis</w:t>
      </w:r>
      <w:r w:rsidR="00D63BBA" w:rsidRPr="00171408">
        <w:rPr>
          <w:rFonts w:ascii="Times New Roman" w:hAnsi="Times New Roman" w:cs="Times New Roman"/>
          <w:color w:val="000000" w:themeColor="text1"/>
          <w:lang w:val="kl-GL"/>
        </w:rPr>
        <w:t>ut</w:t>
      </w:r>
      <w:r w:rsidRPr="00171408">
        <w:rPr>
          <w:rFonts w:ascii="Times New Roman" w:hAnsi="Times New Roman" w:cs="Times New Roman"/>
          <w:color w:val="000000" w:themeColor="text1"/>
          <w:lang w:val="kl-GL"/>
        </w:rPr>
        <w:t xml:space="preserve"> </w:t>
      </w:r>
      <w:r w:rsidR="00D63BBA" w:rsidRPr="00171408">
        <w:rPr>
          <w:rFonts w:ascii="Times New Roman" w:hAnsi="Times New Roman" w:cs="Times New Roman"/>
          <w:color w:val="000000" w:themeColor="text1"/>
          <w:lang w:val="kl-GL"/>
        </w:rPr>
        <w:t>tamarmik</w:t>
      </w:r>
      <w:r w:rsidRPr="00171408">
        <w:rPr>
          <w:rFonts w:ascii="Times New Roman" w:hAnsi="Times New Roman" w:cs="Times New Roman"/>
          <w:color w:val="000000" w:themeColor="text1"/>
          <w:lang w:val="kl-GL"/>
        </w:rPr>
        <w:t xml:space="preserve">, sullissinermini inunnik sulisoqartoq, Kalaallit Nunaanni </w:t>
      </w:r>
      <w:r w:rsidR="00984F94" w:rsidRPr="00171408">
        <w:rPr>
          <w:rFonts w:ascii="Times New Roman" w:hAnsi="Times New Roman" w:cs="Times New Roman"/>
          <w:color w:val="000000" w:themeColor="text1"/>
          <w:lang w:val="kl-GL"/>
        </w:rPr>
        <w:t xml:space="preserve">sulinermi </w:t>
      </w:r>
      <w:r w:rsidR="006A4971" w:rsidRPr="00171408">
        <w:rPr>
          <w:rFonts w:ascii="Times New Roman" w:hAnsi="Times New Roman" w:cs="Times New Roman"/>
          <w:color w:val="000000" w:themeColor="text1"/>
          <w:lang w:val="kl-GL"/>
        </w:rPr>
        <w:t>ajoqusernermut isumannaarineq</w:t>
      </w:r>
      <w:r w:rsidRPr="00171408">
        <w:rPr>
          <w:rFonts w:ascii="Times New Roman" w:hAnsi="Times New Roman" w:cs="Times New Roman"/>
          <w:color w:val="000000" w:themeColor="text1"/>
          <w:lang w:val="kl-GL"/>
        </w:rPr>
        <w:t xml:space="preserve"> pillugu inatsimmi § 52 malillugu</w:t>
      </w:r>
      <w:r w:rsidR="00D334E5" w:rsidRPr="00171408">
        <w:rPr>
          <w:rFonts w:ascii="Times New Roman" w:hAnsi="Times New Roman" w:cs="Times New Roman"/>
          <w:color w:val="000000" w:themeColor="text1"/>
          <w:lang w:val="kl-GL"/>
        </w:rPr>
        <w:t>, tak. aamma sulinermi ajoqusernermut isumannaarineq pillugu inatsimmi § 2,</w:t>
      </w:r>
      <w:r w:rsidRPr="00171408">
        <w:rPr>
          <w:rFonts w:ascii="Times New Roman" w:hAnsi="Times New Roman" w:cs="Times New Roman"/>
          <w:color w:val="000000" w:themeColor="text1"/>
          <w:lang w:val="kl-GL"/>
        </w:rPr>
        <w:t xml:space="preserve"> sillimmasernissamut pisussaaffeqarpoq. Sillimmasertoqarsimanngippat, ajutoorneq aamma Arbejdsmarkedets Erhvervssikringimut nalunaarutigineqassaaq.</w:t>
      </w:r>
    </w:p>
    <w:p w14:paraId="1E05921F" w14:textId="7C430666" w:rsidR="00C928DA" w:rsidRPr="00171408" w:rsidRDefault="00CE02F1">
      <w:pPr>
        <w:rPr>
          <w:rFonts w:ascii="Times New Roman" w:hAnsi="Times New Roman" w:cs="Times New Roman"/>
          <w:color w:val="FF0000"/>
          <w:lang w:val="kl-GL"/>
        </w:rPr>
      </w:pPr>
      <w:r w:rsidRPr="00171408">
        <w:rPr>
          <w:rFonts w:ascii="Times New Roman" w:hAnsi="Times New Roman" w:cs="Times New Roman"/>
          <w:color w:val="000000" w:themeColor="text1"/>
          <w:lang w:val="kl-GL"/>
        </w:rPr>
        <w:t xml:space="preserve">Nalunaarutiginninneq pillugu malittarisassanut allannguutissatut siunnersuutit nalunaarutikkut nutaakkut </w:t>
      </w:r>
      <w:r w:rsidR="00F65CA1" w:rsidRPr="00171408">
        <w:rPr>
          <w:rFonts w:ascii="Times New Roman" w:hAnsi="Times New Roman" w:cs="Times New Roman"/>
          <w:color w:val="000000" w:themeColor="text1"/>
          <w:lang w:val="kl-GL"/>
        </w:rPr>
        <w:t xml:space="preserve">piviusunngortinneqassapput </w:t>
      </w:r>
      <w:r w:rsidRPr="00171408">
        <w:rPr>
          <w:rFonts w:ascii="Times New Roman" w:hAnsi="Times New Roman" w:cs="Times New Roman"/>
          <w:color w:val="000000" w:themeColor="text1"/>
          <w:lang w:val="kl-GL"/>
        </w:rPr>
        <w:t xml:space="preserve">Kalaallit Nunaanni </w:t>
      </w:r>
      <w:r w:rsidR="00984F94" w:rsidRPr="00171408">
        <w:rPr>
          <w:rFonts w:ascii="Times New Roman" w:hAnsi="Times New Roman" w:cs="Times New Roman"/>
          <w:color w:val="000000" w:themeColor="text1"/>
          <w:lang w:val="kl-GL"/>
        </w:rPr>
        <w:t xml:space="preserve">sulinermi </w:t>
      </w:r>
      <w:r w:rsidR="006A4971" w:rsidRPr="00171408">
        <w:rPr>
          <w:rFonts w:ascii="Times New Roman" w:hAnsi="Times New Roman" w:cs="Times New Roman"/>
          <w:color w:val="000000" w:themeColor="text1"/>
          <w:lang w:val="kl-GL"/>
        </w:rPr>
        <w:t>ajoqusernermut isumannaarineq</w:t>
      </w:r>
      <w:r w:rsidRPr="00171408">
        <w:rPr>
          <w:rFonts w:ascii="Times New Roman" w:hAnsi="Times New Roman" w:cs="Times New Roman"/>
          <w:color w:val="000000" w:themeColor="text1"/>
          <w:lang w:val="kl-GL"/>
        </w:rPr>
        <w:t xml:space="preserve"> pillugu inatsimmi § 39 malillugu aamma nalunaarutikkut nutaakkut Kalaallit Nunaanni </w:t>
      </w:r>
      <w:r w:rsidR="00984F94" w:rsidRPr="00171408">
        <w:rPr>
          <w:rFonts w:ascii="Times New Roman" w:hAnsi="Times New Roman" w:cs="Times New Roman"/>
          <w:color w:val="000000" w:themeColor="text1"/>
          <w:lang w:val="kl-GL"/>
        </w:rPr>
        <w:t xml:space="preserve">sulinermi </w:t>
      </w:r>
      <w:r w:rsidR="006A4971" w:rsidRPr="00171408">
        <w:rPr>
          <w:rFonts w:ascii="Times New Roman" w:hAnsi="Times New Roman" w:cs="Times New Roman"/>
          <w:color w:val="000000" w:themeColor="text1"/>
          <w:lang w:val="kl-GL"/>
        </w:rPr>
        <w:t>ajoqusernermut isumannaarineq</w:t>
      </w:r>
      <w:r w:rsidRPr="00171408">
        <w:rPr>
          <w:rFonts w:ascii="Times New Roman" w:hAnsi="Times New Roman" w:cs="Times New Roman"/>
          <w:color w:val="000000" w:themeColor="text1"/>
          <w:lang w:val="kl-GL"/>
        </w:rPr>
        <w:t xml:space="preserve"> pillugu inatsimmi § 58 malillugu. Nalunaarutit aamma pillaaneq pillugu aalajangersakkanik imaqassapput, tak</w:t>
      </w:r>
      <w:r w:rsidRPr="00171408">
        <w:rPr>
          <w:rFonts w:ascii="Times New Roman" w:hAnsi="Times New Roman" w:cs="Times New Roman"/>
          <w:lang w:val="kl-GL"/>
        </w:rPr>
        <w:t xml:space="preserve">. </w:t>
      </w:r>
      <w:r w:rsidRPr="00171408">
        <w:rPr>
          <w:rFonts w:ascii="Times New Roman" w:hAnsi="Times New Roman" w:cs="Times New Roman"/>
          <w:color w:val="000000" w:themeColor="text1"/>
          <w:lang w:val="kl-GL"/>
        </w:rPr>
        <w:t xml:space="preserve">Kalaallit Nunaanni </w:t>
      </w:r>
      <w:r w:rsidR="00984F94" w:rsidRPr="00171408">
        <w:rPr>
          <w:rFonts w:ascii="Times New Roman" w:hAnsi="Times New Roman" w:cs="Times New Roman"/>
          <w:color w:val="000000" w:themeColor="text1"/>
          <w:lang w:val="kl-GL"/>
        </w:rPr>
        <w:t xml:space="preserve">sulinermi </w:t>
      </w:r>
      <w:r w:rsidR="006A4971" w:rsidRPr="00171408">
        <w:rPr>
          <w:rFonts w:ascii="Times New Roman" w:hAnsi="Times New Roman" w:cs="Times New Roman"/>
          <w:color w:val="000000" w:themeColor="text1"/>
          <w:lang w:val="kl-GL"/>
        </w:rPr>
        <w:t>ajoqusernermut isumannaarineq</w:t>
      </w:r>
      <w:r w:rsidRPr="00171408">
        <w:rPr>
          <w:rFonts w:ascii="Times New Roman" w:hAnsi="Times New Roman" w:cs="Times New Roman"/>
          <w:color w:val="000000" w:themeColor="text1"/>
          <w:lang w:val="kl-GL"/>
        </w:rPr>
        <w:t xml:space="preserve"> pillugu inatsimmi §</w:t>
      </w:r>
      <w:r w:rsidRPr="00171408">
        <w:rPr>
          <w:rFonts w:ascii="Times New Roman" w:hAnsi="Times New Roman" w:cs="Times New Roman"/>
          <w:lang w:val="kl-GL"/>
        </w:rPr>
        <w:t xml:space="preserve"> 75, imm. 3, aamma Kalaallit Nunaanni sullivimmi avatangiisit pillugit inatsimmi § 67.</w:t>
      </w:r>
      <w:r w:rsidR="00850D4A" w:rsidRPr="00171408">
        <w:rPr>
          <w:rFonts w:ascii="Times New Roman" w:hAnsi="Times New Roman" w:cs="Times New Roman"/>
          <w:color w:val="FF0000"/>
          <w:lang w:val="kl-GL"/>
        </w:rPr>
        <w:t xml:space="preserve"> </w:t>
      </w:r>
    </w:p>
    <w:p w14:paraId="53B1E6F2" w14:textId="00B1696E" w:rsidR="00515200" w:rsidRPr="00171408" w:rsidRDefault="00CE02F1" w:rsidP="000363FB">
      <w:pPr>
        <w:rPr>
          <w:rFonts w:ascii="Times New Roman" w:hAnsi="Times New Roman" w:cs="Times New Roman"/>
          <w:color w:val="000000"/>
          <w:lang w:val="kl-GL"/>
        </w:rPr>
      </w:pPr>
      <w:r w:rsidRPr="00171408">
        <w:rPr>
          <w:rFonts w:ascii="Times New Roman" w:hAnsi="Times New Roman" w:cs="Times New Roman"/>
          <w:color w:val="000000"/>
          <w:lang w:val="kl-GL"/>
        </w:rPr>
        <w:t xml:space="preserve">Nalunaarutiginninnissamut piumasaqaatinik </w:t>
      </w:r>
      <w:r w:rsidR="00A829A9" w:rsidRPr="00171408">
        <w:rPr>
          <w:rFonts w:ascii="Times New Roman" w:hAnsi="Times New Roman" w:cs="Times New Roman"/>
          <w:color w:val="000000"/>
          <w:lang w:val="kl-GL"/>
        </w:rPr>
        <w:t>naleqqussaane</w:t>
      </w:r>
      <w:r w:rsidR="00802612" w:rsidRPr="00171408">
        <w:rPr>
          <w:rFonts w:ascii="Times New Roman" w:hAnsi="Times New Roman" w:cs="Times New Roman"/>
          <w:color w:val="000000"/>
          <w:lang w:val="kl-GL"/>
        </w:rPr>
        <w:t>rmi</w:t>
      </w:r>
      <w:r w:rsidR="000363FB" w:rsidRPr="00171408">
        <w:rPr>
          <w:rFonts w:ascii="Times New Roman" w:hAnsi="Times New Roman" w:cs="Times New Roman"/>
          <w:color w:val="000000"/>
          <w:lang w:val="kl-GL"/>
        </w:rPr>
        <w:t>,</w:t>
      </w:r>
      <w:r w:rsidR="00A829A9" w:rsidRPr="00171408">
        <w:rPr>
          <w:rFonts w:ascii="Times New Roman" w:hAnsi="Times New Roman" w:cs="Times New Roman"/>
          <w:color w:val="000000"/>
          <w:lang w:val="kl-GL"/>
        </w:rPr>
        <w:t xml:space="preserve"> </w:t>
      </w:r>
      <w:r w:rsidR="000363FB" w:rsidRPr="00171408">
        <w:rPr>
          <w:rFonts w:ascii="Times New Roman" w:hAnsi="Times New Roman" w:cs="Times New Roman"/>
          <w:color w:val="000000"/>
          <w:lang w:val="kl-GL"/>
        </w:rPr>
        <w:t xml:space="preserve">sulisitsisunut aamma sulinermi ajutoornernik nalunaarutiginnittussanut allanut, sulinermi ajutoornerup qaqugukkut nalunaarutigineqarnissaata pisussaaffiunera pillugu, ajornannginnerusumik pisariunnginnerusumillu paasinninnissaat aamma nalilersuinissaat, </w:t>
      </w:r>
      <w:r w:rsidRPr="00171408">
        <w:rPr>
          <w:rFonts w:ascii="Times New Roman" w:hAnsi="Times New Roman" w:cs="Times New Roman"/>
          <w:color w:val="000000"/>
          <w:lang w:val="kl-GL"/>
        </w:rPr>
        <w:t>naatsorsuutigineqarpoq.</w:t>
      </w:r>
    </w:p>
    <w:p w14:paraId="6AF5AD40" w14:textId="2590A93A" w:rsidR="00515200" w:rsidRPr="00171408" w:rsidRDefault="00CE02F1">
      <w:pPr>
        <w:rPr>
          <w:rFonts w:ascii="Times New Roman" w:hAnsi="Times New Roman"/>
          <w:lang w:val="kl-GL"/>
        </w:rPr>
      </w:pPr>
      <w:r w:rsidRPr="00171408">
        <w:rPr>
          <w:rFonts w:ascii="Times New Roman" w:hAnsi="Times New Roman" w:cs="Times New Roman"/>
          <w:lang w:val="kl-GL"/>
        </w:rPr>
        <w:t xml:space="preserve">Aalajangersagaq siunnersuutigineqartoq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Pr="00171408">
        <w:rPr>
          <w:rFonts w:ascii="Times New Roman" w:hAnsi="Times New Roman" w:cs="Times New Roman"/>
          <w:lang w:val="kl-GL"/>
        </w:rPr>
        <w:t xml:space="preserve"> pillugu inatsimmi § 31-mut assinguvoq.</w:t>
      </w:r>
    </w:p>
    <w:p w14:paraId="6E045A32" w14:textId="77777777" w:rsidR="00515200" w:rsidRPr="00171408" w:rsidRDefault="00CE02F1">
      <w:pPr>
        <w:rPr>
          <w:rFonts w:ascii="Times New Roman" w:hAnsi="Times New Roman"/>
          <w:lang w:val="kl-GL"/>
        </w:rPr>
      </w:pPr>
      <w:r w:rsidRPr="00171408">
        <w:rPr>
          <w:rFonts w:ascii="Times New Roman" w:hAnsi="Times New Roman" w:cs="Times New Roman"/>
          <w:lang w:val="kl-GL"/>
        </w:rPr>
        <w:t>Tamatuma saniatigut oqaaseqaatit nalinginnaasut innersuussutigineqarput, imm. 2.3.</w:t>
      </w:r>
    </w:p>
    <w:p w14:paraId="38052A5F" w14:textId="2FF7123A" w:rsidR="00515200" w:rsidRPr="00171408" w:rsidRDefault="00CE02F1">
      <w:pPr>
        <w:rPr>
          <w:rFonts w:ascii="Times New Roman" w:hAnsi="Times New Roman"/>
          <w:lang w:val="kl-GL"/>
        </w:rPr>
      </w:pPr>
      <w:r w:rsidRPr="00171408">
        <w:rPr>
          <w:rFonts w:ascii="Times New Roman" w:hAnsi="Times New Roman" w:cs="Times New Roman"/>
          <w:lang w:val="kl-GL"/>
        </w:rPr>
        <w:t xml:space="preserve">Nr. </w:t>
      </w:r>
      <w:r w:rsidR="0002224D" w:rsidRPr="00171408">
        <w:rPr>
          <w:rFonts w:ascii="Times New Roman" w:hAnsi="Times New Roman" w:cs="Times New Roman"/>
          <w:lang w:val="kl-GL"/>
        </w:rPr>
        <w:t>11</w:t>
      </w:r>
      <w:r w:rsidRPr="00171408">
        <w:rPr>
          <w:rFonts w:ascii="Times New Roman" w:hAnsi="Times New Roman" w:cs="Times New Roman"/>
          <w:lang w:val="kl-GL"/>
        </w:rPr>
        <w:t>-mut</w:t>
      </w:r>
    </w:p>
    <w:p w14:paraId="3937623E" w14:textId="1E5C0B74" w:rsidR="00515200" w:rsidRPr="00171408" w:rsidRDefault="00CE02F1">
      <w:pPr>
        <w:rPr>
          <w:rFonts w:ascii="Times New Roman" w:hAnsi="Times New Roman"/>
          <w:lang w:val="kl-GL"/>
        </w:rPr>
      </w:pPr>
      <w:r w:rsidRPr="00171408">
        <w:rPr>
          <w:rFonts w:ascii="Times New Roman" w:hAnsi="Times New Roman" w:cs="Times New Roman"/>
          <w:lang w:val="kl-GL"/>
        </w:rPr>
        <w:t xml:space="preserve">Malittarisassat atuuttut malillugit Arbejdsmarkedets Erhvervssikringi toqusoqarnera pillugu </w:t>
      </w:r>
      <w:r w:rsidR="00150761" w:rsidRPr="00171408">
        <w:rPr>
          <w:rFonts w:ascii="Times New Roman" w:hAnsi="Times New Roman" w:cs="Times New Roman"/>
          <w:lang w:val="kl-GL"/>
        </w:rPr>
        <w:t xml:space="preserve">nalunaaquttap </w:t>
      </w:r>
      <w:r w:rsidRPr="00171408">
        <w:rPr>
          <w:rFonts w:ascii="Times New Roman" w:hAnsi="Times New Roman" w:cs="Times New Roman"/>
          <w:lang w:val="kl-GL"/>
        </w:rPr>
        <w:t>akunnerit 48-t qaangiutsinnagit nalunaarfigineqassaaq, sul</w:t>
      </w:r>
      <w:r w:rsidR="00301B3C" w:rsidRPr="00171408">
        <w:rPr>
          <w:rFonts w:ascii="Times New Roman" w:hAnsi="Times New Roman" w:cs="Times New Roman"/>
          <w:lang w:val="kl-GL"/>
        </w:rPr>
        <w:t>i</w:t>
      </w:r>
      <w:r w:rsidRPr="00171408">
        <w:rPr>
          <w:rFonts w:ascii="Times New Roman" w:hAnsi="Times New Roman" w:cs="Times New Roman"/>
          <w:lang w:val="kl-GL"/>
        </w:rPr>
        <w:t>n</w:t>
      </w:r>
      <w:r w:rsidR="00301B3C" w:rsidRPr="00171408">
        <w:rPr>
          <w:rFonts w:ascii="Times New Roman" w:hAnsi="Times New Roman" w:cs="Times New Roman"/>
          <w:lang w:val="kl-GL"/>
        </w:rPr>
        <w:t>erm</w:t>
      </w:r>
      <w:r w:rsidRPr="00171408">
        <w:rPr>
          <w:rFonts w:ascii="Times New Roman" w:hAnsi="Times New Roman" w:cs="Times New Roman"/>
          <w:lang w:val="kl-GL"/>
        </w:rPr>
        <w:t>i ajoquserner</w:t>
      </w:r>
      <w:r w:rsidR="00C770A6" w:rsidRPr="00171408">
        <w:rPr>
          <w:rFonts w:ascii="Times New Roman" w:hAnsi="Times New Roman" w:cs="Times New Roman"/>
          <w:lang w:val="kl-GL"/>
        </w:rPr>
        <w:t>mik pissuteqarsinnaasoq</w:t>
      </w:r>
      <w:r w:rsidRPr="00171408">
        <w:rPr>
          <w:rFonts w:ascii="Times New Roman" w:hAnsi="Times New Roman" w:cs="Times New Roman"/>
          <w:lang w:val="kl-GL"/>
        </w:rPr>
        <w:t xml:space="preserve">, tassunga </w:t>
      </w:r>
      <w:r w:rsidR="00C770A6" w:rsidRPr="00171408">
        <w:rPr>
          <w:rFonts w:ascii="Times New Roman" w:hAnsi="Times New Roman" w:cs="Times New Roman"/>
          <w:lang w:val="kl-GL"/>
        </w:rPr>
        <w:t xml:space="preserve">ilanngullugu </w:t>
      </w:r>
      <w:r w:rsidR="008F1209" w:rsidRPr="00171408">
        <w:rPr>
          <w:rFonts w:ascii="Times New Roman" w:hAnsi="Times New Roman" w:cs="Times New Roman"/>
          <w:lang w:val="kl-GL"/>
        </w:rPr>
        <w:t xml:space="preserve">suliffimmi </w:t>
      </w:r>
      <w:r w:rsidRPr="00171408">
        <w:rPr>
          <w:rFonts w:ascii="Times New Roman" w:hAnsi="Times New Roman" w:cs="Times New Roman"/>
          <w:lang w:val="kl-GL"/>
        </w:rPr>
        <w:t>toqu</w:t>
      </w:r>
      <w:r w:rsidR="008F1209" w:rsidRPr="00171408">
        <w:rPr>
          <w:rFonts w:ascii="Times New Roman" w:hAnsi="Times New Roman" w:cs="Times New Roman"/>
          <w:lang w:val="kl-GL"/>
        </w:rPr>
        <w:t>soqarnerit tamaasa</w:t>
      </w:r>
      <w:r w:rsidRPr="00171408">
        <w:rPr>
          <w:rFonts w:ascii="Times New Roman" w:hAnsi="Times New Roman" w:cs="Times New Roman"/>
          <w:lang w:val="kl-GL"/>
        </w:rPr>
        <w:t xml:space="preserve">. </w:t>
      </w:r>
      <w:r w:rsidRPr="00171408">
        <w:rPr>
          <w:rFonts w:ascii="Times New Roman" w:hAnsi="Times New Roman" w:cs="Times New Roman"/>
          <w:color w:val="000000" w:themeColor="text1"/>
          <w:lang w:val="kl-GL"/>
        </w:rPr>
        <w:t xml:space="preserve">Kalaallit Nunaanni </w:t>
      </w:r>
      <w:r w:rsidR="00984F94" w:rsidRPr="00171408">
        <w:rPr>
          <w:rFonts w:ascii="Times New Roman" w:hAnsi="Times New Roman" w:cs="Times New Roman"/>
          <w:color w:val="000000" w:themeColor="text1"/>
          <w:lang w:val="kl-GL"/>
        </w:rPr>
        <w:t xml:space="preserve">sulinermi </w:t>
      </w:r>
      <w:r w:rsidR="006A4971" w:rsidRPr="00171408">
        <w:rPr>
          <w:rFonts w:ascii="Times New Roman" w:hAnsi="Times New Roman" w:cs="Times New Roman"/>
          <w:color w:val="000000" w:themeColor="text1"/>
          <w:lang w:val="kl-GL"/>
        </w:rPr>
        <w:t>ajoqusernermut isumannaarineq</w:t>
      </w:r>
      <w:r w:rsidRPr="00171408">
        <w:rPr>
          <w:rFonts w:ascii="Times New Roman" w:hAnsi="Times New Roman" w:cs="Times New Roman"/>
          <w:color w:val="000000" w:themeColor="text1"/>
          <w:lang w:val="kl-GL"/>
        </w:rPr>
        <w:t xml:space="preserve"> pillugu inatsimmi </w:t>
      </w:r>
      <w:r w:rsidRPr="00171408">
        <w:rPr>
          <w:rFonts w:ascii="Times New Roman" w:hAnsi="Times New Roman" w:cs="Times New Roman"/>
          <w:lang w:val="kl-GL"/>
        </w:rPr>
        <w:t xml:space="preserve">§ 35, imm. 4, oqaaseqatigiit </w:t>
      </w:r>
      <w:r w:rsidR="00366270" w:rsidRPr="00171408">
        <w:rPr>
          <w:rFonts w:ascii="Times New Roman" w:hAnsi="Times New Roman" w:cs="Times New Roman"/>
          <w:lang w:val="kl-GL"/>
        </w:rPr>
        <w:t>aappaa</w:t>
      </w:r>
      <w:r w:rsidR="000D1D23" w:rsidRPr="00171408">
        <w:rPr>
          <w:rFonts w:ascii="Times New Roman" w:hAnsi="Times New Roman" w:cs="Times New Roman"/>
          <w:lang w:val="kl-GL"/>
        </w:rPr>
        <w:t>n</w:t>
      </w:r>
      <w:r w:rsidRPr="00171408">
        <w:rPr>
          <w:rFonts w:ascii="Times New Roman" w:hAnsi="Times New Roman" w:cs="Times New Roman"/>
          <w:lang w:val="kl-GL"/>
        </w:rPr>
        <w:t>ni aalajangersakkami atuuttumi alla</w:t>
      </w:r>
      <w:r w:rsidR="000D1D23" w:rsidRPr="00171408">
        <w:rPr>
          <w:rFonts w:ascii="Times New Roman" w:hAnsi="Times New Roman" w:cs="Times New Roman"/>
          <w:lang w:val="kl-GL"/>
        </w:rPr>
        <w:t>q</w:t>
      </w:r>
      <w:r w:rsidRPr="00171408">
        <w:rPr>
          <w:rFonts w:ascii="Times New Roman" w:hAnsi="Times New Roman" w:cs="Times New Roman"/>
          <w:lang w:val="kl-GL"/>
        </w:rPr>
        <w:t xml:space="preserve">qavoq, nalunaarutiginnittoqassasoq,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ajoquserneq, toqu</w:t>
      </w:r>
      <w:r w:rsidR="00D07B93" w:rsidRPr="00171408">
        <w:rPr>
          <w:rFonts w:ascii="Times New Roman" w:hAnsi="Times New Roman" w:cs="Times New Roman"/>
          <w:lang w:val="kl-GL"/>
        </w:rPr>
        <w:t>soqarneranik</w:t>
      </w:r>
      <w:r w:rsidRPr="00171408">
        <w:rPr>
          <w:rFonts w:ascii="Times New Roman" w:hAnsi="Times New Roman" w:cs="Times New Roman"/>
          <w:lang w:val="kl-GL"/>
        </w:rPr>
        <w:t xml:space="preserve"> kinguneqarsinnaasoq, nalunaarutigineqareeraluarpalluunniit imaluunniit imm. 1-imiit 3-mut malillugit nalunaarutigineqartussaagaluarpalluunniit.</w:t>
      </w:r>
    </w:p>
    <w:p w14:paraId="1CC0B54C" w14:textId="64364733" w:rsidR="00515200" w:rsidRPr="00171408" w:rsidRDefault="00CE02F1">
      <w:pPr>
        <w:rPr>
          <w:rFonts w:ascii="Times New Roman" w:hAnsi="Times New Roman"/>
          <w:lang w:val="kl-GL"/>
        </w:rPr>
      </w:pPr>
      <w:r w:rsidRPr="00171408">
        <w:rPr>
          <w:rFonts w:ascii="Times New Roman" w:hAnsi="Times New Roman" w:cs="Times New Roman"/>
          <w:lang w:val="kl-GL"/>
        </w:rPr>
        <w:t xml:space="preserve">Inatsisissatut siunnersuutip </w:t>
      </w:r>
      <w:r w:rsidRPr="00171408">
        <w:rPr>
          <w:rFonts w:ascii="Times New Roman" w:hAnsi="Times New Roman" w:cs="Times New Roman"/>
          <w:i/>
          <w:lang w:val="kl-GL"/>
        </w:rPr>
        <w:t xml:space="preserve">§ 1, nr. </w:t>
      </w:r>
      <w:r w:rsidR="002C51B1" w:rsidRPr="00171408">
        <w:rPr>
          <w:rFonts w:ascii="Times New Roman" w:hAnsi="Times New Roman" w:cs="Times New Roman"/>
          <w:i/>
          <w:lang w:val="kl-GL"/>
        </w:rPr>
        <w:t>11</w:t>
      </w:r>
      <w:r w:rsidRPr="00171408">
        <w:rPr>
          <w:rFonts w:ascii="Times New Roman" w:hAnsi="Times New Roman" w:cs="Times New Roman"/>
          <w:lang w:val="kl-GL"/>
        </w:rPr>
        <w:t xml:space="preserve">-ni </w:t>
      </w:r>
      <w:r w:rsidR="00B23A96" w:rsidRPr="00171408">
        <w:rPr>
          <w:rFonts w:ascii="Times New Roman" w:hAnsi="Times New Roman" w:cs="Times New Roman"/>
          <w:lang w:val="kl-GL"/>
        </w:rPr>
        <w:t>siunnersuutigineqarpoq</w:t>
      </w:r>
      <w:r w:rsidRPr="00171408">
        <w:rPr>
          <w:rFonts w:ascii="Times New Roman" w:hAnsi="Times New Roman" w:cs="Times New Roman"/>
          <w:lang w:val="kl-GL"/>
        </w:rPr>
        <w:t xml:space="preserve">, </w:t>
      </w:r>
      <w:r w:rsidRPr="00171408">
        <w:rPr>
          <w:rFonts w:ascii="Times New Roman" w:hAnsi="Times New Roman" w:cs="Times New Roman"/>
          <w:i/>
          <w:lang w:val="kl-GL"/>
        </w:rPr>
        <w:t xml:space="preserve">§ 35, imm. 4, oqaaseqatigiit </w:t>
      </w:r>
      <w:r w:rsidR="00366270" w:rsidRPr="00171408">
        <w:rPr>
          <w:rFonts w:ascii="Times New Roman" w:hAnsi="Times New Roman" w:cs="Times New Roman"/>
          <w:i/>
          <w:lang w:val="kl-GL"/>
        </w:rPr>
        <w:t>aappaanni</w:t>
      </w:r>
      <w:r w:rsidRPr="00171408">
        <w:rPr>
          <w:rFonts w:ascii="Times New Roman" w:hAnsi="Times New Roman" w:cs="Times New Roman"/>
          <w:i/>
          <w:lang w:val="kl-GL"/>
        </w:rPr>
        <w:t>,</w:t>
      </w:r>
      <w:r w:rsidRPr="00171408">
        <w:rPr>
          <w:rFonts w:ascii="Times New Roman" w:hAnsi="Times New Roman" w:cs="Times New Roman"/>
          <w:lang w:val="kl-GL"/>
        </w:rPr>
        <w:t xml:space="preserve"> imm. 3, oqaaseqatigiit </w:t>
      </w:r>
      <w:r w:rsidR="00366270" w:rsidRPr="00171408">
        <w:rPr>
          <w:rFonts w:ascii="Times New Roman" w:hAnsi="Times New Roman" w:cs="Times New Roman"/>
          <w:lang w:val="kl-GL"/>
        </w:rPr>
        <w:t>aappaa</w:t>
      </w:r>
      <w:r w:rsidRPr="00171408">
        <w:rPr>
          <w:rFonts w:ascii="Times New Roman" w:hAnsi="Times New Roman" w:cs="Times New Roman"/>
          <w:lang w:val="kl-GL"/>
        </w:rPr>
        <w:t>nngortussami »imm. 1-3« imatut allanngortinneqassasoq: »imm. 1 aamma 2 kiisalu § 38«.</w:t>
      </w:r>
    </w:p>
    <w:p w14:paraId="27F7F71B" w14:textId="35481C2B" w:rsidR="00515200" w:rsidRPr="00171408" w:rsidRDefault="00CE02F1">
      <w:pPr>
        <w:rPr>
          <w:rFonts w:ascii="Times New Roman" w:hAnsi="Times New Roman"/>
          <w:lang w:val="kl-GL"/>
        </w:rPr>
      </w:pPr>
      <w:r w:rsidRPr="00171408">
        <w:rPr>
          <w:rFonts w:ascii="Times New Roman" w:hAnsi="Times New Roman" w:cs="Times New Roman"/>
          <w:lang w:val="kl-GL"/>
        </w:rPr>
        <w:t xml:space="preserve">Inatsisissatut </w:t>
      </w:r>
      <w:r w:rsidR="00693896" w:rsidRPr="00171408">
        <w:rPr>
          <w:rFonts w:ascii="Times New Roman" w:hAnsi="Times New Roman" w:cs="Times New Roman"/>
          <w:lang w:val="kl-GL"/>
        </w:rPr>
        <w:t xml:space="preserve">siunnersuummi </w:t>
      </w:r>
      <w:r w:rsidRPr="00171408">
        <w:rPr>
          <w:rFonts w:ascii="Times New Roman" w:hAnsi="Times New Roman" w:cs="Times New Roman"/>
          <w:lang w:val="kl-GL"/>
        </w:rPr>
        <w:t xml:space="preserve">§ 1, nr. </w:t>
      </w:r>
      <w:r w:rsidR="002C51B1" w:rsidRPr="00171408">
        <w:rPr>
          <w:rFonts w:ascii="Times New Roman" w:hAnsi="Times New Roman" w:cs="Times New Roman"/>
          <w:lang w:val="kl-GL"/>
        </w:rPr>
        <w:t>10</w:t>
      </w:r>
      <w:r w:rsidRPr="00171408">
        <w:rPr>
          <w:rFonts w:ascii="Times New Roman" w:hAnsi="Times New Roman" w:cs="Times New Roman"/>
          <w:lang w:val="kl-GL"/>
        </w:rPr>
        <w:t>-i</w:t>
      </w:r>
      <w:r w:rsidR="00693896" w:rsidRPr="00171408">
        <w:rPr>
          <w:rFonts w:ascii="Times New Roman" w:hAnsi="Times New Roman" w:cs="Times New Roman"/>
          <w:lang w:val="kl-GL"/>
        </w:rPr>
        <w:t>mi</w:t>
      </w:r>
      <w:r w:rsidRPr="00171408">
        <w:rPr>
          <w:rFonts w:ascii="Times New Roman" w:hAnsi="Times New Roman" w:cs="Times New Roman"/>
          <w:lang w:val="kl-GL"/>
        </w:rPr>
        <w:t xml:space="preserve"> allannguutissatut siunnersuutit </w:t>
      </w:r>
      <w:r w:rsidR="00705C98" w:rsidRPr="00171408">
        <w:rPr>
          <w:rFonts w:ascii="Times New Roman" w:hAnsi="Times New Roman" w:cs="Times New Roman"/>
          <w:lang w:val="kl-GL"/>
        </w:rPr>
        <w:t xml:space="preserve">siunnersuutip </w:t>
      </w:r>
      <w:r w:rsidRPr="00171408">
        <w:rPr>
          <w:rFonts w:ascii="Times New Roman" w:hAnsi="Times New Roman" w:cs="Times New Roman"/>
          <w:lang w:val="kl-GL"/>
        </w:rPr>
        <w:t>kingune</w:t>
      </w:r>
      <w:r w:rsidR="00705C98" w:rsidRPr="00171408">
        <w:rPr>
          <w:rFonts w:ascii="Times New Roman" w:hAnsi="Times New Roman" w:cs="Times New Roman"/>
          <w:lang w:val="kl-GL"/>
        </w:rPr>
        <w:t>rivai</w:t>
      </w:r>
      <w:r w:rsidRPr="00171408">
        <w:rPr>
          <w:rFonts w:ascii="Times New Roman" w:hAnsi="Times New Roman" w:cs="Times New Roman"/>
          <w:lang w:val="kl-GL"/>
        </w:rPr>
        <w:t xml:space="preserve">, § 35, imm. 3 atorunnaarsinneqarluni, taamaalilluni inuussutissarsiornermi nappaatinik nalunaarutiginninneq pillugu malittarisassat § 38-mi allaqqallutik, kiisalu </w:t>
      </w:r>
      <w:r w:rsidRPr="00171408">
        <w:rPr>
          <w:rFonts w:ascii="Times New Roman" w:hAnsi="Times New Roman" w:cs="Times New Roman"/>
          <w:color w:val="000000" w:themeColor="text1"/>
          <w:lang w:val="kl-GL"/>
        </w:rPr>
        <w:t xml:space="preserve">Kalaallit Nunaanni </w:t>
      </w:r>
      <w:r w:rsidR="00984F94" w:rsidRPr="00171408">
        <w:rPr>
          <w:rFonts w:ascii="Times New Roman" w:hAnsi="Times New Roman" w:cs="Times New Roman"/>
          <w:color w:val="000000" w:themeColor="text1"/>
          <w:lang w:val="kl-GL"/>
        </w:rPr>
        <w:t xml:space="preserve">sulinermi </w:t>
      </w:r>
      <w:r w:rsidR="006A4971" w:rsidRPr="00171408">
        <w:rPr>
          <w:rFonts w:ascii="Times New Roman" w:hAnsi="Times New Roman" w:cs="Times New Roman"/>
          <w:color w:val="000000" w:themeColor="text1"/>
          <w:lang w:val="kl-GL"/>
        </w:rPr>
        <w:t>ajoqusernermut isumannaarineq</w:t>
      </w:r>
      <w:r w:rsidRPr="00171408">
        <w:rPr>
          <w:rFonts w:ascii="Times New Roman" w:hAnsi="Times New Roman" w:cs="Times New Roman"/>
          <w:color w:val="000000" w:themeColor="text1"/>
          <w:lang w:val="kl-GL"/>
        </w:rPr>
        <w:t xml:space="preserve"> pillugu inatsit malillugu </w:t>
      </w:r>
      <w:r w:rsidRPr="00171408">
        <w:rPr>
          <w:rFonts w:ascii="Times New Roman" w:hAnsi="Times New Roman" w:cs="Times New Roman"/>
          <w:lang w:val="kl-GL"/>
        </w:rPr>
        <w:t>nakorsat aamma kigutit nakorsaat inuussutissarsiornermi nappaatinik Arbejdsskadestyrelsenimut nalunaarutiginninnissamut pisussaaffiat pillugu nalunaarummi nr. 1624, 21. december 2010-meersumi.</w:t>
      </w:r>
    </w:p>
    <w:p w14:paraId="6ECFA01F" w14:textId="5B301169" w:rsidR="00515200" w:rsidRPr="00171408" w:rsidRDefault="00CE02F1">
      <w:pPr>
        <w:rPr>
          <w:rFonts w:ascii="Times New Roman" w:hAnsi="Times New Roman"/>
          <w:lang w:val="kl-GL"/>
        </w:rPr>
      </w:pPr>
      <w:r w:rsidRPr="00171408">
        <w:rPr>
          <w:rFonts w:ascii="Times New Roman" w:hAnsi="Times New Roman" w:cs="Times New Roman"/>
          <w:lang w:val="kl-GL"/>
        </w:rPr>
        <w:lastRenderedPageBreak/>
        <w:t xml:space="preserve">Siunnersuut </w:t>
      </w:r>
      <w:r w:rsidR="001C4104" w:rsidRPr="00171408">
        <w:rPr>
          <w:rFonts w:ascii="Times New Roman" w:hAnsi="Times New Roman" w:cs="Times New Roman"/>
          <w:lang w:val="kl-GL"/>
        </w:rPr>
        <w:t xml:space="preserve">sulinermi ajoqusernerup kingunerisinnaasaanik, </w:t>
      </w:r>
      <w:r w:rsidRPr="00171408">
        <w:rPr>
          <w:rFonts w:ascii="Times New Roman" w:hAnsi="Times New Roman" w:cs="Times New Roman"/>
          <w:lang w:val="kl-GL"/>
        </w:rPr>
        <w:t>ajutoornernik toqumik kinguneqartunik, nalunaarutiginninnissamut pisussaaffik pillugu malittarisassat imarisaa</w:t>
      </w:r>
      <w:r w:rsidR="0062633E" w:rsidRPr="00171408">
        <w:rPr>
          <w:rFonts w:ascii="Times New Roman" w:hAnsi="Times New Roman" w:cs="Times New Roman"/>
          <w:lang w:val="kl-GL"/>
        </w:rPr>
        <w:t>nut t</w:t>
      </w:r>
      <w:r w:rsidR="00826E81" w:rsidRPr="00171408">
        <w:rPr>
          <w:rFonts w:ascii="Times New Roman" w:hAnsi="Times New Roman" w:cs="Times New Roman"/>
          <w:lang w:val="kl-GL"/>
        </w:rPr>
        <w:t>u</w:t>
      </w:r>
      <w:r w:rsidR="0062633E" w:rsidRPr="00171408">
        <w:rPr>
          <w:rFonts w:ascii="Times New Roman" w:hAnsi="Times New Roman" w:cs="Times New Roman"/>
          <w:lang w:val="kl-GL"/>
        </w:rPr>
        <w:t>nngatillugu</w:t>
      </w:r>
      <w:r w:rsidRPr="00171408">
        <w:rPr>
          <w:rFonts w:ascii="Times New Roman" w:hAnsi="Times New Roman" w:cs="Times New Roman"/>
          <w:lang w:val="kl-GL"/>
        </w:rPr>
        <w:t xml:space="preserve"> allanngui</w:t>
      </w:r>
      <w:r w:rsidR="0062633E" w:rsidRPr="00171408">
        <w:rPr>
          <w:rFonts w:ascii="Times New Roman" w:hAnsi="Times New Roman" w:cs="Times New Roman"/>
          <w:lang w:val="kl-GL"/>
        </w:rPr>
        <w:t>so</w:t>
      </w:r>
      <w:r w:rsidRPr="00171408">
        <w:rPr>
          <w:rFonts w:ascii="Times New Roman" w:hAnsi="Times New Roman" w:cs="Times New Roman"/>
          <w:lang w:val="kl-GL"/>
        </w:rPr>
        <w:t xml:space="preserve">qassanngilaq, tassunga </w:t>
      </w:r>
      <w:r w:rsidR="00496850" w:rsidRPr="00171408">
        <w:rPr>
          <w:rFonts w:ascii="Times New Roman" w:hAnsi="Times New Roman" w:cs="Times New Roman"/>
          <w:lang w:val="kl-GL"/>
        </w:rPr>
        <w:t xml:space="preserve">ilanngullugu </w:t>
      </w:r>
      <w:r w:rsidR="006C467C" w:rsidRPr="00171408">
        <w:rPr>
          <w:rFonts w:ascii="Times New Roman" w:hAnsi="Times New Roman" w:cs="Times New Roman"/>
          <w:lang w:val="kl-GL"/>
        </w:rPr>
        <w:t xml:space="preserve">suliffimmi </w:t>
      </w:r>
      <w:r w:rsidRPr="00171408">
        <w:rPr>
          <w:rFonts w:ascii="Times New Roman" w:hAnsi="Times New Roman" w:cs="Times New Roman"/>
          <w:lang w:val="kl-GL"/>
        </w:rPr>
        <w:t>toqu</w:t>
      </w:r>
      <w:r w:rsidR="006C467C" w:rsidRPr="00171408">
        <w:rPr>
          <w:rFonts w:ascii="Times New Roman" w:hAnsi="Times New Roman" w:cs="Times New Roman"/>
          <w:lang w:val="kl-GL"/>
        </w:rPr>
        <w:t>soqarnera</w:t>
      </w:r>
      <w:r w:rsidRPr="00171408">
        <w:rPr>
          <w:rFonts w:ascii="Times New Roman" w:hAnsi="Times New Roman" w:cs="Times New Roman"/>
          <w:lang w:val="kl-GL"/>
        </w:rPr>
        <w:t xml:space="preserve">. Taamaattumik toqusoqartillugu Arbejdsmarkedets Erhvervssikringi nangittumik nalunaaruteqarfigineqassaaq,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ajoquserner</w:t>
      </w:r>
      <w:r w:rsidR="004F65B3" w:rsidRPr="00171408">
        <w:rPr>
          <w:rFonts w:ascii="Times New Roman" w:hAnsi="Times New Roman" w:cs="Times New Roman"/>
          <w:lang w:val="kl-GL"/>
        </w:rPr>
        <w:t>mik pissuteqarsinnaasoq</w:t>
      </w:r>
      <w:r w:rsidRPr="00171408">
        <w:rPr>
          <w:rFonts w:ascii="Times New Roman" w:hAnsi="Times New Roman" w:cs="Times New Roman"/>
          <w:lang w:val="kl-GL"/>
        </w:rPr>
        <w:t xml:space="preserve">, tassunga </w:t>
      </w:r>
      <w:r w:rsidR="00790639" w:rsidRPr="00171408">
        <w:rPr>
          <w:rFonts w:ascii="Times New Roman" w:hAnsi="Times New Roman" w:cs="Times New Roman"/>
          <w:lang w:val="kl-GL"/>
        </w:rPr>
        <w:t>ilanngullugu  suliffimmi toqusoqarnera</w:t>
      </w:r>
      <w:r w:rsidRPr="00171408">
        <w:rPr>
          <w:rFonts w:ascii="Times New Roman" w:hAnsi="Times New Roman" w:cs="Times New Roman"/>
          <w:lang w:val="kl-GL"/>
        </w:rPr>
        <w:t xml:space="preserve">, </w:t>
      </w:r>
      <w:r w:rsidR="00790639" w:rsidRPr="00171408">
        <w:rPr>
          <w:rFonts w:ascii="Times New Roman" w:hAnsi="Times New Roman" w:cs="Times New Roman"/>
          <w:lang w:val="kl-GL"/>
        </w:rPr>
        <w:t xml:space="preserve">naak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ajoquserneq, toqunermik kinguneqarsinnaasoq,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ajutoornernik imaluunniit inuussutissarsiornermi nappaatinik nalunaarutiginninneq pillugu malittarisassat malillugit nalunaarutigineqareer</w:t>
      </w:r>
      <w:r w:rsidR="00C5705A" w:rsidRPr="00171408">
        <w:rPr>
          <w:rFonts w:ascii="Times New Roman" w:hAnsi="Times New Roman" w:cs="Times New Roman"/>
          <w:lang w:val="kl-GL"/>
        </w:rPr>
        <w:t>aluartoq</w:t>
      </w:r>
      <w:r w:rsidRPr="00171408">
        <w:rPr>
          <w:rFonts w:ascii="Times New Roman" w:hAnsi="Times New Roman" w:cs="Times New Roman"/>
          <w:lang w:val="kl-GL"/>
        </w:rPr>
        <w:t>.</w:t>
      </w:r>
    </w:p>
    <w:p w14:paraId="2E3EB2E2" w14:textId="790B178D" w:rsidR="00515200" w:rsidRPr="00171408" w:rsidRDefault="00CE02F1">
      <w:pPr>
        <w:rPr>
          <w:rFonts w:ascii="Times New Roman" w:hAnsi="Times New Roman"/>
          <w:lang w:val="kl-GL"/>
        </w:rPr>
      </w:pPr>
      <w:r w:rsidRPr="00171408">
        <w:rPr>
          <w:rFonts w:ascii="Times New Roman" w:hAnsi="Times New Roman" w:cs="Times New Roman"/>
          <w:lang w:val="kl-GL"/>
        </w:rPr>
        <w:t xml:space="preserve">Aalajangersagaq siunnersuutigineqartoq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Pr="00171408">
        <w:rPr>
          <w:rFonts w:ascii="Times New Roman" w:hAnsi="Times New Roman" w:cs="Times New Roman"/>
          <w:lang w:val="kl-GL"/>
        </w:rPr>
        <w:t xml:space="preserve"> pillugu inatsimmi § 31-mut assinguvoq.</w:t>
      </w:r>
    </w:p>
    <w:p w14:paraId="3661580D" w14:textId="77777777" w:rsidR="00515200" w:rsidRPr="00171408" w:rsidRDefault="00CE02F1">
      <w:pPr>
        <w:rPr>
          <w:rFonts w:ascii="Times New Roman" w:hAnsi="Times New Roman"/>
          <w:lang w:val="kl-GL"/>
        </w:rPr>
      </w:pPr>
      <w:r w:rsidRPr="00171408">
        <w:rPr>
          <w:rFonts w:ascii="Times New Roman" w:hAnsi="Times New Roman" w:cs="Times New Roman"/>
          <w:lang w:val="kl-GL"/>
        </w:rPr>
        <w:t>Tamatuma saniatigut oqaaseqaatit nalinginnaasut innersuussutigineqarput, imm. 2.3.</w:t>
      </w:r>
    </w:p>
    <w:p w14:paraId="4F7BBD4B" w14:textId="4B5F4376" w:rsidR="00515200" w:rsidRPr="00171408" w:rsidRDefault="00CE02F1">
      <w:pPr>
        <w:rPr>
          <w:rFonts w:ascii="Times New Roman" w:hAnsi="Times New Roman"/>
          <w:lang w:val="kl-GL"/>
        </w:rPr>
      </w:pPr>
      <w:r w:rsidRPr="00171408">
        <w:rPr>
          <w:rFonts w:ascii="Times New Roman" w:hAnsi="Times New Roman" w:cs="Times New Roman"/>
          <w:lang w:val="kl-GL"/>
        </w:rPr>
        <w:t xml:space="preserve">Nr. </w:t>
      </w:r>
      <w:r w:rsidR="00675357" w:rsidRPr="00171408">
        <w:rPr>
          <w:rFonts w:ascii="Times New Roman" w:hAnsi="Times New Roman" w:cs="Times New Roman"/>
          <w:lang w:val="kl-GL"/>
        </w:rPr>
        <w:t>12</w:t>
      </w:r>
      <w:r w:rsidRPr="00171408">
        <w:rPr>
          <w:rFonts w:ascii="Times New Roman" w:hAnsi="Times New Roman" w:cs="Times New Roman"/>
          <w:lang w:val="kl-GL"/>
        </w:rPr>
        <w:t>-mut</w:t>
      </w:r>
    </w:p>
    <w:p w14:paraId="5919C687" w14:textId="382649EA" w:rsidR="00515200" w:rsidRPr="00171408" w:rsidRDefault="00CE02F1">
      <w:pPr>
        <w:rPr>
          <w:rFonts w:ascii="Times New Roman" w:hAnsi="Times New Roman"/>
          <w:lang w:val="kl-GL"/>
        </w:rPr>
      </w:pPr>
      <w:r w:rsidRPr="00171408">
        <w:rPr>
          <w:rFonts w:ascii="Times New Roman" w:hAnsi="Times New Roman" w:cs="Times New Roman"/>
          <w:color w:val="000000" w:themeColor="text1"/>
          <w:lang w:val="kl-GL"/>
        </w:rPr>
        <w:t xml:space="preserve">Kalaallit Nunaanni </w:t>
      </w:r>
      <w:r w:rsidR="00984F94" w:rsidRPr="00171408">
        <w:rPr>
          <w:rFonts w:ascii="Times New Roman" w:hAnsi="Times New Roman" w:cs="Times New Roman"/>
          <w:color w:val="000000" w:themeColor="text1"/>
          <w:lang w:val="kl-GL"/>
        </w:rPr>
        <w:t xml:space="preserve">sulinermi </w:t>
      </w:r>
      <w:r w:rsidR="006A4971" w:rsidRPr="00171408">
        <w:rPr>
          <w:rFonts w:ascii="Times New Roman" w:hAnsi="Times New Roman" w:cs="Times New Roman"/>
          <w:color w:val="000000" w:themeColor="text1"/>
          <w:lang w:val="kl-GL"/>
        </w:rPr>
        <w:t>ajoqusernermut isumannaarineq</w:t>
      </w:r>
      <w:r w:rsidRPr="00171408">
        <w:rPr>
          <w:rFonts w:ascii="Times New Roman" w:hAnsi="Times New Roman" w:cs="Times New Roman"/>
          <w:color w:val="000000" w:themeColor="text1"/>
          <w:lang w:val="kl-GL"/>
        </w:rPr>
        <w:t xml:space="preserve"> pillugu inatsimmi</w:t>
      </w:r>
      <w:r w:rsidRPr="00171408">
        <w:rPr>
          <w:rFonts w:ascii="Times New Roman" w:hAnsi="Times New Roman" w:cs="Times New Roman"/>
          <w:lang w:val="kl-GL"/>
        </w:rPr>
        <w:t xml:space="preserve"> § 36, imm. 1-imi aalajangersakkami atuuttumi allaqqavoq, </w:t>
      </w:r>
      <w:r w:rsidR="004A526F" w:rsidRPr="00171408">
        <w:rPr>
          <w:rFonts w:ascii="Times New Roman" w:hAnsi="Times New Roman" w:cs="Times New Roman"/>
          <w:lang w:val="kl-GL"/>
        </w:rPr>
        <w:t xml:space="preserve">ajutoornerit pineqartillugit </w:t>
      </w:r>
      <w:r w:rsidRPr="00171408">
        <w:rPr>
          <w:rFonts w:ascii="Times New Roman" w:hAnsi="Times New Roman" w:cs="Times New Roman"/>
          <w:lang w:val="kl-GL"/>
        </w:rPr>
        <w:t>sulisitsisoq</w:t>
      </w:r>
      <w:r w:rsidR="008F3C04" w:rsidRPr="00171408">
        <w:rPr>
          <w:rFonts w:ascii="Times New Roman" w:hAnsi="Times New Roman" w:cs="Times New Roman"/>
          <w:lang w:val="kl-GL"/>
        </w:rPr>
        <w:t xml:space="preserve"> isumann</w:t>
      </w:r>
      <w:r w:rsidR="005C30B6" w:rsidRPr="00171408">
        <w:rPr>
          <w:rFonts w:ascii="Times New Roman" w:hAnsi="Times New Roman" w:cs="Times New Roman"/>
          <w:lang w:val="kl-GL"/>
        </w:rPr>
        <w:t>a</w:t>
      </w:r>
      <w:r w:rsidR="008F3C04" w:rsidRPr="00171408">
        <w:rPr>
          <w:rFonts w:ascii="Times New Roman" w:hAnsi="Times New Roman" w:cs="Times New Roman"/>
          <w:lang w:val="kl-GL"/>
        </w:rPr>
        <w:t>arinissamut pisussaaffeqartoq nalunaarutiginninnermut pisussaaffeqar</w:t>
      </w:r>
      <w:r w:rsidR="005C30B6" w:rsidRPr="00171408">
        <w:rPr>
          <w:rFonts w:ascii="Times New Roman" w:hAnsi="Times New Roman" w:cs="Times New Roman"/>
          <w:lang w:val="kl-GL"/>
        </w:rPr>
        <w:t>mat</w:t>
      </w:r>
      <w:r w:rsidRPr="00171408">
        <w:rPr>
          <w:rFonts w:ascii="Times New Roman" w:hAnsi="Times New Roman" w:cs="Times New Roman"/>
          <w:lang w:val="kl-GL"/>
        </w:rPr>
        <w:t>.</w:t>
      </w:r>
    </w:p>
    <w:p w14:paraId="4CE2128B" w14:textId="7537A588" w:rsidR="00515200" w:rsidRPr="00171408" w:rsidRDefault="000D731E">
      <w:pPr>
        <w:rPr>
          <w:rFonts w:ascii="Times New Roman" w:hAnsi="Times New Roman"/>
          <w:lang w:val="kl-GL"/>
        </w:rPr>
      </w:pPr>
      <w:r w:rsidRPr="00171408">
        <w:rPr>
          <w:rFonts w:ascii="Times New Roman" w:hAnsi="Times New Roman" w:cs="Times New Roman"/>
          <w:lang w:val="kl-GL"/>
        </w:rPr>
        <w:t xml:space="preserve">Taamaalilluni aalajangersagaq </w:t>
      </w:r>
      <w:r w:rsidR="00CE02F1" w:rsidRPr="00171408">
        <w:rPr>
          <w:rFonts w:ascii="Times New Roman" w:hAnsi="Times New Roman" w:cs="Times New Roman"/>
          <w:lang w:val="kl-GL"/>
        </w:rPr>
        <w:t>atuuttoq malillugu sulisitsisup isumanna</w:t>
      </w:r>
      <w:r w:rsidR="005C30B6" w:rsidRPr="00171408">
        <w:rPr>
          <w:rFonts w:ascii="Times New Roman" w:hAnsi="Times New Roman" w:cs="Times New Roman"/>
          <w:lang w:val="kl-GL"/>
        </w:rPr>
        <w:t>a</w:t>
      </w:r>
      <w:r w:rsidR="00CE02F1" w:rsidRPr="00171408">
        <w:rPr>
          <w:rFonts w:ascii="Times New Roman" w:hAnsi="Times New Roman" w:cs="Times New Roman"/>
          <w:lang w:val="kl-GL"/>
        </w:rPr>
        <w:t>rinissamut pisussaaffeqartup</w:t>
      </w:r>
      <w:r w:rsidR="00964011" w:rsidRPr="00171408">
        <w:rPr>
          <w:rFonts w:ascii="Times New Roman" w:hAnsi="Times New Roman" w:cs="Times New Roman"/>
          <w:lang w:val="kl-GL"/>
        </w:rPr>
        <w:t>,</w:t>
      </w:r>
      <w:r w:rsidR="00CE02F1" w:rsidRPr="00171408">
        <w:rPr>
          <w:rFonts w:ascii="Times New Roman" w:hAnsi="Times New Roman" w:cs="Times New Roman"/>
          <w:lang w:val="kl-GL"/>
        </w:rPr>
        <w:t xml:space="preserve"> tassanngaannartumik pisoq imaluunniit sunnerneqaat pissutigalugu </w:t>
      </w:r>
      <w:r w:rsidRPr="00171408">
        <w:rPr>
          <w:rFonts w:ascii="Times New Roman" w:hAnsi="Times New Roman" w:cs="Times New Roman"/>
          <w:lang w:val="kl-GL"/>
        </w:rPr>
        <w:t xml:space="preserve">inuup </w:t>
      </w:r>
      <w:r w:rsidR="00CE02F1" w:rsidRPr="00171408">
        <w:rPr>
          <w:rFonts w:ascii="Times New Roman" w:hAnsi="Times New Roman" w:cs="Times New Roman"/>
          <w:lang w:val="kl-GL"/>
        </w:rPr>
        <w:t xml:space="preserve">ajoqusernera, sivisunerpaamik ulluni tallimani atuussimasoq, </w:t>
      </w:r>
      <w:r w:rsidR="00C3269E" w:rsidRPr="00171408">
        <w:rPr>
          <w:rFonts w:ascii="Times New Roman" w:hAnsi="Times New Roman" w:cs="Times New Roman"/>
          <w:lang w:val="kl-GL"/>
        </w:rPr>
        <w:t>aamma</w:t>
      </w:r>
      <w:r w:rsidR="00CE02F1" w:rsidRPr="00171408">
        <w:rPr>
          <w:rFonts w:ascii="Times New Roman" w:hAnsi="Times New Roman" w:cs="Times New Roman"/>
          <w:lang w:val="kl-GL"/>
        </w:rPr>
        <w:t xml:space="preserve"> sulinermik pissuteqartoq nalunaarutigissavaa. Sulisitsisoq isumanna</w:t>
      </w:r>
      <w:r w:rsidR="001D5D07" w:rsidRPr="00171408">
        <w:rPr>
          <w:rFonts w:ascii="Times New Roman" w:hAnsi="Times New Roman" w:cs="Times New Roman"/>
          <w:lang w:val="kl-GL"/>
        </w:rPr>
        <w:t>a</w:t>
      </w:r>
      <w:r w:rsidR="00CE02F1" w:rsidRPr="00171408">
        <w:rPr>
          <w:rFonts w:ascii="Times New Roman" w:hAnsi="Times New Roman" w:cs="Times New Roman"/>
          <w:lang w:val="kl-GL"/>
        </w:rPr>
        <w:t>rinissamut pisussaaffeqartoq tassaa</w:t>
      </w:r>
      <w:r w:rsidR="00C82D9E" w:rsidRPr="00171408">
        <w:rPr>
          <w:rFonts w:ascii="Times New Roman" w:hAnsi="Times New Roman" w:cs="Times New Roman"/>
          <w:lang w:val="kl-GL"/>
        </w:rPr>
        <w:t>pput</w:t>
      </w:r>
      <w:r w:rsidR="00CE02F1" w:rsidRPr="00171408">
        <w:rPr>
          <w:rFonts w:ascii="Times New Roman" w:hAnsi="Times New Roman" w:cs="Times New Roman"/>
          <w:lang w:val="kl-GL"/>
        </w:rPr>
        <w:t xml:space="preserve"> sulisitsis</w:t>
      </w:r>
      <w:r w:rsidR="00C82D9E" w:rsidRPr="00171408">
        <w:rPr>
          <w:rFonts w:ascii="Times New Roman" w:hAnsi="Times New Roman" w:cs="Times New Roman"/>
          <w:lang w:val="kl-GL"/>
        </w:rPr>
        <w:t>ut tamarmik</w:t>
      </w:r>
      <w:r w:rsidR="00CE02F1" w:rsidRPr="00171408">
        <w:rPr>
          <w:rFonts w:ascii="Times New Roman" w:hAnsi="Times New Roman" w:cs="Times New Roman"/>
          <w:lang w:val="kl-GL"/>
        </w:rPr>
        <w:t>, sullissinermi</w:t>
      </w:r>
      <w:r w:rsidR="00142A1E" w:rsidRPr="00171408">
        <w:rPr>
          <w:rFonts w:ascii="Times New Roman" w:hAnsi="Times New Roman" w:cs="Times New Roman"/>
          <w:lang w:val="kl-GL"/>
        </w:rPr>
        <w:t>n</w:t>
      </w:r>
      <w:r w:rsidR="00CE02F1" w:rsidRPr="00171408">
        <w:rPr>
          <w:rFonts w:ascii="Times New Roman" w:hAnsi="Times New Roman" w:cs="Times New Roman"/>
          <w:lang w:val="kl-GL"/>
        </w:rPr>
        <w:t>ni inunnik nunami maani sulisitsis</w:t>
      </w:r>
      <w:r w:rsidR="00142A1E" w:rsidRPr="00171408">
        <w:rPr>
          <w:rFonts w:ascii="Times New Roman" w:hAnsi="Times New Roman" w:cs="Times New Roman"/>
          <w:lang w:val="kl-GL"/>
        </w:rPr>
        <w:t>ut</w:t>
      </w:r>
      <w:r w:rsidR="00CE02F1" w:rsidRPr="00171408">
        <w:rPr>
          <w:rFonts w:ascii="Times New Roman" w:hAnsi="Times New Roman" w:cs="Times New Roman"/>
          <w:lang w:val="kl-GL"/>
        </w:rPr>
        <w:t>, sulineq akissarsiaqaataanersoq, akissarsiaqaataannginnersoq, ataavartuunersoq, utaqqiisaagallartuunersoq imaluunniit qaangiuttussaanersoq</w:t>
      </w:r>
      <w:r w:rsidR="00142A1E" w:rsidRPr="00171408">
        <w:rPr>
          <w:rFonts w:ascii="Times New Roman" w:hAnsi="Times New Roman" w:cs="Times New Roman"/>
          <w:lang w:val="kl-GL"/>
        </w:rPr>
        <w:t xml:space="preserve"> apeqqutaatinnagu</w:t>
      </w:r>
      <w:r w:rsidR="00CE02F1" w:rsidRPr="00171408">
        <w:rPr>
          <w:rFonts w:ascii="Times New Roman" w:hAnsi="Times New Roman" w:cs="Times New Roman"/>
          <w:lang w:val="kl-GL"/>
        </w:rPr>
        <w:t xml:space="preserve">. Tamanna </w:t>
      </w:r>
      <w:r w:rsidR="00F47900" w:rsidRPr="00171408">
        <w:rPr>
          <w:rFonts w:ascii="Times New Roman" w:hAnsi="Times New Roman" w:cs="Times New Roman"/>
          <w:lang w:val="kl-GL"/>
        </w:rPr>
        <w:t xml:space="preserve">ilanngullugu </w:t>
      </w:r>
      <w:r w:rsidR="00CE02F1" w:rsidRPr="00171408">
        <w:rPr>
          <w:rFonts w:ascii="Times New Roman" w:hAnsi="Times New Roman" w:cs="Times New Roman"/>
          <w:lang w:val="kl-GL"/>
        </w:rPr>
        <w:t>atuuppoq sulisitsisumut, sullissinermini inunnik Kalaallit Nunaanni umiarsuarmi sulisunut</w:t>
      </w:r>
      <w:r w:rsidR="00F47900" w:rsidRPr="00171408">
        <w:rPr>
          <w:rFonts w:ascii="Times New Roman" w:hAnsi="Times New Roman" w:cs="Times New Roman"/>
          <w:lang w:val="kl-GL"/>
        </w:rPr>
        <w:t xml:space="preserve"> sulisitsisumut</w:t>
      </w:r>
      <w:r w:rsidR="00CE02F1" w:rsidRPr="00171408">
        <w:rPr>
          <w:rFonts w:ascii="Times New Roman" w:hAnsi="Times New Roman" w:cs="Times New Roman"/>
          <w:lang w:val="kl-GL"/>
        </w:rPr>
        <w:t>.</w:t>
      </w:r>
    </w:p>
    <w:p w14:paraId="17EE2EBF" w14:textId="1E42499B" w:rsidR="00515200" w:rsidRPr="00171408" w:rsidRDefault="00CE02F1">
      <w:pPr>
        <w:rPr>
          <w:rFonts w:ascii="Times New Roman" w:hAnsi="Times New Roman"/>
          <w:lang w:val="kl-GL"/>
        </w:rPr>
      </w:pPr>
      <w:r w:rsidRPr="00171408">
        <w:rPr>
          <w:rFonts w:ascii="Times New Roman" w:hAnsi="Times New Roman" w:cs="Times New Roman"/>
          <w:lang w:val="kl-GL"/>
        </w:rPr>
        <w:t xml:space="preserve">Inatsisissatut siunnersuutip </w:t>
      </w:r>
      <w:r w:rsidRPr="00171408">
        <w:rPr>
          <w:rFonts w:ascii="Times New Roman" w:hAnsi="Times New Roman" w:cs="Times New Roman"/>
          <w:i/>
          <w:lang w:val="kl-GL"/>
        </w:rPr>
        <w:t xml:space="preserve">§ 1, nr. </w:t>
      </w:r>
      <w:r w:rsidR="00AE08A5" w:rsidRPr="00171408">
        <w:rPr>
          <w:rFonts w:ascii="Times New Roman" w:hAnsi="Times New Roman" w:cs="Times New Roman"/>
          <w:i/>
          <w:lang w:val="kl-GL"/>
        </w:rPr>
        <w:t>12</w:t>
      </w:r>
      <w:r w:rsidRPr="00171408">
        <w:rPr>
          <w:rFonts w:ascii="Times New Roman" w:hAnsi="Times New Roman" w:cs="Times New Roman"/>
          <w:lang w:val="kl-GL"/>
        </w:rPr>
        <w:t>-</w:t>
      </w:r>
      <w:r w:rsidR="00091BD4" w:rsidRPr="00171408">
        <w:rPr>
          <w:rFonts w:ascii="Times New Roman" w:hAnsi="Times New Roman" w:cs="Times New Roman"/>
          <w:lang w:val="kl-GL"/>
        </w:rPr>
        <w:t>an</w:t>
      </w:r>
      <w:r w:rsidRPr="00171408">
        <w:rPr>
          <w:rFonts w:ascii="Times New Roman" w:hAnsi="Times New Roman" w:cs="Times New Roman"/>
          <w:lang w:val="kl-GL"/>
        </w:rPr>
        <w:t>i siunnertuutigineqarpoq, § 36, imm. 1, atorunnaarsinneqa</w:t>
      </w:r>
      <w:r w:rsidR="00091BD4" w:rsidRPr="00171408">
        <w:rPr>
          <w:rFonts w:ascii="Times New Roman" w:hAnsi="Times New Roman" w:cs="Times New Roman"/>
          <w:lang w:val="kl-GL"/>
        </w:rPr>
        <w:t>ssasoq</w:t>
      </w:r>
      <w:r w:rsidRPr="00171408">
        <w:rPr>
          <w:rFonts w:ascii="Times New Roman" w:hAnsi="Times New Roman" w:cs="Times New Roman"/>
          <w:lang w:val="kl-GL"/>
        </w:rPr>
        <w:t>.</w:t>
      </w:r>
    </w:p>
    <w:p w14:paraId="27841D78" w14:textId="77777777" w:rsidR="00515200" w:rsidRPr="00171408" w:rsidRDefault="00CE02F1">
      <w:pPr>
        <w:rPr>
          <w:rFonts w:ascii="Times New Roman" w:hAnsi="Times New Roman"/>
          <w:lang w:val="kl-GL"/>
        </w:rPr>
      </w:pPr>
      <w:r w:rsidRPr="00171408">
        <w:rPr>
          <w:rFonts w:ascii="Times New Roman" w:hAnsi="Times New Roman" w:cs="Times New Roman"/>
          <w:lang w:val="kl-GL"/>
        </w:rPr>
        <w:t>Imm. 2 aamma 3 tamatuma kingorna imm. 1 aamma 2-nngussapput.</w:t>
      </w:r>
    </w:p>
    <w:p w14:paraId="126B5465" w14:textId="2C0B33F3" w:rsidR="00515200" w:rsidRPr="00171408" w:rsidRDefault="00780D2F">
      <w:pPr>
        <w:rPr>
          <w:rFonts w:ascii="Times New Roman" w:hAnsi="Times New Roman"/>
          <w:lang w:val="kl-GL"/>
        </w:rPr>
      </w:pPr>
      <w:r w:rsidRPr="00171408">
        <w:rPr>
          <w:rFonts w:ascii="Times New Roman" w:hAnsi="Times New Roman" w:cs="Times New Roman"/>
          <w:lang w:val="kl-GL"/>
        </w:rPr>
        <w:t xml:space="preserve">Atorunnaarsitsinerup kinguneqaraa, sulisitsisup </w:t>
      </w:r>
      <w:r w:rsidR="00CE02F1" w:rsidRPr="00171408">
        <w:rPr>
          <w:rFonts w:ascii="Times New Roman" w:hAnsi="Times New Roman" w:cs="Times New Roman"/>
          <w:lang w:val="kl-GL"/>
        </w:rPr>
        <w:t>isumannaarin</w:t>
      </w:r>
      <w:r w:rsidR="001F2CDD" w:rsidRPr="00171408">
        <w:rPr>
          <w:rFonts w:ascii="Times New Roman" w:hAnsi="Times New Roman" w:cs="Times New Roman"/>
          <w:lang w:val="kl-GL"/>
        </w:rPr>
        <w:t>is</w:t>
      </w:r>
      <w:r w:rsidR="00CE02F1" w:rsidRPr="00171408">
        <w:rPr>
          <w:rFonts w:ascii="Times New Roman" w:hAnsi="Times New Roman" w:cs="Times New Roman"/>
          <w:lang w:val="kl-GL"/>
        </w:rPr>
        <w:t xml:space="preserve">samut pisussaaffeqartup ajutoornernik nalunaarutiginninnissamut pisussaaffeqarnera pillugu malittarisassat, </w:t>
      </w:r>
      <w:r w:rsidR="001F2CDD" w:rsidRPr="00171408">
        <w:rPr>
          <w:rFonts w:ascii="Times New Roman" w:hAnsi="Times New Roman" w:cs="Times New Roman"/>
          <w:lang w:val="kl-GL"/>
        </w:rPr>
        <w:t>siunnersuumm</w:t>
      </w:r>
      <w:r w:rsidR="00A70BC2" w:rsidRPr="00171408">
        <w:rPr>
          <w:rFonts w:ascii="Times New Roman" w:hAnsi="Times New Roman" w:cs="Times New Roman"/>
          <w:lang w:val="kl-GL"/>
        </w:rPr>
        <w:t>i</w:t>
      </w:r>
      <w:r w:rsidR="001F2CDD" w:rsidRPr="00171408">
        <w:rPr>
          <w:rFonts w:ascii="Times New Roman" w:hAnsi="Times New Roman" w:cs="Times New Roman"/>
          <w:lang w:val="kl-GL"/>
        </w:rPr>
        <w:t xml:space="preserve"> </w:t>
      </w:r>
      <w:r w:rsidR="00CE02F1" w:rsidRPr="00171408">
        <w:rPr>
          <w:rFonts w:ascii="Times New Roman" w:hAnsi="Times New Roman" w:cs="Times New Roman"/>
          <w:lang w:val="kl-GL"/>
        </w:rPr>
        <w:t>§ 35, imm. 1-imut aamma 2-mut ikkunneqarnissaannik siunnersuut</w:t>
      </w:r>
      <w:r w:rsidRPr="00171408">
        <w:rPr>
          <w:rFonts w:ascii="Times New Roman" w:hAnsi="Times New Roman" w:cs="Times New Roman"/>
          <w:lang w:val="kl-GL"/>
        </w:rPr>
        <w:t>eqarneq</w:t>
      </w:r>
      <w:r w:rsidR="00CE02F1" w:rsidRPr="00171408">
        <w:rPr>
          <w:rFonts w:ascii="Times New Roman" w:hAnsi="Times New Roman" w:cs="Times New Roman"/>
          <w:lang w:val="kl-GL"/>
        </w:rPr>
        <w:t xml:space="preserve">, tak. inatsisissatut siunnersuut § 1, nr. 5. </w:t>
      </w:r>
      <w:r w:rsidR="00BC4944" w:rsidRPr="00171408">
        <w:rPr>
          <w:rFonts w:ascii="Times New Roman" w:hAnsi="Times New Roman" w:cs="Times New Roman"/>
          <w:lang w:val="kl-GL"/>
        </w:rPr>
        <w:t xml:space="preserve">Taamaalilluni </w:t>
      </w:r>
      <w:r w:rsidR="00CE02F1" w:rsidRPr="00171408">
        <w:rPr>
          <w:rFonts w:ascii="Times New Roman" w:hAnsi="Times New Roman" w:cs="Times New Roman"/>
          <w:lang w:val="kl-GL"/>
        </w:rPr>
        <w:t>§ 36, imm. 1-imi aalajangersagaq pisariaqarunnaassaaq. Siunnersuutikkut ajutoornernut tunngatillugu nalunaarutiginninnissamut pisussaaffik nangittumik allanngornani sulisitsisumiiginnassaaq.</w:t>
      </w:r>
    </w:p>
    <w:p w14:paraId="3A916B54" w14:textId="2F7052E1" w:rsidR="00515200" w:rsidRPr="00171408" w:rsidRDefault="00CE02F1">
      <w:pPr>
        <w:rPr>
          <w:rFonts w:ascii="Times New Roman" w:hAnsi="Times New Roman"/>
          <w:lang w:val="kl-GL"/>
        </w:rPr>
      </w:pPr>
      <w:r w:rsidRPr="00171408">
        <w:rPr>
          <w:rFonts w:ascii="Times New Roman" w:hAnsi="Times New Roman" w:cs="Times New Roman"/>
          <w:lang w:val="kl-GL"/>
        </w:rPr>
        <w:t xml:space="preserve">Aalajangersagaq siunnersuutigineqartoq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Pr="00171408">
        <w:rPr>
          <w:rFonts w:ascii="Times New Roman" w:hAnsi="Times New Roman" w:cs="Times New Roman"/>
          <w:lang w:val="kl-GL"/>
        </w:rPr>
        <w:t xml:space="preserve"> pillugu inatsimmi § 32-mut assinguvoq.</w:t>
      </w:r>
    </w:p>
    <w:p w14:paraId="77CF37AD" w14:textId="77777777" w:rsidR="00515200" w:rsidRPr="00171408" w:rsidRDefault="00CE02F1">
      <w:pPr>
        <w:rPr>
          <w:rFonts w:ascii="Times New Roman" w:hAnsi="Times New Roman"/>
          <w:lang w:val="kl-GL"/>
        </w:rPr>
      </w:pPr>
      <w:r w:rsidRPr="00171408">
        <w:rPr>
          <w:rFonts w:ascii="Times New Roman" w:hAnsi="Times New Roman" w:cs="Times New Roman"/>
          <w:lang w:val="kl-GL"/>
        </w:rPr>
        <w:t>Tamatuma saniatigut oqaaseqaatit nalinginnaasut innersuussutigineqarput, imm. 2.3.</w:t>
      </w:r>
    </w:p>
    <w:p w14:paraId="6397D098" w14:textId="7526A30E" w:rsidR="00515200" w:rsidRPr="00171408" w:rsidRDefault="00CE02F1">
      <w:pPr>
        <w:rPr>
          <w:rFonts w:ascii="Times New Roman" w:hAnsi="Times New Roman"/>
          <w:lang w:val="kl-GL"/>
        </w:rPr>
      </w:pPr>
      <w:r w:rsidRPr="00171408">
        <w:rPr>
          <w:rFonts w:ascii="Times New Roman" w:hAnsi="Times New Roman" w:cs="Times New Roman"/>
          <w:lang w:val="kl-GL"/>
        </w:rPr>
        <w:t>Nr. 1</w:t>
      </w:r>
      <w:r w:rsidR="00BF18F7" w:rsidRPr="00171408">
        <w:rPr>
          <w:rFonts w:ascii="Times New Roman" w:hAnsi="Times New Roman" w:cs="Times New Roman"/>
          <w:lang w:val="kl-GL"/>
        </w:rPr>
        <w:t>3</w:t>
      </w:r>
      <w:r w:rsidRPr="00171408">
        <w:rPr>
          <w:rFonts w:ascii="Times New Roman" w:hAnsi="Times New Roman" w:cs="Times New Roman"/>
          <w:lang w:val="kl-GL"/>
        </w:rPr>
        <w:t>-mut</w:t>
      </w:r>
    </w:p>
    <w:p w14:paraId="522A5506" w14:textId="7A8ACC4D" w:rsidR="00515200" w:rsidRPr="00171408" w:rsidRDefault="00CE02F1">
      <w:pPr>
        <w:rPr>
          <w:rFonts w:ascii="Times New Roman" w:hAnsi="Times New Roman"/>
          <w:lang w:val="kl-GL"/>
        </w:rPr>
      </w:pPr>
      <w:r w:rsidRPr="00171408">
        <w:rPr>
          <w:rFonts w:ascii="Times New Roman" w:hAnsi="Times New Roman" w:cs="Times New Roman"/>
          <w:color w:val="000000" w:themeColor="text1"/>
          <w:lang w:val="kl-GL"/>
        </w:rPr>
        <w:t xml:space="preserve">Kalaallit Nunaanni </w:t>
      </w:r>
      <w:r w:rsidR="00984F94" w:rsidRPr="00171408">
        <w:rPr>
          <w:rFonts w:ascii="Times New Roman" w:hAnsi="Times New Roman" w:cs="Times New Roman"/>
          <w:color w:val="000000" w:themeColor="text1"/>
          <w:lang w:val="kl-GL"/>
        </w:rPr>
        <w:t xml:space="preserve">sulinermi </w:t>
      </w:r>
      <w:r w:rsidR="006A4971" w:rsidRPr="00171408">
        <w:rPr>
          <w:rFonts w:ascii="Times New Roman" w:hAnsi="Times New Roman" w:cs="Times New Roman"/>
          <w:color w:val="000000" w:themeColor="text1"/>
          <w:lang w:val="kl-GL"/>
        </w:rPr>
        <w:t>ajoqusernermut isumannaarineq</w:t>
      </w:r>
      <w:r w:rsidRPr="00171408">
        <w:rPr>
          <w:rFonts w:ascii="Times New Roman" w:hAnsi="Times New Roman" w:cs="Times New Roman"/>
          <w:color w:val="000000" w:themeColor="text1"/>
          <w:lang w:val="kl-GL"/>
        </w:rPr>
        <w:t xml:space="preserve"> pillugu inatsimmi</w:t>
      </w:r>
      <w:r w:rsidRPr="00171408">
        <w:rPr>
          <w:rFonts w:ascii="Times New Roman" w:hAnsi="Times New Roman" w:cs="Times New Roman"/>
          <w:lang w:val="kl-GL"/>
        </w:rPr>
        <w:t xml:space="preserve"> § 37, imm. 1-imi aalajangersakkami atuuttumi allaqqavoq, sulisitsisup nalunaarutiginninnissamut pisussaaffeqartup, tak. § 36,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nammineq piumassutsiminik </w:t>
      </w:r>
      <w:r w:rsidR="003C43A4" w:rsidRPr="00171408">
        <w:rPr>
          <w:rFonts w:ascii="Times New Roman" w:hAnsi="Times New Roman" w:cs="Times New Roman"/>
          <w:lang w:val="kl-GL"/>
        </w:rPr>
        <w:t>isumannaarinnittup</w:t>
      </w:r>
      <w:r w:rsidRPr="00171408">
        <w:rPr>
          <w:rFonts w:ascii="Times New Roman" w:hAnsi="Times New Roman" w:cs="Times New Roman"/>
          <w:lang w:val="kl-GL"/>
        </w:rPr>
        <w:t>, tak. § 52, imm. 2, Arbejdsmarkedets Erhvervssikringimut ajutoorneq nalunaarutigissagaat.</w:t>
      </w:r>
    </w:p>
    <w:p w14:paraId="3D0CA00C" w14:textId="01F539AD" w:rsidR="00515200" w:rsidRPr="00171408" w:rsidRDefault="00CE02F1">
      <w:pPr>
        <w:rPr>
          <w:rFonts w:ascii="Times New Roman" w:hAnsi="Times New Roman"/>
          <w:lang w:val="kl-GL"/>
        </w:rPr>
      </w:pPr>
      <w:r w:rsidRPr="00171408">
        <w:rPr>
          <w:rFonts w:ascii="Times New Roman" w:eastAsia="Times New Roman" w:hAnsi="Times New Roman" w:cs="Times New Roman"/>
          <w:lang w:val="kl-GL" w:eastAsia="da-DK"/>
        </w:rPr>
        <w:lastRenderedPageBreak/>
        <w:t>Taamaalilluni aalajangersagaq atuuttoq malillugu sulisitsisoq isumannaarinissamut pisussaaffeqartoq, Arbejdsmarkedets Erhvervssikringimut ajutoornernik nalunaarutiginnittuussaaq. Sulisitsisoq isumannaarinissamut pisussaaffeqartoq tassaavoq sulisitsisoq kinaluunniit, sullissinermini inunnik nunami maani sulisitsisoq, sulineq akissarsiaqaataanersoq, akissarsiaqaataannginnersoq, ataavartuunersoq, utaqqiisaagallartuunersoq imaluunniit qaangiuttussaanersoq</w:t>
      </w:r>
      <w:r w:rsidR="00A94580" w:rsidRPr="00171408">
        <w:rPr>
          <w:rFonts w:ascii="Times New Roman" w:eastAsia="Times New Roman" w:hAnsi="Times New Roman" w:cs="Times New Roman"/>
          <w:lang w:val="kl-GL" w:eastAsia="da-DK"/>
        </w:rPr>
        <w:t xml:space="preserve"> apeqqutaatinnagu</w:t>
      </w:r>
      <w:r w:rsidRPr="00171408">
        <w:rPr>
          <w:rFonts w:ascii="Times New Roman" w:eastAsia="Times New Roman" w:hAnsi="Times New Roman" w:cs="Times New Roman"/>
          <w:lang w:val="kl-GL" w:eastAsia="da-DK"/>
        </w:rPr>
        <w:t>, kiisalu sulisitsisoq kinaluunniit, sullissinermini inunnik Kalaallit Nunaanni umiarsuami sulisunik</w:t>
      </w:r>
      <w:r w:rsidR="00A94580" w:rsidRPr="00171408">
        <w:rPr>
          <w:rFonts w:ascii="Times New Roman" w:eastAsia="Times New Roman" w:hAnsi="Times New Roman" w:cs="Times New Roman"/>
          <w:lang w:val="kl-GL" w:eastAsia="da-DK"/>
        </w:rPr>
        <w:t xml:space="preserve"> sulisitsisoq</w:t>
      </w:r>
      <w:r w:rsidRPr="00171408">
        <w:rPr>
          <w:rFonts w:ascii="Times New Roman" w:eastAsia="Times New Roman" w:hAnsi="Times New Roman" w:cs="Times New Roman"/>
          <w:lang w:val="kl-GL" w:eastAsia="da-DK"/>
        </w:rPr>
        <w:t xml:space="preserve">. Tamatuma saniatigut inuussutissarsiorlutik namminersortut namminneq piumassutsiminnik </w:t>
      </w:r>
      <w:r w:rsidR="0058279A" w:rsidRPr="00171408">
        <w:rPr>
          <w:rFonts w:ascii="Times New Roman" w:eastAsia="Times New Roman" w:hAnsi="Times New Roman" w:cs="Times New Roman"/>
          <w:lang w:val="kl-GL" w:eastAsia="da-DK"/>
        </w:rPr>
        <w:t xml:space="preserve">isumannaarinnittut </w:t>
      </w:r>
      <w:r w:rsidRPr="00171408">
        <w:rPr>
          <w:rFonts w:ascii="Times New Roman" w:eastAsia="Times New Roman" w:hAnsi="Times New Roman" w:cs="Times New Roman"/>
          <w:lang w:val="kl-GL" w:eastAsia="da-DK"/>
        </w:rPr>
        <w:t>aamma aapparisatut suleqataasut ajutoornernik Arbejdsmarkedets Erhvervssikringimut nalunaarutiginnissapput.</w:t>
      </w:r>
    </w:p>
    <w:p w14:paraId="2864B02C" w14:textId="5AE68CC2" w:rsidR="00515200" w:rsidRPr="00171408" w:rsidRDefault="00CE02F1">
      <w:pPr>
        <w:rPr>
          <w:rFonts w:ascii="Times New Roman" w:hAnsi="Times New Roman"/>
          <w:lang w:val="kl-GL"/>
        </w:rPr>
      </w:pPr>
      <w:r w:rsidRPr="00171408">
        <w:rPr>
          <w:rFonts w:ascii="Times New Roman" w:hAnsi="Times New Roman" w:cs="Times New Roman"/>
          <w:lang w:val="kl-GL"/>
        </w:rPr>
        <w:t xml:space="preserve">Inatsisissatut siunnersuutip </w:t>
      </w:r>
      <w:r w:rsidRPr="00171408">
        <w:rPr>
          <w:rFonts w:ascii="Times New Roman" w:hAnsi="Times New Roman" w:cs="Times New Roman"/>
          <w:i/>
          <w:lang w:val="kl-GL"/>
        </w:rPr>
        <w:t xml:space="preserve">§, </w:t>
      </w:r>
      <w:r w:rsidR="00D86B81" w:rsidRPr="00171408">
        <w:rPr>
          <w:rFonts w:ascii="Times New Roman" w:hAnsi="Times New Roman" w:cs="Times New Roman"/>
          <w:i/>
          <w:lang w:val="kl-GL"/>
        </w:rPr>
        <w:t>nr</w:t>
      </w:r>
      <w:r w:rsidRPr="00171408">
        <w:rPr>
          <w:rFonts w:ascii="Times New Roman" w:hAnsi="Times New Roman" w:cs="Times New Roman"/>
          <w:i/>
          <w:lang w:val="kl-GL"/>
        </w:rPr>
        <w:t>. 1</w:t>
      </w:r>
      <w:r w:rsidR="00CE62AD" w:rsidRPr="00171408">
        <w:rPr>
          <w:rFonts w:ascii="Times New Roman" w:hAnsi="Times New Roman" w:cs="Times New Roman"/>
          <w:i/>
          <w:lang w:val="kl-GL"/>
        </w:rPr>
        <w:t>3</w:t>
      </w:r>
      <w:r w:rsidRPr="00171408">
        <w:rPr>
          <w:rFonts w:ascii="Times New Roman" w:hAnsi="Times New Roman" w:cs="Times New Roman"/>
          <w:lang w:val="kl-GL"/>
        </w:rPr>
        <w:t>-</w:t>
      </w:r>
      <w:r w:rsidR="00D86B81" w:rsidRPr="00171408">
        <w:rPr>
          <w:rFonts w:ascii="Times New Roman" w:hAnsi="Times New Roman" w:cs="Times New Roman"/>
          <w:lang w:val="kl-GL"/>
        </w:rPr>
        <w:t>m</w:t>
      </w:r>
      <w:r w:rsidRPr="00171408">
        <w:rPr>
          <w:rFonts w:ascii="Times New Roman" w:hAnsi="Times New Roman" w:cs="Times New Roman"/>
          <w:lang w:val="kl-GL"/>
        </w:rPr>
        <w:t>i siunnertuutigineqarpoq,</w:t>
      </w:r>
      <w:r w:rsidR="00D86B81" w:rsidRPr="00171408">
        <w:rPr>
          <w:rFonts w:ascii="Times New Roman" w:hAnsi="Times New Roman" w:cs="Times New Roman"/>
          <w:lang w:val="kl-GL"/>
        </w:rPr>
        <w:t xml:space="preserve"> § 37, imm. 1-imi allaqqasoq</w:t>
      </w:r>
      <w:r w:rsidRPr="00171408">
        <w:rPr>
          <w:rFonts w:ascii="Times New Roman" w:hAnsi="Times New Roman" w:cs="Times New Roman"/>
          <w:lang w:val="kl-GL"/>
        </w:rPr>
        <w:t xml:space="preserve"> »Sulisitsisoq nalunaaruteqartussaatitaasoq, tak. § 36« allanngortinneqassasoq</w:t>
      </w:r>
      <w:r w:rsidR="003B086E" w:rsidRPr="00171408">
        <w:rPr>
          <w:rFonts w:ascii="Times New Roman" w:hAnsi="Times New Roman" w:cs="Times New Roman"/>
          <w:lang w:val="kl-GL"/>
        </w:rPr>
        <w:t xml:space="preserve"> imatut</w:t>
      </w:r>
      <w:r w:rsidRPr="00171408">
        <w:rPr>
          <w:rFonts w:ascii="Times New Roman" w:hAnsi="Times New Roman" w:cs="Times New Roman"/>
          <w:lang w:val="kl-GL"/>
        </w:rPr>
        <w:t>: »Sulisitsisoq, tak. § 35, imm. 1 aamma 2«.</w:t>
      </w:r>
    </w:p>
    <w:p w14:paraId="39C74A39" w14:textId="27DFA225" w:rsidR="00515200" w:rsidRPr="00171408" w:rsidRDefault="00CE02F1">
      <w:pPr>
        <w:rPr>
          <w:rFonts w:ascii="Times New Roman" w:hAnsi="Times New Roman"/>
          <w:lang w:val="kl-GL"/>
        </w:rPr>
      </w:pPr>
      <w:r w:rsidRPr="00171408">
        <w:rPr>
          <w:rFonts w:ascii="Times New Roman" w:eastAsia="Times New Roman" w:hAnsi="Times New Roman" w:cs="Times New Roman"/>
          <w:lang w:val="kl-GL" w:eastAsia="da-DK"/>
        </w:rPr>
        <w:t xml:space="preserve">Siunnersuutip </w:t>
      </w:r>
      <w:r w:rsidR="00476B5E" w:rsidRPr="00171408">
        <w:rPr>
          <w:rFonts w:ascii="Times New Roman" w:eastAsia="Times New Roman" w:hAnsi="Times New Roman" w:cs="Times New Roman"/>
          <w:lang w:val="kl-GL" w:eastAsia="da-DK"/>
        </w:rPr>
        <w:t>kingunerissavaa</w:t>
      </w:r>
      <w:r w:rsidRPr="00171408">
        <w:rPr>
          <w:rFonts w:ascii="Times New Roman" w:eastAsia="Times New Roman" w:hAnsi="Times New Roman" w:cs="Times New Roman"/>
          <w:lang w:val="kl-GL" w:eastAsia="da-DK"/>
        </w:rPr>
        <w:t xml:space="preserve">, sulisitsisup ajutoorneq Arbejdsmarkedets Erhvervssikringimut </w:t>
      </w:r>
      <w:r w:rsidR="00E442C0" w:rsidRPr="00171408">
        <w:rPr>
          <w:rFonts w:ascii="Times New Roman" w:eastAsia="Times New Roman" w:hAnsi="Times New Roman" w:cs="Times New Roman"/>
          <w:lang w:val="kl-GL" w:eastAsia="da-DK"/>
        </w:rPr>
        <w:t xml:space="preserve">nangittumik </w:t>
      </w:r>
      <w:r w:rsidRPr="00171408">
        <w:rPr>
          <w:rFonts w:ascii="Times New Roman" w:eastAsia="Times New Roman" w:hAnsi="Times New Roman" w:cs="Times New Roman"/>
          <w:lang w:val="kl-GL" w:eastAsia="da-DK"/>
        </w:rPr>
        <w:t xml:space="preserve">nalunaarutigissagaa, </w:t>
      </w:r>
      <w:r w:rsidR="00E442C0" w:rsidRPr="00171408">
        <w:rPr>
          <w:rFonts w:ascii="Times New Roman" w:eastAsia="Times New Roman" w:hAnsi="Times New Roman" w:cs="Times New Roman"/>
          <w:lang w:val="kl-GL" w:eastAsia="da-DK"/>
        </w:rPr>
        <w:t xml:space="preserve">ilanngullugu </w:t>
      </w:r>
      <w:r w:rsidRPr="00171408">
        <w:rPr>
          <w:rFonts w:ascii="Times New Roman" w:eastAsia="Times New Roman" w:hAnsi="Times New Roman" w:cs="Times New Roman"/>
          <w:lang w:val="kl-GL" w:eastAsia="da-DK"/>
        </w:rPr>
        <w:t xml:space="preserve">tamanna nangittumik atuutissasoq nammineq piumassutsiminik </w:t>
      </w:r>
      <w:r w:rsidR="00E442C0" w:rsidRPr="00171408">
        <w:rPr>
          <w:rFonts w:ascii="Times New Roman" w:eastAsia="Times New Roman" w:hAnsi="Times New Roman" w:cs="Times New Roman"/>
          <w:lang w:val="kl-GL" w:eastAsia="da-DK"/>
        </w:rPr>
        <w:t>isumannaarinnittumut</w:t>
      </w:r>
      <w:r w:rsidRPr="00171408">
        <w:rPr>
          <w:rFonts w:ascii="Times New Roman" w:eastAsia="Times New Roman" w:hAnsi="Times New Roman" w:cs="Times New Roman"/>
          <w:lang w:val="kl-GL" w:eastAsia="da-DK"/>
        </w:rPr>
        <w:t xml:space="preserve">. Sullivimmi avatangiisit pillugit inatsit malillugu </w:t>
      </w:r>
      <w:r w:rsidR="0081644B" w:rsidRPr="00171408">
        <w:rPr>
          <w:rFonts w:ascii="Times New Roman" w:eastAsia="Times New Roman" w:hAnsi="Times New Roman" w:cs="Times New Roman"/>
          <w:lang w:val="kl-GL" w:eastAsia="da-DK"/>
        </w:rPr>
        <w:t xml:space="preserve">ilanngullugu </w:t>
      </w:r>
      <w:r w:rsidRPr="00171408">
        <w:rPr>
          <w:rFonts w:ascii="Times New Roman" w:eastAsia="Times New Roman" w:hAnsi="Times New Roman" w:cs="Times New Roman"/>
          <w:lang w:val="kl-GL" w:eastAsia="da-DK"/>
        </w:rPr>
        <w:t xml:space="preserve">sulisitsisoq Sullivinnik Nakkutilliisoqarfimmut </w:t>
      </w:r>
      <w:r w:rsidR="0092276F" w:rsidRPr="00171408">
        <w:rPr>
          <w:rFonts w:ascii="Times New Roman" w:eastAsia="Times New Roman" w:hAnsi="Times New Roman" w:cs="Times New Roman"/>
          <w:lang w:val="kl-GL" w:eastAsia="da-DK"/>
        </w:rPr>
        <w:t xml:space="preserve">ajutoornernik </w:t>
      </w:r>
      <w:r w:rsidRPr="00171408">
        <w:rPr>
          <w:rFonts w:ascii="Times New Roman" w:eastAsia="Times New Roman" w:hAnsi="Times New Roman" w:cs="Times New Roman"/>
          <w:lang w:val="kl-GL" w:eastAsia="da-DK"/>
        </w:rPr>
        <w:t>nalunaarutiginninnissamut pisussaaffeqarpoq.</w:t>
      </w:r>
    </w:p>
    <w:p w14:paraId="2D773610" w14:textId="6DE41927" w:rsidR="00515200" w:rsidRPr="00171408" w:rsidRDefault="00CE02F1">
      <w:pPr>
        <w:rPr>
          <w:rFonts w:ascii="Times New Roman" w:hAnsi="Times New Roman"/>
          <w:lang w:val="kl-GL"/>
        </w:rPr>
      </w:pPr>
      <w:r w:rsidRPr="00171408">
        <w:rPr>
          <w:rFonts w:ascii="Times New Roman" w:hAnsi="Times New Roman" w:cs="Times New Roman"/>
          <w:lang w:val="kl-GL"/>
        </w:rPr>
        <w:t xml:space="preserve">Siunnersuut taaguutinik assigiissaarinikkut inatsisip </w:t>
      </w:r>
      <w:r w:rsidR="00A6663C" w:rsidRPr="00171408">
        <w:rPr>
          <w:rFonts w:ascii="Times New Roman" w:hAnsi="Times New Roman" w:cs="Times New Roman"/>
          <w:lang w:val="kl-GL"/>
        </w:rPr>
        <w:t xml:space="preserve">pisariillisarnissaanik </w:t>
      </w:r>
      <w:r w:rsidRPr="00171408">
        <w:rPr>
          <w:rFonts w:ascii="Times New Roman" w:hAnsi="Times New Roman" w:cs="Times New Roman"/>
          <w:lang w:val="kl-GL"/>
        </w:rPr>
        <w:t>kissaateqarnermik aallaaveqarpoq.  Taamaalilluni nalunaarutiginni</w:t>
      </w:r>
      <w:r w:rsidR="00161D03" w:rsidRPr="00171408">
        <w:rPr>
          <w:rFonts w:ascii="Times New Roman" w:hAnsi="Times New Roman" w:cs="Times New Roman"/>
          <w:lang w:val="kl-GL"/>
        </w:rPr>
        <w:t>nnermik pisussaaffeqarneq</w:t>
      </w:r>
      <w:r w:rsidRPr="00171408">
        <w:rPr>
          <w:rFonts w:ascii="Times New Roman" w:hAnsi="Times New Roman" w:cs="Times New Roman"/>
          <w:lang w:val="kl-GL"/>
        </w:rPr>
        <w:t xml:space="preserve"> pillugu aalajangersakkani allani taaguutinik sulisitsisumik aamma sulisitsisumik nalunaarutiginnittussaatitaasumik immikkoortitsisoqanngilaq.</w:t>
      </w:r>
    </w:p>
    <w:p w14:paraId="5161D6FB" w14:textId="3AB1D106" w:rsidR="00515200" w:rsidRPr="00171408" w:rsidRDefault="00CE02F1">
      <w:pPr>
        <w:rPr>
          <w:rFonts w:ascii="Times New Roman" w:hAnsi="Times New Roman"/>
          <w:lang w:val="kl-GL"/>
        </w:rPr>
      </w:pPr>
      <w:r w:rsidRPr="00171408">
        <w:rPr>
          <w:rFonts w:ascii="Times New Roman" w:hAnsi="Times New Roman" w:cs="Times New Roman"/>
          <w:lang w:val="kl-GL"/>
        </w:rPr>
        <w:t xml:space="preserve">Siunnersuutikkut siunertarineqanngilaq suleriaatsinik atuuttunik allanngortitsinissaq. Siunnersuutikkut nangittumik taannaassaaq sulisitsisoq, nunami maani </w:t>
      </w:r>
      <w:r w:rsidR="005C55FF" w:rsidRPr="00171408">
        <w:rPr>
          <w:rFonts w:ascii="Times New Roman" w:hAnsi="Times New Roman" w:cs="Times New Roman"/>
          <w:lang w:val="kl-GL"/>
        </w:rPr>
        <w:t xml:space="preserve">imaluunniit Kalaallit Nunaanni umiarsuarmi </w:t>
      </w:r>
      <w:r w:rsidRPr="00171408">
        <w:rPr>
          <w:rFonts w:ascii="Times New Roman" w:hAnsi="Times New Roman" w:cs="Times New Roman"/>
          <w:lang w:val="kl-GL"/>
        </w:rPr>
        <w:t xml:space="preserve">inunnik sulisitsisoq, Arbejdsmarkedets Erhvervssikringimut nalunaarutiginnittussaq. </w:t>
      </w:r>
      <w:r w:rsidR="00C30747" w:rsidRPr="00171408">
        <w:rPr>
          <w:rFonts w:ascii="Times New Roman" w:hAnsi="Times New Roman" w:cs="Times New Roman"/>
          <w:lang w:val="kl-GL"/>
        </w:rPr>
        <w:t xml:space="preserve">Ilanngullugu </w:t>
      </w:r>
      <w:r w:rsidRPr="00171408">
        <w:rPr>
          <w:rFonts w:ascii="Times New Roman" w:hAnsi="Times New Roman" w:cs="Times New Roman"/>
          <w:lang w:val="kl-GL"/>
        </w:rPr>
        <w:t xml:space="preserve">nangittumik atuutissaaq, inuussutissarsiorlutik namminersortut aamma aapparisatut suleqataasut nammineq piumassutsiminnik </w:t>
      </w:r>
      <w:r w:rsidR="009276BA" w:rsidRPr="00171408">
        <w:rPr>
          <w:rFonts w:ascii="Times New Roman" w:hAnsi="Times New Roman" w:cs="Times New Roman"/>
          <w:lang w:val="kl-GL"/>
        </w:rPr>
        <w:t xml:space="preserve">isumannaarinnuttut </w:t>
      </w:r>
      <w:r w:rsidRPr="00171408">
        <w:rPr>
          <w:rFonts w:ascii="Times New Roman" w:hAnsi="Times New Roman" w:cs="Times New Roman"/>
          <w:lang w:val="kl-GL"/>
        </w:rPr>
        <w:t xml:space="preserve">ajoqusernernik </w:t>
      </w:r>
      <w:r w:rsidRPr="00171408">
        <w:rPr>
          <w:rFonts w:ascii="Times New Roman" w:eastAsia="Times New Roman" w:hAnsi="Times New Roman" w:cs="Times New Roman"/>
          <w:lang w:val="kl-GL" w:eastAsia="da-DK"/>
        </w:rPr>
        <w:t>Arbejdsmarkedets Erhvervssikringimut nalunaarutiginnittarnerat.</w:t>
      </w:r>
    </w:p>
    <w:p w14:paraId="31814CDA" w14:textId="439EFFB3" w:rsidR="00515200" w:rsidRPr="00171408" w:rsidRDefault="00CE02F1">
      <w:pPr>
        <w:rPr>
          <w:rFonts w:ascii="Times New Roman" w:hAnsi="Times New Roman"/>
          <w:lang w:val="kl-GL"/>
        </w:rPr>
      </w:pPr>
      <w:r w:rsidRPr="00171408">
        <w:rPr>
          <w:rFonts w:ascii="Times New Roman" w:hAnsi="Times New Roman" w:cs="Times New Roman"/>
          <w:lang w:val="kl-GL"/>
        </w:rPr>
        <w:t xml:space="preserve">Aalajangersagaq siunnersuutigineqartoq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Pr="00171408">
        <w:rPr>
          <w:rFonts w:ascii="Times New Roman" w:hAnsi="Times New Roman" w:cs="Times New Roman"/>
          <w:lang w:val="kl-GL"/>
        </w:rPr>
        <w:t xml:space="preserve"> pillugu inatsimmi § 33-mut assinguvoq.</w:t>
      </w:r>
    </w:p>
    <w:p w14:paraId="486E0FBA" w14:textId="773D9137" w:rsidR="00515200" w:rsidRPr="00171408" w:rsidRDefault="00CE02F1">
      <w:pPr>
        <w:rPr>
          <w:rFonts w:ascii="Times New Roman" w:hAnsi="Times New Roman"/>
          <w:lang w:val="kl-GL"/>
        </w:rPr>
      </w:pPr>
      <w:r w:rsidRPr="00171408">
        <w:rPr>
          <w:rFonts w:ascii="Times New Roman" w:hAnsi="Times New Roman" w:cs="Times New Roman"/>
          <w:lang w:val="kl-GL"/>
        </w:rPr>
        <w:t xml:space="preserve">Inatsisissatut siunnersuummi § 1, nr. </w:t>
      </w:r>
      <w:r w:rsidR="00671558" w:rsidRPr="00171408">
        <w:rPr>
          <w:rFonts w:ascii="Times New Roman" w:hAnsi="Times New Roman" w:cs="Times New Roman"/>
          <w:lang w:val="kl-GL"/>
        </w:rPr>
        <w:t>12</w:t>
      </w:r>
      <w:r w:rsidRPr="00171408">
        <w:rPr>
          <w:rFonts w:ascii="Times New Roman" w:hAnsi="Times New Roman" w:cs="Times New Roman"/>
          <w:lang w:val="kl-GL"/>
        </w:rPr>
        <w:t>-</w:t>
      </w:r>
      <w:r w:rsidR="00671558" w:rsidRPr="00171408">
        <w:rPr>
          <w:rFonts w:ascii="Times New Roman" w:hAnsi="Times New Roman" w:cs="Times New Roman"/>
          <w:lang w:val="kl-GL"/>
        </w:rPr>
        <w:t>i</w:t>
      </w:r>
      <w:r w:rsidRPr="00171408">
        <w:rPr>
          <w:rFonts w:ascii="Times New Roman" w:hAnsi="Times New Roman" w:cs="Times New Roman"/>
          <w:lang w:val="kl-GL"/>
        </w:rPr>
        <w:t xml:space="preserve">mut oqaaseqaatit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oqaaseqaatit nalinginnaasut innersuussutigineqarput, imm. 2.3.</w:t>
      </w:r>
    </w:p>
    <w:p w14:paraId="415E25D1" w14:textId="5F0FD3DE" w:rsidR="00515200" w:rsidRPr="00171408" w:rsidRDefault="00CE02F1">
      <w:pPr>
        <w:rPr>
          <w:rFonts w:ascii="Times New Roman" w:hAnsi="Times New Roman"/>
          <w:lang w:val="kl-GL"/>
        </w:rPr>
      </w:pPr>
      <w:r w:rsidRPr="00171408">
        <w:rPr>
          <w:rFonts w:ascii="Times New Roman" w:hAnsi="Times New Roman" w:cs="Times New Roman"/>
          <w:lang w:val="kl-GL"/>
        </w:rPr>
        <w:t>Nr. 1</w:t>
      </w:r>
      <w:r w:rsidR="0049684F" w:rsidRPr="00171408">
        <w:rPr>
          <w:rFonts w:ascii="Times New Roman" w:hAnsi="Times New Roman" w:cs="Times New Roman"/>
          <w:lang w:val="kl-GL"/>
        </w:rPr>
        <w:t>4</w:t>
      </w:r>
      <w:r w:rsidRPr="00171408">
        <w:rPr>
          <w:rFonts w:ascii="Times New Roman" w:hAnsi="Times New Roman" w:cs="Times New Roman"/>
          <w:lang w:val="kl-GL"/>
        </w:rPr>
        <w:t>-mut</w:t>
      </w:r>
    </w:p>
    <w:p w14:paraId="53DD9532" w14:textId="1191E48E" w:rsidR="00515200" w:rsidRPr="00171408" w:rsidRDefault="00CE02F1">
      <w:pPr>
        <w:rPr>
          <w:rFonts w:ascii="Times New Roman" w:hAnsi="Times New Roman"/>
          <w:lang w:val="kl-GL"/>
        </w:rPr>
      </w:pPr>
      <w:r w:rsidRPr="00171408">
        <w:rPr>
          <w:rFonts w:ascii="Times New Roman" w:hAnsi="Times New Roman" w:cs="Times New Roman"/>
          <w:color w:val="000000" w:themeColor="text1"/>
          <w:lang w:val="kl-GL"/>
        </w:rPr>
        <w:t xml:space="preserve">Kalaallit Nunaanni </w:t>
      </w:r>
      <w:r w:rsidR="00984F94" w:rsidRPr="00171408">
        <w:rPr>
          <w:rFonts w:ascii="Times New Roman" w:hAnsi="Times New Roman" w:cs="Times New Roman"/>
          <w:color w:val="000000" w:themeColor="text1"/>
          <w:lang w:val="kl-GL"/>
        </w:rPr>
        <w:t xml:space="preserve">sulinermi </w:t>
      </w:r>
      <w:r w:rsidR="006A4971" w:rsidRPr="00171408">
        <w:rPr>
          <w:rFonts w:ascii="Times New Roman" w:hAnsi="Times New Roman" w:cs="Times New Roman"/>
          <w:color w:val="000000" w:themeColor="text1"/>
          <w:lang w:val="kl-GL"/>
        </w:rPr>
        <w:t>ajoqusernermut isumannaarineq</w:t>
      </w:r>
      <w:r w:rsidRPr="00171408">
        <w:rPr>
          <w:rFonts w:ascii="Times New Roman" w:hAnsi="Times New Roman" w:cs="Times New Roman"/>
          <w:color w:val="000000" w:themeColor="text1"/>
          <w:lang w:val="kl-GL"/>
        </w:rPr>
        <w:t xml:space="preserve"> pillugu inatsimmi </w:t>
      </w:r>
      <w:r w:rsidRPr="00171408">
        <w:rPr>
          <w:rFonts w:ascii="Times New Roman" w:hAnsi="Times New Roman" w:cs="Times New Roman"/>
          <w:lang w:val="kl-GL"/>
        </w:rPr>
        <w:t xml:space="preserve">§ 38-mi aalajangersakkami atuuttumi allaqavoq, </w:t>
      </w:r>
      <w:r w:rsidR="00F7628B" w:rsidRPr="00171408">
        <w:rPr>
          <w:rFonts w:ascii="Times New Roman" w:hAnsi="Times New Roman" w:cs="Times New Roman"/>
          <w:lang w:val="kl-GL"/>
        </w:rPr>
        <w:t>suliassaqartitsinermut ministeri</w:t>
      </w:r>
      <w:r w:rsidRPr="00171408">
        <w:rPr>
          <w:rFonts w:ascii="Times New Roman" w:hAnsi="Times New Roman" w:cs="Times New Roman"/>
          <w:lang w:val="kl-GL"/>
        </w:rPr>
        <w:t xml:space="preserve"> Namminersorlutik Oqartussat </w:t>
      </w:r>
      <w:r w:rsidR="009863DD" w:rsidRPr="00171408">
        <w:rPr>
          <w:rFonts w:ascii="Times New Roman" w:hAnsi="Times New Roman" w:cs="Times New Roman"/>
          <w:lang w:val="kl-GL"/>
        </w:rPr>
        <w:t>isumaqatigiinniarfigereerlugit</w:t>
      </w:r>
      <w:r w:rsidRPr="00171408">
        <w:rPr>
          <w:rFonts w:ascii="Times New Roman" w:hAnsi="Times New Roman" w:cs="Times New Roman"/>
          <w:lang w:val="kl-GL"/>
        </w:rPr>
        <w:t xml:space="preserve"> nakorsat aamma kigutit nakorsaat inuussutissar</w:t>
      </w:r>
      <w:r w:rsidR="0035798E" w:rsidRPr="00171408">
        <w:rPr>
          <w:rFonts w:ascii="Times New Roman" w:hAnsi="Times New Roman" w:cs="Times New Roman"/>
          <w:lang w:val="kl-GL"/>
        </w:rPr>
        <w:t>s</w:t>
      </w:r>
      <w:r w:rsidRPr="00171408">
        <w:rPr>
          <w:rFonts w:ascii="Times New Roman" w:hAnsi="Times New Roman" w:cs="Times New Roman"/>
          <w:lang w:val="kl-GL"/>
        </w:rPr>
        <w:t>iornermi nappaatinik erseqqissunik imaluunniit ilimagineqartunik sulinerminnut atatillugu ilisimalikkaminnik Arbejdsmarkedets Erhvervssikringimut aamma Sullivinnik Nakkutilliisoqarfimmut nalunaarutiginnittarnissaat pillugu malittarisassanik aalajangersaassasoq.</w:t>
      </w:r>
    </w:p>
    <w:p w14:paraId="76B189EF" w14:textId="1BB9F1F5" w:rsidR="00515200" w:rsidRPr="00171408" w:rsidRDefault="00CE02F1">
      <w:pPr>
        <w:rPr>
          <w:lang w:val="kl-GL"/>
        </w:rPr>
      </w:pPr>
      <w:r w:rsidRPr="00171408">
        <w:rPr>
          <w:rFonts w:ascii="Times New Roman" w:hAnsi="Times New Roman" w:cs="Times New Roman"/>
          <w:lang w:val="kl-GL"/>
        </w:rPr>
        <w:t xml:space="preserve">Aalajangersagaq atuuttoq malillugu nakorsap imaluunniit kigutit nakorsaata nappaammik ilisimasaqalernerani inuussutissarsiornermi nappaatinik nalunaarutiginnittoqartarnissaanut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nappaatip sulinermut </w:t>
      </w:r>
      <w:r w:rsidR="00654C1B" w:rsidRPr="00171408">
        <w:rPr>
          <w:rFonts w:ascii="Times New Roman" w:hAnsi="Times New Roman" w:cs="Times New Roman"/>
          <w:lang w:val="kl-GL"/>
        </w:rPr>
        <w:t xml:space="preserve">ataqatigiissinnaanera </w:t>
      </w:r>
      <w:r w:rsidRPr="00171408">
        <w:rPr>
          <w:rFonts w:ascii="Times New Roman" w:hAnsi="Times New Roman" w:cs="Times New Roman"/>
          <w:lang w:val="kl-GL"/>
        </w:rPr>
        <w:t xml:space="preserve">pillugit malittarisassanik </w:t>
      </w:r>
      <w:r w:rsidR="00F7628B" w:rsidRPr="00171408">
        <w:rPr>
          <w:rFonts w:ascii="Times New Roman" w:hAnsi="Times New Roman" w:cs="Times New Roman"/>
          <w:lang w:val="kl-GL"/>
        </w:rPr>
        <w:t>suliassaqartitsinermut ministeri</w:t>
      </w:r>
      <w:r w:rsidRPr="00171408">
        <w:rPr>
          <w:rFonts w:ascii="Times New Roman" w:hAnsi="Times New Roman" w:cs="Times New Roman"/>
          <w:lang w:val="kl-GL"/>
        </w:rPr>
        <w:t xml:space="preserve"> aalajangersaavoq. Arbejdsmarkedets Erhvervssikringimut </w:t>
      </w:r>
      <w:r w:rsidR="00404602" w:rsidRPr="00171408">
        <w:rPr>
          <w:rFonts w:ascii="Times New Roman" w:hAnsi="Times New Roman" w:cs="Times New Roman"/>
          <w:lang w:val="kl-GL"/>
        </w:rPr>
        <w:t>qarasaasiat aqqutigalugit</w:t>
      </w:r>
      <w:r w:rsidRPr="00171408">
        <w:rPr>
          <w:rFonts w:ascii="Times New Roman" w:hAnsi="Times New Roman" w:cs="Times New Roman"/>
          <w:lang w:val="kl-GL"/>
        </w:rPr>
        <w:t xml:space="preserve"> nalunaarutiginnittoqarsinnaavoq </w:t>
      </w:r>
      <w:hyperlink r:id="rId14">
        <w:r w:rsidRPr="00171408">
          <w:rPr>
            <w:rStyle w:val="InternetLink"/>
            <w:rFonts w:ascii="Times New Roman" w:hAnsi="Times New Roman" w:cs="Times New Roman"/>
            <w:lang w:val="kl-GL"/>
          </w:rPr>
          <w:t>www.anmeld.gl</w:t>
        </w:r>
      </w:hyperlink>
      <w:r w:rsidRPr="00171408">
        <w:rPr>
          <w:rFonts w:ascii="Times New Roman" w:hAnsi="Times New Roman" w:cs="Times New Roman"/>
          <w:lang w:val="kl-GL"/>
        </w:rPr>
        <w:t xml:space="preserve"> aqqutigalugu imaluunniit pappialanngorlugu immersugassat immikkut sanaat atorlugit. </w:t>
      </w:r>
      <w:r w:rsidRPr="00171408">
        <w:rPr>
          <w:rFonts w:ascii="Times New Roman" w:hAnsi="Times New Roman" w:cs="Times New Roman"/>
          <w:lang w:val="kl-GL"/>
        </w:rPr>
        <w:lastRenderedPageBreak/>
        <w:t xml:space="preserve">Tamatumunnga malittarisassat </w:t>
      </w:r>
      <w:r w:rsidRPr="00171408">
        <w:rPr>
          <w:rFonts w:ascii="Times New Roman" w:hAnsi="Times New Roman" w:cs="Times New Roman"/>
          <w:color w:val="000000" w:themeColor="text1"/>
          <w:lang w:val="kl-GL"/>
        </w:rPr>
        <w:t xml:space="preserve">Kalaallit Nunaanni </w:t>
      </w:r>
      <w:r w:rsidR="00984F94" w:rsidRPr="00171408">
        <w:rPr>
          <w:rFonts w:ascii="Times New Roman" w:hAnsi="Times New Roman" w:cs="Times New Roman"/>
          <w:color w:val="000000" w:themeColor="text1"/>
          <w:lang w:val="kl-GL"/>
        </w:rPr>
        <w:t xml:space="preserve">sulinermi </w:t>
      </w:r>
      <w:r w:rsidR="006A4971" w:rsidRPr="00171408">
        <w:rPr>
          <w:rFonts w:ascii="Times New Roman" w:hAnsi="Times New Roman" w:cs="Times New Roman"/>
          <w:color w:val="000000" w:themeColor="text1"/>
          <w:lang w:val="kl-GL"/>
        </w:rPr>
        <w:t>ajoqusernermut isumannaarineq</w:t>
      </w:r>
      <w:r w:rsidRPr="00171408">
        <w:rPr>
          <w:rFonts w:ascii="Times New Roman" w:hAnsi="Times New Roman" w:cs="Times New Roman"/>
          <w:color w:val="000000" w:themeColor="text1"/>
          <w:lang w:val="kl-GL"/>
        </w:rPr>
        <w:t xml:space="preserve"> pillugu inatsit malillugu </w:t>
      </w:r>
      <w:r w:rsidRPr="00171408">
        <w:rPr>
          <w:rFonts w:ascii="Times New Roman" w:hAnsi="Times New Roman" w:cs="Times New Roman"/>
          <w:lang w:val="kl-GL"/>
        </w:rPr>
        <w:t>nakorsat aamma kigutit nakorsaat inuussutissarsiornermi nappaatinik Arbejdsskadestyrelsenimut nalunaarutiginninnissamut pisussaaffiat pillugu nalunaarummi nr. 1624, 21. december 2010-meersumi</w:t>
      </w:r>
      <w:r w:rsidR="002076E0" w:rsidRPr="00171408">
        <w:rPr>
          <w:rFonts w:ascii="Times New Roman" w:hAnsi="Times New Roman" w:cs="Times New Roman"/>
          <w:lang w:val="kl-GL"/>
        </w:rPr>
        <w:t xml:space="preserve"> aalajangersarneqarput</w:t>
      </w:r>
      <w:r w:rsidRPr="00171408">
        <w:rPr>
          <w:rFonts w:ascii="Times New Roman" w:hAnsi="Times New Roman" w:cs="Times New Roman"/>
          <w:lang w:val="kl-GL"/>
        </w:rPr>
        <w:t>.</w:t>
      </w:r>
    </w:p>
    <w:p w14:paraId="14058FCF" w14:textId="3DFF8DD3" w:rsidR="00515200" w:rsidRPr="00171408" w:rsidRDefault="00CE02F1">
      <w:pPr>
        <w:rPr>
          <w:rFonts w:ascii="Times New Roman" w:hAnsi="Times New Roman"/>
          <w:lang w:val="kl-GL"/>
        </w:rPr>
      </w:pPr>
      <w:r w:rsidRPr="00171408">
        <w:rPr>
          <w:rFonts w:ascii="Times New Roman" w:hAnsi="Times New Roman" w:cs="Times New Roman"/>
          <w:lang w:val="kl-GL"/>
        </w:rPr>
        <w:t xml:space="preserve">Inatsisissatut siunnersuutip </w:t>
      </w:r>
      <w:r w:rsidRPr="00171408">
        <w:rPr>
          <w:rFonts w:ascii="Times New Roman" w:hAnsi="Times New Roman" w:cs="Times New Roman"/>
          <w:i/>
          <w:lang w:val="kl-GL"/>
        </w:rPr>
        <w:t>§ 1, nr. 1</w:t>
      </w:r>
      <w:r w:rsidR="002546A7" w:rsidRPr="00171408">
        <w:rPr>
          <w:rFonts w:ascii="Times New Roman" w:hAnsi="Times New Roman" w:cs="Times New Roman"/>
          <w:i/>
          <w:lang w:val="kl-GL"/>
        </w:rPr>
        <w:t>4</w:t>
      </w:r>
      <w:r w:rsidRPr="00171408">
        <w:rPr>
          <w:rFonts w:ascii="Times New Roman" w:hAnsi="Times New Roman" w:cs="Times New Roman"/>
          <w:lang w:val="kl-GL"/>
        </w:rPr>
        <w:t xml:space="preserve">-ani </w:t>
      </w:r>
      <w:r w:rsidR="00BA1A07" w:rsidRPr="00171408">
        <w:rPr>
          <w:rFonts w:ascii="Times New Roman" w:hAnsi="Times New Roman" w:cs="Times New Roman"/>
          <w:lang w:val="kl-GL"/>
        </w:rPr>
        <w:t>siunnersuutigineqarpoq</w:t>
      </w:r>
      <w:r w:rsidRPr="00171408">
        <w:rPr>
          <w:rFonts w:ascii="Times New Roman" w:hAnsi="Times New Roman" w:cs="Times New Roman"/>
          <w:lang w:val="kl-GL"/>
        </w:rPr>
        <w:t xml:space="preserve">, § 38, imm. 1-imi, </w:t>
      </w:r>
      <w:r w:rsidRPr="00171408">
        <w:rPr>
          <w:rFonts w:ascii="Times New Roman" w:hAnsi="Times New Roman" w:cs="Times New Roman"/>
          <w:shd w:val="clear" w:color="auto" w:fill="FFFFFF"/>
          <w:lang w:val="kl-GL"/>
        </w:rPr>
        <w:t xml:space="preserve">»Namminersorlutik Oqartussat isumaqatigiinniarfigereerlugit </w:t>
      </w:r>
      <w:r w:rsidR="00F7628B" w:rsidRPr="00171408">
        <w:rPr>
          <w:rFonts w:ascii="Times New Roman" w:hAnsi="Times New Roman" w:cs="Times New Roman"/>
          <w:shd w:val="clear" w:color="auto" w:fill="FFFFFF"/>
          <w:lang w:val="kl-GL"/>
        </w:rPr>
        <w:t>suliassaqartitsinermut ministeri</w:t>
      </w:r>
      <w:r w:rsidRPr="00171408">
        <w:rPr>
          <w:rFonts w:ascii="Times New Roman" w:hAnsi="Times New Roman" w:cs="Times New Roman"/>
          <w:shd w:val="clear" w:color="auto" w:fill="FFFFFF"/>
          <w:lang w:val="kl-GL"/>
        </w:rPr>
        <w:t xml:space="preserve"> malittarisassanik aalajangersaassaaq, nakorsat« allanngortinneqassasoq</w:t>
      </w:r>
      <w:r w:rsidR="00BA1A07" w:rsidRPr="00171408">
        <w:rPr>
          <w:rFonts w:ascii="Times New Roman" w:hAnsi="Times New Roman" w:cs="Times New Roman"/>
          <w:shd w:val="clear" w:color="auto" w:fill="FFFFFF"/>
          <w:lang w:val="kl-GL"/>
        </w:rPr>
        <w:t xml:space="preserve"> imatut</w:t>
      </w:r>
      <w:r w:rsidRPr="00171408">
        <w:rPr>
          <w:rFonts w:ascii="Times New Roman" w:hAnsi="Times New Roman" w:cs="Times New Roman"/>
          <w:shd w:val="clear" w:color="auto" w:fill="FFFFFF"/>
          <w:lang w:val="kl-GL"/>
        </w:rPr>
        <w:t>: »Nakorsat«.</w:t>
      </w:r>
    </w:p>
    <w:p w14:paraId="346AC6F3" w14:textId="51D85CDD" w:rsidR="00515200" w:rsidRPr="00171408" w:rsidRDefault="00CE02F1">
      <w:pPr>
        <w:rPr>
          <w:rFonts w:ascii="Times New Roman" w:hAnsi="Times New Roman"/>
          <w:lang w:val="kl-GL"/>
        </w:rPr>
      </w:pPr>
      <w:r w:rsidRPr="00171408">
        <w:rPr>
          <w:rFonts w:ascii="Times New Roman" w:hAnsi="Times New Roman" w:cs="Times New Roman"/>
          <w:lang w:val="kl-GL"/>
        </w:rPr>
        <w:t xml:space="preserve">Siunnersuutikkut nakorsat aamma kigutit </w:t>
      </w:r>
      <w:r w:rsidR="004A29D9" w:rsidRPr="00171408">
        <w:rPr>
          <w:rFonts w:ascii="Times New Roman" w:hAnsi="Times New Roman" w:cs="Times New Roman"/>
          <w:lang w:val="kl-GL"/>
        </w:rPr>
        <w:t xml:space="preserve">nakorsaasa </w:t>
      </w:r>
      <w:r w:rsidRPr="00171408">
        <w:rPr>
          <w:rFonts w:ascii="Times New Roman" w:hAnsi="Times New Roman" w:cs="Times New Roman"/>
          <w:lang w:val="kl-GL"/>
        </w:rPr>
        <w:t>nalunaarutiginni</w:t>
      </w:r>
      <w:r w:rsidR="004A29D9" w:rsidRPr="00171408">
        <w:rPr>
          <w:rFonts w:ascii="Times New Roman" w:hAnsi="Times New Roman" w:cs="Times New Roman"/>
          <w:lang w:val="kl-GL"/>
        </w:rPr>
        <w:t>nnermik pisussaa</w:t>
      </w:r>
      <w:r w:rsidR="00696405" w:rsidRPr="00171408">
        <w:rPr>
          <w:rFonts w:ascii="Times New Roman" w:hAnsi="Times New Roman" w:cs="Times New Roman"/>
          <w:lang w:val="kl-GL"/>
        </w:rPr>
        <w:t>nerat</w:t>
      </w:r>
      <w:r w:rsidRPr="00171408">
        <w:rPr>
          <w:rFonts w:ascii="Times New Roman" w:hAnsi="Times New Roman" w:cs="Times New Roman"/>
          <w:lang w:val="kl-GL"/>
        </w:rPr>
        <w:t xml:space="preserve"> toqqaannartumik § 38-mi allaqqassaaq, taamalillutik nakorsat aamma kigutit nakorsaat inuussutissariornermi nappaatinik erseqqissunik imaluunniit ilimagineqartunik sulinerminnut atatillugu ilisimalikkaminnik Arbejdsmarkedets Erhvervssikringimut aamma Sullivinnik Nakkutilliisoqarfimmut nalunaarutiginnitta</w:t>
      </w:r>
      <w:r w:rsidR="00F4095C" w:rsidRPr="00171408">
        <w:rPr>
          <w:rFonts w:ascii="Times New Roman" w:hAnsi="Times New Roman" w:cs="Times New Roman"/>
          <w:lang w:val="kl-GL"/>
        </w:rPr>
        <w:t>ssasut</w:t>
      </w:r>
      <w:r w:rsidRPr="00171408">
        <w:rPr>
          <w:rFonts w:ascii="Times New Roman" w:hAnsi="Times New Roman" w:cs="Times New Roman"/>
          <w:lang w:val="kl-GL"/>
        </w:rPr>
        <w:t>. Siunnersuut nakorsat imaluunniit kigutit nakorsaata inatsisitigut inissisimanerannut sunniuteqassanngilaq.</w:t>
      </w:r>
    </w:p>
    <w:p w14:paraId="7F5F2E71" w14:textId="1F000D7A" w:rsidR="00515200" w:rsidRPr="00171408" w:rsidRDefault="00CE02F1">
      <w:pPr>
        <w:rPr>
          <w:rFonts w:ascii="Times New Roman" w:hAnsi="Times New Roman"/>
          <w:lang w:val="kl-GL"/>
        </w:rPr>
      </w:pPr>
      <w:r w:rsidRPr="00171408">
        <w:rPr>
          <w:rFonts w:ascii="Times New Roman" w:hAnsi="Times New Roman" w:cs="Times New Roman"/>
          <w:lang w:val="kl-GL"/>
        </w:rPr>
        <w:t xml:space="preserve">Siunnersuutip </w:t>
      </w:r>
      <w:r w:rsidR="0000502E" w:rsidRPr="00171408">
        <w:rPr>
          <w:rFonts w:ascii="Times New Roman" w:hAnsi="Times New Roman" w:cs="Times New Roman"/>
          <w:lang w:val="kl-GL"/>
        </w:rPr>
        <w:t>ilanngullugu kingunerissavaa</w:t>
      </w:r>
      <w:r w:rsidRPr="00171408">
        <w:rPr>
          <w:rFonts w:ascii="Times New Roman" w:hAnsi="Times New Roman" w:cs="Times New Roman"/>
          <w:lang w:val="kl-GL"/>
        </w:rPr>
        <w:t xml:space="preserve">, nakorsat aamma kigutit nakorsaat inuussutissarsiornermi nappaatinik erseqqissunik imaluunniit ilimagineqartunik sulinerminnut atatillugu ilisimalikkaminnik nalunaarutiginnittarnissaat pillugu </w:t>
      </w:r>
      <w:r w:rsidR="00F7628B" w:rsidRPr="00171408">
        <w:rPr>
          <w:rFonts w:ascii="Times New Roman" w:hAnsi="Times New Roman" w:cs="Times New Roman"/>
          <w:lang w:val="kl-GL"/>
        </w:rPr>
        <w:t>suliassaqartitsinermut ministeri</w:t>
      </w:r>
      <w:r w:rsidRPr="00171408">
        <w:rPr>
          <w:rFonts w:ascii="Times New Roman" w:hAnsi="Times New Roman" w:cs="Times New Roman"/>
          <w:lang w:val="kl-GL"/>
        </w:rPr>
        <w:t xml:space="preserve">p malittarisassanik aalajangersaanissamut tunngavia aalajangersakkamiit peerneqarnissaa.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ajutoornernik aamma inuussutissarsiornermi nappaatinik nalunaarutiginninneq paasissutissanik sunik imaqassanersoq pillugu </w:t>
      </w:r>
      <w:r w:rsidR="00F7628B" w:rsidRPr="00171408">
        <w:rPr>
          <w:rFonts w:ascii="Times New Roman" w:hAnsi="Times New Roman" w:cs="Times New Roman"/>
          <w:lang w:val="kl-GL"/>
        </w:rPr>
        <w:t>suliassaqartitsinermut ministeri</w:t>
      </w:r>
      <w:r w:rsidRPr="00171408">
        <w:rPr>
          <w:rFonts w:ascii="Times New Roman" w:hAnsi="Times New Roman" w:cs="Times New Roman"/>
          <w:lang w:val="kl-GL"/>
        </w:rPr>
        <w:t>p malittarisassanik aalajangersaanissamut pi</w:t>
      </w:r>
      <w:r w:rsidR="00370478" w:rsidRPr="00171408">
        <w:rPr>
          <w:rFonts w:ascii="Times New Roman" w:hAnsi="Times New Roman" w:cs="Times New Roman"/>
          <w:lang w:val="kl-GL"/>
        </w:rPr>
        <w:t>s</w:t>
      </w:r>
      <w:r w:rsidRPr="00171408">
        <w:rPr>
          <w:rFonts w:ascii="Times New Roman" w:hAnsi="Times New Roman" w:cs="Times New Roman"/>
          <w:lang w:val="kl-GL"/>
        </w:rPr>
        <w:t xml:space="preserve">innaatitaanera, inatsisissatut siunnersuummi </w:t>
      </w:r>
      <w:r w:rsidR="00370478" w:rsidRPr="00171408">
        <w:rPr>
          <w:rFonts w:ascii="Times New Roman" w:hAnsi="Times New Roman" w:cs="Times New Roman"/>
          <w:lang w:val="kl-GL"/>
        </w:rPr>
        <w:t xml:space="preserve">§ </w:t>
      </w:r>
      <w:r w:rsidRPr="00171408">
        <w:rPr>
          <w:rFonts w:ascii="Times New Roman" w:hAnsi="Times New Roman" w:cs="Times New Roman"/>
          <w:lang w:val="kl-GL"/>
        </w:rPr>
        <w:t>1, nr. 1</w:t>
      </w:r>
      <w:r w:rsidR="00FD2278" w:rsidRPr="00171408">
        <w:rPr>
          <w:rFonts w:ascii="Times New Roman" w:hAnsi="Times New Roman" w:cs="Times New Roman"/>
          <w:lang w:val="kl-GL"/>
        </w:rPr>
        <w:t>5</w:t>
      </w:r>
      <w:r w:rsidRPr="00171408">
        <w:rPr>
          <w:rFonts w:ascii="Times New Roman" w:hAnsi="Times New Roman" w:cs="Times New Roman"/>
          <w:lang w:val="kl-GL"/>
        </w:rPr>
        <w:t xml:space="preserve">-imi siunnersuutigineqarpoq, taarsiullugu aalajangersakkamut siunnersuutigineqartumut § 39, imm 1, oqaaseqatigiit </w:t>
      </w:r>
      <w:r w:rsidR="000A3763" w:rsidRPr="00171408">
        <w:rPr>
          <w:rFonts w:ascii="Times New Roman" w:hAnsi="Times New Roman" w:cs="Times New Roman"/>
          <w:lang w:val="kl-GL"/>
        </w:rPr>
        <w:t>siullia</w:t>
      </w:r>
      <w:r w:rsidR="00370478" w:rsidRPr="00171408">
        <w:rPr>
          <w:rFonts w:ascii="Times New Roman" w:hAnsi="Times New Roman" w:cs="Times New Roman"/>
          <w:lang w:val="kl-GL"/>
        </w:rPr>
        <w:t>nn</w:t>
      </w:r>
      <w:r w:rsidRPr="00171408">
        <w:rPr>
          <w:rFonts w:ascii="Times New Roman" w:hAnsi="Times New Roman" w:cs="Times New Roman"/>
          <w:lang w:val="kl-GL"/>
        </w:rPr>
        <w:t>ut ikkunneqa</w:t>
      </w:r>
      <w:r w:rsidR="00370478" w:rsidRPr="00171408">
        <w:rPr>
          <w:rFonts w:ascii="Times New Roman" w:hAnsi="Times New Roman" w:cs="Times New Roman"/>
          <w:lang w:val="kl-GL"/>
        </w:rPr>
        <w:t>ssasoq</w:t>
      </w:r>
      <w:r w:rsidRPr="00171408">
        <w:rPr>
          <w:rFonts w:ascii="Times New Roman" w:hAnsi="Times New Roman" w:cs="Times New Roman"/>
          <w:lang w:val="kl-GL"/>
        </w:rPr>
        <w:t>.</w:t>
      </w:r>
    </w:p>
    <w:p w14:paraId="0185A0E9" w14:textId="6758CC42" w:rsidR="00515200" w:rsidRPr="00171408" w:rsidRDefault="00CE02F1">
      <w:pPr>
        <w:rPr>
          <w:rFonts w:ascii="Times New Roman" w:hAnsi="Times New Roman"/>
          <w:lang w:val="kl-GL"/>
        </w:rPr>
      </w:pPr>
      <w:r w:rsidRPr="00171408">
        <w:rPr>
          <w:rFonts w:ascii="Times New Roman" w:hAnsi="Times New Roman" w:cs="Times New Roman"/>
          <w:lang w:val="kl-GL"/>
        </w:rPr>
        <w:t>Taamaalilluni § 38, imm. 1-imi nakorsat aamma kigutit nakorsaat inuussutissarsiornermi nappaatinik nalunaarutigi</w:t>
      </w:r>
      <w:r w:rsidR="00E01CD4" w:rsidRPr="00171408">
        <w:rPr>
          <w:rFonts w:ascii="Times New Roman" w:hAnsi="Times New Roman" w:cs="Times New Roman"/>
          <w:lang w:val="kl-GL"/>
        </w:rPr>
        <w:t>nni</w:t>
      </w:r>
      <w:r w:rsidRPr="00171408">
        <w:rPr>
          <w:rFonts w:ascii="Times New Roman" w:hAnsi="Times New Roman" w:cs="Times New Roman"/>
          <w:lang w:val="kl-GL"/>
        </w:rPr>
        <w:t xml:space="preserve">ttarnissaat pillugu </w:t>
      </w:r>
      <w:r w:rsidR="00F7628B" w:rsidRPr="00171408">
        <w:rPr>
          <w:rFonts w:ascii="Times New Roman" w:hAnsi="Times New Roman" w:cs="Times New Roman"/>
          <w:lang w:val="kl-GL"/>
        </w:rPr>
        <w:t>suliassaqartitsinermut ministeri</w:t>
      </w:r>
      <w:r w:rsidRPr="00171408">
        <w:rPr>
          <w:rFonts w:ascii="Times New Roman" w:hAnsi="Times New Roman" w:cs="Times New Roman"/>
          <w:lang w:val="kl-GL"/>
        </w:rPr>
        <w:t>p malittarisassanik aalajangersaanissamut pi</w:t>
      </w:r>
      <w:r w:rsidR="00E01CD4" w:rsidRPr="00171408">
        <w:rPr>
          <w:rFonts w:ascii="Times New Roman" w:hAnsi="Times New Roman" w:cs="Times New Roman"/>
          <w:lang w:val="kl-GL"/>
        </w:rPr>
        <w:t>s</w:t>
      </w:r>
      <w:r w:rsidRPr="00171408">
        <w:rPr>
          <w:rFonts w:ascii="Times New Roman" w:hAnsi="Times New Roman" w:cs="Times New Roman"/>
          <w:lang w:val="kl-GL"/>
        </w:rPr>
        <w:t xml:space="preserve">innaatitaanera peerneqassaaq,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nalunaarut atuuttoq § 38, imm. 1 malillugu atuutilersinneqartoq, siunnersuummi § 39, imm. 1, oqaaseqatigiit </w:t>
      </w:r>
      <w:r w:rsidR="000A3763" w:rsidRPr="00171408">
        <w:rPr>
          <w:rFonts w:ascii="Times New Roman" w:hAnsi="Times New Roman" w:cs="Times New Roman"/>
          <w:lang w:val="kl-GL"/>
        </w:rPr>
        <w:t>siull</w:t>
      </w:r>
      <w:r w:rsidR="00E72F53" w:rsidRPr="00171408">
        <w:rPr>
          <w:rFonts w:ascii="Times New Roman" w:hAnsi="Times New Roman" w:cs="Times New Roman"/>
          <w:lang w:val="kl-GL"/>
        </w:rPr>
        <w:t>iat</w:t>
      </w:r>
      <w:r w:rsidRPr="00171408">
        <w:rPr>
          <w:rFonts w:ascii="Times New Roman" w:hAnsi="Times New Roman" w:cs="Times New Roman"/>
          <w:lang w:val="kl-GL"/>
        </w:rPr>
        <w:t xml:space="preserve"> malillugu taarsiullugu pi</w:t>
      </w:r>
      <w:r w:rsidR="00E72F53" w:rsidRPr="00171408">
        <w:rPr>
          <w:rFonts w:ascii="Times New Roman" w:hAnsi="Times New Roman" w:cs="Times New Roman"/>
          <w:lang w:val="kl-GL"/>
        </w:rPr>
        <w:t>s</w:t>
      </w:r>
      <w:r w:rsidRPr="00171408">
        <w:rPr>
          <w:rFonts w:ascii="Times New Roman" w:hAnsi="Times New Roman" w:cs="Times New Roman"/>
          <w:lang w:val="kl-GL"/>
        </w:rPr>
        <w:t>innaatitsissutaassaaq, tak. inatsisissatut siunnersuummi § 1, nr. 12. Taamaaliornikkut pi</w:t>
      </w:r>
      <w:r w:rsidR="00E72F53" w:rsidRPr="00171408">
        <w:rPr>
          <w:rFonts w:ascii="Times New Roman" w:hAnsi="Times New Roman" w:cs="Times New Roman"/>
          <w:lang w:val="kl-GL"/>
        </w:rPr>
        <w:t>s</w:t>
      </w:r>
      <w:r w:rsidRPr="00171408">
        <w:rPr>
          <w:rFonts w:ascii="Times New Roman" w:hAnsi="Times New Roman" w:cs="Times New Roman"/>
          <w:lang w:val="kl-GL"/>
        </w:rPr>
        <w:t xml:space="preserve">innaatitsissutit aalajangersakkami ataatsimi § 39, imm. 1, oqaaseqatigiit </w:t>
      </w:r>
      <w:r w:rsidR="000A3763" w:rsidRPr="00171408">
        <w:rPr>
          <w:rFonts w:ascii="Times New Roman" w:hAnsi="Times New Roman" w:cs="Times New Roman"/>
          <w:lang w:val="kl-GL"/>
        </w:rPr>
        <w:t>siulli</w:t>
      </w:r>
      <w:r w:rsidRPr="00171408">
        <w:rPr>
          <w:rFonts w:ascii="Times New Roman" w:hAnsi="Times New Roman" w:cs="Times New Roman"/>
          <w:lang w:val="kl-GL"/>
        </w:rPr>
        <w:t>an</w:t>
      </w:r>
      <w:r w:rsidR="00E72F53" w:rsidRPr="00171408">
        <w:rPr>
          <w:rFonts w:ascii="Times New Roman" w:hAnsi="Times New Roman" w:cs="Times New Roman"/>
          <w:lang w:val="kl-GL"/>
        </w:rPr>
        <w:t>n</w:t>
      </w:r>
      <w:r w:rsidRPr="00171408">
        <w:rPr>
          <w:rFonts w:ascii="Times New Roman" w:hAnsi="Times New Roman" w:cs="Times New Roman"/>
          <w:lang w:val="kl-GL"/>
        </w:rPr>
        <w:t>i ataatsimoortinneqassapput, tak. inatsisissatut siunnersuummi § 1, nr. 12.</w:t>
      </w:r>
    </w:p>
    <w:p w14:paraId="7E7AC7DC" w14:textId="3B01AAE4" w:rsidR="00515200" w:rsidRPr="00171408" w:rsidRDefault="00CE02F1">
      <w:pPr>
        <w:rPr>
          <w:rFonts w:ascii="Times New Roman" w:hAnsi="Times New Roman"/>
          <w:lang w:val="kl-GL"/>
        </w:rPr>
      </w:pPr>
      <w:r w:rsidRPr="00171408">
        <w:rPr>
          <w:rFonts w:ascii="Times New Roman" w:hAnsi="Times New Roman" w:cs="Times New Roman"/>
          <w:lang w:val="kl-GL"/>
        </w:rPr>
        <w:t xml:space="preserve">Aalajangersagaq siunnersuutigineqartoq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Pr="00171408">
        <w:rPr>
          <w:rFonts w:ascii="Times New Roman" w:hAnsi="Times New Roman" w:cs="Times New Roman"/>
          <w:lang w:val="kl-GL"/>
        </w:rPr>
        <w:t xml:space="preserve"> pillugu inatsimmi § 34-mut assinguvoq.</w:t>
      </w:r>
    </w:p>
    <w:p w14:paraId="47522C1F" w14:textId="3D979395" w:rsidR="00515200" w:rsidRPr="00171408" w:rsidRDefault="00CE02F1">
      <w:pPr>
        <w:rPr>
          <w:rFonts w:ascii="Times New Roman" w:hAnsi="Times New Roman"/>
          <w:lang w:val="kl-GL"/>
        </w:rPr>
      </w:pPr>
      <w:r w:rsidRPr="00171408">
        <w:rPr>
          <w:rFonts w:ascii="Times New Roman" w:hAnsi="Times New Roman" w:cs="Times New Roman"/>
          <w:lang w:val="kl-GL"/>
        </w:rPr>
        <w:t>Inatsisissatut siunnersuummi § 1, nr. 1</w:t>
      </w:r>
      <w:r w:rsidR="00FD2278" w:rsidRPr="00171408">
        <w:rPr>
          <w:rFonts w:ascii="Times New Roman" w:hAnsi="Times New Roman" w:cs="Times New Roman"/>
          <w:lang w:val="kl-GL"/>
        </w:rPr>
        <w:t>5</w:t>
      </w:r>
      <w:r w:rsidRPr="00171408">
        <w:rPr>
          <w:rFonts w:ascii="Times New Roman" w:hAnsi="Times New Roman" w:cs="Times New Roman"/>
          <w:lang w:val="kl-GL"/>
        </w:rPr>
        <w:t xml:space="preserve">-imut oqaaseqaatit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oqaaseqaatit nalinginnaasut innersuussutigineqarput, imm. 2.3.</w:t>
      </w:r>
    </w:p>
    <w:p w14:paraId="3673878A" w14:textId="49698DB8" w:rsidR="00515200" w:rsidRPr="00171408" w:rsidRDefault="00CE02F1">
      <w:pPr>
        <w:rPr>
          <w:rFonts w:ascii="Times New Roman" w:hAnsi="Times New Roman"/>
          <w:lang w:val="kl-GL"/>
        </w:rPr>
      </w:pPr>
      <w:r w:rsidRPr="00171408">
        <w:rPr>
          <w:rFonts w:ascii="Times New Roman" w:hAnsi="Times New Roman" w:cs="Times New Roman"/>
          <w:lang w:val="kl-GL"/>
        </w:rPr>
        <w:t>Nr. 1</w:t>
      </w:r>
      <w:r w:rsidR="00FD2278" w:rsidRPr="00171408">
        <w:rPr>
          <w:rFonts w:ascii="Times New Roman" w:hAnsi="Times New Roman" w:cs="Times New Roman"/>
          <w:lang w:val="kl-GL"/>
        </w:rPr>
        <w:t>5</w:t>
      </w:r>
      <w:r w:rsidRPr="00171408">
        <w:rPr>
          <w:rFonts w:ascii="Times New Roman" w:hAnsi="Times New Roman" w:cs="Times New Roman"/>
          <w:lang w:val="kl-GL"/>
        </w:rPr>
        <w:t>-imut</w:t>
      </w:r>
    </w:p>
    <w:p w14:paraId="092390A7" w14:textId="546F8321" w:rsidR="00515200" w:rsidRPr="00171408" w:rsidRDefault="00CE02F1">
      <w:pPr>
        <w:rPr>
          <w:rFonts w:ascii="Times New Roman" w:hAnsi="Times New Roman"/>
          <w:lang w:val="kl-GL"/>
        </w:rPr>
      </w:pPr>
      <w:r w:rsidRPr="00171408">
        <w:rPr>
          <w:rFonts w:ascii="Times New Roman" w:hAnsi="Times New Roman" w:cs="Times New Roman"/>
          <w:color w:val="000000" w:themeColor="text1"/>
          <w:lang w:val="kl-GL"/>
        </w:rPr>
        <w:t xml:space="preserve">Kalaallit Nunaanni </w:t>
      </w:r>
      <w:r w:rsidR="00984F94" w:rsidRPr="00171408">
        <w:rPr>
          <w:rFonts w:ascii="Times New Roman" w:hAnsi="Times New Roman" w:cs="Times New Roman"/>
          <w:color w:val="000000" w:themeColor="text1"/>
          <w:lang w:val="kl-GL"/>
        </w:rPr>
        <w:t xml:space="preserve">sulinermi </w:t>
      </w:r>
      <w:r w:rsidR="006A4971" w:rsidRPr="00171408">
        <w:rPr>
          <w:rFonts w:ascii="Times New Roman" w:hAnsi="Times New Roman" w:cs="Times New Roman"/>
          <w:color w:val="000000" w:themeColor="text1"/>
          <w:lang w:val="kl-GL"/>
        </w:rPr>
        <w:t>ajoqusernermut isumannaarineq</w:t>
      </w:r>
      <w:r w:rsidRPr="00171408">
        <w:rPr>
          <w:rFonts w:ascii="Times New Roman" w:hAnsi="Times New Roman" w:cs="Times New Roman"/>
          <w:color w:val="000000" w:themeColor="text1"/>
          <w:lang w:val="kl-GL"/>
        </w:rPr>
        <w:t xml:space="preserve"> pillugu inatsimmi § 39, imm. 1, oqaaseqatigiit </w:t>
      </w:r>
      <w:r w:rsidR="000A3763" w:rsidRPr="00171408">
        <w:rPr>
          <w:rFonts w:ascii="Times New Roman" w:hAnsi="Times New Roman" w:cs="Times New Roman"/>
          <w:color w:val="000000" w:themeColor="text1"/>
          <w:lang w:val="kl-GL"/>
        </w:rPr>
        <w:t>siulli</w:t>
      </w:r>
      <w:r w:rsidRPr="00171408">
        <w:rPr>
          <w:rFonts w:ascii="Times New Roman" w:hAnsi="Times New Roman" w:cs="Times New Roman"/>
          <w:color w:val="000000" w:themeColor="text1"/>
          <w:lang w:val="kl-GL"/>
        </w:rPr>
        <w:t>a</w:t>
      </w:r>
      <w:r w:rsidR="00AB125D" w:rsidRPr="00171408">
        <w:rPr>
          <w:rFonts w:ascii="Times New Roman" w:hAnsi="Times New Roman" w:cs="Times New Roman"/>
          <w:color w:val="000000" w:themeColor="text1"/>
          <w:lang w:val="kl-GL"/>
        </w:rPr>
        <w:t>n</w:t>
      </w:r>
      <w:r w:rsidRPr="00171408">
        <w:rPr>
          <w:rFonts w:ascii="Times New Roman" w:hAnsi="Times New Roman" w:cs="Times New Roman"/>
          <w:color w:val="000000" w:themeColor="text1"/>
          <w:lang w:val="kl-GL"/>
        </w:rPr>
        <w:t xml:space="preserve">ni aalajangersakkami atuuttumi allaqqavoq, </w:t>
      </w:r>
      <w:r w:rsidR="00F7628B" w:rsidRPr="00171408">
        <w:rPr>
          <w:rFonts w:ascii="Times New Roman" w:hAnsi="Times New Roman" w:cs="Times New Roman"/>
          <w:color w:val="000000" w:themeColor="text1"/>
          <w:lang w:val="kl-GL"/>
        </w:rPr>
        <w:t>suliassaqartitsinermut ministeri</w:t>
      </w:r>
      <w:r w:rsidRPr="00171408">
        <w:rPr>
          <w:rFonts w:ascii="Times New Roman" w:hAnsi="Times New Roman" w:cs="Times New Roman"/>
          <w:color w:val="000000" w:themeColor="text1"/>
          <w:lang w:val="kl-GL"/>
        </w:rPr>
        <w:t xml:space="preserve"> Namminersorlutik Oqartussat </w:t>
      </w:r>
      <w:r w:rsidR="009863DD" w:rsidRPr="00171408">
        <w:rPr>
          <w:rFonts w:ascii="Times New Roman" w:hAnsi="Times New Roman" w:cs="Times New Roman"/>
          <w:color w:val="000000" w:themeColor="text1"/>
          <w:lang w:val="kl-GL"/>
        </w:rPr>
        <w:t>isumaqatigiinniarfigereerlugit</w:t>
      </w:r>
      <w:r w:rsidRPr="00171408">
        <w:rPr>
          <w:rFonts w:ascii="Times New Roman" w:hAnsi="Times New Roman" w:cs="Times New Roman"/>
          <w:color w:val="000000" w:themeColor="text1"/>
          <w:lang w:val="kl-GL"/>
        </w:rPr>
        <w:t xml:space="preserve">, nalunaarutiginninnerit sunik paasissutissanik imaqarnissaannut, </w:t>
      </w:r>
      <w:r w:rsidR="00C3269E" w:rsidRPr="00171408">
        <w:rPr>
          <w:rFonts w:ascii="Times New Roman" w:hAnsi="Times New Roman" w:cs="Times New Roman"/>
          <w:color w:val="000000" w:themeColor="text1"/>
          <w:lang w:val="kl-GL"/>
        </w:rPr>
        <w:t>aamma</w:t>
      </w:r>
      <w:r w:rsidRPr="00171408">
        <w:rPr>
          <w:rFonts w:ascii="Times New Roman" w:hAnsi="Times New Roman" w:cs="Times New Roman"/>
          <w:color w:val="000000" w:themeColor="text1"/>
          <w:lang w:val="kl-GL"/>
        </w:rPr>
        <w:t xml:space="preserve"> qanoq nalunaarutiginnittoqarnissaanut malittarisassanik aalaja</w:t>
      </w:r>
      <w:r w:rsidR="00D4040F" w:rsidRPr="00171408">
        <w:rPr>
          <w:rFonts w:ascii="Times New Roman" w:hAnsi="Times New Roman" w:cs="Times New Roman"/>
          <w:color w:val="000000" w:themeColor="text1"/>
          <w:lang w:val="kl-GL"/>
        </w:rPr>
        <w:t>n</w:t>
      </w:r>
      <w:r w:rsidRPr="00171408">
        <w:rPr>
          <w:rFonts w:ascii="Times New Roman" w:hAnsi="Times New Roman" w:cs="Times New Roman"/>
          <w:color w:val="000000" w:themeColor="text1"/>
          <w:lang w:val="kl-GL"/>
        </w:rPr>
        <w:t>gersaassa</w:t>
      </w:r>
      <w:r w:rsidR="00197D66" w:rsidRPr="00171408">
        <w:rPr>
          <w:rFonts w:ascii="Times New Roman" w:hAnsi="Times New Roman" w:cs="Times New Roman"/>
          <w:color w:val="000000" w:themeColor="text1"/>
          <w:lang w:val="kl-GL"/>
        </w:rPr>
        <w:t>soq</w:t>
      </w:r>
      <w:r w:rsidRPr="00171408">
        <w:rPr>
          <w:rFonts w:ascii="Times New Roman" w:hAnsi="Times New Roman" w:cs="Times New Roman"/>
          <w:color w:val="000000" w:themeColor="text1"/>
          <w:lang w:val="kl-GL"/>
        </w:rPr>
        <w:t xml:space="preserve">. Allaqqasinnaavoq, </w:t>
      </w:r>
      <w:r w:rsidR="005E0E6B" w:rsidRPr="00171408">
        <w:rPr>
          <w:rFonts w:ascii="Times New Roman" w:hAnsi="Times New Roman" w:cs="Times New Roman"/>
          <w:color w:val="000000" w:themeColor="text1"/>
          <w:lang w:val="kl-GL"/>
        </w:rPr>
        <w:t>sulinermi</w:t>
      </w:r>
      <w:r w:rsidRPr="00171408">
        <w:rPr>
          <w:rFonts w:ascii="Times New Roman" w:hAnsi="Times New Roman" w:cs="Times New Roman"/>
          <w:color w:val="000000" w:themeColor="text1"/>
          <w:lang w:val="kl-GL"/>
        </w:rPr>
        <w:t xml:space="preserve"> ajutoornerit </w:t>
      </w:r>
      <w:r w:rsidR="00404602" w:rsidRPr="00171408">
        <w:rPr>
          <w:rFonts w:ascii="Times New Roman" w:hAnsi="Times New Roman" w:cs="Times New Roman"/>
          <w:color w:val="000000" w:themeColor="text1"/>
          <w:lang w:val="kl-GL"/>
        </w:rPr>
        <w:t>qarasaasiat aqqutigalugit</w:t>
      </w:r>
      <w:r w:rsidRPr="00171408">
        <w:rPr>
          <w:rFonts w:ascii="Times New Roman" w:hAnsi="Times New Roman" w:cs="Times New Roman"/>
          <w:color w:val="000000" w:themeColor="text1"/>
          <w:lang w:val="kl-GL"/>
        </w:rPr>
        <w:t xml:space="preserve"> nalunaarutigineqarsinnaasut.</w:t>
      </w:r>
    </w:p>
    <w:p w14:paraId="34711024" w14:textId="47D7FDF4" w:rsidR="00515200" w:rsidRPr="00171408" w:rsidRDefault="00A21E5B">
      <w:pPr>
        <w:rPr>
          <w:lang w:val="kl-GL"/>
        </w:rPr>
      </w:pPr>
      <w:r w:rsidRPr="00171408">
        <w:rPr>
          <w:rFonts w:ascii="Times New Roman" w:hAnsi="Times New Roman" w:cs="Times New Roman"/>
          <w:lang w:val="kl-GL"/>
        </w:rPr>
        <w:t xml:space="preserve">Taamaalilluni aalajangersagaq </w:t>
      </w:r>
      <w:r w:rsidR="00CE02F1" w:rsidRPr="00171408">
        <w:rPr>
          <w:rFonts w:ascii="Times New Roman" w:hAnsi="Times New Roman" w:cs="Times New Roman"/>
          <w:lang w:val="kl-GL"/>
        </w:rPr>
        <w:t xml:space="preserve">atuuttoq malillugu </w:t>
      </w:r>
      <w:r w:rsidR="00CE02F1" w:rsidRPr="00171408">
        <w:rPr>
          <w:rFonts w:ascii="Times New Roman" w:hAnsi="Times New Roman" w:cs="Times New Roman"/>
          <w:color w:val="000000" w:themeColor="text1"/>
          <w:lang w:val="kl-GL"/>
        </w:rPr>
        <w:t xml:space="preserve">ilaatigut </w:t>
      </w:r>
      <w:r w:rsidR="00F7628B" w:rsidRPr="00171408">
        <w:rPr>
          <w:rFonts w:ascii="Times New Roman" w:hAnsi="Times New Roman" w:cs="Times New Roman"/>
          <w:color w:val="000000" w:themeColor="text1"/>
          <w:lang w:val="kl-GL"/>
        </w:rPr>
        <w:t>suliassaqartitsinermut ministeri</w:t>
      </w:r>
      <w:r w:rsidR="00CE02F1" w:rsidRPr="00171408">
        <w:rPr>
          <w:rFonts w:ascii="Times New Roman" w:hAnsi="Times New Roman" w:cs="Times New Roman"/>
          <w:color w:val="000000" w:themeColor="text1"/>
          <w:lang w:val="kl-GL"/>
        </w:rPr>
        <w:t xml:space="preserve"> Namminersorlutik Oqartussat </w:t>
      </w:r>
      <w:r w:rsidR="009863DD" w:rsidRPr="00171408">
        <w:rPr>
          <w:rFonts w:ascii="Times New Roman" w:hAnsi="Times New Roman" w:cs="Times New Roman"/>
          <w:color w:val="000000" w:themeColor="text1"/>
          <w:lang w:val="kl-GL"/>
        </w:rPr>
        <w:t>isumaqatigiinniarfigereerlugit</w:t>
      </w:r>
      <w:r w:rsidR="00CE02F1" w:rsidRPr="00171408">
        <w:rPr>
          <w:rFonts w:ascii="Times New Roman" w:hAnsi="Times New Roman" w:cs="Times New Roman"/>
          <w:color w:val="000000" w:themeColor="text1"/>
          <w:lang w:val="kl-GL"/>
        </w:rPr>
        <w:t xml:space="preserve">, ajutoornernik nalunaarutiginninnerup </w:t>
      </w:r>
      <w:r w:rsidR="00404602" w:rsidRPr="00171408">
        <w:rPr>
          <w:rFonts w:ascii="Times New Roman" w:hAnsi="Times New Roman" w:cs="Times New Roman"/>
          <w:color w:val="000000" w:themeColor="text1"/>
          <w:lang w:val="kl-GL"/>
        </w:rPr>
        <w:t>qarasaasiat aqqutigalugit</w:t>
      </w:r>
      <w:r w:rsidR="00CE02F1" w:rsidRPr="00171408">
        <w:rPr>
          <w:rFonts w:ascii="Times New Roman" w:hAnsi="Times New Roman" w:cs="Times New Roman"/>
          <w:color w:val="000000" w:themeColor="text1"/>
          <w:lang w:val="kl-GL"/>
        </w:rPr>
        <w:t xml:space="preserve"> imaluunniit pappialatigut immikkut immersugassatigut pisinnaanera pillugu malittarisassanik aalajangersaavoq. </w:t>
      </w:r>
      <w:r w:rsidR="00CE02F1" w:rsidRPr="00171408">
        <w:rPr>
          <w:rFonts w:ascii="Times New Roman" w:hAnsi="Times New Roman" w:cs="Times New Roman"/>
          <w:color w:val="000000"/>
          <w:lang w:val="kl-GL"/>
        </w:rPr>
        <w:t>Arbejdsmarkedets Erhvervssikringimut nalunaarutiginnittoqassaaq.</w:t>
      </w:r>
      <w:r w:rsidR="00CE02F1" w:rsidRPr="00171408">
        <w:rPr>
          <w:rFonts w:ascii="Times New Roman" w:hAnsi="Times New Roman" w:cs="Times New Roman"/>
          <w:color w:val="000000" w:themeColor="text1"/>
          <w:lang w:val="kl-GL"/>
        </w:rPr>
        <w:t xml:space="preserve"> </w:t>
      </w:r>
      <w:r w:rsidR="00404602" w:rsidRPr="00171408">
        <w:rPr>
          <w:rFonts w:ascii="Times New Roman" w:hAnsi="Times New Roman" w:cs="Times New Roman"/>
          <w:color w:val="000000"/>
          <w:lang w:val="kl-GL"/>
        </w:rPr>
        <w:t xml:space="preserve">Qarasaasiat </w:t>
      </w:r>
      <w:r w:rsidR="00404602" w:rsidRPr="00171408">
        <w:rPr>
          <w:rFonts w:ascii="Times New Roman" w:hAnsi="Times New Roman" w:cs="Times New Roman"/>
          <w:color w:val="000000"/>
          <w:lang w:val="kl-GL"/>
        </w:rPr>
        <w:lastRenderedPageBreak/>
        <w:t>aqqutigalugit</w:t>
      </w:r>
      <w:r w:rsidR="00CE02F1" w:rsidRPr="00171408">
        <w:rPr>
          <w:rFonts w:ascii="Times New Roman" w:hAnsi="Times New Roman" w:cs="Times New Roman"/>
          <w:color w:val="000000"/>
          <w:lang w:val="kl-GL"/>
        </w:rPr>
        <w:t xml:space="preserve"> nalunaarutiginnittoqassaaq  </w:t>
      </w:r>
      <w:hyperlink r:id="rId15">
        <w:r w:rsidR="00CE02F1" w:rsidRPr="00171408">
          <w:rPr>
            <w:rStyle w:val="InternetLink"/>
            <w:rFonts w:ascii="Times New Roman" w:hAnsi="Times New Roman" w:cs="Times New Roman"/>
            <w:lang w:val="kl-GL"/>
          </w:rPr>
          <w:t>www.anmeld.gl</w:t>
        </w:r>
      </w:hyperlink>
      <w:r w:rsidR="00CE02F1" w:rsidRPr="00171408">
        <w:rPr>
          <w:rFonts w:ascii="Times New Roman" w:hAnsi="Times New Roman" w:cs="Times New Roman"/>
          <w:color w:val="000000"/>
          <w:lang w:val="kl-GL"/>
        </w:rPr>
        <w:t xml:space="preserve"> aqqutigalugu, pappialatigullu nalunaarutiginninneq pissalluni immersugassat Sulisilluni Ajoqusernerit pillugit Sullissivimmiit, sillimmasiisarfinniit imaluunniit Sullivinnik Nakkutilliisoqarfimmiit tunniunneqartut atorlugit. Tamatumunnga malittarisassat </w:t>
      </w:r>
      <w:r w:rsidR="00CE02F1" w:rsidRPr="00171408">
        <w:rPr>
          <w:rFonts w:ascii="Times New Roman" w:hAnsi="Times New Roman" w:cs="Times New Roman"/>
          <w:color w:val="000000" w:themeColor="text1"/>
          <w:lang w:val="kl-GL"/>
        </w:rPr>
        <w:t xml:space="preserve">Kalaallit Nunaanni </w:t>
      </w:r>
      <w:r w:rsidR="00984F94" w:rsidRPr="00171408">
        <w:rPr>
          <w:rFonts w:ascii="Times New Roman" w:hAnsi="Times New Roman" w:cs="Times New Roman"/>
          <w:color w:val="000000" w:themeColor="text1"/>
          <w:lang w:val="kl-GL"/>
        </w:rPr>
        <w:t xml:space="preserve">sulinermi </w:t>
      </w:r>
      <w:r w:rsidR="006A4971" w:rsidRPr="00171408">
        <w:rPr>
          <w:rFonts w:ascii="Times New Roman" w:hAnsi="Times New Roman" w:cs="Times New Roman"/>
          <w:color w:val="000000" w:themeColor="text1"/>
          <w:lang w:val="kl-GL"/>
        </w:rPr>
        <w:t>ajoqusernermut isumannaarineq</w:t>
      </w:r>
      <w:r w:rsidR="00CE02F1" w:rsidRPr="00171408">
        <w:rPr>
          <w:rFonts w:ascii="Times New Roman" w:hAnsi="Times New Roman" w:cs="Times New Roman"/>
          <w:color w:val="000000" w:themeColor="text1"/>
          <w:lang w:val="kl-GL"/>
        </w:rPr>
        <w:t xml:space="preserve"> pillugu inatsit malillugu </w:t>
      </w:r>
      <w:r w:rsidR="005E0E6B" w:rsidRPr="00171408">
        <w:rPr>
          <w:rFonts w:ascii="Times New Roman" w:hAnsi="Times New Roman" w:cs="Times New Roman"/>
          <w:color w:val="000000" w:themeColor="text1"/>
          <w:lang w:val="kl-GL"/>
        </w:rPr>
        <w:t>sulinermi</w:t>
      </w:r>
      <w:r w:rsidR="00CE02F1" w:rsidRPr="00171408">
        <w:rPr>
          <w:rFonts w:ascii="Times New Roman" w:hAnsi="Times New Roman" w:cs="Times New Roman"/>
          <w:color w:val="000000" w:themeColor="text1"/>
          <w:lang w:val="kl-GL"/>
        </w:rPr>
        <w:t xml:space="preserve"> ajutoornernik nalunaarutiginnittarneq pillugu </w:t>
      </w:r>
      <w:r w:rsidR="00CE02F1" w:rsidRPr="00171408">
        <w:rPr>
          <w:rFonts w:ascii="Times New Roman" w:hAnsi="Times New Roman" w:cs="Times New Roman"/>
          <w:color w:val="000000"/>
          <w:lang w:val="kl-GL"/>
        </w:rPr>
        <w:t>nalunaarummi nr. 1656, 21. december 2010-meersumi aalajangersarneqarput</w:t>
      </w:r>
      <w:r w:rsidR="00CE02F1" w:rsidRPr="00171408">
        <w:rPr>
          <w:rFonts w:ascii="Times New Roman" w:hAnsi="Times New Roman" w:cs="Times New Roman"/>
          <w:lang w:val="kl-GL"/>
        </w:rPr>
        <w:t>.</w:t>
      </w:r>
    </w:p>
    <w:p w14:paraId="7084F4C4" w14:textId="36024F34" w:rsidR="00515200" w:rsidRPr="00171408" w:rsidRDefault="00CE02F1">
      <w:pPr>
        <w:rPr>
          <w:rFonts w:ascii="Times New Roman" w:hAnsi="Times New Roman"/>
          <w:lang w:val="kl-GL"/>
        </w:rPr>
      </w:pPr>
      <w:r w:rsidRPr="00171408">
        <w:rPr>
          <w:rFonts w:ascii="Times New Roman" w:hAnsi="Times New Roman" w:cs="Times New Roman"/>
          <w:color w:val="000000" w:themeColor="text1"/>
          <w:lang w:val="kl-GL"/>
        </w:rPr>
        <w:t xml:space="preserve">Inuussutissarsiornermi nappaatinik nalunaarutiginninnerit paasissutissanik </w:t>
      </w:r>
      <w:r w:rsidR="00274F81" w:rsidRPr="00171408">
        <w:rPr>
          <w:rFonts w:ascii="Times New Roman" w:hAnsi="Times New Roman" w:cs="Times New Roman"/>
          <w:color w:val="000000" w:themeColor="text1"/>
          <w:lang w:val="kl-GL"/>
        </w:rPr>
        <w:t xml:space="preserve">sunik </w:t>
      </w:r>
      <w:r w:rsidRPr="00171408">
        <w:rPr>
          <w:rFonts w:ascii="Times New Roman" w:hAnsi="Times New Roman" w:cs="Times New Roman"/>
          <w:color w:val="000000" w:themeColor="text1"/>
          <w:lang w:val="kl-GL"/>
        </w:rPr>
        <w:t xml:space="preserve">imaqarnissaannut </w:t>
      </w:r>
      <w:r w:rsidR="00C3269E" w:rsidRPr="00171408">
        <w:rPr>
          <w:rFonts w:ascii="Times New Roman" w:hAnsi="Times New Roman" w:cs="Times New Roman"/>
          <w:color w:val="000000" w:themeColor="text1"/>
          <w:lang w:val="kl-GL"/>
        </w:rPr>
        <w:t>aamma</w:t>
      </w:r>
      <w:r w:rsidRPr="00171408">
        <w:rPr>
          <w:rFonts w:ascii="Times New Roman" w:hAnsi="Times New Roman" w:cs="Times New Roman"/>
          <w:color w:val="000000" w:themeColor="text1"/>
          <w:lang w:val="kl-GL"/>
        </w:rPr>
        <w:t xml:space="preserve"> qanoq nalunaarutiginnittoqarnissaanut malittarisassat</w:t>
      </w:r>
      <w:r w:rsidRPr="00171408">
        <w:rPr>
          <w:rFonts w:ascii="Times New Roman" w:hAnsi="Times New Roman" w:cs="Times New Roman"/>
          <w:lang w:val="kl-GL"/>
        </w:rPr>
        <w:t xml:space="preserve">, </w:t>
      </w:r>
      <w:r w:rsidRPr="00171408">
        <w:rPr>
          <w:rFonts w:ascii="Times New Roman" w:hAnsi="Times New Roman" w:cs="Times New Roman"/>
          <w:color w:val="000000" w:themeColor="text1"/>
          <w:lang w:val="kl-GL"/>
        </w:rPr>
        <w:t xml:space="preserve">Kalaallit Nunaanni </w:t>
      </w:r>
      <w:r w:rsidR="00984F94" w:rsidRPr="00171408">
        <w:rPr>
          <w:rFonts w:ascii="Times New Roman" w:hAnsi="Times New Roman" w:cs="Times New Roman"/>
          <w:color w:val="000000" w:themeColor="text1"/>
          <w:lang w:val="kl-GL"/>
        </w:rPr>
        <w:t xml:space="preserve">sulinermi </w:t>
      </w:r>
      <w:r w:rsidR="006A4971" w:rsidRPr="00171408">
        <w:rPr>
          <w:rFonts w:ascii="Times New Roman" w:hAnsi="Times New Roman" w:cs="Times New Roman"/>
          <w:color w:val="000000" w:themeColor="text1"/>
          <w:lang w:val="kl-GL"/>
        </w:rPr>
        <w:t>ajoqusernermut isumannaarineq</w:t>
      </w:r>
      <w:r w:rsidRPr="00171408">
        <w:rPr>
          <w:rFonts w:ascii="Times New Roman" w:hAnsi="Times New Roman" w:cs="Times New Roman"/>
          <w:color w:val="000000" w:themeColor="text1"/>
          <w:lang w:val="kl-GL"/>
        </w:rPr>
        <w:t xml:space="preserve"> pillugu inatsit malillugu </w:t>
      </w:r>
      <w:r w:rsidRPr="00171408">
        <w:rPr>
          <w:rFonts w:ascii="Times New Roman" w:hAnsi="Times New Roman" w:cs="Times New Roman"/>
          <w:lang w:val="kl-GL"/>
        </w:rPr>
        <w:t>nakorsat aamma kigutit nakorsaat inuussutissarsiornermi nappaatinik Arbejdsskadestyrelsenimut nalunaarutiginni</w:t>
      </w:r>
      <w:r w:rsidR="0020324D" w:rsidRPr="00171408">
        <w:rPr>
          <w:rFonts w:ascii="Times New Roman" w:hAnsi="Times New Roman" w:cs="Times New Roman"/>
          <w:lang w:val="kl-GL"/>
        </w:rPr>
        <w:t>nninermut pisussaaffiat</w:t>
      </w:r>
      <w:r w:rsidRPr="00171408">
        <w:rPr>
          <w:rFonts w:ascii="Times New Roman" w:hAnsi="Times New Roman" w:cs="Times New Roman"/>
          <w:lang w:val="kl-GL"/>
        </w:rPr>
        <w:t xml:space="preserve"> pillugu nalunaarummi nr. 1624, 21. december 2010-meersumi aalajangersarneqarp</w:t>
      </w:r>
      <w:r w:rsidR="00317965" w:rsidRPr="00171408">
        <w:rPr>
          <w:rFonts w:ascii="Times New Roman" w:hAnsi="Times New Roman" w:cs="Times New Roman"/>
          <w:lang w:val="kl-GL"/>
        </w:rPr>
        <w:t>oq</w:t>
      </w:r>
      <w:r w:rsidRPr="00171408">
        <w:rPr>
          <w:rFonts w:ascii="Times New Roman" w:hAnsi="Times New Roman" w:cs="Times New Roman"/>
          <w:lang w:val="kl-GL"/>
        </w:rPr>
        <w:t>.</w:t>
      </w:r>
    </w:p>
    <w:p w14:paraId="37AEEC2E" w14:textId="010F68B4" w:rsidR="00515200" w:rsidRPr="00171408" w:rsidRDefault="002B4939">
      <w:pPr>
        <w:rPr>
          <w:rFonts w:ascii="Times New Roman" w:hAnsi="Times New Roman"/>
          <w:lang w:val="kl-GL"/>
        </w:rPr>
      </w:pPr>
      <w:bookmarkStart w:id="12" w:name="_Hlk150351025"/>
      <w:r w:rsidRPr="00171408">
        <w:rPr>
          <w:rFonts w:ascii="Times New Roman" w:hAnsi="Times New Roman" w:cs="Times New Roman"/>
          <w:lang w:val="kl-GL"/>
        </w:rPr>
        <w:t>Inatsisissatut siunnersuutip § 1, nr. 1</w:t>
      </w:r>
      <w:r w:rsidR="00263B2C" w:rsidRPr="00171408">
        <w:rPr>
          <w:rFonts w:ascii="Times New Roman" w:hAnsi="Times New Roman" w:cs="Times New Roman"/>
          <w:lang w:val="kl-GL"/>
        </w:rPr>
        <w:t>5</w:t>
      </w:r>
      <w:r w:rsidRPr="00171408">
        <w:rPr>
          <w:rFonts w:ascii="Times New Roman" w:hAnsi="Times New Roman" w:cs="Times New Roman"/>
          <w:lang w:val="kl-GL"/>
        </w:rPr>
        <w:t>-ani siunnertuutigineqarpoq, § 39, imm. 1, oqaaseqatigiit 1-anni »Nalunaarutit« kingorna »sunik« peerneqassasoq, ikkunneqarlunilu: »sulinermi ajutoornerit aamma inuussutissarsiornermi nappaatit pillugit«.</w:t>
      </w:r>
    </w:p>
    <w:bookmarkEnd w:id="12"/>
    <w:p w14:paraId="4CA7669E" w14:textId="326C3EED" w:rsidR="00515200" w:rsidRPr="00171408" w:rsidRDefault="00CE02F1">
      <w:pPr>
        <w:rPr>
          <w:rFonts w:ascii="Times New Roman" w:hAnsi="Times New Roman"/>
          <w:lang w:val="kl-GL"/>
        </w:rPr>
      </w:pPr>
      <w:r w:rsidRPr="00171408">
        <w:rPr>
          <w:rFonts w:ascii="Times New Roman" w:hAnsi="Times New Roman" w:cs="Times New Roman"/>
          <w:lang w:val="kl-GL"/>
        </w:rPr>
        <w:t xml:space="preserve">Siunnersuutip </w:t>
      </w:r>
      <w:r w:rsidR="00CF4628" w:rsidRPr="00171408">
        <w:rPr>
          <w:rFonts w:ascii="Times New Roman" w:hAnsi="Times New Roman" w:cs="Times New Roman"/>
          <w:lang w:val="kl-GL"/>
        </w:rPr>
        <w:t>kingunerissavaa</w:t>
      </w:r>
      <w:r w:rsidRPr="00171408">
        <w:rPr>
          <w:rFonts w:ascii="Times New Roman" w:hAnsi="Times New Roman" w:cs="Times New Roman"/>
          <w:lang w:val="kl-GL"/>
        </w:rPr>
        <w:t xml:space="preserve">, aalajangersakkami erseqqissumik allaqqanissaa, nalunaarutiginnittarneq pillugu malittarisassanik aalajangersaanissamut </w:t>
      </w:r>
      <w:r w:rsidR="00C51E93" w:rsidRPr="00171408">
        <w:rPr>
          <w:rFonts w:ascii="Times New Roman" w:hAnsi="Times New Roman" w:cs="Times New Roman"/>
          <w:lang w:val="kl-GL"/>
        </w:rPr>
        <w:t xml:space="preserve">pisinnaatitaanermut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ajutoornerit aamma inuussutissarsiornermi nappaatit ilaatinneqarneri. Taamaalillluni </w:t>
      </w:r>
      <w:r w:rsidR="00C51E93" w:rsidRPr="00171408">
        <w:rPr>
          <w:rFonts w:ascii="Times New Roman" w:hAnsi="Times New Roman" w:cs="Times New Roman"/>
          <w:lang w:val="kl-GL"/>
        </w:rPr>
        <w:t xml:space="preserve">pisinnaatitsineq </w:t>
      </w:r>
      <w:r w:rsidRPr="00171408">
        <w:rPr>
          <w:rFonts w:ascii="Times New Roman" w:hAnsi="Times New Roman" w:cs="Times New Roman"/>
          <w:lang w:val="kl-GL"/>
        </w:rPr>
        <w:t xml:space="preserve">malillugu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ajutoornernik aamma i</w:t>
      </w:r>
      <w:r w:rsidRPr="00171408">
        <w:rPr>
          <w:rFonts w:ascii="Times New Roman" w:hAnsi="Times New Roman" w:cs="Times New Roman"/>
          <w:color w:val="000000" w:themeColor="text1"/>
          <w:lang w:val="kl-GL"/>
        </w:rPr>
        <w:t xml:space="preserve">nuussutissarsiornermi nappaatinik nalunaarutiginninnerit paasissutissanik </w:t>
      </w:r>
      <w:r w:rsidR="00C51E93" w:rsidRPr="00171408">
        <w:rPr>
          <w:rFonts w:ascii="Times New Roman" w:hAnsi="Times New Roman" w:cs="Times New Roman"/>
          <w:color w:val="000000" w:themeColor="text1"/>
          <w:lang w:val="kl-GL"/>
        </w:rPr>
        <w:t xml:space="preserve">sunik </w:t>
      </w:r>
      <w:r w:rsidRPr="00171408">
        <w:rPr>
          <w:rFonts w:ascii="Times New Roman" w:hAnsi="Times New Roman" w:cs="Times New Roman"/>
          <w:color w:val="000000" w:themeColor="text1"/>
          <w:lang w:val="kl-GL"/>
        </w:rPr>
        <w:t xml:space="preserve">imaqarnissaat pillugu </w:t>
      </w:r>
      <w:r w:rsidR="00C3269E" w:rsidRPr="00171408">
        <w:rPr>
          <w:rFonts w:ascii="Times New Roman" w:hAnsi="Times New Roman" w:cs="Times New Roman"/>
          <w:color w:val="000000" w:themeColor="text1"/>
          <w:lang w:val="kl-GL"/>
        </w:rPr>
        <w:t>aamma</w:t>
      </w:r>
      <w:r w:rsidRPr="00171408">
        <w:rPr>
          <w:rFonts w:ascii="Times New Roman" w:hAnsi="Times New Roman" w:cs="Times New Roman"/>
          <w:color w:val="000000" w:themeColor="text1"/>
          <w:lang w:val="kl-GL"/>
        </w:rPr>
        <w:t xml:space="preserve"> qanoq </w:t>
      </w:r>
      <w:r w:rsidR="005E0E6B" w:rsidRPr="00171408">
        <w:rPr>
          <w:rFonts w:ascii="Times New Roman" w:hAnsi="Times New Roman" w:cs="Times New Roman"/>
          <w:color w:val="000000" w:themeColor="text1"/>
          <w:lang w:val="kl-GL"/>
        </w:rPr>
        <w:t>sulinermi</w:t>
      </w:r>
      <w:r w:rsidRPr="00171408">
        <w:rPr>
          <w:rFonts w:ascii="Times New Roman" w:hAnsi="Times New Roman" w:cs="Times New Roman"/>
          <w:color w:val="000000" w:themeColor="text1"/>
          <w:lang w:val="kl-GL"/>
        </w:rPr>
        <w:t xml:space="preserve"> ajutoornernik aamma inuussutissarsiornermi nappaatinik nalunaarutiginnittoqarnissaa pillugu malittarisassanik aalajangersaasoqarsinnaavoq</w:t>
      </w:r>
      <w:r w:rsidRPr="00171408">
        <w:rPr>
          <w:rFonts w:ascii="Times New Roman" w:hAnsi="Times New Roman" w:cs="Times New Roman"/>
          <w:lang w:val="kl-GL"/>
        </w:rPr>
        <w:t>.</w:t>
      </w:r>
    </w:p>
    <w:p w14:paraId="4D18A74B" w14:textId="3AC03370" w:rsidR="00515200" w:rsidRPr="00171408" w:rsidRDefault="00B21FD9">
      <w:pPr>
        <w:rPr>
          <w:rFonts w:ascii="Times New Roman" w:hAnsi="Times New Roman"/>
          <w:lang w:val="kl-GL"/>
        </w:rPr>
      </w:pPr>
      <w:r w:rsidRPr="00171408">
        <w:rPr>
          <w:rFonts w:ascii="Times New Roman" w:hAnsi="Times New Roman" w:cs="Times New Roman"/>
          <w:lang w:val="kl-GL"/>
        </w:rPr>
        <w:t>Suliassaqartitsinermut ministeri</w:t>
      </w:r>
      <w:r w:rsidR="00CE02F1" w:rsidRPr="00171408">
        <w:rPr>
          <w:rFonts w:ascii="Times New Roman" w:hAnsi="Times New Roman" w:cs="Times New Roman"/>
          <w:lang w:val="kl-GL"/>
        </w:rPr>
        <w:t xml:space="preserve">p aamma Namminersorlutik Oqartussat </w:t>
      </w:r>
      <w:r w:rsidR="005E0E6B" w:rsidRPr="00171408">
        <w:rPr>
          <w:rFonts w:ascii="Times New Roman" w:hAnsi="Times New Roman" w:cs="Times New Roman"/>
          <w:lang w:val="kl-GL"/>
        </w:rPr>
        <w:t>sulinermi</w:t>
      </w:r>
      <w:r w:rsidR="00CE02F1" w:rsidRPr="00171408">
        <w:rPr>
          <w:rFonts w:ascii="Times New Roman" w:hAnsi="Times New Roman" w:cs="Times New Roman"/>
          <w:lang w:val="kl-GL"/>
        </w:rPr>
        <w:t xml:space="preserve"> ajutoornernik aamma i</w:t>
      </w:r>
      <w:r w:rsidR="00CE02F1" w:rsidRPr="00171408">
        <w:rPr>
          <w:rFonts w:ascii="Times New Roman" w:hAnsi="Times New Roman" w:cs="Times New Roman"/>
          <w:color w:val="000000" w:themeColor="text1"/>
          <w:lang w:val="kl-GL"/>
        </w:rPr>
        <w:t xml:space="preserve">nuussutissarsiornermi nappaatinik nalunaarutiginninnerit paasissutissanik </w:t>
      </w:r>
      <w:r w:rsidR="00E54B2C" w:rsidRPr="00171408">
        <w:rPr>
          <w:rFonts w:ascii="Times New Roman" w:hAnsi="Times New Roman" w:cs="Times New Roman"/>
          <w:color w:val="000000" w:themeColor="text1"/>
          <w:lang w:val="kl-GL"/>
        </w:rPr>
        <w:t xml:space="preserve">sunik </w:t>
      </w:r>
      <w:r w:rsidR="00CE02F1" w:rsidRPr="00171408">
        <w:rPr>
          <w:rFonts w:ascii="Times New Roman" w:hAnsi="Times New Roman" w:cs="Times New Roman"/>
          <w:color w:val="000000" w:themeColor="text1"/>
          <w:lang w:val="kl-GL"/>
        </w:rPr>
        <w:t xml:space="preserve">imaqarnissaat pillugu </w:t>
      </w:r>
      <w:r w:rsidR="00C3269E" w:rsidRPr="00171408">
        <w:rPr>
          <w:rFonts w:ascii="Times New Roman" w:hAnsi="Times New Roman" w:cs="Times New Roman"/>
          <w:color w:val="000000" w:themeColor="text1"/>
          <w:lang w:val="kl-GL"/>
        </w:rPr>
        <w:t>aamma</w:t>
      </w:r>
      <w:r w:rsidR="00CE02F1" w:rsidRPr="00171408">
        <w:rPr>
          <w:rFonts w:ascii="Times New Roman" w:hAnsi="Times New Roman" w:cs="Times New Roman"/>
          <w:color w:val="000000" w:themeColor="text1"/>
          <w:lang w:val="kl-GL"/>
        </w:rPr>
        <w:t xml:space="preserve"> qanoq </w:t>
      </w:r>
      <w:r w:rsidR="005E0E6B" w:rsidRPr="00171408">
        <w:rPr>
          <w:rFonts w:ascii="Times New Roman" w:hAnsi="Times New Roman" w:cs="Times New Roman"/>
          <w:color w:val="000000" w:themeColor="text1"/>
          <w:lang w:val="kl-GL"/>
        </w:rPr>
        <w:t>sulinermi</w:t>
      </w:r>
      <w:r w:rsidR="00CE02F1" w:rsidRPr="00171408">
        <w:rPr>
          <w:rFonts w:ascii="Times New Roman" w:hAnsi="Times New Roman" w:cs="Times New Roman"/>
          <w:color w:val="000000" w:themeColor="text1"/>
          <w:lang w:val="kl-GL"/>
        </w:rPr>
        <w:t xml:space="preserve"> ajutoornernik aamma inuussutissarsiornermi nappaatinik nalunaarutiginnittoqarnissaa pillugu </w:t>
      </w:r>
      <w:r w:rsidR="00CE02F1" w:rsidRPr="00171408">
        <w:rPr>
          <w:rFonts w:ascii="Times New Roman" w:hAnsi="Times New Roman" w:cs="Times New Roman"/>
          <w:lang w:val="kl-GL"/>
        </w:rPr>
        <w:t xml:space="preserve">malittarisassanik aalajangersaanissamut </w:t>
      </w:r>
      <w:r w:rsidR="00A12EF2" w:rsidRPr="00171408">
        <w:rPr>
          <w:rFonts w:ascii="Times New Roman" w:hAnsi="Times New Roman" w:cs="Times New Roman"/>
          <w:lang w:val="kl-GL"/>
        </w:rPr>
        <w:t>pisinnaatitaanerat</w:t>
      </w:r>
      <w:r w:rsidR="00CE02F1" w:rsidRPr="00171408">
        <w:rPr>
          <w:rFonts w:ascii="Times New Roman" w:hAnsi="Times New Roman" w:cs="Times New Roman"/>
          <w:lang w:val="kl-GL"/>
        </w:rPr>
        <w:t xml:space="preserve">, § 38-mi aamma § 39, imm. 1, oqaaseqatigiit </w:t>
      </w:r>
      <w:r w:rsidR="007D6DAC" w:rsidRPr="00171408">
        <w:rPr>
          <w:rFonts w:ascii="Times New Roman" w:hAnsi="Times New Roman" w:cs="Times New Roman"/>
          <w:lang w:val="kl-GL"/>
        </w:rPr>
        <w:t>siulli</w:t>
      </w:r>
      <w:r w:rsidR="00CE02F1" w:rsidRPr="00171408">
        <w:rPr>
          <w:rFonts w:ascii="Times New Roman" w:hAnsi="Times New Roman" w:cs="Times New Roman"/>
          <w:lang w:val="kl-GL"/>
        </w:rPr>
        <w:t xml:space="preserve">ani allaqqasuni </w:t>
      </w:r>
      <w:r w:rsidR="00A12EF2" w:rsidRPr="00171408">
        <w:rPr>
          <w:rFonts w:ascii="Times New Roman" w:hAnsi="Times New Roman" w:cs="Times New Roman"/>
          <w:lang w:val="kl-GL"/>
        </w:rPr>
        <w:t xml:space="preserve">pisinnaatitaanernut </w:t>
      </w:r>
      <w:r w:rsidR="00CE02F1" w:rsidRPr="00171408">
        <w:rPr>
          <w:rFonts w:ascii="Times New Roman" w:hAnsi="Times New Roman" w:cs="Times New Roman"/>
          <w:lang w:val="kl-GL"/>
        </w:rPr>
        <w:t>atuuttunut assinguvoq.</w:t>
      </w:r>
    </w:p>
    <w:p w14:paraId="45D6D7AA" w14:textId="2FBFBB4C" w:rsidR="00515200" w:rsidRPr="00171408" w:rsidRDefault="00CE02F1">
      <w:pPr>
        <w:rPr>
          <w:rFonts w:ascii="Times New Roman" w:hAnsi="Times New Roman"/>
          <w:lang w:val="kl-GL"/>
        </w:rPr>
      </w:pPr>
      <w:r w:rsidRPr="00171408">
        <w:rPr>
          <w:rFonts w:ascii="Times New Roman" w:hAnsi="Times New Roman" w:cs="Times New Roman"/>
          <w:lang w:val="kl-GL"/>
        </w:rPr>
        <w:t xml:space="preserve">Siunnersuutip </w:t>
      </w:r>
      <w:r w:rsidR="001F59B6" w:rsidRPr="00171408">
        <w:rPr>
          <w:rFonts w:ascii="Times New Roman" w:hAnsi="Times New Roman" w:cs="Times New Roman"/>
          <w:lang w:val="kl-GL"/>
        </w:rPr>
        <w:t xml:space="preserve">pisinnaatitaanerit </w:t>
      </w:r>
      <w:r w:rsidRPr="00171408">
        <w:rPr>
          <w:rFonts w:ascii="Times New Roman" w:hAnsi="Times New Roman" w:cs="Times New Roman"/>
          <w:lang w:val="kl-GL"/>
        </w:rPr>
        <w:t>imarisaatigut allanngorti</w:t>
      </w:r>
      <w:r w:rsidR="00D42003" w:rsidRPr="00171408">
        <w:rPr>
          <w:rFonts w:ascii="Times New Roman" w:hAnsi="Times New Roman" w:cs="Times New Roman"/>
          <w:lang w:val="kl-GL"/>
        </w:rPr>
        <w:t>tsinnginnermik</w:t>
      </w:r>
      <w:r w:rsidRPr="00171408">
        <w:rPr>
          <w:rFonts w:ascii="Times New Roman" w:hAnsi="Times New Roman" w:cs="Times New Roman"/>
          <w:lang w:val="kl-GL"/>
        </w:rPr>
        <w:t xml:space="preserve"> </w:t>
      </w:r>
      <w:r w:rsidR="00D42003" w:rsidRPr="00171408">
        <w:rPr>
          <w:rFonts w:ascii="Times New Roman" w:hAnsi="Times New Roman" w:cs="Times New Roman"/>
          <w:lang w:val="kl-GL"/>
        </w:rPr>
        <w:t>kinguneqarpoq</w:t>
      </w:r>
      <w:r w:rsidRPr="00171408">
        <w:rPr>
          <w:rFonts w:ascii="Times New Roman" w:hAnsi="Times New Roman" w:cs="Times New Roman"/>
          <w:lang w:val="kl-GL"/>
        </w:rPr>
        <w:t>.</w:t>
      </w:r>
    </w:p>
    <w:p w14:paraId="5E1C726B" w14:textId="17B07633" w:rsidR="00515200" w:rsidRPr="00171408" w:rsidRDefault="00CE02F1">
      <w:pPr>
        <w:rPr>
          <w:rFonts w:ascii="Times New Roman" w:hAnsi="Times New Roman"/>
          <w:lang w:val="kl-GL"/>
        </w:rPr>
      </w:pPr>
      <w:r w:rsidRPr="00171408">
        <w:rPr>
          <w:rFonts w:ascii="Times New Roman" w:hAnsi="Times New Roman" w:cs="Times New Roman"/>
          <w:lang w:val="kl-GL"/>
        </w:rPr>
        <w:t xml:space="preserve">Aalajangersagaq siunnersuutigineqartoq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Pr="00171408">
        <w:rPr>
          <w:rFonts w:ascii="Times New Roman" w:hAnsi="Times New Roman" w:cs="Times New Roman"/>
          <w:lang w:val="kl-GL"/>
        </w:rPr>
        <w:t xml:space="preserve"> pillugu inatsimmi § 35, imm. 2-mut assinguvoq.</w:t>
      </w:r>
    </w:p>
    <w:p w14:paraId="045E4EAA" w14:textId="4EADFB7B" w:rsidR="00515200" w:rsidRPr="00171408" w:rsidRDefault="00CE02F1">
      <w:pPr>
        <w:rPr>
          <w:rFonts w:ascii="Times New Roman" w:hAnsi="Times New Roman"/>
          <w:lang w:val="kl-GL"/>
        </w:rPr>
      </w:pPr>
      <w:r w:rsidRPr="00171408">
        <w:rPr>
          <w:rFonts w:ascii="Times New Roman" w:hAnsi="Times New Roman" w:cs="Times New Roman"/>
          <w:lang w:val="kl-GL"/>
        </w:rPr>
        <w:t>Inatsisissatut siunnersuummi § 1, nr. 1</w:t>
      </w:r>
      <w:r w:rsidR="004A2C32" w:rsidRPr="00171408">
        <w:rPr>
          <w:rFonts w:ascii="Times New Roman" w:hAnsi="Times New Roman" w:cs="Times New Roman"/>
          <w:lang w:val="kl-GL"/>
        </w:rPr>
        <w:t>4</w:t>
      </w:r>
      <w:r w:rsidRPr="00171408">
        <w:rPr>
          <w:rFonts w:ascii="Times New Roman" w:hAnsi="Times New Roman" w:cs="Times New Roman"/>
          <w:lang w:val="kl-GL"/>
        </w:rPr>
        <w:t xml:space="preserve">-mut oqaaseqaatit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oqaaseqaatit nalinginnaasut innersuussutigineqarput, imm. 2.3.</w:t>
      </w:r>
    </w:p>
    <w:p w14:paraId="30FC706E" w14:textId="180BA1DF" w:rsidR="00515200" w:rsidRPr="00171408" w:rsidRDefault="00CE02F1">
      <w:pPr>
        <w:rPr>
          <w:rFonts w:ascii="Times New Roman" w:hAnsi="Times New Roman"/>
          <w:lang w:val="kl-GL"/>
        </w:rPr>
      </w:pPr>
      <w:r w:rsidRPr="00171408">
        <w:rPr>
          <w:rFonts w:ascii="Times New Roman" w:hAnsi="Times New Roman" w:cs="Times New Roman"/>
          <w:lang w:val="kl-GL"/>
        </w:rPr>
        <w:t>Nr. 1</w:t>
      </w:r>
      <w:r w:rsidR="004A2C32" w:rsidRPr="00171408">
        <w:rPr>
          <w:rFonts w:ascii="Times New Roman" w:hAnsi="Times New Roman" w:cs="Times New Roman"/>
          <w:lang w:val="kl-GL"/>
        </w:rPr>
        <w:t>6</w:t>
      </w:r>
      <w:r w:rsidRPr="00171408">
        <w:rPr>
          <w:rFonts w:ascii="Times New Roman" w:hAnsi="Times New Roman" w:cs="Times New Roman"/>
          <w:lang w:val="kl-GL"/>
        </w:rPr>
        <w:t>-imut</w:t>
      </w:r>
    </w:p>
    <w:p w14:paraId="5F71E6EE" w14:textId="35FA5E3A" w:rsidR="00515200" w:rsidRPr="00171408" w:rsidRDefault="00CE02F1">
      <w:pPr>
        <w:rPr>
          <w:rFonts w:ascii="Times New Roman" w:hAnsi="Times New Roman"/>
          <w:lang w:val="kl-GL"/>
        </w:rPr>
      </w:pPr>
      <w:r w:rsidRPr="00171408">
        <w:rPr>
          <w:rFonts w:ascii="Times New Roman" w:hAnsi="Times New Roman" w:cs="Times New Roman"/>
          <w:color w:val="000000" w:themeColor="text1"/>
          <w:lang w:val="kl-GL"/>
        </w:rPr>
        <w:t xml:space="preserve">Kalaallit Nunaanni </w:t>
      </w:r>
      <w:r w:rsidR="00984F94" w:rsidRPr="00171408">
        <w:rPr>
          <w:rFonts w:ascii="Times New Roman" w:hAnsi="Times New Roman" w:cs="Times New Roman"/>
          <w:color w:val="000000" w:themeColor="text1"/>
          <w:lang w:val="kl-GL"/>
        </w:rPr>
        <w:t xml:space="preserve">sulinermi </w:t>
      </w:r>
      <w:r w:rsidR="006A4971" w:rsidRPr="00171408">
        <w:rPr>
          <w:rFonts w:ascii="Times New Roman" w:hAnsi="Times New Roman" w:cs="Times New Roman"/>
          <w:color w:val="000000" w:themeColor="text1"/>
          <w:lang w:val="kl-GL"/>
        </w:rPr>
        <w:t>ajoqusernermut isumannaarineq</w:t>
      </w:r>
      <w:r w:rsidRPr="00171408">
        <w:rPr>
          <w:rFonts w:ascii="Times New Roman" w:hAnsi="Times New Roman" w:cs="Times New Roman"/>
          <w:color w:val="000000" w:themeColor="text1"/>
          <w:lang w:val="kl-GL"/>
        </w:rPr>
        <w:t xml:space="preserve"> pillugu inatsimmi § 39, imm. 4-mi aalajangersakkami atuuttumi allaqqavoq, sillimmasiisarfiup aamma Arbejdsmarkedets Erhvervssikringip nakorsat nalunaarutaannut aningaasartuutit akilissagaat, tassunga </w:t>
      </w:r>
      <w:r w:rsidR="00352572" w:rsidRPr="00171408">
        <w:rPr>
          <w:rFonts w:ascii="Times New Roman" w:hAnsi="Times New Roman" w:cs="Times New Roman"/>
          <w:color w:val="000000" w:themeColor="text1"/>
          <w:lang w:val="kl-GL"/>
        </w:rPr>
        <w:t xml:space="preserve">ilanngullugit </w:t>
      </w:r>
      <w:r w:rsidRPr="00171408">
        <w:rPr>
          <w:rFonts w:ascii="Times New Roman" w:hAnsi="Times New Roman" w:cs="Times New Roman"/>
          <w:color w:val="000000" w:themeColor="text1"/>
          <w:lang w:val="kl-GL"/>
        </w:rPr>
        <w:t xml:space="preserve">nakorsat </w:t>
      </w:r>
      <w:r w:rsidRPr="00171408">
        <w:rPr>
          <w:rFonts w:ascii="Times New Roman" w:hAnsi="Times New Roman" w:cs="Times New Roman"/>
          <w:color w:val="000000"/>
          <w:lang w:val="kl-GL"/>
        </w:rPr>
        <w:t>immikkut ilinniarsimasut nalunaarutaat</w:t>
      </w:r>
      <w:r w:rsidRPr="00171408">
        <w:rPr>
          <w:rFonts w:ascii="Times New Roman" w:hAnsi="Times New Roman" w:cs="Times New Roman"/>
          <w:color w:val="000000" w:themeColor="text1"/>
          <w:lang w:val="kl-GL"/>
        </w:rPr>
        <w:t xml:space="preserve"> aamma </w:t>
      </w:r>
      <w:r w:rsidRPr="00171408">
        <w:rPr>
          <w:rFonts w:ascii="Times New Roman" w:hAnsi="Times New Roman" w:cs="Times New Roman"/>
          <w:color w:val="000000"/>
          <w:lang w:val="kl-GL"/>
        </w:rPr>
        <w:t>toqusumik pilattaalluni misissuinermik nalunaarutit</w:t>
      </w:r>
      <w:r w:rsidRPr="00171408">
        <w:rPr>
          <w:rFonts w:ascii="Times New Roman" w:hAnsi="Times New Roman" w:cs="Times New Roman"/>
          <w:color w:val="000000" w:themeColor="text1"/>
          <w:lang w:val="kl-GL"/>
        </w:rPr>
        <w:t>, aamma oqaaseqaatit uppernarsaati</w:t>
      </w:r>
      <w:r w:rsidR="00352572" w:rsidRPr="00171408">
        <w:rPr>
          <w:rFonts w:ascii="Times New Roman" w:hAnsi="Times New Roman" w:cs="Times New Roman"/>
          <w:color w:val="000000" w:themeColor="text1"/>
          <w:lang w:val="kl-GL"/>
        </w:rPr>
        <w:t>llu</w:t>
      </w:r>
      <w:r w:rsidRPr="00171408">
        <w:rPr>
          <w:rFonts w:ascii="Times New Roman" w:hAnsi="Times New Roman" w:cs="Times New Roman"/>
          <w:color w:val="000000" w:themeColor="text1"/>
          <w:lang w:val="kl-GL"/>
        </w:rPr>
        <w:t xml:space="preserve"> allat, tassunga </w:t>
      </w:r>
      <w:r w:rsidR="00352572" w:rsidRPr="00171408">
        <w:rPr>
          <w:rFonts w:ascii="Times New Roman" w:hAnsi="Times New Roman" w:cs="Times New Roman"/>
          <w:color w:val="000000" w:themeColor="text1"/>
          <w:lang w:val="kl-GL"/>
        </w:rPr>
        <w:t xml:space="preserve">ilanngullugit </w:t>
      </w:r>
      <w:r w:rsidRPr="00171408">
        <w:rPr>
          <w:rFonts w:ascii="Times New Roman" w:hAnsi="Times New Roman" w:cs="Times New Roman"/>
          <w:color w:val="000000" w:themeColor="text1"/>
          <w:lang w:val="kl-GL"/>
        </w:rPr>
        <w:t>kukkunersiuisut nalunaarutaat aamma nutserinerit pisariaqartut.</w:t>
      </w:r>
    </w:p>
    <w:p w14:paraId="2FB5106E" w14:textId="77777777" w:rsidR="00515200" w:rsidRPr="00171408" w:rsidRDefault="00CE02F1">
      <w:pPr>
        <w:rPr>
          <w:rFonts w:ascii="Times New Roman" w:hAnsi="Times New Roman"/>
          <w:lang w:val="kl-GL"/>
        </w:rPr>
      </w:pPr>
      <w:r w:rsidRPr="00171408">
        <w:rPr>
          <w:rFonts w:ascii="Times New Roman" w:hAnsi="Times New Roman" w:cs="Times New Roman"/>
          <w:lang w:val="kl-GL"/>
        </w:rPr>
        <w:lastRenderedPageBreak/>
        <w:t>Aalajangersakkami atuuttumi allaqqanngilaq, suliani sorlerni sillimmasiisarfik aamma Arbejdsmarkedets Erhvervssikringi aningaasartuutinut akiliissanersut, assersuutigalugu nakorsat nalunaarutaannut, oqaaseqaatinut aamma uppernarsaatinut allanut.</w:t>
      </w:r>
    </w:p>
    <w:p w14:paraId="504408E1" w14:textId="3552B8C9" w:rsidR="00515200" w:rsidRPr="00171408" w:rsidRDefault="00CE02F1">
      <w:pPr>
        <w:rPr>
          <w:rFonts w:ascii="Times New Roman" w:hAnsi="Times New Roman"/>
          <w:lang w:val="kl-GL"/>
        </w:rPr>
      </w:pPr>
      <w:r w:rsidRPr="00171408">
        <w:rPr>
          <w:rFonts w:ascii="Times New Roman" w:hAnsi="Times New Roman" w:cs="Times New Roman"/>
          <w:lang w:val="kl-GL"/>
        </w:rPr>
        <w:t xml:space="preserve">Inatsisissatut siunnersuutip </w:t>
      </w:r>
      <w:r w:rsidRPr="00171408">
        <w:rPr>
          <w:rFonts w:ascii="Times New Roman" w:hAnsi="Times New Roman" w:cs="Times New Roman"/>
          <w:i/>
          <w:lang w:val="kl-GL"/>
        </w:rPr>
        <w:t>§ 1, nr. 1</w:t>
      </w:r>
      <w:r w:rsidR="00FC6AD5" w:rsidRPr="00171408">
        <w:rPr>
          <w:rFonts w:ascii="Times New Roman" w:hAnsi="Times New Roman" w:cs="Times New Roman"/>
          <w:i/>
          <w:lang w:val="kl-GL"/>
        </w:rPr>
        <w:t>6</w:t>
      </w:r>
      <w:r w:rsidRPr="00171408">
        <w:rPr>
          <w:rFonts w:ascii="Times New Roman" w:hAnsi="Times New Roman" w:cs="Times New Roman"/>
          <w:lang w:val="kl-GL"/>
        </w:rPr>
        <w:t xml:space="preserve">-ani siunnertuutigineqarpoq, </w:t>
      </w:r>
      <w:r w:rsidRPr="00171408">
        <w:rPr>
          <w:rFonts w:ascii="Times New Roman" w:hAnsi="Times New Roman" w:cs="Times New Roman"/>
          <w:i/>
          <w:lang w:val="kl-GL"/>
        </w:rPr>
        <w:t xml:space="preserve">§ 39, imm. 4, </w:t>
      </w:r>
      <w:r w:rsidRPr="00171408">
        <w:rPr>
          <w:rFonts w:ascii="Times New Roman" w:hAnsi="Times New Roman" w:cs="Times New Roman"/>
          <w:lang w:val="kl-GL"/>
        </w:rPr>
        <w:t>imatut allanneqassasoq: »</w:t>
      </w:r>
      <w:r w:rsidRPr="00171408">
        <w:rPr>
          <w:rFonts w:ascii="Times New Roman" w:hAnsi="Times New Roman" w:cs="Times New Roman"/>
          <w:i/>
          <w:iCs/>
          <w:lang w:val="kl-GL"/>
        </w:rPr>
        <w:t>Imm</w:t>
      </w:r>
      <w:r w:rsidRPr="00171408">
        <w:rPr>
          <w:rFonts w:ascii="Times New Roman" w:hAnsi="Times New Roman" w:cs="Times New Roman"/>
          <w:i/>
          <w:lang w:val="kl-GL"/>
        </w:rPr>
        <w:t xml:space="preserve">. 4. </w:t>
      </w:r>
      <w:r w:rsidRPr="00171408">
        <w:rPr>
          <w:rFonts w:ascii="Times New Roman" w:hAnsi="Times New Roman" w:cs="Times New Roman"/>
          <w:lang w:val="kl-GL"/>
        </w:rPr>
        <w:t xml:space="preserve">Ajutoornerit pillugit suliani </w:t>
      </w:r>
      <w:r w:rsidR="00E54B14" w:rsidRPr="00171408">
        <w:rPr>
          <w:rFonts w:ascii="Times New Roman" w:hAnsi="Times New Roman" w:cs="Times New Roman"/>
          <w:lang w:val="kl-GL"/>
        </w:rPr>
        <w:t xml:space="preserve">paasissutissanut tunngasut </w:t>
      </w:r>
      <w:r w:rsidRPr="00171408">
        <w:rPr>
          <w:rFonts w:ascii="Times New Roman" w:hAnsi="Times New Roman" w:cs="Times New Roman"/>
          <w:lang w:val="kl-GL"/>
        </w:rPr>
        <w:t>akiligassat</w:t>
      </w:r>
      <w:r w:rsidR="00E54B14" w:rsidRPr="00171408">
        <w:rPr>
          <w:rFonts w:ascii="Times New Roman" w:hAnsi="Times New Roman" w:cs="Times New Roman"/>
          <w:lang w:val="kl-GL"/>
        </w:rPr>
        <w:t xml:space="preserve"> tamaasa</w:t>
      </w:r>
      <w:r w:rsidRPr="00171408">
        <w:rPr>
          <w:rFonts w:ascii="Times New Roman" w:hAnsi="Times New Roman" w:cs="Times New Roman"/>
          <w:lang w:val="kl-GL"/>
        </w:rPr>
        <w:t xml:space="preserve"> </w:t>
      </w:r>
      <w:r w:rsidR="00E54B14" w:rsidRPr="00171408">
        <w:rPr>
          <w:rFonts w:ascii="Times New Roman" w:hAnsi="Times New Roman" w:cs="Times New Roman"/>
          <w:lang w:val="kl-GL"/>
        </w:rPr>
        <w:t xml:space="preserve">sillimmasiisarfiup </w:t>
      </w:r>
      <w:r w:rsidRPr="00171408">
        <w:rPr>
          <w:rFonts w:ascii="Times New Roman" w:hAnsi="Times New Roman" w:cs="Times New Roman"/>
          <w:lang w:val="kl-GL"/>
        </w:rPr>
        <w:t>akilissavai. Inuussutiss</w:t>
      </w:r>
      <w:r w:rsidR="002338C9" w:rsidRPr="00171408">
        <w:rPr>
          <w:rFonts w:ascii="Times New Roman" w:hAnsi="Times New Roman" w:cs="Times New Roman"/>
          <w:lang w:val="kl-GL"/>
        </w:rPr>
        <w:t>a</w:t>
      </w:r>
      <w:r w:rsidRPr="00171408">
        <w:rPr>
          <w:rFonts w:ascii="Times New Roman" w:hAnsi="Times New Roman" w:cs="Times New Roman"/>
          <w:lang w:val="kl-GL"/>
        </w:rPr>
        <w:t xml:space="preserve">rsiornermi nappaatit pillugit suliani </w:t>
      </w:r>
      <w:r w:rsidRPr="00171408">
        <w:rPr>
          <w:rFonts w:ascii="Times New Roman" w:hAnsi="Times New Roman" w:cs="Times New Roman"/>
          <w:color w:val="000000"/>
          <w:lang w:val="kl-GL"/>
        </w:rPr>
        <w:t xml:space="preserve">paasissutissanut tunngasut </w:t>
      </w:r>
      <w:r w:rsidR="00BF1EBA" w:rsidRPr="00171408">
        <w:rPr>
          <w:rFonts w:ascii="Times New Roman" w:hAnsi="Times New Roman" w:cs="Times New Roman"/>
          <w:color w:val="000000"/>
          <w:lang w:val="kl-GL"/>
        </w:rPr>
        <w:t xml:space="preserve">akiligassat tamaasa Arbejdsmarkedets Erhvervssikringip </w:t>
      </w:r>
      <w:r w:rsidRPr="00171408">
        <w:rPr>
          <w:rFonts w:ascii="Times New Roman" w:hAnsi="Times New Roman" w:cs="Times New Roman"/>
          <w:color w:val="000000"/>
          <w:lang w:val="kl-GL"/>
        </w:rPr>
        <w:t xml:space="preserve">akilissavai. </w:t>
      </w:r>
      <w:r w:rsidRPr="00171408">
        <w:rPr>
          <w:rFonts w:ascii="Times New Roman" w:hAnsi="Times New Roman" w:cs="Times New Roman"/>
          <w:lang w:val="kl-GL"/>
        </w:rPr>
        <w:t xml:space="preserve">Oqaaseqatigiit </w:t>
      </w:r>
      <w:r w:rsidR="007D6DAC" w:rsidRPr="00171408">
        <w:rPr>
          <w:rFonts w:ascii="Times New Roman" w:hAnsi="Times New Roman" w:cs="Times New Roman"/>
          <w:lang w:val="kl-GL"/>
        </w:rPr>
        <w:t>siulli</w:t>
      </w:r>
      <w:r w:rsidRPr="00171408">
        <w:rPr>
          <w:rFonts w:ascii="Times New Roman" w:hAnsi="Times New Roman" w:cs="Times New Roman"/>
          <w:lang w:val="kl-GL"/>
        </w:rPr>
        <w:t>a</w:t>
      </w:r>
      <w:r w:rsidR="00101357" w:rsidRPr="00171408">
        <w:rPr>
          <w:rFonts w:ascii="Times New Roman" w:hAnsi="Times New Roman" w:cs="Times New Roman"/>
          <w:lang w:val="kl-GL"/>
        </w:rPr>
        <w:t>n</w:t>
      </w:r>
      <w:r w:rsidRPr="00171408">
        <w:rPr>
          <w:rFonts w:ascii="Times New Roman" w:hAnsi="Times New Roman" w:cs="Times New Roman"/>
          <w:lang w:val="kl-GL"/>
        </w:rPr>
        <w:t xml:space="preserve">ni aamma </w:t>
      </w:r>
      <w:r w:rsidR="007D6DAC" w:rsidRPr="00171408">
        <w:rPr>
          <w:rFonts w:ascii="Times New Roman" w:hAnsi="Times New Roman" w:cs="Times New Roman"/>
          <w:lang w:val="kl-GL"/>
        </w:rPr>
        <w:t>aappa</w:t>
      </w:r>
      <w:r w:rsidRPr="00171408">
        <w:rPr>
          <w:rFonts w:ascii="Times New Roman" w:hAnsi="Times New Roman" w:cs="Times New Roman"/>
          <w:lang w:val="kl-GL"/>
        </w:rPr>
        <w:t>a</w:t>
      </w:r>
      <w:r w:rsidR="007D6DAC" w:rsidRPr="00171408">
        <w:rPr>
          <w:rFonts w:ascii="Times New Roman" w:hAnsi="Times New Roman" w:cs="Times New Roman"/>
          <w:lang w:val="kl-GL"/>
        </w:rPr>
        <w:t>n</w:t>
      </w:r>
      <w:r w:rsidRPr="00171408">
        <w:rPr>
          <w:rFonts w:ascii="Times New Roman" w:hAnsi="Times New Roman" w:cs="Times New Roman"/>
          <w:lang w:val="kl-GL"/>
        </w:rPr>
        <w:t xml:space="preserve">ni akiligassanut ilaatigut tunngapput nakorsat nalunaarutaannut, </w:t>
      </w:r>
      <w:r w:rsidR="00101357" w:rsidRPr="00171408">
        <w:rPr>
          <w:rFonts w:ascii="Times New Roman" w:hAnsi="Times New Roman" w:cs="Times New Roman"/>
          <w:color w:val="000000" w:themeColor="text1"/>
          <w:lang w:val="kl-GL"/>
        </w:rPr>
        <w:t xml:space="preserve">tassunga ilanngullugit </w:t>
      </w:r>
      <w:r w:rsidRPr="00171408">
        <w:rPr>
          <w:rFonts w:ascii="Times New Roman" w:hAnsi="Times New Roman" w:cs="Times New Roman"/>
          <w:lang w:val="kl-GL"/>
        </w:rPr>
        <w:t xml:space="preserve">nakorsat </w:t>
      </w:r>
      <w:r w:rsidRPr="00171408">
        <w:rPr>
          <w:rFonts w:ascii="Times New Roman" w:hAnsi="Times New Roman" w:cs="Times New Roman"/>
          <w:color w:val="000000"/>
          <w:lang w:val="kl-GL"/>
        </w:rPr>
        <w:t>immikkut ilinniarsimasut nalunaarutaat aamma toqusumik pilattaalluni misissuinermik nalunaarutit, aamma oqaaseqaatinut uppernarsaatinu</w:t>
      </w:r>
      <w:r w:rsidR="00EE0B19" w:rsidRPr="00171408">
        <w:rPr>
          <w:rFonts w:ascii="Times New Roman" w:hAnsi="Times New Roman" w:cs="Times New Roman"/>
          <w:color w:val="000000"/>
          <w:lang w:val="kl-GL"/>
        </w:rPr>
        <w:t>llu</w:t>
      </w:r>
      <w:r w:rsidRPr="00171408">
        <w:rPr>
          <w:rFonts w:ascii="Times New Roman" w:hAnsi="Times New Roman" w:cs="Times New Roman"/>
          <w:color w:val="000000"/>
          <w:lang w:val="kl-GL"/>
        </w:rPr>
        <w:t xml:space="preserve"> allanut, tassunga </w:t>
      </w:r>
      <w:r w:rsidR="00886504" w:rsidRPr="00171408">
        <w:rPr>
          <w:rFonts w:ascii="Times New Roman" w:hAnsi="Times New Roman" w:cs="Times New Roman"/>
          <w:color w:val="000000" w:themeColor="text1"/>
          <w:lang w:val="kl-GL"/>
        </w:rPr>
        <w:t xml:space="preserve">ilanngullugit </w:t>
      </w:r>
      <w:r w:rsidRPr="00171408">
        <w:rPr>
          <w:rFonts w:ascii="Times New Roman" w:hAnsi="Times New Roman" w:cs="Times New Roman"/>
          <w:color w:val="000000"/>
          <w:lang w:val="kl-GL"/>
        </w:rPr>
        <w:t xml:space="preserve">kukkunersiuisut naatsorsuutaat </w:t>
      </w:r>
      <w:r w:rsidR="00C3269E" w:rsidRPr="00171408">
        <w:rPr>
          <w:rFonts w:ascii="Times New Roman" w:hAnsi="Times New Roman" w:cs="Times New Roman"/>
          <w:color w:val="000000"/>
          <w:lang w:val="kl-GL"/>
        </w:rPr>
        <w:t>aamma</w:t>
      </w:r>
      <w:r w:rsidRPr="00171408">
        <w:rPr>
          <w:rFonts w:ascii="Times New Roman" w:hAnsi="Times New Roman" w:cs="Times New Roman"/>
          <w:color w:val="000000"/>
          <w:lang w:val="kl-GL"/>
        </w:rPr>
        <w:t xml:space="preserve"> nutserinerit</w:t>
      </w:r>
      <w:r w:rsidR="00886504" w:rsidRPr="00171408">
        <w:rPr>
          <w:rFonts w:ascii="Times New Roman" w:hAnsi="Times New Roman" w:cs="Times New Roman"/>
          <w:color w:val="000000"/>
          <w:lang w:val="kl-GL"/>
        </w:rPr>
        <w:t xml:space="preserve"> pisariaqartut</w:t>
      </w:r>
      <w:r w:rsidRPr="00171408">
        <w:rPr>
          <w:rFonts w:ascii="Times New Roman" w:hAnsi="Times New Roman" w:cs="Times New Roman"/>
          <w:color w:val="000000"/>
          <w:lang w:val="kl-GL"/>
        </w:rPr>
        <w:t>.</w:t>
      </w:r>
      <w:r w:rsidRPr="00171408">
        <w:rPr>
          <w:rFonts w:ascii="Times New Roman" w:hAnsi="Times New Roman" w:cs="Times New Roman"/>
          <w:lang w:val="kl-GL"/>
        </w:rPr>
        <w:t>«</w:t>
      </w:r>
    </w:p>
    <w:p w14:paraId="5D156D10" w14:textId="220748F0" w:rsidR="00515200" w:rsidRPr="00171408" w:rsidRDefault="00CE02F1">
      <w:pPr>
        <w:rPr>
          <w:rFonts w:ascii="Times New Roman" w:hAnsi="Times New Roman"/>
          <w:lang w:val="kl-GL"/>
        </w:rPr>
      </w:pPr>
      <w:r w:rsidRPr="00171408">
        <w:rPr>
          <w:rFonts w:ascii="Times New Roman" w:hAnsi="Times New Roman" w:cs="Times New Roman"/>
          <w:lang w:val="kl-GL"/>
        </w:rPr>
        <w:t xml:space="preserve">Siunnersuutikkut inatsimmi allaqqalissaaq, inatsimmi aningaasaliinermut tunngaviit atuuttut naapertorlugit, Arbejdsmarkedets Erhvervssikringip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ajutoornerit pillugit sulianik ingerlatsineranut atatillugu aningaasartuutit tamaasa sillimmasiisarfiit akilissagaat. Taamaaqataanik Arbejdsmarkedets Erhvervssikringip sulisitsisuniit akiliisoqarneratigut inuussutissarsiornermi nappaatit pillugit sulianut aningaasartuutit akilissavai.</w:t>
      </w:r>
    </w:p>
    <w:p w14:paraId="1A05EA0A" w14:textId="2D651770" w:rsidR="00515200" w:rsidRPr="00171408" w:rsidRDefault="00CE02F1">
      <w:pPr>
        <w:rPr>
          <w:rFonts w:ascii="Times New Roman" w:hAnsi="Times New Roman"/>
          <w:lang w:val="kl-GL"/>
        </w:rPr>
      </w:pPr>
      <w:r w:rsidRPr="00171408">
        <w:rPr>
          <w:rFonts w:ascii="Times New Roman" w:hAnsi="Times New Roman" w:cs="Times New Roman"/>
          <w:lang w:val="kl-GL"/>
        </w:rPr>
        <w:t xml:space="preserve">Aalajangersagaq siunnersuutigineqartoq suliami paasissutissanut aningaasartuutinut aamma aningaasartuutinut allanut tunngavoq, sulianik ingerlatsisinnaanissamut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suliani aalajangiisinnaanissamut</w:t>
      </w:r>
      <w:r w:rsidR="0040150D" w:rsidRPr="00171408">
        <w:rPr>
          <w:rFonts w:ascii="Times New Roman" w:hAnsi="Times New Roman" w:cs="Times New Roman"/>
          <w:lang w:val="kl-GL"/>
        </w:rPr>
        <w:t xml:space="preserve"> pisariaqartu</w:t>
      </w:r>
      <w:r w:rsidR="00F609C7" w:rsidRPr="00171408">
        <w:rPr>
          <w:rFonts w:ascii="Times New Roman" w:hAnsi="Times New Roman" w:cs="Times New Roman"/>
          <w:lang w:val="kl-GL"/>
        </w:rPr>
        <w:t>nu</w:t>
      </w:r>
      <w:r w:rsidR="0040150D" w:rsidRPr="00171408">
        <w:rPr>
          <w:rFonts w:ascii="Times New Roman" w:hAnsi="Times New Roman" w:cs="Times New Roman"/>
          <w:lang w:val="kl-GL"/>
        </w:rPr>
        <w:t>t</w:t>
      </w:r>
      <w:r w:rsidRPr="00171408">
        <w:rPr>
          <w:rFonts w:ascii="Times New Roman" w:hAnsi="Times New Roman" w:cs="Times New Roman"/>
          <w:lang w:val="kl-GL"/>
        </w:rPr>
        <w:t xml:space="preserve">. Assersuutigalugu taaneqarsinnaapput nakorsat aamma kigutit nakorsaata inuussutissarsiornermik nappaatit pillugit nalunaarutaannut aningaasartuutit, nakorsat immikkut ilinniarsimasut nalunaarutaannut aningaasartuutit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nutserinernut aningaasartuutit akilerneqartussat, ajoqusertumut aalajangiinerup nalunaarutigineqarnissaanut pisariaqartut. Taaguineq tamakkiisuunngilaq.</w:t>
      </w:r>
    </w:p>
    <w:p w14:paraId="6FF03255" w14:textId="23D57A2B" w:rsidR="00515200" w:rsidRPr="00171408" w:rsidRDefault="00CE02F1">
      <w:pPr>
        <w:rPr>
          <w:rFonts w:ascii="Times New Roman" w:hAnsi="Times New Roman"/>
          <w:lang w:val="kl-GL"/>
        </w:rPr>
      </w:pPr>
      <w:r w:rsidRPr="00171408">
        <w:rPr>
          <w:rFonts w:ascii="Times New Roman" w:hAnsi="Times New Roman" w:cs="Times New Roman"/>
          <w:lang w:val="kl-GL"/>
        </w:rPr>
        <w:t xml:space="preserve">Sillimmasiisarfiit aamma Arbejdsmarkedets Erhvervssikringip aningaasartuutinik taaneqartunik akiliinissamut pisussaaffiat, sulianik nutaanik ingerlatsinermut, nalilersueqqinnermut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sulianik siornatigut naammassineqar</w:t>
      </w:r>
      <w:r w:rsidR="001D67AB" w:rsidRPr="00171408">
        <w:rPr>
          <w:rFonts w:ascii="Times New Roman" w:hAnsi="Times New Roman" w:cs="Times New Roman"/>
          <w:lang w:val="kl-GL"/>
        </w:rPr>
        <w:t>t</w:t>
      </w:r>
      <w:r w:rsidRPr="00171408">
        <w:rPr>
          <w:rFonts w:ascii="Times New Roman" w:hAnsi="Times New Roman" w:cs="Times New Roman"/>
          <w:lang w:val="kl-GL"/>
        </w:rPr>
        <w:t>unut suliareqqitassanngortitsinermut</w:t>
      </w:r>
      <w:r w:rsidR="001D67AB" w:rsidRPr="00171408">
        <w:rPr>
          <w:rFonts w:ascii="Times New Roman" w:hAnsi="Times New Roman" w:cs="Times New Roman"/>
          <w:lang w:val="kl-GL"/>
        </w:rPr>
        <w:t xml:space="preserve"> atuuppoq</w:t>
      </w:r>
      <w:r w:rsidRPr="00171408">
        <w:rPr>
          <w:rFonts w:ascii="Times New Roman" w:hAnsi="Times New Roman" w:cs="Times New Roman"/>
          <w:lang w:val="kl-GL"/>
        </w:rPr>
        <w:t>.</w:t>
      </w:r>
    </w:p>
    <w:p w14:paraId="6CC7E9A0" w14:textId="140FB4C7" w:rsidR="00515200" w:rsidRPr="00171408" w:rsidRDefault="00CE02F1">
      <w:pPr>
        <w:rPr>
          <w:rFonts w:ascii="Times New Roman" w:hAnsi="Times New Roman"/>
          <w:lang w:val="kl-GL"/>
        </w:rPr>
      </w:pPr>
      <w:r w:rsidRPr="00171408">
        <w:rPr>
          <w:rFonts w:ascii="Times New Roman" w:hAnsi="Times New Roman" w:cs="Times New Roman"/>
          <w:lang w:val="kl-GL"/>
        </w:rPr>
        <w:t xml:space="preserve">Siunnersuutikkut </w:t>
      </w:r>
      <w:r w:rsidR="009A6793" w:rsidRPr="00171408">
        <w:rPr>
          <w:rFonts w:ascii="Times New Roman" w:hAnsi="Times New Roman" w:cs="Times New Roman"/>
          <w:lang w:val="kl-GL"/>
        </w:rPr>
        <w:t xml:space="preserve">allannguinissaq </w:t>
      </w:r>
      <w:r w:rsidRPr="00171408">
        <w:rPr>
          <w:rFonts w:ascii="Times New Roman" w:hAnsi="Times New Roman" w:cs="Times New Roman"/>
          <w:lang w:val="kl-GL"/>
        </w:rPr>
        <w:t>siunertarineqanngil</w:t>
      </w:r>
      <w:r w:rsidR="009A6793" w:rsidRPr="00171408">
        <w:rPr>
          <w:rFonts w:ascii="Times New Roman" w:hAnsi="Times New Roman" w:cs="Times New Roman"/>
          <w:lang w:val="kl-GL"/>
        </w:rPr>
        <w:t>aq</w:t>
      </w:r>
      <w:r w:rsidRPr="00171408">
        <w:rPr>
          <w:rFonts w:ascii="Times New Roman" w:hAnsi="Times New Roman" w:cs="Times New Roman"/>
          <w:lang w:val="kl-GL"/>
        </w:rPr>
        <w:t xml:space="preserve">, kisianni suleriaatsinik nalinginnaasunik erseqqissaanissaq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w:t>
      </w:r>
      <w:r w:rsidR="004258F3" w:rsidRPr="00171408">
        <w:rPr>
          <w:rFonts w:ascii="Times New Roman" w:hAnsi="Times New Roman" w:cs="Times New Roman"/>
          <w:lang w:val="kl-GL"/>
        </w:rPr>
        <w:t xml:space="preserve">aaqqissuussinissaq </w:t>
      </w:r>
      <w:r w:rsidR="00C207C5" w:rsidRPr="00171408">
        <w:rPr>
          <w:rFonts w:ascii="Times New Roman" w:hAnsi="Times New Roman" w:cs="Times New Roman"/>
          <w:lang w:val="kl-GL"/>
        </w:rPr>
        <w:t>taamaallaat</w:t>
      </w:r>
      <w:r w:rsidR="000A0DB7" w:rsidRPr="00171408">
        <w:rPr>
          <w:rFonts w:ascii="Times New Roman" w:hAnsi="Times New Roman" w:cs="Times New Roman"/>
          <w:lang w:val="kl-GL"/>
        </w:rPr>
        <w:t xml:space="preserve"> pineqarluni</w:t>
      </w:r>
      <w:r w:rsidRPr="00171408">
        <w:rPr>
          <w:rFonts w:ascii="Times New Roman" w:hAnsi="Times New Roman" w:cs="Times New Roman"/>
          <w:lang w:val="kl-GL"/>
        </w:rPr>
        <w:t>.</w:t>
      </w:r>
    </w:p>
    <w:p w14:paraId="4C5A9DFA" w14:textId="6C7C28C8" w:rsidR="00515200" w:rsidRPr="00171408" w:rsidRDefault="00CE02F1">
      <w:pPr>
        <w:rPr>
          <w:rFonts w:ascii="Times New Roman" w:hAnsi="Times New Roman"/>
          <w:lang w:val="kl-GL"/>
        </w:rPr>
      </w:pPr>
      <w:r w:rsidRPr="00171408">
        <w:rPr>
          <w:rFonts w:ascii="Times New Roman" w:hAnsi="Times New Roman" w:cs="Times New Roman"/>
          <w:lang w:val="kl-GL"/>
        </w:rPr>
        <w:t xml:space="preserve">Aalajangersagaq siunnersuutigineqartoq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Pr="00171408">
        <w:rPr>
          <w:rFonts w:ascii="Times New Roman" w:hAnsi="Times New Roman" w:cs="Times New Roman"/>
          <w:lang w:val="kl-GL"/>
        </w:rPr>
        <w:t xml:space="preserve"> pillugu inatsimmi § 35, imm. 7-imut assinguvoq.</w:t>
      </w:r>
    </w:p>
    <w:p w14:paraId="4B6B6D97" w14:textId="063650C9" w:rsidR="00515200" w:rsidRPr="00171408" w:rsidRDefault="006368A3">
      <w:pPr>
        <w:rPr>
          <w:rFonts w:ascii="Times New Roman" w:hAnsi="Times New Roman"/>
          <w:lang w:val="kl-GL"/>
        </w:rPr>
      </w:pPr>
      <w:r w:rsidRPr="00171408">
        <w:rPr>
          <w:rFonts w:ascii="Times New Roman" w:hAnsi="Times New Roman" w:cs="Times New Roman"/>
          <w:lang w:val="kl-GL"/>
        </w:rPr>
        <w:t>O</w:t>
      </w:r>
      <w:r w:rsidR="00CE02F1" w:rsidRPr="00171408">
        <w:rPr>
          <w:rFonts w:ascii="Times New Roman" w:hAnsi="Times New Roman" w:cs="Times New Roman"/>
          <w:lang w:val="kl-GL"/>
        </w:rPr>
        <w:t xml:space="preserve">qaaseqaatit </w:t>
      </w:r>
      <w:r w:rsidR="00C3269E" w:rsidRPr="00171408">
        <w:rPr>
          <w:rFonts w:ascii="Times New Roman" w:hAnsi="Times New Roman" w:cs="Times New Roman"/>
          <w:lang w:val="kl-GL"/>
        </w:rPr>
        <w:t>aamma</w:t>
      </w:r>
      <w:r w:rsidR="00CE02F1" w:rsidRPr="00171408">
        <w:rPr>
          <w:rFonts w:ascii="Times New Roman" w:hAnsi="Times New Roman" w:cs="Times New Roman"/>
          <w:lang w:val="kl-GL"/>
        </w:rPr>
        <w:t xml:space="preserve"> oqaaseqaatit nalinginnaasut innersuussutigineqarput, imm. 2.12.</w:t>
      </w:r>
    </w:p>
    <w:p w14:paraId="735817AA" w14:textId="69D0D842" w:rsidR="00515200" w:rsidRPr="00171408" w:rsidRDefault="00CE02F1">
      <w:pPr>
        <w:spacing w:after="0"/>
        <w:rPr>
          <w:rFonts w:ascii="Times New Roman" w:hAnsi="Times New Roman"/>
          <w:lang w:val="kl-GL"/>
        </w:rPr>
      </w:pPr>
      <w:r w:rsidRPr="00171408">
        <w:rPr>
          <w:rFonts w:ascii="Times New Roman" w:hAnsi="Times New Roman" w:cs="Times New Roman"/>
          <w:lang w:val="kl-GL"/>
        </w:rPr>
        <w:t>Nr. 1</w:t>
      </w:r>
      <w:r w:rsidR="00E35568" w:rsidRPr="00171408">
        <w:rPr>
          <w:rFonts w:ascii="Times New Roman" w:hAnsi="Times New Roman" w:cs="Times New Roman"/>
          <w:lang w:val="kl-GL"/>
        </w:rPr>
        <w:t>7</w:t>
      </w:r>
      <w:r w:rsidRPr="00171408">
        <w:rPr>
          <w:rFonts w:ascii="Times New Roman" w:hAnsi="Times New Roman" w:cs="Times New Roman"/>
          <w:lang w:val="kl-GL"/>
        </w:rPr>
        <w:t>-imut</w:t>
      </w:r>
    </w:p>
    <w:p w14:paraId="1590BE7C" w14:textId="77777777" w:rsidR="00515200" w:rsidRPr="00171408" w:rsidRDefault="00515200">
      <w:pPr>
        <w:spacing w:after="0"/>
        <w:rPr>
          <w:rFonts w:ascii="Times New Roman" w:hAnsi="Times New Roman" w:cs="Times New Roman"/>
          <w:lang w:val="kl-GL"/>
        </w:rPr>
      </w:pPr>
    </w:p>
    <w:p w14:paraId="6CE859E9" w14:textId="5955B438" w:rsidR="00515200" w:rsidRPr="00171408" w:rsidRDefault="00CE02F1">
      <w:pPr>
        <w:spacing w:after="0"/>
        <w:rPr>
          <w:rFonts w:ascii="Times New Roman" w:hAnsi="Times New Roman"/>
          <w:lang w:val="kl-GL"/>
        </w:rPr>
      </w:pPr>
      <w:r w:rsidRPr="00171408">
        <w:rPr>
          <w:rFonts w:ascii="Times New Roman" w:hAnsi="Times New Roman" w:cs="Times New Roman"/>
          <w:color w:val="000000" w:themeColor="text1"/>
          <w:lang w:val="kl-GL"/>
        </w:rPr>
        <w:t xml:space="preserve">Kalaallit Nunaanni </w:t>
      </w:r>
      <w:r w:rsidR="00984F94" w:rsidRPr="00171408">
        <w:rPr>
          <w:rFonts w:ascii="Times New Roman" w:hAnsi="Times New Roman" w:cs="Times New Roman"/>
          <w:color w:val="000000" w:themeColor="text1"/>
          <w:lang w:val="kl-GL"/>
        </w:rPr>
        <w:t xml:space="preserve">sulinermi </w:t>
      </w:r>
      <w:r w:rsidR="006A4971" w:rsidRPr="00171408">
        <w:rPr>
          <w:rFonts w:ascii="Times New Roman" w:hAnsi="Times New Roman" w:cs="Times New Roman"/>
          <w:color w:val="000000" w:themeColor="text1"/>
          <w:lang w:val="kl-GL"/>
        </w:rPr>
        <w:t>ajoqusernermut isumannaarineq</w:t>
      </w:r>
      <w:r w:rsidRPr="00171408">
        <w:rPr>
          <w:rFonts w:ascii="Times New Roman" w:hAnsi="Times New Roman" w:cs="Times New Roman"/>
          <w:color w:val="000000" w:themeColor="text1"/>
          <w:lang w:val="kl-GL"/>
        </w:rPr>
        <w:t xml:space="preserve"> pillugu inatsimmi § 42-mi aalajangersakkami atuuttumi allaqqavoq, § 41 malillugu Kalaallit Nunaanni </w:t>
      </w:r>
      <w:r w:rsidR="005E0E6B" w:rsidRPr="00171408">
        <w:rPr>
          <w:rFonts w:ascii="Times New Roman" w:hAnsi="Times New Roman" w:cs="Times New Roman"/>
          <w:color w:val="000000" w:themeColor="text1"/>
          <w:lang w:val="kl-GL"/>
        </w:rPr>
        <w:t>sulinermi</w:t>
      </w:r>
      <w:r w:rsidRPr="00171408">
        <w:rPr>
          <w:rFonts w:ascii="Times New Roman" w:hAnsi="Times New Roman" w:cs="Times New Roman"/>
          <w:color w:val="000000" w:themeColor="text1"/>
          <w:lang w:val="kl-GL"/>
        </w:rPr>
        <w:t xml:space="preserve"> </w:t>
      </w:r>
      <w:r w:rsidR="00EA38DB" w:rsidRPr="00171408">
        <w:rPr>
          <w:rFonts w:ascii="Times New Roman" w:hAnsi="Times New Roman" w:cs="Times New Roman"/>
          <w:color w:val="000000" w:themeColor="text1"/>
          <w:lang w:val="kl-GL"/>
        </w:rPr>
        <w:t>ajoqusernerit</w:t>
      </w:r>
      <w:r w:rsidRPr="00171408">
        <w:rPr>
          <w:rFonts w:ascii="Times New Roman" w:hAnsi="Times New Roman" w:cs="Times New Roman"/>
          <w:color w:val="000000" w:themeColor="text1"/>
          <w:lang w:val="kl-GL"/>
        </w:rPr>
        <w:t xml:space="preserve"> pillugit sulianik ingerlatsinermut paasissutissanik </w:t>
      </w:r>
      <w:r w:rsidR="007F6782" w:rsidRPr="00171408">
        <w:rPr>
          <w:rFonts w:ascii="Times New Roman" w:hAnsi="Times New Roman" w:cs="Times New Roman"/>
          <w:color w:val="000000" w:themeColor="text1"/>
          <w:lang w:val="kl-GL"/>
        </w:rPr>
        <w:t xml:space="preserve">pissarsiniarnissamut </w:t>
      </w:r>
      <w:r w:rsidRPr="00171408">
        <w:rPr>
          <w:rFonts w:ascii="Times New Roman" w:hAnsi="Times New Roman" w:cs="Times New Roman"/>
          <w:color w:val="000000" w:themeColor="text1"/>
          <w:lang w:val="kl-GL"/>
        </w:rPr>
        <w:t xml:space="preserve">akuersissut imatut </w:t>
      </w:r>
      <w:r w:rsidR="007F6782" w:rsidRPr="00171408">
        <w:rPr>
          <w:rFonts w:ascii="Times New Roman" w:hAnsi="Times New Roman" w:cs="Times New Roman"/>
          <w:color w:val="000000" w:themeColor="text1"/>
          <w:lang w:val="kl-GL"/>
        </w:rPr>
        <w:t>pissarsiarineqassasoq</w:t>
      </w:r>
      <w:r w:rsidRPr="00171408">
        <w:rPr>
          <w:rFonts w:ascii="Times New Roman" w:hAnsi="Times New Roman" w:cs="Times New Roman"/>
          <w:color w:val="000000" w:themeColor="text1"/>
          <w:lang w:val="kl-GL"/>
        </w:rPr>
        <w:t xml:space="preserve">, ajoqusertut imaluunniit </w:t>
      </w:r>
      <w:r w:rsidR="00D02F12" w:rsidRPr="00171408">
        <w:rPr>
          <w:rFonts w:ascii="Times New Roman" w:hAnsi="Times New Roman" w:cs="Times New Roman"/>
          <w:color w:val="000000" w:themeColor="text1"/>
          <w:lang w:val="kl-GL"/>
        </w:rPr>
        <w:t>qimagaas</w:t>
      </w:r>
      <w:r w:rsidRPr="00171408">
        <w:rPr>
          <w:rFonts w:ascii="Times New Roman" w:hAnsi="Times New Roman" w:cs="Times New Roman"/>
          <w:color w:val="000000" w:themeColor="text1"/>
          <w:lang w:val="kl-GL"/>
        </w:rPr>
        <w:t xml:space="preserve">ut </w:t>
      </w:r>
      <w:r w:rsidR="00F05D92" w:rsidRPr="00171408">
        <w:rPr>
          <w:rFonts w:ascii="Times New Roman" w:hAnsi="Times New Roman" w:cs="Times New Roman"/>
          <w:color w:val="000000" w:themeColor="text1"/>
          <w:lang w:val="kl-GL"/>
        </w:rPr>
        <w:t xml:space="preserve">nalunaarutiginninnermik </w:t>
      </w:r>
      <w:r w:rsidR="000B4535" w:rsidRPr="00171408">
        <w:rPr>
          <w:rFonts w:ascii="Times New Roman" w:hAnsi="Times New Roman" w:cs="Times New Roman"/>
          <w:color w:val="000000" w:themeColor="text1"/>
          <w:lang w:val="kl-GL"/>
        </w:rPr>
        <w:t xml:space="preserve">tiguneqarneranik </w:t>
      </w:r>
      <w:r w:rsidRPr="00171408">
        <w:rPr>
          <w:rFonts w:ascii="Times New Roman" w:hAnsi="Times New Roman" w:cs="Times New Roman"/>
          <w:color w:val="000000" w:themeColor="text1"/>
          <w:lang w:val="kl-GL"/>
        </w:rPr>
        <w:t xml:space="preserve">allakkatigut uppernarsaammi eqqumaffiginneqqullugit, paasissutissat sorliit </w:t>
      </w:r>
      <w:r w:rsidR="00C77219" w:rsidRPr="00171408">
        <w:rPr>
          <w:rFonts w:ascii="Times New Roman" w:hAnsi="Times New Roman" w:cs="Times New Roman"/>
          <w:color w:val="000000" w:themeColor="text1"/>
          <w:lang w:val="kl-GL"/>
        </w:rPr>
        <w:t xml:space="preserve">pissarsiarineqarnissaat </w:t>
      </w:r>
      <w:r w:rsidRPr="00171408">
        <w:rPr>
          <w:rFonts w:ascii="Times New Roman" w:hAnsi="Times New Roman" w:cs="Times New Roman"/>
          <w:color w:val="000000" w:themeColor="text1"/>
          <w:lang w:val="kl-GL"/>
        </w:rPr>
        <w:t xml:space="preserve">pisariaqartinneqalersinnaasoq, </w:t>
      </w:r>
      <w:r w:rsidR="00C3269E" w:rsidRPr="00171408">
        <w:rPr>
          <w:rFonts w:ascii="Times New Roman" w:hAnsi="Times New Roman" w:cs="Times New Roman"/>
          <w:color w:val="000000" w:themeColor="text1"/>
          <w:lang w:val="kl-GL"/>
        </w:rPr>
        <w:t>aamma</w:t>
      </w:r>
      <w:r w:rsidRPr="00171408">
        <w:rPr>
          <w:rFonts w:ascii="Times New Roman" w:hAnsi="Times New Roman" w:cs="Times New Roman"/>
          <w:color w:val="000000" w:themeColor="text1"/>
          <w:lang w:val="kl-GL"/>
        </w:rPr>
        <w:t xml:space="preserve"> tamatumunnga akerliliisinnaanermut piffissalerneqarlutik.</w:t>
      </w:r>
    </w:p>
    <w:p w14:paraId="28CE28B2" w14:textId="77777777" w:rsidR="00515200" w:rsidRPr="00171408" w:rsidRDefault="00515200">
      <w:pPr>
        <w:spacing w:after="0"/>
        <w:rPr>
          <w:rFonts w:ascii="Times New Roman" w:hAnsi="Times New Roman" w:cs="Times New Roman"/>
          <w:bCs/>
          <w:shd w:val="clear" w:color="auto" w:fill="FFFFFF"/>
          <w:lang w:val="kl-GL"/>
        </w:rPr>
      </w:pPr>
    </w:p>
    <w:p w14:paraId="07FC019F" w14:textId="7396A1A4" w:rsidR="00515200" w:rsidRPr="00171408" w:rsidRDefault="00CE02F1">
      <w:pPr>
        <w:spacing w:after="0"/>
        <w:rPr>
          <w:rFonts w:ascii="Times New Roman" w:hAnsi="Times New Roman"/>
          <w:lang w:val="kl-GL"/>
        </w:rPr>
      </w:pPr>
      <w:r w:rsidRPr="00171408">
        <w:rPr>
          <w:rFonts w:ascii="Times New Roman" w:hAnsi="Times New Roman" w:cs="Times New Roman"/>
          <w:bCs/>
          <w:shd w:val="clear" w:color="auto" w:fill="FFFFFF"/>
          <w:lang w:val="kl-GL"/>
        </w:rPr>
        <w:t xml:space="preserve">Inatsisissatut siunnersuutip </w:t>
      </w:r>
      <w:r w:rsidRPr="00171408">
        <w:rPr>
          <w:rFonts w:ascii="Times New Roman" w:hAnsi="Times New Roman" w:cs="Times New Roman"/>
          <w:bCs/>
          <w:i/>
          <w:shd w:val="clear" w:color="auto" w:fill="FFFFFF"/>
          <w:lang w:val="kl-GL"/>
        </w:rPr>
        <w:t>§ 1, nr. 1</w:t>
      </w:r>
      <w:r w:rsidR="00570438" w:rsidRPr="00171408">
        <w:rPr>
          <w:rFonts w:ascii="Times New Roman" w:hAnsi="Times New Roman" w:cs="Times New Roman"/>
          <w:bCs/>
          <w:i/>
          <w:shd w:val="clear" w:color="auto" w:fill="FFFFFF"/>
          <w:lang w:val="kl-GL"/>
        </w:rPr>
        <w:t>7</w:t>
      </w:r>
      <w:r w:rsidRPr="00171408">
        <w:rPr>
          <w:rFonts w:ascii="Times New Roman" w:hAnsi="Times New Roman" w:cs="Times New Roman"/>
          <w:bCs/>
          <w:shd w:val="clear" w:color="auto" w:fill="FFFFFF"/>
          <w:lang w:val="kl-GL"/>
        </w:rPr>
        <w:t xml:space="preserve">-ani siunnertuutigineqarpoq, </w:t>
      </w:r>
      <w:r w:rsidRPr="00171408">
        <w:rPr>
          <w:rFonts w:ascii="Times New Roman" w:hAnsi="Times New Roman" w:cs="Times New Roman"/>
          <w:bCs/>
          <w:i/>
          <w:shd w:val="clear" w:color="auto" w:fill="FFFFFF"/>
          <w:lang w:val="kl-GL"/>
        </w:rPr>
        <w:t xml:space="preserve">§ 42 </w:t>
      </w:r>
      <w:r w:rsidRPr="00171408">
        <w:rPr>
          <w:rFonts w:ascii="Times New Roman" w:hAnsi="Times New Roman" w:cs="Times New Roman"/>
          <w:bCs/>
          <w:shd w:val="clear" w:color="auto" w:fill="FFFFFF"/>
          <w:lang w:val="kl-GL"/>
        </w:rPr>
        <w:t>imatut allanneqassasoq:</w:t>
      </w:r>
    </w:p>
    <w:p w14:paraId="69D6D2C7" w14:textId="798B0D9F" w:rsidR="00515200" w:rsidRPr="00171408" w:rsidRDefault="00CE02F1">
      <w:pPr>
        <w:spacing w:after="0"/>
        <w:rPr>
          <w:rFonts w:ascii="Times New Roman" w:hAnsi="Times New Roman"/>
          <w:lang w:val="kl-GL"/>
        </w:rPr>
      </w:pPr>
      <w:r w:rsidRPr="00171408">
        <w:rPr>
          <w:rFonts w:ascii="Times New Roman" w:hAnsi="Times New Roman" w:cs="Times New Roman"/>
          <w:shd w:val="clear" w:color="auto" w:fill="FFFFFF"/>
          <w:lang w:val="kl-GL"/>
        </w:rPr>
        <w:lastRenderedPageBreak/>
        <w:t>»</w:t>
      </w:r>
      <w:r w:rsidRPr="00171408">
        <w:rPr>
          <w:rFonts w:ascii="Times New Roman" w:hAnsi="Times New Roman" w:cs="Times New Roman"/>
          <w:bCs/>
          <w:shd w:val="clear" w:color="auto" w:fill="FFFFFF"/>
          <w:lang w:val="kl-GL"/>
        </w:rPr>
        <w:t xml:space="preserve">Arbejdsmarkedets Erhvervssikring imaluunniit Ankestyrelsi § 41 malillugu paasissutissanik </w:t>
      </w:r>
      <w:r w:rsidR="00BD4BD7" w:rsidRPr="00171408">
        <w:rPr>
          <w:rFonts w:ascii="Times New Roman" w:hAnsi="Times New Roman" w:cs="Times New Roman"/>
          <w:bCs/>
          <w:shd w:val="clear" w:color="auto" w:fill="FFFFFF"/>
          <w:lang w:val="kl-GL"/>
        </w:rPr>
        <w:t>pissarsiniar</w:t>
      </w:r>
      <w:r w:rsidR="009C305D" w:rsidRPr="00171408">
        <w:rPr>
          <w:rFonts w:ascii="Times New Roman" w:hAnsi="Times New Roman" w:cs="Times New Roman"/>
          <w:bCs/>
          <w:shd w:val="clear" w:color="auto" w:fill="FFFFFF"/>
          <w:lang w:val="kl-GL"/>
        </w:rPr>
        <w:t>tinnani</w:t>
      </w:r>
      <w:r w:rsidRPr="00171408">
        <w:rPr>
          <w:rFonts w:ascii="Times New Roman" w:hAnsi="Times New Roman" w:cs="Times New Roman"/>
          <w:bCs/>
          <w:shd w:val="clear" w:color="auto" w:fill="FFFFFF"/>
          <w:lang w:val="kl-GL"/>
        </w:rPr>
        <w:t xml:space="preserve">, Arbejdsmarkedets Erhvervssikring imaluunniit Ankestyrelsi paasissutissat qanoq ittut </w:t>
      </w:r>
      <w:r w:rsidR="00BD4BD7" w:rsidRPr="00171408">
        <w:rPr>
          <w:rFonts w:ascii="Times New Roman" w:hAnsi="Times New Roman" w:cs="Times New Roman"/>
          <w:bCs/>
          <w:shd w:val="clear" w:color="auto" w:fill="FFFFFF"/>
          <w:lang w:val="kl-GL"/>
        </w:rPr>
        <w:t>pissarsiniarin</w:t>
      </w:r>
      <w:r w:rsidRPr="00171408">
        <w:rPr>
          <w:rFonts w:ascii="Times New Roman" w:hAnsi="Times New Roman" w:cs="Times New Roman"/>
          <w:bCs/>
          <w:shd w:val="clear" w:color="auto" w:fill="FFFFFF"/>
          <w:lang w:val="kl-GL"/>
        </w:rPr>
        <w:t xml:space="preserve">issaat pisariaqalersinnaanera pillugu ajoqusertoq imaluunniit </w:t>
      </w:r>
      <w:r w:rsidR="00D02F12" w:rsidRPr="00171408">
        <w:rPr>
          <w:rFonts w:ascii="Times New Roman" w:hAnsi="Times New Roman" w:cs="Times New Roman"/>
          <w:bCs/>
          <w:shd w:val="clear" w:color="auto" w:fill="FFFFFF"/>
          <w:lang w:val="kl-GL"/>
        </w:rPr>
        <w:t>qimagaas</w:t>
      </w:r>
      <w:r w:rsidRPr="00171408">
        <w:rPr>
          <w:rFonts w:ascii="Times New Roman" w:hAnsi="Times New Roman" w:cs="Times New Roman"/>
          <w:bCs/>
          <w:shd w:val="clear" w:color="auto" w:fill="FFFFFF"/>
          <w:lang w:val="kl-GL"/>
        </w:rPr>
        <w:t>ut allakkatigut ilisimati</w:t>
      </w:r>
      <w:r w:rsidR="002F5175" w:rsidRPr="00171408">
        <w:rPr>
          <w:rFonts w:ascii="Times New Roman" w:hAnsi="Times New Roman" w:cs="Times New Roman"/>
          <w:bCs/>
          <w:shd w:val="clear" w:color="auto" w:fill="FFFFFF"/>
          <w:lang w:val="kl-GL"/>
        </w:rPr>
        <w:t>tsissaaq</w:t>
      </w:r>
      <w:r w:rsidRPr="00171408">
        <w:rPr>
          <w:rFonts w:ascii="Times New Roman" w:hAnsi="Times New Roman" w:cs="Times New Roman"/>
          <w:bCs/>
          <w:shd w:val="clear" w:color="auto" w:fill="FFFFFF"/>
          <w:lang w:val="kl-GL"/>
        </w:rPr>
        <w:t xml:space="preserve">. Arbejdsmarkedets Erhvervssikring imaluunniit Ankestyrelsi aamma ajoqusertoq imaluunniit </w:t>
      </w:r>
      <w:r w:rsidR="00D02F12" w:rsidRPr="00171408">
        <w:rPr>
          <w:rFonts w:ascii="Times New Roman" w:hAnsi="Times New Roman" w:cs="Times New Roman"/>
          <w:bCs/>
          <w:shd w:val="clear" w:color="auto" w:fill="FFFFFF"/>
          <w:lang w:val="kl-GL"/>
        </w:rPr>
        <w:t>qimagaas</w:t>
      </w:r>
      <w:r w:rsidRPr="00171408">
        <w:rPr>
          <w:rFonts w:ascii="Times New Roman" w:hAnsi="Times New Roman" w:cs="Times New Roman"/>
          <w:bCs/>
          <w:shd w:val="clear" w:color="auto" w:fill="FFFFFF"/>
          <w:lang w:val="kl-GL"/>
        </w:rPr>
        <w:t>ut tamatumunnga akerliliilluni nalunaaruteqarsinnaanermut piffissarititaasumik tun</w:t>
      </w:r>
      <w:r w:rsidR="0016264D" w:rsidRPr="00171408">
        <w:rPr>
          <w:rFonts w:ascii="Times New Roman" w:hAnsi="Times New Roman" w:cs="Times New Roman"/>
          <w:bCs/>
          <w:shd w:val="clear" w:color="auto" w:fill="FFFFFF"/>
          <w:lang w:val="kl-GL"/>
        </w:rPr>
        <w:t>niussissaaq</w:t>
      </w:r>
      <w:r w:rsidRPr="00171408">
        <w:rPr>
          <w:rFonts w:ascii="Times New Roman" w:hAnsi="Times New Roman" w:cs="Times New Roman"/>
          <w:bCs/>
          <w:shd w:val="clear" w:color="auto" w:fill="FFFFFF"/>
          <w:lang w:val="kl-GL"/>
        </w:rPr>
        <w:t xml:space="preserve"> </w:t>
      </w:r>
      <w:r w:rsidR="00C3269E" w:rsidRPr="00171408">
        <w:rPr>
          <w:rFonts w:ascii="Times New Roman" w:hAnsi="Times New Roman" w:cs="Times New Roman"/>
          <w:bCs/>
          <w:shd w:val="clear" w:color="auto" w:fill="FFFFFF"/>
          <w:lang w:val="kl-GL"/>
        </w:rPr>
        <w:t>aamma</w:t>
      </w:r>
      <w:r w:rsidRPr="00171408">
        <w:rPr>
          <w:rFonts w:ascii="Times New Roman" w:hAnsi="Times New Roman" w:cs="Times New Roman"/>
          <w:bCs/>
          <w:shd w:val="clear" w:color="auto" w:fill="FFFFFF"/>
          <w:lang w:val="kl-GL"/>
        </w:rPr>
        <w:t xml:space="preserve"> ajoqusertoq imaluunniit </w:t>
      </w:r>
      <w:r w:rsidR="00D02F12" w:rsidRPr="00171408">
        <w:rPr>
          <w:rFonts w:ascii="Times New Roman" w:hAnsi="Times New Roman" w:cs="Times New Roman"/>
          <w:bCs/>
          <w:shd w:val="clear" w:color="auto" w:fill="FFFFFF"/>
          <w:lang w:val="kl-GL"/>
        </w:rPr>
        <w:t>qimagaas</w:t>
      </w:r>
      <w:r w:rsidRPr="00171408">
        <w:rPr>
          <w:rFonts w:ascii="Times New Roman" w:hAnsi="Times New Roman" w:cs="Times New Roman"/>
          <w:bCs/>
          <w:shd w:val="clear" w:color="auto" w:fill="FFFFFF"/>
          <w:lang w:val="kl-GL"/>
        </w:rPr>
        <w:t xml:space="preserve">ut tamatumuunakkut eqqartuussivinni suliassanngortitsinermi ajoqutaasinnaasut pillugit </w:t>
      </w:r>
      <w:r w:rsidR="00DC0A73" w:rsidRPr="00171408">
        <w:rPr>
          <w:rFonts w:ascii="Times New Roman" w:hAnsi="Times New Roman" w:cs="Times New Roman"/>
          <w:bCs/>
          <w:shd w:val="clear" w:color="auto" w:fill="FFFFFF"/>
          <w:lang w:val="kl-GL"/>
        </w:rPr>
        <w:t>ilisimatitsilluni</w:t>
      </w:r>
      <w:r w:rsidRPr="00171408">
        <w:rPr>
          <w:rFonts w:ascii="Times New Roman" w:hAnsi="Times New Roman" w:cs="Times New Roman"/>
          <w:bCs/>
          <w:shd w:val="clear" w:color="auto" w:fill="FFFFFF"/>
          <w:lang w:val="kl-GL"/>
        </w:rPr>
        <w:t>.«</w:t>
      </w:r>
    </w:p>
    <w:p w14:paraId="716107F6" w14:textId="77777777" w:rsidR="00515200" w:rsidRPr="00171408" w:rsidRDefault="00515200">
      <w:pPr>
        <w:spacing w:after="0"/>
        <w:rPr>
          <w:rFonts w:ascii="Times New Roman" w:hAnsi="Times New Roman" w:cs="Times New Roman"/>
          <w:bCs/>
          <w:shd w:val="clear" w:color="auto" w:fill="FFFFFF"/>
          <w:lang w:val="kl-GL"/>
        </w:rPr>
      </w:pPr>
    </w:p>
    <w:p w14:paraId="327B693F" w14:textId="6BD02409" w:rsidR="00515200" w:rsidRPr="00171408" w:rsidRDefault="00CE02F1">
      <w:pPr>
        <w:rPr>
          <w:rFonts w:ascii="Times New Roman" w:hAnsi="Times New Roman"/>
          <w:lang w:val="kl-GL"/>
        </w:rPr>
      </w:pPr>
      <w:r w:rsidRPr="00171408">
        <w:rPr>
          <w:rFonts w:ascii="Times New Roman" w:hAnsi="Times New Roman" w:cs="Times New Roman"/>
          <w:lang w:val="kl-GL"/>
        </w:rPr>
        <w:t xml:space="preserve">Siunnersuutikkut Arbejdsmarkedets Erhvervssikringi aamma Ankestyrelsi siunissami ajoqusertut aamma </w:t>
      </w:r>
      <w:r w:rsidR="00D02F12" w:rsidRPr="00171408">
        <w:rPr>
          <w:rFonts w:ascii="Times New Roman" w:hAnsi="Times New Roman" w:cs="Times New Roman"/>
          <w:lang w:val="kl-GL"/>
        </w:rPr>
        <w:t>qimagaas</w:t>
      </w:r>
      <w:r w:rsidRPr="00171408">
        <w:rPr>
          <w:rFonts w:ascii="Times New Roman" w:hAnsi="Times New Roman" w:cs="Times New Roman"/>
          <w:lang w:val="kl-GL"/>
        </w:rPr>
        <w:t>ut ilisimati</w:t>
      </w:r>
      <w:r w:rsidR="005331C8" w:rsidRPr="00171408">
        <w:rPr>
          <w:rFonts w:ascii="Times New Roman" w:hAnsi="Times New Roman" w:cs="Times New Roman"/>
          <w:lang w:val="kl-GL"/>
        </w:rPr>
        <w:t>tsi</w:t>
      </w:r>
      <w:r w:rsidRPr="00171408">
        <w:rPr>
          <w:rFonts w:ascii="Times New Roman" w:hAnsi="Times New Roman" w:cs="Times New Roman"/>
          <w:lang w:val="kl-GL"/>
        </w:rPr>
        <w:t>ssa</w:t>
      </w:r>
      <w:r w:rsidR="005331C8" w:rsidRPr="00171408">
        <w:rPr>
          <w:rFonts w:ascii="Times New Roman" w:hAnsi="Times New Roman" w:cs="Times New Roman"/>
          <w:lang w:val="kl-GL"/>
        </w:rPr>
        <w:t>aq</w:t>
      </w:r>
      <w:r w:rsidRPr="00171408">
        <w:rPr>
          <w:rFonts w:ascii="Times New Roman" w:hAnsi="Times New Roman" w:cs="Times New Roman"/>
          <w:lang w:val="kl-GL"/>
        </w:rPr>
        <w:t xml:space="preserve">, § 41 malillugu paasissutissanik </w:t>
      </w:r>
      <w:r w:rsidR="005331C8" w:rsidRPr="00171408">
        <w:rPr>
          <w:rFonts w:ascii="Times New Roman" w:hAnsi="Times New Roman" w:cs="Times New Roman"/>
          <w:lang w:val="kl-GL"/>
        </w:rPr>
        <w:t xml:space="preserve">pissarsiniarnermut </w:t>
      </w:r>
      <w:r w:rsidRPr="00171408">
        <w:rPr>
          <w:rFonts w:ascii="Times New Roman" w:hAnsi="Times New Roman" w:cs="Times New Roman"/>
          <w:lang w:val="kl-GL"/>
        </w:rPr>
        <w:t>akerliliinerit eqqartuussivinni suliassanngortitsinermi ajoqutaasinnaaneri</w:t>
      </w:r>
      <w:r w:rsidR="009E3F28" w:rsidRPr="00171408">
        <w:rPr>
          <w:rFonts w:ascii="Times New Roman" w:hAnsi="Times New Roman" w:cs="Times New Roman"/>
          <w:lang w:val="kl-GL"/>
        </w:rPr>
        <w:t xml:space="preserve"> pillugit</w:t>
      </w:r>
      <w:r w:rsidRPr="00171408">
        <w:rPr>
          <w:rFonts w:ascii="Times New Roman" w:hAnsi="Times New Roman" w:cs="Times New Roman"/>
          <w:lang w:val="kl-GL"/>
        </w:rPr>
        <w:t xml:space="preserve">. Tamanna ajoqusertunut aamma </w:t>
      </w:r>
      <w:r w:rsidR="00D02F12" w:rsidRPr="00171408">
        <w:rPr>
          <w:rFonts w:ascii="Times New Roman" w:hAnsi="Times New Roman" w:cs="Times New Roman"/>
          <w:lang w:val="kl-GL"/>
        </w:rPr>
        <w:t>qimagaas</w:t>
      </w:r>
      <w:r w:rsidRPr="00171408">
        <w:rPr>
          <w:rFonts w:ascii="Times New Roman" w:hAnsi="Times New Roman" w:cs="Times New Roman"/>
          <w:lang w:val="kl-GL"/>
        </w:rPr>
        <w:t xml:space="preserve">unut ilisimatitsissut tunniunneqassaaq, paasissutissanik </w:t>
      </w:r>
      <w:r w:rsidR="009E3F28" w:rsidRPr="00171408">
        <w:rPr>
          <w:rFonts w:ascii="Times New Roman" w:hAnsi="Times New Roman" w:cs="Times New Roman"/>
          <w:lang w:val="kl-GL"/>
        </w:rPr>
        <w:t xml:space="preserve">pissarsiniarneq </w:t>
      </w:r>
      <w:r w:rsidRPr="00171408">
        <w:rPr>
          <w:rFonts w:ascii="Times New Roman" w:hAnsi="Times New Roman" w:cs="Times New Roman"/>
          <w:lang w:val="kl-GL"/>
        </w:rPr>
        <w:t xml:space="preserve">pillugu ilisimatitsinermut </w:t>
      </w:r>
      <w:r w:rsidR="009E3F28" w:rsidRPr="00171408">
        <w:rPr>
          <w:rFonts w:ascii="Times New Roman" w:hAnsi="Times New Roman" w:cs="Times New Roman"/>
          <w:lang w:val="kl-GL"/>
        </w:rPr>
        <w:t>peqatigalugu</w:t>
      </w:r>
      <w:r w:rsidRPr="00171408">
        <w:rPr>
          <w:rFonts w:ascii="Times New Roman" w:hAnsi="Times New Roman" w:cs="Times New Roman"/>
          <w:lang w:val="kl-GL"/>
        </w:rPr>
        <w:t>.</w:t>
      </w:r>
    </w:p>
    <w:p w14:paraId="4381598C" w14:textId="63ED41A5" w:rsidR="00515200" w:rsidRPr="00171408" w:rsidRDefault="00CE02F1">
      <w:pPr>
        <w:rPr>
          <w:rFonts w:ascii="Times New Roman" w:hAnsi="Times New Roman"/>
          <w:lang w:val="kl-GL"/>
        </w:rPr>
      </w:pPr>
      <w:r w:rsidRPr="00171408">
        <w:rPr>
          <w:rFonts w:ascii="Times New Roman" w:hAnsi="Times New Roman" w:cs="Times New Roman"/>
          <w:bCs/>
          <w:shd w:val="clear" w:color="auto" w:fill="FFFFFF"/>
          <w:lang w:val="kl-GL"/>
        </w:rPr>
        <w:t xml:space="preserve">Siunnersuutikkut § 41 malillugu </w:t>
      </w:r>
      <w:r w:rsidR="005E0E6B" w:rsidRPr="00171408">
        <w:rPr>
          <w:rFonts w:ascii="Times New Roman" w:hAnsi="Times New Roman" w:cs="Times New Roman"/>
          <w:bCs/>
          <w:shd w:val="clear" w:color="auto" w:fill="FFFFFF"/>
          <w:lang w:val="kl-GL"/>
        </w:rPr>
        <w:t>sulinermi</w:t>
      </w:r>
      <w:r w:rsidRPr="00171408">
        <w:rPr>
          <w:rFonts w:ascii="Times New Roman" w:hAnsi="Times New Roman" w:cs="Times New Roman"/>
          <w:bCs/>
          <w:shd w:val="clear" w:color="auto" w:fill="FFFFFF"/>
          <w:lang w:val="kl-GL"/>
        </w:rPr>
        <w:t xml:space="preserve"> ajoqusernerit pillugit sulianik ingerlatsinermut atatillugu Arbejdsmarkedets Erhvervssikring</w:t>
      </w:r>
      <w:r w:rsidR="00D0677A" w:rsidRPr="00171408">
        <w:rPr>
          <w:rFonts w:ascii="Times New Roman" w:hAnsi="Times New Roman" w:cs="Times New Roman"/>
          <w:bCs/>
          <w:shd w:val="clear" w:color="auto" w:fill="FFFFFF"/>
          <w:lang w:val="kl-GL"/>
        </w:rPr>
        <w:t>i</w:t>
      </w:r>
      <w:r w:rsidR="002B6A87" w:rsidRPr="00171408">
        <w:rPr>
          <w:rFonts w:ascii="Times New Roman" w:hAnsi="Times New Roman" w:cs="Times New Roman"/>
          <w:bCs/>
          <w:shd w:val="clear" w:color="auto" w:fill="FFFFFF"/>
          <w:lang w:val="kl-GL"/>
        </w:rPr>
        <w:t>p</w:t>
      </w:r>
      <w:r w:rsidRPr="00171408">
        <w:rPr>
          <w:rFonts w:ascii="Times New Roman" w:hAnsi="Times New Roman" w:cs="Times New Roman"/>
          <w:bCs/>
          <w:shd w:val="clear" w:color="auto" w:fill="FFFFFF"/>
          <w:lang w:val="kl-GL"/>
        </w:rPr>
        <w:t xml:space="preserve"> aamma Ankestyrelsi</w:t>
      </w:r>
      <w:r w:rsidR="002B6A87" w:rsidRPr="00171408">
        <w:rPr>
          <w:rFonts w:ascii="Times New Roman" w:hAnsi="Times New Roman" w:cs="Times New Roman"/>
          <w:bCs/>
          <w:shd w:val="clear" w:color="auto" w:fill="FFFFFF"/>
          <w:lang w:val="kl-GL"/>
        </w:rPr>
        <w:t>p</w:t>
      </w:r>
      <w:r w:rsidRPr="00171408">
        <w:rPr>
          <w:rFonts w:ascii="Times New Roman" w:hAnsi="Times New Roman" w:cs="Times New Roman"/>
          <w:bCs/>
          <w:shd w:val="clear" w:color="auto" w:fill="FFFFFF"/>
          <w:lang w:val="kl-GL"/>
        </w:rPr>
        <w:t xml:space="preserve"> paasissutissanik nangittumik </w:t>
      </w:r>
      <w:r w:rsidR="00D0677A" w:rsidRPr="00171408">
        <w:rPr>
          <w:rFonts w:ascii="Times New Roman" w:hAnsi="Times New Roman" w:cs="Times New Roman"/>
          <w:bCs/>
          <w:shd w:val="clear" w:color="auto" w:fill="FFFFFF"/>
          <w:lang w:val="kl-GL"/>
        </w:rPr>
        <w:t xml:space="preserve">pissarsisinnaanerat </w:t>
      </w:r>
      <w:r w:rsidRPr="00171408">
        <w:rPr>
          <w:rFonts w:ascii="Times New Roman" w:hAnsi="Times New Roman" w:cs="Times New Roman"/>
          <w:bCs/>
          <w:shd w:val="clear" w:color="auto" w:fill="FFFFFF"/>
          <w:lang w:val="kl-GL"/>
        </w:rPr>
        <w:t xml:space="preserve">allanngortinneqanngilaq, ajoqusertumit imaluunniit </w:t>
      </w:r>
      <w:r w:rsidR="00D02F12" w:rsidRPr="00171408">
        <w:rPr>
          <w:rFonts w:ascii="Times New Roman" w:hAnsi="Times New Roman" w:cs="Times New Roman"/>
          <w:bCs/>
          <w:shd w:val="clear" w:color="auto" w:fill="FFFFFF"/>
          <w:lang w:val="kl-GL"/>
        </w:rPr>
        <w:t>qimagaas</w:t>
      </w:r>
      <w:r w:rsidRPr="00171408">
        <w:rPr>
          <w:rFonts w:ascii="Times New Roman" w:hAnsi="Times New Roman" w:cs="Times New Roman"/>
          <w:bCs/>
          <w:shd w:val="clear" w:color="auto" w:fill="FFFFFF"/>
          <w:lang w:val="kl-GL"/>
        </w:rPr>
        <w:t xml:space="preserve">unit akuersissummik piniaqqaanngikkaluarlutik. Arbejdsmarkedets Erhvervssikringip aamma Ankestyrelsip </w:t>
      </w:r>
      <w:r w:rsidR="002B6A87" w:rsidRPr="00171408">
        <w:rPr>
          <w:rFonts w:ascii="Times New Roman" w:hAnsi="Times New Roman" w:cs="Times New Roman"/>
          <w:bCs/>
          <w:shd w:val="clear" w:color="auto" w:fill="FFFFFF"/>
          <w:lang w:val="kl-GL"/>
        </w:rPr>
        <w:t xml:space="preserve">ilanngullugu </w:t>
      </w:r>
      <w:r w:rsidRPr="00171408">
        <w:rPr>
          <w:rFonts w:ascii="Times New Roman" w:hAnsi="Times New Roman" w:cs="Times New Roman"/>
          <w:bCs/>
          <w:shd w:val="clear" w:color="auto" w:fill="FFFFFF"/>
          <w:lang w:val="kl-GL"/>
        </w:rPr>
        <w:t xml:space="preserve">nangittumik ajoqusertut aamma </w:t>
      </w:r>
      <w:r w:rsidR="00D02F12" w:rsidRPr="00171408">
        <w:rPr>
          <w:rFonts w:ascii="Times New Roman" w:hAnsi="Times New Roman" w:cs="Times New Roman"/>
          <w:bCs/>
          <w:shd w:val="clear" w:color="auto" w:fill="FFFFFF"/>
          <w:lang w:val="kl-GL"/>
        </w:rPr>
        <w:t>qimagaas</w:t>
      </w:r>
      <w:r w:rsidRPr="00171408">
        <w:rPr>
          <w:rFonts w:ascii="Times New Roman" w:hAnsi="Times New Roman" w:cs="Times New Roman"/>
          <w:bCs/>
          <w:shd w:val="clear" w:color="auto" w:fill="FFFFFF"/>
          <w:lang w:val="kl-GL"/>
        </w:rPr>
        <w:t xml:space="preserve">ut allakkatigut ilisimatittassavaat, suliami paasissutissanik sorlernik </w:t>
      </w:r>
      <w:r w:rsidR="000E1080" w:rsidRPr="00171408">
        <w:rPr>
          <w:rFonts w:ascii="Times New Roman" w:hAnsi="Times New Roman" w:cs="Times New Roman"/>
          <w:bCs/>
          <w:shd w:val="clear" w:color="auto" w:fill="FFFFFF"/>
          <w:lang w:val="kl-GL"/>
        </w:rPr>
        <w:t xml:space="preserve">pissarsiniarnissaq </w:t>
      </w:r>
      <w:r w:rsidRPr="00171408">
        <w:rPr>
          <w:rFonts w:ascii="Times New Roman" w:hAnsi="Times New Roman" w:cs="Times New Roman"/>
          <w:bCs/>
          <w:shd w:val="clear" w:color="auto" w:fill="FFFFFF"/>
          <w:lang w:val="kl-GL"/>
        </w:rPr>
        <w:t xml:space="preserve">pisariaqalersinnaanersoq. </w:t>
      </w:r>
      <w:r w:rsidR="0043067D" w:rsidRPr="00171408">
        <w:rPr>
          <w:rFonts w:ascii="Times New Roman" w:hAnsi="Times New Roman" w:cs="Times New Roman"/>
          <w:bCs/>
          <w:shd w:val="clear" w:color="auto" w:fill="FFFFFF"/>
          <w:lang w:val="kl-GL"/>
        </w:rPr>
        <w:t xml:space="preserve">Naggataatigut </w:t>
      </w:r>
      <w:r w:rsidRPr="00171408">
        <w:rPr>
          <w:rFonts w:ascii="Times New Roman" w:hAnsi="Times New Roman" w:cs="Times New Roman"/>
          <w:bCs/>
          <w:shd w:val="clear" w:color="auto" w:fill="FFFFFF"/>
          <w:lang w:val="kl-GL"/>
        </w:rPr>
        <w:t xml:space="preserve">Arbejdsmarkedets Erhvervssikringip aamma Ankestyrelsip nangittumik piffissarititaasumik aalajangersaasassapput, ajoqusertut imaluunniit </w:t>
      </w:r>
      <w:r w:rsidR="00D02F12" w:rsidRPr="00171408">
        <w:rPr>
          <w:rFonts w:ascii="Times New Roman" w:hAnsi="Times New Roman" w:cs="Times New Roman"/>
          <w:bCs/>
          <w:shd w:val="clear" w:color="auto" w:fill="FFFFFF"/>
          <w:lang w:val="kl-GL"/>
        </w:rPr>
        <w:t>qimagaas</w:t>
      </w:r>
      <w:r w:rsidRPr="00171408">
        <w:rPr>
          <w:rFonts w:ascii="Times New Roman" w:hAnsi="Times New Roman" w:cs="Times New Roman"/>
          <w:bCs/>
          <w:shd w:val="clear" w:color="auto" w:fill="FFFFFF"/>
          <w:lang w:val="kl-GL"/>
        </w:rPr>
        <w:t xml:space="preserve">ut kingusinnerpaamik qaqugu paasissutissanik </w:t>
      </w:r>
      <w:r w:rsidR="00635AA0" w:rsidRPr="00171408">
        <w:rPr>
          <w:rFonts w:ascii="Times New Roman" w:hAnsi="Times New Roman" w:cs="Times New Roman"/>
          <w:bCs/>
          <w:shd w:val="clear" w:color="auto" w:fill="FFFFFF"/>
          <w:lang w:val="kl-GL"/>
        </w:rPr>
        <w:t>pissarsiniarnermut</w:t>
      </w:r>
      <w:r w:rsidRPr="00171408">
        <w:rPr>
          <w:rFonts w:ascii="Times New Roman" w:hAnsi="Times New Roman" w:cs="Times New Roman"/>
          <w:bCs/>
          <w:shd w:val="clear" w:color="auto" w:fill="FFFFFF"/>
          <w:lang w:val="kl-GL"/>
        </w:rPr>
        <w:t xml:space="preserve"> akerliliisinnaassanerat pillugu.</w:t>
      </w:r>
    </w:p>
    <w:p w14:paraId="54552A86" w14:textId="2FB4254F" w:rsidR="00515200" w:rsidRPr="00171408" w:rsidRDefault="00CE02F1">
      <w:pPr>
        <w:rPr>
          <w:rFonts w:ascii="Times New Roman" w:hAnsi="Times New Roman"/>
          <w:lang w:val="kl-GL"/>
        </w:rPr>
      </w:pPr>
      <w:r w:rsidRPr="00171408">
        <w:rPr>
          <w:rFonts w:ascii="Times New Roman" w:hAnsi="Times New Roman" w:cs="Times New Roman"/>
          <w:lang w:val="kl-GL"/>
        </w:rPr>
        <w:t xml:space="preserve">Siunnersuutip sunnissanngilaa ajoqusertut imaluunniit </w:t>
      </w:r>
      <w:r w:rsidR="00D02F12" w:rsidRPr="00171408">
        <w:rPr>
          <w:rFonts w:ascii="Times New Roman" w:hAnsi="Times New Roman" w:cs="Times New Roman"/>
          <w:lang w:val="kl-GL"/>
        </w:rPr>
        <w:t>qimagaas</w:t>
      </w:r>
      <w:r w:rsidRPr="00171408">
        <w:rPr>
          <w:rFonts w:ascii="Times New Roman" w:hAnsi="Times New Roman" w:cs="Times New Roman"/>
          <w:lang w:val="kl-GL"/>
        </w:rPr>
        <w:t xml:space="preserve">ut </w:t>
      </w:r>
      <w:r w:rsidRPr="00171408">
        <w:rPr>
          <w:rFonts w:ascii="Times New Roman" w:hAnsi="Times New Roman" w:cs="Times New Roman"/>
          <w:bCs/>
          <w:shd w:val="clear" w:color="auto" w:fill="FFFFFF"/>
          <w:lang w:val="kl-GL"/>
        </w:rPr>
        <w:t xml:space="preserve">Arbejdsmarkedets Erhvervssikringip imaluunniit Ankestyrelsip paasissutissanik piniarnerat pillugu akerliisinnaanerat, tamatuma kingorna Arbejdsmarkedets Erhvervssikringi imaluunniit Ankestyrelsi tamatuminnga unitsitsissallutik. Siunnersuutip tamatuma illuatungerisaanik iluaqutaassaaq, paasissutissanik aalajnagersimasuni piniarneq pillugu akerliliinissaq pillugu aalajangerneq, paasissutissanik tunngaveqarluni aalajangiinerussasoq, tassani ajoqusertut imaluunniit </w:t>
      </w:r>
      <w:r w:rsidR="00D02F12" w:rsidRPr="00171408">
        <w:rPr>
          <w:rFonts w:ascii="Times New Roman" w:hAnsi="Times New Roman" w:cs="Times New Roman"/>
          <w:bCs/>
          <w:shd w:val="clear" w:color="auto" w:fill="FFFFFF"/>
          <w:lang w:val="kl-GL"/>
        </w:rPr>
        <w:t>qimagaas</w:t>
      </w:r>
      <w:r w:rsidRPr="00171408">
        <w:rPr>
          <w:rFonts w:ascii="Times New Roman" w:hAnsi="Times New Roman" w:cs="Times New Roman"/>
          <w:bCs/>
          <w:shd w:val="clear" w:color="auto" w:fill="FFFFFF"/>
          <w:lang w:val="kl-GL"/>
        </w:rPr>
        <w:t xml:space="preserve">ut ilisimassallugu, akerliliinerit eqqartuussivinni suliassanngortitsinermi ajoqutaasinnaaneri </w:t>
      </w:r>
      <w:r w:rsidR="00C3269E" w:rsidRPr="00171408">
        <w:rPr>
          <w:rFonts w:ascii="Times New Roman" w:hAnsi="Times New Roman" w:cs="Times New Roman"/>
          <w:bCs/>
          <w:shd w:val="clear" w:color="auto" w:fill="FFFFFF"/>
          <w:lang w:val="kl-GL"/>
        </w:rPr>
        <w:t>aamma</w:t>
      </w:r>
      <w:r w:rsidRPr="00171408">
        <w:rPr>
          <w:rFonts w:ascii="Times New Roman" w:hAnsi="Times New Roman" w:cs="Times New Roman"/>
          <w:bCs/>
          <w:shd w:val="clear" w:color="auto" w:fill="FFFFFF"/>
          <w:lang w:val="kl-GL"/>
        </w:rPr>
        <w:t xml:space="preserve"> taamaalillutik aalajangiinissamut sunniuteqarsinnaallutik.</w:t>
      </w:r>
    </w:p>
    <w:p w14:paraId="624D2846" w14:textId="4089B19A" w:rsidR="00515200" w:rsidRPr="00171408" w:rsidRDefault="00CE02F1">
      <w:pPr>
        <w:shd w:val="clear" w:color="auto" w:fill="FFFFFF"/>
        <w:spacing w:after="0"/>
        <w:rPr>
          <w:rFonts w:ascii="Times New Roman" w:hAnsi="Times New Roman"/>
          <w:lang w:val="kl-GL"/>
        </w:rPr>
      </w:pPr>
      <w:r w:rsidRPr="00171408">
        <w:rPr>
          <w:rFonts w:ascii="Times New Roman" w:eastAsia="Times New Roman" w:hAnsi="Times New Roman" w:cs="Times New Roman"/>
          <w:lang w:val="kl-GL" w:eastAsia="da-DK"/>
        </w:rPr>
        <w:t xml:space="preserve">Aalajangersagaq siunnersuutigineqartoq </w:t>
      </w:r>
      <w:r w:rsidR="00984F94" w:rsidRPr="00171408">
        <w:rPr>
          <w:rFonts w:ascii="Times New Roman" w:eastAsia="Times New Roman" w:hAnsi="Times New Roman" w:cs="Times New Roman"/>
          <w:lang w:val="kl-GL" w:eastAsia="da-DK"/>
        </w:rPr>
        <w:t xml:space="preserve">sulinermi </w:t>
      </w:r>
      <w:r w:rsidR="006A4971" w:rsidRPr="00171408">
        <w:rPr>
          <w:rFonts w:ascii="Times New Roman" w:eastAsia="Times New Roman" w:hAnsi="Times New Roman" w:cs="Times New Roman"/>
          <w:lang w:val="kl-GL" w:eastAsia="da-DK"/>
        </w:rPr>
        <w:t>ajoqusernermut isumannaarineq</w:t>
      </w:r>
      <w:r w:rsidRPr="00171408">
        <w:rPr>
          <w:rFonts w:ascii="Times New Roman" w:eastAsia="Times New Roman" w:hAnsi="Times New Roman" w:cs="Times New Roman"/>
          <w:lang w:val="kl-GL" w:eastAsia="da-DK"/>
        </w:rPr>
        <w:t xml:space="preserve"> pillugu inatsimmi § </w:t>
      </w:r>
      <w:r w:rsidR="00BE4531" w:rsidRPr="00171408">
        <w:rPr>
          <w:rFonts w:ascii="Times New Roman" w:eastAsia="Times New Roman" w:hAnsi="Times New Roman" w:cs="Times New Roman"/>
          <w:lang w:val="kl-GL" w:eastAsia="da-DK"/>
        </w:rPr>
        <w:t xml:space="preserve">37 </w:t>
      </w:r>
      <w:r w:rsidRPr="00171408">
        <w:rPr>
          <w:rFonts w:ascii="Times New Roman" w:eastAsia="Times New Roman" w:hAnsi="Times New Roman" w:cs="Times New Roman"/>
          <w:lang w:val="kl-GL" w:eastAsia="da-DK"/>
        </w:rPr>
        <w:t>a-mut assinguvoq.</w:t>
      </w:r>
    </w:p>
    <w:p w14:paraId="450EFE37" w14:textId="77777777" w:rsidR="00515200" w:rsidRPr="00171408" w:rsidRDefault="00515200">
      <w:pPr>
        <w:shd w:val="clear" w:color="auto" w:fill="FFFFFF"/>
        <w:spacing w:after="0"/>
        <w:rPr>
          <w:rFonts w:ascii="Times New Roman" w:eastAsia="Times New Roman" w:hAnsi="Times New Roman" w:cs="Times New Roman"/>
          <w:lang w:val="kl-GL" w:eastAsia="da-DK"/>
        </w:rPr>
      </w:pPr>
    </w:p>
    <w:p w14:paraId="6B3B5653" w14:textId="77777777" w:rsidR="00515200" w:rsidRPr="00171408" w:rsidRDefault="00CE02F1">
      <w:pPr>
        <w:shd w:val="clear" w:color="auto" w:fill="FFFFFF"/>
        <w:spacing w:after="0"/>
        <w:rPr>
          <w:rFonts w:ascii="Times New Roman" w:hAnsi="Times New Roman"/>
          <w:lang w:val="kl-GL"/>
        </w:rPr>
      </w:pPr>
      <w:r w:rsidRPr="00171408">
        <w:rPr>
          <w:rFonts w:ascii="Times New Roman" w:eastAsia="Times New Roman" w:hAnsi="Times New Roman" w:cs="Times New Roman"/>
          <w:lang w:val="kl-GL" w:eastAsia="da-DK"/>
        </w:rPr>
        <w:t>Oqaaseqaatinut nalinginnaasunut innersuussisoqarpoq, imm. 2.12.</w:t>
      </w:r>
    </w:p>
    <w:p w14:paraId="5E6B9FE4" w14:textId="77777777" w:rsidR="00515200" w:rsidRPr="00171408" w:rsidRDefault="00515200">
      <w:pPr>
        <w:shd w:val="clear" w:color="auto" w:fill="FFFFFF"/>
        <w:spacing w:after="0"/>
        <w:rPr>
          <w:rFonts w:ascii="Times New Roman" w:eastAsia="Times New Roman" w:hAnsi="Times New Roman" w:cs="Times New Roman"/>
          <w:lang w:val="kl-GL" w:eastAsia="da-DK"/>
        </w:rPr>
      </w:pPr>
    </w:p>
    <w:p w14:paraId="61E1E3D7" w14:textId="0385AEEA" w:rsidR="00515200" w:rsidRPr="00171408" w:rsidRDefault="00CE02F1">
      <w:pPr>
        <w:rPr>
          <w:rFonts w:ascii="Times New Roman" w:hAnsi="Times New Roman"/>
          <w:lang w:val="kl-GL"/>
        </w:rPr>
      </w:pPr>
      <w:r w:rsidRPr="00171408">
        <w:rPr>
          <w:rFonts w:ascii="Times New Roman" w:hAnsi="Times New Roman" w:cs="Times New Roman"/>
          <w:lang w:val="kl-GL"/>
        </w:rPr>
        <w:t>Nr. 1</w:t>
      </w:r>
      <w:r w:rsidR="00EB1E1E" w:rsidRPr="00171408">
        <w:rPr>
          <w:rFonts w:ascii="Times New Roman" w:hAnsi="Times New Roman" w:cs="Times New Roman"/>
          <w:lang w:val="kl-GL"/>
        </w:rPr>
        <w:t>8</w:t>
      </w:r>
      <w:r w:rsidRPr="00171408">
        <w:rPr>
          <w:rFonts w:ascii="Times New Roman" w:hAnsi="Times New Roman" w:cs="Times New Roman"/>
          <w:lang w:val="kl-GL"/>
        </w:rPr>
        <w:t>-imut</w:t>
      </w:r>
    </w:p>
    <w:p w14:paraId="31EE8C2B" w14:textId="4E11CB54" w:rsidR="00515200" w:rsidRPr="00171408" w:rsidRDefault="00CE02F1">
      <w:pPr>
        <w:pStyle w:val="AT-Body"/>
        <w:spacing w:line="276" w:lineRule="auto"/>
        <w:rPr>
          <w:lang w:val="kl-GL"/>
        </w:rPr>
      </w:pPr>
      <w:r w:rsidRPr="00171408">
        <w:rPr>
          <w:lang w:val="kl-GL"/>
        </w:rPr>
        <w:t xml:space="preserve">§ 43, imm. 2, oqaaseqatigiit </w:t>
      </w:r>
      <w:r w:rsidR="009F2ACE" w:rsidRPr="00171408">
        <w:rPr>
          <w:lang w:val="kl-GL"/>
        </w:rPr>
        <w:t xml:space="preserve">siullianni </w:t>
      </w:r>
      <w:r w:rsidR="005D0CDE" w:rsidRPr="00171408">
        <w:rPr>
          <w:lang w:val="kl-GL"/>
        </w:rPr>
        <w:t>aappaanni</w:t>
      </w:r>
      <w:r w:rsidR="00E20832" w:rsidRPr="00171408">
        <w:rPr>
          <w:lang w:val="kl-GL"/>
        </w:rPr>
        <w:t>lu</w:t>
      </w:r>
      <w:r w:rsidR="005D0CDE" w:rsidRPr="00171408">
        <w:rPr>
          <w:lang w:val="kl-GL"/>
        </w:rPr>
        <w:t xml:space="preserve"> </w:t>
      </w:r>
      <w:r w:rsidRPr="00171408">
        <w:rPr>
          <w:lang w:val="kl-GL"/>
        </w:rPr>
        <w:t xml:space="preserve">aalajangersakkani atuuttuni allaqqavoq, </w:t>
      </w:r>
      <w:r w:rsidR="00E20832" w:rsidRPr="00171408">
        <w:rPr>
          <w:lang w:val="kl-GL"/>
        </w:rPr>
        <w:t xml:space="preserve">imm. 1 malillugu </w:t>
      </w:r>
      <w:r w:rsidRPr="00171408">
        <w:rPr>
          <w:lang w:val="kl-GL"/>
        </w:rPr>
        <w:t xml:space="preserve">ajoqusertut nakorsamit suliaritinnermut atatillugu angalanermut aningaasartuutinut akiliunneqarnissamut pisinnaatitaaffeqartut, nakorsamit suliaritinneq </w:t>
      </w:r>
      <w:r w:rsidR="00545D4A" w:rsidRPr="00171408">
        <w:rPr>
          <w:lang w:val="kl-GL"/>
        </w:rPr>
        <w:t>il.il.</w:t>
      </w:r>
      <w:r w:rsidRPr="00171408">
        <w:rPr>
          <w:lang w:val="kl-GL"/>
        </w:rPr>
        <w:t xml:space="preserve"> </w:t>
      </w:r>
      <w:r w:rsidRPr="00171408">
        <w:rPr>
          <w:bCs/>
          <w:shd w:val="clear" w:color="auto" w:fill="FFFFFF"/>
          <w:lang w:val="kl-GL"/>
        </w:rPr>
        <w:t xml:space="preserve">Arbejdsmarkedets Erhvervssikringip imaluunniit Ankestyrelsip noqqaassuteqarneratigut pippat. </w:t>
      </w:r>
      <w:r w:rsidR="00615B91" w:rsidRPr="00171408">
        <w:rPr>
          <w:bCs/>
          <w:shd w:val="clear" w:color="auto" w:fill="FFFFFF"/>
          <w:lang w:val="kl-GL"/>
        </w:rPr>
        <w:t xml:space="preserve">Imm. 1 malillugu ajoqusertut </w:t>
      </w:r>
      <w:r w:rsidRPr="00171408">
        <w:rPr>
          <w:bCs/>
          <w:shd w:val="clear" w:color="auto" w:fill="FFFFFF"/>
          <w:lang w:val="kl-GL"/>
        </w:rPr>
        <w:t xml:space="preserve">suliaritinnermut </w:t>
      </w:r>
      <w:r w:rsidR="00545D4A" w:rsidRPr="00171408">
        <w:rPr>
          <w:bCs/>
          <w:shd w:val="clear" w:color="auto" w:fill="FFFFFF"/>
          <w:lang w:val="kl-GL"/>
        </w:rPr>
        <w:t>il.il.</w:t>
      </w:r>
      <w:r w:rsidRPr="00171408">
        <w:rPr>
          <w:bCs/>
          <w:shd w:val="clear" w:color="auto" w:fill="FFFFFF"/>
          <w:lang w:val="kl-GL"/>
        </w:rPr>
        <w:t xml:space="preserve"> atatillugu </w:t>
      </w:r>
      <w:r w:rsidR="00E13BD5" w:rsidRPr="00171408">
        <w:rPr>
          <w:lang w:val="kl-GL"/>
        </w:rPr>
        <w:t>sulinngitsoorneq minnerpaamik nalunaaquttap akunneranik marlunnik sivisussuseqarpat,</w:t>
      </w:r>
      <w:r w:rsidR="00E13BD5" w:rsidRPr="00171408">
        <w:rPr>
          <w:bCs/>
          <w:shd w:val="clear" w:color="auto" w:fill="FFFFFF"/>
          <w:lang w:val="kl-GL"/>
        </w:rPr>
        <w:t xml:space="preserve"> </w:t>
      </w:r>
      <w:r w:rsidRPr="00171408">
        <w:rPr>
          <w:bCs/>
          <w:shd w:val="clear" w:color="auto" w:fill="FFFFFF"/>
          <w:lang w:val="kl-GL"/>
        </w:rPr>
        <w:t>sulisinnaajunnaarnermut uppernarsarneqartumut tunngatillugu taarsiiffigiti</w:t>
      </w:r>
      <w:r w:rsidR="00054D6D" w:rsidRPr="00171408">
        <w:rPr>
          <w:bCs/>
          <w:shd w:val="clear" w:color="auto" w:fill="FFFFFF"/>
          <w:lang w:val="kl-GL"/>
        </w:rPr>
        <w:t>nnissamut ilanngullugu pisinnaatitaapput</w:t>
      </w:r>
      <w:r w:rsidRPr="00171408">
        <w:rPr>
          <w:lang w:val="kl-GL"/>
        </w:rPr>
        <w:t>.</w:t>
      </w:r>
    </w:p>
    <w:p w14:paraId="27841807" w14:textId="3A934C06" w:rsidR="00515200" w:rsidRPr="00171408" w:rsidRDefault="00CE02F1">
      <w:pPr>
        <w:pStyle w:val="AT-Body"/>
        <w:spacing w:line="276" w:lineRule="auto"/>
        <w:rPr>
          <w:lang w:val="kl-GL"/>
        </w:rPr>
      </w:pPr>
      <w:r w:rsidRPr="00171408">
        <w:rPr>
          <w:lang w:val="kl-GL"/>
        </w:rPr>
        <w:lastRenderedPageBreak/>
        <w:t>§ 43, imm. 2-mi aalajangersagaq § 43, imm. 1-imi aalajangersakkamut atuuttumut ataqatigii</w:t>
      </w:r>
      <w:r w:rsidR="00D556BF" w:rsidRPr="00171408">
        <w:rPr>
          <w:lang w:val="kl-GL"/>
        </w:rPr>
        <w:t>tt</w:t>
      </w:r>
      <w:r w:rsidRPr="00171408">
        <w:rPr>
          <w:lang w:val="kl-GL"/>
        </w:rPr>
        <w:t xml:space="preserve">utut isigineqassaaq, </w:t>
      </w:r>
      <w:r w:rsidR="005E0E6B" w:rsidRPr="00171408">
        <w:rPr>
          <w:lang w:val="kl-GL"/>
        </w:rPr>
        <w:t>sulinermi</w:t>
      </w:r>
      <w:r w:rsidRPr="00171408">
        <w:rPr>
          <w:lang w:val="kl-GL"/>
        </w:rPr>
        <w:t xml:space="preserve"> ajoqusernerup pineraniit sapinngisamik piaartumik nakorsamit misissortinnermut </w:t>
      </w:r>
      <w:r w:rsidR="00E52055" w:rsidRPr="00171408">
        <w:rPr>
          <w:lang w:val="kl-GL"/>
        </w:rPr>
        <w:t xml:space="preserve">ajoqusertup </w:t>
      </w:r>
      <w:r w:rsidRPr="00171408">
        <w:rPr>
          <w:lang w:val="kl-GL"/>
        </w:rPr>
        <w:t xml:space="preserve">peqataanissaanik </w:t>
      </w:r>
      <w:r w:rsidR="00D556BF" w:rsidRPr="00171408">
        <w:rPr>
          <w:lang w:val="kl-GL"/>
        </w:rPr>
        <w:t>peqqussut</w:t>
      </w:r>
      <w:r w:rsidR="00E52055" w:rsidRPr="00171408">
        <w:rPr>
          <w:lang w:val="kl-GL"/>
        </w:rPr>
        <w:t>eqartoq</w:t>
      </w:r>
      <w:r w:rsidR="00D556BF" w:rsidRPr="00171408" w:rsidDel="00C3269E">
        <w:rPr>
          <w:lang w:val="kl-GL"/>
        </w:rPr>
        <w:t xml:space="preserve"> </w:t>
      </w:r>
      <w:r w:rsidR="00C3269E" w:rsidRPr="00171408">
        <w:rPr>
          <w:lang w:val="kl-GL"/>
        </w:rPr>
        <w:t>aamma</w:t>
      </w:r>
      <w:r w:rsidRPr="00171408">
        <w:rPr>
          <w:lang w:val="kl-GL"/>
        </w:rPr>
        <w:t xml:space="preserve"> tamatuma kingorna nakorsamit suliaritinnissaanik imaluunniit sungiusaqqinnissaanik, nakorsap imaluunniit Arbejdsmarkedets Erhvervssikringip pisariaqartutut naliligaanik.</w:t>
      </w:r>
    </w:p>
    <w:p w14:paraId="119A862F" w14:textId="4A84ED50" w:rsidR="00515200" w:rsidRPr="00171408" w:rsidRDefault="00CE02F1">
      <w:pPr>
        <w:pStyle w:val="AT-Body"/>
        <w:spacing w:line="276" w:lineRule="auto"/>
        <w:rPr>
          <w:lang w:val="kl-GL"/>
        </w:rPr>
      </w:pPr>
      <w:r w:rsidRPr="00171408">
        <w:rPr>
          <w:lang w:val="kl-GL"/>
        </w:rPr>
        <w:t xml:space="preserve">Pisuni arlalinni nakorsamit misissortinnermut taamaattumut </w:t>
      </w:r>
      <w:r w:rsidR="00756F14" w:rsidRPr="00171408">
        <w:rPr>
          <w:lang w:val="kl-GL"/>
        </w:rPr>
        <w:t xml:space="preserve">ajoqusertoq namminersuutigisaminik </w:t>
      </w:r>
      <w:r w:rsidRPr="00171408">
        <w:rPr>
          <w:lang w:val="kl-GL"/>
        </w:rPr>
        <w:t xml:space="preserve">peqataasinnaassanngilaq. Tamanna </w:t>
      </w:r>
      <w:r w:rsidR="005E0E6B" w:rsidRPr="00171408">
        <w:rPr>
          <w:lang w:val="kl-GL"/>
        </w:rPr>
        <w:t>sulinermi</w:t>
      </w:r>
      <w:r w:rsidRPr="00171408">
        <w:rPr>
          <w:lang w:val="kl-GL"/>
        </w:rPr>
        <w:t xml:space="preserve"> ajoquserner</w:t>
      </w:r>
      <w:r w:rsidR="00EA0652" w:rsidRPr="00171408">
        <w:rPr>
          <w:lang w:val="kl-GL"/>
        </w:rPr>
        <w:t>mik</w:t>
      </w:r>
      <w:r w:rsidRPr="00171408">
        <w:rPr>
          <w:lang w:val="kl-GL"/>
        </w:rPr>
        <w:t xml:space="preserve"> imaluunniit pissutsi</w:t>
      </w:r>
      <w:r w:rsidR="00EA0652" w:rsidRPr="00171408">
        <w:rPr>
          <w:lang w:val="kl-GL"/>
        </w:rPr>
        <w:t>nik</w:t>
      </w:r>
      <w:r w:rsidRPr="00171408">
        <w:rPr>
          <w:lang w:val="kl-GL"/>
        </w:rPr>
        <w:t xml:space="preserve"> alla</w:t>
      </w:r>
      <w:r w:rsidR="00EA0652" w:rsidRPr="00171408">
        <w:rPr>
          <w:lang w:val="kl-GL"/>
        </w:rPr>
        <w:t>nik pissuteqarsinnaavoq</w:t>
      </w:r>
      <w:r w:rsidRPr="00171408">
        <w:rPr>
          <w:lang w:val="kl-GL"/>
        </w:rPr>
        <w:t>. Taamaattumik ajoqusertup</w:t>
      </w:r>
      <w:r w:rsidR="0029415A" w:rsidRPr="00171408">
        <w:rPr>
          <w:lang w:val="kl-GL"/>
        </w:rPr>
        <w:t>, misissortinnerup naammassineqarsinnaanissaanut</w:t>
      </w:r>
      <w:r w:rsidRPr="00171408">
        <w:rPr>
          <w:lang w:val="kl-GL"/>
        </w:rPr>
        <w:t xml:space="preserve"> pisariaqartissinnaavaa misissortinnissamut </w:t>
      </w:r>
      <w:r w:rsidR="0029415A" w:rsidRPr="00171408">
        <w:rPr>
          <w:lang w:val="kl-GL"/>
        </w:rPr>
        <w:t>ingiaqateqarnissani</w:t>
      </w:r>
      <w:r w:rsidRPr="00171408">
        <w:rPr>
          <w:lang w:val="kl-GL"/>
        </w:rPr>
        <w:t>, assersuutigalugu misissortinnissamut angalanermut atatillugu imaluunniit oqalutseqarnissamut.</w:t>
      </w:r>
    </w:p>
    <w:p w14:paraId="701A710B" w14:textId="67A5FE6A" w:rsidR="00515200" w:rsidRPr="00171408" w:rsidRDefault="00507A74">
      <w:pPr>
        <w:pStyle w:val="AT-Body"/>
        <w:spacing w:line="276" w:lineRule="auto"/>
        <w:rPr>
          <w:lang w:val="kl-GL"/>
        </w:rPr>
      </w:pPr>
      <w:r w:rsidRPr="00171408">
        <w:rPr>
          <w:lang w:val="kl-GL"/>
        </w:rPr>
        <w:t xml:space="preserve">Ingiaqatigisap </w:t>
      </w:r>
      <w:r w:rsidR="00CE02F1" w:rsidRPr="00171408">
        <w:rPr>
          <w:lang w:val="kl-GL"/>
        </w:rPr>
        <w:t xml:space="preserve">taamaalilluni </w:t>
      </w:r>
      <w:r w:rsidR="00425D73" w:rsidRPr="00171408">
        <w:rPr>
          <w:lang w:val="kl-GL"/>
        </w:rPr>
        <w:t>qulakkeersinnaava</w:t>
      </w:r>
      <w:r w:rsidR="00CE02F1" w:rsidRPr="00171408">
        <w:rPr>
          <w:lang w:val="kl-GL"/>
        </w:rPr>
        <w:t xml:space="preserve">, misissortinnerup naammassineqarnissaa sapinngisamik piaartumik aamma pisariaqanngitsumik kinguarsaanertaqanngitsumik, </w:t>
      </w:r>
      <w:r w:rsidR="00C3269E" w:rsidRPr="00171408">
        <w:rPr>
          <w:lang w:val="kl-GL"/>
        </w:rPr>
        <w:t>aamma</w:t>
      </w:r>
      <w:r w:rsidR="00CE02F1" w:rsidRPr="00171408">
        <w:rPr>
          <w:lang w:val="kl-GL"/>
        </w:rPr>
        <w:t xml:space="preserve"> nakorsap imaluunniit napparsim</w:t>
      </w:r>
      <w:r w:rsidR="00B02BFE" w:rsidRPr="00171408">
        <w:rPr>
          <w:lang w:val="kl-GL"/>
        </w:rPr>
        <w:t>m</w:t>
      </w:r>
      <w:r w:rsidR="00CE02F1" w:rsidRPr="00171408">
        <w:rPr>
          <w:lang w:val="kl-GL"/>
        </w:rPr>
        <w:t>aviup misissortinnermi immikkut ikiuuteqarnissaq imaluunniit oqalutseqarnissaq eqqarsaatigisariaqarnagu.</w:t>
      </w:r>
    </w:p>
    <w:p w14:paraId="416FA723" w14:textId="7EBCD857" w:rsidR="00515200" w:rsidRPr="00171408" w:rsidRDefault="00CE02F1">
      <w:pPr>
        <w:pStyle w:val="AT-Body"/>
        <w:spacing w:line="276" w:lineRule="auto"/>
        <w:rPr>
          <w:lang w:val="kl-GL"/>
        </w:rPr>
      </w:pPr>
      <w:r w:rsidRPr="00171408">
        <w:rPr>
          <w:lang w:val="kl-GL"/>
        </w:rPr>
        <w:t xml:space="preserve">§ 43, imm. 2-p atuuttup kingunerivaa, ajoqusertut angalanermut aningaasartuutiminnut </w:t>
      </w:r>
      <w:r w:rsidR="00C3269E" w:rsidRPr="00171408">
        <w:rPr>
          <w:lang w:val="kl-GL"/>
        </w:rPr>
        <w:t>aamma</w:t>
      </w:r>
      <w:r w:rsidRPr="00171408">
        <w:rPr>
          <w:lang w:val="kl-GL"/>
        </w:rPr>
        <w:t xml:space="preserve"> sulinikkut </w:t>
      </w:r>
      <w:r w:rsidR="00AF533C" w:rsidRPr="00171408">
        <w:rPr>
          <w:lang w:val="kl-GL"/>
        </w:rPr>
        <w:t xml:space="preserve">akissarsiat </w:t>
      </w:r>
      <w:r w:rsidRPr="00171408">
        <w:rPr>
          <w:lang w:val="kl-GL"/>
        </w:rPr>
        <w:t xml:space="preserve">annaanerinut akiliunneqarnissaat, kisianni aalajangersagaq </w:t>
      </w:r>
      <w:r w:rsidR="000B0399" w:rsidRPr="00171408">
        <w:rPr>
          <w:lang w:val="kl-GL"/>
        </w:rPr>
        <w:t xml:space="preserve">ingiaqatigisamut </w:t>
      </w:r>
      <w:r w:rsidRPr="00171408">
        <w:rPr>
          <w:lang w:val="kl-GL"/>
        </w:rPr>
        <w:t xml:space="preserve">aningaasartuutit akilerneqarnissaannut tunngavimmik imaqanngilaq. Taammaattoq ukiorpassuarni suleriaasiuvoq angalanermut aningaasartuutinut aamma sulinikkut </w:t>
      </w:r>
      <w:r w:rsidR="00AF533C" w:rsidRPr="00171408">
        <w:rPr>
          <w:lang w:val="kl-GL"/>
        </w:rPr>
        <w:t xml:space="preserve">akissarsianik </w:t>
      </w:r>
      <w:r w:rsidRPr="00171408">
        <w:rPr>
          <w:lang w:val="kl-GL"/>
        </w:rPr>
        <w:t xml:space="preserve">annaasanut akiliussisoqartarluni, kiisalu akunnermusiassanut aamma ullormusiassanut, </w:t>
      </w:r>
      <w:r w:rsidR="00C3269E" w:rsidRPr="00171408">
        <w:rPr>
          <w:lang w:val="kl-GL"/>
        </w:rPr>
        <w:t>aamma</w:t>
      </w:r>
      <w:r w:rsidRPr="00171408">
        <w:rPr>
          <w:lang w:val="kl-GL"/>
        </w:rPr>
        <w:t xml:space="preserve"> </w:t>
      </w:r>
      <w:r w:rsidR="007D499F" w:rsidRPr="00171408">
        <w:rPr>
          <w:lang w:val="kl-GL"/>
        </w:rPr>
        <w:t xml:space="preserve">ingiaqatigisinnaasamut </w:t>
      </w:r>
      <w:r w:rsidRPr="00171408">
        <w:rPr>
          <w:lang w:val="kl-GL"/>
        </w:rPr>
        <w:t>atugassanik.</w:t>
      </w:r>
    </w:p>
    <w:p w14:paraId="736BB22B" w14:textId="78081FE6" w:rsidR="00515200" w:rsidRPr="00171408" w:rsidRDefault="00F54FFD">
      <w:pPr>
        <w:pStyle w:val="AT-Body"/>
        <w:spacing w:line="276" w:lineRule="auto"/>
        <w:rPr>
          <w:lang w:val="kl-GL"/>
        </w:rPr>
      </w:pPr>
      <w:r w:rsidRPr="00171408">
        <w:rPr>
          <w:lang w:val="kl-GL"/>
        </w:rPr>
        <w:t>Suliassaqartitsinermut ministereqarfiu</w:t>
      </w:r>
      <w:r w:rsidR="00CE02F1" w:rsidRPr="00171408">
        <w:rPr>
          <w:lang w:val="kl-GL"/>
        </w:rPr>
        <w:t xml:space="preserve">p aamma Namminersorlutik Oqartussat nalilerpaat, § 43, imm. 2, atituumik nassuiarneqassasoq, taamaalilluni "sulinikkut </w:t>
      </w:r>
      <w:r w:rsidR="00CF7554" w:rsidRPr="00171408">
        <w:rPr>
          <w:lang w:val="kl-GL"/>
        </w:rPr>
        <w:t xml:space="preserve">akissarsiat </w:t>
      </w:r>
      <w:r w:rsidR="00CE02F1" w:rsidRPr="00171408">
        <w:rPr>
          <w:lang w:val="kl-GL"/>
        </w:rPr>
        <w:t xml:space="preserve">annaasat aamma angalanermut aningaasartuutit", aalajangersimasumik siunertaqarluni nassuiaaneq aallaavigalugu, </w:t>
      </w:r>
      <w:r w:rsidR="00AC6191" w:rsidRPr="00171408">
        <w:rPr>
          <w:lang w:val="kl-GL"/>
        </w:rPr>
        <w:t xml:space="preserve">ajoqusertup misissortissinnaanissaanut, </w:t>
      </w:r>
      <w:r w:rsidR="00CE02F1" w:rsidRPr="00171408">
        <w:rPr>
          <w:lang w:val="kl-GL"/>
        </w:rPr>
        <w:t>aningaasartuutit</w:t>
      </w:r>
      <w:r w:rsidR="00AC6191" w:rsidRPr="00171408">
        <w:rPr>
          <w:lang w:val="kl-GL"/>
        </w:rPr>
        <w:t>,</w:t>
      </w:r>
      <w:r w:rsidR="00CE02F1" w:rsidRPr="00171408">
        <w:rPr>
          <w:lang w:val="kl-GL"/>
        </w:rPr>
        <w:t xml:space="preserve"> </w:t>
      </w:r>
      <w:r w:rsidR="00AC6191" w:rsidRPr="00171408">
        <w:rPr>
          <w:lang w:val="kl-GL"/>
        </w:rPr>
        <w:t xml:space="preserve">pisariaqartut, </w:t>
      </w:r>
      <w:r w:rsidR="00CE02F1" w:rsidRPr="00171408">
        <w:rPr>
          <w:lang w:val="kl-GL"/>
        </w:rPr>
        <w:t xml:space="preserve">tamakkerlugit ilaatinneqarlutik. Taamaalilluni sulinikkut </w:t>
      </w:r>
      <w:r w:rsidR="00485B9E" w:rsidRPr="00171408">
        <w:rPr>
          <w:lang w:val="kl-GL"/>
        </w:rPr>
        <w:t xml:space="preserve">akissarsianik </w:t>
      </w:r>
      <w:r w:rsidR="00CE02F1" w:rsidRPr="00171408">
        <w:rPr>
          <w:lang w:val="kl-GL"/>
        </w:rPr>
        <w:t xml:space="preserve">annaasanut </w:t>
      </w:r>
      <w:r w:rsidR="00C3269E" w:rsidRPr="00171408">
        <w:rPr>
          <w:lang w:val="kl-GL"/>
        </w:rPr>
        <w:t>aamma</w:t>
      </w:r>
      <w:r w:rsidR="00CE02F1" w:rsidRPr="00171408">
        <w:rPr>
          <w:lang w:val="kl-GL"/>
        </w:rPr>
        <w:t xml:space="preserve"> </w:t>
      </w:r>
      <w:r w:rsidR="00485B9E" w:rsidRPr="00171408">
        <w:rPr>
          <w:lang w:val="kl-GL"/>
        </w:rPr>
        <w:t xml:space="preserve">ingiaqatigisap </w:t>
      </w:r>
      <w:r w:rsidR="00CE02F1" w:rsidRPr="00171408">
        <w:rPr>
          <w:lang w:val="kl-GL"/>
        </w:rPr>
        <w:t xml:space="preserve">angalaneranut aningaasartuutinut atuuppoq, </w:t>
      </w:r>
      <w:r w:rsidR="00EF47FF" w:rsidRPr="00171408">
        <w:rPr>
          <w:lang w:val="kl-GL"/>
        </w:rPr>
        <w:t xml:space="preserve">ingiaqateqarneq </w:t>
      </w:r>
      <w:r w:rsidR="00CE02F1" w:rsidRPr="00171408">
        <w:rPr>
          <w:lang w:val="kl-GL"/>
        </w:rPr>
        <w:t>nakorsamit misissortinnissap naammassineqarnissaanut pisariaqarpat.</w:t>
      </w:r>
    </w:p>
    <w:p w14:paraId="059F0E44" w14:textId="21F0A209" w:rsidR="00515200" w:rsidRPr="00171408" w:rsidRDefault="00CE02F1">
      <w:pPr>
        <w:tabs>
          <w:tab w:val="left" w:pos="7699"/>
        </w:tabs>
        <w:spacing w:before="240" w:after="240"/>
        <w:rPr>
          <w:rFonts w:ascii="Times New Roman" w:hAnsi="Times New Roman"/>
          <w:lang w:val="kl-GL"/>
        </w:rPr>
      </w:pPr>
      <w:r w:rsidRPr="00171408">
        <w:rPr>
          <w:rFonts w:ascii="Times New Roman" w:hAnsi="Times New Roman" w:cs="Times New Roman"/>
          <w:lang w:val="kl-GL"/>
        </w:rPr>
        <w:t xml:space="preserve">Inatsisissatut siunnersuutip </w:t>
      </w:r>
      <w:r w:rsidRPr="00171408">
        <w:rPr>
          <w:rFonts w:ascii="Times New Roman" w:hAnsi="Times New Roman" w:cs="Times New Roman"/>
          <w:i/>
          <w:lang w:val="kl-GL"/>
        </w:rPr>
        <w:t>§ 1, nr. 1</w:t>
      </w:r>
      <w:r w:rsidR="00D1258D" w:rsidRPr="00171408">
        <w:rPr>
          <w:rFonts w:ascii="Times New Roman" w:hAnsi="Times New Roman" w:cs="Times New Roman"/>
          <w:i/>
          <w:lang w:val="kl-GL"/>
        </w:rPr>
        <w:t>8</w:t>
      </w:r>
      <w:r w:rsidRPr="00171408">
        <w:rPr>
          <w:rFonts w:ascii="Times New Roman" w:hAnsi="Times New Roman" w:cs="Times New Roman"/>
          <w:lang w:val="kl-GL"/>
        </w:rPr>
        <w:t xml:space="preserve">-ani siunnertuutigineqarpoq, </w:t>
      </w:r>
      <w:r w:rsidRPr="00171408">
        <w:rPr>
          <w:rFonts w:ascii="Times New Roman" w:hAnsi="Times New Roman" w:cs="Times New Roman"/>
          <w:i/>
          <w:lang w:val="kl-GL"/>
        </w:rPr>
        <w:t>§ 43, imm. 2</w:t>
      </w:r>
      <w:r w:rsidRPr="00171408">
        <w:rPr>
          <w:rFonts w:ascii="Times New Roman" w:hAnsi="Times New Roman" w:cs="Times New Roman"/>
          <w:lang w:val="kl-GL"/>
        </w:rPr>
        <w:t xml:space="preserve">, </w:t>
      </w:r>
      <w:r w:rsidRPr="00171408">
        <w:rPr>
          <w:rFonts w:ascii="Times New Roman" w:hAnsi="Times New Roman" w:cs="Times New Roman"/>
          <w:i/>
          <w:lang w:val="kl-GL"/>
        </w:rPr>
        <w:t>oqaaseqatigiit</w:t>
      </w:r>
      <w:r w:rsidR="00C0058C" w:rsidRPr="00171408">
        <w:rPr>
          <w:rFonts w:ascii="Times New Roman" w:hAnsi="Times New Roman" w:cs="Times New Roman"/>
          <w:i/>
          <w:lang w:val="kl-GL"/>
        </w:rPr>
        <w:t xml:space="preserve"> siullianni</w:t>
      </w:r>
      <w:r w:rsidRPr="00171408">
        <w:rPr>
          <w:rFonts w:ascii="Times New Roman" w:hAnsi="Times New Roman" w:cs="Times New Roman"/>
          <w:i/>
          <w:lang w:val="kl-GL"/>
        </w:rPr>
        <w:t xml:space="preserve"> </w:t>
      </w:r>
      <w:r w:rsidR="00C0058C" w:rsidRPr="00171408">
        <w:rPr>
          <w:rFonts w:ascii="Times New Roman" w:hAnsi="Times New Roman" w:cs="Times New Roman"/>
          <w:i/>
          <w:lang w:val="kl-GL"/>
        </w:rPr>
        <w:t>aappa</w:t>
      </w:r>
      <w:r w:rsidRPr="00171408">
        <w:rPr>
          <w:rFonts w:ascii="Times New Roman" w:hAnsi="Times New Roman" w:cs="Times New Roman"/>
          <w:i/>
          <w:lang w:val="kl-GL"/>
        </w:rPr>
        <w:t>anni</w:t>
      </w:r>
      <w:r w:rsidR="009E2D83" w:rsidRPr="00171408">
        <w:rPr>
          <w:rFonts w:ascii="Times New Roman" w:hAnsi="Times New Roman" w:cs="Times New Roman"/>
          <w:i/>
          <w:lang w:val="kl-GL"/>
        </w:rPr>
        <w:t>lu</w:t>
      </w:r>
      <w:r w:rsidRPr="00171408">
        <w:rPr>
          <w:rFonts w:ascii="Times New Roman" w:hAnsi="Times New Roman" w:cs="Times New Roman"/>
          <w:lang w:val="kl-GL"/>
        </w:rPr>
        <w:t xml:space="preserve">, »Ajoqusersimasoq« kingorna ikkunneqassasoq: »aamma </w:t>
      </w:r>
      <w:r w:rsidR="00430D38" w:rsidRPr="00171408">
        <w:rPr>
          <w:rFonts w:ascii="Times New Roman" w:hAnsi="Times New Roman" w:cs="Times New Roman"/>
          <w:lang w:val="kl-GL"/>
        </w:rPr>
        <w:t xml:space="preserve">ingiaqatigisaq </w:t>
      </w:r>
      <w:r w:rsidRPr="00171408">
        <w:rPr>
          <w:rFonts w:ascii="Times New Roman" w:hAnsi="Times New Roman" w:cs="Times New Roman"/>
          <w:lang w:val="kl-GL"/>
        </w:rPr>
        <w:t>pisariaqartoq«.</w:t>
      </w:r>
    </w:p>
    <w:p w14:paraId="41F2F6E2" w14:textId="1A8CEC2D" w:rsidR="00515200" w:rsidRPr="00171408" w:rsidRDefault="00CE02F1">
      <w:pPr>
        <w:pStyle w:val="AT-Body"/>
        <w:spacing w:line="276" w:lineRule="auto"/>
        <w:rPr>
          <w:lang w:val="kl-GL"/>
        </w:rPr>
      </w:pPr>
      <w:r w:rsidRPr="00171408">
        <w:rPr>
          <w:lang w:val="kl-GL"/>
        </w:rPr>
        <w:t>Tamatumuunakkut suleriaa</w:t>
      </w:r>
      <w:r w:rsidR="00C11721" w:rsidRPr="00171408">
        <w:rPr>
          <w:lang w:val="kl-GL"/>
        </w:rPr>
        <w:t>t</w:t>
      </w:r>
      <w:r w:rsidRPr="00171408">
        <w:rPr>
          <w:lang w:val="kl-GL"/>
        </w:rPr>
        <w:t xml:space="preserve">situt sivisuumik atuussimasumut tunngavimmik erseqqarissumik pilersitsoqassaaq, tamatuma kingorna aamma </w:t>
      </w:r>
      <w:r w:rsidR="00C11721" w:rsidRPr="00171408">
        <w:rPr>
          <w:lang w:val="kl-GL"/>
        </w:rPr>
        <w:t xml:space="preserve">ingiaqatigisap </w:t>
      </w:r>
      <w:r w:rsidRPr="00171408">
        <w:rPr>
          <w:lang w:val="kl-GL"/>
        </w:rPr>
        <w:t xml:space="preserve">pisariaqartup angalanermut aningaasartuutai </w:t>
      </w:r>
      <w:r w:rsidR="00C3269E" w:rsidRPr="00171408">
        <w:rPr>
          <w:lang w:val="kl-GL"/>
        </w:rPr>
        <w:t>aamma</w:t>
      </w:r>
      <w:r w:rsidRPr="00171408">
        <w:rPr>
          <w:lang w:val="kl-GL"/>
        </w:rPr>
        <w:t xml:space="preserve"> sulinikkut </w:t>
      </w:r>
      <w:r w:rsidR="00C11721" w:rsidRPr="00171408">
        <w:rPr>
          <w:lang w:val="kl-GL"/>
        </w:rPr>
        <w:t xml:space="preserve">akissarsianik </w:t>
      </w:r>
      <w:r w:rsidRPr="00171408">
        <w:rPr>
          <w:lang w:val="kl-GL"/>
        </w:rPr>
        <w:t>annaasai akilerneqarsinnaalissallutik ajoqusertumut malittarisassat taamaaqatai malillugit.</w:t>
      </w:r>
    </w:p>
    <w:p w14:paraId="20F60E13" w14:textId="29CD0324" w:rsidR="00515200" w:rsidRPr="00171408" w:rsidRDefault="00CE02F1">
      <w:pPr>
        <w:pStyle w:val="AT-Body"/>
        <w:spacing w:line="276" w:lineRule="auto"/>
        <w:rPr>
          <w:lang w:val="kl-GL"/>
        </w:rPr>
      </w:pPr>
      <w:r w:rsidRPr="00171408">
        <w:rPr>
          <w:lang w:val="kl-GL"/>
        </w:rPr>
        <w:t xml:space="preserve">Suliani ataasiakkaani </w:t>
      </w:r>
      <w:r w:rsidR="005261EF" w:rsidRPr="00171408">
        <w:rPr>
          <w:lang w:val="kl-GL"/>
        </w:rPr>
        <w:t xml:space="preserve">ingiaqateqarnissamik </w:t>
      </w:r>
      <w:r w:rsidRPr="00171408">
        <w:rPr>
          <w:lang w:val="kl-GL"/>
        </w:rPr>
        <w:t xml:space="preserve">pisariaqartitsineq pingaartinneqarpoq. Tamanna pillugu nalilersuinermi immikkuualuttut arlallit ilaatinneqassapput, tassunga </w:t>
      </w:r>
      <w:r w:rsidR="005261EF" w:rsidRPr="00171408">
        <w:rPr>
          <w:lang w:val="kl-GL"/>
        </w:rPr>
        <w:t xml:space="preserve">ilanngullugu </w:t>
      </w:r>
      <w:r w:rsidRPr="00171408">
        <w:rPr>
          <w:lang w:val="kl-GL"/>
        </w:rPr>
        <w:t xml:space="preserve">ajoqusernerup qanoq issusaa aamma annertussusaa, ajoqusertup misissortinnissamut peqataanissamut periarfissai, tassunga </w:t>
      </w:r>
      <w:r w:rsidR="00D57BC8" w:rsidRPr="00171408">
        <w:rPr>
          <w:lang w:val="kl-GL"/>
        </w:rPr>
        <w:t xml:space="preserve">ilanngullugu ingiaqateqarnani </w:t>
      </w:r>
      <w:r w:rsidRPr="00171408">
        <w:rPr>
          <w:lang w:val="kl-GL"/>
        </w:rPr>
        <w:t xml:space="preserve">misissortiffissamut aamma </w:t>
      </w:r>
      <w:r w:rsidR="00D57BC8" w:rsidRPr="00171408">
        <w:rPr>
          <w:lang w:val="kl-GL"/>
        </w:rPr>
        <w:t xml:space="preserve">misissortiffimminngaanniit </w:t>
      </w:r>
      <w:r w:rsidRPr="00171408">
        <w:rPr>
          <w:lang w:val="kl-GL"/>
        </w:rPr>
        <w:t xml:space="preserve">angalaneq, </w:t>
      </w:r>
      <w:r w:rsidR="00C3269E" w:rsidRPr="00171408">
        <w:rPr>
          <w:lang w:val="kl-GL"/>
        </w:rPr>
        <w:t>aamma</w:t>
      </w:r>
      <w:r w:rsidRPr="00171408">
        <w:rPr>
          <w:lang w:val="kl-GL"/>
        </w:rPr>
        <w:t xml:space="preserve"> </w:t>
      </w:r>
      <w:r w:rsidR="00D57BC8" w:rsidRPr="00171408">
        <w:rPr>
          <w:lang w:val="kl-GL"/>
        </w:rPr>
        <w:t xml:space="preserve">ingiaqateqarnani </w:t>
      </w:r>
      <w:r w:rsidRPr="00171408">
        <w:rPr>
          <w:lang w:val="kl-GL"/>
        </w:rPr>
        <w:t xml:space="preserve">misissortinnerup naammassineqarnissaanut periarfissat allat. </w:t>
      </w:r>
      <w:r w:rsidR="003D12B6" w:rsidRPr="00171408">
        <w:rPr>
          <w:lang w:val="kl-GL"/>
        </w:rPr>
        <w:t xml:space="preserve">Ataatsimoorussamik </w:t>
      </w:r>
      <w:r w:rsidRPr="00171408">
        <w:rPr>
          <w:lang w:val="kl-GL"/>
        </w:rPr>
        <w:t xml:space="preserve">nalilersuinissaq pineqarpoq, immikkuualuttut ataasiakkaat </w:t>
      </w:r>
      <w:r w:rsidR="003D12B6" w:rsidRPr="00171408">
        <w:rPr>
          <w:lang w:val="kl-GL"/>
        </w:rPr>
        <w:t>assigiinngitsumik pingaarnersi</w:t>
      </w:r>
      <w:r w:rsidR="00F82BE0" w:rsidRPr="00171408">
        <w:rPr>
          <w:lang w:val="kl-GL"/>
        </w:rPr>
        <w:t>orneqarsinnaasut</w:t>
      </w:r>
      <w:r w:rsidR="003D12B6" w:rsidRPr="00171408">
        <w:rPr>
          <w:lang w:val="kl-GL"/>
        </w:rPr>
        <w:t xml:space="preserve"> </w:t>
      </w:r>
      <w:r w:rsidRPr="00171408">
        <w:rPr>
          <w:lang w:val="kl-GL"/>
        </w:rPr>
        <w:t>ilaatinneqassallutik.</w:t>
      </w:r>
    </w:p>
    <w:p w14:paraId="1A86BDCE" w14:textId="12552EC0" w:rsidR="00515200" w:rsidRPr="00171408" w:rsidRDefault="00CE02F1">
      <w:pPr>
        <w:pStyle w:val="AT-Body"/>
        <w:spacing w:line="276" w:lineRule="auto"/>
        <w:rPr>
          <w:lang w:val="kl-GL"/>
        </w:rPr>
      </w:pPr>
      <w:r w:rsidRPr="00171408">
        <w:rPr>
          <w:lang w:val="kl-GL"/>
        </w:rPr>
        <w:lastRenderedPageBreak/>
        <w:t xml:space="preserve">Siunnersuutip </w:t>
      </w:r>
      <w:r w:rsidR="0076017A" w:rsidRPr="00171408">
        <w:rPr>
          <w:lang w:val="kl-GL"/>
        </w:rPr>
        <w:t>kingunerissavaa</w:t>
      </w:r>
      <w:r w:rsidRPr="00171408">
        <w:rPr>
          <w:lang w:val="kl-GL"/>
        </w:rPr>
        <w:t xml:space="preserve">, </w:t>
      </w:r>
      <w:r w:rsidR="00404614" w:rsidRPr="00171408">
        <w:rPr>
          <w:lang w:val="kl-GL"/>
        </w:rPr>
        <w:t>sulinermi ajoquserneq pillugu suliamik ingerlatsinissamut misissortinnerup naammassineqarnissaa pisariaqartinneqaraangat</w:t>
      </w:r>
      <w:r w:rsidR="008C3CC6" w:rsidRPr="00171408">
        <w:rPr>
          <w:lang w:val="kl-GL"/>
        </w:rPr>
        <w:t xml:space="preserve">, </w:t>
      </w:r>
      <w:r w:rsidRPr="00171408">
        <w:rPr>
          <w:lang w:val="kl-GL"/>
        </w:rPr>
        <w:t xml:space="preserve">ajoqusertup misissortinneranut atatillugu </w:t>
      </w:r>
      <w:r w:rsidR="00404614" w:rsidRPr="00171408">
        <w:rPr>
          <w:lang w:val="kl-GL"/>
        </w:rPr>
        <w:t xml:space="preserve">ingiaqatigisap </w:t>
      </w:r>
      <w:r w:rsidRPr="00171408">
        <w:rPr>
          <w:lang w:val="kl-GL"/>
        </w:rPr>
        <w:t xml:space="preserve">pisariaqartup angalanermut aningaasartuutaanik aamma sulinikkut </w:t>
      </w:r>
      <w:r w:rsidR="00404614" w:rsidRPr="00171408">
        <w:rPr>
          <w:lang w:val="kl-GL"/>
        </w:rPr>
        <w:t xml:space="preserve">akissarsianik </w:t>
      </w:r>
      <w:r w:rsidRPr="00171408">
        <w:rPr>
          <w:lang w:val="kl-GL"/>
        </w:rPr>
        <w:t>annaasaanut akiliunneqarsinnaan</w:t>
      </w:r>
      <w:r w:rsidR="00725E53" w:rsidRPr="00171408">
        <w:rPr>
          <w:lang w:val="kl-GL"/>
        </w:rPr>
        <w:t>era</w:t>
      </w:r>
      <w:r w:rsidRPr="00171408">
        <w:rPr>
          <w:lang w:val="kl-GL"/>
        </w:rPr>
        <w:t xml:space="preserve">. </w:t>
      </w:r>
      <w:r w:rsidR="008D7774" w:rsidRPr="00171408">
        <w:rPr>
          <w:lang w:val="kl-GL"/>
        </w:rPr>
        <w:t>Taamaalilluni s</w:t>
      </w:r>
      <w:r w:rsidRPr="00171408">
        <w:rPr>
          <w:lang w:val="kl-GL"/>
        </w:rPr>
        <w:t xml:space="preserve">iunnersuutip </w:t>
      </w:r>
      <w:r w:rsidR="00297936" w:rsidRPr="00171408">
        <w:rPr>
          <w:lang w:val="kl-GL"/>
        </w:rPr>
        <w:t>qulakkiissavaa</w:t>
      </w:r>
      <w:r w:rsidRPr="00171408">
        <w:rPr>
          <w:lang w:val="kl-GL"/>
        </w:rPr>
        <w:t>, misissortinnissap siunertaata kinguarsannginnissaa imaluunniit maanngaannartinnginnissaa.</w:t>
      </w:r>
    </w:p>
    <w:p w14:paraId="3E2C4594" w14:textId="25310645" w:rsidR="00515200" w:rsidRPr="00171408" w:rsidRDefault="00CE02F1">
      <w:pPr>
        <w:pStyle w:val="AT-Body"/>
        <w:spacing w:line="276" w:lineRule="auto"/>
        <w:rPr>
          <w:lang w:val="kl-GL"/>
        </w:rPr>
      </w:pPr>
      <w:r w:rsidRPr="00171408">
        <w:rPr>
          <w:lang w:val="kl-GL"/>
        </w:rPr>
        <w:t>§ 43, imm. 1-imi siunertaavoq, ajoqusertup peqqissutsi</w:t>
      </w:r>
      <w:r w:rsidR="002A6A29" w:rsidRPr="00171408">
        <w:rPr>
          <w:lang w:val="kl-GL"/>
        </w:rPr>
        <w:t xml:space="preserve">kkut </w:t>
      </w:r>
      <w:r w:rsidRPr="00171408">
        <w:rPr>
          <w:lang w:val="kl-GL"/>
        </w:rPr>
        <w:t>inissisimanera pillugu paasissutissat aqqutissiuunneqarnissaat, akuersaarneqarnissaq, ajunngitsorsiaqarnissaq aamma taarsiiffigitinnissaq pillugit aalajangiinissamut tunngaviusinnaasut. Tamatumunnga piumasaqaataasinnaavoq, ajoqusertup nakorsamit misissorneqarnissaa. Ajoquserner</w:t>
      </w:r>
      <w:r w:rsidR="00C56425" w:rsidRPr="00171408">
        <w:rPr>
          <w:lang w:val="kl-GL"/>
        </w:rPr>
        <w:t>miit</w:t>
      </w:r>
      <w:r w:rsidRPr="00171408">
        <w:rPr>
          <w:lang w:val="kl-GL"/>
        </w:rPr>
        <w:t xml:space="preserve"> misissuinerit sapinngisamik piaartumik ingerlanneqassapput. Tamanna misissuinerup siunertaata maanngaannartinneqarsinnaaneranik pissuteqarpoq.</w:t>
      </w:r>
    </w:p>
    <w:p w14:paraId="43760C04" w14:textId="686FB846" w:rsidR="00515200" w:rsidRPr="00171408" w:rsidRDefault="009C4D92">
      <w:pPr>
        <w:pStyle w:val="AT-Body"/>
        <w:spacing w:line="276" w:lineRule="auto"/>
        <w:rPr>
          <w:lang w:val="kl-GL"/>
        </w:rPr>
      </w:pPr>
      <w:r w:rsidRPr="00171408">
        <w:rPr>
          <w:lang w:val="kl-GL"/>
        </w:rPr>
        <w:t>Taamaalilluni a</w:t>
      </w:r>
      <w:r w:rsidR="00CE02F1" w:rsidRPr="00171408">
        <w:rPr>
          <w:lang w:val="kl-GL"/>
        </w:rPr>
        <w:t>joqusertunik misissuinernut tunngatillugu, pisuni arlalinni nakorsamit misissortinnermut nammineerluni peqataasinnaanngi</w:t>
      </w:r>
      <w:r w:rsidR="00A51435" w:rsidRPr="00171408">
        <w:rPr>
          <w:lang w:val="kl-GL"/>
        </w:rPr>
        <w:t>n</w:t>
      </w:r>
      <w:r w:rsidR="00CE02F1" w:rsidRPr="00171408">
        <w:rPr>
          <w:lang w:val="kl-GL"/>
        </w:rPr>
        <w:t xml:space="preserve">nermi, kinguarsaanertaqanngitsumik naammassineqarsinnaanissaannut siunnersuut </w:t>
      </w:r>
      <w:r w:rsidR="00C62401" w:rsidRPr="00171408">
        <w:rPr>
          <w:lang w:val="kl-GL"/>
        </w:rPr>
        <w:t>ikorfartu</w:t>
      </w:r>
      <w:r w:rsidR="006A6BD7" w:rsidRPr="00171408">
        <w:rPr>
          <w:lang w:val="kl-GL"/>
        </w:rPr>
        <w:t>i</w:t>
      </w:r>
      <w:r w:rsidR="00C62401" w:rsidRPr="00171408">
        <w:rPr>
          <w:lang w:val="kl-GL"/>
        </w:rPr>
        <w:t>ssaaq</w:t>
      </w:r>
      <w:r w:rsidR="00CE02F1" w:rsidRPr="00171408">
        <w:rPr>
          <w:lang w:val="kl-GL"/>
        </w:rPr>
        <w:t>.</w:t>
      </w:r>
    </w:p>
    <w:p w14:paraId="22B7D9B6" w14:textId="35FCDFCD" w:rsidR="00515200" w:rsidRPr="00171408" w:rsidRDefault="00CE02F1">
      <w:pPr>
        <w:pStyle w:val="AT-Body"/>
        <w:spacing w:line="276" w:lineRule="auto"/>
        <w:rPr>
          <w:lang w:val="kl-GL"/>
        </w:rPr>
      </w:pPr>
      <w:r w:rsidRPr="00171408">
        <w:rPr>
          <w:lang w:val="kl-GL"/>
        </w:rPr>
        <w:t xml:space="preserve">Angallannermut </w:t>
      </w:r>
      <w:r w:rsidR="00A51435" w:rsidRPr="00171408">
        <w:rPr>
          <w:lang w:val="kl-GL"/>
        </w:rPr>
        <w:t xml:space="preserve">aningaasartuutinut </w:t>
      </w:r>
      <w:r w:rsidRPr="00171408">
        <w:rPr>
          <w:lang w:val="kl-GL"/>
        </w:rPr>
        <w:t xml:space="preserve">aamma sulinikkut </w:t>
      </w:r>
      <w:r w:rsidR="00533809" w:rsidRPr="00171408">
        <w:rPr>
          <w:lang w:val="kl-GL"/>
        </w:rPr>
        <w:t xml:space="preserve">akissarsianik </w:t>
      </w:r>
      <w:r w:rsidRPr="00171408">
        <w:rPr>
          <w:lang w:val="kl-GL"/>
        </w:rPr>
        <w:t xml:space="preserve">annaasanut sillimmasiisarfiit akiliissapput. Taamaattumik ajoqusertoq imaluunniit </w:t>
      </w:r>
      <w:r w:rsidR="00AE323A" w:rsidRPr="00171408">
        <w:rPr>
          <w:lang w:val="kl-GL"/>
        </w:rPr>
        <w:t xml:space="preserve">ingiaqatigisaq </w:t>
      </w:r>
      <w:r w:rsidRPr="00171408">
        <w:rPr>
          <w:lang w:val="kl-GL"/>
        </w:rPr>
        <w:t xml:space="preserve">pisariaqartoq sillimmasiisarfimmut siumoortumik akuersissummik </w:t>
      </w:r>
      <w:r w:rsidR="00C92028" w:rsidRPr="00171408">
        <w:rPr>
          <w:lang w:val="kl-GL"/>
        </w:rPr>
        <w:t>pissarsinnaapput</w:t>
      </w:r>
      <w:r w:rsidRPr="00171408">
        <w:rPr>
          <w:lang w:val="kl-GL"/>
        </w:rPr>
        <w:t>,</w:t>
      </w:r>
      <w:r w:rsidR="00A60AD6" w:rsidRPr="00171408">
        <w:rPr>
          <w:lang w:val="kl-GL"/>
        </w:rPr>
        <w:t xml:space="preserve"> ingiaqatigisap pisariaqartup akiliunneqarnissaanut</w:t>
      </w:r>
      <w:r w:rsidRPr="00171408">
        <w:rPr>
          <w:lang w:val="kl-GL"/>
        </w:rPr>
        <w:t>.</w:t>
      </w:r>
    </w:p>
    <w:p w14:paraId="0227CFF2" w14:textId="6347B784" w:rsidR="00515200" w:rsidRPr="00171408" w:rsidRDefault="00CE02F1">
      <w:pPr>
        <w:shd w:val="clear" w:color="auto" w:fill="FFFFFF"/>
        <w:spacing w:after="0"/>
        <w:rPr>
          <w:rFonts w:ascii="Times New Roman" w:hAnsi="Times New Roman"/>
          <w:lang w:val="kl-GL"/>
        </w:rPr>
      </w:pPr>
      <w:r w:rsidRPr="00171408">
        <w:rPr>
          <w:rFonts w:ascii="Times New Roman" w:eastAsia="Times New Roman" w:hAnsi="Times New Roman" w:cs="Times New Roman"/>
          <w:lang w:val="kl-GL" w:eastAsia="da-DK"/>
        </w:rPr>
        <w:t xml:space="preserve">Aalajangersagaq siunnersuutigineqartoq </w:t>
      </w:r>
      <w:r w:rsidR="00984F94" w:rsidRPr="00171408">
        <w:rPr>
          <w:rFonts w:ascii="Times New Roman" w:eastAsia="Times New Roman" w:hAnsi="Times New Roman" w:cs="Times New Roman"/>
          <w:lang w:val="kl-GL" w:eastAsia="da-DK"/>
        </w:rPr>
        <w:t xml:space="preserve">sulinermi </w:t>
      </w:r>
      <w:r w:rsidR="006A4971" w:rsidRPr="00171408">
        <w:rPr>
          <w:rFonts w:ascii="Times New Roman" w:eastAsia="Times New Roman" w:hAnsi="Times New Roman" w:cs="Times New Roman"/>
          <w:lang w:val="kl-GL" w:eastAsia="da-DK"/>
        </w:rPr>
        <w:t>ajoqusernermut isumannaarineq</w:t>
      </w:r>
      <w:r w:rsidRPr="00171408">
        <w:rPr>
          <w:rFonts w:ascii="Times New Roman" w:eastAsia="Times New Roman" w:hAnsi="Times New Roman" w:cs="Times New Roman"/>
          <w:lang w:val="kl-GL" w:eastAsia="da-DK"/>
        </w:rPr>
        <w:t xml:space="preserve"> pillugu inatsimmi § 38-mut assinguvoq.</w:t>
      </w:r>
    </w:p>
    <w:p w14:paraId="4C612C90" w14:textId="77777777" w:rsidR="00515200" w:rsidRPr="00171408" w:rsidRDefault="00515200">
      <w:pPr>
        <w:shd w:val="clear" w:color="auto" w:fill="FFFFFF"/>
        <w:spacing w:after="0"/>
        <w:rPr>
          <w:rFonts w:ascii="Times New Roman" w:eastAsia="Times New Roman" w:hAnsi="Times New Roman" w:cs="Times New Roman"/>
          <w:lang w:val="kl-GL" w:eastAsia="da-DK"/>
        </w:rPr>
      </w:pPr>
    </w:p>
    <w:p w14:paraId="46F76C40" w14:textId="77777777" w:rsidR="00515200" w:rsidRPr="00171408" w:rsidRDefault="00CE02F1">
      <w:pPr>
        <w:rPr>
          <w:rFonts w:ascii="Times New Roman" w:hAnsi="Times New Roman"/>
          <w:lang w:val="kl-GL"/>
        </w:rPr>
      </w:pPr>
      <w:r w:rsidRPr="00171408">
        <w:rPr>
          <w:rFonts w:ascii="Times New Roman" w:eastAsia="Times New Roman" w:hAnsi="Times New Roman" w:cs="Times New Roman"/>
          <w:lang w:val="kl-GL" w:eastAsia="da-DK"/>
        </w:rPr>
        <w:t>Oqaaseqaatinut nalinginnaasunut innersuussisoqarpoq, imm. 2.5.</w:t>
      </w:r>
    </w:p>
    <w:p w14:paraId="40B4BDBB" w14:textId="5F350301" w:rsidR="00515200" w:rsidRPr="00171408" w:rsidRDefault="00CE02F1">
      <w:pPr>
        <w:rPr>
          <w:rFonts w:ascii="Times New Roman" w:hAnsi="Times New Roman"/>
          <w:lang w:val="kl-GL"/>
        </w:rPr>
      </w:pPr>
      <w:r w:rsidRPr="00171408">
        <w:rPr>
          <w:rFonts w:ascii="Times New Roman" w:hAnsi="Times New Roman" w:cs="Times New Roman"/>
          <w:lang w:val="kl-GL"/>
        </w:rPr>
        <w:t>Nr. 1</w:t>
      </w:r>
      <w:r w:rsidR="000D10F3" w:rsidRPr="00171408">
        <w:rPr>
          <w:rFonts w:ascii="Times New Roman" w:hAnsi="Times New Roman" w:cs="Times New Roman"/>
          <w:lang w:val="kl-GL"/>
        </w:rPr>
        <w:t>9</w:t>
      </w:r>
      <w:r w:rsidRPr="00171408">
        <w:rPr>
          <w:rFonts w:ascii="Times New Roman" w:hAnsi="Times New Roman" w:cs="Times New Roman"/>
          <w:lang w:val="kl-GL"/>
        </w:rPr>
        <w:t>-imut</w:t>
      </w:r>
    </w:p>
    <w:p w14:paraId="70DF8878" w14:textId="5F4A626A" w:rsidR="00515200" w:rsidRPr="00171408" w:rsidRDefault="00CE02F1">
      <w:pPr>
        <w:rPr>
          <w:rFonts w:ascii="Times New Roman" w:hAnsi="Times New Roman"/>
          <w:lang w:val="kl-GL"/>
        </w:rPr>
      </w:pPr>
      <w:r w:rsidRPr="00171408">
        <w:rPr>
          <w:rFonts w:ascii="Times New Roman" w:hAnsi="Times New Roman" w:cs="Times New Roman"/>
          <w:lang w:val="kl-GL"/>
        </w:rPr>
        <w:t>§ 44-mi aalajangersakkami atuuttumi allaqqavoq, ajoquserneq nalunaarutigineqartoq inatsimmi ilaatinneqanngitsoq</w:t>
      </w:r>
      <w:r w:rsidR="00933CF2" w:rsidRPr="00171408">
        <w:rPr>
          <w:rFonts w:ascii="Times New Roman" w:hAnsi="Times New Roman" w:cs="Times New Roman"/>
          <w:lang w:val="kl-GL"/>
        </w:rPr>
        <w:t xml:space="preserve"> paasineqarpat</w:t>
      </w:r>
      <w:r w:rsidRPr="00171408">
        <w:rPr>
          <w:rFonts w:ascii="Times New Roman" w:hAnsi="Times New Roman" w:cs="Times New Roman"/>
          <w:lang w:val="kl-GL"/>
        </w:rPr>
        <w:t xml:space="preserve">, </w:t>
      </w:r>
      <w:r w:rsidR="00933CF2" w:rsidRPr="00171408">
        <w:rPr>
          <w:rFonts w:ascii="Times New Roman" w:hAnsi="Times New Roman" w:cs="Times New Roman"/>
          <w:lang w:val="kl-GL"/>
        </w:rPr>
        <w:t xml:space="preserve">taava </w:t>
      </w:r>
      <w:r w:rsidRPr="00171408">
        <w:rPr>
          <w:rFonts w:ascii="Times New Roman" w:hAnsi="Times New Roman" w:cs="Times New Roman"/>
          <w:lang w:val="kl-GL"/>
        </w:rPr>
        <w:t xml:space="preserve">Arbejdsmarkedets Erhvervssikringi tamanna pillugu aalajangiissasoq. § 6 ajutoornernut tunngasoq malillugu suliani </w:t>
      </w:r>
      <w:r w:rsidR="00586F96" w:rsidRPr="00171408">
        <w:rPr>
          <w:rFonts w:ascii="Times New Roman" w:hAnsi="Times New Roman" w:cs="Times New Roman"/>
          <w:lang w:val="kl-GL"/>
        </w:rPr>
        <w:t>suliarineqartuni</w:t>
      </w:r>
      <w:r w:rsidRPr="00171408">
        <w:rPr>
          <w:rFonts w:ascii="Times New Roman" w:hAnsi="Times New Roman" w:cs="Times New Roman"/>
          <w:lang w:val="kl-GL"/>
        </w:rPr>
        <w:t xml:space="preserve"> aalajangiineq pissaaq, Arbejdsmarkedets Erhvervssikringip nalunaarutiginninnermik tigusaqarneraniit kingusinnerpaamik qaammatit </w:t>
      </w:r>
      <w:r w:rsidR="00625C5F" w:rsidRPr="00171408">
        <w:rPr>
          <w:rFonts w:ascii="Times New Roman" w:hAnsi="Times New Roman" w:cs="Times New Roman"/>
          <w:lang w:val="kl-GL"/>
        </w:rPr>
        <w:t>pingasu</w:t>
      </w:r>
      <w:r w:rsidRPr="00171408">
        <w:rPr>
          <w:rFonts w:ascii="Times New Roman" w:hAnsi="Times New Roman" w:cs="Times New Roman"/>
          <w:lang w:val="kl-GL"/>
        </w:rPr>
        <w:t>t qaangiu</w:t>
      </w:r>
      <w:r w:rsidR="000E65A6" w:rsidRPr="00171408">
        <w:rPr>
          <w:rFonts w:ascii="Times New Roman" w:hAnsi="Times New Roman" w:cs="Times New Roman"/>
          <w:lang w:val="kl-GL"/>
        </w:rPr>
        <w:t>tsinnagit</w:t>
      </w:r>
      <w:r w:rsidRPr="00171408">
        <w:rPr>
          <w:rFonts w:ascii="Times New Roman" w:hAnsi="Times New Roman" w:cs="Times New Roman"/>
          <w:lang w:val="kl-GL"/>
        </w:rPr>
        <w:t xml:space="preserve">. § 7, imm 1, nr. 1, inuussutissarsiornermi nappaatit allattorsimaffiannut tunngasoq malillugu suliat </w:t>
      </w:r>
      <w:r w:rsidR="00F71A33" w:rsidRPr="00171408">
        <w:rPr>
          <w:rFonts w:ascii="Times New Roman" w:hAnsi="Times New Roman" w:cs="Times New Roman"/>
          <w:lang w:val="kl-GL"/>
        </w:rPr>
        <w:t>suliarineqartut</w:t>
      </w:r>
      <w:r w:rsidRPr="00171408">
        <w:rPr>
          <w:rFonts w:ascii="Times New Roman" w:hAnsi="Times New Roman" w:cs="Times New Roman"/>
          <w:lang w:val="kl-GL"/>
        </w:rPr>
        <w:t xml:space="preserve">, </w:t>
      </w:r>
      <w:r w:rsidR="00931A44" w:rsidRPr="00171408">
        <w:rPr>
          <w:rFonts w:ascii="Times New Roman" w:hAnsi="Times New Roman" w:cs="Times New Roman"/>
          <w:lang w:val="kl-GL"/>
        </w:rPr>
        <w:t xml:space="preserve">piffissarititaavoq </w:t>
      </w:r>
      <w:r w:rsidRPr="00171408">
        <w:rPr>
          <w:rFonts w:ascii="Times New Roman" w:hAnsi="Times New Roman" w:cs="Times New Roman"/>
          <w:lang w:val="kl-GL"/>
        </w:rPr>
        <w:t xml:space="preserve">qaammatit </w:t>
      </w:r>
      <w:r w:rsidR="00931A44" w:rsidRPr="00171408">
        <w:rPr>
          <w:rFonts w:ascii="Times New Roman" w:hAnsi="Times New Roman" w:cs="Times New Roman"/>
          <w:lang w:val="kl-GL"/>
        </w:rPr>
        <w:t>arfinillit</w:t>
      </w:r>
      <w:r w:rsidRPr="00171408">
        <w:rPr>
          <w:rFonts w:ascii="Times New Roman" w:hAnsi="Times New Roman" w:cs="Times New Roman"/>
          <w:lang w:val="kl-GL"/>
        </w:rPr>
        <w:t xml:space="preserve">. Inuussutissarsiornermi nappaatit pillugit sulianut, § 7, imm. 1, nr. 2 aamma § 7, imm. 2 malillugit suliarineqartunut, Erhvervssygdomsudvalgimut saqqummiunneqartussanut, ukiuni </w:t>
      </w:r>
      <w:r w:rsidR="006F2B9F" w:rsidRPr="00171408">
        <w:rPr>
          <w:rFonts w:ascii="Times New Roman" w:hAnsi="Times New Roman" w:cs="Times New Roman"/>
          <w:lang w:val="kl-GL"/>
        </w:rPr>
        <w:t>marlun</w:t>
      </w:r>
      <w:r w:rsidRPr="00171408">
        <w:rPr>
          <w:rFonts w:ascii="Times New Roman" w:hAnsi="Times New Roman" w:cs="Times New Roman"/>
          <w:lang w:val="kl-GL"/>
        </w:rPr>
        <w:t>ni piffissarititaasoq kisimi atuuppoq, tak. inatsimmi § 15, imm. 1.</w:t>
      </w:r>
    </w:p>
    <w:p w14:paraId="4A83661E" w14:textId="31F3B0BC" w:rsidR="00515200" w:rsidRPr="00171408" w:rsidRDefault="0081027D">
      <w:pPr>
        <w:rPr>
          <w:rFonts w:ascii="Times New Roman" w:hAnsi="Times New Roman"/>
          <w:lang w:val="kl-GL"/>
        </w:rPr>
      </w:pPr>
      <w:r w:rsidRPr="00171408">
        <w:rPr>
          <w:rFonts w:ascii="Times New Roman" w:hAnsi="Times New Roman"/>
          <w:lang w:val="kl-GL"/>
        </w:rPr>
        <w:t>T</w:t>
      </w:r>
      <w:r w:rsidR="00CE02F1" w:rsidRPr="00171408">
        <w:rPr>
          <w:rFonts w:ascii="Times New Roman" w:hAnsi="Times New Roman"/>
          <w:lang w:val="kl-GL"/>
        </w:rPr>
        <w:t>oqu</w:t>
      </w:r>
      <w:r w:rsidR="00930E66" w:rsidRPr="00171408">
        <w:rPr>
          <w:rFonts w:ascii="Times New Roman" w:hAnsi="Times New Roman"/>
          <w:lang w:val="kl-GL"/>
        </w:rPr>
        <w:t>soqarnerup</w:t>
      </w:r>
      <w:r w:rsidR="00CE02F1" w:rsidRPr="00171408">
        <w:rPr>
          <w:rFonts w:ascii="Times New Roman" w:hAnsi="Times New Roman"/>
          <w:lang w:val="kl-GL"/>
        </w:rPr>
        <w:t xml:space="preserve"> inatsimmi ilaatinneqannginnera pillugu </w:t>
      </w:r>
      <w:r w:rsidRPr="00171408">
        <w:rPr>
          <w:rFonts w:ascii="Times New Roman" w:hAnsi="Times New Roman"/>
          <w:lang w:val="kl-GL"/>
        </w:rPr>
        <w:t xml:space="preserve">piffissarititaasut </w:t>
      </w:r>
      <w:r w:rsidR="00D02F12" w:rsidRPr="00171408">
        <w:rPr>
          <w:rFonts w:ascii="Times New Roman" w:hAnsi="Times New Roman"/>
          <w:lang w:val="kl-GL"/>
        </w:rPr>
        <w:t>qimagaas</w:t>
      </w:r>
      <w:r w:rsidR="00CE02F1" w:rsidRPr="00171408">
        <w:rPr>
          <w:rFonts w:ascii="Times New Roman" w:hAnsi="Times New Roman"/>
          <w:lang w:val="kl-GL"/>
        </w:rPr>
        <w:t>unut nalunaaru</w:t>
      </w:r>
      <w:r w:rsidRPr="00171408">
        <w:rPr>
          <w:rFonts w:ascii="Times New Roman" w:hAnsi="Times New Roman"/>
          <w:lang w:val="kl-GL"/>
        </w:rPr>
        <w:t>teqarnermut</w:t>
      </w:r>
      <w:r w:rsidR="00CE02F1" w:rsidRPr="00171408">
        <w:rPr>
          <w:rFonts w:ascii="Times New Roman" w:hAnsi="Times New Roman"/>
          <w:lang w:val="kl-GL"/>
        </w:rPr>
        <w:t xml:space="preserve"> assinganik </w:t>
      </w:r>
      <w:r w:rsidR="00A62613" w:rsidRPr="00171408">
        <w:rPr>
          <w:rFonts w:ascii="Times New Roman" w:hAnsi="Times New Roman"/>
          <w:lang w:val="kl-GL"/>
        </w:rPr>
        <w:t>atuupput</w:t>
      </w:r>
      <w:r w:rsidR="00CE02F1" w:rsidRPr="00171408">
        <w:rPr>
          <w:rFonts w:ascii="Times New Roman" w:hAnsi="Times New Roman"/>
          <w:lang w:val="kl-GL"/>
        </w:rPr>
        <w:t>, tak. § 44, imm. 2. Piffissarititaasut naatsorsorneqartarput toqusoqarnera pillugu Arbejdsmarkedets Erhvervssikringimut nalunaarutiginnittoqaraangat.</w:t>
      </w:r>
    </w:p>
    <w:p w14:paraId="2DF176EC" w14:textId="6CCFF768" w:rsidR="00515200" w:rsidRPr="00171408" w:rsidRDefault="00CE02F1">
      <w:pPr>
        <w:rPr>
          <w:rFonts w:ascii="Times New Roman" w:hAnsi="Times New Roman"/>
          <w:lang w:val="kl-GL"/>
        </w:rPr>
      </w:pPr>
      <w:r w:rsidRPr="00171408">
        <w:rPr>
          <w:rFonts w:ascii="Times New Roman" w:hAnsi="Times New Roman"/>
          <w:lang w:val="kl-GL"/>
        </w:rPr>
        <w:t>Imm. 1 aamma 2 malillugit piffissarititaasut ilu</w:t>
      </w:r>
      <w:r w:rsidR="00B8116D" w:rsidRPr="00171408">
        <w:rPr>
          <w:rFonts w:ascii="Times New Roman" w:hAnsi="Times New Roman"/>
          <w:lang w:val="kl-GL"/>
        </w:rPr>
        <w:t>an</w:t>
      </w:r>
      <w:r w:rsidRPr="00171408">
        <w:rPr>
          <w:rFonts w:ascii="Times New Roman" w:hAnsi="Times New Roman"/>
          <w:lang w:val="kl-GL"/>
        </w:rPr>
        <w:t xml:space="preserve">ni aalajangiisoqarsinnaanngikkaangat, ajoqusertoq imaluunniit </w:t>
      </w:r>
      <w:r w:rsidR="00D02F12" w:rsidRPr="00171408">
        <w:rPr>
          <w:rFonts w:ascii="Times New Roman" w:hAnsi="Times New Roman"/>
          <w:lang w:val="kl-GL"/>
        </w:rPr>
        <w:t>qimagaas</w:t>
      </w:r>
      <w:r w:rsidRPr="00171408">
        <w:rPr>
          <w:rFonts w:ascii="Times New Roman" w:hAnsi="Times New Roman"/>
          <w:lang w:val="kl-GL"/>
        </w:rPr>
        <w:t xml:space="preserve">ut tamanna pillugu nalunaarfigineqassapput. Nalunaarutiginninneq aalajangiinerunngilaq, </w:t>
      </w:r>
      <w:r w:rsidR="000654EB" w:rsidRPr="00171408">
        <w:rPr>
          <w:rFonts w:ascii="Times New Roman" w:hAnsi="Times New Roman"/>
          <w:lang w:val="kl-GL"/>
        </w:rPr>
        <w:t>naammagittaalli</w:t>
      </w:r>
      <w:r w:rsidRPr="00171408">
        <w:rPr>
          <w:rFonts w:ascii="Times New Roman" w:hAnsi="Times New Roman"/>
          <w:lang w:val="kl-GL"/>
        </w:rPr>
        <w:t>u</w:t>
      </w:r>
      <w:r w:rsidR="00EB4B01" w:rsidRPr="00171408">
        <w:rPr>
          <w:rFonts w:ascii="Times New Roman" w:hAnsi="Times New Roman"/>
          <w:lang w:val="kl-GL"/>
        </w:rPr>
        <w:t>u</w:t>
      </w:r>
      <w:r w:rsidRPr="00171408">
        <w:rPr>
          <w:rFonts w:ascii="Times New Roman" w:hAnsi="Times New Roman"/>
          <w:lang w:val="kl-GL"/>
        </w:rPr>
        <w:t>tigineqarsinnaasoq.</w:t>
      </w:r>
    </w:p>
    <w:p w14:paraId="236C1666" w14:textId="3CAC22D7" w:rsidR="00515200" w:rsidRPr="00171408" w:rsidRDefault="00CE02F1">
      <w:pPr>
        <w:rPr>
          <w:rFonts w:ascii="Times New Roman" w:hAnsi="Times New Roman"/>
          <w:lang w:val="kl-GL"/>
        </w:rPr>
      </w:pPr>
      <w:r w:rsidRPr="00171408">
        <w:rPr>
          <w:rFonts w:ascii="Times New Roman" w:hAnsi="Times New Roman" w:cs="Times New Roman"/>
          <w:lang w:val="kl-GL"/>
        </w:rPr>
        <w:t xml:space="preserve">Inatsisissatut siunnersuutip </w:t>
      </w:r>
      <w:r w:rsidRPr="00171408">
        <w:rPr>
          <w:rFonts w:ascii="Times New Roman" w:hAnsi="Times New Roman" w:cs="Times New Roman"/>
          <w:i/>
          <w:lang w:val="kl-GL"/>
        </w:rPr>
        <w:t xml:space="preserve">§ 1, nr. </w:t>
      </w:r>
      <w:r w:rsidR="009023A5" w:rsidRPr="00171408">
        <w:rPr>
          <w:rFonts w:ascii="Times New Roman" w:hAnsi="Times New Roman" w:cs="Times New Roman"/>
          <w:i/>
          <w:lang w:val="kl-GL"/>
        </w:rPr>
        <w:t>1</w:t>
      </w:r>
      <w:r w:rsidR="00D46019" w:rsidRPr="00171408">
        <w:rPr>
          <w:rFonts w:ascii="Times New Roman" w:hAnsi="Times New Roman" w:cs="Times New Roman"/>
          <w:i/>
          <w:lang w:val="kl-GL"/>
        </w:rPr>
        <w:t>9</w:t>
      </w:r>
      <w:r w:rsidRPr="00171408">
        <w:rPr>
          <w:rFonts w:ascii="Times New Roman" w:hAnsi="Times New Roman" w:cs="Times New Roman"/>
          <w:lang w:val="kl-GL"/>
        </w:rPr>
        <w:t>-ani siunnertuutigineqarpoq, § 44 atorunnaarsinneqassasoq.</w:t>
      </w:r>
    </w:p>
    <w:p w14:paraId="64B345A5" w14:textId="551FFC9A" w:rsidR="002E5CB3" w:rsidRPr="00171408" w:rsidRDefault="00EF46BE" w:rsidP="00695416">
      <w:pPr>
        <w:suppressAutoHyphens w:val="0"/>
        <w:rPr>
          <w:rFonts w:ascii="Times New Roman" w:eastAsia="Calibri" w:hAnsi="Times New Roman" w:cs="Times New Roman"/>
          <w:color w:val="auto"/>
          <w:lang w:val="kl-GL"/>
        </w:rPr>
      </w:pPr>
      <w:r w:rsidRPr="00171408">
        <w:rPr>
          <w:rFonts w:ascii="Times New Roman" w:eastAsia="Calibri" w:hAnsi="Times New Roman" w:cs="Times New Roman"/>
          <w:color w:val="auto"/>
          <w:lang w:val="kl-GL"/>
        </w:rPr>
        <w:lastRenderedPageBreak/>
        <w:t xml:space="preserve">Siunnersuutip kingunerissavaa, </w:t>
      </w:r>
      <w:r w:rsidR="00202783" w:rsidRPr="00171408">
        <w:rPr>
          <w:rFonts w:ascii="Times New Roman" w:eastAsia="Calibri" w:hAnsi="Times New Roman" w:cs="Times New Roman"/>
          <w:color w:val="auto"/>
          <w:lang w:val="kl-GL"/>
        </w:rPr>
        <w:t xml:space="preserve">sulinermi ajoqusernerit nalunaarutigineqartut suliarinerannut aamma ajoqusertup inatsip malillugit ikiorsiissutinik pisinnaatitaanersoq pillugu aalajangiineq, </w:t>
      </w:r>
      <w:r w:rsidRPr="00171408">
        <w:rPr>
          <w:rFonts w:ascii="Times New Roman" w:eastAsia="Calibri" w:hAnsi="Times New Roman" w:cs="Times New Roman"/>
          <w:color w:val="auto"/>
          <w:lang w:val="kl-GL"/>
        </w:rPr>
        <w:t>§ 15, imm. 1 aamma 2-mi piffissarititat inatsisitigut aalajangerneqartut</w:t>
      </w:r>
      <w:r w:rsidR="00200873" w:rsidRPr="00171408">
        <w:rPr>
          <w:rFonts w:ascii="Times New Roman" w:eastAsia="Calibri" w:hAnsi="Times New Roman" w:cs="Times New Roman"/>
          <w:color w:val="auto"/>
          <w:lang w:val="kl-GL"/>
        </w:rPr>
        <w:t xml:space="preserve"> atorunnaarsinneqarnerannik.</w:t>
      </w:r>
      <w:r w:rsidR="00EF207C" w:rsidRPr="00171408">
        <w:rPr>
          <w:rFonts w:ascii="Times New Roman" w:eastAsia="Calibri" w:hAnsi="Times New Roman" w:cs="Times New Roman"/>
          <w:color w:val="auto"/>
          <w:lang w:val="kl-GL"/>
        </w:rPr>
        <w:t xml:space="preserve"> Piffissaq suliassat suliarineqartarnerannut atorneqartoq sivikillisarneqarnissaa siunertaralugu</w:t>
      </w:r>
      <w:r w:rsidR="005160BD" w:rsidRPr="00171408">
        <w:rPr>
          <w:rFonts w:ascii="Times New Roman" w:eastAsia="Calibri" w:hAnsi="Times New Roman" w:cs="Times New Roman"/>
          <w:color w:val="auto"/>
          <w:lang w:val="kl-GL"/>
        </w:rPr>
        <w:t xml:space="preserve">, Kalaallit Nunaanni sulinermi ajoqusernermik isumannaarineq pillugu inatsimmi suliat aalajangiinerillu assigiinngitsut akornanni </w:t>
      </w:r>
      <w:r w:rsidR="007A17E2" w:rsidRPr="00171408">
        <w:rPr>
          <w:rFonts w:ascii="Times New Roman" w:eastAsia="Calibri" w:hAnsi="Times New Roman" w:cs="Times New Roman"/>
          <w:color w:val="auto"/>
          <w:lang w:val="kl-GL"/>
        </w:rPr>
        <w:t>nikerarnerit annertuut eqqarsaatigalugit, suliassat suliarineqartarnerat aaqqissuunnissaanut atatillugu Arbejdsmarkedets Erhvervssikringi eqaannerusumik inissisimalissaaq</w:t>
      </w:r>
      <w:r w:rsidR="00FF18AB" w:rsidRPr="00171408">
        <w:rPr>
          <w:rFonts w:ascii="Times New Roman" w:eastAsia="Calibri" w:hAnsi="Times New Roman" w:cs="Times New Roman"/>
          <w:color w:val="auto"/>
          <w:lang w:val="kl-GL"/>
        </w:rPr>
        <w:t>. Piffissarititat inatsisitigut aalajangerneqartut, Danmarkimi sulinermi ajoqusernermik isumannaarineq pillugu inatsimmi</w:t>
      </w:r>
      <w:r w:rsidR="00695416" w:rsidRPr="00171408">
        <w:rPr>
          <w:rFonts w:ascii="Times New Roman" w:eastAsia="Calibri" w:hAnsi="Times New Roman" w:cs="Times New Roman"/>
          <w:color w:val="auto"/>
          <w:lang w:val="kl-GL"/>
        </w:rPr>
        <w:t xml:space="preserve"> 1. juli 2024-miit sunniuteqartumik atorunnaarsinneqartunut siunnersuut ataqatigiissillugu isigineqassaaq</w:t>
      </w:r>
      <w:r w:rsidR="002E5CB3" w:rsidRPr="00171408">
        <w:rPr>
          <w:rFonts w:ascii="Times New Roman" w:eastAsia="Calibri" w:hAnsi="Times New Roman" w:cs="Times New Roman"/>
          <w:color w:val="auto"/>
          <w:lang w:val="kl-GL"/>
        </w:rPr>
        <w:t>.</w:t>
      </w:r>
    </w:p>
    <w:p w14:paraId="4C83AAC6" w14:textId="6363BC2B" w:rsidR="002E5CB3" w:rsidRPr="00171408" w:rsidRDefault="00561EB0" w:rsidP="008F5CD7">
      <w:pPr>
        <w:suppressAutoHyphens w:val="0"/>
        <w:rPr>
          <w:rFonts w:ascii="Times New Roman" w:eastAsia="Calibri" w:hAnsi="Times New Roman" w:cs="Times New Roman"/>
          <w:color w:val="auto"/>
          <w:lang w:val="kl-GL"/>
        </w:rPr>
      </w:pPr>
      <w:r w:rsidRPr="00171408">
        <w:rPr>
          <w:rFonts w:ascii="Times New Roman" w:eastAsia="Times New Roman" w:hAnsi="Times New Roman" w:cs="Times New Roman"/>
          <w:color w:val="000000"/>
          <w:lang w:val="kl-GL" w:eastAsia="da-DK"/>
        </w:rPr>
        <w:t>Siunnersuummi piumasaqaataavoq</w:t>
      </w:r>
      <w:r w:rsidR="00D32FC2" w:rsidRPr="00171408">
        <w:rPr>
          <w:rFonts w:ascii="Times New Roman" w:eastAsia="Times New Roman" w:hAnsi="Times New Roman" w:cs="Times New Roman"/>
          <w:color w:val="000000"/>
          <w:lang w:val="kl-GL" w:eastAsia="da-DK"/>
        </w:rPr>
        <w:t>, qulaani taaneqartut aallaaviatigut Kalaallit Nunaanni sulinermi ajoqusernermik isumannaarineq pillugu inatsimmi sulianut ilaatinneqartunut aamma atuutissasut</w:t>
      </w:r>
      <w:r w:rsidR="00084429" w:rsidRPr="00171408">
        <w:rPr>
          <w:rFonts w:ascii="Times New Roman" w:eastAsia="Times New Roman" w:hAnsi="Times New Roman" w:cs="Times New Roman"/>
          <w:color w:val="000000"/>
          <w:lang w:val="kl-GL" w:eastAsia="da-DK"/>
        </w:rPr>
        <w:t>, Kalaallit Nunaanni sulinermi ajoqusernermik isumannaarineq pillugu inatsit malillugu sulian</w:t>
      </w:r>
      <w:r w:rsidR="003C548D" w:rsidRPr="00171408">
        <w:rPr>
          <w:rFonts w:ascii="Times New Roman" w:eastAsia="Times New Roman" w:hAnsi="Times New Roman" w:cs="Times New Roman"/>
          <w:color w:val="000000"/>
          <w:lang w:val="kl-GL" w:eastAsia="da-DK"/>
        </w:rPr>
        <w:t>ut tunngatillugu</w:t>
      </w:r>
      <w:r w:rsidR="00EF4ACE" w:rsidRPr="00171408">
        <w:rPr>
          <w:rFonts w:ascii="Times New Roman" w:eastAsia="Times New Roman" w:hAnsi="Times New Roman" w:cs="Times New Roman"/>
          <w:color w:val="000000"/>
          <w:lang w:val="kl-GL" w:eastAsia="da-DK"/>
        </w:rPr>
        <w:t>,</w:t>
      </w:r>
      <w:r w:rsidR="00084429" w:rsidRPr="00171408">
        <w:rPr>
          <w:rFonts w:ascii="Times New Roman" w:eastAsia="Times New Roman" w:hAnsi="Times New Roman" w:cs="Times New Roman"/>
          <w:color w:val="000000"/>
          <w:lang w:val="kl-GL" w:eastAsia="da-DK"/>
        </w:rPr>
        <w:t xml:space="preserve"> Kalaallit Nunaanni pissutsit eqqarsaatigalugit aamma Namminersorlutik Oqartussat oqaloqatigalugit</w:t>
      </w:r>
      <w:r w:rsidR="00EF4ACE" w:rsidRPr="00171408">
        <w:rPr>
          <w:rFonts w:ascii="Times New Roman" w:eastAsia="Times New Roman" w:hAnsi="Times New Roman" w:cs="Times New Roman"/>
          <w:color w:val="000000"/>
          <w:lang w:val="kl-GL" w:eastAsia="da-DK"/>
        </w:rPr>
        <w:t>,</w:t>
      </w:r>
      <w:r w:rsidR="00084429" w:rsidRPr="00171408">
        <w:rPr>
          <w:rFonts w:ascii="Times New Roman" w:eastAsia="Times New Roman" w:hAnsi="Times New Roman" w:cs="Times New Roman"/>
          <w:color w:val="000000"/>
          <w:lang w:val="kl-GL" w:eastAsia="da-DK"/>
        </w:rPr>
        <w:t xml:space="preserve"> suliassat sulinerineqartarnerannut anguniakkanik immikkut ittunik aalajangersaa</w:t>
      </w:r>
      <w:r w:rsidR="00EF4ACE" w:rsidRPr="00171408">
        <w:rPr>
          <w:rFonts w:ascii="Times New Roman" w:eastAsia="Times New Roman" w:hAnsi="Times New Roman" w:cs="Times New Roman"/>
          <w:color w:val="000000"/>
          <w:lang w:val="kl-GL" w:eastAsia="da-DK"/>
        </w:rPr>
        <w:t>soqassanngippat</w:t>
      </w:r>
      <w:r w:rsidR="003C548D" w:rsidRPr="00171408">
        <w:rPr>
          <w:rFonts w:ascii="Times New Roman" w:eastAsia="Times New Roman" w:hAnsi="Times New Roman" w:cs="Times New Roman"/>
          <w:color w:val="000000"/>
          <w:lang w:val="kl-GL" w:eastAsia="da-DK"/>
        </w:rPr>
        <w:t>.</w:t>
      </w:r>
      <w:r w:rsidR="00187E12" w:rsidRPr="00171408">
        <w:rPr>
          <w:rFonts w:ascii="Times New Roman" w:eastAsia="Times New Roman" w:hAnsi="Times New Roman" w:cs="Times New Roman"/>
          <w:color w:val="000000"/>
          <w:lang w:val="kl-GL" w:eastAsia="da-DK"/>
        </w:rPr>
        <w:t xml:space="preserve"> Ilanngullugu piumasaqaataavoq</w:t>
      </w:r>
      <w:r w:rsidR="008F5CD7" w:rsidRPr="00171408">
        <w:rPr>
          <w:rFonts w:ascii="Times New Roman" w:eastAsia="Times New Roman" w:hAnsi="Times New Roman" w:cs="Times New Roman"/>
          <w:color w:val="000000"/>
          <w:lang w:val="kl-GL" w:eastAsia="da-DK"/>
        </w:rPr>
        <w:t>, suliami aalajangersimasumi suliassat sulinerineqarnerannut piffissaq naatsorsuutigineqartoq pillugu nalunarutigineqartoq eqquutsinneqarsinnaanngippat, Arbejdsmarkedets Erhvervssikringip suliami pineqartut nalunaarfigissagai</w:t>
      </w:r>
      <w:r w:rsidR="002E5CB3" w:rsidRPr="00171408">
        <w:rPr>
          <w:rFonts w:ascii="Times New Roman" w:eastAsia="Calibri" w:hAnsi="Times New Roman" w:cs="Times New Roman"/>
          <w:color w:val="auto"/>
          <w:lang w:val="kl-GL"/>
        </w:rPr>
        <w:t>.</w:t>
      </w:r>
    </w:p>
    <w:p w14:paraId="5606F744" w14:textId="7EE08CF6" w:rsidR="002E5CB3" w:rsidRPr="00171408" w:rsidRDefault="00326A3C" w:rsidP="008102CE">
      <w:pPr>
        <w:rPr>
          <w:rFonts w:ascii="Times New Roman" w:hAnsi="Times New Roman" w:cs="Times New Roman"/>
          <w:lang w:val="kl-GL"/>
        </w:rPr>
      </w:pPr>
      <w:r w:rsidRPr="00171408">
        <w:rPr>
          <w:rFonts w:ascii="Times New Roman" w:eastAsia="Calibri" w:hAnsi="Times New Roman" w:cs="Times New Roman"/>
          <w:color w:val="auto"/>
          <w:lang w:val="kl-GL"/>
        </w:rPr>
        <w:t xml:space="preserve">Siunnersuutip allanngortissanngilai, </w:t>
      </w:r>
      <w:r w:rsidR="003D3DA4" w:rsidRPr="00171408">
        <w:rPr>
          <w:rFonts w:ascii="Times New Roman" w:eastAsia="Times New Roman" w:hAnsi="Times New Roman" w:cs="Times New Roman"/>
          <w:color w:val="000000"/>
          <w:lang w:val="kl-GL" w:eastAsia="da-DK"/>
        </w:rPr>
        <w:t>ingerlatsinermi inatsisitigut tunngaviusut aamma suleriaatsit atuuttut malillugit</w:t>
      </w:r>
      <w:r w:rsidRPr="00171408">
        <w:rPr>
          <w:rFonts w:ascii="Times New Roman" w:eastAsia="Calibri" w:hAnsi="Times New Roman" w:cs="Times New Roman"/>
          <w:color w:val="auto"/>
          <w:lang w:val="kl-GL"/>
        </w:rPr>
        <w:t xml:space="preserve"> </w:t>
      </w:r>
      <w:r w:rsidR="008102CE" w:rsidRPr="00171408">
        <w:rPr>
          <w:rFonts w:ascii="Times New Roman" w:eastAsia="Calibri" w:hAnsi="Times New Roman" w:cs="Times New Roman"/>
          <w:color w:val="auto"/>
          <w:lang w:val="kl-GL"/>
        </w:rPr>
        <w:t xml:space="preserve">piffissap naapertuuttup iluani </w:t>
      </w:r>
      <w:r w:rsidRPr="00171408">
        <w:rPr>
          <w:rFonts w:ascii="Times New Roman" w:eastAsia="Calibri" w:hAnsi="Times New Roman" w:cs="Times New Roman"/>
          <w:color w:val="auto"/>
          <w:lang w:val="kl-GL"/>
        </w:rPr>
        <w:t xml:space="preserve">Arbejdsmarkedets Erhvervssikring </w:t>
      </w:r>
      <w:r w:rsidR="003D3DA4" w:rsidRPr="00171408">
        <w:rPr>
          <w:rFonts w:ascii="Times New Roman" w:eastAsia="Calibri" w:hAnsi="Times New Roman" w:cs="Times New Roman"/>
          <w:color w:val="auto"/>
          <w:lang w:val="kl-GL"/>
        </w:rPr>
        <w:t xml:space="preserve">sulinermi ajoqusernerup nalunaarutigineqartup akuerineqarnissaa pillugu apeqqummik </w:t>
      </w:r>
      <w:r w:rsidR="008102CE" w:rsidRPr="00171408">
        <w:rPr>
          <w:rFonts w:ascii="Times New Roman" w:eastAsia="Calibri" w:hAnsi="Times New Roman" w:cs="Times New Roman"/>
          <w:color w:val="auto"/>
          <w:lang w:val="kl-GL"/>
        </w:rPr>
        <w:t xml:space="preserve">suli </w:t>
      </w:r>
      <w:r w:rsidR="003D3DA4" w:rsidRPr="00171408">
        <w:rPr>
          <w:rFonts w:ascii="Times New Roman" w:eastAsia="Calibri" w:hAnsi="Times New Roman" w:cs="Times New Roman"/>
          <w:color w:val="auto"/>
          <w:lang w:val="kl-GL"/>
        </w:rPr>
        <w:t>aalajangii</w:t>
      </w:r>
      <w:r w:rsidR="008102CE" w:rsidRPr="00171408">
        <w:rPr>
          <w:rFonts w:ascii="Times New Roman" w:eastAsia="Calibri" w:hAnsi="Times New Roman" w:cs="Times New Roman"/>
          <w:color w:val="auto"/>
          <w:lang w:val="kl-GL"/>
        </w:rPr>
        <w:t>sarnissaa.</w:t>
      </w:r>
    </w:p>
    <w:p w14:paraId="4894F1B4" w14:textId="55C74FDA" w:rsidR="00515200" w:rsidRPr="00171408" w:rsidRDefault="00CE02F1">
      <w:pPr>
        <w:rPr>
          <w:rFonts w:ascii="Times New Roman" w:hAnsi="Times New Roman"/>
          <w:lang w:val="kl-GL"/>
        </w:rPr>
      </w:pPr>
      <w:r w:rsidRPr="00171408">
        <w:rPr>
          <w:rFonts w:ascii="Times New Roman" w:hAnsi="Times New Roman" w:cs="Times New Roman"/>
          <w:lang w:val="kl-GL"/>
        </w:rPr>
        <w:t xml:space="preserve">Inatsisissatut siunnersuummi § 1, nr. 3-mut </w:t>
      </w:r>
      <w:r w:rsidR="005B7A12" w:rsidRPr="00171408">
        <w:rPr>
          <w:rFonts w:ascii="Times New Roman" w:hAnsi="Times New Roman" w:cs="Times New Roman"/>
          <w:lang w:val="kl-GL"/>
        </w:rPr>
        <w:t xml:space="preserve">oqaaseqaatit </w:t>
      </w:r>
      <w:r w:rsidR="008102CE" w:rsidRPr="00171408">
        <w:rPr>
          <w:rFonts w:ascii="Times New Roman" w:hAnsi="Times New Roman" w:cs="Times New Roman"/>
          <w:lang w:val="kl-GL"/>
        </w:rPr>
        <w:t xml:space="preserve">aamma </w:t>
      </w:r>
      <w:r w:rsidRPr="00171408">
        <w:rPr>
          <w:rFonts w:ascii="Times New Roman" w:hAnsi="Times New Roman" w:cs="Times New Roman"/>
          <w:lang w:val="kl-GL"/>
        </w:rPr>
        <w:t>oqaaseqaatit innersuussutigineqarput, imm. 2.2.</w:t>
      </w:r>
    </w:p>
    <w:p w14:paraId="150951C5" w14:textId="5507E664" w:rsidR="00515200" w:rsidRPr="00171408" w:rsidRDefault="00CE02F1">
      <w:pPr>
        <w:rPr>
          <w:rFonts w:ascii="Times New Roman" w:hAnsi="Times New Roman"/>
          <w:lang w:val="kl-GL"/>
        </w:rPr>
      </w:pPr>
      <w:r w:rsidRPr="00171408">
        <w:rPr>
          <w:rFonts w:ascii="Times New Roman" w:hAnsi="Times New Roman" w:cs="Times New Roman"/>
          <w:lang w:val="kl-GL"/>
        </w:rPr>
        <w:t xml:space="preserve">Nr. </w:t>
      </w:r>
      <w:r w:rsidR="005B7A12" w:rsidRPr="00171408">
        <w:rPr>
          <w:rFonts w:ascii="Times New Roman" w:hAnsi="Times New Roman" w:cs="Times New Roman"/>
          <w:lang w:val="kl-GL"/>
        </w:rPr>
        <w:t>20</w:t>
      </w:r>
      <w:r w:rsidRPr="00171408">
        <w:rPr>
          <w:rFonts w:ascii="Times New Roman" w:hAnsi="Times New Roman" w:cs="Times New Roman"/>
          <w:lang w:val="kl-GL"/>
        </w:rPr>
        <w:t>-imut</w:t>
      </w:r>
    </w:p>
    <w:p w14:paraId="2192C211" w14:textId="60B7DCD8" w:rsidR="00515200" w:rsidRPr="00171408" w:rsidRDefault="00CE02F1">
      <w:pPr>
        <w:rPr>
          <w:rFonts w:ascii="Times New Roman" w:hAnsi="Times New Roman"/>
          <w:lang w:val="kl-GL"/>
        </w:rPr>
      </w:pPr>
      <w:r w:rsidRPr="00171408">
        <w:rPr>
          <w:rFonts w:ascii="Times New Roman" w:hAnsi="Times New Roman" w:cs="Times New Roman"/>
          <w:lang w:val="kl-GL"/>
        </w:rPr>
        <w:t xml:space="preserve">§ 49, imm. 2, oqaaseqatigiit </w:t>
      </w:r>
      <w:r w:rsidR="00C0058C" w:rsidRPr="00171408">
        <w:rPr>
          <w:rFonts w:ascii="Times New Roman" w:hAnsi="Times New Roman" w:cs="Times New Roman"/>
          <w:lang w:val="kl-GL"/>
        </w:rPr>
        <w:t>pingajuan</w:t>
      </w:r>
      <w:r w:rsidRPr="00171408">
        <w:rPr>
          <w:rFonts w:ascii="Times New Roman" w:hAnsi="Times New Roman" w:cs="Times New Roman"/>
          <w:lang w:val="kl-GL"/>
        </w:rPr>
        <w:t xml:space="preserve">ni aalajangersakkami atuuttumi allaqqavoq, </w:t>
      </w:r>
      <w:r w:rsidR="00034D28" w:rsidRPr="00171408">
        <w:rPr>
          <w:rFonts w:ascii="Times New Roman" w:hAnsi="Times New Roman" w:cs="Times New Roman"/>
          <w:lang w:val="kl-GL"/>
        </w:rPr>
        <w:t>a</w:t>
      </w:r>
      <w:r w:rsidRPr="00171408">
        <w:rPr>
          <w:rFonts w:ascii="Times New Roman" w:hAnsi="Times New Roman" w:cs="Times New Roman"/>
          <w:lang w:val="kl-GL"/>
        </w:rPr>
        <w:t xml:space="preserve">joqusertut imaluunniit </w:t>
      </w:r>
      <w:r w:rsidR="00D02F12" w:rsidRPr="00171408">
        <w:rPr>
          <w:rFonts w:ascii="Times New Roman" w:hAnsi="Times New Roman" w:cs="Times New Roman"/>
          <w:lang w:val="kl-GL"/>
        </w:rPr>
        <w:t>qimagaas</w:t>
      </w:r>
      <w:r w:rsidRPr="00171408">
        <w:rPr>
          <w:rFonts w:ascii="Times New Roman" w:hAnsi="Times New Roman" w:cs="Times New Roman"/>
          <w:lang w:val="kl-GL"/>
        </w:rPr>
        <w:t>ut Europap avataani</w:t>
      </w:r>
      <w:r w:rsidR="00034D28" w:rsidRPr="00171408">
        <w:rPr>
          <w:rFonts w:ascii="Times New Roman" w:hAnsi="Times New Roman" w:cs="Times New Roman"/>
          <w:lang w:val="kl-GL"/>
        </w:rPr>
        <w:t xml:space="preserve"> najugaqarpata</w:t>
      </w:r>
      <w:r w:rsidRPr="00171408">
        <w:rPr>
          <w:rFonts w:ascii="Times New Roman" w:hAnsi="Times New Roman" w:cs="Times New Roman"/>
          <w:lang w:val="kl-GL"/>
        </w:rPr>
        <w:t xml:space="preserve">, taava Arbejdsmarkedets Erhvervssikringip aalajangineri pillugit </w:t>
      </w:r>
      <w:r w:rsidR="000654EB" w:rsidRPr="00171408">
        <w:rPr>
          <w:rFonts w:ascii="Times New Roman" w:hAnsi="Times New Roman" w:cs="Times New Roman"/>
          <w:lang w:val="kl-GL"/>
        </w:rPr>
        <w:t>naammagittaalli</w:t>
      </w:r>
      <w:r w:rsidRPr="00171408">
        <w:rPr>
          <w:rFonts w:ascii="Times New Roman" w:hAnsi="Times New Roman" w:cs="Times New Roman"/>
          <w:lang w:val="kl-GL"/>
        </w:rPr>
        <w:t>uteqarnissamut</w:t>
      </w:r>
      <w:r w:rsidR="00931A44" w:rsidRPr="00171408">
        <w:rPr>
          <w:rFonts w:ascii="Times New Roman" w:hAnsi="Times New Roman" w:cs="Times New Roman"/>
          <w:lang w:val="kl-GL"/>
        </w:rPr>
        <w:t xml:space="preserve"> piffissarititaa</w:t>
      </w:r>
      <w:r w:rsidR="00D21545" w:rsidRPr="00171408">
        <w:rPr>
          <w:rFonts w:ascii="Times New Roman" w:hAnsi="Times New Roman" w:cs="Times New Roman"/>
          <w:lang w:val="kl-GL"/>
        </w:rPr>
        <w:t>s</w:t>
      </w:r>
      <w:r w:rsidR="00931A44" w:rsidRPr="00171408">
        <w:rPr>
          <w:rFonts w:ascii="Times New Roman" w:hAnsi="Times New Roman" w:cs="Times New Roman"/>
          <w:lang w:val="kl-GL"/>
        </w:rPr>
        <w:t>oq</w:t>
      </w:r>
      <w:r w:rsidRPr="00171408">
        <w:rPr>
          <w:rFonts w:ascii="Times New Roman" w:hAnsi="Times New Roman" w:cs="Times New Roman"/>
          <w:lang w:val="kl-GL"/>
        </w:rPr>
        <w:t xml:space="preserve"> qaammatit </w:t>
      </w:r>
      <w:r w:rsidR="00931A44" w:rsidRPr="00171408">
        <w:rPr>
          <w:rFonts w:ascii="Times New Roman" w:hAnsi="Times New Roman" w:cs="Times New Roman"/>
          <w:lang w:val="kl-GL"/>
        </w:rPr>
        <w:t>pingasut</w:t>
      </w:r>
      <w:r w:rsidRPr="00171408">
        <w:rPr>
          <w:rFonts w:ascii="Times New Roman" w:hAnsi="Times New Roman" w:cs="Times New Roman"/>
          <w:lang w:val="kl-GL"/>
        </w:rPr>
        <w:t>.</w:t>
      </w:r>
    </w:p>
    <w:p w14:paraId="162BD54E" w14:textId="310BAF78" w:rsidR="00515200" w:rsidRPr="00171408" w:rsidRDefault="00CE02F1">
      <w:pPr>
        <w:rPr>
          <w:rFonts w:ascii="Times New Roman" w:hAnsi="Times New Roman"/>
          <w:lang w:val="kl-GL"/>
        </w:rPr>
      </w:pPr>
      <w:r w:rsidRPr="00171408">
        <w:rPr>
          <w:rFonts w:ascii="Times New Roman" w:hAnsi="Times New Roman" w:cs="Times New Roman"/>
          <w:lang w:val="kl-GL"/>
        </w:rPr>
        <w:t xml:space="preserve">Inatsisissatut siunnersuutip </w:t>
      </w:r>
      <w:r w:rsidRPr="00171408">
        <w:rPr>
          <w:rFonts w:ascii="Times New Roman" w:hAnsi="Times New Roman" w:cs="Times New Roman"/>
          <w:i/>
          <w:lang w:val="kl-GL"/>
        </w:rPr>
        <w:t xml:space="preserve">§ 1, nr. </w:t>
      </w:r>
      <w:r w:rsidR="00605193" w:rsidRPr="00171408">
        <w:rPr>
          <w:rFonts w:ascii="Times New Roman" w:hAnsi="Times New Roman" w:cs="Times New Roman"/>
          <w:i/>
          <w:lang w:val="kl-GL"/>
        </w:rPr>
        <w:t>20</w:t>
      </w:r>
      <w:r w:rsidRPr="00171408">
        <w:rPr>
          <w:rFonts w:ascii="Times New Roman" w:hAnsi="Times New Roman" w:cs="Times New Roman"/>
          <w:lang w:val="kl-GL"/>
        </w:rPr>
        <w:t xml:space="preserve">-ani siunnertuutigineqarpoq, § 49, imm. 2-mi, oqaaseqatigiit </w:t>
      </w:r>
      <w:r w:rsidR="00C0058C" w:rsidRPr="00171408">
        <w:rPr>
          <w:rFonts w:ascii="Times New Roman" w:hAnsi="Times New Roman" w:cs="Times New Roman"/>
          <w:lang w:val="kl-GL"/>
        </w:rPr>
        <w:t>pingajuat</w:t>
      </w:r>
      <w:r w:rsidRPr="00171408">
        <w:rPr>
          <w:rFonts w:ascii="Times New Roman" w:hAnsi="Times New Roman" w:cs="Times New Roman"/>
          <w:lang w:val="kl-GL"/>
        </w:rPr>
        <w:t xml:space="preserve"> atorunnaarsinneqassasoq.</w:t>
      </w:r>
    </w:p>
    <w:p w14:paraId="2AA2BD9F" w14:textId="301C4966" w:rsidR="00515200" w:rsidRPr="00171408" w:rsidRDefault="00CE02F1">
      <w:pPr>
        <w:rPr>
          <w:rFonts w:ascii="Times New Roman" w:hAnsi="Times New Roman"/>
          <w:lang w:val="kl-GL"/>
        </w:rPr>
      </w:pPr>
      <w:r w:rsidRPr="00171408">
        <w:rPr>
          <w:rFonts w:ascii="Times New Roman" w:hAnsi="Times New Roman" w:cs="Times New Roman"/>
          <w:lang w:val="kl-GL"/>
        </w:rPr>
        <w:t xml:space="preserve">§ 49, imm. 2, oqaaseqatigiit </w:t>
      </w:r>
      <w:r w:rsidR="00C0058C" w:rsidRPr="00171408">
        <w:rPr>
          <w:rFonts w:ascii="Times New Roman" w:hAnsi="Times New Roman" w:cs="Times New Roman"/>
          <w:lang w:val="kl-GL"/>
        </w:rPr>
        <w:t>pingajuat</w:t>
      </w:r>
      <w:r w:rsidRPr="00171408">
        <w:rPr>
          <w:rFonts w:ascii="Times New Roman" w:hAnsi="Times New Roman" w:cs="Times New Roman"/>
          <w:lang w:val="kl-GL"/>
        </w:rPr>
        <w:t xml:space="preserve"> atorunnaarsinneqarnissaanik siunnersuutip </w:t>
      </w:r>
      <w:r w:rsidR="00C76AEA" w:rsidRPr="00171408">
        <w:rPr>
          <w:rFonts w:ascii="Times New Roman" w:hAnsi="Times New Roman" w:cs="Times New Roman"/>
          <w:lang w:val="kl-GL"/>
        </w:rPr>
        <w:t>kingunerissavaa</w:t>
      </w:r>
      <w:r w:rsidRPr="00171408">
        <w:rPr>
          <w:rFonts w:ascii="Times New Roman" w:hAnsi="Times New Roman" w:cs="Times New Roman"/>
          <w:lang w:val="kl-GL"/>
        </w:rPr>
        <w:t xml:space="preserve">, ajoqusertunut </w:t>
      </w:r>
      <w:r w:rsidR="009D06C0" w:rsidRPr="00171408">
        <w:rPr>
          <w:rFonts w:ascii="Times New Roman" w:hAnsi="Times New Roman" w:cs="Times New Roman"/>
          <w:lang w:val="kl-GL"/>
        </w:rPr>
        <w:t xml:space="preserve">imaluunniit </w:t>
      </w:r>
      <w:r w:rsidR="00D02F12" w:rsidRPr="00171408">
        <w:rPr>
          <w:rFonts w:ascii="Times New Roman" w:hAnsi="Times New Roman" w:cs="Times New Roman"/>
          <w:lang w:val="kl-GL"/>
        </w:rPr>
        <w:t>qimagaas</w:t>
      </w:r>
      <w:r w:rsidRPr="00171408">
        <w:rPr>
          <w:rFonts w:ascii="Times New Roman" w:hAnsi="Times New Roman" w:cs="Times New Roman"/>
          <w:lang w:val="kl-GL"/>
        </w:rPr>
        <w:t xml:space="preserve">unut </w:t>
      </w:r>
      <w:r w:rsidR="009D06C0" w:rsidRPr="00171408">
        <w:rPr>
          <w:rFonts w:ascii="Times New Roman" w:hAnsi="Times New Roman" w:cs="Times New Roman"/>
          <w:lang w:val="kl-GL"/>
        </w:rPr>
        <w:t xml:space="preserve">naammagittaalliornissamut </w:t>
      </w:r>
      <w:r w:rsidRPr="00171408">
        <w:rPr>
          <w:rFonts w:ascii="Times New Roman" w:hAnsi="Times New Roman" w:cs="Times New Roman"/>
          <w:lang w:val="kl-GL"/>
        </w:rPr>
        <w:t xml:space="preserve">sapaatit akunneri arfinillit piffissarititaassasut, aalajangiinerup </w:t>
      </w:r>
      <w:r w:rsidR="009D06C0" w:rsidRPr="00171408">
        <w:rPr>
          <w:rFonts w:ascii="Times New Roman" w:hAnsi="Times New Roman" w:cs="Times New Roman"/>
          <w:lang w:val="kl-GL"/>
        </w:rPr>
        <w:t>tiguneqarneraniit</w:t>
      </w:r>
      <w:r w:rsidRPr="00171408">
        <w:rPr>
          <w:rFonts w:ascii="Times New Roman" w:hAnsi="Times New Roman" w:cs="Times New Roman"/>
          <w:lang w:val="kl-GL"/>
        </w:rPr>
        <w:t xml:space="preserve">, ajoqusertut aamma </w:t>
      </w:r>
      <w:r w:rsidR="00D02F12" w:rsidRPr="00171408">
        <w:rPr>
          <w:rFonts w:ascii="Times New Roman" w:hAnsi="Times New Roman" w:cs="Times New Roman"/>
          <w:lang w:val="kl-GL"/>
        </w:rPr>
        <w:t>qimagaas</w:t>
      </w:r>
      <w:r w:rsidRPr="00171408">
        <w:rPr>
          <w:rFonts w:ascii="Times New Roman" w:hAnsi="Times New Roman" w:cs="Times New Roman"/>
          <w:lang w:val="kl-GL"/>
        </w:rPr>
        <w:t xml:space="preserve">ut </w:t>
      </w:r>
      <w:r w:rsidR="00CB516D" w:rsidRPr="00171408">
        <w:rPr>
          <w:rFonts w:ascii="Times New Roman" w:hAnsi="Times New Roman" w:cs="Times New Roman"/>
          <w:lang w:val="kl-GL"/>
        </w:rPr>
        <w:t xml:space="preserve">sumi najugaqarneri </w:t>
      </w:r>
      <w:r w:rsidRPr="00171408">
        <w:rPr>
          <w:rFonts w:ascii="Times New Roman" w:hAnsi="Times New Roman" w:cs="Times New Roman"/>
          <w:lang w:val="kl-GL"/>
        </w:rPr>
        <w:t xml:space="preserve">apeqqutaatinnagit, tak. § 49, imm. 2, oqaaseqatigiit </w:t>
      </w:r>
      <w:r w:rsidR="00C0058C" w:rsidRPr="00171408">
        <w:rPr>
          <w:rFonts w:ascii="Times New Roman" w:hAnsi="Times New Roman" w:cs="Times New Roman"/>
          <w:lang w:val="kl-GL"/>
        </w:rPr>
        <w:t>aappaat</w:t>
      </w:r>
      <w:r w:rsidRPr="00171408">
        <w:rPr>
          <w:rFonts w:ascii="Times New Roman" w:hAnsi="Times New Roman" w:cs="Times New Roman"/>
          <w:lang w:val="kl-GL"/>
        </w:rPr>
        <w:t>.</w:t>
      </w:r>
    </w:p>
    <w:p w14:paraId="40513DA6" w14:textId="0104FBF6" w:rsidR="00515200" w:rsidRPr="00171408" w:rsidRDefault="00CE02F1">
      <w:pPr>
        <w:rPr>
          <w:rFonts w:ascii="Times New Roman" w:hAnsi="Times New Roman"/>
          <w:lang w:val="kl-GL"/>
        </w:rPr>
      </w:pPr>
      <w:r w:rsidRPr="00171408">
        <w:rPr>
          <w:rFonts w:ascii="Times New Roman" w:hAnsi="Times New Roman" w:cs="Times New Roman"/>
          <w:lang w:val="kl-GL"/>
        </w:rPr>
        <w:t xml:space="preserve">Ajutoornerit pillugit suliani sillimmasiisarfimmut, inuussutissarsiornermi nappaatit pillugit suliani Arbejdsmarkedets Tillægspensionip siulersuisuinut,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sulisitsisumut,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ajutoornerit akuersaarneqarnissaannut aalajangiinerit pineqartillugit, nangittumik </w:t>
      </w:r>
      <w:r w:rsidR="000654EB" w:rsidRPr="00171408">
        <w:rPr>
          <w:rFonts w:ascii="Times New Roman" w:hAnsi="Times New Roman" w:cs="Times New Roman"/>
          <w:lang w:val="kl-GL"/>
        </w:rPr>
        <w:t>naammagittaalli</w:t>
      </w:r>
      <w:r w:rsidR="00DC4A51" w:rsidRPr="00171408">
        <w:rPr>
          <w:rFonts w:ascii="Times New Roman" w:hAnsi="Times New Roman" w:cs="Times New Roman"/>
          <w:lang w:val="kl-GL"/>
        </w:rPr>
        <w:t xml:space="preserve">uteqarnissamut piffissarititaavoq </w:t>
      </w:r>
      <w:r w:rsidRPr="00171408">
        <w:rPr>
          <w:rFonts w:ascii="Times New Roman" w:hAnsi="Times New Roman" w:cs="Times New Roman"/>
          <w:lang w:val="kl-GL"/>
        </w:rPr>
        <w:t xml:space="preserve">sapaatip akunneri sisamat, tak. § 49, imm. 2, oqaaseqatigiit </w:t>
      </w:r>
      <w:r w:rsidR="00C0058C" w:rsidRPr="00171408">
        <w:rPr>
          <w:rFonts w:ascii="Times New Roman" w:hAnsi="Times New Roman" w:cs="Times New Roman"/>
          <w:lang w:val="kl-GL"/>
        </w:rPr>
        <w:t>siulliat</w:t>
      </w:r>
      <w:r w:rsidRPr="00171408">
        <w:rPr>
          <w:rFonts w:ascii="Times New Roman" w:hAnsi="Times New Roman" w:cs="Times New Roman"/>
          <w:lang w:val="kl-GL"/>
        </w:rPr>
        <w:t>.</w:t>
      </w:r>
    </w:p>
    <w:p w14:paraId="07B6EEB0" w14:textId="58607554" w:rsidR="00515200" w:rsidRPr="00171408" w:rsidRDefault="000654EB">
      <w:pPr>
        <w:rPr>
          <w:rFonts w:ascii="Times New Roman" w:hAnsi="Times New Roman"/>
          <w:lang w:val="kl-GL"/>
        </w:rPr>
      </w:pPr>
      <w:r w:rsidRPr="00171408">
        <w:rPr>
          <w:rFonts w:ascii="Times New Roman" w:hAnsi="Times New Roman" w:cs="Times New Roman"/>
          <w:lang w:val="kl-GL"/>
        </w:rPr>
        <w:t>Naammagittaalli</w:t>
      </w:r>
      <w:r w:rsidR="00CE02F1" w:rsidRPr="00171408">
        <w:rPr>
          <w:rFonts w:ascii="Times New Roman" w:hAnsi="Times New Roman" w:cs="Times New Roman"/>
          <w:lang w:val="kl-GL"/>
        </w:rPr>
        <w:t xml:space="preserve">uteqarnissamut piffissarititaasoq qaammatinik pingasunik </w:t>
      </w:r>
      <w:r w:rsidR="00741342" w:rsidRPr="00171408">
        <w:rPr>
          <w:rFonts w:ascii="Times New Roman" w:hAnsi="Times New Roman" w:cs="Times New Roman"/>
          <w:lang w:val="kl-GL"/>
        </w:rPr>
        <w:t>sivi</w:t>
      </w:r>
      <w:r w:rsidR="007347B5" w:rsidRPr="00171408">
        <w:rPr>
          <w:rFonts w:ascii="Times New Roman" w:hAnsi="Times New Roman" w:cs="Times New Roman"/>
          <w:lang w:val="kl-GL"/>
        </w:rPr>
        <w:t>ts</w:t>
      </w:r>
      <w:r w:rsidR="00990CF3" w:rsidRPr="00171408">
        <w:rPr>
          <w:rFonts w:ascii="Times New Roman" w:hAnsi="Times New Roman" w:cs="Times New Roman"/>
          <w:lang w:val="kl-GL"/>
        </w:rPr>
        <w:t>ugaq</w:t>
      </w:r>
      <w:r w:rsidR="00CE02F1" w:rsidRPr="00171408">
        <w:rPr>
          <w:rFonts w:ascii="Times New Roman" w:hAnsi="Times New Roman" w:cs="Times New Roman"/>
          <w:lang w:val="kl-GL"/>
        </w:rPr>
        <w:t xml:space="preserve">, inatsimmi § 49, imm. 2, oqaaseqatigiit </w:t>
      </w:r>
      <w:r w:rsidR="00D712DC" w:rsidRPr="00171408">
        <w:rPr>
          <w:rFonts w:ascii="Times New Roman" w:hAnsi="Times New Roman" w:cs="Times New Roman"/>
          <w:lang w:val="kl-GL"/>
        </w:rPr>
        <w:t>pingaju</w:t>
      </w:r>
      <w:r w:rsidR="00CE02F1" w:rsidRPr="00171408">
        <w:rPr>
          <w:rFonts w:ascii="Times New Roman" w:hAnsi="Times New Roman" w:cs="Times New Roman"/>
          <w:lang w:val="kl-GL"/>
        </w:rPr>
        <w:t xml:space="preserve">at malillugu, aalajangiinerit aamma </w:t>
      </w:r>
      <w:r w:rsidRPr="00171408">
        <w:rPr>
          <w:rFonts w:ascii="Times New Roman" w:hAnsi="Times New Roman" w:cs="Times New Roman"/>
          <w:lang w:val="kl-GL"/>
        </w:rPr>
        <w:t>naammagittaalli</w:t>
      </w:r>
      <w:r w:rsidR="00CE02F1" w:rsidRPr="00171408">
        <w:rPr>
          <w:rFonts w:ascii="Times New Roman" w:hAnsi="Times New Roman" w:cs="Times New Roman"/>
          <w:lang w:val="kl-GL"/>
        </w:rPr>
        <w:t>utit allakkatigut nassiunneqartarallarneranniit</w:t>
      </w:r>
      <w:r w:rsidR="007347B5" w:rsidRPr="00171408">
        <w:rPr>
          <w:rFonts w:ascii="Times New Roman" w:hAnsi="Times New Roman" w:cs="Times New Roman"/>
          <w:lang w:val="kl-GL"/>
        </w:rPr>
        <w:t xml:space="preserve"> piffissaminngaanneerpoq</w:t>
      </w:r>
      <w:r w:rsidR="00CE02F1" w:rsidRPr="00171408">
        <w:rPr>
          <w:rFonts w:ascii="Times New Roman" w:hAnsi="Times New Roman" w:cs="Times New Roman"/>
          <w:lang w:val="kl-GL"/>
        </w:rPr>
        <w:t>, taamaattumi</w:t>
      </w:r>
      <w:r w:rsidR="00FE5BEC" w:rsidRPr="00171408">
        <w:rPr>
          <w:rFonts w:ascii="Times New Roman" w:hAnsi="Times New Roman" w:cs="Times New Roman"/>
          <w:lang w:val="kl-GL"/>
        </w:rPr>
        <w:t>llu</w:t>
      </w:r>
      <w:r w:rsidR="00CE02F1" w:rsidRPr="00171408">
        <w:rPr>
          <w:rFonts w:ascii="Times New Roman" w:hAnsi="Times New Roman" w:cs="Times New Roman"/>
          <w:lang w:val="kl-GL"/>
        </w:rPr>
        <w:t xml:space="preserve"> ajoqusertut imaluunniit </w:t>
      </w:r>
      <w:r w:rsidR="00D02F12" w:rsidRPr="00171408">
        <w:rPr>
          <w:rFonts w:ascii="Times New Roman" w:hAnsi="Times New Roman" w:cs="Times New Roman"/>
          <w:lang w:val="kl-GL"/>
        </w:rPr>
        <w:t>qimagaas</w:t>
      </w:r>
      <w:r w:rsidR="00CE02F1" w:rsidRPr="00171408">
        <w:rPr>
          <w:rFonts w:ascii="Times New Roman" w:hAnsi="Times New Roman" w:cs="Times New Roman"/>
          <w:lang w:val="kl-GL"/>
        </w:rPr>
        <w:t xml:space="preserve">ut </w:t>
      </w:r>
      <w:r w:rsidR="00FE5BEC" w:rsidRPr="00171408">
        <w:rPr>
          <w:rFonts w:ascii="Times New Roman" w:hAnsi="Times New Roman" w:cs="Times New Roman"/>
          <w:lang w:val="kl-GL"/>
        </w:rPr>
        <w:lastRenderedPageBreak/>
        <w:t>najugaqarfigisaat</w:t>
      </w:r>
      <w:r w:rsidR="00CE02F1" w:rsidRPr="00171408">
        <w:rPr>
          <w:rFonts w:ascii="Times New Roman" w:hAnsi="Times New Roman" w:cs="Times New Roman"/>
          <w:lang w:val="kl-GL"/>
        </w:rPr>
        <w:t>, pineqartut aamma Arbejdsmarkedets Erhvervssikringip qanoq sukkatigisumik attaveqaqatigiittarnerinut</w:t>
      </w:r>
      <w:r w:rsidR="00FE5BEC" w:rsidRPr="00171408">
        <w:rPr>
          <w:rFonts w:ascii="Times New Roman" w:hAnsi="Times New Roman" w:cs="Times New Roman"/>
          <w:lang w:val="kl-GL"/>
        </w:rPr>
        <w:t xml:space="preserve"> apeqqutaalluni</w:t>
      </w:r>
      <w:r w:rsidR="00CE02F1" w:rsidRPr="00171408">
        <w:rPr>
          <w:rFonts w:ascii="Times New Roman" w:hAnsi="Times New Roman" w:cs="Times New Roman"/>
          <w:lang w:val="kl-GL"/>
        </w:rPr>
        <w:t>.</w:t>
      </w:r>
    </w:p>
    <w:p w14:paraId="0FEF8033" w14:textId="0066498E" w:rsidR="00515200" w:rsidRPr="00171408" w:rsidRDefault="00CE02F1">
      <w:pPr>
        <w:rPr>
          <w:rFonts w:ascii="Times New Roman" w:hAnsi="Times New Roman"/>
          <w:lang w:val="kl-GL"/>
        </w:rPr>
      </w:pPr>
      <w:r w:rsidRPr="00171408">
        <w:rPr>
          <w:rFonts w:ascii="Times New Roman" w:hAnsi="Times New Roman" w:cs="Times New Roman"/>
          <w:lang w:val="kl-GL"/>
        </w:rPr>
        <w:t xml:space="preserve">Pisuni aalajangiineq allakkatigut nassiunneqartillugu, aalajangiineq pillugu </w:t>
      </w:r>
      <w:r w:rsidR="000654EB" w:rsidRPr="00171408">
        <w:rPr>
          <w:rFonts w:ascii="Times New Roman" w:hAnsi="Times New Roman" w:cs="Times New Roman"/>
          <w:lang w:val="kl-GL"/>
        </w:rPr>
        <w:t>naammagittaalli</w:t>
      </w:r>
      <w:r w:rsidRPr="00171408">
        <w:rPr>
          <w:rFonts w:ascii="Times New Roman" w:hAnsi="Times New Roman" w:cs="Times New Roman"/>
          <w:lang w:val="kl-GL"/>
        </w:rPr>
        <w:t xml:space="preserve">utip eqqortumik tiguneqarnera pillugu nalilersuinermut, aalajangiinerup tigusisussamut </w:t>
      </w:r>
      <w:r w:rsidR="00762347" w:rsidRPr="00171408">
        <w:rPr>
          <w:rFonts w:ascii="Times New Roman" w:hAnsi="Times New Roman" w:cs="Times New Roman"/>
          <w:lang w:val="kl-GL"/>
        </w:rPr>
        <w:t xml:space="preserve">qanga </w:t>
      </w:r>
      <w:r w:rsidRPr="00171408">
        <w:rPr>
          <w:rFonts w:ascii="Times New Roman" w:hAnsi="Times New Roman" w:cs="Times New Roman"/>
          <w:lang w:val="kl-GL"/>
        </w:rPr>
        <w:t xml:space="preserve">apuussinnaanerata </w:t>
      </w:r>
      <w:r w:rsidR="00762347" w:rsidRPr="00171408">
        <w:rPr>
          <w:rFonts w:ascii="Times New Roman" w:hAnsi="Times New Roman" w:cs="Times New Roman"/>
          <w:lang w:val="kl-GL"/>
        </w:rPr>
        <w:t xml:space="preserve">missiliuutigineqarnera </w:t>
      </w:r>
      <w:r w:rsidRPr="00171408">
        <w:rPr>
          <w:rFonts w:ascii="Times New Roman" w:hAnsi="Times New Roman" w:cs="Times New Roman"/>
          <w:lang w:val="kl-GL"/>
        </w:rPr>
        <w:t xml:space="preserve">apeqqutaassaaq. Tamatumunnga atatillugu ajoqusertumut nunami allamiittumut aalajangiinerup </w:t>
      </w:r>
      <w:r w:rsidR="00925D59" w:rsidRPr="00171408">
        <w:rPr>
          <w:rFonts w:ascii="Times New Roman" w:hAnsi="Times New Roman" w:cs="Times New Roman"/>
          <w:lang w:val="kl-GL"/>
        </w:rPr>
        <w:t xml:space="preserve">kingusissukkut </w:t>
      </w:r>
      <w:r w:rsidRPr="00171408">
        <w:rPr>
          <w:rFonts w:ascii="Times New Roman" w:hAnsi="Times New Roman" w:cs="Times New Roman"/>
          <w:lang w:val="kl-GL"/>
        </w:rPr>
        <w:t xml:space="preserve">apuussimanera pillugu paasissutissaq apeqqutaatinneqarsinnaavoq. Akerlianik </w:t>
      </w:r>
      <w:r w:rsidR="00985EC2" w:rsidRPr="00171408">
        <w:rPr>
          <w:rFonts w:ascii="Times New Roman" w:hAnsi="Times New Roman" w:cs="Times New Roman"/>
          <w:lang w:val="kl-GL"/>
        </w:rPr>
        <w:t xml:space="preserve">qarasaasiakkut </w:t>
      </w:r>
      <w:r w:rsidRPr="00171408">
        <w:rPr>
          <w:rFonts w:ascii="Times New Roman" w:hAnsi="Times New Roman" w:cs="Times New Roman"/>
          <w:lang w:val="kl-GL"/>
        </w:rPr>
        <w:t xml:space="preserve">attaveqaqatigiinnermi periarfissaavoq aalajangiinermik piffissap nassiussiviusup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w:t>
      </w:r>
      <w:r w:rsidR="000654EB" w:rsidRPr="00171408">
        <w:rPr>
          <w:rFonts w:ascii="Times New Roman" w:hAnsi="Times New Roman" w:cs="Times New Roman"/>
          <w:lang w:val="kl-GL"/>
        </w:rPr>
        <w:t>naammagittaalli</w:t>
      </w:r>
      <w:r w:rsidRPr="00171408">
        <w:rPr>
          <w:rFonts w:ascii="Times New Roman" w:hAnsi="Times New Roman" w:cs="Times New Roman"/>
          <w:lang w:val="kl-GL"/>
        </w:rPr>
        <w:t xml:space="preserve">ummik piffissap tigusiffiusup eqqoqqissaartup nalunaarsorneqarsinnaaneri. Taamaattumik </w:t>
      </w:r>
      <w:r w:rsidR="000654EB" w:rsidRPr="00171408">
        <w:rPr>
          <w:rFonts w:ascii="Times New Roman" w:hAnsi="Times New Roman" w:cs="Times New Roman"/>
          <w:lang w:val="kl-GL"/>
        </w:rPr>
        <w:t>naammagittaalli</w:t>
      </w:r>
      <w:r w:rsidRPr="00171408">
        <w:rPr>
          <w:rFonts w:ascii="Times New Roman" w:hAnsi="Times New Roman" w:cs="Times New Roman"/>
          <w:lang w:val="kl-GL"/>
        </w:rPr>
        <w:t xml:space="preserve">uteqarnissamut piffissarititaasoq naatsorsorneqartariaqarpoq, nalunaarutip tigusisussamit </w:t>
      </w:r>
      <w:r w:rsidR="00565534" w:rsidRPr="00171408">
        <w:rPr>
          <w:rFonts w:ascii="Times New Roman" w:hAnsi="Times New Roman" w:cs="Times New Roman"/>
          <w:lang w:val="kl-GL"/>
        </w:rPr>
        <w:t xml:space="preserve">qarasaasiakkut </w:t>
      </w:r>
      <w:r w:rsidRPr="00171408">
        <w:rPr>
          <w:rFonts w:ascii="Times New Roman" w:hAnsi="Times New Roman" w:cs="Times New Roman"/>
          <w:lang w:val="kl-GL"/>
        </w:rPr>
        <w:t>pissarsiarineqarsinnaalerneraniit, ullup qanoq ilinerani nalunaarut tiguneqarnersoq</w:t>
      </w:r>
      <w:r w:rsidR="004223D8" w:rsidRPr="00171408">
        <w:rPr>
          <w:rFonts w:ascii="Times New Roman" w:hAnsi="Times New Roman" w:cs="Times New Roman"/>
          <w:lang w:val="kl-GL"/>
        </w:rPr>
        <w:t xml:space="preserve"> apeqqutatinnagu</w:t>
      </w:r>
      <w:r w:rsidRPr="00171408">
        <w:rPr>
          <w:rFonts w:ascii="Times New Roman" w:hAnsi="Times New Roman" w:cs="Times New Roman"/>
          <w:lang w:val="kl-GL"/>
        </w:rPr>
        <w:t>.</w:t>
      </w:r>
    </w:p>
    <w:p w14:paraId="7215E916" w14:textId="4525233B" w:rsidR="00515200" w:rsidRPr="00171408" w:rsidRDefault="00CE02F1">
      <w:pPr>
        <w:rPr>
          <w:rFonts w:ascii="Times New Roman" w:hAnsi="Times New Roman"/>
          <w:lang w:val="kl-GL"/>
        </w:rPr>
      </w:pPr>
      <w:r w:rsidRPr="00171408">
        <w:rPr>
          <w:rFonts w:ascii="Times New Roman" w:hAnsi="Times New Roman" w:cs="Times New Roman"/>
          <w:lang w:val="kl-GL"/>
        </w:rPr>
        <w:t xml:space="preserve">Ullumikkut ajoqusertut aamma </w:t>
      </w:r>
      <w:r w:rsidR="00D02F12" w:rsidRPr="00171408">
        <w:rPr>
          <w:rFonts w:ascii="Times New Roman" w:hAnsi="Times New Roman" w:cs="Times New Roman"/>
          <w:lang w:val="kl-GL"/>
        </w:rPr>
        <w:t>qimagaas</w:t>
      </w:r>
      <w:r w:rsidRPr="00171408">
        <w:rPr>
          <w:rFonts w:ascii="Times New Roman" w:hAnsi="Times New Roman" w:cs="Times New Roman"/>
          <w:lang w:val="kl-GL"/>
        </w:rPr>
        <w:t xml:space="preserve">ut oqartussaqarfinnik </w:t>
      </w:r>
      <w:r w:rsidR="00410225" w:rsidRPr="00171408">
        <w:rPr>
          <w:rFonts w:ascii="Times New Roman" w:hAnsi="Times New Roman" w:cs="Times New Roman"/>
          <w:lang w:val="kl-GL"/>
        </w:rPr>
        <w:t xml:space="preserve">attaveqaqatigiinneq </w:t>
      </w:r>
      <w:r w:rsidRPr="00171408">
        <w:rPr>
          <w:rFonts w:ascii="Times New Roman" w:hAnsi="Times New Roman" w:cs="Times New Roman"/>
          <w:lang w:val="kl-GL"/>
        </w:rPr>
        <w:t>allakkat aamma e-mailit digitali</w:t>
      </w:r>
      <w:r w:rsidR="00410225" w:rsidRPr="00171408">
        <w:rPr>
          <w:rFonts w:ascii="Times New Roman" w:hAnsi="Times New Roman" w:cs="Times New Roman"/>
          <w:lang w:val="kl-GL"/>
        </w:rPr>
        <w:t>usut</w:t>
      </w:r>
      <w:r w:rsidRPr="00171408">
        <w:rPr>
          <w:rFonts w:ascii="Times New Roman" w:hAnsi="Times New Roman" w:cs="Times New Roman"/>
          <w:lang w:val="kl-GL"/>
        </w:rPr>
        <w:t xml:space="preserve"> atorsinnaavaat. Ajoqusertut imaluunniit </w:t>
      </w:r>
      <w:r w:rsidR="00D02F12" w:rsidRPr="00171408">
        <w:rPr>
          <w:rFonts w:ascii="Times New Roman" w:hAnsi="Times New Roman" w:cs="Times New Roman"/>
          <w:lang w:val="kl-GL"/>
        </w:rPr>
        <w:t>qimagaas</w:t>
      </w:r>
      <w:r w:rsidRPr="00171408">
        <w:rPr>
          <w:rFonts w:ascii="Times New Roman" w:hAnsi="Times New Roman" w:cs="Times New Roman"/>
          <w:lang w:val="kl-GL"/>
        </w:rPr>
        <w:t>ut Europap avataani</w:t>
      </w:r>
      <w:r w:rsidR="00673E80" w:rsidRPr="00171408">
        <w:rPr>
          <w:rFonts w:ascii="Times New Roman" w:hAnsi="Times New Roman" w:cs="Times New Roman"/>
          <w:lang w:val="kl-GL"/>
        </w:rPr>
        <w:t xml:space="preserve"> najugaqartillugit</w:t>
      </w:r>
      <w:r w:rsidRPr="00171408">
        <w:rPr>
          <w:rFonts w:ascii="Times New Roman" w:hAnsi="Times New Roman" w:cs="Times New Roman"/>
          <w:lang w:val="kl-GL"/>
        </w:rPr>
        <w:t xml:space="preserve">, tamanna qaqugu aalajangiinerup imaluunniit </w:t>
      </w:r>
      <w:r w:rsidR="000654EB" w:rsidRPr="00171408">
        <w:rPr>
          <w:rFonts w:ascii="Times New Roman" w:hAnsi="Times New Roman" w:cs="Times New Roman"/>
          <w:lang w:val="kl-GL"/>
        </w:rPr>
        <w:t>naammagittaalli</w:t>
      </w:r>
      <w:r w:rsidRPr="00171408">
        <w:rPr>
          <w:rFonts w:ascii="Times New Roman" w:hAnsi="Times New Roman" w:cs="Times New Roman"/>
          <w:lang w:val="kl-GL"/>
        </w:rPr>
        <w:t>uteqarnerup apuunnissaannut</w:t>
      </w:r>
      <w:r w:rsidR="00673E80" w:rsidRPr="00171408">
        <w:rPr>
          <w:rFonts w:ascii="Times New Roman" w:hAnsi="Times New Roman" w:cs="Times New Roman"/>
          <w:lang w:val="kl-GL"/>
        </w:rPr>
        <w:t xml:space="preserve"> apeqqutaajunnaassaaq</w:t>
      </w:r>
      <w:r w:rsidRPr="00171408">
        <w:rPr>
          <w:rFonts w:ascii="Times New Roman" w:hAnsi="Times New Roman" w:cs="Times New Roman"/>
          <w:lang w:val="kl-GL"/>
        </w:rPr>
        <w:t xml:space="preserve">. Taamaalilluni inuiaqatigiinni digitalinngorsaanerup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pisortani attaveqaqatigiinnerup, Europap avataani</w:t>
      </w:r>
      <w:r w:rsidR="00911E10" w:rsidRPr="00171408">
        <w:rPr>
          <w:rFonts w:ascii="Times New Roman" w:hAnsi="Times New Roman" w:cs="Times New Roman"/>
          <w:lang w:val="kl-GL"/>
        </w:rPr>
        <w:t xml:space="preserve"> najugaqarnermut</w:t>
      </w:r>
      <w:r w:rsidRPr="00171408">
        <w:rPr>
          <w:rFonts w:ascii="Times New Roman" w:hAnsi="Times New Roman" w:cs="Times New Roman"/>
          <w:lang w:val="kl-GL"/>
        </w:rPr>
        <w:t xml:space="preserve"> tunngatillugu, qaammatini pingasuni </w:t>
      </w:r>
      <w:r w:rsidR="000654EB" w:rsidRPr="00171408">
        <w:rPr>
          <w:rFonts w:ascii="Times New Roman" w:hAnsi="Times New Roman" w:cs="Times New Roman"/>
          <w:lang w:val="kl-GL"/>
        </w:rPr>
        <w:t>naammagittaalli</w:t>
      </w:r>
      <w:r w:rsidRPr="00171408">
        <w:rPr>
          <w:rFonts w:ascii="Times New Roman" w:hAnsi="Times New Roman" w:cs="Times New Roman"/>
          <w:lang w:val="kl-GL"/>
        </w:rPr>
        <w:t>uteqarnissamut piffissarititaasoq sivitsugaq pisariaqartikkunnaarpaat.</w:t>
      </w:r>
    </w:p>
    <w:p w14:paraId="4D9BD28C" w14:textId="790D1273" w:rsidR="00515200" w:rsidRPr="00171408" w:rsidRDefault="00CE02F1">
      <w:pPr>
        <w:rPr>
          <w:rFonts w:ascii="Times New Roman" w:hAnsi="Times New Roman"/>
          <w:lang w:val="kl-GL"/>
        </w:rPr>
      </w:pPr>
      <w:r w:rsidRPr="00171408">
        <w:rPr>
          <w:rFonts w:ascii="Times New Roman" w:hAnsi="Times New Roman" w:cs="Times New Roman"/>
          <w:lang w:val="kl-GL"/>
        </w:rPr>
        <w:t xml:space="preserve">Aalajangiinerup tiguneraniit ajoqusertut imaluunniit </w:t>
      </w:r>
      <w:r w:rsidR="00D02F12" w:rsidRPr="00171408">
        <w:rPr>
          <w:rFonts w:ascii="Times New Roman" w:hAnsi="Times New Roman" w:cs="Times New Roman"/>
          <w:lang w:val="kl-GL"/>
        </w:rPr>
        <w:t>qimagaas</w:t>
      </w:r>
      <w:r w:rsidRPr="00171408">
        <w:rPr>
          <w:rFonts w:ascii="Times New Roman" w:hAnsi="Times New Roman" w:cs="Times New Roman"/>
          <w:lang w:val="kl-GL"/>
        </w:rPr>
        <w:t xml:space="preserve">ut </w:t>
      </w:r>
      <w:r w:rsidR="000654EB" w:rsidRPr="00171408">
        <w:rPr>
          <w:rFonts w:ascii="Times New Roman" w:hAnsi="Times New Roman" w:cs="Times New Roman"/>
          <w:lang w:val="kl-GL"/>
        </w:rPr>
        <w:t>naammagittaalli</w:t>
      </w:r>
      <w:r w:rsidRPr="00171408">
        <w:rPr>
          <w:rFonts w:ascii="Times New Roman" w:hAnsi="Times New Roman" w:cs="Times New Roman"/>
          <w:lang w:val="kl-GL"/>
        </w:rPr>
        <w:t>uteqarnissa</w:t>
      </w:r>
      <w:r w:rsidR="00535546" w:rsidRPr="00171408">
        <w:rPr>
          <w:rFonts w:ascii="Times New Roman" w:hAnsi="Times New Roman" w:cs="Times New Roman"/>
          <w:lang w:val="kl-GL"/>
        </w:rPr>
        <w:t>m</w:t>
      </w:r>
      <w:r w:rsidRPr="00171408">
        <w:rPr>
          <w:rFonts w:ascii="Times New Roman" w:hAnsi="Times New Roman" w:cs="Times New Roman"/>
          <w:lang w:val="kl-GL"/>
        </w:rPr>
        <w:t xml:space="preserve">ut piffissarititaasumik sapaatit akunnerinut arfinilinnut inissiinikkut assigiissaarineq, suliani ataasiakkaani </w:t>
      </w:r>
      <w:r w:rsidR="000654EB" w:rsidRPr="00171408">
        <w:rPr>
          <w:rFonts w:ascii="Times New Roman" w:hAnsi="Times New Roman" w:cs="Times New Roman"/>
          <w:lang w:val="kl-GL"/>
        </w:rPr>
        <w:t>naammagittaalli</w:t>
      </w:r>
      <w:r w:rsidRPr="00171408">
        <w:rPr>
          <w:rFonts w:ascii="Times New Roman" w:hAnsi="Times New Roman" w:cs="Times New Roman"/>
          <w:lang w:val="kl-GL"/>
        </w:rPr>
        <w:t xml:space="preserve">uteqarnissamut piffissarititaasut pillugit isummernissamik </w:t>
      </w:r>
      <w:r w:rsidR="001E4887" w:rsidRPr="00171408">
        <w:rPr>
          <w:rFonts w:ascii="Times New Roman" w:hAnsi="Times New Roman" w:cs="Times New Roman"/>
          <w:lang w:val="kl-GL"/>
        </w:rPr>
        <w:t xml:space="preserve">pisariaqartitsiunnaarnermik </w:t>
      </w:r>
      <w:r w:rsidRPr="00171408">
        <w:rPr>
          <w:rFonts w:ascii="Times New Roman" w:hAnsi="Times New Roman" w:cs="Times New Roman"/>
          <w:lang w:val="kl-GL"/>
        </w:rPr>
        <w:t xml:space="preserve">isumaqassaaq, ajoqusertut imaluunniit </w:t>
      </w:r>
      <w:r w:rsidR="00D02F12" w:rsidRPr="00171408">
        <w:rPr>
          <w:rFonts w:ascii="Times New Roman" w:hAnsi="Times New Roman" w:cs="Times New Roman"/>
          <w:lang w:val="kl-GL"/>
        </w:rPr>
        <w:t>qimagaas</w:t>
      </w:r>
      <w:r w:rsidRPr="00171408">
        <w:rPr>
          <w:rFonts w:ascii="Times New Roman" w:hAnsi="Times New Roman" w:cs="Times New Roman"/>
          <w:lang w:val="kl-GL"/>
        </w:rPr>
        <w:t>ut Europap avataani</w:t>
      </w:r>
      <w:r w:rsidR="001E4887" w:rsidRPr="00171408">
        <w:rPr>
          <w:rFonts w:ascii="Times New Roman" w:hAnsi="Times New Roman" w:cs="Times New Roman"/>
          <w:lang w:val="kl-GL"/>
        </w:rPr>
        <w:t xml:space="preserve"> najugaqarnersut</w:t>
      </w:r>
      <w:r w:rsidRPr="00171408">
        <w:rPr>
          <w:rFonts w:ascii="Times New Roman" w:hAnsi="Times New Roman" w:cs="Times New Roman"/>
          <w:lang w:val="kl-GL"/>
        </w:rPr>
        <w:t xml:space="preserve"> </w:t>
      </w:r>
      <w:r w:rsidR="001E4887" w:rsidRPr="00171408">
        <w:rPr>
          <w:rFonts w:ascii="Times New Roman" w:hAnsi="Times New Roman" w:cs="Times New Roman"/>
          <w:lang w:val="kl-GL"/>
        </w:rPr>
        <w:t>najugaqannginnersulluunniit apeqqutaatinnagu</w:t>
      </w:r>
      <w:r w:rsidRPr="00171408">
        <w:rPr>
          <w:rFonts w:ascii="Times New Roman" w:hAnsi="Times New Roman" w:cs="Times New Roman"/>
          <w:lang w:val="kl-GL"/>
        </w:rPr>
        <w:t>.</w:t>
      </w:r>
    </w:p>
    <w:p w14:paraId="6DE931E1" w14:textId="4BD93508" w:rsidR="00515200" w:rsidRPr="00171408" w:rsidRDefault="00CE02F1">
      <w:pPr>
        <w:rPr>
          <w:rFonts w:ascii="Times New Roman" w:hAnsi="Times New Roman"/>
          <w:lang w:val="kl-GL"/>
        </w:rPr>
      </w:pPr>
      <w:r w:rsidRPr="00171408">
        <w:rPr>
          <w:rFonts w:ascii="Times New Roman" w:hAnsi="Times New Roman" w:cs="Times New Roman"/>
          <w:lang w:val="kl-GL"/>
        </w:rPr>
        <w:t xml:space="preserve">Pisuni immikkut ittuni Ankestyrelsi </w:t>
      </w:r>
      <w:r w:rsidR="000654EB" w:rsidRPr="00171408">
        <w:rPr>
          <w:rFonts w:ascii="Times New Roman" w:hAnsi="Times New Roman" w:cs="Times New Roman"/>
          <w:lang w:val="kl-GL"/>
        </w:rPr>
        <w:t>naammagittaalli</w:t>
      </w:r>
      <w:r w:rsidRPr="00171408">
        <w:rPr>
          <w:rFonts w:ascii="Times New Roman" w:hAnsi="Times New Roman" w:cs="Times New Roman"/>
          <w:lang w:val="kl-GL"/>
        </w:rPr>
        <w:t xml:space="preserve">uteqarnissamut piffissarititaasunik </w:t>
      </w:r>
      <w:r w:rsidR="007A528C" w:rsidRPr="00171408">
        <w:rPr>
          <w:rFonts w:ascii="Times New Roman" w:hAnsi="Times New Roman" w:cs="Times New Roman"/>
          <w:lang w:val="kl-GL"/>
        </w:rPr>
        <w:t>immikkut akuersissuteqarsinnaavoq</w:t>
      </w:r>
      <w:r w:rsidRPr="00171408">
        <w:rPr>
          <w:rFonts w:ascii="Times New Roman" w:hAnsi="Times New Roman" w:cs="Times New Roman"/>
          <w:lang w:val="kl-GL"/>
        </w:rPr>
        <w:t xml:space="preserve">, tak. </w:t>
      </w:r>
      <w:r w:rsidRPr="00171408">
        <w:rPr>
          <w:rFonts w:ascii="Times New Roman" w:hAnsi="Times New Roman" w:cs="Times New Roman"/>
          <w:color w:val="000000" w:themeColor="text1"/>
          <w:lang w:val="kl-GL"/>
        </w:rPr>
        <w:t xml:space="preserve">Kalaallit Nunaanni </w:t>
      </w:r>
      <w:r w:rsidR="00984F94" w:rsidRPr="00171408">
        <w:rPr>
          <w:rFonts w:ascii="Times New Roman" w:hAnsi="Times New Roman" w:cs="Times New Roman"/>
          <w:color w:val="000000" w:themeColor="text1"/>
          <w:lang w:val="kl-GL"/>
        </w:rPr>
        <w:t xml:space="preserve">sulinermi </w:t>
      </w:r>
      <w:r w:rsidR="006A4971" w:rsidRPr="00171408">
        <w:rPr>
          <w:rFonts w:ascii="Times New Roman" w:hAnsi="Times New Roman" w:cs="Times New Roman"/>
          <w:color w:val="000000" w:themeColor="text1"/>
          <w:lang w:val="kl-GL"/>
        </w:rPr>
        <w:t>ajoqusernermut isumannaarineq</w:t>
      </w:r>
      <w:r w:rsidRPr="00171408">
        <w:rPr>
          <w:rFonts w:ascii="Times New Roman" w:hAnsi="Times New Roman" w:cs="Times New Roman"/>
          <w:color w:val="000000" w:themeColor="text1"/>
          <w:lang w:val="kl-GL"/>
        </w:rPr>
        <w:t xml:space="preserve"> pillugu inatsimmi</w:t>
      </w:r>
      <w:r w:rsidRPr="00171408">
        <w:rPr>
          <w:rFonts w:ascii="Times New Roman" w:hAnsi="Times New Roman" w:cs="Times New Roman"/>
          <w:lang w:val="kl-GL"/>
        </w:rPr>
        <w:t xml:space="preserve"> § 49, imm. 3. </w:t>
      </w:r>
      <w:r w:rsidR="000654EB" w:rsidRPr="00171408">
        <w:rPr>
          <w:rFonts w:ascii="Times New Roman" w:hAnsi="Times New Roman" w:cs="Times New Roman"/>
          <w:lang w:val="kl-GL"/>
        </w:rPr>
        <w:t>Naammagittaalli</w:t>
      </w:r>
      <w:r w:rsidRPr="00171408">
        <w:rPr>
          <w:rFonts w:ascii="Times New Roman" w:hAnsi="Times New Roman" w:cs="Times New Roman"/>
          <w:lang w:val="kl-GL"/>
        </w:rPr>
        <w:t xml:space="preserve">uteqarnissamut piffissarititaasunik </w:t>
      </w:r>
      <w:r w:rsidR="00D852C8" w:rsidRPr="00171408">
        <w:rPr>
          <w:rFonts w:ascii="Times New Roman" w:hAnsi="Times New Roman" w:cs="Times New Roman"/>
          <w:lang w:val="kl-GL"/>
        </w:rPr>
        <w:t>immikkut akuerineqarnissamut</w:t>
      </w:r>
      <w:r w:rsidRPr="00171408">
        <w:rPr>
          <w:rFonts w:ascii="Times New Roman" w:hAnsi="Times New Roman" w:cs="Times New Roman"/>
          <w:lang w:val="kl-GL"/>
        </w:rPr>
        <w:t xml:space="preserve"> tunngavissaqarnersoq Ankestyrelsip nalilersuinermini immikkut eqqumaffigissavaa, ajoqusertut imaluunniit </w:t>
      </w:r>
      <w:r w:rsidR="00D02F12" w:rsidRPr="00171408">
        <w:rPr>
          <w:rFonts w:ascii="Times New Roman" w:hAnsi="Times New Roman" w:cs="Times New Roman"/>
          <w:lang w:val="kl-GL"/>
        </w:rPr>
        <w:t>qimagaas</w:t>
      </w:r>
      <w:r w:rsidRPr="00171408">
        <w:rPr>
          <w:rFonts w:ascii="Times New Roman" w:hAnsi="Times New Roman" w:cs="Times New Roman"/>
          <w:lang w:val="kl-GL"/>
        </w:rPr>
        <w:t>ut Europap avataani</w:t>
      </w:r>
      <w:r w:rsidR="00CB3207" w:rsidRPr="00171408">
        <w:rPr>
          <w:rFonts w:ascii="Times New Roman" w:hAnsi="Times New Roman" w:cs="Times New Roman"/>
          <w:lang w:val="kl-GL"/>
        </w:rPr>
        <w:t xml:space="preserve"> najugaqarner</w:t>
      </w:r>
      <w:r w:rsidR="00721636" w:rsidRPr="00171408">
        <w:rPr>
          <w:rFonts w:ascii="Times New Roman" w:hAnsi="Times New Roman" w:cs="Times New Roman"/>
          <w:lang w:val="kl-GL"/>
        </w:rPr>
        <w:t>a</w:t>
      </w:r>
      <w:r w:rsidR="00CB3207" w:rsidRPr="00171408">
        <w:rPr>
          <w:rFonts w:ascii="Times New Roman" w:hAnsi="Times New Roman" w:cs="Times New Roman"/>
          <w:lang w:val="kl-GL"/>
        </w:rPr>
        <w:t>t</w:t>
      </w:r>
      <w:r w:rsidRPr="00171408">
        <w:rPr>
          <w:rFonts w:ascii="Times New Roman" w:hAnsi="Times New Roman" w:cs="Times New Roman"/>
          <w:lang w:val="kl-GL"/>
        </w:rPr>
        <w:t xml:space="preserve">, </w:t>
      </w:r>
      <w:r w:rsidR="000654EB" w:rsidRPr="00171408">
        <w:rPr>
          <w:rFonts w:ascii="Times New Roman" w:hAnsi="Times New Roman" w:cs="Times New Roman"/>
          <w:lang w:val="kl-GL"/>
        </w:rPr>
        <w:t>naammagittaalli</w:t>
      </w:r>
      <w:r w:rsidRPr="00171408">
        <w:rPr>
          <w:rFonts w:ascii="Times New Roman" w:hAnsi="Times New Roman" w:cs="Times New Roman"/>
          <w:lang w:val="kl-GL"/>
        </w:rPr>
        <w:t>uteqarnissamut sapaatit akunnerinik arfilinnik</w:t>
      </w:r>
      <w:r w:rsidR="00497349" w:rsidRPr="00171408">
        <w:rPr>
          <w:rFonts w:ascii="Times New Roman" w:hAnsi="Times New Roman" w:cs="Times New Roman"/>
          <w:lang w:val="kl-GL"/>
        </w:rPr>
        <w:t xml:space="preserve"> </w:t>
      </w:r>
      <w:r w:rsidRPr="00171408">
        <w:rPr>
          <w:rFonts w:ascii="Times New Roman" w:hAnsi="Times New Roman" w:cs="Times New Roman"/>
          <w:lang w:val="kl-GL"/>
        </w:rPr>
        <w:t xml:space="preserve">piffissarititaasumut </w:t>
      </w:r>
      <w:r w:rsidR="0070069A" w:rsidRPr="00171408">
        <w:rPr>
          <w:rFonts w:ascii="Times New Roman" w:hAnsi="Times New Roman" w:cs="Times New Roman"/>
          <w:lang w:val="kl-GL"/>
        </w:rPr>
        <w:t>naleqqiullugu</w:t>
      </w:r>
      <w:r w:rsidRPr="00171408">
        <w:rPr>
          <w:rFonts w:ascii="Times New Roman" w:hAnsi="Times New Roman" w:cs="Times New Roman"/>
          <w:lang w:val="kl-GL"/>
        </w:rPr>
        <w:t xml:space="preserve">, suliani </w:t>
      </w:r>
      <w:r w:rsidR="00A069FE" w:rsidRPr="00171408">
        <w:rPr>
          <w:rFonts w:ascii="Times New Roman" w:hAnsi="Times New Roman" w:cs="Times New Roman"/>
          <w:lang w:val="kl-GL"/>
        </w:rPr>
        <w:t>allannguummi ilaatinneqartuni</w:t>
      </w:r>
      <w:r w:rsidR="00A069FE" w:rsidRPr="00171408" w:rsidDel="000654EB">
        <w:rPr>
          <w:rFonts w:ascii="Times New Roman" w:hAnsi="Times New Roman" w:cs="Times New Roman"/>
          <w:lang w:val="kl-GL"/>
        </w:rPr>
        <w:t xml:space="preserve"> </w:t>
      </w:r>
      <w:r w:rsidR="000654EB" w:rsidRPr="00171408">
        <w:rPr>
          <w:rFonts w:ascii="Times New Roman" w:hAnsi="Times New Roman" w:cs="Times New Roman"/>
          <w:lang w:val="kl-GL"/>
        </w:rPr>
        <w:t>naammagittaalli</w:t>
      </w:r>
      <w:r w:rsidRPr="00171408">
        <w:rPr>
          <w:rFonts w:ascii="Times New Roman" w:hAnsi="Times New Roman" w:cs="Times New Roman"/>
          <w:lang w:val="kl-GL"/>
        </w:rPr>
        <w:t xml:space="preserve">utip </w:t>
      </w:r>
      <w:r w:rsidR="00721636" w:rsidRPr="00171408">
        <w:rPr>
          <w:rFonts w:ascii="Times New Roman" w:hAnsi="Times New Roman" w:cs="Times New Roman"/>
          <w:lang w:val="kl-GL"/>
        </w:rPr>
        <w:t>piffissaq eqqorlugu tiguneqannginneranut</w:t>
      </w:r>
      <w:r w:rsidR="00661C21" w:rsidRPr="00171408">
        <w:rPr>
          <w:rFonts w:ascii="Times New Roman" w:hAnsi="Times New Roman" w:cs="Times New Roman"/>
          <w:lang w:val="kl-GL"/>
        </w:rPr>
        <w:t xml:space="preserve"> pissutaanersoq</w:t>
      </w:r>
      <w:r w:rsidRPr="00171408">
        <w:rPr>
          <w:rFonts w:ascii="Times New Roman" w:hAnsi="Times New Roman" w:cs="Times New Roman"/>
          <w:lang w:val="kl-GL"/>
        </w:rPr>
        <w:t>.</w:t>
      </w:r>
    </w:p>
    <w:p w14:paraId="262B6998" w14:textId="024E94FD" w:rsidR="00515200" w:rsidRPr="00171408" w:rsidRDefault="00CE02F1">
      <w:pPr>
        <w:rPr>
          <w:rFonts w:ascii="Times New Roman" w:hAnsi="Times New Roman"/>
          <w:lang w:val="kl-GL"/>
        </w:rPr>
      </w:pPr>
      <w:r w:rsidRPr="00171408">
        <w:rPr>
          <w:rFonts w:ascii="Times New Roman" w:hAnsi="Times New Roman" w:cs="Times New Roman"/>
          <w:lang w:val="kl-GL"/>
        </w:rPr>
        <w:t xml:space="preserve">Nalilerneqarpoq inatsisitigut isumannaassutsimut tunngatillugu </w:t>
      </w:r>
      <w:r w:rsidR="000654EB" w:rsidRPr="00171408">
        <w:rPr>
          <w:rFonts w:ascii="Times New Roman" w:hAnsi="Times New Roman" w:cs="Times New Roman"/>
          <w:lang w:val="kl-GL"/>
        </w:rPr>
        <w:t>naammagittaalli</w:t>
      </w:r>
      <w:r w:rsidRPr="00171408">
        <w:rPr>
          <w:rFonts w:ascii="Times New Roman" w:hAnsi="Times New Roman" w:cs="Times New Roman"/>
          <w:lang w:val="kl-GL"/>
        </w:rPr>
        <w:t xml:space="preserve">uteqarnissamut piffissarititaasup qaammatini pingasuni sivitsukkap atorunnaarsinneqarnissaanik siunnersuut ippinnartoqanngitsoq, ajoqusertut imaluunniit </w:t>
      </w:r>
      <w:r w:rsidR="00D02F12" w:rsidRPr="00171408">
        <w:rPr>
          <w:rFonts w:ascii="Times New Roman" w:hAnsi="Times New Roman" w:cs="Times New Roman"/>
          <w:lang w:val="kl-GL"/>
        </w:rPr>
        <w:t>qimagaas</w:t>
      </w:r>
      <w:r w:rsidRPr="00171408">
        <w:rPr>
          <w:rFonts w:ascii="Times New Roman" w:hAnsi="Times New Roman" w:cs="Times New Roman"/>
          <w:lang w:val="kl-GL"/>
        </w:rPr>
        <w:t>ut Europap avataani</w:t>
      </w:r>
      <w:r w:rsidR="00B018AA" w:rsidRPr="00171408">
        <w:rPr>
          <w:rFonts w:ascii="Times New Roman" w:hAnsi="Times New Roman" w:cs="Times New Roman"/>
          <w:lang w:val="kl-GL"/>
        </w:rPr>
        <w:t xml:space="preserve"> najugaqartillugit</w:t>
      </w:r>
      <w:r w:rsidRPr="00171408">
        <w:rPr>
          <w:rFonts w:ascii="Times New Roman" w:hAnsi="Times New Roman" w:cs="Times New Roman"/>
          <w:lang w:val="kl-GL"/>
        </w:rPr>
        <w:t>.</w:t>
      </w:r>
    </w:p>
    <w:p w14:paraId="6A7EB293" w14:textId="1BB665E2" w:rsidR="00515200" w:rsidRPr="00171408" w:rsidRDefault="00CE02F1">
      <w:pPr>
        <w:rPr>
          <w:rFonts w:ascii="Times New Roman" w:hAnsi="Times New Roman"/>
          <w:lang w:val="kl-GL"/>
        </w:rPr>
      </w:pPr>
      <w:r w:rsidRPr="00171408">
        <w:rPr>
          <w:rFonts w:ascii="Times New Roman" w:hAnsi="Times New Roman" w:cs="Times New Roman"/>
          <w:lang w:val="kl-GL"/>
        </w:rPr>
        <w:t>Aalaj</w:t>
      </w:r>
      <w:r w:rsidR="00C33939" w:rsidRPr="00171408">
        <w:rPr>
          <w:rFonts w:ascii="Times New Roman" w:hAnsi="Times New Roman" w:cs="Times New Roman"/>
          <w:lang w:val="kl-GL"/>
        </w:rPr>
        <w:t>a</w:t>
      </w:r>
      <w:r w:rsidRPr="00171408">
        <w:rPr>
          <w:rFonts w:ascii="Times New Roman" w:hAnsi="Times New Roman" w:cs="Times New Roman"/>
          <w:lang w:val="kl-GL"/>
        </w:rPr>
        <w:t xml:space="preserve">ngersagaq siunnersuutigineqartoq Kalaallit Nunaanni pissutsinut </w:t>
      </w:r>
      <w:r w:rsidR="00C33939" w:rsidRPr="00171408">
        <w:rPr>
          <w:rFonts w:ascii="Times New Roman" w:hAnsi="Times New Roman" w:cs="Times New Roman"/>
          <w:lang w:val="kl-GL"/>
        </w:rPr>
        <w:t>naleqqussagaavoq</w:t>
      </w:r>
      <w:r w:rsidRPr="00171408">
        <w:rPr>
          <w:rFonts w:ascii="Times New Roman" w:hAnsi="Times New Roman" w:cs="Times New Roman"/>
          <w:lang w:val="kl-GL"/>
        </w:rPr>
        <w:t>.</w:t>
      </w:r>
    </w:p>
    <w:p w14:paraId="1995A0C0" w14:textId="77777777" w:rsidR="00515200" w:rsidRPr="00171408" w:rsidRDefault="00CE02F1">
      <w:pPr>
        <w:rPr>
          <w:rFonts w:ascii="Times New Roman" w:hAnsi="Times New Roman"/>
          <w:lang w:val="kl-GL"/>
        </w:rPr>
      </w:pPr>
      <w:r w:rsidRPr="00171408">
        <w:rPr>
          <w:rFonts w:ascii="Times New Roman" w:eastAsia="Times New Roman" w:hAnsi="Times New Roman" w:cs="Times New Roman"/>
          <w:lang w:val="kl-GL" w:eastAsia="da-DK"/>
        </w:rPr>
        <w:t>Oqaaseqaatinut nalinginnaasunut innersuussisoqarpoq, imm. 2.6.</w:t>
      </w:r>
    </w:p>
    <w:p w14:paraId="1C449615" w14:textId="79502A00" w:rsidR="00515200" w:rsidRPr="00171408" w:rsidRDefault="00CE02F1">
      <w:pPr>
        <w:rPr>
          <w:rFonts w:ascii="Times New Roman" w:hAnsi="Times New Roman"/>
          <w:lang w:val="kl-GL"/>
        </w:rPr>
      </w:pPr>
      <w:r w:rsidRPr="00171408">
        <w:rPr>
          <w:rFonts w:ascii="Times New Roman" w:hAnsi="Times New Roman" w:cs="Times New Roman"/>
          <w:lang w:val="kl-GL"/>
        </w:rPr>
        <w:t xml:space="preserve">Nr. </w:t>
      </w:r>
      <w:r w:rsidR="00DF39AE" w:rsidRPr="00171408">
        <w:rPr>
          <w:rFonts w:ascii="Times New Roman" w:hAnsi="Times New Roman" w:cs="Times New Roman"/>
          <w:lang w:val="kl-GL"/>
        </w:rPr>
        <w:t>2</w:t>
      </w:r>
      <w:r w:rsidRPr="00171408">
        <w:rPr>
          <w:rFonts w:ascii="Times New Roman" w:hAnsi="Times New Roman" w:cs="Times New Roman"/>
          <w:lang w:val="kl-GL"/>
        </w:rPr>
        <w:t>1-imut</w:t>
      </w:r>
    </w:p>
    <w:p w14:paraId="0E3E5D2D" w14:textId="65FCD6F9" w:rsidR="00515200" w:rsidRPr="00171408" w:rsidRDefault="00CE02F1">
      <w:pPr>
        <w:rPr>
          <w:rFonts w:ascii="Times New Roman" w:hAnsi="Times New Roman"/>
          <w:lang w:val="kl-GL"/>
        </w:rPr>
      </w:pPr>
      <w:r w:rsidRPr="00171408">
        <w:rPr>
          <w:rFonts w:ascii="Times New Roman" w:hAnsi="Times New Roman" w:cs="Times New Roman"/>
          <w:lang w:val="kl-GL"/>
        </w:rPr>
        <w:t xml:space="preserve">§ 49, imm. 1-imi aalajangersakkami atuuttumi allaqqavoq, </w:t>
      </w:r>
      <w:r w:rsidRPr="00171408">
        <w:rPr>
          <w:rFonts w:ascii="Times New Roman" w:hAnsi="Times New Roman" w:cs="Times New Roman"/>
          <w:color w:val="000000" w:themeColor="text1"/>
          <w:lang w:val="kl-GL"/>
        </w:rPr>
        <w:t xml:space="preserve">Kalaallit Nunaanni </w:t>
      </w:r>
      <w:r w:rsidR="00984F94" w:rsidRPr="00171408">
        <w:rPr>
          <w:rFonts w:ascii="Times New Roman" w:hAnsi="Times New Roman" w:cs="Times New Roman"/>
          <w:color w:val="000000" w:themeColor="text1"/>
          <w:lang w:val="kl-GL"/>
        </w:rPr>
        <w:t xml:space="preserve">sulinermi </w:t>
      </w:r>
      <w:r w:rsidR="006A4971" w:rsidRPr="00171408">
        <w:rPr>
          <w:rFonts w:ascii="Times New Roman" w:hAnsi="Times New Roman" w:cs="Times New Roman"/>
          <w:color w:val="000000" w:themeColor="text1"/>
          <w:lang w:val="kl-GL"/>
        </w:rPr>
        <w:t>ajoqusernermut isumannaarineq</w:t>
      </w:r>
      <w:r w:rsidRPr="00171408">
        <w:rPr>
          <w:rFonts w:ascii="Times New Roman" w:hAnsi="Times New Roman" w:cs="Times New Roman"/>
          <w:color w:val="000000" w:themeColor="text1"/>
          <w:lang w:val="kl-GL"/>
        </w:rPr>
        <w:t xml:space="preserve"> pillugu inatsit malillugu</w:t>
      </w:r>
      <w:r w:rsidRPr="00171408">
        <w:rPr>
          <w:rFonts w:ascii="Times New Roman" w:hAnsi="Times New Roman" w:cs="Times New Roman"/>
          <w:lang w:val="kl-GL"/>
        </w:rPr>
        <w:t xml:space="preserve"> </w:t>
      </w:r>
      <w:r w:rsidR="00876C65" w:rsidRPr="00171408">
        <w:rPr>
          <w:rFonts w:ascii="Times New Roman" w:hAnsi="Times New Roman" w:cs="Times New Roman"/>
          <w:lang w:val="kl-GL"/>
        </w:rPr>
        <w:t xml:space="preserve">Arbejdsmarkedets Erhvervssikringip </w:t>
      </w:r>
      <w:r w:rsidRPr="00171408">
        <w:rPr>
          <w:rFonts w:ascii="Times New Roman" w:hAnsi="Times New Roman" w:cs="Times New Roman"/>
          <w:lang w:val="kl-GL"/>
        </w:rPr>
        <w:t xml:space="preserve">aalajangiineri ajoqusertunit </w:t>
      </w:r>
      <w:r w:rsidR="00876C65" w:rsidRPr="00171408">
        <w:rPr>
          <w:rFonts w:ascii="Times New Roman" w:hAnsi="Times New Roman" w:cs="Times New Roman"/>
          <w:lang w:val="kl-GL"/>
        </w:rPr>
        <w:t xml:space="preserve">imaluunniit </w:t>
      </w:r>
      <w:r w:rsidR="00D02F12" w:rsidRPr="00171408">
        <w:rPr>
          <w:rFonts w:ascii="Times New Roman" w:hAnsi="Times New Roman" w:cs="Times New Roman"/>
          <w:lang w:val="kl-GL"/>
        </w:rPr>
        <w:t>qimagaas</w:t>
      </w:r>
      <w:r w:rsidRPr="00171408">
        <w:rPr>
          <w:rFonts w:ascii="Times New Roman" w:hAnsi="Times New Roman" w:cs="Times New Roman"/>
          <w:lang w:val="kl-GL"/>
        </w:rPr>
        <w:t xml:space="preserve">unit Ankestyrelsimut, ajutoornerit pillugit suliani sillimmasiisarfinnut, inuussutissarsiornermi nappaatit pillugit suliani Arbejdsmarkedets Tillægspensionip siulersuisuinut,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w:t>
      </w:r>
      <w:r w:rsidRPr="00171408">
        <w:rPr>
          <w:rFonts w:ascii="Times New Roman" w:hAnsi="Times New Roman" w:cs="Times New Roman"/>
          <w:lang w:val="kl-GL"/>
        </w:rPr>
        <w:lastRenderedPageBreak/>
        <w:t xml:space="preserve">sulisitsisunut tunniunneqarsinnaaneri,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ajutoornerit akuersaarneqarnissaat pillugu aalajangiinerit pineqartillugit.</w:t>
      </w:r>
    </w:p>
    <w:p w14:paraId="09894E02" w14:textId="25EB50DE" w:rsidR="00515200" w:rsidRPr="00171408" w:rsidRDefault="00C400CA">
      <w:pPr>
        <w:rPr>
          <w:rFonts w:ascii="Times New Roman" w:hAnsi="Times New Roman"/>
          <w:lang w:val="kl-GL"/>
        </w:rPr>
      </w:pPr>
      <w:r w:rsidRPr="00171408">
        <w:rPr>
          <w:rFonts w:ascii="Times New Roman" w:hAnsi="Times New Roman" w:cs="Times New Roman"/>
          <w:lang w:val="kl-GL"/>
        </w:rPr>
        <w:t xml:space="preserve">Inatsisitigut </w:t>
      </w:r>
      <w:r w:rsidR="00CE02F1" w:rsidRPr="00171408">
        <w:rPr>
          <w:rFonts w:ascii="Times New Roman" w:hAnsi="Times New Roman" w:cs="Times New Roman"/>
          <w:lang w:val="kl-GL"/>
        </w:rPr>
        <w:t>isumannaatsuuneq aamma inunn</w:t>
      </w:r>
      <w:r w:rsidR="0013139D" w:rsidRPr="00171408">
        <w:rPr>
          <w:rFonts w:ascii="Times New Roman" w:hAnsi="Times New Roman" w:cs="Times New Roman"/>
          <w:lang w:val="kl-GL"/>
        </w:rPr>
        <w:t>i</w:t>
      </w:r>
      <w:r w:rsidR="00CE02F1" w:rsidRPr="00171408">
        <w:rPr>
          <w:rFonts w:ascii="Times New Roman" w:hAnsi="Times New Roman" w:cs="Times New Roman"/>
          <w:lang w:val="kl-GL"/>
        </w:rPr>
        <w:t>k isumaginninnermi allaffissorneq pillugit inatsimmi kapitali 9-mi aamma §§ 68-imi 70-imi</w:t>
      </w:r>
      <w:r w:rsidR="008167D5" w:rsidRPr="00171408">
        <w:rPr>
          <w:rFonts w:ascii="Times New Roman" w:hAnsi="Times New Roman" w:cs="Times New Roman"/>
          <w:lang w:val="kl-GL"/>
        </w:rPr>
        <w:t>lu</w:t>
      </w:r>
      <w:r w:rsidR="00CE02F1" w:rsidRPr="00171408">
        <w:rPr>
          <w:rFonts w:ascii="Times New Roman" w:hAnsi="Times New Roman" w:cs="Times New Roman"/>
          <w:lang w:val="kl-GL"/>
        </w:rPr>
        <w:t xml:space="preserve"> malittarisassat malillugit</w:t>
      </w:r>
      <w:r w:rsidR="0012328B" w:rsidRPr="00171408">
        <w:rPr>
          <w:rFonts w:ascii="Times New Roman" w:hAnsi="Times New Roman" w:cs="Times New Roman"/>
          <w:lang w:val="kl-GL"/>
        </w:rPr>
        <w:t xml:space="preserve">, </w:t>
      </w:r>
      <w:r w:rsidR="00CE02F1" w:rsidRPr="00171408">
        <w:rPr>
          <w:rFonts w:ascii="Times New Roman" w:hAnsi="Times New Roman" w:cs="Times New Roman"/>
          <w:lang w:val="kl-GL"/>
        </w:rPr>
        <w:t xml:space="preserve">Arbejdsmarkedets Erhvervssikringip </w:t>
      </w:r>
      <w:r w:rsidR="005E0E6B" w:rsidRPr="00171408">
        <w:rPr>
          <w:rFonts w:ascii="Times New Roman" w:hAnsi="Times New Roman" w:cs="Times New Roman"/>
          <w:lang w:val="kl-GL"/>
        </w:rPr>
        <w:t>sulinermi</w:t>
      </w:r>
      <w:r w:rsidR="00CE02F1" w:rsidRPr="00171408">
        <w:rPr>
          <w:rFonts w:ascii="Times New Roman" w:hAnsi="Times New Roman" w:cs="Times New Roman"/>
          <w:lang w:val="kl-GL"/>
        </w:rPr>
        <w:t xml:space="preserve"> </w:t>
      </w:r>
      <w:r w:rsidR="0012328B" w:rsidRPr="00171408">
        <w:rPr>
          <w:rFonts w:ascii="Times New Roman" w:hAnsi="Times New Roman" w:cs="Times New Roman"/>
          <w:lang w:val="kl-GL"/>
        </w:rPr>
        <w:t xml:space="preserve">ajoqusernerit </w:t>
      </w:r>
      <w:r w:rsidR="00CE02F1" w:rsidRPr="00171408">
        <w:rPr>
          <w:rFonts w:ascii="Times New Roman" w:hAnsi="Times New Roman" w:cs="Times New Roman"/>
          <w:lang w:val="kl-GL"/>
        </w:rPr>
        <w:t xml:space="preserve">pillugit suliani aalajangiinerinut </w:t>
      </w:r>
      <w:r w:rsidR="000654EB" w:rsidRPr="00171408">
        <w:rPr>
          <w:rFonts w:ascii="Times New Roman" w:hAnsi="Times New Roman" w:cs="Times New Roman"/>
          <w:lang w:val="kl-GL"/>
        </w:rPr>
        <w:t>naammagittaalli</w:t>
      </w:r>
      <w:r w:rsidR="00CE02F1" w:rsidRPr="00171408">
        <w:rPr>
          <w:rFonts w:ascii="Times New Roman" w:hAnsi="Times New Roman" w:cs="Times New Roman"/>
          <w:lang w:val="kl-GL"/>
        </w:rPr>
        <w:t>utit</w:t>
      </w:r>
      <w:r w:rsidR="0012328B" w:rsidRPr="00171408">
        <w:rPr>
          <w:rFonts w:ascii="Times New Roman" w:hAnsi="Times New Roman" w:cs="Times New Roman"/>
          <w:lang w:val="kl-GL"/>
        </w:rPr>
        <w:t>,</w:t>
      </w:r>
      <w:r w:rsidR="00CE02F1" w:rsidRPr="00171408">
        <w:rPr>
          <w:rFonts w:ascii="Times New Roman" w:hAnsi="Times New Roman" w:cs="Times New Roman"/>
          <w:lang w:val="kl-GL"/>
        </w:rPr>
        <w:t xml:space="preserve"> </w:t>
      </w:r>
      <w:r w:rsidR="0012328B" w:rsidRPr="00171408">
        <w:rPr>
          <w:rFonts w:ascii="Times New Roman" w:hAnsi="Times New Roman" w:cs="Times New Roman"/>
          <w:lang w:val="kl-GL"/>
        </w:rPr>
        <w:t xml:space="preserve">suleriaatsit atuuttut malillugit </w:t>
      </w:r>
      <w:r w:rsidR="00CE02F1" w:rsidRPr="00171408">
        <w:rPr>
          <w:rFonts w:ascii="Times New Roman" w:hAnsi="Times New Roman" w:cs="Times New Roman"/>
          <w:lang w:val="kl-GL"/>
        </w:rPr>
        <w:t xml:space="preserve">Ankestyrelsip suliarisarpai, </w:t>
      </w:r>
      <w:r w:rsidR="00CE02F1" w:rsidRPr="00171408">
        <w:rPr>
          <w:rFonts w:ascii="Times New Roman" w:hAnsi="Times New Roman" w:cs="Times New Roman"/>
          <w:color w:val="000000" w:themeColor="text1"/>
          <w:lang w:val="kl-GL"/>
        </w:rPr>
        <w:t xml:space="preserve">Kalaallit Nunaanni </w:t>
      </w:r>
      <w:r w:rsidR="00984F94" w:rsidRPr="00171408">
        <w:rPr>
          <w:rFonts w:ascii="Times New Roman" w:hAnsi="Times New Roman" w:cs="Times New Roman"/>
          <w:color w:val="000000" w:themeColor="text1"/>
          <w:lang w:val="kl-GL"/>
        </w:rPr>
        <w:t xml:space="preserve">sulinermi </w:t>
      </w:r>
      <w:r w:rsidR="006A4971" w:rsidRPr="00171408">
        <w:rPr>
          <w:rFonts w:ascii="Times New Roman" w:hAnsi="Times New Roman" w:cs="Times New Roman"/>
          <w:color w:val="000000" w:themeColor="text1"/>
          <w:lang w:val="kl-GL"/>
        </w:rPr>
        <w:t>ajoqusernermut isumannaarineq</w:t>
      </w:r>
      <w:r w:rsidR="00CE02F1" w:rsidRPr="00171408">
        <w:rPr>
          <w:rFonts w:ascii="Times New Roman" w:hAnsi="Times New Roman" w:cs="Times New Roman"/>
          <w:color w:val="000000" w:themeColor="text1"/>
          <w:lang w:val="kl-GL"/>
        </w:rPr>
        <w:t xml:space="preserve"> pillugu inatsit malinneqartussaanngikkaangat.</w:t>
      </w:r>
      <w:r w:rsidR="00CE02F1" w:rsidRPr="00171408">
        <w:rPr>
          <w:rFonts w:ascii="Times New Roman" w:hAnsi="Times New Roman" w:cs="Times New Roman"/>
          <w:lang w:val="kl-GL"/>
        </w:rPr>
        <w:t xml:space="preserve"> Tamanna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00CE02F1" w:rsidRPr="00171408">
        <w:rPr>
          <w:rFonts w:ascii="Times New Roman" w:hAnsi="Times New Roman" w:cs="Times New Roman"/>
          <w:color w:val="000000" w:themeColor="text1"/>
          <w:lang w:val="kl-GL"/>
        </w:rPr>
        <w:t xml:space="preserve"> pillugu inatsit malillugu sulianik ingerlatsisarnermut naapertuuppoq.</w:t>
      </w:r>
    </w:p>
    <w:p w14:paraId="73826137" w14:textId="294A881A" w:rsidR="00515200" w:rsidRPr="00171408" w:rsidRDefault="00CE02F1">
      <w:pPr>
        <w:spacing w:after="0"/>
        <w:rPr>
          <w:rFonts w:ascii="Times New Roman" w:hAnsi="Times New Roman"/>
          <w:lang w:val="kl-GL"/>
        </w:rPr>
      </w:pPr>
      <w:r w:rsidRPr="00171408">
        <w:rPr>
          <w:rFonts w:ascii="Times New Roman" w:hAnsi="Times New Roman" w:cs="Times New Roman"/>
          <w:lang w:val="kl-GL"/>
        </w:rPr>
        <w:t xml:space="preserve">Inatsisissatut siunnersuutip </w:t>
      </w:r>
      <w:r w:rsidRPr="00171408">
        <w:rPr>
          <w:rFonts w:ascii="Times New Roman" w:hAnsi="Times New Roman" w:cs="Times New Roman"/>
          <w:i/>
          <w:lang w:val="kl-GL"/>
        </w:rPr>
        <w:t xml:space="preserve">§ 1, nr. </w:t>
      </w:r>
      <w:r w:rsidR="00652AC1" w:rsidRPr="00171408">
        <w:rPr>
          <w:rFonts w:ascii="Times New Roman" w:hAnsi="Times New Roman" w:cs="Times New Roman"/>
          <w:i/>
          <w:lang w:val="kl-GL"/>
        </w:rPr>
        <w:t>2</w:t>
      </w:r>
      <w:r w:rsidRPr="00171408">
        <w:rPr>
          <w:rFonts w:ascii="Times New Roman" w:hAnsi="Times New Roman" w:cs="Times New Roman"/>
          <w:i/>
          <w:lang w:val="kl-GL"/>
        </w:rPr>
        <w:t>1</w:t>
      </w:r>
      <w:r w:rsidRPr="00171408">
        <w:rPr>
          <w:rFonts w:ascii="Times New Roman" w:hAnsi="Times New Roman" w:cs="Times New Roman"/>
          <w:lang w:val="kl-GL"/>
        </w:rPr>
        <w:t xml:space="preserve">-ani siunnertuutigineqarpoq, </w:t>
      </w:r>
      <w:r w:rsidRPr="00171408">
        <w:rPr>
          <w:rFonts w:ascii="Times New Roman" w:hAnsi="Times New Roman" w:cs="Times New Roman"/>
          <w:i/>
          <w:iCs/>
          <w:lang w:val="kl-GL"/>
        </w:rPr>
        <w:t>§ 49</w:t>
      </w:r>
      <w:r w:rsidRPr="00171408">
        <w:rPr>
          <w:rFonts w:ascii="Times New Roman" w:hAnsi="Times New Roman" w:cs="Times New Roman"/>
          <w:lang w:val="kl-GL"/>
        </w:rPr>
        <w:t>-mi</w:t>
      </w:r>
      <w:r w:rsidRPr="00171408">
        <w:rPr>
          <w:rFonts w:ascii="Times New Roman" w:hAnsi="Times New Roman" w:cs="Times New Roman"/>
          <w:i/>
          <w:iCs/>
          <w:lang w:val="kl-GL"/>
        </w:rPr>
        <w:t xml:space="preserve"> </w:t>
      </w:r>
      <w:r w:rsidRPr="00171408">
        <w:rPr>
          <w:rFonts w:ascii="Times New Roman" w:hAnsi="Times New Roman" w:cs="Times New Roman"/>
          <w:lang w:val="kl-GL"/>
        </w:rPr>
        <w:t>imm. 3-p kingorna immikkoortutut nutaatut ikkunneqassasoq: »Imm. 4.</w:t>
      </w:r>
      <w:r w:rsidRPr="00171408">
        <w:rPr>
          <w:rFonts w:ascii="Times New Roman" w:hAnsi="Times New Roman" w:cs="Times New Roman"/>
          <w:i/>
          <w:lang w:val="kl-GL"/>
        </w:rPr>
        <w:t xml:space="preserve"> </w:t>
      </w:r>
      <w:r w:rsidRPr="00171408">
        <w:rPr>
          <w:rFonts w:ascii="Times New Roman" w:hAnsi="Times New Roman" w:cs="Times New Roman"/>
          <w:lang w:val="kl-GL"/>
        </w:rPr>
        <w:t xml:space="preserve">Ankestyrelsip inatsit manna malillugu sulianik ingerlatsinerani inatsisitigut isumannaatsuuneq aamma inunnik isumaginninnermi allaffissorneq pillugit inatsimmi kapitali 9 kiisalu §§ 68 aamma 70 atuutissapput, imaassimanngippat inatsisip matuma alla </w:t>
      </w:r>
      <w:r w:rsidR="00E84E5D" w:rsidRPr="00171408">
        <w:rPr>
          <w:rFonts w:ascii="Times New Roman" w:hAnsi="Times New Roman" w:cs="Times New Roman"/>
          <w:lang w:val="kl-GL"/>
        </w:rPr>
        <w:t>malitsigigaa</w:t>
      </w:r>
      <w:r w:rsidRPr="00171408">
        <w:rPr>
          <w:rFonts w:ascii="Times New Roman" w:hAnsi="Times New Roman" w:cs="Times New Roman"/>
          <w:lang w:val="kl-GL"/>
        </w:rPr>
        <w:t>.«</w:t>
      </w:r>
    </w:p>
    <w:p w14:paraId="6BD8678D" w14:textId="77777777" w:rsidR="00515200" w:rsidRPr="00171408" w:rsidRDefault="00515200">
      <w:pPr>
        <w:spacing w:after="0"/>
        <w:rPr>
          <w:rFonts w:ascii="Times New Roman" w:hAnsi="Times New Roman" w:cs="Times New Roman"/>
          <w:lang w:val="kl-GL"/>
        </w:rPr>
      </w:pPr>
    </w:p>
    <w:p w14:paraId="68096DB4" w14:textId="4D51363C" w:rsidR="00515200" w:rsidRPr="00171408" w:rsidRDefault="00CE02F1">
      <w:pPr>
        <w:spacing w:after="0"/>
        <w:rPr>
          <w:rFonts w:ascii="Times New Roman" w:hAnsi="Times New Roman"/>
          <w:lang w:val="kl-GL"/>
        </w:rPr>
      </w:pPr>
      <w:r w:rsidRPr="00171408">
        <w:rPr>
          <w:rFonts w:ascii="Times New Roman" w:hAnsi="Times New Roman" w:cs="Times New Roman"/>
          <w:lang w:val="kl-GL"/>
        </w:rPr>
        <w:t xml:space="preserve">Siunnersuutip suleriaatsinik atuuttunik </w:t>
      </w:r>
      <w:r w:rsidR="00044AAA" w:rsidRPr="00171408">
        <w:rPr>
          <w:rFonts w:ascii="Times New Roman" w:hAnsi="Times New Roman" w:cs="Times New Roman"/>
          <w:lang w:val="kl-GL"/>
        </w:rPr>
        <w:t xml:space="preserve">aaqqissuussinissaq </w:t>
      </w:r>
      <w:r w:rsidR="009F430B" w:rsidRPr="00171408">
        <w:rPr>
          <w:rFonts w:ascii="Times New Roman" w:hAnsi="Times New Roman" w:cs="Times New Roman"/>
          <w:lang w:val="kl-GL"/>
        </w:rPr>
        <w:t>kingunerissavaa</w:t>
      </w:r>
      <w:r w:rsidRPr="00171408">
        <w:rPr>
          <w:rFonts w:ascii="Times New Roman" w:hAnsi="Times New Roman" w:cs="Times New Roman"/>
          <w:lang w:val="kl-GL"/>
        </w:rPr>
        <w:t xml:space="preserve">, </w:t>
      </w:r>
      <w:r w:rsidR="008C25CE" w:rsidRPr="00171408">
        <w:rPr>
          <w:rFonts w:ascii="Times New Roman" w:hAnsi="Times New Roman" w:cs="Times New Roman"/>
          <w:lang w:val="kl-GL"/>
        </w:rPr>
        <w:t xml:space="preserve">tamatuma </w:t>
      </w:r>
      <w:r w:rsidRPr="00171408">
        <w:rPr>
          <w:rFonts w:ascii="Times New Roman" w:hAnsi="Times New Roman" w:cs="Times New Roman"/>
          <w:lang w:val="kl-GL"/>
        </w:rPr>
        <w:t>kingorna inatsisitigut isumannaatsuuneq aamma inunn</w:t>
      </w:r>
      <w:r w:rsidR="007C6448" w:rsidRPr="00171408">
        <w:rPr>
          <w:rFonts w:ascii="Times New Roman" w:hAnsi="Times New Roman" w:cs="Times New Roman"/>
          <w:lang w:val="kl-GL"/>
        </w:rPr>
        <w:t>i</w:t>
      </w:r>
      <w:r w:rsidRPr="00171408">
        <w:rPr>
          <w:rFonts w:ascii="Times New Roman" w:hAnsi="Times New Roman" w:cs="Times New Roman"/>
          <w:lang w:val="kl-GL"/>
        </w:rPr>
        <w:t>k isumaginninnermi allaffissorneq pillugit inatsimmi kapitali 9-mi aamma §§ 68-imi 70-imi</w:t>
      </w:r>
      <w:r w:rsidR="007C6448" w:rsidRPr="00171408">
        <w:rPr>
          <w:rFonts w:ascii="Times New Roman" w:hAnsi="Times New Roman" w:cs="Times New Roman"/>
          <w:lang w:val="kl-GL"/>
        </w:rPr>
        <w:t>lu</w:t>
      </w:r>
      <w:r w:rsidRPr="00171408">
        <w:rPr>
          <w:rFonts w:ascii="Times New Roman" w:hAnsi="Times New Roman" w:cs="Times New Roman"/>
          <w:lang w:val="kl-GL"/>
        </w:rPr>
        <w:t xml:space="preserve"> malittarisassat malillugit</w:t>
      </w:r>
      <w:r w:rsidR="00666A9C" w:rsidRPr="00171408">
        <w:rPr>
          <w:rFonts w:ascii="Times New Roman" w:hAnsi="Times New Roman" w:cs="Times New Roman"/>
          <w:lang w:val="kl-GL"/>
        </w:rPr>
        <w:t>,</w:t>
      </w:r>
      <w:r w:rsidRPr="00171408">
        <w:rPr>
          <w:rFonts w:ascii="Times New Roman" w:hAnsi="Times New Roman" w:cs="Times New Roman"/>
          <w:lang w:val="kl-GL"/>
        </w:rPr>
        <w:t xml:space="preserve"> Arbejdsmarkedets Erhvervssikringip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ajutoornerit pillugit suliani aalajangiinerinut </w:t>
      </w:r>
      <w:r w:rsidR="000654EB" w:rsidRPr="00171408">
        <w:rPr>
          <w:rFonts w:ascii="Times New Roman" w:hAnsi="Times New Roman" w:cs="Times New Roman"/>
          <w:lang w:val="kl-GL"/>
        </w:rPr>
        <w:t>naammagittaalli</w:t>
      </w:r>
      <w:r w:rsidRPr="00171408">
        <w:rPr>
          <w:rFonts w:ascii="Times New Roman" w:hAnsi="Times New Roman" w:cs="Times New Roman"/>
          <w:lang w:val="kl-GL"/>
        </w:rPr>
        <w:t xml:space="preserve">utit Ankestyrelsip suliarissallugit, </w:t>
      </w:r>
      <w:r w:rsidRPr="00171408">
        <w:rPr>
          <w:rFonts w:ascii="Times New Roman" w:hAnsi="Times New Roman" w:cs="Times New Roman"/>
          <w:color w:val="000000" w:themeColor="text1"/>
          <w:lang w:val="kl-GL"/>
        </w:rPr>
        <w:t xml:space="preserve">Kalaallit Nunaanni </w:t>
      </w:r>
      <w:r w:rsidR="00984F94" w:rsidRPr="00171408">
        <w:rPr>
          <w:rFonts w:ascii="Times New Roman" w:hAnsi="Times New Roman" w:cs="Times New Roman"/>
          <w:color w:val="000000" w:themeColor="text1"/>
          <w:lang w:val="kl-GL"/>
        </w:rPr>
        <w:t xml:space="preserve">sulinermi </w:t>
      </w:r>
      <w:r w:rsidR="006A4971" w:rsidRPr="00171408">
        <w:rPr>
          <w:rFonts w:ascii="Times New Roman" w:hAnsi="Times New Roman" w:cs="Times New Roman"/>
          <w:color w:val="000000" w:themeColor="text1"/>
          <w:lang w:val="kl-GL"/>
        </w:rPr>
        <w:t>ajoqusernermut isumannaarineq</w:t>
      </w:r>
      <w:r w:rsidRPr="00171408">
        <w:rPr>
          <w:rFonts w:ascii="Times New Roman" w:hAnsi="Times New Roman" w:cs="Times New Roman"/>
          <w:color w:val="000000" w:themeColor="text1"/>
          <w:lang w:val="kl-GL"/>
        </w:rPr>
        <w:t xml:space="preserve"> pillugu inatsit malinneqartussaanngikkaangat.</w:t>
      </w:r>
    </w:p>
    <w:p w14:paraId="4CC2785E" w14:textId="77777777" w:rsidR="00515200" w:rsidRPr="00171408" w:rsidRDefault="00515200">
      <w:pPr>
        <w:spacing w:after="0"/>
        <w:rPr>
          <w:rFonts w:ascii="Times New Roman" w:hAnsi="Times New Roman" w:cs="Times New Roman"/>
          <w:lang w:val="kl-GL"/>
        </w:rPr>
      </w:pPr>
    </w:p>
    <w:p w14:paraId="5B909027" w14:textId="55FA56EB" w:rsidR="00515200" w:rsidRPr="00171408" w:rsidRDefault="00CE02F1">
      <w:pPr>
        <w:rPr>
          <w:rFonts w:ascii="Times New Roman" w:hAnsi="Times New Roman"/>
          <w:lang w:val="kl-GL"/>
        </w:rPr>
      </w:pPr>
      <w:r w:rsidRPr="00171408">
        <w:rPr>
          <w:rFonts w:ascii="Times New Roman" w:hAnsi="Times New Roman" w:cs="Times New Roman"/>
          <w:lang w:val="kl-GL"/>
        </w:rPr>
        <w:t xml:space="preserve">Taamaalilluni § 49, imm. 4-mi siunnersuut, taamaallaat suleriaatsinik atuuttunik </w:t>
      </w:r>
      <w:r w:rsidR="00C67636" w:rsidRPr="00171408">
        <w:rPr>
          <w:rFonts w:ascii="Times New Roman" w:hAnsi="Times New Roman" w:cs="Times New Roman"/>
          <w:lang w:val="kl-GL"/>
        </w:rPr>
        <w:t xml:space="preserve">aaqqissuussineruvoq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Ankestyrelsip </w:t>
      </w:r>
      <w:r w:rsidR="000654EB" w:rsidRPr="00171408">
        <w:rPr>
          <w:rFonts w:ascii="Times New Roman" w:hAnsi="Times New Roman" w:cs="Times New Roman"/>
          <w:lang w:val="kl-GL"/>
        </w:rPr>
        <w:t>naammagittaalli</w:t>
      </w:r>
      <w:r w:rsidRPr="00171408">
        <w:rPr>
          <w:rFonts w:ascii="Times New Roman" w:hAnsi="Times New Roman" w:cs="Times New Roman"/>
          <w:lang w:val="kl-GL"/>
        </w:rPr>
        <w:t>utinik suliaqarneranut apeqqutaanani.</w:t>
      </w:r>
    </w:p>
    <w:p w14:paraId="53F7187C" w14:textId="1AA101DA" w:rsidR="00515200" w:rsidRPr="00171408" w:rsidRDefault="00CE02F1">
      <w:pPr>
        <w:rPr>
          <w:rFonts w:ascii="Times New Roman" w:hAnsi="Times New Roman"/>
          <w:lang w:val="kl-GL"/>
        </w:rPr>
      </w:pPr>
      <w:r w:rsidRPr="00171408">
        <w:rPr>
          <w:rFonts w:ascii="Times New Roman" w:eastAsia="Times New Roman" w:hAnsi="Times New Roman" w:cs="Times New Roman"/>
          <w:lang w:val="kl-GL" w:eastAsia="da-DK"/>
        </w:rPr>
        <w:t xml:space="preserve">Aalajangersagaq siunnersuutigineqartoq </w:t>
      </w:r>
      <w:r w:rsidR="00984F94" w:rsidRPr="00171408">
        <w:rPr>
          <w:rFonts w:ascii="Times New Roman" w:eastAsia="Times New Roman" w:hAnsi="Times New Roman" w:cs="Times New Roman"/>
          <w:lang w:val="kl-GL" w:eastAsia="da-DK"/>
        </w:rPr>
        <w:t xml:space="preserve">sulinermi </w:t>
      </w:r>
      <w:r w:rsidR="006A4971" w:rsidRPr="00171408">
        <w:rPr>
          <w:rFonts w:ascii="Times New Roman" w:eastAsia="Times New Roman" w:hAnsi="Times New Roman" w:cs="Times New Roman"/>
          <w:lang w:val="kl-GL" w:eastAsia="da-DK"/>
        </w:rPr>
        <w:t>ajoqusernermut isumannaarineq</w:t>
      </w:r>
      <w:r w:rsidRPr="00171408">
        <w:rPr>
          <w:rFonts w:ascii="Times New Roman" w:eastAsia="Times New Roman" w:hAnsi="Times New Roman" w:cs="Times New Roman"/>
          <w:lang w:val="kl-GL" w:eastAsia="da-DK"/>
        </w:rPr>
        <w:t xml:space="preserve"> pillugu inatsimmi § 44, imm. 4-mut assinguvoq.</w:t>
      </w:r>
    </w:p>
    <w:p w14:paraId="4973319A" w14:textId="74CF324F" w:rsidR="00515200" w:rsidRPr="00171408" w:rsidRDefault="00CE02F1">
      <w:pPr>
        <w:rPr>
          <w:rFonts w:ascii="Times New Roman" w:hAnsi="Times New Roman"/>
          <w:lang w:val="kl-GL"/>
        </w:rPr>
      </w:pPr>
      <w:r w:rsidRPr="00171408">
        <w:rPr>
          <w:rFonts w:ascii="Times New Roman" w:hAnsi="Times New Roman" w:cs="Times New Roman"/>
          <w:lang w:val="kl-GL"/>
        </w:rPr>
        <w:t xml:space="preserve">Nr. </w:t>
      </w:r>
      <w:r w:rsidR="00983691" w:rsidRPr="00171408">
        <w:rPr>
          <w:rFonts w:ascii="Times New Roman" w:hAnsi="Times New Roman" w:cs="Times New Roman"/>
          <w:lang w:val="kl-GL"/>
        </w:rPr>
        <w:t>22</w:t>
      </w:r>
      <w:r w:rsidRPr="00171408">
        <w:rPr>
          <w:rFonts w:ascii="Times New Roman" w:hAnsi="Times New Roman" w:cs="Times New Roman"/>
          <w:lang w:val="kl-GL"/>
        </w:rPr>
        <w:t>-imut</w:t>
      </w:r>
    </w:p>
    <w:p w14:paraId="6342B1A4" w14:textId="08F58E0D" w:rsidR="00515200" w:rsidRPr="00171408" w:rsidRDefault="00CE02F1">
      <w:pPr>
        <w:rPr>
          <w:rFonts w:ascii="Times New Roman" w:hAnsi="Times New Roman"/>
          <w:lang w:val="kl-GL"/>
        </w:rPr>
      </w:pPr>
      <w:r w:rsidRPr="00171408">
        <w:rPr>
          <w:rFonts w:ascii="Times New Roman" w:hAnsi="Times New Roman" w:cs="Times New Roman"/>
          <w:lang w:val="kl-GL"/>
        </w:rPr>
        <w:t xml:space="preserve">§ 49, imm. 6-imi aalajangersakkami atuuttumi allaqqavoq, </w:t>
      </w:r>
      <w:r w:rsidR="00710631" w:rsidRPr="00171408">
        <w:rPr>
          <w:rFonts w:ascii="Times New Roman" w:hAnsi="Times New Roman" w:cs="Times New Roman"/>
          <w:lang w:val="kl-GL"/>
        </w:rPr>
        <w:t xml:space="preserve">imm. 1 malillugu </w:t>
      </w:r>
      <w:r w:rsidRPr="00171408">
        <w:rPr>
          <w:rFonts w:ascii="Times New Roman" w:hAnsi="Times New Roman" w:cs="Times New Roman"/>
          <w:lang w:val="kl-GL"/>
        </w:rPr>
        <w:t xml:space="preserve">Ankestyrelsi </w:t>
      </w:r>
      <w:r w:rsidR="000654EB" w:rsidRPr="00171408">
        <w:rPr>
          <w:rFonts w:ascii="Times New Roman" w:hAnsi="Times New Roman" w:cs="Times New Roman"/>
          <w:lang w:val="kl-GL"/>
        </w:rPr>
        <w:t>naammagittaalli</w:t>
      </w:r>
      <w:r w:rsidRPr="00171408">
        <w:rPr>
          <w:rFonts w:ascii="Times New Roman" w:hAnsi="Times New Roman" w:cs="Times New Roman"/>
          <w:lang w:val="kl-GL"/>
        </w:rPr>
        <w:t xml:space="preserve">ummik suliaqalinnginnerani, Arbejdsmarkedets Erhvervssikringip </w:t>
      </w:r>
      <w:r w:rsidR="000654EB" w:rsidRPr="00171408">
        <w:rPr>
          <w:rFonts w:ascii="Times New Roman" w:hAnsi="Times New Roman" w:cs="Times New Roman"/>
          <w:lang w:val="kl-GL"/>
        </w:rPr>
        <w:t>naammagittaalli</w:t>
      </w:r>
      <w:r w:rsidRPr="00171408">
        <w:rPr>
          <w:rFonts w:ascii="Times New Roman" w:hAnsi="Times New Roman" w:cs="Times New Roman"/>
          <w:lang w:val="kl-GL"/>
        </w:rPr>
        <w:t xml:space="preserve">uteqartup tamakkiisumik imaluunniit ilaannakortumik </w:t>
      </w:r>
      <w:r w:rsidR="00E75442" w:rsidRPr="00171408">
        <w:rPr>
          <w:rFonts w:ascii="Times New Roman" w:hAnsi="Times New Roman" w:cs="Times New Roman"/>
          <w:lang w:val="kl-GL"/>
        </w:rPr>
        <w:t xml:space="preserve">tapersissallugu </w:t>
      </w:r>
      <w:r w:rsidRPr="00171408">
        <w:rPr>
          <w:rFonts w:ascii="Times New Roman" w:hAnsi="Times New Roman" w:cs="Times New Roman"/>
          <w:lang w:val="kl-GL"/>
        </w:rPr>
        <w:t xml:space="preserve">tunngavissaqarnersoq nalilissavaa. Taamaattumik </w:t>
      </w:r>
      <w:r w:rsidR="000654EB" w:rsidRPr="00171408">
        <w:rPr>
          <w:rFonts w:ascii="Times New Roman" w:hAnsi="Times New Roman" w:cs="Times New Roman"/>
          <w:lang w:val="kl-GL"/>
        </w:rPr>
        <w:t>naammagittaalli</w:t>
      </w:r>
      <w:r w:rsidRPr="00171408">
        <w:rPr>
          <w:rFonts w:ascii="Times New Roman" w:hAnsi="Times New Roman" w:cs="Times New Roman"/>
          <w:lang w:val="kl-GL"/>
        </w:rPr>
        <w:t xml:space="preserve">ut Arbejdsmarkedets Erhvervssikringimut nassiunneqassaaq. </w:t>
      </w:r>
    </w:p>
    <w:p w14:paraId="10A5D279" w14:textId="7E64673B" w:rsidR="00515200" w:rsidRPr="00171408" w:rsidRDefault="00CE02F1">
      <w:pPr>
        <w:rPr>
          <w:rFonts w:ascii="Times New Roman" w:hAnsi="Times New Roman"/>
          <w:lang w:val="kl-GL"/>
        </w:rPr>
      </w:pPr>
      <w:r w:rsidRPr="00171408">
        <w:rPr>
          <w:rFonts w:ascii="Times New Roman" w:hAnsi="Times New Roman" w:cs="Times New Roman"/>
          <w:lang w:val="kl-GL"/>
        </w:rPr>
        <w:t xml:space="preserve">Aalajangersagaq atuuttoq malillugu Arbejdsmarkedets Erhvervssikringi aalaajangiinernik piviusunik tunngaveqartunik imaluunniit inatsisitigut kukkunilinnik allannguinissaq taamaallaat periarfissarivaa. Taamaalilluni Arbejdsmarkedets Erhvervssikringi § 49, imm. 6 malillugu </w:t>
      </w:r>
      <w:r w:rsidR="000654EB" w:rsidRPr="00171408">
        <w:rPr>
          <w:rFonts w:ascii="Times New Roman" w:hAnsi="Times New Roman" w:cs="Times New Roman"/>
          <w:lang w:val="kl-GL"/>
        </w:rPr>
        <w:t>naammagittaalli</w:t>
      </w:r>
      <w:r w:rsidRPr="00171408">
        <w:rPr>
          <w:rFonts w:ascii="Times New Roman" w:hAnsi="Times New Roman" w:cs="Times New Roman"/>
          <w:lang w:val="kl-GL"/>
        </w:rPr>
        <w:t xml:space="preserve">ummik nalilersueqqinnermini aalajangiinermik eqqunngitsumik allannguinissamut tunngavissaqanngilaq, aalajangiineq kukkulluni </w:t>
      </w:r>
      <w:r w:rsidR="00351B24" w:rsidRPr="00171408">
        <w:rPr>
          <w:rFonts w:ascii="Times New Roman" w:hAnsi="Times New Roman" w:cs="Times New Roman"/>
          <w:lang w:val="kl-GL"/>
        </w:rPr>
        <w:t>missiliuus</w:t>
      </w:r>
      <w:r w:rsidR="002A0E66" w:rsidRPr="00171408">
        <w:rPr>
          <w:rFonts w:ascii="Times New Roman" w:hAnsi="Times New Roman" w:cs="Times New Roman"/>
          <w:lang w:val="kl-GL"/>
        </w:rPr>
        <w:t>s</w:t>
      </w:r>
      <w:r w:rsidR="00351B24" w:rsidRPr="00171408">
        <w:rPr>
          <w:rFonts w:ascii="Times New Roman" w:hAnsi="Times New Roman" w:cs="Times New Roman"/>
          <w:lang w:val="kl-GL"/>
        </w:rPr>
        <w:t xml:space="preserve">inermik </w:t>
      </w:r>
      <w:r w:rsidRPr="00171408">
        <w:rPr>
          <w:rFonts w:ascii="Times New Roman" w:hAnsi="Times New Roman" w:cs="Times New Roman"/>
          <w:lang w:val="kl-GL"/>
        </w:rPr>
        <w:t>tunngaveqarpat. Taamaattumik Arbejdsmarkedets Erhvervssikringip suliat taamaattut Ankestyrelsimut ingerlateqqissavai.</w:t>
      </w:r>
    </w:p>
    <w:p w14:paraId="44882308" w14:textId="21321D82" w:rsidR="00515200" w:rsidRPr="00171408" w:rsidRDefault="00CE02F1">
      <w:pPr>
        <w:rPr>
          <w:rFonts w:ascii="Times New Roman" w:hAnsi="Times New Roman"/>
          <w:lang w:val="kl-GL"/>
        </w:rPr>
      </w:pPr>
      <w:r w:rsidRPr="00171408">
        <w:rPr>
          <w:rFonts w:ascii="Times New Roman" w:hAnsi="Times New Roman" w:cs="Times New Roman"/>
          <w:lang w:val="kl-GL"/>
        </w:rPr>
        <w:t xml:space="preserve">Piviusunik tunngaveqartunik imaluunniit inatsisitigut kukkunernut assersuutaasinnaavoq, Arbejdsmarkedets Erhvervssikringip ukiumut akissarsianik naatsorsuinermi sulisitsisumiit </w:t>
      </w:r>
      <w:r w:rsidR="00CD3CFE" w:rsidRPr="00171408">
        <w:rPr>
          <w:rFonts w:ascii="Times New Roman" w:hAnsi="Times New Roman" w:cs="Times New Roman"/>
          <w:lang w:val="kl-GL"/>
        </w:rPr>
        <w:t xml:space="preserve">utoqqalinersianut </w:t>
      </w:r>
      <w:r w:rsidRPr="00171408">
        <w:rPr>
          <w:rFonts w:ascii="Times New Roman" w:hAnsi="Times New Roman" w:cs="Times New Roman"/>
          <w:lang w:val="kl-GL"/>
        </w:rPr>
        <w:t xml:space="preserve">akiliutinik ilanngussisimannginnera, Arbejdsmarkedets Erhvervssikringi suliami pappialaatini paasissutissanik takunngitsuuisimammat, imaluunniit Arbejdsmarkedets Erhvervssikringip aalajangiinermini </w:t>
      </w:r>
      <w:r w:rsidRPr="00171408">
        <w:rPr>
          <w:rFonts w:ascii="Times New Roman" w:hAnsi="Times New Roman" w:cs="Times New Roman"/>
          <w:color w:val="000000" w:themeColor="text1"/>
          <w:lang w:val="kl-GL"/>
        </w:rPr>
        <w:t xml:space="preserve">Kalaallit Nunaanni </w:t>
      </w:r>
      <w:r w:rsidR="00984F94" w:rsidRPr="00171408">
        <w:rPr>
          <w:rFonts w:ascii="Times New Roman" w:hAnsi="Times New Roman" w:cs="Times New Roman"/>
          <w:color w:val="000000" w:themeColor="text1"/>
          <w:lang w:val="kl-GL"/>
        </w:rPr>
        <w:t xml:space="preserve">sulinermi </w:t>
      </w:r>
      <w:r w:rsidR="006A4971" w:rsidRPr="00171408">
        <w:rPr>
          <w:rFonts w:ascii="Times New Roman" w:hAnsi="Times New Roman" w:cs="Times New Roman"/>
          <w:color w:val="000000" w:themeColor="text1"/>
          <w:lang w:val="kl-GL"/>
        </w:rPr>
        <w:t>ajoqusernermut isumannaarineq</w:t>
      </w:r>
      <w:r w:rsidRPr="00171408">
        <w:rPr>
          <w:rFonts w:ascii="Times New Roman" w:hAnsi="Times New Roman" w:cs="Times New Roman"/>
          <w:color w:val="000000" w:themeColor="text1"/>
          <w:lang w:val="kl-GL"/>
        </w:rPr>
        <w:t xml:space="preserve"> pillugu inatsimmi ukiumut akissarsianik naatsorsuinermut malittarisassaq kukkusumik atorsimammagu.</w:t>
      </w:r>
    </w:p>
    <w:p w14:paraId="35B4B0CA" w14:textId="2948BABC" w:rsidR="00515200" w:rsidRPr="00171408" w:rsidRDefault="00CE02F1">
      <w:pPr>
        <w:rPr>
          <w:lang w:val="kl-GL"/>
        </w:rPr>
      </w:pPr>
      <w:r w:rsidRPr="00171408">
        <w:rPr>
          <w:rFonts w:ascii="Times New Roman" w:hAnsi="Times New Roman" w:cs="Times New Roman"/>
          <w:lang w:val="kl-GL"/>
        </w:rPr>
        <w:lastRenderedPageBreak/>
        <w:t xml:space="preserve">Inatsisissatut siunnersuutip </w:t>
      </w:r>
      <w:r w:rsidRPr="00171408">
        <w:rPr>
          <w:rFonts w:ascii="Times New Roman" w:hAnsi="Times New Roman" w:cs="Times New Roman"/>
          <w:i/>
          <w:lang w:val="kl-GL"/>
        </w:rPr>
        <w:t xml:space="preserve">§ 1, nr. </w:t>
      </w:r>
      <w:r w:rsidR="00B70434" w:rsidRPr="00171408">
        <w:rPr>
          <w:rFonts w:ascii="Times New Roman" w:hAnsi="Times New Roman" w:cs="Times New Roman"/>
          <w:i/>
          <w:lang w:val="kl-GL"/>
        </w:rPr>
        <w:t>22</w:t>
      </w:r>
      <w:r w:rsidRPr="00171408">
        <w:rPr>
          <w:rFonts w:ascii="Times New Roman" w:hAnsi="Times New Roman" w:cs="Times New Roman"/>
          <w:lang w:val="kl-GL"/>
        </w:rPr>
        <w:t xml:space="preserve">-ani siunnertuutigineqarpoq, </w:t>
      </w:r>
      <w:r w:rsidRPr="00171408">
        <w:rPr>
          <w:rFonts w:ascii="Times New Roman" w:hAnsi="Times New Roman" w:cs="Times New Roman"/>
          <w:i/>
          <w:lang w:val="kl-GL"/>
        </w:rPr>
        <w:t>§ 49, imm. 6</w:t>
      </w:r>
      <w:r w:rsidRPr="00171408">
        <w:rPr>
          <w:rFonts w:ascii="Times New Roman" w:hAnsi="Times New Roman" w:cs="Times New Roman"/>
          <w:lang w:val="kl-GL"/>
        </w:rPr>
        <w:t>-mi</w:t>
      </w:r>
      <w:r w:rsidRPr="00171408">
        <w:rPr>
          <w:rFonts w:ascii="Times New Roman" w:hAnsi="Times New Roman" w:cs="Times New Roman"/>
          <w:i/>
          <w:lang w:val="kl-GL"/>
        </w:rPr>
        <w:t xml:space="preserve">, </w:t>
      </w:r>
      <w:r w:rsidRPr="00171408">
        <w:rPr>
          <w:rFonts w:ascii="Times New Roman" w:hAnsi="Times New Roman" w:cs="Times New Roman"/>
          <w:lang w:val="kl-GL"/>
        </w:rPr>
        <w:t>imm. 7-nngortussami,</w:t>
      </w:r>
      <w:r w:rsidRPr="00171408">
        <w:rPr>
          <w:rFonts w:ascii="Times New Roman" w:hAnsi="Times New Roman" w:cs="Times New Roman"/>
          <w:i/>
          <w:lang w:val="kl-GL"/>
        </w:rPr>
        <w:t xml:space="preserve"> </w:t>
      </w:r>
      <w:r w:rsidRPr="00171408">
        <w:rPr>
          <w:rFonts w:ascii="Times New Roman" w:hAnsi="Times New Roman" w:cs="Times New Roman"/>
          <w:color w:val="000000"/>
          <w:lang w:val="kl-GL"/>
        </w:rPr>
        <w:t xml:space="preserve">oqaaseqatigiit </w:t>
      </w:r>
      <w:r w:rsidR="00554D43" w:rsidRPr="00171408">
        <w:rPr>
          <w:rFonts w:ascii="Times New Roman" w:hAnsi="Times New Roman" w:cs="Times New Roman"/>
          <w:color w:val="000000"/>
          <w:lang w:val="kl-GL"/>
        </w:rPr>
        <w:t>pingajuat</w:t>
      </w:r>
      <w:r w:rsidRPr="00171408">
        <w:rPr>
          <w:rFonts w:ascii="Times New Roman" w:hAnsi="Times New Roman" w:cs="Times New Roman"/>
          <w:color w:val="000000"/>
          <w:lang w:val="kl-GL"/>
        </w:rPr>
        <w:t>tut ikkunneqassasoq</w:t>
      </w:r>
      <w:r w:rsidRPr="00171408">
        <w:rPr>
          <w:rFonts w:ascii="Times New Roman" w:hAnsi="Times New Roman" w:cs="Times New Roman"/>
          <w:lang w:val="kl-GL"/>
        </w:rPr>
        <w:t>: »</w:t>
      </w:r>
      <w:r w:rsidRPr="00171408">
        <w:rPr>
          <w:rFonts w:ascii="Times New Roman" w:hAnsi="Times New Roman" w:cs="Times New Roman"/>
          <w:color w:val="000000"/>
          <w:shd w:val="clear" w:color="auto" w:fill="FFFFFF"/>
          <w:lang w:val="kl-GL"/>
        </w:rPr>
        <w:t>Arbejdsmarkedets Erhvervssikringip aalajangiine</w:t>
      </w:r>
      <w:r w:rsidR="001621DE" w:rsidRPr="00171408">
        <w:rPr>
          <w:rFonts w:ascii="Times New Roman" w:hAnsi="Times New Roman" w:cs="Times New Roman"/>
          <w:color w:val="000000"/>
          <w:shd w:val="clear" w:color="auto" w:fill="FFFFFF"/>
          <w:lang w:val="kl-GL"/>
        </w:rPr>
        <w:t xml:space="preserve">q pillugu </w:t>
      </w:r>
      <w:r w:rsidR="001621DE" w:rsidRPr="00171408">
        <w:rPr>
          <w:rFonts w:ascii="Times New Roman" w:hAnsi="Times New Roman" w:cs="Times New Roman"/>
          <w:lang w:val="kl-GL"/>
        </w:rPr>
        <w:t>nalilersuinermini</w:t>
      </w:r>
      <w:r w:rsidR="001621DE" w:rsidRPr="00171408">
        <w:rPr>
          <w:rStyle w:val="stknr"/>
          <w:rFonts w:ascii="Times New Roman" w:hAnsi="Times New Roman" w:cs="Times New Roman"/>
          <w:iCs/>
          <w:color w:val="000000"/>
          <w:lang w:val="kl-GL"/>
        </w:rPr>
        <w:t xml:space="preserve"> </w:t>
      </w:r>
      <w:r w:rsidR="001621DE" w:rsidRPr="00171408">
        <w:rPr>
          <w:rFonts w:ascii="Times New Roman" w:hAnsi="Times New Roman" w:cs="Times New Roman"/>
          <w:color w:val="000000"/>
          <w:shd w:val="clear" w:color="auto" w:fill="FFFFFF"/>
          <w:lang w:val="kl-GL"/>
        </w:rPr>
        <w:t>immikkuualuttut piviusunik tunngavillit aamma inatsisinut tunngasut kiisalu missiliuussinerit</w:t>
      </w:r>
      <w:r w:rsidR="001621DE" w:rsidRPr="00171408" w:rsidDel="001621DE">
        <w:rPr>
          <w:rFonts w:ascii="Times New Roman" w:hAnsi="Times New Roman" w:cs="Times New Roman"/>
          <w:color w:val="000000"/>
          <w:shd w:val="clear" w:color="auto" w:fill="FFFFFF"/>
          <w:lang w:val="kl-GL"/>
        </w:rPr>
        <w:t xml:space="preserve"> </w:t>
      </w:r>
      <w:r w:rsidRPr="00171408">
        <w:rPr>
          <w:rFonts w:ascii="Times New Roman" w:hAnsi="Times New Roman" w:cs="Times New Roman"/>
          <w:color w:val="000000"/>
          <w:shd w:val="clear" w:color="auto" w:fill="FFFFFF"/>
          <w:lang w:val="kl-GL"/>
        </w:rPr>
        <w:t>isummerfigisinnaavai.</w:t>
      </w:r>
      <w:r w:rsidRPr="00171408">
        <w:rPr>
          <w:rFonts w:ascii="Times New Roman" w:hAnsi="Times New Roman" w:cs="Times New Roman"/>
          <w:lang w:val="kl-GL"/>
        </w:rPr>
        <w:t>«</w:t>
      </w:r>
    </w:p>
    <w:p w14:paraId="6FEF08C7" w14:textId="48A3D6DF" w:rsidR="00515200" w:rsidRPr="00171408" w:rsidRDefault="00CE02F1">
      <w:pPr>
        <w:rPr>
          <w:rFonts w:ascii="Times New Roman" w:hAnsi="Times New Roman"/>
          <w:lang w:val="kl-GL"/>
        </w:rPr>
      </w:pPr>
      <w:r w:rsidRPr="00171408">
        <w:rPr>
          <w:rFonts w:ascii="Times New Roman" w:hAnsi="Times New Roman" w:cs="Times New Roman"/>
          <w:lang w:val="kl-GL"/>
        </w:rPr>
        <w:t xml:space="preserve">Siunnersuutip </w:t>
      </w:r>
      <w:r w:rsidR="00B33AF7" w:rsidRPr="00171408">
        <w:rPr>
          <w:rFonts w:ascii="Times New Roman" w:hAnsi="Times New Roman" w:cs="Times New Roman"/>
          <w:lang w:val="kl-GL"/>
        </w:rPr>
        <w:t>kingunerissavaa</w:t>
      </w:r>
      <w:r w:rsidRPr="00171408">
        <w:rPr>
          <w:rFonts w:ascii="Times New Roman" w:hAnsi="Times New Roman" w:cs="Times New Roman"/>
          <w:lang w:val="kl-GL"/>
        </w:rPr>
        <w:t xml:space="preserve">, Arbejdsmarkedets Erhvervssikringip </w:t>
      </w:r>
      <w:r w:rsidR="000654EB" w:rsidRPr="00171408">
        <w:rPr>
          <w:rFonts w:ascii="Times New Roman" w:hAnsi="Times New Roman" w:cs="Times New Roman"/>
          <w:lang w:val="kl-GL"/>
        </w:rPr>
        <w:t>naammagittaalli</w:t>
      </w:r>
      <w:r w:rsidRPr="00171408">
        <w:rPr>
          <w:rFonts w:ascii="Times New Roman" w:hAnsi="Times New Roman" w:cs="Times New Roman"/>
          <w:lang w:val="kl-GL"/>
        </w:rPr>
        <w:t>utinut atatillugu aalajangiinermi immikkuualuttu</w:t>
      </w:r>
      <w:r w:rsidR="002E4A32" w:rsidRPr="00171408">
        <w:rPr>
          <w:rFonts w:ascii="Times New Roman" w:hAnsi="Times New Roman" w:cs="Times New Roman"/>
          <w:lang w:val="kl-GL"/>
        </w:rPr>
        <w:t>t</w:t>
      </w:r>
      <w:r w:rsidRPr="00171408">
        <w:rPr>
          <w:rFonts w:ascii="Times New Roman" w:hAnsi="Times New Roman" w:cs="Times New Roman"/>
          <w:lang w:val="kl-GL"/>
        </w:rPr>
        <w:t xml:space="preserve"> </w:t>
      </w:r>
      <w:r w:rsidR="002E4A32" w:rsidRPr="00171408">
        <w:rPr>
          <w:rFonts w:ascii="Times New Roman" w:hAnsi="Times New Roman" w:cs="Times New Roman"/>
          <w:lang w:val="kl-GL"/>
        </w:rPr>
        <w:t xml:space="preserve">tamaasa pillugit </w:t>
      </w:r>
      <w:r w:rsidRPr="00171408">
        <w:rPr>
          <w:rFonts w:ascii="Times New Roman" w:hAnsi="Times New Roman" w:cs="Times New Roman"/>
          <w:lang w:val="kl-GL"/>
        </w:rPr>
        <w:t>nalilersueqqi</w:t>
      </w:r>
      <w:r w:rsidR="002E4A32" w:rsidRPr="00171408">
        <w:rPr>
          <w:rFonts w:ascii="Times New Roman" w:hAnsi="Times New Roman" w:cs="Times New Roman"/>
          <w:lang w:val="kl-GL"/>
        </w:rPr>
        <w:t>nnissamut periarfissaqalernera</w:t>
      </w:r>
      <w:r w:rsidRPr="00171408">
        <w:rPr>
          <w:rFonts w:ascii="Times New Roman" w:hAnsi="Times New Roman" w:cs="Times New Roman"/>
          <w:lang w:val="kl-GL"/>
        </w:rPr>
        <w:t>, ta</w:t>
      </w:r>
      <w:r w:rsidR="0012778E" w:rsidRPr="00171408">
        <w:rPr>
          <w:rFonts w:ascii="Times New Roman" w:hAnsi="Times New Roman" w:cs="Times New Roman"/>
          <w:lang w:val="kl-GL"/>
        </w:rPr>
        <w:t>s</w:t>
      </w:r>
      <w:r w:rsidRPr="00171408">
        <w:rPr>
          <w:rFonts w:ascii="Times New Roman" w:hAnsi="Times New Roman" w:cs="Times New Roman"/>
          <w:lang w:val="kl-GL"/>
        </w:rPr>
        <w:t xml:space="preserve">sunga </w:t>
      </w:r>
      <w:r w:rsidR="0012778E" w:rsidRPr="00171408">
        <w:rPr>
          <w:rFonts w:ascii="Times New Roman" w:hAnsi="Times New Roman" w:cs="Times New Roman"/>
          <w:lang w:val="kl-GL"/>
        </w:rPr>
        <w:t>ilanngullugu missiliuussineq</w:t>
      </w:r>
      <w:r w:rsidRPr="00171408">
        <w:rPr>
          <w:rFonts w:ascii="Times New Roman" w:hAnsi="Times New Roman" w:cs="Times New Roman"/>
          <w:lang w:val="kl-GL"/>
        </w:rPr>
        <w:t>, taamaalilluni</w:t>
      </w:r>
      <w:r w:rsidR="00173E03" w:rsidRPr="00171408">
        <w:rPr>
          <w:rFonts w:ascii="Times New Roman" w:hAnsi="Times New Roman" w:cs="Times New Roman"/>
          <w:lang w:val="kl-GL"/>
        </w:rPr>
        <w:t>lu</w:t>
      </w:r>
      <w:r w:rsidRPr="00171408">
        <w:rPr>
          <w:rFonts w:ascii="Times New Roman" w:hAnsi="Times New Roman" w:cs="Times New Roman"/>
          <w:lang w:val="kl-GL"/>
        </w:rPr>
        <w:t xml:space="preserve"> nammineerluni aalajangiineq allanngortissinnaal</w:t>
      </w:r>
      <w:r w:rsidR="00173E03" w:rsidRPr="00171408">
        <w:rPr>
          <w:rFonts w:ascii="Times New Roman" w:hAnsi="Times New Roman" w:cs="Times New Roman"/>
          <w:lang w:val="kl-GL"/>
        </w:rPr>
        <w:t>er</w:t>
      </w:r>
      <w:r w:rsidRPr="00171408">
        <w:rPr>
          <w:rFonts w:ascii="Times New Roman" w:hAnsi="Times New Roman" w:cs="Times New Roman"/>
          <w:lang w:val="kl-GL"/>
        </w:rPr>
        <w:t>lugu.</w:t>
      </w:r>
    </w:p>
    <w:p w14:paraId="40309A80" w14:textId="7155D9DC" w:rsidR="00515200" w:rsidRPr="00171408" w:rsidRDefault="00006BEB">
      <w:pPr>
        <w:rPr>
          <w:rFonts w:ascii="Times New Roman" w:hAnsi="Times New Roman"/>
          <w:lang w:val="kl-GL"/>
        </w:rPr>
      </w:pPr>
      <w:r w:rsidRPr="00171408">
        <w:rPr>
          <w:rFonts w:ascii="Times New Roman" w:hAnsi="Times New Roman" w:cs="Times New Roman"/>
          <w:lang w:val="kl-GL"/>
        </w:rPr>
        <w:t xml:space="preserve">Aalajangiinermi missiliuussinermut </w:t>
      </w:r>
      <w:r w:rsidR="00CE02F1" w:rsidRPr="00171408">
        <w:rPr>
          <w:rFonts w:ascii="Times New Roman" w:hAnsi="Times New Roman" w:cs="Times New Roman"/>
          <w:lang w:val="kl-GL"/>
        </w:rPr>
        <w:t xml:space="preserve">assersuutaasinnaavoq, Arbejdsmarkedets Erhvervssikringip ajoqutip </w:t>
      </w:r>
      <w:r w:rsidR="005523A1" w:rsidRPr="00171408">
        <w:rPr>
          <w:rFonts w:ascii="Times New Roman" w:hAnsi="Times New Roman" w:cs="Times New Roman"/>
          <w:lang w:val="kl-GL"/>
        </w:rPr>
        <w:t xml:space="preserve">annertussusaanik </w:t>
      </w:r>
      <w:r w:rsidR="00CE02F1" w:rsidRPr="00171408">
        <w:rPr>
          <w:rFonts w:ascii="Times New Roman" w:hAnsi="Times New Roman" w:cs="Times New Roman"/>
          <w:lang w:val="kl-GL"/>
        </w:rPr>
        <w:t xml:space="preserve">nalilersuinermini, </w:t>
      </w:r>
      <w:r w:rsidR="005523A1" w:rsidRPr="00171408">
        <w:rPr>
          <w:rFonts w:ascii="Times New Roman" w:hAnsi="Times New Roman" w:cs="Times New Roman"/>
          <w:lang w:val="kl-GL"/>
        </w:rPr>
        <w:t xml:space="preserve">missiliuullugu </w:t>
      </w:r>
      <w:r w:rsidR="00CE02F1" w:rsidRPr="00171408">
        <w:rPr>
          <w:rFonts w:ascii="Times New Roman" w:hAnsi="Times New Roman" w:cs="Times New Roman"/>
          <w:lang w:val="kl-GL"/>
        </w:rPr>
        <w:t>nalilerpagu, ajoqusertup sananeqaatimigut kingornussa</w:t>
      </w:r>
      <w:r w:rsidR="00D515F6" w:rsidRPr="00171408">
        <w:rPr>
          <w:rFonts w:ascii="Times New Roman" w:hAnsi="Times New Roman" w:cs="Times New Roman"/>
          <w:lang w:val="kl-GL"/>
        </w:rPr>
        <w:t>ata affai</w:t>
      </w:r>
      <w:r w:rsidR="00CE02F1" w:rsidRPr="00171408">
        <w:rPr>
          <w:rFonts w:ascii="Times New Roman" w:hAnsi="Times New Roman" w:cs="Times New Roman"/>
          <w:lang w:val="kl-GL"/>
        </w:rPr>
        <w:t xml:space="preserve"> pissutsinut atuutereersunut </w:t>
      </w:r>
      <w:r w:rsidR="00D515F6" w:rsidRPr="00171408">
        <w:rPr>
          <w:rFonts w:ascii="Times New Roman" w:hAnsi="Times New Roman" w:cs="Times New Roman"/>
          <w:lang w:val="kl-GL"/>
        </w:rPr>
        <w:t>pissuteqarsinnaaneri</w:t>
      </w:r>
      <w:r w:rsidR="00CE02F1" w:rsidRPr="00171408">
        <w:rPr>
          <w:rFonts w:ascii="Times New Roman" w:hAnsi="Times New Roman" w:cs="Times New Roman"/>
          <w:lang w:val="kl-GL"/>
        </w:rPr>
        <w:t>.</w:t>
      </w:r>
    </w:p>
    <w:p w14:paraId="23A40308" w14:textId="517D5642" w:rsidR="00515200" w:rsidRPr="00171408" w:rsidRDefault="00CE02F1">
      <w:pPr>
        <w:pStyle w:val="NormalWeb"/>
        <w:spacing w:line="276" w:lineRule="auto"/>
        <w:rPr>
          <w:rFonts w:ascii="Times New Roman" w:hAnsi="Times New Roman"/>
          <w:lang w:val="kl-GL"/>
        </w:rPr>
      </w:pPr>
      <w:r w:rsidRPr="00171408">
        <w:rPr>
          <w:rFonts w:ascii="Times New Roman" w:hAnsi="Times New Roman" w:cs="Times New Roman"/>
          <w:sz w:val="22"/>
          <w:szCs w:val="22"/>
          <w:lang w:val="kl-GL"/>
        </w:rPr>
        <w:t xml:space="preserve">Taamaalilluni Arbejdsmarkedets Erhvervssikringi </w:t>
      </w:r>
      <w:r w:rsidR="000654EB" w:rsidRPr="00171408">
        <w:rPr>
          <w:rFonts w:ascii="Times New Roman" w:hAnsi="Times New Roman" w:cs="Times New Roman"/>
          <w:sz w:val="22"/>
          <w:szCs w:val="22"/>
          <w:lang w:val="kl-GL"/>
        </w:rPr>
        <w:t>naammagittaalli</w:t>
      </w:r>
      <w:r w:rsidRPr="00171408">
        <w:rPr>
          <w:rFonts w:ascii="Times New Roman" w:hAnsi="Times New Roman" w:cs="Times New Roman"/>
          <w:sz w:val="22"/>
          <w:szCs w:val="22"/>
          <w:lang w:val="kl-GL"/>
        </w:rPr>
        <w:t xml:space="preserve">ummik tigusinermini isummerfigissavaa, aalajangiinermi piviusunik tunngaveqartunik imaluunniit inatsisitigut kukkuneqarnersoq, imaluunniit kukkulluni </w:t>
      </w:r>
      <w:r w:rsidR="000C0FC5" w:rsidRPr="00171408">
        <w:rPr>
          <w:rFonts w:ascii="Times New Roman" w:hAnsi="Times New Roman" w:cs="Times New Roman"/>
          <w:sz w:val="22"/>
          <w:szCs w:val="22"/>
          <w:lang w:val="kl-GL"/>
        </w:rPr>
        <w:t>missiliuussisoqarnersoq</w:t>
      </w:r>
      <w:r w:rsidRPr="00171408">
        <w:rPr>
          <w:rFonts w:ascii="Times New Roman" w:hAnsi="Times New Roman" w:cs="Times New Roman"/>
          <w:sz w:val="22"/>
          <w:szCs w:val="22"/>
          <w:lang w:val="kl-GL"/>
        </w:rPr>
        <w:t xml:space="preserve">. Tamatuma kingorna Arbejdsmarkedets Erhvervssikringi aalajangiinerup nalilersoqqinnissaanut periarfissaqarpoq, suliaq Ankestyrelsimut nassiuteqqaanngikkaluarlugu. Aalajangiineq nalilersoqqitaq Ankestyrelsimut </w:t>
      </w:r>
      <w:r w:rsidR="000654EB" w:rsidRPr="00171408">
        <w:rPr>
          <w:rFonts w:ascii="Times New Roman" w:hAnsi="Times New Roman" w:cs="Times New Roman"/>
          <w:sz w:val="22"/>
          <w:szCs w:val="22"/>
          <w:lang w:val="kl-GL"/>
        </w:rPr>
        <w:t>naammagittaalli</w:t>
      </w:r>
      <w:r w:rsidRPr="00171408">
        <w:rPr>
          <w:rFonts w:ascii="Times New Roman" w:hAnsi="Times New Roman" w:cs="Times New Roman"/>
          <w:sz w:val="22"/>
          <w:szCs w:val="22"/>
          <w:lang w:val="kl-GL"/>
        </w:rPr>
        <w:t>utigineqarsinnaavoq, aalajangiinermik tigusisoq tassunga isumaqataanngippat.</w:t>
      </w:r>
    </w:p>
    <w:p w14:paraId="66151E46" w14:textId="543CB88F" w:rsidR="00515200" w:rsidRPr="00171408" w:rsidRDefault="00CE02F1">
      <w:pPr>
        <w:pStyle w:val="NormalWeb"/>
        <w:spacing w:line="276" w:lineRule="auto"/>
        <w:rPr>
          <w:rFonts w:ascii="Times New Roman" w:hAnsi="Times New Roman"/>
          <w:lang w:val="kl-GL"/>
        </w:rPr>
      </w:pPr>
      <w:r w:rsidRPr="00171408">
        <w:rPr>
          <w:rFonts w:ascii="Times New Roman" w:hAnsi="Times New Roman" w:cs="Times New Roman"/>
          <w:sz w:val="22"/>
          <w:szCs w:val="22"/>
          <w:lang w:val="kl-GL"/>
        </w:rPr>
        <w:t xml:space="preserve">Nalilerneqarpoq, siunnersuutip kingunerissagaa, </w:t>
      </w:r>
      <w:r w:rsidR="000654EB" w:rsidRPr="00171408">
        <w:rPr>
          <w:rFonts w:ascii="Times New Roman" w:hAnsi="Times New Roman" w:cs="Times New Roman"/>
          <w:sz w:val="22"/>
          <w:szCs w:val="22"/>
          <w:lang w:val="kl-GL"/>
        </w:rPr>
        <w:t>naammagittaalli</w:t>
      </w:r>
      <w:r w:rsidRPr="00171408">
        <w:rPr>
          <w:rFonts w:ascii="Times New Roman" w:hAnsi="Times New Roman" w:cs="Times New Roman"/>
          <w:sz w:val="22"/>
          <w:szCs w:val="22"/>
          <w:lang w:val="kl-GL"/>
        </w:rPr>
        <w:t xml:space="preserve">utit ilaannik suliarinninnermut piffissaq atorneqartoq </w:t>
      </w:r>
      <w:r w:rsidR="00A97BA9" w:rsidRPr="00171408">
        <w:rPr>
          <w:rFonts w:ascii="Times New Roman" w:hAnsi="Times New Roman" w:cs="Times New Roman"/>
          <w:sz w:val="22"/>
          <w:szCs w:val="22"/>
          <w:lang w:val="kl-GL"/>
        </w:rPr>
        <w:t>sivikinnerulissasoq</w:t>
      </w:r>
      <w:r w:rsidRPr="00171408">
        <w:rPr>
          <w:rFonts w:ascii="Times New Roman" w:hAnsi="Times New Roman" w:cs="Times New Roman"/>
          <w:sz w:val="22"/>
          <w:szCs w:val="22"/>
          <w:lang w:val="kl-GL"/>
        </w:rPr>
        <w:t>.</w:t>
      </w:r>
    </w:p>
    <w:p w14:paraId="53375180" w14:textId="38813944" w:rsidR="00515200" w:rsidRPr="00171408" w:rsidRDefault="00CE02F1">
      <w:pPr>
        <w:rPr>
          <w:rFonts w:ascii="Times New Roman" w:hAnsi="Times New Roman"/>
          <w:lang w:val="kl-GL"/>
        </w:rPr>
      </w:pPr>
      <w:r w:rsidRPr="00171408">
        <w:rPr>
          <w:rFonts w:ascii="Times New Roman" w:hAnsi="Times New Roman" w:cs="Times New Roman"/>
          <w:lang w:val="kl-GL"/>
        </w:rPr>
        <w:t>Siunnersuut innuttaasut inatsisitigut isumannaatsuunerannut kinguneqassanngilaq, nangittumik aalajangiineq nalilersoqqitaq Ankestyrelsimut suli tunniussinnaassammassuk.</w:t>
      </w:r>
    </w:p>
    <w:p w14:paraId="0C3E6ED3" w14:textId="26E9474D" w:rsidR="00515200" w:rsidRPr="00171408" w:rsidRDefault="00CE02F1">
      <w:pPr>
        <w:shd w:val="clear" w:color="auto" w:fill="FFFFFF"/>
        <w:spacing w:after="0"/>
        <w:rPr>
          <w:rFonts w:ascii="Times New Roman" w:hAnsi="Times New Roman"/>
          <w:lang w:val="kl-GL"/>
        </w:rPr>
      </w:pPr>
      <w:r w:rsidRPr="00171408">
        <w:rPr>
          <w:rFonts w:ascii="Times New Roman" w:eastAsia="Times New Roman" w:hAnsi="Times New Roman" w:cs="Times New Roman"/>
          <w:lang w:val="kl-GL" w:eastAsia="da-DK"/>
        </w:rPr>
        <w:t xml:space="preserve">Aalajangersagaq siunnersuutigineqartoq </w:t>
      </w:r>
      <w:r w:rsidR="00984F94" w:rsidRPr="00171408">
        <w:rPr>
          <w:rFonts w:ascii="Times New Roman" w:eastAsia="Times New Roman" w:hAnsi="Times New Roman" w:cs="Times New Roman"/>
          <w:lang w:val="kl-GL" w:eastAsia="da-DK"/>
        </w:rPr>
        <w:t xml:space="preserve">sulinermi </w:t>
      </w:r>
      <w:r w:rsidR="006A4971" w:rsidRPr="00171408">
        <w:rPr>
          <w:rFonts w:ascii="Times New Roman" w:eastAsia="Times New Roman" w:hAnsi="Times New Roman" w:cs="Times New Roman"/>
          <w:lang w:val="kl-GL" w:eastAsia="da-DK"/>
        </w:rPr>
        <w:t>ajoqusernermut isumannaarineq</w:t>
      </w:r>
      <w:r w:rsidRPr="00171408">
        <w:rPr>
          <w:rFonts w:ascii="Times New Roman" w:eastAsia="Times New Roman" w:hAnsi="Times New Roman" w:cs="Times New Roman"/>
          <w:lang w:val="kl-GL" w:eastAsia="da-DK"/>
        </w:rPr>
        <w:t xml:space="preserve"> pillugu inatsimmi 44, imm. 7-imut assinguvoq.</w:t>
      </w:r>
    </w:p>
    <w:p w14:paraId="522E4787" w14:textId="77777777" w:rsidR="00515200" w:rsidRPr="00171408" w:rsidRDefault="00515200">
      <w:pPr>
        <w:shd w:val="clear" w:color="auto" w:fill="FFFFFF"/>
        <w:spacing w:after="0"/>
        <w:rPr>
          <w:rFonts w:ascii="Times New Roman" w:eastAsia="Times New Roman" w:hAnsi="Times New Roman" w:cs="Times New Roman"/>
          <w:lang w:val="kl-GL" w:eastAsia="da-DK"/>
        </w:rPr>
      </w:pPr>
    </w:p>
    <w:p w14:paraId="547AECB2" w14:textId="77777777" w:rsidR="00515200" w:rsidRPr="00171408" w:rsidRDefault="00CE02F1">
      <w:pPr>
        <w:rPr>
          <w:rFonts w:ascii="Times New Roman" w:hAnsi="Times New Roman"/>
          <w:lang w:val="kl-GL"/>
        </w:rPr>
      </w:pPr>
      <w:r w:rsidRPr="00171408">
        <w:rPr>
          <w:rFonts w:ascii="Times New Roman" w:eastAsia="Times New Roman" w:hAnsi="Times New Roman" w:cs="Times New Roman"/>
          <w:lang w:val="kl-GL" w:eastAsia="da-DK"/>
        </w:rPr>
        <w:t>Oqaaseqaatinut nalinginnaasunut innersuussisoqarpoq, imm. 2.7.</w:t>
      </w:r>
    </w:p>
    <w:p w14:paraId="0AD73CAA" w14:textId="10897C01" w:rsidR="00515200" w:rsidRPr="00171408" w:rsidRDefault="00CE02F1">
      <w:pPr>
        <w:rPr>
          <w:rFonts w:ascii="Times New Roman" w:hAnsi="Times New Roman"/>
          <w:lang w:val="kl-GL"/>
        </w:rPr>
      </w:pPr>
      <w:r w:rsidRPr="00171408">
        <w:rPr>
          <w:rFonts w:ascii="Times New Roman" w:hAnsi="Times New Roman" w:cs="Times New Roman"/>
          <w:lang w:val="kl-GL"/>
        </w:rPr>
        <w:t>Nr. 2</w:t>
      </w:r>
      <w:r w:rsidR="009E130A" w:rsidRPr="00171408">
        <w:rPr>
          <w:rFonts w:ascii="Times New Roman" w:hAnsi="Times New Roman" w:cs="Times New Roman"/>
          <w:lang w:val="kl-GL"/>
        </w:rPr>
        <w:t>3</w:t>
      </w:r>
      <w:r w:rsidRPr="00171408">
        <w:rPr>
          <w:rFonts w:ascii="Times New Roman" w:hAnsi="Times New Roman" w:cs="Times New Roman"/>
          <w:lang w:val="kl-GL"/>
        </w:rPr>
        <w:t>-mut</w:t>
      </w:r>
    </w:p>
    <w:p w14:paraId="7E3EEA9E" w14:textId="6205AC30" w:rsidR="00515200" w:rsidRPr="00171408" w:rsidRDefault="00CE02F1">
      <w:pPr>
        <w:rPr>
          <w:rFonts w:ascii="Times New Roman" w:hAnsi="Times New Roman"/>
          <w:lang w:val="kl-GL"/>
        </w:rPr>
      </w:pPr>
      <w:r w:rsidRPr="00171408">
        <w:rPr>
          <w:rFonts w:ascii="Times New Roman" w:hAnsi="Times New Roman" w:cs="Times New Roman"/>
          <w:color w:val="000000" w:themeColor="text1"/>
          <w:lang w:val="kl-GL"/>
        </w:rPr>
        <w:t xml:space="preserve">Kalaallit Nunaanni </w:t>
      </w:r>
      <w:r w:rsidR="00984F94" w:rsidRPr="00171408">
        <w:rPr>
          <w:rFonts w:ascii="Times New Roman" w:hAnsi="Times New Roman" w:cs="Times New Roman"/>
          <w:color w:val="000000" w:themeColor="text1"/>
          <w:lang w:val="kl-GL"/>
        </w:rPr>
        <w:t xml:space="preserve">sulinermi </w:t>
      </w:r>
      <w:r w:rsidR="006A4971" w:rsidRPr="00171408">
        <w:rPr>
          <w:rFonts w:ascii="Times New Roman" w:hAnsi="Times New Roman" w:cs="Times New Roman"/>
          <w:color w:val="000000" w:themeColor="text1"/>
          <w:lang w:val="kl-GL"/>
        </w:rPr>
        <w:t>ajoqusernermut isumannaarineq</w:t>
      </w:r>
      <w:r w:rsidRPr="00171408">
        <w:rPr>
          <w:rFonts w:ascii="Times New Roman" w:hAnsi="Times New Roman" w:cs="Times New Roman"/>
          <w:color w:val="000000" w:themeColor="text1"/>
          <w:lang w:val="kl-GL"/>
        </w:rPr>
        <w:t xml:space="preserve"> pillugu inatsimmi </w:t>
      </w:r>
      <w:r w:rsidR="00154289" w:rsidRPr="00171408">
        <w:rPr>
          <w:rFonts w:ascii="Times New Roman" w:hAnsi="Times New Roman" w:cs="Times New Roman"/>
          <w:color w:val="000000" w:themeColor="text1"/>
          <w:lang w:val="kl-GL"/>
        </w:rPr>
        <w:t xml:space="preserve">§ 49-mi </w:t>
      </w:r>
      <w:r w:rsidR="005E0E6B" w:rsidRPr="00171408">
        <w:rPr>
          <w:rFonts w:ascii="Times New Roman" w:hAnsi="Times New Roman" w:cs="Times New Roman"/>
          <w:color w:val="000000" w:themeColor="text1"/>
          <w:lang w:val="kl-GL"/>
        </w:rPr>
        <w:t>sulinermi</w:t>
      </w:r>
      <w:r w:rsidRPr="00171408">
        <w:rPr>
          <w:rFonts w:ascii="Times New Roman" w:hAnsi="Times New Roman" w:cs="Times New Roman"/>
          <w:color w:val="000000" w:themeColor="text1"/>
          <w:lang w:val="kl-GL"/>
        </w:rPr>
        <w:t xml:space="preserve"> ajoqusernerit pillugit suliani kikkut </w:t>
      </w:r>
      <w:r w:rsidR="000654EB" w:rsidRPr="00171408">
        <w:rPr>
          <w:rFonts w:ascii="Times New Roman" w:hAnsi="Times New Roman" w:cs="Times New Roman"/>
          <w:color w:val="000000" w:themeColor="text1"/>
          <w:lang w:val="kl-GL"/>
        </w:rPr>
        <w:t>naammagittaalli</w:t>
      </w:r>
      <w:r w:rsidRPr="00171408">
        <w:rPr>
          <w:rFonts w:ascii="Times New Roman" w:hAnsi="Times New Roman" w:cs="Times New Roman"/>
          <w:color w:val="000000" w:themeColor="text1"/>
          <w:lang w:val="kl-GL"/>
        </w:rPr>
        <w:t>u</w:t>
      </w:r>
      <w:r w:rsidR="0012132B" w:rsidRPr="00171408">
        <w:rPr>
          <w:rFonts w:ascii="Times New Roman" w:hAnsi="Times New Roman" w:cs="Times New Roman"/>
          <w:color w:val="000000" w:themeColor="text1"/>
          <w:lang w:val="kl-GL"/>
        </w:rPr>
        <w:t>u</w:t>
      </w:r>
      <w:r w:rsidRPr="00171408">
        <w:rPr>
          <w:rFonts w:ascii="Times New Roman" w:hAnsi="Times New Roman" w:cs="Times New Roman"/>
          <w:color w:val="000000" w:themeColor="text1"/>
          <w:lang w:val="kl-GL"/>
        </w:rPr>
        <w:t xml:space="preserve">teqarnissamut </w:t>
      </w:r>
      <w:r w:rsidR="005F4384" w:rsidRPr="00171408">
        <w:rPr>
          <w:rFonts w:ascii="Times New Roman" w:hAnsi="Times New Roman" w:cs="Times New Roman"/>
          <w:color w:val="000000" w:themeColor="text1"/>
          <w:lang w:val="kl-GL"/>
        </w:rPr>
        <w:t xml:space="preserve">pisinnaatitaanersut </w:t>
      </w:r>
      <w:r w:rsidRPr="00171408">
        <w:rPr>
          <w:rFonts w:ascii="Times New Roman" w:hAnsi="Times New Roman" w:cs="Times New Roman"/>
          <w:lang w:val="kl-GL"/>
        </w:rPr>
        <w:t>tamakkiisumik nalunaarsuiffimmi allattorneqarput. S</w:t>
      </w:r>
      <w:r w:rsidRPr="00171408">
        <w:rPr>
          <w:rFonts w:ascii="Times New Roman" w:hAnsi="Times New Roman" w:cs="Times New Roman"/>
          <w:color w:val="000000" w:themeColor="text1"/>
          <w:lang w:val="kl-GL"/>
        </w:rPr>
        <w:t xml:space="preserve">uliami illuatungeriit kisimiillutik </w:t>
      </w:r>
      <w:r w:rsidR="000654EB" w:rsidRPr="00171408">
        <w:rPr>
          <w:rFonts w:ascii="Times New Roman" w:hAnsi="Times New Roman" w:cs="Times New Roman"/>
          <w:color w:val="000000" w:themeColor="text1"/>
          <w:lang w:val="kl-GL"/>
        </w:rPr>
        <w:t>naammagittaalli</w:t>
      </w:r>
      <w:r w:rsidRPr="00171408">
        <w:rPr>
          <w:rFonts w:ascii="Times New Roman" w:hAnsi="Times New Roman" w:cs="Times New Roman"/>
          <w:color w:val="000000" w:themeColor="text1"/>
          <w:lang w:val="kl-GL"/>
        </w:rPr>
        <w:t>u</w:t>
      </w:r>
      <w:r w:rsidR="0012132B" w:rsidRPr="00171408">
        <w:rPr>
          <w:rFonts w:ascii="Times New Roman" w:hAnsi="Times New Roman" w:cs="Times New Roman"/>
          <w:color w:val="000000" w:themeColor="text1"/>
          <w:lang w:val="kl-GL"/>
        </w:rPr>
        <w:t>u</w:t>
      </w:r>
      <w:r w:rsidRPr="00171408">
        <w:rPr>
          <w:rFonts w:ascii="Times New Roman" w:hAnsi="Times New Roman" w:cs="Times New Roman"/>
          <w:color w:val="000000" w:themeColor="text1"/>
          <w:lang w:val="kl-GL"/>
        </w:rPr>
        <w:t xml:space="preserve">teqarnissamut </w:t>
      </w:r>
      <w:r w:rsidR="00154289" w:rsidRPr="00171408">
        <w:rPr>
          <w:rFonts w:ascii="Times New Roman" w:hAnsi="Times New Roman" w:cs="Times New Roman"/>
          <w:color w:val="000000" w:themeColor="text1"/>
          <w:lang w:val="kl-GL"/>
        </w:rPr>
        <w:t>pisinnaatitaaneranni</w:t>
      </w:r>
      <w:r w:rsidRPr="00171408">
        <w:rPr>
          <w:rFonts w:ascii="Times New Roman" w:hAnsi="Times New Roman" w:cs="Times New Roman"/>
          <w:color w:val="000000" w:themeColor="text1"/>
          <w:lang w:val="kl-GL"/>
        </w:rPr>
        <w:t>, pingaarnertut ingerlatsiner</w:t>
      </w:r>
      <w:r w:rsidR="009F099C" w:rsidRPr="00171408">
        <w:rPr>
          <w:rFonts w:ascii="Times New Roman" w:hAnsi="Times New Roman" w:cs="Times New Roman"/>
          <w:color w:val="000000" w:themeColor="text1"/>
          <w:lang w:val="kl-GL"/>
        </w:rPr>
        <w:t>mi inatsisitigut</w:t>
      </w:r>
      <w:r w:rsidRPr="00171408">
        <w:rPr>
          <w:rFonts w:ascii="Times New Roman" w:hAnsi="Times New Roman" w:cs="Times New Roman"/>
          <w:color w:val="000000" w:themeColor="text1"/>
          <w:lang w:val="kl-GL"/>
        </w:rPr>
        <w:t xml:space="preserve"> tunngavimmut nalinginnaasumut assinguvoq. Tamatumani </w:t>
      </w:r>
      <w:r w:rsidR="005E0E6B" w:rsidRPr="00171408">
        <w:rPr>
          <w:rFonts w:ascii="Times New Roman" w:hAnsi="Times New Roman" w:cs="Times New Roman"/>
          <w:color w:val="000000" w:themeColor="text1"/>
          <w:lang w:val="kl-GL"/>
        </w:rPr>
        <w:t>sulinermi</w:t>
      </w:r>
      <w:r w:rsidRPr="00171408">
        <w:rPr>
          <w:rFonts w:ascii="Times New Roman" w:hAnsi="Times New Roman" w:cs="Times New Roman"/>
          <w:color w:val="000000" w:themeColor="text1"/>
          <w:lang w:val="kl-GL"/>
        </w:rPr>
        <w:t xml:space="preserve"> ajoqusernerup akuersaarneqarnissaanut apeqqut pineqartillugu, sulisitsisoq suliami illuatungiunngikkaluarluni </w:t>
      </w:r>
      <w:r w:rsidR="000654EB" w:rsidRPr="00171408">
        <w:rPr>
          <w:rFonts w:ascii="Times New Roman" w:hAnsi="Times New Roman" w:cs="Times New Roman"/>
          <w:color w:val="000000" w:themeColor="text1"/>
          <w:lang w:val="kl-GL"/>
        </w:rPr>
        <w:t>naammagittaalli</w:t>
      </w:r>
      <w:r w:rsidRPr="00171408">
        <w:rPr>
          <w:rFonts w:ascii="Times New Roman" w:hAnsi="Times New Roman" w:cs="Times New Roman"/>
          <w:color w:val="000000" w:themeColor="text1"/>
          <w:lang w:val="kl-GL"/>
        </w:rPr>
        <w:t xml:space="preserve">uteqarnissamut </w:t>
      </w:r>
      <w:r w:rsidR="00940482" w:rsidRPr="00171408">
        <w:rPr>
          <w:rFonts w:ascii="Times New Roman" w:hAnsi="Times New Roman" w:cs="Times New Roman"/>
          <w:color w:val="000000" w:themeColor="text1"/>
          <w:lang w:val="kl-GL"/>
        </w:rPr>
        <w:t>pisinnaatitaavoq</w:t>
      </w:r>
      <w:r w:rsidRPr="00171408">
        <w:rPr>
          <w:rFonts w:ascii="Times New Roman" w:hAnsi="Times New Roman" w:cs="Times New Roman"/>
          <w:color w:val="000000" w:themeColor="text1"/>
          <w:lang w:val="kl-GL"/>
        </w:rPr>
        <w:t>.</w:t>
      </w:r>
    </w:p>
    <w:p w14:paraId="4EBBBDB0" w14:textId="3973DAE8" w:rsidR="00515200" w:rsidRPr="00171408" w:rsidRDefault="00CE02F1">
      <w:pPr>
        <w:rPr>
          <w:rFonts w:ascii="Times New Roman" w:hAnsi="Times New Roman"/>
          <w:lang w:val="kl-GL"/>
        </w:rPr>
      </w:pPr>
      <w:r w:rsidRPr="00171408">
        <w:rPr>
          <w:rFonts w:ascii="Times New Roman" w:hAnsi="Times New Roman" w:cs="Times New Roman"/>
          <w:lang w:val="kl-GL"/>
        </w:rPr>
        <w:t xml:space="preserve">§ 49, imm. 1, nr. 2-mi aalajangersakkami atuuttumi allaqqavoq, § 45 malillugu Arbejdsmarkedets Erhvervssikringip </w:t>
      </w:r>
      <w:r w:rsidR="002478CF" w:rsidRPr="00171408">
        <w:rPr>
          <w:rFonts w:ascii="Times New Roman" w:hAnsi="Times New Roman" w:cs="Times New Roman"/>
          <w:lang w:val="kl-GL"/>
        </w:rPr>
        <w:t xml:space="preserve">ajutoornerit pillugit suliani </w:t>
      </w:r>
      <w:r w:rsidRPr="00171408">
        <w:rPr>
          <w:rFonts w:ascii="Times New Roman" w:hAnsi="Times New Roman" w:cs="Times New Roman"/>
          <w:lang w:val="kl-GL"/>
        </w:rPr>
        <w:t xml:space="preserve">aalajangiineri sillimmasiisarfimmiit Ankestyrelsimut </w:t>
      </w:r>
      <w:r w:rsidR="00830BFF" w:rsidRPr="00171408">
        <w:rPr>
          <w:rFonts w:ascii="Times New Roman" w:hAnsi="Times New Roman" w:cs="Times New Roman"/>
          <w:lang w:val="kl-GL"/>
        </w:rPr>
        <w:t>suliassanngortinneqarsinnaasut</w:t>
      </w:r>
      <w:r w:rsidRPr="00171408">
        <w:rPr>
          <w:rFonts w:ascii="Times New Roman" w:hAnsi="Times New Roman" w:cs="Times New Roman"/>
          <w:lang w:val="kl-GL"/>
        </w:rPr>
        <w:t>.</w:t>
      </w:r>
    </w:p>
    <w:p w14:paraId="1368E062" w14:textId="568729D9" w:rsidR="00515200" w:rsidRPr="00171408" w:rsidRDefault="00CE02F1">
      <w:pPr>
        <w:spacing w:after="0"/>
        <w:rPr>
          <w:rFonts w:ascii="Times New Roman" w:hAnsi="Times New Roman"/>
          <w:lang w:val="kl-GL"/>
        </w:rPr>
      </w:pPr>
      <w:r w:rsidRPr="00171408">
        <w:rPr>
          <w:rFonts w:ascii="Times New Roman" w:hAnsi="Times New Roman" w:cs="Times New Roman"/>
          <w:lang w:val="kl-GL"/>
        </w:rPr>
        <w:t xml:space="preserve">Inatsisissatut siunnersuutip </w:t>
      </w:r>
      <w:r w:rsidRPr="00171408">
        <w:rPr>
          <w:rFonts w:ascii="Times New Roman" w:hAnsi="Times New Roman" w:cs="Times New Roman"/>
          <w:i/>
          <w:lang w:val="kl-GL"/>
        </w:rPr>
        <w:t>§ 1, nr. 2</w:t>
      </w:r>
      <w:r w:rsidR="00D61E26" w:rsidRPr="00171408">
        <w:rPr>
          <w:rFonts w:ascii="Times New Roman" w:hAnsi="Times New Roman" w:cs="Times New Roman"/>
          <w:i/>
          <w:lang w:val="kl-GL"/>
        </w:rPr>
        <w:t>3</w:t>
      </w:r>
      <w:r w:rsidRPr="00171408">
        <w:rPr>
          <w:rFonts w:ascii="Times New Roman" w:hAnsi="Times New Roman" w:cs="Times New Roman"/>
          <w:lang w:val="kl-GL"/>
        </w:rPr>
        <w:t xml:space="preserve">-ani siunnertuutigineqarpoq, </w:t>
      </w:r>
      <w:r w:rsidRPr="00171408">
        <w:rPr>
          <w:rFonts w:ascii="Times New Roman" w:hAnsi="Times New Roman" w:cs="Times New Roman"/>
          <w:i/>
          <w:iCs/>
          <w:lang w:val="kl-GL"/>
        </w:rPr>
        <w:t>§ 51</w:t>
      </w:r>
      <w:r w:rsidRPr="00171408">
        <w:rPr>
          <w:rFonts w:ascii="Times New Roman" w:hAnsi="Times New Roman" w:cs="Times New Roman"/>
          <w:lang w:val="kl-GL"/>
        </w:rPr>
        <w:t>-imi</w:t>
      </w:r>
      <w:r w:rsidRPr="00171408">
        <w:rPr>
          <w:rFonts w:ascii="Times New Roman" w:hAnsi="Times New Roman" w:cs="Times New Roman"/>
          <w:iCs/>
          <w:lang w:val="kl-GL"/>
        </w:rPr>
        <w:t xml:space="preserve"> </w:t>
      </w:r>
      <w:r w:rsidRPr="00171408">
        <w:rPr>
          <w:rFonts w:ascii="Times New Roman" w:hAnsi="Times New Roman" w:cs="Times New Roman"/>
          <w:i/>
          <w:iCs/>
          <w:lang w:val="kl-GL"/>
        </w:rPr>
        <w:t>imm. 2-</w:t>
      </w:r>
      <w:r w:rsidRPr="00171408">
        <w:rPr>
          <w:rFonts w:ascii="Times New Roman" w:hAnsi="Times New Roman" w:cs="Times New Roman"/>
          <w:lang w:val="kl-GL"/>
        </w:rPr>
        <w:t>tut ikkunneqassasoq:</w:t>
      </w:r>
    </w:p>
    <w:p w14:paraId="3974C21B" w14:textId="285844A2" w:rsidR="00515200" w:rsidRPr="00171408" w:rsidRDefault="00CE02F1">
      <w:pPr>
        <w:spacing w:after="0"/>
        <w:rPr>
          <w:rFonts w:ascii="Times New Roman" w:hAnsi="Times New Roman"/>
          <w:lang w:val="kl-GL"/>
        </w:rPr>
      </w:pPr>
      <w:r w:rsidRPr="00171408">
        <w:rPr>
          <w:rFonts w:ascii="Times New Roman" w:hAnsi="Times New Roman" w:cs="Times New Roman"/>
          <w:lang w:val="kl-GL"/>
        </w:rPr>
        <w:t xml:space="preserve"> »</w:t>
      </w:r>
      <w:r w:rsidRPr="00171408">
        <w:rPr>
          <w:rFonts w:ascii="Times New Roman" w:hAnsi="Times New Roman" w:cs="Times New Roman"/>
          <w:i/>
          <w:iCs/>
          <w:lang w:val="kl-GL"/>
        </w:rPr>
        <w:t>Imm</w:t>
      </w:r>
      <w:r w:rsidRPr="00171408">
        <w:rPr>
          <w:rFonts w:ascii="Times New Roman" w:hAnsi="Times New Roman" w:cs="Times New Roman"/>
          <w:i/>
          <w:lang w:val="kl-GL"/>
        </w:rPr>
        <w:t>. 2.</w:t>
      </w:r>
      <w:r w:rsidRPr="00171408">
        <w:rPr>
          <w:rFonts w:ascii="Times New Roman" w:hAnsi="Times New Roman" w:cs="Times New Roman"/>
          <w:iCs/>
          <w:lang w:val="kl-GL"/>
        </w:rPr>
        <w:t xml:space="preserve"> </w:t>
      </w:r>
      <w:r w:rsidR="007745DC" w:rsidRPr="00171408">
        <w:rPr>
          <w:rFonts w:ascii="Times New Roman" w:hAnsi="Times New Roman" w:cs="Times New Roman"/>
          <w:lang w:val="kl-GL"/>
        </w:rPr>
        <w:t>Ajoqusernermut sillimmasiisarfinnut Garantifondi pillugu inatsit malillugu,</w:t>
      </w:r>
      <w:r w:rsidR="007745DC" w:rsidRPr="00171408">
        <w:rPr>
          <w:rFonts w:ascii="Times New Roman" w:hAnsi="Times New Roman" w:cs="Times New Roman"/>
          <w:iCs/>
          <w:lang w:val="kl-GL"/>
        </w:rPr>
        <w:t xml:space="preserve"> </w:t>
      </w:r>
      <w:r w:rsidR="00B25558" w:rsidRPr="00171408">
        <w:rPr>
          <w:rFonts w:ascii="Times New Roman" w:hAnsi="Times New Roman" w:cs="Times New Roman"/>
          <w:lang w:val="kl-GL"/>
        </w:rPr>
        <w:t>ajoqusernermut sillimmasiisarfinnut Garantifondip</w:t>
      </w:r>
      <w:r w:rsidR="00B25558" w:rsidRPr="00171408" w:rsidDel="007745DC">
        <w:rPr>
          <w:rFonts w:ascii="Times New Roman" w:hAnsi="Times New Roman" w:cs="Times New Roman"/>
          <w:iCs/>
          <w:lang w:val="kl-GL"/>
        </w:rPr>
        <w:t xml:space="preserve"> </w:t>
      </w:r>
      <w:r w:rsidR="00B25558" w:rsidRPr="00171408">
        <w:rPr>
          <w:rFonts w:ascii="Times New Roman" w:hAnsi="Times New Roman" w:cs="Times New Roman"/>
          <w:lang w:val="kl-GL"/>
        </w:rPr>
        <w:t>ingerlataani,</w:t>
      </w:r>
      <w:r w:rsidR="00B25558" w:rsidRPr="00171408" w:rsidDel="007745DC">
        <w:rPr>
          <w:rFonts w:ascii="Times New Roman" w:hAnsi="Times New Roman" w:cs="Times New Roman"/>
          <w:iCs/>
          <w:lang w:val="kl-GL"/>
        </w:rPr>
        <w:t xml:space="preserve"> </w:t>
      </w:r>
      <w:r w:rsidR="007745DC" w:rsidRPr="00171408">
        <w:rPr>
          <w:rFonts w:ascii="Times New Roman" w:hAnsi="Times New Roman" w:cs="Times New Roman"/>
          <w:iCs/>
          <w:lang w:val="kl-GL"/>
        </w:rPr>
        <w:t>a</w:t>
      </w:r>
      <w:r w:rsidR="007745DC" w:rsidRPr="00171408">
        <w:rPr>
          <w:rFonts w:ascii="Times New Roman" w:hAnsi="Times New Roman" w:cs="Times New Roman"/>
          <w:lang w:val="kl-GL"/>
        </w:rPr>
        <w:t xml:space="preserve">joqusernermut </w:t>
      </w:r>
      <w:r w:rsidRPr="00171408">
        <w:rPr>
          <w:rFonts w:ascii="Times New Roman" w:hAnsi="Times New Roman" w:cs="Times New Roman"/>
          <w:lang w:val="kl-GL"/>
        </w:rPr>
        <w:t xml:space="preserve">sillimmasiisarfinnut Garantifondi § 49-mi taaneqartutut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ajoqusernerit pillugit sulianik </w:t>
      </w:r>
      <w:r w:rsidR="00A070D6" w:rsidRPr="00171408">
        <w:rPr>
          <w:rFonts w:ascii="Times New Roman" w:hAnsi="Times New Roman" w:cs="Times New Roman"/>
          <w:lang w:val="kl-GL"/>
        </w:rPr>
        <w:t>naammagittaalliuteqarsinnaatitaavoq</w:t>
      </w:r>
      <w:r w:rsidRPr="00171408">
        <w:rPr>
          <w:rFonts w:ascii="Times New Roman" w:hAnsi="Times New Roman" w:cs="Times New Roman"/>
          <w:lang w:val="kl-GL"/>
        </w:rPr>
        <w:t>.«</w:t>
      </w:r>
    </w:p>
    <w:p w14:paraId="4F47499E" w14:textId="77777777" w:rsidR="00515200" w:rsidRPr="00171408" w:rsidRDefault="00515200">
      <w:pPr>
        <w:spacing w:after="0"/>
        <w:rPr>
          <w:rFonts w:ascii="Times New Roman" w:hAnsi="Times New Roman" w:cs="Times New Roman"/>
          <w:iCs/>
          <w:lang w:val="kl-GL"/>
        </w:rPr>
      </w:pPr>
    </w:p>
    <w:p w14:paraId="7CE01AFF" w14:textId="69572149" w:rsidR="00515200" w:rsidRPr="00171408" w:rsidRDefault="00CE02F1">
      <w:pPr>
        <w:spacing w:after="0"/>
        <w:rPr>
          <w:rFonts w:ascii="Times New Roman" w:hAnsi="Times New Roman"/>
          <w:lang w:val="kl-GL"/>
        </w:rPr>
      </w:pPr>
      <w:r w:rsidRPr="00171408">
        <w:rPr>
          <w:rFonts w:ascii="Times New Roman" w:hAnsi="Times New Roman" w:cs="Times New Roman"/>
          <w:lang w:val="kl-GL"/>
        </w:rPr>
        <w:t>Siunnersuut inatsisissa</w:t>
      </w:r>
      <w:r w:rsidR="00B25558" w:rsidRPr="00171408">
        <w:rPr>
          <w:rFonts w:ascii="Times New Roman" w:hAnsi="Times New Roman" w:cs="Times New Roman"/>
          <w:lang w:val="kl-GL"/>
        </w:rPr>
        <w:t>tut</w:t>
      </w:r>
      <w:r w:rsidRPr="00171408">
        <w:rPr>
          <w:rFonts w:ascii="Times New Roman" w:hAnsi="Times New Roman" w:cs="Times New Roman"/>
          <w:lang w:val="kl-GL"/>
        </w:rPr>
        <w:t xml:space="preserve"> siunnersuummi § 1, nr. 27-mi </w:t>
      </w:r>
      <w:r w:rsidRPr="00171408">
        <w:rPr>
          <w:rFonts w:ascii="Times New Roman" w:hAnsi="Times New Roman" w:cs="Times New Roman"/>
          <w:color w:val="000000" w:themeColor="text1"/>
          <w:lang w:val="kl-GL"/>
        </w:rPr>
        <w:t xml:space="preserve">Kalaallit Nunaanni </w:t>
      </w:r>
      <w:r w:rsidR="00984F94" w:rsidRPr="00171408">
        <w:rPr>
          <w:rFonts w:ascii="Times New Roman" w:hAnsi="Times New Roman" w:cs="Times New Roman"/>
          <w:color w:val="000000" w:themeColor="text1"/>
          <w:lang w:val="kl-GL"/>
        </w:rPr>
        <w:t xml:space="preserve">sulinermi </w:t>
      </w:r>
      <w:r w:rsidR="006A4971" w:rsidRPr="00171408">
        <w:rPr>
          <w:rFonts w:ascii="Times New Roman" w:hAnsi="Times New Roman" w:cs="Times New Roman"/>
          <w:color w:val="000000" w:themeColor="text1"/>
          <w:lang w:val="kl-GL"/>
        </w:rPr>
        <w:t>ajoqusernermut isumannaarineq</w:t>
      </w:r>
      <w:r w:rsidRPr="00171408">
        <w:rPr>
          <w:rFonts w:ascii="Times New Roman" w:hAnsi="Times New Roman" w:cs="Times New Roman"/>
          <w:color w:val="000000" w:themeColor="text1"/>
          <w:lang w:val="kl-GL"/>
        </w:rPr>
        <w:t xml:space="preserve"> pillugu inatsimmi § 59-p </w:t>
      </w:r>
      <w:r w:rsidRPr="00171408">
        <w:rPr>
          <w:rFonts w:ascii="Times New Roman" w:hAnsi="Times New Roman" w:cs="Times New Roman"/>
          <w:lang w:val="kl-GL"/>
        </w:rPr>
        <w:t xml:space="preserve">atorunnaarsinneqarnissaanik siunnersuummut </w:t>
      </w:r>
      <w:r w:rsidR="00DA3ABB" w:rsidRPr="00171408">
        <w:rPr>
          <w:rFonts w:ascii="Times New Roman" w:hAnsi="Times New Roman" w:cs="Times New Roman"/>
          <w:lang w:val="kl-GL"/>
        </w:rPr>
        <w:t>ataqatigiittutut isigineqassaaq</w:t>
      </w:r>
      <w:r w:rsidRPr="00171408">
        <w:rPr>
          <w:rFonts w:ascii="Times New Roman" w:hAnsi="Times New Roman" w:cs="Times New Roman"/>
          <w:lang w:val="kl-GL"/>
        </w:rPr>
        <w:t>.</w:t>
      </w:r>
    </w:p>
    <w:p w14:paraId="3C78985B" w14:textId="77777777" w:rsidR="00515200" w:rsidRPr="00171408" w:rsidRDefault="00515200">
      <w:pPr>
        <w:spacing w:after="0"/>
        <w:rPr>
          <w:rFonts w:ascii="Times New Roman" w:hAnsi="Times New Roman" w:cs="Times New Roman"/>
          <w:iCs/>
          <w:lang w:val="kl-GL"/>
        </w:rPr>
      </w:pPr>
    </w:p>
    <w:p w14:paraId="7979AE4D" w14:textId="3AB142FB" w:rsidR="00515200" w:rsidRPr="00171408" w:rsidRDefault="00CE02F1">
      <w:pPr>
        <w:spacing w:after="0"/>
        <w:rPr>
          <w:rFonts w:ascii="Times New Roman" w:hAnsi="Times New Roman"/>
          <w:lang w:val="kl-GL"/>
        </w:rPr>
      </w:pPr>
      <w:r w:rsidRPr="00171408">
        <w:rPr>
          <w:rFonts w:ascii="Times New Roman" w:hAnsi="Times New Roman" w:cs="Times New Roman"/>
          <w:lang w:val="kl-GL"/>
        </w:rPr>
        <w:t xml:space="preserve">Tamatuma malitsigisaanik inatsisissatut siunnersuummi § 3, imm. 4-mi aamma 5-imi siunnersuutigineqarpoq, </w:t>
      </w:r>
      <w:r w:rsidR="00212C97" w:rsidRPr="00171408">
        <w:rPr>
          <w:rFonts w:ascii="Times New Roman" w:hAnsi="Times New Roman" w:cs="Times New Roman"/>
          <w:lang w:val="kl-GL"/>
        </w:rPr>
        <w:t>ajutoornermut sillimmatinik tigusinerup kingunerisaanik,</w:t>
      </w:r>
      <w:r w:rsidR="00212C97" w:rsidRPr="00171408">
        <w:rPr>
          <w:rFonts w:ascii="Times New Roman" w:hAnsi="Times New Roman"/>
          <w:lang w:val="kl-GL"/>
        </w:rPr>
        <w:t xml:space="preserve"> § 59 malillugu </w:t>
      </w:r>
      <w:r w:rsidRPr="00171408">
        <w:rPr>
          <w:rFonts w:ascii="Times New Roman" w:hAnsi="Times New Roman"/>
          <w:lang w:val="kl-GL"/>
        </w:rPr>
        <w:t>Arbejdsmarkedets Erhvervssikringi pigisanik nalilinnik aamma pisin</w:t>
      </w:r>
      <w:r w:rsidR="00232FF1" w:rsidRPr="00171408">
        <w:rPr>
          <w:rFonts w:ascii="Times New Roman" w:hAnsi="Times New Roman"/>
          <w:lang w:val="kl-GL"/>
        </w:rPr>
        <w:t>n</w:t>
      </w:r>
      <w:r w:rsidRPr="00171408">
        <w:rPr>
          <w:rFonts w:ascii="Times New Roman" w:hAnsi="Times New Roman"/>
          <w:lang w:val="kl-GL"/>
        </w:rPr>
        <w:t xml:space="preserve">aatitaaffinnik tigusisimappat </w:t>
      </w:r>
      <w:r w:rsidR="00C3269E" w:rsidRPr="00171408">
        <w:rPr>
          <w:rFonts w:ascii="Times New Roman" w:hAnsi="Times New Roman"/>
          <w:lang w:val="kl-GL"/>
        </w:rPr>
        <w:t>aamma</w:t>
      </w:r>
      <w:r w:rsidRPr="00171408">
        <w:rPr>
          <w:rFonts w:ascii="Times New Roman" w:hAnsi="Times New Roman"/>
          <w:lang w:val="kl-GL"/>
        </w:rPr>
        <w:t xml:space="preserve"> pisussaaffeqarlersimalluni</w:t>
      </w:r>
      <w:r w:rsidRPr="00171408">
        <w:rPr>
          <w:rFonts w:ascii="Times New Roman" w:hAnsi="Times New Roman" w:cs="Times New Roman"/>
          <w:lang w:val="kl-GL"/>
        </w:rPr>
        <w:t xml:space="preserve">, taakkua ajoqusernermut sillimmasiisarfinnut Garantifondimut </w:t>
      </w:r>
      <w:r w:rsidR="00CE5407" w:rsidRPr="00171408">
        <w:rPr>
          <w:rFonts w:ascii="Times New Roman" w:hAnsi="Times New Roman" w:cs="Times New Roman"/>
          <w:lang w:val="kl-GL"/>
        </w:rPr>
        <w:t>tunniunneqassasut</w:t>
      </w:r>
      <w:r w:rsidRPr="00171408">
        <w:rPr>
          <w:rFonts w:ascii="Times New Roman" w:hAnsi="Times New Roman" w:cs="Times New Roman"/>
          <w:lang w:val="kl-GL"/>
        </w:rPr>
        <w:t>.</w:t>
      </w:r>
    </w:p>
    <w:p w14:paraId="4C20B89B" w14:textId="77777777" w:rsidR="00515200" w:rsidRPr="00171408" w:rsidRDefault="00515200">
      <w:pPr>
        <w:spacing w:after="0"/>
        <w:rPr>
          <w:rFonts w:ascii="Times New Roman" w:hAnsi="Times New Roman" w:cs="Times New Roman"/>
          <w:iCs/>
          <w:lang w:val="kl-GL"/>
        </w:rPr>
      </w:pPr>
    </w:p>
    <w:p w14:paraId="1E56FD3C" w14:textId="77777777" w:rsidR="00515200" w:rsidRPr="00171408" w:rsidRDefault="00CE02F1">
      <w:pPr>
        <w:spacing w:after="0"/>
        <w:rPr>
          <w:rFonts w:ascii="Times New Roman" w:hAnsi="Times New Roman"/>
          <w:lang w:val="kl-GL"/>
        </w:rPr>
      </w:pPr>
      <w:r w:rsidRPr="00171408">
        <w:rPr>
          <w:rFonts w:ascii="Times New Roman" w:hAnsi="Times New Roman" w:cs="Times New Roman"/>
          <w:lang w:val="kl-GL"/>
        </w:rPr>
        <w:t>Taamaalilluni ajoqusernermut sillimmasiisarfinnut Garantifondi pisinnaatitaaffinnik aamma pisussaaffinnik sillimmasiisarfiup tigummisimasaanik tigusissaaq, tigusineq sioqqullugu sillimmasiisarfiup tigummisimasaanik.</w:t>
      </w:r>
    </w:p>
    <w:p w14:paraId="0A3DA1FE" w14:textId="77777777" w:rsidR="00515200" w:rsidRPr="00171408" w:rsidRDefault="00515200">
      <w:pPr>
        <w:spacing w:after="0"/>
        <w:rPr>
          <w:rFonts w:ascii="Times New Roman" w:hAnsi="Times New Roman" w:cs="Times New Roman"/>
          <w:iCs/>
          <w:lang w:val="kl-GL"/>
        </w:rPr>
      </w:pPr>
    </w:p>
    <w:p w14:paraId="797C53C7" w14:textId="04791CAE" w:rsidR="00515200" w:rsidRPr="00171408" w:rsidRDefault="00CE02F1">
      <w:pPr>
        <w:spacing w:after="0"/>
        <w:rPr>
          <w:rFonts w:ascii="Times New Roman" w:hAnsi="Times New Roman"/>
          <w:lang w:val="kl-GL"/>
        </w:rPr>
      </w:pPr>
      <w:r w:rsidRPr="00171408">
        <w:rPr>
          <w:rFonts w:ascii="Times New Roman" w:hAnsi="Times New Roman" w:cs="Times New Roman"/>
          <w:lang w:val="kl-GL"/>
        </w:rPr>
        <w:t xml:space="preserve">Siunnersuutikkut </w:t>
      </w:r>
      <w:r w:rsidR="004161C0" w:rsidRPr="00171408">
        <w:rPr>
          <w:rFonts w:ascii="Times New Roman" w:hAnsi="Times New Roman" w:cs="Times New Roman"/>
          <w:lang w:val="kl-GL"/>
        </w:rPr>
        <w:t>qulakkeerneqassaaq</w:t>
      </w:r>
      <w:r w:rsidRPr="00171408">
        <w:rPr>
          <w:rFonts w:ascii="Times New Roman" w:hAnsi="Times New Roman" w:cs="Times New Roman"/>
          <w:lang w:val="kl-GL"/>
        </w:rPr>
        <w:t xml:space="preserve">, ajoqusernermut sillimmasiisarfinnut Garantifondi, ajutoornerit pillugit suliani taarsiissutinut </w:t>
      </w:r>
      <w:r w:rsidR="00545D4A" w:rsidRPr="00171408">
        <w:rPr>
          <w:rFonts w:ascii="Times New Roman" w:hAnsi="Times New Roman" w:cs="Times New Roman"/>
          <w:lang w:val="kl-GL"/>
        </w:rPr>
        <w:t>il.il.</w:t>
      </w:r>
      <w:r w:rsidRPr="00171408">
        <w:rPr>
          <w:rFonts w:ascii="Times New Roman" w:hAnsi="Times New Roman" w:cs="Times New Roman"/>
          <w:lang w:val="kl-GL"/>
        </w:rPr>
        <w:t xml:space="preserve"> aningaasatuutinik akiliisoq, ajutoornermut sillimmatinik tigusinerup kingorna, Arbejdsmarkedets Erhvervssikringip aalajangiineri pillugit </w:t>
      </w:r>
      <w:r w:rsidR="000654EB" w:rsidRPr="00171408">
        <w:rPr>
          <w:rFonts w:ascii="Times New Roman" w:hAnsi="Times New Roman" w:cs="Times New Roman"/>
          <w:lang w:val="kl-GL"/>
        </w:rPr>
        <w:t>naammagittaalli</w:t>
      </w:r>
      <w:r w:rsidRPr="00171408">
        <w:rPr>
          <w:rFonts w:ascii="Times New Roman" w:hAnsi="Times New Roman" w:cs="Times New Roman"/>
          <w:lang w:val="kl-GL"/>
        </w:rPr>
        <w:t>uteqarnissamut sillimmasiisarfittulli periarfissaqarnissaa.</w:t>
      </w:r>
    </w:p>
    <w:p w14:paraId="31A6F693" w14:textId="77777777" w:rsidR="00515200" w:rsidRPr="00171408" w:rsidRDefault="00515200">
      <w:pPr>
        <w:spacing w:after="0"/>
        <w:rPr>
          <w:rFonts w:ascii="Times New Roman" w:hAnsi="Times New Roman" w:cs="Times New Roman"/>
          <w:iCs/>
          <w:lang w:val="kl-GL"/>
        </w:rPr>
      </w:pPr>
    </w:p>
    <w:p w14:paraId="6D4E33DA" w14:textId="0A3EBD4B" w:rsidR="00515200" w:rsidRPr="00171408" w:rsidRDefault="00CE02F1">
      <w:pPr>
        <w:shd w:val="clear" w:color="auto" w:fill="FFFFFF"/>
        <w:spacing w:after="0"/>
        <w:rPr>
          <w:rFonts w:ascii="Times New Roman" w:hAnsi="Times New Roman"/>
          <w:lang w:val="kl-GL"/>
        </w:rPr>
      </w:pPr>
      <w:r w:rsidRPr="00171408">
        <w:rPr>
          <w:rFonts w:ascii="Times New Roman" w:eastAsia="Times New Roman" w:hAnsi="Times New Roman" w:cs="Times New Roman"/>
          <w:lang w:val="kl-GL" w:eastAsia="da-DK"/>
        </w:rPr>
        <w:t xml:space="preserve">Aalajangersagaq siunnersuutigineqartoq </w:t>
      </w:r>
      <w:r w:rsidR="00984F94" w:rsidRPr="00171408">
        <w:rPr>
          <w:rFonts w:ascii="Times New Roman" w:eastAsia="Times New Roman" w:hAnsi="Times New Roman" w:cs="Times New Roman"/>
          <w:lang w:val="kl-GL" w:eastAsia="da-DK"/>
        </w:rPr>
        <w:t xml:space="preserve">sulinermi </w:t>
      </w:r>
      <w:r w:rsidR="006A4971" w:rsidRPr="00171408">
        <w:rPr>
          <w:rFonts w:ascii="Times New Roman" w:eastAsia="Times New Roman" w:hAnsi="Times New Roman" w:cs="Times New Roman"/>
          <w:lang w:val="kl-GL" w:eastAsia="da-DK"/>
        </w:rPr>
        <w:t>ajoqusernermut isumannaarineq</w:t>
      </w:r>
      <w:r w:rsidRPr="00171408">
        <w:rPr>
          <w:rFonts w:ascii="Times New Roman" w:eastAsia="Times New Roman" w:hAnsi="Times New Roman" w:cs="Times New Roman"/>
          <w:lang w:val="kl-GL" w:eastAsia="da-DK"/>
        </w:rPr>
        <w:t xml:space="preserve"> pillugu inatsimmi § 46 imm. 2-mut assinguvoq.</w:t>
      </w:r>
    </w:p>
    <w:p w14:paraId="6C2812DA" w14:textId="77777777" w:rsidR="00515200" w:rsidRPr="00171408" w:rsidRDefault="00515200">
      <w:pPr>
        <w:shd w:val="clear" w:color="auto" w:fill="FFFFFF"/>
        <w:spacing w:after="0"/>
        <w:rPr>
          <w:rFonts w:ascii="Times New Roman" w:eastAsia="Times New Roman" w:hAnsi="Times New Roman" w:cs="Times New Roman"/>
          <w:lang w:val="kl-GL" w:eastAsia="da-DK"/>
        </w:rPr>
      </w:pPr>
    </w:p>
    <w:p w14:paraId="58681B52" w14:textId="77777777" w:rsidR="00515200" w:rsidRPr="00171408" w:rsidRDefault="00CE02F1">
      <w:pPr>
        <w:spacing w:after="0"/>
        <w:rPr>
          <w:rFonts w:ascii="Times New Roman" w:hAnsi="Times New Roman"/>
          <w:lang w:val="kl-GL"/>
        </w:rPr>
      </w:pPr>
      <w:r w:rsidRPr="00171408">
        <w:rPr>
          <w:rFonts w:ascii="Times New Roman" w:eastAsia="Times New Roman" w:hAnsi="Times New Roman" w:cs="Times New Roman"/>
          <w:lang w:val="kl-GL" w:eastAsia="da-DK"/>
        </w:rPr>
        <w:t>Oqaaseqaatinut nalinginnaasunut innersuussisoqarpoq, imm. 2.10.</w:t>
      </w:r>
    </w:p>
    <w:p w14:paraId="2CED08CF" w14:textId="77777777" w:rsidR="00515200" w:rsidRPr="00171408" w:rsidRDefault="00515200">
      <w:pPr>
        <w:spacing w:after="0"/>
        <w:rPr>
          <w:rFonts w:ascii="Times New Roman" w:hAnsi="Times New Roman" w:cs="Times New Roman"/>
          <w:iCs/>
          <w:lang w:val="kl-GL"/>
        </w:rPr>
      </w:pPr>
    </w:p>
    <w:p w14:paraId="1C77B5E2" w14:textId="02F4C6E9" w:rsidR="00515200" w:rsidRPr="00171408" w:rsidRDefault="00CE02F1">
      <w:pPr>
        <w:spacing w:after="0"/>
        <w:rPr>
          <w:rFonts w:ascii="Times New Roman" w:hAnsi="Times New Roman"/>
          <w:lang w:val="kl-GL"/>
        </w:rPr>
      </w:pPr>
      <w:r w:rsidRPr="00171408">
        <w:rPr>
          <w:rFonts w:ascii="Times New Roman" w:hAnsi="Times New Roman" w:cs="Times New Roman"/>
          <w:lang w:val="kl-GL"/>
        </w:rPr>
        <w:t>Nr. 2</w:t>
      </w:r>
      <w:r w:rsidR="00AE4CB4" w:rsidRPr="00171408">
        <w:rPr>
          <w:rFonts w:ascii="Times New Roman" w:hAnsi="Times New Roman" w:cs="Times New Roman"/>
          <w:lang w:val="kl-GL"/>
        </w:rPr>
        <w:t>4</w:t>
      </w:r>
      <w:r w:rsidRPr="00171408">
        <w:rPr>
          <w:rFonts w:ascii="Times New Roman" w:hAnsi="Times New Roman" w:cs="Times New Roman"/>
          <w:lang w:val="kl-GL"/>
        </w:rPr>
        <w:t>-mut</w:t>
      </w:r>
    </w:p>
    <w:p w14:paraId="378959EC" w14:textId="77777777" w:rsidR="00515200" w:rsidRPr="00171408" w:rsidRDefault="00515200">
      <w:pPr>
        <w:spacing w:after="0"/>
        <w:rPr>
          <w:rFonts w:ascii="Times New Roman" w:hAnsi="Times New Roman" w:cs="Times New Roman"/>
          <w:iCs/>
          <w:lang w:val="kl-GL"/>
        </w:rPr>
      </w:pPr>
    </w:p>
    <w:p w14:paraId="2B4B7CC4" w14:textId="4B00F96D" w:rsidR="00515200" w:rsidRPr="00171408" w:rsidRDefault="00CE02F1">
      <w:pPr>
        <w:spacing w:after="0"/>
        <w:rPr>
          <w:rFonts w:ascii="Times New Roman" w:hAnsi="Times New Roman"/>
          <w:lang w:val="kl-GL"/>
        </w:rPr>
      </w:pPr>
      <w:r w:rsidRPr="00171408">
        <w:rPr>
          <w:rFonts w:ascii="Times New Roman" w:hAnsi="Times New Roman" w:cs="Times New Roman"/>
          <w:lang w:val="kl-GL"/>
        </w:rPr>
        <w:t xml:space="preserve">§ 52, imm. 6, oqaaseqatigiit </w:t>
      </w:r>
      <w:r w:rsidR="005D0CDE" w:rsidRPr="00171408">
        <w:rPr>
          <w:rFonts w:ascii="Times New Roman" w:hAnsi="Times New Roman" w:cs="Times New Roman"/>
          <w:lang w:val="kl-GL"/>
        </w:rPr>
        <w:t xml:space="preserve">aappaanni </w:t>
      </w:r>
      <w:r w:rsidRPr="00171408">
        <w:rPr>
          <w:rFonts w:ascii="Times New Roman" w:hAnsi="Times New Roman" w:cs="Times New Roman"/>
          <w:lang w:val="kl-GL"/>
        </w:rPr>
        <w:t xml:space="preserve">aalajangersakkami atuuttumi allaqqavoq,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ajutoornernut tunngatillugu aningaasartuutit, nammineq angerlarsimaffimmi imaluunniit nammineq </w:t>
      </w:r>
      <w:r w:rsidR="00CB359C" w:rsidRPr="00171408">
        <w:rPr>
          <w:rFonts w:ascii="Times New Roman" w:hAnsi="Times New Roman" w:cs="Times New Roman"/>
          <w:lang w:val="kl-GL"/>
        </w:rPr>
        <w:t xml:space="preserve">kiffartuussinermi </w:t>
      </w:r>
      <w:r w:rsidRPr="00171408">
        <w:rPr>
          <w:rFonts w:ascii="Times New Roman" w:hAnsi="Times New Roman" w:cs="Times New Roman"/>
          <w:lang w:val="kl-GL"/>
        </w:rPr>
        <w:t xml:space="preserve">sulinermut ikiortimut atorneqartut, ukiumut sullissinermi akunnerit 400-t anguneqanngippata, Arbejdsmarkedets Erhvervssikringimit siumoortumik </w:t>
      </w:r>
      <w:r w:rsidR="00CB359C" w:rsidRPr="00171408">
        <w:rPr>
          <w:rFonts w:ascii="Times New Roman" w:hAnsi="Times New Roman" w:cs="Times New Roman"/>
          <w:lang w:val="kl-GL"/>
        </w:rPr>
        <w:t xml:space="preserve">akilerneqartassasut </w:t>
      </w:r>
      <w:r w:rsidRPr="00171408">
        <w:rPr>
          <w:rFonts w:ascii="Times New Roman" w:hAnsi="Times New Roman" w:cs="Times New Roman"/>
          <w:lang w:val="kl-GL"/>
        </w:rPr>
        <w:t xml:space="preserve">sillimmasiisarfinnilu tamani ukiut qaammatisiutaannut ataasiakkaanut agguataarneqarlutik, Kalaallit Nunaanni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ajutoornermut sillimmasiisartunut.</w:t>
      </w:r>
    </w:p>
    <w:p w14:paraId="09FE305E" w14:textId="77777777" w:rsidR="00515200" w:rsidRPr="00171408" w:rsidRDefault="00515200">
      <w:pPr>
        <w:spacing w:after="0"/>
        <w:rPr>
          <w:rFonts w:ascii="Times New Roman" w:hAnsi="Times New Roman" w:cs="Times New Roman"/>
          <w:iCs/>
          <w:lang w:val="kl-GL"/>
        </w:rPr>
      </w:pPr>
    </w:p>
    <w:p w14:paraId="77922C5C" w14:textId="63C7FBA9" w:rsidR="00515200" w:rsidRPr="00171408" w:rsidRDefault="00CE02F1">
      <w:pPr>
        <w:rPr>
          <w:rFonts w:ascii="Times New Roman" w:hAnsi="Times New Roman"/>
          <w:lang w:val="kl-GL"/>
        </w:rPr>
      </w:pPr>
      <w:r w:rsidRPr="00171408">
        <w:rPr>
          <w:rFonts w:ascii="Times New Roman" w:hAnsi="Times New Roman" w:cs="Times New Roman"/>
          <w:lang w:val="kl-GL"/>
        </w:rPr>
        <w:t xml:space="preserve">Inatsisissatut siunnersuutip </w:t>
      </w:r>
      <w:r w:rsidRPr="00171408">
        <w:rPr>
          <w:rFonts w:ascii="Times New Roman" w:hAnsi="Times New Roman" w:cs="Times New Roman"/>
          <w:i/>
          <w:lang w:val="kl-GL"/>
        </w:rPr>
        <w:t>§ 1, nr. 2</w:t>
      </w:r>
      <w:r w:rsidR="00D829C3" w:rsidRPr="00171408">
        <w:rPr>
          <w:rFonts w:ascii="Times New Roman" w:hAnsi="Times New Roman" w:cs="Times New Roman"/>
          <w:i/>
          <w:lang w:val="kl-GL"/>
        </w:rPr>
        <w:t>4</w:t>
      </w:r>
      <w:r w:rsidRPr="00171408">
        <w:rPr>
          <w:rFonts w:ascii="Times New Roman" w:hAnsi="Times New Roman" w:cs="Times New Roman"/>
          <w:lang w:val="kl-GL"/>
        </w:rPr>
        <w:t xml:space="preserve">-ani siunnertuutigineqarpoq, </w:t>
      </w:r>
      <w:r w:rsidRPr="00171408">
        <w:rPr>
          <w:rFonts w:ascii="Times New Roman" w:hAnsi="Times New Roman" w:cs="Times New Roman"/>
          <w:i/>
          <w:lang w:val="kl-GL"/>
        </w:rPr>
        <w:t xml:space="preserve">§ 52, imm. 6, oqaaseqatigiit </w:t>
      </w:r>
      <w:r w:rsidR="00554D43" w:rsidRPr="00171408">
        <w:rPr>
          <w:rFonts w:ascii="Times New Roman" w:hAnsi="Times New Roman" w:cs="Times New Roman"/>
          <w:i/>
          <w:lang w:val="kl-GL"/>
        </w:rPr>
        <w:t>aappa</w:t>
      </w:r>
      <w:r w:rsidRPr="00171408">
        <w:rPr>
          <w:rFonts w:ascii="Times New Roman" w:hAnsi="Times New Roman" w:cs="Times New Roman"/>
          <w:i/>
          <w:lang w:val="kl-GL"/>
        </w:rPr>
        <w:t>at,</w:t>
      </w:r>
      <w:r w:rsidRPr="00171408">
        <w:rPr>
          <w:rFonts w:ascii="Times New Roman" w:hAnsi="Times New Roman" w:cs="Times New Roman"/>
          <w:lang w:val="kl-GL"/>
        </w:rPr>
        <w:t xml:space="preserve"> atorunnaarsinneqassasoq, aamma taarsiullugu ikkunneqassasoq: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ajutoornermut aningaasartuutit, ikiorteqarnermik qaangiisut, tak. oqaaseqatigiit </w:t>
      </w:r>
      <w:r w:rsidR="00554D43" w:rsidRPr="00171408">
        <w:rPr>
          <w:rFonts w:ascii="Times New Roman" w:hAnsi="Times New Roman" w:cs="Times New Roman"/>
          <w:lang w:val="kl-GL"/>
        </w:rPr>
        <w:t>siulli</w:t>
      </w:r>
      <w:r w:rsidRPr="00171408">
        <w:rPr>
          <w:rFonts w:ascii="Times New Roman" w:hAnsi="Times New Roman" w:cs="Times New Roman"/>
          <w:lang w:val="kl-GL"/>
        </w:rPr>
        <w:t xml:space="preserve">at, Arbejdsmarkedets Erhvervssikringimit akilerneqassapput. Oqaaseqatigiit </w:t>
      </w:r>
      <w:r w:rsidR="00554D43" w:rsidRPr="00171408">
        <w:rPr>
          <w:rFonts w:ascii="Times New Roman" w:hAnsi="Times New Roman" w:cs="Times New Roman"/>
          <w:lang w:val="kl-GL"/>
        </w:rPr>
        <w:t>aappa</w:t>
      </w:r>
      <w:r w:rsidRPr="00171408">
        <w:rPr>
          <w:rFonts w:ascii="Times New Roman" w:hAnsi="Times New Roman" w:cs="Times New Roman"/>
          <w:lang w:val="kl-GL"/>
        </w:rPr>
        <w:t>at malillugu aningaasartuutinut aningaasaliinerit, ukiumi aningaasartuuteqarfiusu</w:t>
      </w:r>
      <w:r w:rsidR="00E421FE" w:rsidRPr="00171408">
        <w:rPr>
          <w:rFonts w:ascii="Times New Roman" w:hAnsi="Times New Roman" w:cs="Times New Roman"/>
          <w:lang w:val="kl-GL"/>
        </w:rPr>
        <w:t>p aallartinnerani</w:t>
      </w:r>
      <w:r w:rsidRPr="00171408">
        <w:rPr>
          <w:rFonts w:ascii="Times New Roman" w:hAnsi="Times New Roman" w:cs="Times New Roman"/>
          <w:lang w:val="kl-GL"/>
        </w:rPr>
        <w:t xml:space="preserve">, sillimmasiisarfinni tamani, Kalaallit Nunaanni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ajoqusernermut </w:t>
      </w:r>
      <w:r w:rsidR="00C83366" w:rsidRPr="00171408">
        <w:rPr>
          <w:rFonts w:ascii="Times New Roman" w:hAnsi="Times New Roman" w:cs="Times New Roman"/>
          <w:lang w:val="kl-GL"/>
        </w:rPr>
        <w:t xml:space="preserve">sillimmasiinermik </w:t>
      </w:r>
      <w:r w:rsidRPr="00171408">
        <w:rPr>
          <w:rFonts w:ascii="Times New Roman" w:hAnsi="Times New Roman" w:cs="Times New Roman"/>
          <w:lang w:val="kl-GL"/>
        </w:rPr>
        <w:t xml:space="preserve">ingerlatsisuni, acontomik akileqquneqassapput, kingornalu ukiumi tulliuttumi </w:t>
      </w:r>
      <w:r w:rsidR="00644A1A" w:rsidRPr="00171408">
        <w:rPr>
          <w:rFonts w:ascii="Times New Roman" w:hAnsi="Times New Roman" w:cs="Times New Roman"/>
          <w:lang w:val="kl-GL"/>
        </w:rPr>
        <w:t>nal</w:t>
      </w:r>
      <w:r w:rsidR="00777FD9" w:rsidRPr="00171408">
        <w:rPr>
          <w:rFonts w:ascii="Times New Roman" w:hAnsi="Times New Roman" w:cs="Times New Roman"/>
          <w:lang w:val="kl-GL"/>
        </w:rPr>
        <w:t>eqqu</w:t>
      </w:r>
      <w:r w:rsidR="00644A1A" w:rsidRPr="00171408">
        <w:rPr>
          <w:rFonts w:ascii="Times New Roman" w:hAnsi="Times New Roman" w:cs="Times New Roman"/>
          <w:lang w:val="kl-GL"/>
        </w:rPr>
        <w:t>ssarneqarlutik</w:t>
      </w:r>
      <w:r w:rsidRPr="00171408">
        <w:rPr>
          <w:rFonts w:ascii="Times New Roman" w:hAnsi="Times New Roman" w:cs="Times New Roman"/>
          <w:lang w:val="kl-GL"/>
        </w:rPr>
        <w:t>.«</w:t>
      </w:r>
    </w:p>
    <w:p w14:paraId="3DBCB7B0" w14:textId="29406060" w:rsidR="00515200" w:rsidRPr="00171408" w:rsidRDefault="006E76C1">
      <w:pPr>
        <w:rPr>
          <w:rFonts w:ascii="Times New Roman" w:hAnsi="Times New Roman"/>
          <w:lang w:val="kl-GL"/>
        </w:rPr>
      </w:pPr>
      <w:r w:rsidRPr="00171408">
        <w:rPr>
          <w:rFonts w:ascii="Times New Roman" w:hAnsi="Times New Roman" w:cs="Times New Roman"/>
          <w:lang w:val="kl-GL"/>
        </w:rPr>
        <w:t xml:space="preserve">Imm. </w:t>
      </w:r>
      <w:r w:rsidR="00CE02F1" w:rsidRPr="00171408">
        <w:rPr>
          <w:rFonts w:ascii="Times New Roman" w:hAnsi="Times New Roman" w:cs="Times New Roman"/>
          <w:lang w:val="kl-GL"/>
        </w:rPr>
        <w:t xml:space="preserve">2-5 tamatuma kingorna </w:t>
      </w:r>
      <w:r w:rsidRPr="00171408">
        <w:rPr>
          <w:rFonts w:ascii="Times New Roman" w:hAnsi="Times New Roman" w:cs="Times New Roman"/>
          <w:lang w:val="kl-GL"/>
        </w:rPr>
        <w:t xml:space="preserve">imm. </w:t>
      </w:r>
      <w:r w:rsidR="00CE02F1" w:rsidRPr="00171408">
        <w:rPr>
          <w:rFonts w:ascii="Times New Roman" w:hAnsi="Times New Roman" w:cs="Times New Roman"/>
          <w:lang w:val="kl-GL"/>
        </w:rPr>
        <w:t>3-6-nngussapput.</w:t>
      </w:r>
    </w:p>
    <w:p w14:paraId="0BDFB4EE" w14:textId="7A302689" w:rsidR="00515200" w:rsidRPr="00171408" w:rsidRDefault="00CE02F1">
      <w:pPr>
        <w:rPr>
          <w:rFonts w:ascii="Times New Roman" w:hAnsi="Times New Roman"/>
          <w:lang w:val="kl-GL"/>
        </w:rPr>
      </w:pPr>
      <w:r w:rsidRPr="00171408">
        <w:rPr>
          <w:rFonts w:ascii="Times New Roman" w:hAnsi="Times New Roman" w:cs="Times New Roman"/>
          <w:lang w:val="kl-GL"/>
        </w:rPr>
        <w:t xml:space="preserve">§ 52, imm. 6, oqaaseqatigiit </w:t>
      </w:r>
      <w:r w:rsidR="005D0CDE" w:rsidRPr="00171408">
        <w:rPr>
          <w:rFonts w:ascii="Times New Roman" w:hAnsi="Times New Roman" w:cs="Times New Roman"/>
          <w:lang w:val="kl-GL"/>
        </w:rPr>
        <w:t xml:space="preserve">aappaanni </w:t>
      </w:r>
      <w:r w:rsidRPr="00171408">
        <w:rPr>
          <w:rFonts w:ascii="Times New Roman" w:hAnsi="Times New Roman" w:cs="Times New Roman"/>
          <w:lang w:val="kl-GL"/>
        </w:rPr>
        <w:t xml:space="preserve">aamma </w:t>
      </w:r>
      <w:r w:rsidR="006E76C1" w:rsidRPr="00171408">
        <w:rPr>
          <w:rFonts w:ascii="Times New Roman" w:hAnsi="Times New Roman" w:cs="Times New Roman"/>
          <w:lang w:val="kl-GL"/>
        </w:rPr>
        <w:t>pingajuan</w:t>
      </w:r>
      <w:r w:rsidRPr="00171408">
        <w:rPr>
          <w:rFonts w:ascii="Times New Roman" w:hAnsi="Times New Roman" w:cs="Times New Roman"/>
          <w:lang w:val="kl-GL"/>
        </w:rPr>
        <w:t xml:space="preserve">ni aalajangersakkatut nutaatut siunnersuutip, inatsimmi </w:t>
      </w:r>
      <w:r w:rsidR="001E5C3B" w:rsidRPr="00171408">
        <w:rPr>
          <w:rFonts w:ascii="Times New Roman" w:hAnsi="Times New Roman" w:cs="Times New Roman"/>
          <w:lang w:val="kl-GL"/>
        </w:rPr>
        <w:t xml:space="preserve">atuuttumi </w:t>
      </w:r>
      <w:r w:rsidRPr="00171408">
        <w:rPr>
          <w:rFonts w:ascii="Times New Roman" w:hAnsi="Times New Roman" w:cs="Times New Roman"/>
          <w:lang w:val="kl-GL"/>
        </w:rPr>
        <w:t xml:space="preserve">§ 52, imm. 6, oqaaseqatigiit </w:t>
      </w:r>
      <w:r w:rsidR="005D0CDE" w:rsidRPr="00171408">
        <w:rPr>
          <w:rFonts w:ascii="Times New Roman" w:hAnsi="Times New Roman" w:cs="Times New Roman"/>
          <w:lang w:val="kl-GL"/>
        </w:rPr>
        <w:t>aappaat</w:t>
      </w:r>
      <w:r w:rsidRPr="00171408">
        <w:rPr>
          <w:rFonts w:ascii="Times New Roman" w:hAnsi="Times New Roman" w:cs="Times New Roman"/>
          <w:lang w:val="kl-GL"/>
        </w:rPr>
        <w:t xml:space="preserve"> taarserpaa</w:t>
      </w:r>
      <w:r w:rsidR="00793143" w:rsidRPr="00171408">
        <w:rPr>
          <w:rFonts w:ascii="Times New Roman" w:hAnsi="Times New Roman" w:cs="Times New Roman"/>
          <w:lang w:val="kl-GL"/>
        </w:rPr>
        <w:t>t</w:t>
      </w:r>
      <w:r w:rsidRPr="00171408">
        <w:rPr>
          <w:rFonts w:ascii="Times New Roman" w:hAnsi="Times New Roman" w:cs="Times New Roman"/>
          <w:lang w:val="kl-GL"/>
        </w:rPr>
        <w:t>.</w:t>
      </w:r>
    </w:p>
    <w:p w14:paraId="202CC7B5" w14:textId="14C27320" w:rsidR="00515200" w:rsidRPr="00171408" w:rsidRDefault="00CE02F1">
      <w:pPr>
        <w:rPr>
          <w:rFonts w:ascii="Times New Roman" w:hAnsi="Times New Roman"/>
          <w:lang w:val="kl-GL"/>
        </w:rPr>
      </w:pPr>
      <w:r w:rsidRPr="00171408">
        <w:rPr>
          <w:rFonts w:ascii="Times New Roman" w:hAnsi="Times New Roman" w:cs="Times New Roman"/>
          <w:lang w:val="kl-GL"/>
        </w:rPr>
        <w:lastRenderedPageBreak/>
        <w:t xml:space="preserve">Allannguutissatut siunnersuutigineqartup </w:t>
      </w:r>
      <w:r w:rsidR="00666108" w:rsidRPr="00171408">
        <w:rPr>
          <w:rFonts w:ascii="Times New Roman" w:hAnsi="Times New Roman" w:cs="Times New Roman"/>
          <w:lang w:val="kl-GL"/>
        </w:rPr>
        <w:t>kingunerissavaa</w:t>
      </w:r>
      <w:r w:rsidRPr="00171408">
        <w:rPr>
          <w:rFonts w:ascii="Times New Roman" w:hAnsi="Times New Roman" w:cs="Times New Roman"/>
          <w:lang w:val="kl-GL"/>
        </w:rPr>
        <w:t>, Arbejdsmarkedets Erhvervssikringip ukiumi aningaasartuuteqarfiusu</w:t>
      </w:r>
      <w:r w:rsidR="006C30DE" w:rsidRPr="00171408">
        <w:rPr>
          <w:rFonts w:ascii="Times New Roman" w:hAnsi="Times New Roman" w:cs="Times New Roman"/>
          <w:lang w:val="kl-GL"/>
        </w:rPr>
        <w:t xml:space="preserve">p aallartinnerani </w:t>
      </w:r>
      <w:r w:rsidRPr="00171408">
        <w:rPr>
          <w:rFonts w:ascii="Times New Roman" w:hAnsi="Times New Roman" w:cs="Times New Roman"/>
          <w:lang w:val="kl-GL"/>
        </w:rPr>
        <w:t>(ukioq 1), sillimmasiisarfinni aningaasartuutissatut naatsorsuutigineqartunik ukiumoortumik acontomik akileeqqu</w:t>
      </w:r>
      <w:r w:rsidR="00A35609" w:rsidRPr="00171408">
        <w:rPr>
          <w:rFonts w:ascii="Times New Roman" w:hAnsi="Times New Roman" w:cs="Times New Roman"/>
          <w:lang w:val="kl-GL"/>
        </w:rPr>
        <w:t>sisalernissaa</w:t>
      </w:r>
      <w:r w:rsidRPr="00171408">
        <w:rPr>
          <w:rFonts w:ascii="Times New Roman" w:hAnsi="Times New Roman" w:cs="Times New Roman"/>
          <w:lang w:val="kl-GL"/>
        </w:rPr>
        <w:t>.</w:t>
      </w:r>
    </w:p>
    <w:p w14:paraId="70F63BE6" w14:textId="725E163C" w:rsidR="00515200" w:rsidRPr="00171408" w:rsidRDefault="00CE02F1">
      <w:pPr>
        <w:rPr>
          <w:rFonts w:ascii="Times New Roman" w:hAnsi="Times New Roman"/>
          <w:lang w:val="kl-GL"/>
        </w:rPr>
      </w:pPr>
      <w:r w:rsidRPr="00171408">
        <w:rPr>
          <w:rFonts w:ascii="Times New Roman" w:hAnsi="Times New Roman" w:cs="Times New Roman"/>
          <w:lang w:val="kl-GL"/>
        </w:rPr>
        <w:t xml:space="preserve">Arbejdsmarkedets Erhvervssikringip taarsiissutinut </w:t>
      </w:r>
      <w:r w:rsidR="00545D4A" w:rsidRPr="00171408">
        <w:rPr>
          <w:rFonts w:ascii="Times New Roman" w:hAnsi="Times New Roman" w:cs="Times New Roman"/>
          <w:lang w:val="kl-GL"/>
        </w:rPr>
        <w:t>il.il.</w:t>
      </w:r>
      <w:r w:rsidRPr="00171408">
        <w:rPr>
          <w:rFonts w:ascii="Times New Roman" w:hAnsi="Times New Roman" w:cs="Times New Roman"/>
          <w:lang w:val="kl-GL"/>
        </w:rPr>
        <w:t xml:space="preserve"> tunngatillugu allanngortitsinikkut ukiumoortumik ukioq 1-i</w:t>
      </w:r>
      <w:r w:rsidR="000472ED" w:rsidRPr="00171408">
        <w:rPr>
          <w:rFonts w:ascii="Times New Roman" w:hAnsi="Times New Roman" w:cs="Times New Roman"/>
          <w:lang w:val="kl-GL"/>
        </w:rPr>
        <w:t xml:space="preserve">p aallartinnerani </w:t>
      </w:r>
      <w:r w:rsidRPr="00171408">
        <w:rPr>
          <w:rFonts w:ascii="Times New Roman" w:hAnsi="Times New Roman" w:cs="Times New Roman"/>
          <w:lang w:val="kl-GL"/>
        </w:rPr>
        <w:t xml:space="preserve">acontomik aningaasartuutinut akileeqqusinermut aamma ukiumut 2-mut kingorna </w:t>
      </w:r>
      <w:r w:rsidR="000472ED" w:rsidRPr="00171408">
        <w:rPr>
          <w:rFonts w:ascii="Times New Roman" w:hAnsi="Times New Roman" w:cs="Times New Roman"/>
          <w:lang w:val="kl-GL"/>
        </w:rPr>
        <w:t>nal</w:t>
      </w:r>
      <w:r w:rsidR="00DC152C" w:rsidRPr="00171408">
        <w:rPr>
          <w:rFonts w:ascii="Times New Roman" w:hAnsi="Times New Roman" w:cs="Times New Roman"/>
          <w:lang w:val="kl-GL"/>
        </w:rPr>
        <w:t>eqqu</w:t>
      </w:r>
      <w:r w:rsidR="000472ED" w:rsidRPr="00171408">
        <w:rPr>
          <w:rFonts w:ascii="Times New Roman" w:hAnsi="Times New Roman" w:cs="Times New Roman"/>
          <w:lang w:val="kl-GL"/>
        </w:rPr>
        <w:t xml:space="preserve">ssaanermut </w:t>
      </w:r>
      <w:r w:rsidRPr="00171408">
        <w:rPr>
          <w:rFonts w:ascii="Times New Roman" w:hAnsi="Times New Roman" w:cs="Times New Roman"/>
          <w:lang w:val="kl-GL"/>
        </w:rPr>
        <w:t xml:space="preserve">piumasaqaataavoq, ukiup sisamararterutaasa siulliup naannginnerani akileeqqusinissaq aamma </w:t>
      </w:r>
      <w:r w:rsidR="00B71929" w:rsidRPr="00171408">
        <w:rPr>
          <w:rFonts w:ascii="Times New Roman" w:hAnsi="Times New Roman" w:cs="Times New Roman"/>
          <w:lang w:val="kl-GL"/>
        </w:rPr>
        <w:t>nal</w:t>
      </w:r>
      <w:r w:rsidR="00DC152C" w:rsidRPr="00171408">
        <w:rPr>
          <w:rFonts w:ascii="Times New Roman" w:hAnsi="Times New Roman" w:cs="Times New Roman"/>
          <w:lang w:val="kl-GL"/>
        </w:rPr>
        <w:t>eqqu</w:t>
      </w:r>
      <w:r w:rsidR="00B71929" w:rsidRPr="00171408">
        <w:rPr>
          <w:rFonts w:ascii="Times New Roman" w:hAnsi="Times New Roman" w:cs="Times New Roman"/>
          <w:lang w:val="kl-GL"/>
        </w:rPr>
        <w:t>ssaanissaq</w:t>
      </w:r>
      <w:r w:rsidRPr="00171408">
        <w:rPr>
          <w:rFonts w:ascii="Times New Roman" w:hAnsi="Times New Roman" w:cs="Times New Roman"/>
          <w:lang w:val="kl-GL"/>
        </w:rPr>
        <w:t>.</w:t>
      </w:r>
    </w:p>
    <w:p w14:paraId="3164DBE5" w14:textId="17433616" w:rsidR="00515200" w:rsidRPr="00171408" w:rsidRDefault="00CE02F1">
      <w:pPr>
        <w:rPr>
          <w:rFonts w:ascii="Times New Roman" w:hAnsi="Times New Roman"/>
          <w:lang w:val="kl-GL"/>
        </w:rPr>
      </w:pPr>
      <w:r w:rsidRPr="00171408">
        <w:rPr>
          <w:rFonts w:ascii="Times New Roman" w:hAnsi="Times New Roman" w:cs="Times New Roman"/>
          <w:lang w:val="kl-GL"/>
        </w:rPr>
        <w:t xml:space="preserve">Taarsiissutissanut aningaasartuutinut </w:t>
      </w:r>
      <w:r w:rsidR="00545D4A" w:rsidRPr="00171408">
        <w:rPr>
          <w:rFonts w:ascii="Times New Roman" w:hAnsi="Times New Roman" w:cs="Times New Roman"/>
          <w:lang w:val="kl-GL"/>
        </w:rPr>
        <w:t>il.il.</w:t>
      </w:r>
      <w:r w:rsidRPr="00171408">
        <w:rPr>
          <w:rFonts w:ascii="Times New Roman" w:hAnsi="Times New Roman" w:cs="Times New Roman"/>
          <w:lang w:val="kl-GL"/>
        </w:rPr>
        <w:t xml:space="preserve"> acontomik akileeqqusineq ukiumoortoq, ukiumi siullermi (ukioq 1) taarsiissutissanut aningaasartuutissanik </w:t>
      </w:r>
      <w:r w:rsidR="00545D4A" w:rsidRPr="00171408">
        <w:rPr>
          <w:rFonts w:ascii="Times New Roman" w:hAnsi="Times New Roman" w:cs="Times New Roman"/>
          <w:lang w:val="kl-GL"/>
        </w:rPr>
        <w:t>il.il.</w:t>
      </w:r>
      <w:r w:rsidRPr="00171408">
        <w:rPr>
          <w:rFonts w:ascii="Times New Roman" w:hAnsi="Times New Roman" w:cs="Times New Roman"/>
          <w:lang w:val="kl-GL"/>
        </w:rPr>
        <w:t xml:space="preserve"> piviusorsiortumik </w:t>
      </w:r>
      <w:r w:rsidR="00DF4D32" w:rsidRPr="00171408">
        <w:rPr>
          <w:rFonts w:ascii="Times New Roman" w:hAnsi="Times New Roman" w:cs="Times New Roman"/>
          <w:lang w:val="kl-GL"/>
        </w:rPr>
        <w:t xml:space="preserve">missiliuussineq tunngavigalugu </w:t>
      </w:r>
      <w:r w:rsidRPr="00171408">
        <w:rPr>
          <w:rFonts w:ascii="Times New Roman" w:hAnsi="Times New Roman" w:cs="Times New Roman"/>
          <w:lang w:val="kl-GL"/>
        </w:rPr>
        <w:t>pissaaq, minnerpaamik ulluni 14-ini akiliinissamut piffissaqartitsi</w:t>
      </w:r>
      <w:r w:rsidR="00DF4D32" w:rsidRPr="00171408">
        <w:rPr>
          <w:rFonts w:ascii="Times New Roman" w:hAnsi="Times New Roman" w:cs="Times New Roman"/>
          <w:lang w:val="kl-GL"/>
        </w:rPr>
        <w:t>lluni</w:t>
      </w:r>
      <w:r w:rsidRPr="00171408">
        <w:rPr>
          <w:rFonts w:ascii="Times New Roman" w:hAnsi="Times New Roman" w:cs="Times New Roman"/>
          <w:lang w:val="kl-GL"/>
        </w:rPr>
        <w:t>.</w:t>
      </w:r>
    </w:p>
    <w:p w14:paraId="0554A50E" w14:textId="7962733E" w:rsidR="00515200" w:rsidRPr="00171408" w:rsidRDefault="00CE02F1">
      <w:pPr>
        <w:rPr>
          <w:rFonts w:ascii="Times New Roman" w:hAnsi="Times New Roman"/>
          <w:lang w:val="kl-GL"/>
        </w:rPr>
      </w:pPr>
      <w:r w:rsidRPr="00171408">
        <w:rPr>
          <w:rFonts w:ascii="Times New Roman" w:hAnsi="Times New Roman" w:cs="Times New Roman"/>
          <w:lang w:val="kl-GL"/>
        </w:rPr>
        <w:t>Ukiup tulliuttup aallartinnerani (ukioq 2) Arbejdsmarkedets Erhvervssikringi sillimmasiisarfinniit acontomik qaffasippallaamik imaluunniit appasippallaamik</w:t>
      </w:r>
      <w:r w:rsidR="00FB60A5" w:rsidRPr="00171408">
        <w:rPr>
          <w:rFonts w:ascii="Times New Roman" w:hAnsi="Times New Roman" w:cs="Times New Roman"/>
          <w:lang w:val="kl-GL"/>
        </w:rPr>
        <w:t xml:space="preserve"> </w:t>
      </w:r>
      <w:r w:rsidRPr="00171408">
        <w:rPr>
          <w:rFonts w:ascii="Times New Roman" w:hAnsi="Times New Roman" w:cs="Times New Roman"/>
          <w:lang w:val="kl-GL"/>
        </w:rPr>
        <w:t>akiliutinik ukiumoortumik</w:t>
      </w:r>
      <w:r w:rsidR="00FB60A5" w:rsidRPr="00171408">
        <w:rPr>
          <w:rFonts w:ascii="Times New Roman" w:hAnsi="Times New Roman" w:cs="Times New Roman"/>
          <w:lang w:val="kl-GL"/>
        </w:rPr>
        <w:t xml:space="preserve"> </w:t>
      </w:r>
      <w:r w:rsidR="001D766A" w:rsidRPr="00171408">
        <w:rPr>
          <w:rFonts w:ascii="Times New Roman" w:hAnsi="Times New Roman" w:cs="Times New Roman"/>
          <w:lang w:val="kl-GL"/>
        </w:rPr>
        <w:t xml:space="preserve">kingornatigut </w:t>
      </w:r>
      <w:r w:rsidR="00FB60A5" w:rsidRPr="00171408">
        <w:rPr>
          <w:rFonts w:ascii="Times New Roman" w:hAnsi="Times New Roman" w:cs="Times New Roman"/>
          <w:lang w:val="kl-GL"/>
        </w:rPr>
        <w:t>nal</w:t>
      </w:r>
      <w:r w:rsidR="00375581" w:rsidRPr="00171408">
        <w:rPr>
          <w:rFonts w:ascii="Times New Roman" w:hAnsi="Times New Roman" w:cs="Times New Roman"/>
          <w:lang w:val="kl-GL"/>
        </w:rPr>
        <w:t>eqqu</w:t>
      </w:r>
      <w:r w:rsidR="00FB60A5" w:rsidRPr="00171408">
        <w:rPr>
          <w:rFonts w:ascii="Times New Roman" w:hAnsi="Times New Roman" w:cs="Times New Roman"/>
          <w:lang w:val="kl-GL"/>
        </w:rPr>
        <w:t>ssaa</w:t>
      </w:r>
      <w:r w:rsidR="0054510A" w:rsidRPr="00171408">
        <w:rPr>
          <w:rFonts w:ascii="Times New Roman" w:hAnsi="Times New Roman" w:cs="Times New Roman"/>
          <w:lang w:val="kl-GL"/>
        </w:rPr>
        <w:t>sassaaq</w:t>
      </w:r>
      <w:r w:rsidRPr="00171408">
        <w:rPr>
          <w:rFonts w:ascii="Times New Roman" w:hAnsi="Times New Roman" w:cs="Times New Roman"/>
          <w:lang w:val="kl-GL"/>
        </w:rPr>
        <w:t xml:space="preserve">. Arbejdsmarkedets Erhvervssikringi ukioq 2-mi kingornatigut </w:t>
      </w:r>
      <w:r w:rsidR="005F26FC" w:rsidRPr="00171408">
        <w:rPr>
          <w:rFonts w:ascii="Times New Roman" w:hAnsi="Times New Roman" w:cs="Times New Roman"/>
          <w:lang w:val="kl-GL"/>
        </w:rPr>
        <w:t>nal</w:t>
      </w:r>
      <w:r w:rsidR="00375581" w:rsidRPr="00171408">
        <w:rPr>
          <w:rFonts w:ascii="Times New Roman" w:hAnsi="Times New Roman" w:cs="Times New Roman"/>
          <w:lang w:val="kl-GL"/>
        </w:rPr>
        <w:t>eqqu</w:t>
      </w:r>
      <w:r w:rsidR="005F26FC" w:rsidRPr="00171408">
        <w:rPr>
          <w:rFonts w:ascii="Times New Roman" w:hAnsi="Times New Roman" w:cs="Times New Roman"/>
          <w:lang w:val="kl-GL"/>
        </w:rPr>
        <w:t xml:space="preserve">ssaanermi </w:t>
      </w:r>
      <w:r w:rsidRPr="00171408">
        <w:rPr>
          <w:rFonts w:ascii="Times New Roman" w:hAnsi="Times New Roman" w:cs="Times New Roman"/>
          <w:lang w:val="kl-GL"/>
        </w:rPr>
        <w:t xml:space="preserve">taarsiissutissanut </w:t>
      </w:r>
      <w:r w:rsidR="00545D4A" w:rsidRPr="00171408">
        <w:rPr>
          <w:rFonts w:ascii="Times New Roman" w:hAnsi="Times New Roman" w:cs="Times New Roman"/>
          <w:lang w:val="kl-GL"/>
        </w:rPr>
        <w:t>il.il.</w:t>
      </w:r>
      <w:r w:rsidRPr="00171408">
        <w:rPr>
          <w:rFonts w:ascii="Times New Roman" w:hAnsi="Times New Roman" w:cs="Times New Roman"/>
          <w:lang w:val="kl-GL"/>
        </w:rPr>
        <w:t xml:space="preserve"> aningaasartuutinut akileeqqusisinnaassaaq ukioq 1-ip ingerlanerani sillimmasiisarfinninnganniit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ajutoornernut sillimmasertarfiusut nutaajusuniit aningaasartuutigineqar</w:t>
      </w:r>
      <w:r w:rsidR="00FA4136" w:rsidRPr="00171408">
        <w:rPr>
          <w:rFonts w:ascii="Times New Roman" w:hAnsi="Times New Roman" w:cs="Times New Roman"/>
          <w:lang w:val="kl-GL"/>
        </w:rPr>
        <w:t>t</w:t>
      </w:r>
      <w:r w:rsidRPr="00171408">
        <w:rPr>
          <w:rFonts w:ascii="Times New Roman" w:hAnsi="Times New Roman" w:cs="Times New Roman"/>
          <w:lang w:val="kl-GL"/>
        </w:rPr>
        <w:t xml:space="preserve">unik. </w:t>
      </w:r>
      <w:r w:rsidR="008B206B" w:rsidRPr="00171408">
        <w:rPr>
          <w:rFonts w:ascii="Times New Roman" w:hAnsi="Times New Roman" w:cs="Times New Roman"/>
          <w:lang w:val="kl-GL"/>
        </w:rPr>
        <w:t>Ukioq 1-imut tunngatillugu piffissami akileeqqusinermi peqatigalugu nal</w:t>
      </w:r>
      <w:r w:rsidR="002428AC" w:rsidRPr="00171408">
        <w:rPr>
          <w:rFonts w:ascii="Times New Roman" w:hAnsi="Times New Roman" w:cs="Times New Roman"/>
          <w:lang w:val="kl-GL"/>
        </w:rPr>
        <w:t>eqqu</w:t>
      </w:r>
      <w:r w:rsidR="008B206B" w:rsidRPr="00171408">
        <w:rPr>
          <w:rFonts w:ascii="Times New Roman" w:hAnsi="Times New Roman" w:cs="Times New Roman"/>
          <w:lang w:val="kl-GL"/>
        </w:rPr>
        <w:t>ssaa</w:t>
      </w:r>
      <w:r w:rsidR="004C3CDB" w:rsidRPr="00171408">
        <w:rPr>
          <w:rFonts w:ascii="Times New Roman" w:hAnsi="Times New Roman" w:cs="Times New Roman"/>
          <w:lang w:val="kl-GL"/>
        </w:rPr>
        <w:t>soqarnissaanik</w:t>
      </w:r>
      <w:r w:rsidR="008B206B" w:rsidRPr="00171408">
        <w:rPr>
          <w:rFonts w:ascii="Times New Roman" w:hAnsi="Times New Roman" w:cs="Times New Roman"/>
          <w:lang w:val="kl-GL"/>
        </w:rPr>
        <w:t xml:space="preserve"> p</w:t>
      </w:r>
      <w:r w:rsidRPr="00171408">
        <w:rPr>
          <w:rFonts w:ascii="Times New Roman" w:hAnsi="Times New Roman" w:cs="Times New Roman"/>
          <w:lang w:val="kl-GL"/>
        </w:rPr>
        <w:t>iumasaqaat</w:t>
      </w:r>
      <w:r w:rsidR="004C3CDB" w:rsidRPr="00171408">
        <w:rPr>
          <w:rFonts w:ascii="Times New Roman" w:hAnsi="Times New Roman" w:cs="Times New Roman"/>
          <w:lang w:val="kl-GL"/>
        </w:rPr>
        <w:t>eqarpoq</w:t>
      </w:r>
      <w:r w:rsidRPr="00171408">
        <w:rPr>
          <w:rFonts w:ascii="Times New Roman" w:hAnsi="Times New Roman" w:cs="Times New Roman"/>
          <w:lang w:val="kl-GL"/>
        </w:rPr>
        <w:t>.</w:t>
      </w:r>
    </w:p>
    <w:p w14:paraId="1B4CBACB" w14:textId="582BD2EA" w:rsidR="00515200" w:rsidRPr="00171408" w:rsidRDefault="00CE02F1">
      <w:pPr>
        <w:rPr>
          <w:rFonts w:ascii="Times New Roman" w:hAnsi="Times New Roman"/>
          <w:lang w:val="kl-GL"/>
        </w:rPr>
      </w:pPr>
      <w:r w:rsidRPr="00171408">
        <w:rPr>
          <w:rFonts w:ascii="Times New Roman" w:hAnsi="Times New Roman" w:cs="Times New Roman"/>
          <w:shd w:val="clear" w:color="auto" w:fill="FFFFFF"/>
          <w:lang w:val="kl-GL"/>
        </w:rPr>
        <w:t xml:space="preserve">Sillimmasiisarfiit, </w:t>
      </w:r>
      <w:r w:rsidR="005E0E6B" w:rsidRPr="00171408">
        <w:rPr>
          <w:rFonts w:ascii="Times New Roman" w:hAnsi="Times New Roman" w:cs="Times New Roman"/>
          <w:shd w:val="clear" w:color="auto" w:fill="FFFFFF"/>
          <w:lang w:val="kl-GL"/>
        </w:rPr>
        <w:t>sulinermi</w:t>
      </w:r>
      <w:r w:rsidRPr="00171408">
        <w:rPr>
          <w:rFonts w:ascii="Times New Roman" w:hAnsi="Times New Roman" w:cs="Times New Roman"/>
          <w:shd w:val="clear" w:color="auto" w:fill="FFFFFF"/>
          <w:lang w:val="kl-GL"/>
        </w:rPr>
        <w:t xml:space="preserve"> ajuutoornernut sillimatinik aqutsinermik allanut tunniussisimasut, assersuutigalugu sillimmasiissutinik tuniniaasunut, taarsiissutinut </w:t>
      </w:r>
      <w:r w:rsidR="00545D4A" w:rsidRPr="00171408">
        <w:rPr>
          <w:rFonts w:ascii="Times New Roman" w:hAnsi="Times New Roman" w:cs="Times New Roman"/>
          <w:shd w:val="clear" w:color="auto" w:fill="FFFFFF"/>
          <w:lang w:val="kl-GL"/>
        </w:rPr>
        <w:t>il.il.</w:t>
      </w:r>
      <w:r w:rsidRPr="00171408">
        <w:rPr>
          <w:rFonts w:ascii="Times New Roman" w:hAnsi="Times New Roman" w:cs="Times New Roman"/>
          <w:shd w:val="clear" w:color="auto" w:fill="FFFFFF"/>
          <w:lang w:val="kl-GL"/>
        </w:rPr>
        <w:t xml:space="preserve"> assinganik akiliissapput, aamma Arbejdsmarkedets Erhvervssikringip aningaasat, sillimmasiissutinik tuniniaasuniit imaluunniit allamiit sillimmasiisarfik sinnerlugu </w:t>
      </w:r>
      <w:r w:rsidR="00B25E60" w:rsidRPr="00171408">
        <w:rPr>
          <w:rFonts w:ascii="Times New Roman" w:hAnsi="Times New Roman" w:cs="Times New Roman"/>
          <w:shd w:val="clear" w:color="auto" w:fill="FFFFFF"/>
          <w:lang w:val="kl-GL"/>
        </w:rPr>
        <w:t xml:space="preserve">sillimmasiissutinik </w:t>
      </w:r>
      <w:r w:rsidRPr="00171408">
        <w:rPr>
          <w:rFonts w:ascii="Times New Roman" w:hAnsi="Times New Roman" w:cs="Times New Roman"/>
          <w:shd w:val="clear" w:color="auto" w:fill="FFFFFF"/>
          <w:lang w:val="kl-GL"/>
        </w:rPr>
        <w:t>aqutsisumiit akileqqusinnaavai.</w:t>
      </w:r>
    </w:p>
    <w:p w14:paraId="69A6B3C4" w14:textId="5D557CE3" w:rsidR="00515200" w:rsidRPr="00171408" w:rsidRDefault="00CE02F1">
      <w:pPr>
        <w:rPr>
          <w:rFonts w:ascii="Times New Roman" w:hAnsi="Times New Roman"/>
          <w:lang w:val="kl-GL"/>
        </w:rPr>
      </w:pPr>
      <w:r w:rsidRPr="00171408">
        <w:rPr>
          <w:rFonts w:ascii="Times New Roman" w:hAnsi="Times New Roman" w:cs="Times New Roman"/>
          <w:lang w:val="kl-GL"/>
        </w:rPr>
        <w:t xml:space="preserve">Taamaalilluni </w:t>
      </w:r>
      <w:r w:rsidR="00C53A8F" w:rsidRPr="00171408">
        <w:rPr>
          <w:rFonts w:ascii="Times New Roman" w:hAnsi="Times New Roman" w:cs="Times New Roman"/>
          <w:lang w:val="kl-GL"/>
        </w:rPr>
        <w:t xml:space="preserve">siunissami </w:t>
      </w:r>
      <w:r w:rsidRPr="00171408">
        <w:rPr>
          <w:rFonts w:ascii="Times New Roman" w:hAnsi="Times New Roman" w:cs="Times New Roman"/>
          <w:lang w:val="kl-GL"/>
        </w:rPr>
        <w:t xml:space="preserve">Arbejdsmarkedets Erhvervssikringip ukioq 2024-minngaanniit ukiumi aningaasartuutissanut naatsorsuutigineqartunik </w:t>
      </w:r>
      <w:r w:rsidR="00C53A8F" w:rsidRPr="00171408">
        <w:rPr>
          <w:rFonts w:ascii="Times New Roman" w:hAnsi="Times New Roman" w:cs="Times New Roman"/>
          <w:lang w:val="kl-GL"/>
        </w:rPr>
        <w:t xml:space="preserve">missiliuussineq </w:t>
      </w:r>
      <w:r w:rsidRPr="00171408">
        <w:rPr>
          <w:rFonts w:ascii="Times New Roman" w:hAnsi="Times New Roman" w:cs="Times New Roman"/>
          <w:lang w:val="kl-GL"/>
        </w:rPr>
        <w:t xml:space="preserve">piviusorsiortoq tunngavigalugu </w:t>
      </w:r>
      <w:r w:rsidR="00BE2CFD" w:rsidRPr="00171408">
        <w:rPr>
          <w:rFonts w:ascii="Times New Roman" w:hAnsi="Times New Roman" w:cs="Times New Roman"/>
          <w:lang w:val="kl-GL"/>
        </w:rPr>
        <w:t xml:space="preserve">§§ 52, 56 aamma 64 malillugit </w:t>
      </w:r>
      <w:r w:rsidRPr="00171408">
        <w:rPr>
          <w:rFonts w:ascii="Times New Roman" w:hAnsi="Times New Roman" w:cs="Times New Roman"/>
          <w:lang w:val="kl-GL"/>
        </w:rPr>
        <w:t>aningaasat acontonngorlugit akileqqusussaassavai, ukiup taassuma aningaasartuuteqarfiusussap aallartinnerani.</w:t>
      </w:r>
    </w:p>
    <w:p w14:paraId="3B4B64FB" w14:textId="53815801" w:rsidR="00515200" w:rsidRPr="00171408" w:rsidRDefault="00CE02F1">
      <w:pPr>
        <w:rPr>
          <w:rFonts w:ascii="Times New Roman" w:hAnsi="Times New Roman"/>
          <w:lang w:val="kl-GL"/>
        </w:rPr>
      </w:pPr>
      <w:bookmarkStart w:id="13" w:name="_Hlk150507854"/>
      <w:r w:rsidRPr="00171408">
        <w:rPr>
          <w:rFonts w:ascii="Times New Roman" w:hAnsi="Times New Roman" w:cs="Times New Roman"/>
          <w:lang w:val="kl-GL"/>
        </w:rPr>
        <w:t xml:space="preserve">Piumasaqaatigineqarpoq, </w:t>
      </w:r>
      <w:r w:rsidR="000A1E66" w:rsidRPr="00171408">
        <w:rPr>
          <w:rFonts w:ascii="Times New Roman" w:hAnsi="Times New Roman" w:cs="Times New Roman"/>
          <w:lang w:val="kl-GL"/>
        </w:rPr>
        <w:t xml:space="preserve">Suliassaqartitsinermut ministereqarfiup sulinermi ajoqusernermut isumannaarineq pillugu inatsit aamma sulinermi ajutoornerup kingunerisaanut isumannaarineq pillugu inatsit malillugit Arbejdsmarkedets Erhvervssikringimit akilerneqartut, </w:t>
      </w:r>
      <w:r w:rsidR="00762218" w:rsidRPr="00171408">
        <w:rPr>
          <w:rFonts w:ascii="Times New Roman" w:hAnsi="Times New Roman" w:cs="Times New Roman"/>
          <w:lang w:val="kl-GL"/>
        </w:rPr>
        <w:t xml:space="preserve">taarsiissutit aalajangersimasut il.il. ilaannut aningaasaliineq pillugu nalunaarutaa nr. 645, 28. juni 2019-imeersoq malillugu </w:t>
      </w:r>
      <w:r w:rsidRPr="00171408">
        <w:rPr>
          <w:rFonts w:ascii="Times New Roman" w:hAnsi="Times New Roman" w:cs="Times New Roman"/>
          <w:lang w:val="kl-GL"/>
        </w:rPr>
        <w:t xml:space="preserve">kiisalu Arbejdsskadestyrelsip aamma Ankestyrelsip pisunik </w:t>
      </w:r>
      <w:r w:rsidRPr="00171408">
        <w:rPr>
          <w:rFonts w:ascii="Times New Roman" w:hAnsi="Times New Roman" w:cs="Times New Roman"/>
          <w:color w:val="000000" w:themeColor="text1"/>
          <w:lang w:val="kl-GL"/>
        </w:rPr>
        <w:t xml:space="preserve">Kalaallit Nunaanni </w:t>
      </w:r>
      <w:r w:rsidR="00984F94" w:rsidRPr="00171408">
        <w:rPr>
          <w:rFonts w:ascii="Times New Roman" w:hAnsi="Times New Roman" w:cs="Times New Roman"/>
          <w:color w:val="000000" w:themeColor="text1"/>
          <w:lang w:val="kl-GL"/>
        </w:rPr>
        <w:t xml:space="preserve">sulinermi </w:t>
      </w:r>
      <w:r w:rsidR="006A4971" w:rsidRPr="00171408">
        <w:rPr>
          <w:rFonts w:ascii="Times New Roman" w:hAnsi="Times New Roman" w:cs="Times New Roman"/>
          <w:color w:val="000000" w:themeColor="text1"/>
          <w:lang w:val="kl-GL"/>
        </w:rPr>
        <w:t>ajoqusernermut isumannaarineq</w:t>
      </w:r>
      <w:r w:rsidRPr="00171408">
        <w:rPr>
          <w:rFonts w:ascii="Times New Roman" w:hAnsi="Times New Roman" w:cs="Times New Roman"/>
          <w:color w:val="000000" w:themeColor="text1"/>
          <w:lang w:val="kl-GL"/>
        </w:rPr>
        <w:t xml:space="preserve"> pillugu inatsimmi ilaatinneqartunik aqutsineranut akiliineq pillugu nalunaarut</w:t>
      </w:r>
      <w:r w:rsidR="00D8346C" w:rsidRPr="00171408">
        <w:rPr>
          <w:rFonts w:ascii="Times New Roman" w:hAnsi="Times New Roman" w:cs="Times New Roman"/>
          <w:color w:val="000000" w:themeColor="text1"/>
          <w:lang w:val="kl-GL"/>
        </w:rPr>
        <w:t>aa</w:t>
      </w:r>
      <w:r w:rsidRPr="00171408">
        <w:rPr>
          <w:rFonts w:ascii="Times New Roman" w:hAnsi="Times New Roman" w:cs="Times New Roman"/>
          <w:color w:val="000000" w:themeColor="text1"/>
          <w:lang w:val="kl-GL"/>
        </w:rPr>
        <w:t xml:space="preserve"> </w:t>
      </w:r>
      <w:r w:rsidRPr="00171408">
        <w:rPr>
          <w:rFonts w:ascii="Times New Roman" w:hAnsi="Times New Roman" w:cs="Times New Roman"/>
          <w:lang w:val="kl-GL"/>
        </w:rPr>
        <w:t xml:space="preserve">nr. 1655, 21. december 2010-meersoq malillugit § 52, imm. 6, oqaaseqatigiit </w:t>
      </w:r>
      <w:r w:rsidR="00400423" w:rsidRPr="00171408">
        <w:rPr>
          <w:rFonts w:ascii="Times New Roman" w:hAnsi="Times New Roman" w:cs="Times New Roman"/>
          <w:lang w:val="kl-GL"/>
        </w:rPr>
        <w:t>pingaju</w:t>
      </w:r>
      <w:r w:rsidRPr="00171408">
        <w:rPr>
          <w:rFonts w:ascii="Times New Roman" w:hAnsi="Times New Roman" w:cs="Times New Roman"/>
          <w:lang w:val="kl-GL"/>
        </w:rPr>
        <w:t>a</w:t>
      </w:r>
      <w:r w:rsidR="00400423" w:rsidRPr="00171408">
        <w:rPr>
          <w:rFonts w:ascii="Times New Roman" w:hAnsi="Times New Roman" w:cs="Times New Roman"/>
          <w:lang w:val="kl-GL"/>
        </w:rPr>
        <w:t>n</w:t>
      </w:r>
      <w:r w:rsidRPr="00171408">
        <w:rPr>
          <w:rFonts w:ascii="Times New Roman" w:hAnsi="Times New Roman" w:cs="Times New Roman"/>
          <w:lang w:val="kl-GL"/>
        </w:rPr>
        <w:t xml:space="preserve">nut aamma </w:t>
      </w:r>
      <w:r w:rsidR="00400423" w:rsidRPr="00171408">
        <w:rPr>
          <w:rFonts w:ascii="Times New Roman" w:hAnsi="Times New Roman" w:cs="Times New Roman"/>
          <w:lang w:val="kl-GL"/>
        </w:rPr>
        <w:t>sisama</w:t>
      </w:r>
      <w:r w:rsidRPr="00171408">
        <w:rPr>
          <w:rFonts w:ascii="Times New Roman" w:hAnsi="Times New Roman" w:cs="Times New Roman"/>
          <w:lang w:val="kl-GL"/>
        </w:rPr>
        <w:t>a</w:t>
      </w:r>
      <w:r w:rsidR="00400423" w:rsidRPr="00171408">
        <w:rPr>
          <w:rFonts w:ascii="Times New Roman" w:hAnsi="Times New Roman" w:cs="Times New Roman"/>
          <w:lang w:val="kl-GL"/>
        </w:rPr>
        <w:t>n</w:t>
      </w:r>
      <w:r w:rsidRPr="00171408">
        <w:rPr>
          <w:rFonts w:ascii="Times New Roman" w:hAnsi="Times New Roman" w:cs="Times New Roman"/>
          <w:lang w:val="kl-GL"/>
        </w:rPr>
        <w:t>nut aalajangersakkatut siunnersuutigineqartoq naapertorlugu aallanngortinneqarnissaat</w:t>
      </w:r>
      <w:r w:rsidR="00400423" w:rsidRPr="00171408">
        <w:rPr>
          <w:rFonts w:ascii="Times New Roman" w:hAnsi="Times New Roman" w:cs="Times New Roman"/>
          <w:lang w:val="kl-GL"/>
        </w:rPr>
        <w:t>,</w:t>
      </w:r>
      <w:r w:rsidRPr="00171408">
        <w:rPr>
          <w:rFonts w:ascii="Times New Roman" w:hAnsi="Times New Roman" w:cs="Times New Roman"/>
          <w:lang w:val="kl-GL"/>
        </w:rPr>
        <w:t xml:space="preserve"> tak. inatsisissatut siunnersuummi § 1, nr. 2</w:t>
      </w:r>
      <w:r w:rsidR="00CC19E4" w:rsidRPr="00171408">
        <w:rPr>
          <w:rFonts w:ascii="Times New Roman" w:hAnsi="Times New Roman" w:cs="Times New Roman"/>
          <w:lang w:val="kl-GL"/>
        </w:rPr>
        <w:t>5</w:t>
      </w:r>
      <w:r w:rsidRPr="00171408">
        <w:rPr>
          <w:rFonts w:ascii="Times New Roman" w:hAnsi="Times New Roman" w:cs="Times New Roman"/>
          <w:lang w:val="kl-GL"/>
        </w:rPr>
        <w:t>-mut oqaaseqaatit.</w:t>
      </w:r>
      <w:bookmarkEnd w:id="13"/>
    </w:p>
    <w:p w14:paraId="566DD7E9" w14:textId="68079696" w:rsidR="00515200" w:rsidRPr="00171408" w:rsidRDefault="00CE02F1">
      <w:pPr>
        <w:rPr>
          <w:rFonts w:ascii="Times New Roman" w:hAnsi="Times New Roman"/>
          <w:lang w:val="kl-GL"/>
        </w:rPr>
      </w:pPr>
      <w:r w:rsidRPr="00171408">
        <w:rPr>
          <w:rFonts w:ascii="Times New Roman" w:hAnsi="Times New Roman" w:cs="Times New Roman"/>
          <w:lang w:val="kl-GL"/>
        </w:rPr>
        <w:t xml:space="preserve">Nalilerneqarpoq, allannguut </w:t>
      </w:r>
      <w:r w:rsidR="003C1B9A" w:rsidRPr="00171408">
        <w:rPr>
          <w:rFonts w:ascii="Times New Roman" w:hAnsi="Times New Roman" w:cs="Times New Roman"/>
          <w:lang w:val="kl-GL"/>
        </w:rPr>
        <w:t xml:space="preserve">peqatigitillugu </w:t>
      </w:r>
      <w:r w:rsidRPr="00171408">
        <w:rPr>
          <w:rFonts w:ascii="Times New Roman" w:hAnsi="Times New Roman" w:cs="Times New Roman"/>
          <w:lang w:val="kl-GL"/>
        </w:rPr>
        <w:t>ataani ingerlatsinermut ineriartornermu</w:t>
      </w:r>
      <w:r w:rsidR="003C1B9A" w:rsidRPr="00171408">
        <w:rPr>
          <w:rFonts w:ascii="Times New Roman" w:hAnsi="Times New Roman" w:cs="Times New Roman"/>
          <w:lang w:val="kl-GL"/>
        </w:rPr>
        <w:t>llu</w:t>
      </w:r>
      <w:r w:rsidRPr="00171408">
        <w:rPr>
          <w:rFonts w:ascii="Times New Roman" w:hAnsi="Times New Roman" w:cs="Times New Roman"/>
          <w:lang w:val="kl-GL"/>
        </w:rPr>
        <w:t xml:space="preserve"> aningaasartuutinut</w:t>
      </w:r>
      <w:r w:rsidR="00C601B0" w:rsidRPr="00171408">
        <w:rPr>
          <w:rFonts w:ascii="Times New Roman" w:hAnsi="Times New Roman" w:cs="Times New Roman"/>
          <w:lang w:val="kl-GL"/>
        </w:rPr>
        <w:t xml:space="preserve">, </w:t>
      </w:r>
      <w:r w:rsidRPr="00171408">
        <w:rPr>
          <w:rFonts w:ascii="Times New Roman" w:hAnsi="Times New Roman" w:cs="Times New Roman"/>
          <w:lang w:val="kl-GL"/>
        </w:rPr>
        <w:t xml:space="preserve">malittarisassat atuuttut malillugit siumoortumik Arbejdsmarkedets Erhvervssikringip akilerallartagaanut, </w:t>
      </w:r>
      <w:r w:rsidR="00C601B0" w:rsidRPr="00171408">
        <w:rPr>
          <w:rFonts w:ascii="Times New Roman" w:hAnsi="Times New Roman" w:cs="Times New Roman"/>
          <w:lang w:val="kl-GL"/>
        </w:rPr>
        <w:t xml:space="preserve">akigititanut taaneqartunut akileeqqusinermik siuartitsinermut, </w:t>
      </w:r>
      <w:r w:rsidRPr="00171408">
        <w:rPr>
          <w:rFonts w:ascii="Times New Roman" w:hAnsi="Times New Roman" w:cs="Times New Roman"/>
          <w:lang w:val="kl-GL"/>
        </w:rPr>
        <w:t>Arbejdsmarkedets Erhvervssikringip akiliisinnaassusaanut malunnaatilimmik pitsanngorsaataassasoq, Arbejdsmarkedets Erhvervssikringip kingumoortumut taarsiullugu siumoortumik akigititat akileqqusinnaa</w:t>
      </w:r>
      <w:r w:rsidR="00F76DD5" w:rsidRPr="00171408">
        <w:rPr>
          <w:rFonts w:ascii="Times New Roman" w:hAnsi="Times New Roman" w:cs="Times New Roman"/>
          <w:lang w:val="kl-GL"/>
        </w:rPr>
        <w:t>li</w:t>
      </w:r>
      <w:r w:rsidRPr="00171408">
        <w:rPr>
          <w:rFonts w:ascii="Times New Roman" w:hAnsi="Times New Roman" w:cs="Times New Roman"/>
          <w:lang w:val="kl-GL"/>
        </w:rPr>
        <w:t>ssammagit.</w:t>
      </w:r>
    </w:p>
    <w:p w14:paraId="4F00E09B" w14:textId="3CED7A98" w:rsidR="00515200" w:rsidRPr="00171408" w:rsidRDefault="00CE02F1">
      <w:pPr>
        <w:rPr>
          <w:rFonts w:ascii="Times New Roman" w:hAnsi="Times New Roman"/>
          <w:lang w:val="kl-GL"/>
        </w:rPr>
      </w:pPr>
      <w:r w:rsidRPr="00171408">
        <w:rPr>
          <w:rFonts w:ascii="Times New Roman" w:hAnsi="Times New Roman" w:cs="Times New Roman"/>
          <w:lang w:val="kl-GL"/>
        </w:rPr>
        <w:lastRenderedPageBreak/>
        <w:t xml:space="preserve">Siunnersuutip malitsigisaanik inatsisissatut siunnersuummi § 1, nr. </w:t>
      </w:r>
      <w:r w:rsidR="00DF3D5A" w:rsidRPr="00171408">
        <w:rPr>
          <w:rFonts w:ascii="Times New Roman" w:hAnsi="Times New Roman" w:cs="Times New Roman"/>
          <w:lang w:val="kl-GL"/>
        </w:rPr>
        <w:t>31</w:t>
      </w:r>
      <w:r w:rsidRPr="00171408">
        <w:rPr>
          <w:rFonts w:ascii="Times New Roman" w:hAnsi="Times New Roman" w:cs="Times New Roman"/>
          <w:lang w:val="kl-GL"/>
        </w:rPr>
        <w:t xml:space="preserve">-mi siunnersuutigineqarpoq, § 64, imm. 4, oqaaseqatigiit </w:t>
      </w:r>
      <w:r w:rsidR="00271765" w:rsidRPr="00171408">
        <w:rPr>
          <w:rFonts w:ascii="Times New Roman" w:hAnsi="Times New Roman" w:cs="Times New Roman"/>
          <w:lang w:val="kl-GL"/>
        </w:rPr>
        <w:t>siulliat</w:t>
      </w:r>
      <w:r w:rsidRPr="00171408">
        <w:rPr>
          <w:rFonts w:ascii="Times New Roman" w:hAnsi="Times New Roman" w:cs="Times New Roman"/>
          <w:lang w:val="kl-GL"/>
        </w:rPr>
        <w:t xml:space="preserve"> malillugu akigititanik akileeqqusineq, Arbejdsmarkedets Erhvervssikringip ingerlatsineranut aamma ineriartorneranut allanngortinneqassasoq, taamaalillutik akigititat acontomik assinganik akileqquneqartalerlutik ukiup aallartinnerani, suliat Arbejdsmarkedets Erhvervssikringimut nalunaarutigineqarfianni (ukioq 1),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ukiumi tulliuttumi (ukioq 2) </w:t>
      </w:r>
      <w:r w:rsidR="00D4683C" w:rsidRPr="00171408">
        <w:rPr>
          <w:rFonts w:ascii="Times New Roman" w:hAnsi="Times New Roman" w:cs="Times New Roman"/>
          <w:lang w:val="kl-GL"/>
        </w:rPr>
        <w:t>kingornatigut nal</w:t>
      </w:r>
      <w:r w:rsidR="00DF5A4C" w:rsidRPr="00171408">
        <w:rPr>
          <w:rFonts w:ascii="Times New Roman" w:hAnsi="Times New Roman" w:cs="Times New Roman"/>
          <w:lang w:val="kl-GL"/>
        </w:rPr>
        <w:t>eqqu</w:t>
      </w:r>
      <w:r w:rsidR="00D4683C" w:rsidRPr="00171408">
        <w:rPr>
          <w:rFonts w:ascii="Times New Roman" w:hAnsi="Times New Roman" w:cs="Times New Roman"/>
          <w:lang w:val="kl-GL"/>
        </w:rPr>
        <w:t>ssarneqarlutik</w:t>
      </w:r>
      <w:r w:rsidRPr="00171408">
        <w:rPr>
          <w:rFonts w:ascii="Times New Roman" w:hAnsi="Times New Roman" w:cs="Times New Roman"/>
          <w:lang w:val="kl-GL"/>
        </w:rPr>
        <w:t xml:space="preserve">. Aalajangersakkamut </w:t>
      </w:r>
      <w:r w:rsidR="009F1124" w:rsidRPr="00171408">
        <w:rPr>
          <w:rFonts w:ascii="Times New Roman" w:hAnsi="Times New Roman" w:cs="Times New Roman"/>
          <w:lang w:val="kl-GL"/>
        </w:rPr>
        <w:t xml:space="preserve">matumunnga </w:t>
      </w:r>
      <w:r w:rsidRPr="00171408">
        <w:rPr>
          <w:rFonts w:ascii="Times New Roman" w:hAnsi="Times New Roman" w:cs="Times New Roman"/>
          <w:lang w:val="kl-GL"/>
        </w:rPr>
        <w:t xml:space="preserve">allannguutissatut siunnersuutigineqartup </w:t>
      </w:r>
      <w:r w:rsidR="009F1124" w:rsidRPr="00171408">
        <w:rPr>
          <w:rFonts w:ascii="Times New Roman" w:hAnsi="Times New Roman" w:cs="Times New Roman"/>
          <w:lang w:val="kl-GL"/>
        </w:rPr>
        <w:t>kingunerissavaa</w:t>
      </w:r>
      <w:r w:rsidRPr="00171408">
        <w:rPr>
          <w:rFonts w:ascii="Times New Roman" w:hAnsi="Times New Roman" w:cs="Times New Roman"/>
          <w:lang w:val="kl-GL"/>
        </w:rPr>
        <w:t xml:space="preserve">, akigititanik akileeqqusineq pisinnaasoq Arbejdsmarkedets Erhvervssikringip akilerallarsimasaanut aningaasartuutinut matussutissatut siumoortumik akileeqqusinermut </w:t>
      </w:r>
      <w:r w:rsidR="00343148" w:rsidRPr="00171408">
        <w:rPr>
          <w:rFonts w:ascii="Times New Roman" w:hAnsi="Times New Roman" w:cs="Times New Roman"/>
          <w:lang w:val="kl-GL"/>
        </w:rPr>
        <w:t>peqatigitillugu</w:t>
      </w:r>
      <w:r w:rsidRPr="00171408">
        <w:rPr>
          <w:rFonts w:ascii="Times New Roman" w:hAnsi="Times New Roman" w:cs="Times New Roman"/>
          <w:lang w:val="kl-GL"/>
        </w:rPr>
        <w:t>.</w:t>
      </w:r>
    </w:p>
    <w:p w14:paraId="6FB587C7" w14:textId="4CC5EB47" w:rsidR="00515200" w:rsidRPr="00171408" w:rsidRDefault="00CE02F1">
      <w:pPr>
        <w:rPr>
          <w:rFonts w:ascii="Times New Roman" w:hAnsi="Times New Roman"/>
          <w:lang w:val="kl-GL"/>
        </w:rPr>
      </w:pPr>
      <w:r w:rsidRPr="00171408">
        <w:rPr>
          <w:rFonts w:ascii="Times New Roman" w:eastAsia="Times New Roman" w:hAnsi="Times New Roman" w:cs="Times New Roman"/>
          <w:lang w:val="kl-GL" w:eastAsia="da-DK"/>
        </w:rPr>
        <w:t xml:space="preserve">Aalajangersagaq siunnersuutigineqartoq </w:t>
      </w:r>
      <w:r w:rsidR="00984F94" w:rsidRPr="00171408">
        <w:rPr>
          <w:rFonts w:ascii="Times New Roman" w:eastAsia="Times New Roman" w:hAnsi="Times New Roman" w:cs="Times New Roman"/>
          <w:lang w:val="kl-GL" w:eastAsia="da-DK"/>
        </w:rPr>
        <w:t xml:space="preserve">sulinermi </w:t>
      </w:r>
      <w:r w:rsidR="006A4971" w:rsidRPr="00171408">
        <w:rPr>
          <w:rFonts w:ascii="Times New Roman" w:eastAsia="Times New Roman" w:hAnsi="Times New Roman" w:cs="Times New Roman"/>
          <w:lang w:val="kl-GL" w:eastAsia="da-DK"/>
        </w:rPr>
        <w:t>ajoqusernermut isumannaarineq</w:t>
      </w:r>
      <w:r w:rsidRPr="00171408">
        <w:rPr>
          <w:rFonts w:ascii="Times New Roman" w:eastAsia="Times New Roman" w:hAnsi="Times New Roman" w:cs="Times New Roman"/>
          <w:lang w:val="kl-GL" w:eastAsia="da-DK"/>
        </w:rPr>
        <w:t xml:space="preserve"> pillugu inatsimmi § 48, imm. 6-imi, oqaaseqatigiit </w:t>
      </w:r>
      <w:r w:rsidR="005D0CDE" w:rsidRPr="00171408">
        <w:rPr>
          <w:rFonts w:ascii="Times New Roman" w:eastAsia="Times New Roman" w:hAnsi="Times New Roman" w:cs="Times New Roman"/>
          <w:lang w:val="kl-GL" w:eastAsia="da-DK"/>
        </w:rPr>
        <w:t>aappaan</w:t>
      </w:r>
      <w:r w:rsidRPr="00171408">
        <w:rPr>
          <w:rFonts w:ascii="Times New Roman" w:eastAsia="Times New Roman" w:hAnsi="Times New Roman" w:cs="Times New Roman"/>
          <w:lang w:val="kl-GL" w:eastAsia="da-DK"/>
        </w:rPr>
        <w:t>nut assinguvoq.</w:t>
      </w:r>
    </w:p>
    <w:p w14:paraId="2226C598" w14:textId="0238A044" w:rsidR="00515200" w:rsidRPr="00171408" w:rsidRDefault="00CE02F1">
      <w:pPr>
        <w:rPr>
          <w:rFonts w:ascii="Times New Roman" w:hAnsi="Times New Roman"/>
          <w:lang w:val="kl-GL"/>
        </w:rPr>
      </w:pPr>
      <w:r w:rsidRPr="00171408">
        <w:rPr>
          <w:rFonts w:ascii="Times New Roman" w:hAnsi="Times New Roman" w:cs="Times New Roman"/>
          <w:lang w:val="kl-GL"/>
        </w:rPr>
        <w:t>Inatsisissatut siunnersuummi § 1, nr. 2</w:t>
      </w:r>
      <w:r w:rsidR="00EE534B" w:rsidRPr="00171408">
        <w:rPr>
          <w:rFonts w:ascii="Times New Roman" w:hAnsi="Times New Roman" w:cs="Times New Roman"/>
          <w:lang w:val="kl-GL"/>
        </w:rPr>
        <w:t>5</w:t>
      </w:r>
      <w:r w:rsidRPr="00171408">
        <w:rPr>
          <w:rFonts w:ascii="Times New Roman" w:hAnsi="Times New Roman" w:cs="Times New Roman"/>
          <w:lang w:val="kl-GL"/>
        </w:rPr>
        <w:t xml:space="preserve">-mut aamma </w:t>
      </w:r>
      <w:r w:rsidR="00EE534B" w:rsidRPr="00171408">
        <w:rPr>
          <w:rFonts w:ascii="Times New Roman" w:hAnsi="Times New Roman" w:cs="Times New Roman"/>
          <w:lang w:val="kl-GL"/>
        </w:rPr>
        <w:t>31</w:t>
      </w:r>
      <w:r w:rsidRPr="00171408">
        <w:rPr>
          <w:rFonts w:ascii="Times New Roman" w:hAnsi="Times New Roman" w:cs="Times New Roman"/>
          <w:lang w:val="kl-GL"/>
        </w:rPr>
        <w:t xml:space="preserve">-mut oqaaseqaatit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oqaaseqaatit nalinginnaasut innersuussutigineqarput, imm. 2.</w:t>
      </w:r>
      <w:r w:rsidR="00377E4A" w:rsidRPr="00171408">
        <w:rPr>
          <w:rFonts w:ascii="Times New Roman" w:hAnsi="Times New Roman" w:cs="Times New Roman"/>
          <w:lang w:val="kl-GL"/>
        </w:rPr>
        <w:t>9</w:t>
      </w:r>
      <w:r w:rsidRPr="00171408">
        <w:rPr>
          <w:rFonts w:ascii="Times New Roman" w:hAnsi="Times New Roman" w:cs="Times New Roman"/>
          <w:lang w:val="kl-GL"/>
        </w:rPr>
        <w:t>.</w:t>
      </w:r>
    </w:p>
    <w:p w14:paraId="44772C10" w14:textId="1B964AC7" w:rsidR="00515200" w:rsidRPr="00171408" w:rsidRDefault="00CE02F1">
      <w:pPr>
        <w:rPr>
          <w:rFonts w:ascii="Times New Roman" w:hAnsi="Times New Roman"/>
          <w:lang w:val="kl-GL"/>
        </w:rPr>
      </w:pPr>
      <w:r w:rsidRPr="00171408">
        <w:rPr>
          <w:rFonts w:ascii="Times New Roman" w:hAnsi="Times New Roman" w:cs="Times New Roman"/>
          <w:lang w:val="kl-GL"/>
        </w:rPr>
        <w:t>Nr. 2</w:t>
      </w:r>
      <w:r w:rsidR="008F5EFD" w:rsidRPr="00171408">
        <w:rPr>
          <w:rFonts w:ascii="Times New Roman" w:hAnsi="Times New Roman" w:cs="Times New Roman"/>
          <w:lang w:val="kl-GL"/>
        </w:rPr>
        <w:t>5</w:t>
      </w:r>
      <w:r w:rsidRPr="00171408">
        <w:rPr>
          <w:rFonts w:ascii="Times New Roman" w:hAnsi="Times New Roman" w:cs="Times New Roman"/>
          <w:lang w:val="kl-GL"/>
        </w:rPr>
        <w:t>-mut</w:t>
      </w:r>
    </w:p>
    <w:p w14:paraId="2AE24578" w14:textId="30088F0A" w:rsidR="00515200" w:rsidRPr="00171408" w:rsidRDefault="00CE02F1">
      <w:pPr>
        <w:rPr>
          <w:rFonts w:ascii="Times New Roman" w:hAnsi="Times New Roman"/>
          <w:lang w:val="kl-GL"/>
        </w:rPr>
      </w:pPr>
      <w:r w:rsidRPr="00171408">
        <w:rPr>
          <w:rFonts w:ascii="Times New Roman" w:hAnsi="Times New Roman" w:cs="Times New Roman"/>
          <w:lang w:val="kl-GL"/>
        </w:rPr>
        <w:t xml:space="preserve">§ 52, imm. 6, oqaaseqatigiit </w:t>
      </w:r>
      <w:r w:rsidR="00271765" w:rsidRPr="00171408">
        <w:rPr>
          <w:rFonts w:ascii="Times New Roman" w:hAnsi="Times New Roman" w:cs="Times New Roman"/>
          <w:lang w:val="kl-GL"/>
        </w:rPr>
        <w:t>pingaju</w:t>
      </w:r>
      <w:r w:rsidRPr="00171408">
        <w:rPr>
          <w:rFonts w:ascii="Times New Roman" w:hAnsi="Times New Roman" w:cs="Times New Roman"/>
          <w:lang w:val="kl-GL"/>
        </w:rPr>
        <w:t>a</w:t>
      </w:r>
      <w:r w:rsidR="00271765" w:rsidRPr="00171408">
        <w:rPr>
          <w:rFonts w:ascii="Times New Roman" w:hAnsi="Times New Roman" w:cs="Times New Roman"/>
          <w:lang w:val="kl-GL"/>
        </w:rPr>
        <w:t>n</w:t>
      </w:r>
      <w:r w:rsidRPr="00171408">
        <w:rPr>
          <w:rFonts w:ascii="Times New Roman" w:hAnsi="Times New Roman" w:cs="Times New Roman"/>
          <w:lang w:val="kl-GL"/>
        </w:rPr>
        <w:t xml:space="preserve">ni aalajangersakkami atuuttumi allaqqavoq, </w:t>
      </w:r>
      <w:r w:rsidR="00984F94" w:rsidRPr="00171408">
        <w:rPr>
          <w:rFonts w:ascii="Times New Roman" w:eastAsia="Times New Roman" w:hAnsi="Times New Roman" w:cs="Times New Roman"/>
          <w:lang w:val="kl-GL" w:eastAsia="da-DK"/>
        </w:rPr>
        <w:t xml:space="preserve">sulinermi </w:t>
      </w:r>
      <w:r w:rsidR="006A4971" w:rsidRPr="00171408">
        <w:rPr>
          <w:rFonts w:ascii="Times New Roman" w:eastAsia="Times New Roman" w:hAnsi="Times New Roman" w:cs="Times New Roman"/>
          <w:lang w:val="kl-GL" w:eastAsia="da-DK"/>
        </w:rPr>
        <w:t>ajoqusernermut isumannaarineq</w:t>
      </w:r>
      <w:r w:rsidRPr="00171408">
        <w:rPr>
          <w:rFonts w:ascii="Times New Roman" w:eastAsia="Times New Roman" w:hAnsi="Times New Roman" w:cs="Times New Roman"/>
          <w:lang w:val="kl-GL" w:eastAsia="da-DK"/>
        </w:rPr>
        <w:t xml:space="preserve"> pillugu inatsimmi</w:t>
      </w:r>
      <w:r w:rsidR="004655A8" w:rsidRPr="00171408">
        <w:rPr>
          <w:rFonts w:ascii="Times New Roman" w:eastAsia="Times New Roman" w:hAnsi="Times New Roman" w:cs="Times New Roman"/>
          <w:lang w:val="kl-GL" w:eastAsia="da-DK"/>
        </w:rPr>
        <w:t xml:space="preserve"> </w:t>
      </w:r>
      <w:r w:rsidRPr="00171408">
        <w:rPr>
          <w:rFonts w:ascii="Times New Roman" w:hAnsi="Times New Roman" w:cs="Times New Roman"/>
          <w:lang w:val="kl-GL"/>
        </w:rPr>
        <w:t xml:space="preserve">§ 48, imm. 6, </w:t>
      </w:r>
      <w:r w:rsidR="004655A8" w:rsidRPr="00171408">
        <w:rPr>
          <w:rFonts w:ascii="Times New Roman" w:hAnsi="Times New Roman" w:cs="Times New Roman"/>
          <w:lang w:val="kl-GL"/>
        </w:rPr>
        <w:t xml:space="preserve">oqaaseqatigiit pingajuat </w:t>
      </w:r>
      <w:r w:rsidRPr="00171408">
        <w:rPr>
          <w:rFonts w:ascii="Times New Roman" w:hAnsi="Times New Roman" w:cs="Times New Roman"/>
          <w:lang w:val="kl-GL"/>
        </w:rPr>
        <w:t>malillugu,</w:t>
      </w:r>
      <w:r w:rsidRPr="00171408">
        <w:rPr>
          <w:rFonts w:ascii="Times New Roman" w:eastAsia="Times New Roman" w:hAnsi="Times New Roman" w:cs="Times New Roman"/>
          <w:lang w:val="kl-GL" w:eastAsia="da-DK"/>
        </w:rPr>
        <w:t xml:space="preserve"> </w:t>
      </w:r>
      <w:r w:rsidRPr="00171408">
        <w:rPr>
          <w:rFonts w:ascii="Times New Roman" w:hAnsi="Times New Roman" w:cs="Times New Roman"/>
          <w:lang w:val="kl-GL"/>
        </w:rPr>
        <w:t xml:space="preserve">Arbejdsmarkedets Erhvervssikringip </w:t>
      </w:r>
      <w:r w:rsidR="005160DD" w:rsidRPr="00171408">
        <w:rPr>
          <w:rFonts w:ascii="Times New Roman" w:hAnsi="Times New Roman" w:cs="Times New Roman"/>
          <w:lang w:val="kl-GL"/>
        </w:rPr>
        <w:t xml:space="preserve">malittarisassat aalajangersagai malillugit </w:t>
      </w:r>
      <w:r w:rsidRPr="00171408">
        <w:rPr>
          <w:rFonts w:ascii="Times New Roman" w:hAnsi="Times New Roman" w:cs="Times New Roman"/>
          <w:lang w:val="kl-GL"/>
        </w:rPr>
        <w:t>Finanstilsyni suleqatigalugu aningaasartuutit agguarneqa</w:t>
      </w:r>
      <w:r w:rsidR="005160DD" w:rsidRPr="00171408">
        <w:rPr>
          <w:rFonts w:ascii="Times New Roman" w:hAnsi="Times New Roman" w:cs="Times New Roman"/>
          <w:lang w:val="kl-GL"/>
        </w:rPr>
        <w:t>ssasut</w:t>
      </w:r>
      <w:r w:rsidRPr="00171408">
        <w:rPr>
          <w:rFonts w:ascii="Times New Roman" w:hAnsi="Times New Roman" w:cs="Times New Roman"/>
          <w:lang w:val="kl-GL"/>
        </w:rPr>
        <w:t>.</w:t>
      </w:r>
    </w:p>
    <w:p w14:paraId="458FD666" w14:textId="78C8615C" w:rsidR="00515200" w:rsidRPr="00171408" w:rsidRDefault="00CE02F1">
      <w:pPr>
        <w:rPr>
          <w:rFonts w:ascii="Times New Roman" w:hAnsi="Times New Roman"/>
          <w:lang w:val="kl-GL"/>
        </w:rPr>
      </w:pPr>
      <w:r w:rsidRPr="00171408">
        <w:rPr>
          <w:rFonts w:ascii="Times New Roman" w:hAnsi="Times New Roman" w:cs="Times New Roman"/>
          <w:lang w:val="kl-GL"/>
        </w:rPr>
        <w:t xml:space="preserve">Aalajangersakkap atuuttup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ajutoorner</w:t>
      </w:r>
      <w:r w:rsidR="00FE29FB" w:rsidRPr="00171408">
        <w:rPr>
          <w:rFonts w:ascii="Times New Roman" w:hAnsi="Times New Roman" w:cs="Times New Roman"/>
          <w:lang w:val="kl-GL"/>
        </w:rPr>
        <w:t>m</w:t>
      </w:r>
      <w:r w:rsidRPr="00171408">
        <w:rPr>
          <w:rFonts w:ascii="Times New Roman" w:hAnsi="Times New Roman" w:cs="Times New Roman"/>
          <w:lang w:val="kl-GL"/>
        </w:rPr>
        <w:t xml:space="preserve">ut atatillugu aningaasartuutit agguataarneqarnissaannut aalajangersaaneq </w:t>
      </w:r>
      <w:r w:rsidR="007766C9" w:rsidRPr="00171408">
        <w:rPr>
          <w:rFonts w:ascii="Times New Roman" w:hAnsi="Times New Roman" w:cs="Times New Roman"/>
          <w:lang w:val="kl-GL"/>
        </w:rPr>
        <w:t>malittarisassiorpaa</w:t>
      </w:r>
      <w:r w:rsidRPr="00171408">
        <w:rPr>
          <w:rFonts w:ascii="Times New Roman" w:hAnsi="Times New Roman" w:cs="Times New Roman"/>
          <w:lang w:val="kl-GL"/>
        </w:rPr>
        <w:t xml:space="preserve">, nammineq </w:t>
      </w:r>
      <w:r w:rsidR="00FE29FB" w:rsidRPr="00171408">
        <w:rPr>
          <w:rFonts w:ascii="Times New Roman" w:hAnsi="Times New Roman" w:cs="Times New Roman"/>
          <w:lang w:val="kl-GL"/>
        </w:rPr>
        <w:t xml:space="preserve">illugisami </w:t>
      </w:r>
      <w:r w:rsidRPr="00171408">
        <w:rPr>
          <w:rFonts w:ascii="Times New Roman" w:hAnsi="Times New Roman" w:cs="Times New Roman"/>
          <w:lang w:val="kl-GL"/>
        </w:rPr>
        <w:t xml:space="preserve">sulinermi imaluunniit </w:t>
      </w:r>
      <w:r w:rsidR="00FE29FB" w:rsidRPr="00171408">
        <w:rPr>
          <w:rFonts w:ascii="Times New Roman" w:hAnsi="Times New Roman" w:cs="Times New Roman"/>
          <w:lang w:val="kl-GL"/>
        </w:rPr>
        <w:t xml:space="preserve">kiffartuussinermi </w:t>
      </w:r>
      <w:r w:rsidRPr="00171408">
        <w:rPr>
          <w:rFonts w:ascii="Times New Roman" w:hAnsi="Times New Roman" w:cs="Times New Roman"/>
          <w:lang w:val="kl-GL"/>
        </w:rPr>
        <w:t xml:space="preserve">ikiorteqarnermut atorneqartunik, sulinerup katillugit </w:t>
      </w:r>
      <w:r w:rsidR="00605124" w:rsidRPr="00171408">
        <w:rPr>
          <w:rFonts w:ascii="Times New Roman" w:hAnsi="Times New Roman" w:cs="Times New Roman"/>
          <w:lang w:val="kl-GL"/>
        </w:rPr>
        <w:t xml:space="preserve">qaammatisiutit malillugit ukiumut </w:t>
      </w:r>
      <w:r w:rsidR="00A948C4" w:rsidRPr="00171408">
        <w:rPr>
          <w:rFonts w:ascii="Times New Roman" w:hAnsi="Times New Roman" w:cs="Times New Roman"/>
          <w:lang w:val="kl-GL"/>
        </w:rPr>
        <w:t xml:space="preserve">nalunaaquttap </w:t>
      </w:r>
      <w:r w:rsidRPr="00171408">
        <w:rPr>
          <w:rFonts w:ascii="Times New Roman" w:hAnsi="Times New Roman" w:cs="Times New Roman"/>
          <w:lang w:val="kl-GL"/>
        </w:rPr>
        <w:t>akunneri 400-t qaanginngippagit. Arbejdsmarkedets Erhvervssikringip Finanstilsyni suleqatigalugu innersuussutigisai tun</w:t>
      </w:r>
      <w:r w:rsidR="003E3BC8" w:rsidRPr="00171408">
        <w:rPr>
          <w:rFonts w:ascii="Times New Roman" w:hAnsi="Times New Roman" w:cs="Times New Roman"/>
          <w:lang w:val="kl-GL"/>
        </w:rPr>
        <w:t>ngavig</w:t>
      </w:r>
      <w:r w:rsidRPr="00171408">
        <w:rPr>
          <w:rFonts w:ascii="Times New Roman" w:hAnsi="Times New Roman" w:cs="Times New Roman"/>
          <w:lang w:val="kl-GL"/>
        </w:rPr>
        <w:t xml:space="preserve">alugit malittarisassat </w:t>
      </w:r>
      <w:r w:rsidR="00397689" w:rsidRPr="00171408">
        <w:rPr>
          <w:rFonts w:ascii="Times New Roman" w:hAnsi="Times New Roman" w:cs="Times New Roman"/>
          <w:lang w:val="kl-GL"/>
        </w:rPr>
        <w:t>suliassaqartitsinermut ministeri</w:t>
      </w:r>
      <w:r w:rsidRPr="00171408">
        <w:rPr>
          <w:rFonts w:ascii="Times New Roman" w:hAnsi="Times New Roman" w:cs="Times New Roman"/>
          <w:lang w:val="kl-GL"/>
        </w:rPr>
        <w:t>mit aalajangersarneqar</w:t>
      </w:r>
      <w:r w:rsidR="00730BB4" w:rsidRPr="00171408">
        <w:rPr>
          <w:rFonts w:ascii="Times New Roman" w:hAnsi="Times New Roman" w:cs="Times New Roman"/>
          <w:lang w:val="kl-GL"/>
        </w:rPr>
        <w:t>t</w:t>
      </w:r>
      <w:r w:rsidRPr="00171408">
        <w:rPr>
          <w:rFonts w:ascii="Times New Roman" w:hAnsi="Times New Roman" w:cs="Times New Roman"/>
          <w:lang w:val="kl-GL"/>
        </w:rPr>
        <w:t>ut malillugit, qaammatisiu</w:t>
      </w:r>
      <w:r w:rsidR="002E4C08" w:rsidRPr="00171408">
        <w:rPr>
          <w:rFonts w:ascii="Times New Roman" w:hAnsi="Times New Roman" w:cs="Times New Roman"/>
          <w:lang w:val="kl-GL"/>
        </w:rPr>
        <w:t>tit malillugit ukiut</w:t>
      </w:r>
      <w:r w:rsidRPr="00171408">
        <w:rPr>
          <w:rFonts w:ascii="Times New Roman" w:hAnsi="Times New Roman" w:cs="Times New Roman"/>
          <w:lang w:val="kl-GL"/>
        </w:rPr>
        <w:t xml:space="preserve"> </w:t>
      </w:r>
      <w:r w:rsidR="002E4C08" w:rsidRPr="00171408">
        <w:rPr>
          <w:rFonts w:ascii="Times New Roman" w:hAnsi="Times New Roman" w:cs="Times New Roman"/>
          <w:lang w:val="kl-GL"/>
        </w:rPr>
        <w:t xml:space="preserve">tamaasa </w:t>
      </w:r>
      <w:r w:rsidRPr="00171408">
        <w:rPr>
          <w:rFonts w:ascii="Times New Roman" w:hAnsi="Times New Roman" w:cs="Times New Roman"/>
          <w:lang w:val="kl-GL"/>
        </w:rPr>
        <w:t xml:space="preserve">aningaasartuutit sillimmasiisarfinnut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ajutoornermut sillimmasiisartunut tamanut agguataarneqassapput.</w:t>
      </w:r>
    </w:p>
    <w:p w14:paraId="3A20DDAC" w14:textId="3BE9D028" w:rsidR="00515200" w:rsidRPr="00171408" w:rsidRDefault="00CE02F1">
      <w:pPr>
        <w:rPr>
          <w:rFonts w:ascii="Times New Roman" w:hAnsi="Times New Roman"/>
          <w:lang w:val="kl-GL"/>
        </w:rPr>
      </w:pPr>
      <w:r w:rsidRPr="00171408">
        <w:rPr>
          <w:rFonts w:ascii="Times New Roman" w:hAnsi="Times New Roman" w:cs="Times New Roman"/>
          <w:lang w:val="kl-GL"/>
        </w:rPr>
        <w:t xml:space="preserve">Inatsisissatut siunnersuutip </w:t>
      </w:r>
      <w:r w:rsidRPr="00171408">
        <w:rPr>
          <w:rFonts w:ascii="Times New Roman" w:hAnsi="Times New Roman" w:cs="Times New Roman"/>
          <w:i/>
          <w:lang w:val="kl-GL"/>
        </w:rPr>
        <w:t>§ 1, nr. 2</w:t>
      </w:r>
      <w:r w:rsidR="001656D4" w:rsidRPr="00171408">
        <w:rPr>
          <w:rFonts w:ascii="Times New Roman" w:hAnsi="Times New Roman" w:cs="Times New Roman"/>
          <w:i/>
          <w:lang w:val="kl-GL"/>
        </w:rPr>
        <w:t>5</w:t>
      </w:r>
      <w:r w:rsidRPr="00171408">
        <w:rPr>
          <w:rFonts w:ascii="Times New Roman" w:hAnsi="Times New Roman" w:cs="Times New Roman"/>
          <w:lang w:val="kl-GL"/>
        </w:rPr>
        <w:t xml:space="preserve">-ani siunnertuutigineqarpoq, </w:t>
      </w:r>
      <w:r w:rsidRPr="00171408">
        <w:rPr>
          <w:rFonts w:ascii="Times New Roman" w:hAnsi="Times New Roman" w:cs="Times New Roman"/>
          <w:i/>
          <w:lang w:val="kl-GL"/>
        </w:rPr>
        <w:t xml:space="preserve">§ 52, imm. 6, oqaaseqatigiit </w:t>
      </w:r>
      <w:r w:rsidR="00271765" w:rsidRPr="00171408">
        <w:rPr>
          <w:rFonts w:ascii="Times New Roman" w:hAnsi="Times New Roman" w:cs="Times New Roman"/>
          <w:i/>
          <w:lang w:val="kl-GL"/>
        </w:rPr>
        <w:t>pingajuanni</w:t>
      </w:r>
      <w:r w:rsidRPr="00171408">
        <w:rPr>
          <w:rFonts w:ascii="Times New Roman" w:hAnsi="Times New Roman" w:cs="Times New Roman"/>
          <w:i/>
          <w:lang w:val="kl-GL"/>
        </w:rPr>
        <w:t xml:space="preserve">, </w:t>
      </w:r>
      <w:r w:rsidRPr="00171408">
        <w:rPr>
          <w:rFonts w:ascii="Times New Roman" w:hAnsi="Times New Roman" w:cs="Times New Roman"/>
          <w:lang w:val="kl-GL"/>
        </w:rPr>
        <w:t xml:space="preserve">oqaaseqatigiit </w:t>
      </w:r>
      <w:r w:rsidR="00271765" w:rsidRPr="00171408">
        <w:rPr>
          <w:rFonts w:ascii="Times New Roman" w:hAnsi="Times New Roman" w:cs="Times New Roman"/>
          <w:lang w:val="kl-GL"/>
        </w:rPr>
        <w:t>sisamaa</w:t>
      </w:r>
      <w:r w:rsidRPr="00171408">
        <w:rPr>
          <w:rFonts w:ascii="Times New Roman" w:hAnsi="Times New Roman" w:cs="Times New Roman"/>
          <w:lang w:val="kl-GL"/>
        </w:rPr>
        <w:t>nngortussami »Arbejdsmarkedets Erhvervssikring« imatut allanngortinneqassasoq: »</w:t>
      </w:r>
      <w:r w:rsidR="00397689" w:rsidRPr="00171408">
        <w:rPr>
          <w:rFonts w:ascii="Times New Roman" w:hAnsi="Times New Roman" w:cs="Times New Roman"/>
          <w:lang w:val="kl-GL"/>
        </w:rPr>
        <w:t>suliassaqartitsinermut ministeri</w:t>
      </w:r>
      <w:r w:rsidRPr="00171408">
        <w:rPr>
          <w:rFonts w:ascii="Times New Roman" w:hAnsi="Times New Roman" w:cs="Times New Roman"/>
          <w:lang w:val="kl-GL"/>
        </w:rPr>
        <w:t xml:space="preserve"> Arbejdsmarkedets Erhvervssikringip siulersuisuisa inassuteqarnerat malillugu« aamma »oqaaseqatigiit </w:t>
      </w:r>
      <w:r w:rsidR="00271765" w:rsidRPr="00171408">
        <w:rPr>
          <w:rFonts w:ascii="Times New Roman" w:hAnsi="Times New Roman" w:cs="Times New Roman"/>
          <w:lang w:val="kl-GL"/>
        </w:rPr>
        <w:t>pingaju</w:t>
      </w:r>
      <w:r w:rsidRPr="00171408">
        <w:rPr>
          <w:rFonts w:ascii="Times New Roman" w:hAnsi="Times New Roman" w:cs="Times New Roman"/>
          <w:lang w:val="kl-GL"/>
        </w:rPr>
        <w:t xml:space="preserve">at« imatut allanngortinneqassaaq: »oqaaseqatigiit </w:t>
      </w:r>
      <w:r w:rsidR="00271765" w:rsidRPr="00171408">
        <w:rPr>
          <w:rFonts w:ascii="Times New Roman" w:hAnsi="Times New Roman" w:cs="Times New Roman"/>
          <w:lang w:val="kl-GL"/>
        </w:rPr>
        <w:t>sisama</w:t>
      </w:r>
      <w:r w:rsidRPr="00171408">
        <w:rPr>
          <w:rFonts w:ascii="Times New Roman" w:hAnsi="Times New Roman" w:cs="Times New Roman"/>
          <w:lang w:val="kl-GL"/>
        </w:rPr>
        <w:t>at«</w:t>
      </w:r>
    </w:p>
    <w:p w14:paraId="19E4E86D" w14:textId="79AD8271" w:rsidR="00515200" w:rsidRPr="00171408" w:rsidRDefault="00E84358">
      <w:pPr>
        <w:rPr>
          <w:rFonts w:ascii="Times New Roman" w:hAnsi="Times New Roman"/>
          <w:lang w:val="kl-GL"/>
        </w:rPr>
      </w:pPr>
      <w:r w:rsidRPr="00171408">
        <w:rPr>
          <w:rFonts w:ascii="Times New Roman" w:hAnsi="Times New Roman" w:cs="Times New Roman"/>
          <w:lang w:val="kl-GL"/>
        </w:rPr>
        <w:t xml:space="preserve">Sulinermi ajoqusernermut isumannaarineq pillugu inatsimmi § 48, imm. 6, oqaaseqatigiit pingajuat inatsisikkut nr. 550, 7. maj 2019-imeersukkut § 48, imm. 6, oqaaseqatigiit sisamaanngorlugu allanngortinneqarnerata </w:t>
      </w:r>
      <w:r w:rsidR="00C253CE" w:rsidRPr="00171408">
        <w:rPr>
          <w:rFonts w:ascii="Times New Roman" w:hAnsi="Times New Roman" w:cs="Times New Roman"/>
          <w:lang w:val="kl-GL"/>
        </w:rPr>
        <w:t>s</w:t>
      </w:r>
      <w:r w:rsidR="00CE02F1" w:rsidRPr="00171408">
        <w:rPr>
          <w:rFonts w:ascii="Times New Roman" w:hAnsi="Times New Roman" w:cs="Times New Roman"/>
          <w:lang w:val="kl-GL"/>
        </w:rPr>
        <w:t xml:space="preserve">iunnersuut </w:t>
      </w:r>
      <w:r w:rsidR="00ED0AF2" w:rsidRPr="00171408">
        <w:rPr>
          <w:rFonts w:ascii="Times New Roman" w:hAnsi="Times New Roman" w:cs="Times New Roman"/>
          <w:lang w:val="kl-GL"/>
        </w:rPr>
        <w:t>kingunerivaa</w:t>
      </w:r>
      <w:r w:rsidR="00CE02F1" w:rsidRPr="00171408">
        <w:rPr>
          <w:rFonts w:ascii="Times New Roman" w:hAnsi="Times New Roman" w:cs="Times New Roman"/>
          <w:lang w:val="kl-GL"/>
        </w:rPr>
        <w:t xml:space="preserve">. Siunnersuutip aningaasartuutinik agguataarinermut malittarisassat imarisaatigut allanngortissanngilai. </w:t>
      </w:r>
      <w:r w:rsidR="005E0E6B" w:rsidRPr="00171408">
        <w:rPr>
          <w:rFonts w:ascii="Times New Roman" w:hAnsi="Times New Roman" w:cs="Times New Roman"/>
          <w:lang w:val="kl-GL"/>
        </w:rPr>
        <w:t>Sulinermi</w:t>
      </w:r>
      <w:r w:rsidR="00CE02F1" w:rsidRPr="00171408">
        <w:rPr>
          <w:rFonts w:ascii="Times New Roman" w:hAnsi="Times New Roman" w:cs="Times New Roman"/>
          <w:lang w:val="kl-GL"/>
        </w:rPr>
        <w:t xml:space="preserve"> ajoqusernermut isumannaarineq pillugu inatsimmi § 48, imm. 6, oqaaseqatigiit </w:t>
      </w:r>
      <w:r w:rsidR="009950EE" w:rsidRPr="00171408">
        <w:rPr>
          <w:rFonts w:ascii="Times New Roman" w:hAnsi="Times New Roman" w:cs="Times New Roman"/>
          <w:lang w:val="kl-GL"/>
        </w:rPr>
        <w:t>sisama</w:t>
      </w:r>
      <w:r w:rsidR="00CE02F1" w:rsidRPr="00171408">
        <w:rPr>
          <w:rFonts w:ascii="Times New Roman" w:hAnsi="Times New Roman" w:cs="Times New Roman"/>
          <w:lang w:val="kl-GL"/>
        </w:rPr>
        <w:t>a</w:t>
      </w:r>
      <w:r w:rsidR="009950EE" w:rsidRPr="00171408">
        <w:rPr>
          <w:rFonts w:ascii="Times New Roman" w:hAnsi="Times New Roman" w:cs="Times New Roman"/>
          <w:lang w:val="kl-GL"/>
        </w:rPr>
        <w:t>n</w:t>
      </w:r>
      <w:r w:rsidR="00CE02F1" w:rsidRPr="00171408">
        <w:rPr>
          <w:rFonts w:ascii="Times New Roman" w:hAnsi="Times New Roman" w:cs="Times New Roman"/>
          <w:lang w:val="kl-GL"/>
        </w:rPr>
        <w:t>nik allanngortitsinikkut, aalajangersakkami pineqarput agg</w:t>
      </w:r>
      <w:r w:rsidR="00660990" w:rsidRPr="00171408">
        <w:rPr>
          <w:rFonts w:ascii="Times New Roman" w:hAnsi="Times New Roman" w:cs="Times New Roman"/>
          <w:lang w:val="kl-GL"/>
        </w:rPr>
        <w:t>u</w:t>
      </w:r>
      <w:r w:rsidR="00CE02F1" w:rsidRPr="00171408">
        <w:rPr>
          <w:rFonts w:ascii="Times New Roman" w:hAnsi="Times New Roman" w:cs="Times New Roman"/>
          <w:lang w:val="kl-GL"/>
        </w:rPr>
        <w:t xml:space="preserve">ataarineq, acontomik akiliineq aamma kingornatigut </w:t>
      </w:r>
      <w:r w:rsidR="00660990" w:rsidRPr="00171408">
        <w:rPr>
          <w:rFonts w:ascii="Times New Roman" w:hAnsi="Times New Roman" w:cs="Times New Roman"/>
          <w:lang w:val="kl-GL"/>
        </w:rPr>
        <w:t>nal</w:t>
      </w:r>
      <w:r w:rsidR="007C654C" w:rsidRPr="00171408">
        <w:rPr>
          <w:rFonts w:ascii="Times New Roman" w:hAnsi="Times New Roman" w:cs="Times New Roman"/>
          <w:lang w:val="kl-GL"/>
        </w:rPr>
        <w:t>eqqu</w:t>
      </w:r>
      <w:r w:rsidR="00660990" w:rsidRPr="00171408">
        <w:rPr>
          <w:rFonts w:ascii="Times New Roman" w:hAnsi="Times New Roman" w:cs="Times New Roman"/>
          <w:lang w:val="kl-GL"/>
        </w:rPr>
        <w:t>ssaaneq</w:t>
      </w:r>
      <w:r w:rsidR="00CE02F1" w:rsidRPr="00171408">
        <w:rPr>
          <w:rFonts w:ascii="Times New Roman" w:hAnsi="Times New Roman" w:cs="Times New Roman"/>
          <w:lang w:val="kl-GL"/>
        </w:rPr>
        <w:t>. Taamaattumik Arbejdsmarkedets Erhvervssikringip siulersuisuisa innersuussuteqar</w:t>
      </w:r>
      <w:r w:rsidR="008705A1" w:rsidRPr="00171408">
        <w:rPr>
          <w:rFonts w:ascii="Times New Roman" w:hAnsi="Times New Roman" w:cs="Times New Roman"/>
          <w:lang w:val="kl-GL"/>
        </w:rPr>
        <w:t>nerisa kingorna</w:t>
      </w:r>
      <w:r w:rsidR="00CE02F1" w:rsidRPr="00171408">
        <w:rPr>
          <w:rFonts w:ascii="Times New Roman" w:hAnsi="Times New Roman" w:cs="Times New Roman"/>
          <w:lang w:val="kl-GL"/>
        </w:rPr>
        <w:t xml:space="preserve">, </w:t>
      </w:r>
      <w:r w:rsidR="005E0E6B" w:rsidRPr="00171408">
        <w:rPr>
          <w:rFonts w:ascii="Times New Roman" w:hAnsi="Times New Roman" w:cs="Times New Roman"/>
          <w:lang w:val="kl-GL"/>
        </w:rPr>
        <w:t>sulinermi</w:t>
      </w:r>
      <w:r w:rsidR="00CE02F1" w:rsidRPr="00171408">
        <w:rPr>
          <w:rFonts w:ascii="Times New Roman" w:hAnsi="Times New Roman" w:cs="Times New Roman"/>
          <w:lang w:val="kl-GL"/>
        </w:rPr>
        <w:t xml:space="preserve"> ajoqusernermut sillimmasiisarfiit akornanni ukiumoortumik aningaasartuutinik agguataarisarnermut malittarisassat erseqqinnerusut </w:t>
      </w:r>
      <w:r w:rsidR="00397689" w:rsidRPr="00171408">
        <w:rPr>
          <w:rFonts w:ascii="Times New Roman" w:hAnsi="Times New Roman" w:cs="Times New Roman"/>
          <w:lang w:val="kl-GL"/>
        </w:rPr>
        <w:t>suliassaqartitsinermut ministeri</w:t>
      </w:r>
      <w:r w:rsidR="00CE02F1" w:rsidRPr="00171408">
        <w:rPr>
          <w:rFonts w:ascii="Times New Roman" w:hAnsi="Times New Roman" w:cs="Times New Roman"/>
          <w:lang w:val="kl-GL"/>
        </w:rPr>
        <w:t xml:space="preserve">p </w:t>
      </w:r>
      <w:r w:rsidR="000D3714" w:rsidRPr="00171408">
        <w:rPr>
          <w:rFonts w:ascii="Times New Roman" w:hAnsi="Times New Roman" w:cs="Times New Roman"/>
          <w:lang w:val="kl-GL"/>
        </w:rPr>
        <w:t xml:space="preserve">Finanstilsyni suleqatigalugu </w:t>
      </w:r>
      <w:r w:rsidR="00CE02F1" w:rsidRPr="00171408">
        <w:rPr>
          <w:rFonts w:ascii="Times New Roman" w:hAnsi="Times New Roman" w:cs="Times New Roman"/>
          <w:lang w:val="kl-GL"/>
        </w:rPr>
        <w:t xml:space="preserve">aalajangersassavai. Agguataarinermut tunngatillugu pineqarput </w:t>
      </w:r>
      <w:r w:rsidR="005E0E6B" w:rsidRPr="00171408">
        <w:rPr>
          <w:rFonts w:ascii="Times New Roman" w:hAnsi="Times New Roman" w:cs="Times New Roman"/>
          <w:lang w:val="kl-GL"/>
        </w:rPr>
        <w:t>sulinermi</w:t>
      </w:r>
      <w:r w:rsidR="00CE02F1" w:rsidRPr="00171408">
        <w:rPr>
          <w:rFonts w:ascii="Times New Roman" w:hAnsi="Times New Roman" w:cs="Times New Roman"/>
          <w:lang w:val="kl-GL"/>
        </w:rPr>
        <w:t xml:space="preserve"> ajutoornernut aningaasartuutit, ikiorteqarnermut atorneqartut kiisalu acontomik akiliinermut malittarisassat erseqqinnerusut </w:t>
      </w:r>
      <w:r w:rsidR="00C3269E" w:rsidRPr="00171408">
        <w:rPr>
          <w:rFonts w:ascii="Times New Roman" w:hAnsi="Times New Roman" w:cs="Times New Roman"/>
          <w:lang w:val="kl-GL"/>
        </w:rPr>
        <w:t>aamma</w:t>
      </w:r>
      <w:r w:rsidR="00CE02F1" w:rsidRPr="00171408">
        <w:rPr>
          <w:rFonts w:ascii="Times New Roman" w:hAnsi="Times New Roman" w:cs="Times New Roman"/>
          <w:lang w:val="kl-GL"/>
        </w:rPr>
        <w:t xml:space="preserve"> kingornatigut </w:t>
      </w:r>
      <w:r w:rsidR="007B403F" w:rsidRPr="00171408">
        <w:rPr>
          <w:rFonts w:ascii="Times New Roman" w:hAnsi="Times New Roman" w:cs="Times New Roman"/>
          <w:lang w:val="kl-GL"/>
        </w:rPr>
        <w:t>nal</w:t>
      </w:r>
      <w:r w:rsidR="007C654C" w:rsidRPr="00171408">
        <w:rPr>
          <w:rFonts w:ascii="Times New Roman" w:hAnsi="Times New Roman" w:cs="Times New Roman"/>
          <w:lang w:val="kl-GL"/>
        </w:rPr>
        <w:t>eqqu</w:t>
      </w:r>
      <w:r w:rsidR="007B403F" w:rsidRPr="00171408">
        <w:rPr>
          <w:rFonts w:ascii="Times New Roman" w:hAnsi="Times New Roman" w:cs="Times New Roman"/>
          <w:lang w:val="kl-GL"/>
        </w:rPr>
        <w:t>ssaaneq</w:t>
      </w:r>
      <w:r w:rsidR="00CE02F1" w:rsidRPr="00171408">
        <w:rPr>
          <w:rFonts w:ascii="Times New Roman" w:hAnsi="Times New Roman" w:cs="Times New Roman"/>
          <w:lang w:val="kl-GL"/>
        </w:rPr>
        <w:t>. Tamatuma kingorna aningaasat akilerallakkat ukiup atuuttup aallartinnerani aningaasartuutit atorneqarfissaanni akileqquneqassapput.</w:t>
      </w:r>
    </w:p>
    <w:p w14:paraId="7DB5685F" w14:textId="08325599" w:rsidR="00515200" w:rsidRPr="00171408" w:rsidRDefault="005E0E6B">
      <w:pPr>
        <w:pStyle w:val="stk2"/>
        <w:shd w:val="clear" w:color="auto" w:fill="FFFFFF"/>
        <w:spacing w:line="276" w:lineRule="auto"/>
        <w:ind w:firstLine="0"/>
        <w:rPr>
          <w:rFonts w:ascii="Times New Roman" w:hAnsi="Times New Roman"/>
          <w:lang w:val="kl-GL"/>
        </w:rPr>
      </w:pPr>
      <w:r w:rsidRPr="00171408">
        <w:rPr>
          <w:rFonts w:ascii="Times New Roman" w:hAnsi="Times New Roman" w:cs="Times New Roman"/>
          <w:sz w:val="22"/>
          <w:szCs w:val="22"/>
          <w:lang w:val="kl-GL"/>
        </w:rPr>
        <w:lastRenderedPageBreak/>
        <w:t>Sulinermi</w:t>
      </w:r>
      <w:r w:rsidR="00CE02F1" w:rsidRPr="00171408">
        <w:rPr>
          <w:rFonts w:ascii="Times New Roman" w:hAnsi="Times New Roman" w:cs="Times New Roman"/>
          <w:sz w:val="22"/>
          <w:szCs w:val="22"/>
          <w:lang w:val="kl-GL"/>
        </w:rPr>
        <w:t xml:space="preserve"> ajoqusernermut isumannaarineq pillugu inatsimmi § 48, imm. 6, oqaaseqatigiit </w:t>
      </w:r>
      <w:r w:rsidR="009950EE" w:rsidRPr="00171408">
        <w:rPr>
          <w:rFonts w:ascii="Times New Roman" w:hAnsi="Times New Roman" w:cs="Times New Roman"/>
          <w:sz w:val="22"/>
          <w:szCs w:val="22"/>
          <w:lang w:val="kl-GL"/>
        </w:rPr>
        <w:t>sisama</w:t>
      </w:r>
      <w:r w:rsidR="00CE02F1" w:rsidRPr="00171408">
        <w:rPr>
          <w:rFonts w:ascii="Times New Roman" w:hAnsi="Times New Roman" w:cs="Times New Roman"/>
          <w:sz w:val="22"/>
          <w:szCs w:val="22"/>
          <w:lang w:val="kl-GL"/>
        </w:rPr>
        <w:t>a</w:t>
      </w:r>
      <w:r w:rsidR="009950EE" w:rsidRPr="00171408">
        <w:rPr>
          <w:rFonts w:ascii="Times New Roman" w:hAnsi="Times New Roman" w:cs="Times New Roman"/>
          <w:sz w:val="22"/>
          <w:szCs w:val="22"/>
          <w:lang w:val="kl-GL"/>
        </w:rPr>
        <w:t>n</w:t>
      </w:r>
      <w:r w:rsidR="00CE02F1" w:rsidRPr="00171408">
        <w:rPr>
          <w:rFonts w:ascii="Times New Roman" w:hAnsi="Times New Roman" w:cs="Times New Roman"/>
          <w:sz w:val="22"/>
          <w:szCs w:val="22"/>
          <w:lang w:val="kl-GL"/>
        </w:rPr>
        <w:t>ni piumasaqaatigineqarpoq, pi</w:t>
      </w:r>
      <w:r w:rsidR="009E0F8D" w:rsidRPr="00171408">
        <w:rPr>
          <w:rFonts w:ascii="Times New Roman" w:hAnsi="Times New Roman" w:cs="Times New Roman"/>
          <w:sz w:val="22"/>
          <w:szCs w:val="22"/>
          <w:lang w:val="kl-GL"/>
        </w:rPr>
        <w:t>s</w:t>
      </w:r>
      <w:r w:rsidR="00CE02F1" w:rsidRPr="00171408">
        <w:rPr>
          <w:rFonts w:ascii="Times New Roman" w:hAnsi="Times New Roman" w:cs="Times New Roman"/>
          <w:sz w:val="22"/>
          <w:szCs w:val="22"/>
          <w:lang w:val="kl-GL"/>
        </w:rPr>
        <w:t xml:space="preserve">innaatitsineq imatut </w:t>
      </w:r>
      <w:r w:rsidR="009E0F8D" w:rsidRPr="00171408">
        <w:rPr>
          <w:rFonts w:ascii="Times New Roman" w:hAnsi="Times New Roman" w:cs="Times New Roman"/>
          <w:sz w:val="22"/>
          <w:szCs w:val="22"/>
          <w:lang w:val="kl-GL"/>
        </w:rPr>
        <w:t>piviusunngortinneqassasoq</w:t>
      </w:r>
      <w:r w:rsidR="00CE02F1" w:rsidRPr="00171408">
        <w:rPr>
          <w:rFonts w:ascii="Times New Roman" w:hAnsi="Times New Roman" w:cs="Times New Roman"/>
          <w:sz w:val="22"/>
          <w:szCs w:val="22"/>
          <w:lang w:val="kl-GL"/>
        </w:rPr>
        <w:t xml:space="preserve">, erseqqissumik allaqqassalluni, Arbejdsmarkedets Erhvervssikringip ukiut aallartinneri tamaasa, </w:t>
      </w:r>
      <w:r w:rsidR="00376618" w:rsidRPr="00171408">
        <w:rPr>
          <w:rFonts w:ascii="Times New Roman" w:hAnsi="Times New Roman" w:cs="Times New Roman"/>
          <w:sz w:val="22"/>
          <w:szCs w:val="22"/>
          <w:lang w:val="kl-GL"/>
        </w:rPr>
        <w:t xml:space="preserve">missiliuussineq </w:t>
      </w:r>
      <w:r w:rsidR="00CE02F1" w:rsidRPr="00171408">
        <w:rPr>
          <w:rFonts w:ascii="Times New Roman" w:hAnsi="Times New Roman" w:cs="Times New Roman"/>
          <w:sz w:val="22"/>
          <w:szCs w:val="22"/>
          <w:lang w:val="kl-GL"/>
        </w:rPr>
        <w:t xml:space="preserve">piviusorsiortoq tunngavigalugu, sillimmasiisarfinnut </w:t>
      </w:r>
      <w:r w:rsidRPr="00171408">
        <w:rPr>
          <w:rFonts w:ascii="Times New Roman" w:hAnsi="Times New Roman" w:cs="Times New Roman"/>
          <w:sz w:val="22"/>
          <w:szCs w:val="22"/>
          <w:lang w:val="kl-GL"/>
        </w:rPr>
        <w:t>sulinermi</w:t>
      </w:r>
      <w:r w:rsidR="00CE02F1" w:rsidRPr="00171408">
        <w:rPr>
          <w:rFonts w:ascii="Times New Roman" w:hAnsi="Times New Roman" w:cs="Times New Roman"/>
          <w:sz w:val="22"/>
          <w:szCs w:val="22"/>
          <w:lang w:val="kl-GL"/>
        </w:rPr>
        <w:t xml:space="preserve"> ajutoornernut sillimmasii</w:t>
      </w:r>
      <w:r w:rsidR="00EB3E91" w:rsidRPr="00171408">
        <w:rPr>
          <w:rFonts w:ascii="Times New Roman" w:hAnsi="Times New Roman" w:cs="Times New Roman"/>
          <w:sz w:val="22"/>
          <w:szCs w:val="22"/>
          <w:lang w:val="kl-GL"/>
        </w:rPr>
        <w:t>nermik ingerlatsisunut</w:t>
      </w:r>
      <w:r w:rsidR="00CE02F1" w:rsidRPr="00171408">
        <w:rPr>
          <w:rFonts w:ascii="Times New Roman" w:hAnsi="Times New Roman" w:cs="Times New Roman"/>
          <w:sz w:val="22"/>
          <w:szCs w:val="22"/>
          <w:lang w:val="kl-GL"/>
        </w:rPr>
        <w:t xml:space="preserve"> tamanut siumoortumik acontomik akileeqqusisarnissaa. Sillimmasiisarfiit, </w:t>
      </w:r>
      <w:r w:rsidRPr="00171408">
        <w:rPr>
          <w:rFonts w:ascii="Times New Roman" w:hAnsi="Times New Roman" w:cs="Times New Roman"/>
          <w:sz w:val="22"/>
          <w:szCs w:val="22"/>
          <w:lang w:val="kl-GL"/>
        </w:rPr>
        <w:t>sulinermi</w:t>
      </w:r>
      <w:r w:rsidR="00CE02F1" w:rsidRPr="00171408">
        <w:rPr>
          <w:rFonts w:ascii="Times New Roman" w:hAnsi="Times New Roman" w:cs="Times New Roman"/>
          <w:sz w:val="22"/>
          <w:szCs w:val="22"/>
          <w:lang w:val="kl-GL"/>
        </w:rPr>
        <w:t xml:space="preserve"> ajutoornernut </w:t>
      </w:r>
      <w:r w:rsidR="00D65D81" w:rsidRPr="00171408">
        <w:rPr>
          <w:rFonts w:ascii="Times New Roman" w:hAnsi="Times New Roman" w:cs="Times New Roman"/>
          <w:sz w:val="22"/>
          <w:szCs w:val="22"/>
          <w:lang w:val="kl-GL"/>
        </w:rPr>
        <w:t xml:space="preserve">sillimmasiissutinik </w:t>
      </w:r>
      <w:r w:rsidR="00CE02F1" w:rsidRPr="00171408">
        <w:rPr>
          <w:rFonts w:ascii="Times New Roman" w:hAnsi="Times New Roman" w:cs="Times New Roman"/>
          <w:sz w:val="22"/>
          <w:szCs w:val="22"/>
          <w:lang w:val="kl-GL"/>
        </w:rPr>
        <w:t xml:space="preserve">aqutsinermik allanut tunniussisimasut, assersuutigalugu sillimmasiissutinik tuniniaasartunut, assinganik aningaasartuutinut akiliisussaapput, </w:t>
      </w:r>
      <w:r w:rsidR="00C3269E" w:rsidRPr="00171408">
        <w:rPr>
          <w:rFonts w:ascii="Times New Roman" w:hAnsi="Times New Roman" w:cs="Times New Roman"/>
          <w:sz w:val="22"/>
          <w:szCs w:val="22"/>
          <w:lang w:val="kl-GL"/>
        </w:rPr>
        <w:t>aamma</w:t>
      </w:r>
      <w:r w:rsidR="00CE02F1" w:rsidRPr="00171408">
        <w:rPr>
          <w:rFonts w:ascii="Times New Roman" w:hAnsi="Times New Roman" w:cs="Times New Roman"/>
          <w:sz w:val="22"/>
          <w:szCs w:val="22"/>
          <w:lang w:val="kl-GL"/>
        </w:rPr>
        <w:t xml:space="preserve"> </w:t>
      </w:r>
      <w:r w:rsidR="00CE02F1" w:rsidRPr="00171408">
        <w:rPr>
          <w:rFonts w:ascii="Times New Roman" w:hAnsi="Times New Roman" w:cs="Times New Roman"/>
          <w:sz w:val="22"/>
          <w:szCs w:val="22"/>
          <w:shd w:val="clear" w:color="auto" w:fill="FFFFFF"/>
          <w:lang w:val="kl-GL"/>
        </w:rPr>
        <w:t xml:space="preserve">Arbejdsmarkedets Erhvervssikringip aningaasat sillimmasiisarfimminngaanniit imaluunniit allamiit sillimmasiisarfik sinnerlugu </w:t>
      </w:r>
      <w:r w:rsidR="004251FD" w:rsidRPr="00171408">
        <w:rPr>
          <w:rFonts w:ascii="Times New Roman" w:hAnsi="Times New Roman" w:cs="Times New Roman"/>
          <w:sz w:val="22"/>
          <w:szCs w:val="22"/>
          <w:lang w:val="kl-GL"/>
        </w:rPr>
        <w:t xml:space="preserve">sillimmasiissutinik </w:t>
      </w:r>
      <w:r w:rsidR="00CE02F1" w:rsidRPr="00171408">
        <w:rPr>
          <w:rFonts w:ascii="Times New Roman" w:hAnsi="Times New Roman" w:cs="Times New Roman"/>
          <w:sz w:val="22"/>
          <w:szCs w:val="22"/>
          <w:shd w:val="clear" w:color="auto" w:fill="FFFFFF"/>
          <w:lang w:val="kl-GL"/>
        </w:rPr>
        <w:t>aqutsisumiit</w:t>
      </w:r>
      <w:r w:rsidR="004251FD" w:rsidRPr="00171408">
        <w:rPr>
          <w:rFonts w:ascii="Times New Roman" w:hAnsi="Times New Roman" w:cs="Times New Roman"/>
          <w:sz w:val="22"/>
          <w:szCs w:val="22"/>
          <w:shd w:val="clear" w:color="auto" w:fill="FFFFFF"/>
          <w:lang w:val="kl-GL"/>
        </w:rPr>
        <w:t xml:space="preserve"> akileqqusinnaavai</w:t>
      </w:r>
      <w:r w:rsidR="00CE02F1" w:rsidRPr="00171408">
        <w:rPr>
          <w:rFonts w:ascii="Times New Roman" w:hAnsi="Times New Roman" w:cs="Times New Roman"/>
          <w:sz w:val="22"/>
          <w:szCs w:val="22"/>
          <w:shd w:val="clear" w:color="auto" w:fill="FFFFFF"/>
          <w:lang w:val="kl-GL"/>
        </w:rPr>
        <w:t>.</w:t>
      </w:r>
    </w:p>
    <w:p w14:paraId="33720F5B" w14:textId="77777777" w:rsidR="00515200" w:rsidRPr="00171408" w:rsidRDefault="00515200" w:rsidP="00EA5A94">
      <w:pPr>
        <w:pStyle w:val="stk2"/>
        <w:shd w:val="clear" w:color="auto" w:fill="FFFFFF"/>
        <w:spacing w:line="276" w:lineRule="auto"/>
        <w:ind w:firstLine="0"/>
        <w:rPr>
          <w:rFonts w:ascii="Times New Roman" w:hAnsi="Times New Roman" w:cs="Times New Roman"/>
          <w:sz w:val="22"/>
          <w:szCs w:val="22"/>
          <w:shd w:val="clear" w:color="auto" w:fill="FFFFFF"/>
          <w:lang w:val="kl-GL"/>
        </w:rPr>
      </w:pPr>
    </w:p>
    <w:p w14:paraId="39C3DFDD" w14:textId="37566A84" w:rsidR="00515200" w:rsidRPr="00171408" w:rsidRDefault="00CE02F1">
      <w:pPr>
        <w:pStyle w:val="stk2"/>
        <w:shd w:val="clear" w:color="auto" w:fill="FFFFFF"/>
        <w:spacing w:line="276" w:lineRule="auto"/>
        <w:ind w:firstLine="0"/>
        <w:rPr>
          <w:rFonts w:ascii="Times New Roman" w:hAnsi="Times New Roman"/>
          <w:lang w:val="kl-GL"/>
        </w:rPr>
      </w:pPr>
      <w:r w:rsidRPr="00171408">
        <w:rPr>
          <w:rFonts w:ascii="Times New Roman" w:hAnsi="Times New Roman" w:cs="Times New Roman"/>
          <w:sz w:val="22"/>
          <w:szCs w:val="22"/>
          <w:shd w:val="clear" w:color="auto" w:fill="FFFFFF"/>
          <w:lang w:val="kl-GL"/>
        </w:rPr>
        <w:t>Tamatuma saniatigut piumasaqaatigineqarpoq, pi</w:t>
      </w:r>
      <w:r w:rsidR="004251FD" w:rsidRPr="00171408">
        <w:rPr>
          <w:rFonts w:ascii="Times New Roman" w:hAnsi="Times New Roman" w:cs="Times New Roman"/>
          <w:sz w:val="22"/>
          <w:szCs w:val="22"/>
          <w:shd w:val="clear" w:color="auto" w:fill="FFFFFF"/>
          <w:lang w:val="kl-GL"/>
        </w:rPr>
        <w:t>s</w:t>
      </w:r>
      <w:r w:rsidRPr="00171408">
        <w:rPr>
          <w:rFonts w:ascii="Times New Roman" w:hAnsi="Times New Roman" w:cs="Times New Roman"/>
          <w:sz w:val="22"/>
          <w:szCs w:val="22"/>
          <w:shd w:val="clear" w:color="auto" w:fill="FFFFFF"/>
          <w:lang w:val="kl-GL"/>
        </w:rPr>
        <w:t xml:space="preserve">innaatitaanerup qaffasippallaamik imaluunniit appasippallaamik acontomik akiliineq pillugu ukiumut tulliuttumut ukiumoortumik kingornatigut </w:t>
      </w:r>
      <w:r w:rsidR="002403BD" w:rsidRPr="00171408">
        <w:rPr>
          <w:rFonts w:ascii="Times New Roman" w:hAnsi="Times New Roman" w:cs="Times New Roman"/>
          <w:sz w:val="22"/>
          <w:szCs w:val="22"/>
          <w:shd w:val="clear" w:color="auto" w:fill="FFFFFF"/>
          <w:lang w:val="kl-GL"/>
        </w:rPr>
        <w:t>nal</w:t>
      </w:r>
      <w:r w:rsidR="00AF60B8" w:rsidRPr="00171408">
        <w:rPr>
          <w:rFonts w:ascii="Times New Roman" w:hAnsi="Times New Roman" w:cs="Times New Roman"/>
          <w:sz w:val="22"/>
          <w:szCs w:val="22"/>
          <w:shd w:val="clear" w:color="auto" w:fill="FFFFFF"/>
          <w:lang w:val="kl-GL"/>
        </w:rPr>
        <w:t>eqqu</w:t>
      </w:r>
      <w:r w:rsidR="002403BD" w:rsidRPr="00171408">
        <w:rPr>
          <w:rFonts w:ascii="Times New Roman" w:hAnsi="Times New Roman" w:cs="Times New Roman"/>
          <w:sz w:val="22"/>
          <w:szCs w:val="22"/>
          <w:shd w:val="clear" w:color="auto" w:fill="FFFFFF"/>
          <w:lang w:val="kl-GL"/>
        </w:rPr>
        <w:t xml:space="preserve">ssaanermut </w:t>
      </w:r>
      <w:r w:rsidRPr="00171408">
        <w:rPr>
          <w:rFonts w:ascii="Times New Roman" w:hAnsi="Times New Roman" w:cs="Times New Roman"/>
          <w:sz w:val="22"/>
          <w:szCs w:val="22"/>
          <w:shd w:val="clear" w:color="auto" w:fill="FFFFFF"/>
          <w:lang w:val="kl-GL"/>
        </w:rPr>
        <w:t xml:space="preserve">malittarisassanik aalajangersaanissamut atorneqarnissaa. Siunnersuutigineqarpoq, taamaallaat ukiumut ataasiarluni akileeqqusineqartassasoq, </w:t>
      </w:r>
      <w:r w:rsidR="00C3269E" w:rsidRPr="00171408">
        <w:rPr>
          <w:rFonts w:ascii="Times New Roman" w:hAnsi="Times New Roman" w:cs="Times New Roman"/>
          <w:sz w:val="22"/>
          <w:szCs w:val="22"/>
          <w:shd w:val="clear" w:color="auto" w:fill="FFFFFF"/>
          <w:lang w:val="kl-GL"/>
        </w:rPr>
        <w:t>aamma</w:t>
      </w:r>
      <w:r w:rsidRPr="00171408">
        <w:rPr>
          <w:rFonts w:ascii="Times New Roman" w:hAnsi="Times New Roman" w:cs="Times New Roman"/>
          <w:sz w:val="22"/>
          <w:szCs w:val="22"/>
          <w:shd w:val="clear" w:color="auto" w:fill="FFFFFF"/>
          <w:lang w:val="kl-GL"/>
        </w:rPr>
        <w:t xml:space="preserve"> akileeqqusinermut, </w:t>
      </w:r>
      <w:r w:rsidRPr="00171408">
        <w:rPr>
          <w:rFonts w:ascii="Times New Roman" w:hAnsi="Times New Roman" w:cs="Times New Roman"/>
          <w:color w:val="00000A"/>
          <w:sz w:val="22"/>
          <w:szCs w:val="22"/>
          <w:shd w:val="clear" w:color="auto" w:fill="FFFFFF"/>
          <w:lang w:val="kl-GL"/>
        </w:rPr>
        <w:t>§§ 52, 56 aamma 64 malillugit</w:t>
      </w:r>
      <w:r w:rsidRPr="00171408">
        <w:rPr>
          <w:rFonts w:ascii="Times New Roman" w:hAnsi="Times New Roman" w:cs="Times New Roman"/>
          <w:sz w:val="22"/>
          <w:szCs w:val="22"/>
          <w:shd w:val="clear" w:color="auto" w:fill="FFFFFF"/>
          <w:lang w:val="kl-GL"/>
        </w:rPr>
        <w:t xml:space="preserve"> aningaasartuutit saniatigut, § 64 malillugu </w:t>
      </w:r>
      <w:r w:rsidRPr="00171408">
        <w:rPr>
          <w:rFonts w:ascii="Times New Roman" w:hAnsi="Times New Roman" w:cs="Times New Roman"/>
          <w:color w:val="00000A"/>
          <w:sz w:val="22"/>
          <w:szCs w:val="22"/>
          <w:shd w:val="clear" w:color="auto" w:fill="FFFFFF"/>
          <w:lang w:val="kl-GL"/>
        </w:rPr>
        <w:t>Arbejdsmarkedets Erhvervssikringimi aamma Ankestyrelsimi suliamik ingerlatsinermut tunngatillugu akigititanik akileeqqusineq ilaatinneqar</w:t>
      </w:r>
      <w:r w:rsidR="002E49A7" w:rsidRPr="00171408">
        <w:rPr>
          <w:rFonts w:ascii="Times New Roman" w:hAnsi="Times New Roman" w:cs="Times New Roman"/>
          <w:color w:val="00000A"/>
          <w:sz w:val="22"/>
          <w:szCs w:val="22"/>
          <w:shd w:val="clear" w:color="auto" w:fill="FFFFFF"/>
          <w:lang w:val="kl-GL"/>
        </w:rPr>
        <w:t>luni</w:t>
      </w:r>
      <w:r w:rsidRPr="00171408">
        <w:rPr>
          <w:rFonts w:ascii="Times New Roman" w:hAnsi="Times New Roman" w:cs="Times New Roman"/>
          <w:color w:val="00000A"/>
          <w:sz w:val="22"/>
          <w:szCs w:val="22"/>
          <w:shd w:val="clear" w:color="auto" w:fill="FFFFFF"/>
          <w:lang w:val="kl-GL"/>
        </w:rPr>
        <w:t>.</w:t>
      </w:r>
    </w:p>
    <w:p w14:paraId="2A6FF7E7" w14:textId="77777777" w:rsidR="00515200" w:rsidRPr="00171408" w:rsidRDefault="00515200" w:rsidP="00EA5A94">
      <w:pPr>
        <w:pStyle w:val="stk2"/>
        <w:shd w:val="clear" w:color="auto" w:fill="FFFFFF"/>
        <w:spacing w:line="276" w:lineRule="auto"/>
        <w:ind w:firstLine="0"/>
        <w:rPr>
          <w:rFonts w:ascii="Times New Roman" w:hAnsi="Times New Roman" w:cs="Times New Roman"/>
          <w:color w:val="00000A"/>
          <w:sz w:val="22"/>
          <w:szCs w:val="22"/>
          <w:lang w:val="kl-GL"/>
        </w:rPr>
      </w:pPr>
    </w:p>
    <w:p w14:paraId="248631DC" w14:textId="7A2B77F0" w:rsidR="00515200" w:rsidRPr="00171408" w:rsidRDefault="008E4BCC">
      <w:pPr>
        <w:pStyle w:val="stk2"/>
        <w:shd w:val="clear" w:color="auto" w:fill="FFFFFF"/>
        <w:spacing w:line="276" w:lineRule="auto"/>
        <w:ind w:firstLine="0"/>
        <w:rPr>
          <w:rFonts w:ascii="Times New Roman" w:hAnsi="Times New Roman"/>
          <w:lang w:val="kl-GL"/>
        </w:rPr>
      </w:pPr>
      <w:bookmarkStart w:id="14" w:name="_Hlk150508053"/>
      <w:r w:rsidRPr="00171408">
        <w:rPr>
          <w:rFonts w:ascii="Times New Roman" w:hAnsi="Times New Roman" w:cs="Times New Roman"/>
          <w:color w:val="00000A"/>
          <w:sz w:val="22"/>
          <w:szCs w:val="22"/>
          <w:lang w:val="kl-GL"/>
        </w:rPr>
        <w:t>§ 1, nr. 2</w:t>
      </w:r>
      <w:r w:rsidR="00C42FAC" w:rsidRPr="00171408">
        <w:rPr>
          <w:rFonts w:ascii="Times New Roman" w:hAnsi="Times New Roman" w:cs="Times New Roman"/>
          <w:color w:val="00000A"/>
          <w:sz w:val="22"/>
          <w:szCs w:val="22"/>
          <w:lang w:val="kl-GL"/>
        </w:rPr>
        <w:t>4</w:t>
      </w:r>
      <w:r w:rsidRPr="00171408">
        <w:rPr>
          <w:rFonts w:ascii="Times New Roman" w:hAnsi="Times New Roman" w:cs="Times New Roman"/>
          <w:color w:val="00000A"/>
          <w:sz w:val="22"/>
          <w:szCs w:val="22"/>
          <w:lang w:val="kl-GL"/>
        </w:rPr>
        <w:t>-mi allannguutissatut siunnersuutigineqartup siunnersuut kingunerivaa, aamma piumasaqaatigalugu Suliassaqartitsinermut ministereqarfiup sulinermi ajoqusernermut isumannaarineq pillugu inatsit aamma sulinermi ajutoornerup kingunerisaanut isumannaarineq pillugu inatsit malillugit Arbejdsmarkedets Erhvervssikringimit akilerneqartut, taarsiissutit aalajangersimasut il.il. ilaannut aningaasaliineq pillugu nalunaarutaa nr. 645, 28. juni 2019-imeersoq malillugu kiisalu Arbejdsskadestyrelsip aamma Ankestyrelsip pisunik Kalaallit Nunaanni sulinermi ajoqusernermut isumannaarineq pillugu inatsimmi ilaatinneqartunik aqutsineranut akiliineq pillugu nalunaarutaa nr. 1655, 21. december 2010-meersoq malillugit siunnersuutigineqartoq naapertorlugu allanngortinneqarnissaat.</w:t>
      </w:r>
      <w:bookmarkEnd w:id="14"/>
    </w:p>
    <w:p w14:paraId="4B338FB3" w14:textId="77777777" w:rsidR="00515200" w:rsidRPr="00171408" w:rsidRDefault="00515200" w:rsidP="00EA5A94">
      <w:pPr>
        <w:pStyle w:val="stk2"/>
        <w:shd w:val="clear" w:color="auto" w:fill="FFFFFF"/>
        <w:spacing w:line="276" w:lineRule="auto"/>
        <w:ind w:firstLine="0"/>
        <w:rPr>
          <w:rFonts w:ascii="Times New Roman" w:hAnsi="Times New Roman" w:cs="Times New Roman"/>
          <w:color w:val="00000A"/>
          <w:sz w:val="22"/>
          <w:szCs w:val="22"/>
          <w:lang w:val="kl-GL"/>
        </w:rPr>
      </w:pPr>
    </w:p>
    <w:p w14:paraId="141CAA82" w14:textId="562DA8F1" w:rsidR="00515200" w:rsidRPr="00171408" w:rsidRDefault="00CE02F1">
      <w:pPr>
        <w:rPr>
          <w:rFonts w:ascii="Times New Roman" w:hAnsi="Times New Roman"/>
          <w:lang w:val="kl-GL"/>
        </w:rPr>
      </w:pPr>
      <w:r w:rsidRPr="00171408">
        <w:rPr>
          <w:rFonts w:ascii="Times New Roman" w:hAnsi="Times New Roman" w:cs="Times New Roman"/>
          <w:lang w:val="kl-GL"/>
        </w:rPr>
        <w:t>Inatsisissatut siunnersuummi § 1, nr. 2</w:t>
      </w:r>
      <w:r w:rsidR="0049755E" w:rsidRPr="00171408">
        <w:rPr>
          <w:rFonts w:ascii="Times New Roman" w:hAnsi="Times New Roman" w:cs="Times New Roman"/>
          <w:lang w:val="kl-GL"/>
        </w:rPr>
        <w:t>4</w:t>
      </w:r>
      <w:r w:rsidRPr="00171408">
        <w:rPr>
          <w:rFonts w:ascii="Times New Roman" w:hAnsi="Times New Roman" w:cs="Times New Roman"/>
          <w:lang w:val="kl-GL"/>
        </w:rPr>
        <w:t xml:space="preserve">-mut aamma </w:t>
      </w:r>
      <w:r w:rsidR="0049755E" w:rsidRPr="00171408">
        <w:rPr>
          <w:rFonts w:ascii="Times New Roman" w:hAnsi="Times New Roman" w:cs="Times New Roman"/>
          <w:lang w:val="kl-GL"/>
        </w:rPr>
        <w:t>31</w:t>
      </w:r>
      <w:r w:rsidRPr="00171408">
        <w:rPr>
          <w:rFonts w:ascii="Times New Roman" w:hAnsi="Times New Roman" w:cs="Times New Roman"/>
          <w:lang w:val="kl-GL"/>
        </w:rPr>
        <w:t xml:space="preserve">-mut oqaaseqaatit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oqaaseqaatit nalinginnaasut innersuussutigineqarput, imm. 2.9.</w:t>
      </w:r>
    </w:p>
    <w:p w14:paraId="2AC606F5" w14:textId="312D9BC0" w:rsidR="00515200" w:rsidRPr="00171408" w:rsidRDefault="00CE02F1">
      <w:pPr>
        <w:rPr>
          <w:rFonts w:ascii="Times New Roman" w:hAnsi="Times New Roman"/>
          <w:lang w:val="kl-GL"/>
        </w:rPr>
      </w:pPr>
      <w:r w:rsidRPr="00171408">
        <w:rPr>
          <w:rFonts w:ascii="Times New Roman" w:hAnsi="Times New Roman" w:cs="Times New Roman"/>
          <w:lang w:val="kl-GL"/>
        </w:rPr>
        <w:t>Nr. 2</w:t>
      </w:r>
      <w:r w:rsidR="00762063" w:rsidRPr="00171408">
        <w:rPr>
          <w:rFonts w:ascii="Times New Roman" w:hAnsi="Times New Roman" w:cs="Times New Roman"/>
          <w:lang w:val="kl-GL"/>
        </w:rPr>
        <w:t>6</w:t>
      </w:r>
      <w:r w:rsidRPr="00171408">
        <w:rPr>
          <w:rFonts w:ascii="Times New Roman" w:hAnsi="Times New Roman" w:cs="Times New Roman"/>
          <w:lang w:val="kl-GL"/>
        </w:rPr>
        <w:t>-mut</w:t>
      </w:r>
    </w:p>
    <w:p w14:paraId="0A05B4A8" w14:textId="1405D916" w:rsidR="00515200" w:rsidRPr="00171408" w:rsidRDefault="00CE02F1">
      <w:pPr>
        <w:rPr>
          <w:rFonts w:ascii="Times New Roman" w:hAnsi="Times New Roman"/>
          <w:lang w:val="kl-GL"/>
        </w:rPr>
      </w:pPr>
      <w:r w:rsidRPr="00171408">
        <w:rPr>
          <w:rFonts w:ascii="Times New Roman" w:hAnsi="Times New Roman" w:cs="Times New Roman"/>
          <w:lang w:val="kl-GL"/>
        </w:rPr>
        <w:t xml:space="preserve">§ 56, imm. 4-mi aalajangersakkami atuuttumi allaqqavoq, </w:t>
      </w:r>
      <w:r w:rsidR="00D2727C" w:rsidRPr="00171408">
        <w:rPr>
          <w:rFonts w:ascii="Times New Roman" w:hAnsi="Times New Roman" w:cs="Times New Roman"/>
          <w:lang w:val="kl-GL"/>
        </w:rPr>
        <w:t xml:space="preserve">imm. 1 malillugu </w:t>
      </w:r>
      <w:r w:rsidRPr="00171408">
        <w:rPr>
          <w:rFonts w:ascii="Times New Roman" w:hAnsi="Times New Roman" w:cs="Times New Roman"/>
          <w:lang w:val="kl-GL"/>
        </w:rPr>
        <w:t>aningaasat Arbejdsmarkedets Erhvervssikringi</w:t>
      </w:r>
      <w:r w:rsidR="00F12900" w:rsidRPr="00171408">
        <w:rPr>
          <w:rFonts w:ascii="Times New Roman" w:hAnsi="Times New Roman" w:cs="Times New Roman"/>
          <w:lang w:val="kl-GL"/>
        </w:rPr>
        <w:t>mit</w:t>
      </w:r>
      <w:r w:rsidRPr="00171408">
        <w:rPr>
          <w:rFonts w:ascii="Times New Roman" w:hAnsi="Times New Roman" w:cs="Times New Roman"/>
          <w:lang w:val="kl-GL"/>
        </w:rPr>
        <w:t xml:space="preserve"> </w:t>
      </w:r>
      <w:r w:rsidR="005968D7" w:rsidRPr="00171408">
        <w:rPr>
          <w:rFonts w:ascii="Times New Roman" w:hAnsi="Times New Roman" w:cs="Times New Roman"/>
          <w:lang w:val="kl-GL"/>
        </w:rPr>
        <w:t>tunniunneqartut</w:t>
      </w:r>
      <w:r w:rsidRPr="00171408">
        <w:rPr>
          <w:rFonts w:ascii="Times New Roman" w:hAnsi="Times New Roman" w:cs="Times New Roman"/>
          <w:lang w:val="kl-GL"/>
        </w:rPr>
        <w:t xml:space="preserve">, </w:t>
      </w:r>
      <w:r w:rsidR="00E60035" w:rsidRPr="00171408">
        <w:rPr>
          <w:rFonts w:ascii="Times New Roman" w:hAnsi="Times New Roman" w:cs="Times New Roman"/>
          <w:lang w:val="kl-GL"/>
        </w:rPr>
        <w:t>§ 52, imm. 6, oqaaseqatigiit aappaanni aamma pingajuanni malittarisassat malillugit</w:t>
      </w:r>
      <w:r w:rsidR="00D2695E" w:rsidRPr="00171408">
        <w:rPr>
          <w:rFonts w:ascii="Times New Roman" w:hAnsi="Times New Roman" w:cs="Times New Roman"/>
          <w:lang w:val="kl-GL"/>
        </w:rPr>
        <w:t>,</w:t>
      </w:r>
      <w:r w:rsidR="00E60035" w:rsidRPr="00171408">
        <w:rPr>
          <w:rFonts w:ascii="Times New Roman" w:hAnsi="Times New Roman" w:cs="Times New Roman"/>
          <w:lang w:val="kl-GL"/>
        </w:rPr>
        <w:t xml:space="preserve"> imm. 2 malillugu aningaasat utertinneqarsimasinnaasut ilanngaatigalugit, sillimmasiisarfinnut Kalaallit Nunaannut sulinermi ajutoornernut sillimmasiisartunut </w:t>
      </w:r>
      <w:r w:rsidR="00D2695E" w:rsidRPr="00171408">
        <w:rPr>
          <w:rFonts w:ascii="Times New Roman" w:hAnsi="Times New Roman" w:cs="Times New Roman"/>
          <w:lang w:val="kl-GL"/>
        </w:rPr>
        <w:t>tamanut</w:t>
      </w:r>
      <w:r w:rsidR="00D2695E" w:rsidRPr="00171408" w:rsidDel="00E60035">
        <w:rPr>
          <w:rFonts w:ascii="Times New Roman" w:hAnsi="Times New Roman" w:cs="Times New Roman"/>
          <w:lang w:val="kl-GL"/>
        </w:rPr>
        <w:t xml:space="preserve"> </w:t>
      </w:r>
      <w:r w:rsidRPr="00171408">
        <w:rPr>
          <w:rFonts w:ascii="Times New Roman" w:hAnsi="Times New Roman" w:cs="Times New Roman"/>
          <w:lang w:val="kl-GL"/>
        </w:rPr>
        <w:t>aggua</w:t>
      </w:r>
      <w:r w:rsidR="000D5CB6" w:rsidRPr="00171408">
        <w:rPr>
          <w:rFonts w:ascii="Times New Roman" w:hAnsi="Times New Roman" w:cs="Times New Roman"/>
          <w:lang w:val="kl-GL"/>
        </w:rPr>
        <w:t>n</w:t>
      </w:r>
      <w:r w:rsidRPr="00171408">
        <w:rPr>
          <w:rFonts w:ascii="Times New Roman" w:hAnsi="Times New Roman" w:cs="Times New Roman"/>
          <w:lang w:val="kl-GL"/>
        </w:rPr>
        <w:t>neqassasut.</w:t>
      </w:r>
    </w:p>
    <w:p w14:paraId="17F047BB" w14:textId="06C56C97" w:rsidR="00515200" w:rsidRPr="00171408" w:rsidRDefault="00CE02F1">
      <w:pPr>
        <w:rPr>
          <w:rFonts w:ascii="Times New Roman" w:hAnsi="Times New Roman"/>
          <w:lang w:val="kl-GL"/>
        </w:rPr>
      </w:pPr>
      <w:r w:rsidRPr="00171408">
        <w:rPr>
          <w:rFonts w:ascii="Times New Roman" w:hAnsi="Times New Roman" w:cs="Times New Roman"/>
          <w:lang w:val="kl-GL"/>
        </w:rPr>
        <w:t xml:space="preserve">Inatsisissatut siunnersuutip </w:t>
      </w:r>
      <w:r w:rsidRPr="00171408">
        <w:rPr>
          <w:rFonts w:ascii="Times New Roman" w:hAnsi="Times New Roman" w:cs="Times New Roman"/>
          <w:i/>
          <w:lang w:val="kl-GL"/>
        </w:rPr>
        <w:t>§ 1, nr. 2</w:t>
      </w:r>
      <w:r w:rsidR="009E3AAC" w:rsidRPr="00171408">
        <w:rPr>
          <w:rFonts w:ascii="Times New Roman" w:hAnsi="Times New Roman" w:cs="Times New Roman"/>
          <w:i/>
          <w:lang w:val="kl-GL"/>
        </w:rPr>
        <w:t>6</w:t>
      </w:r>
      <w:r w:rsidRPr="00171408">
        <w:rPr>
          <w:rFonts w:ascii="Times New Roman" w:hAnsi="Times New Roman" w:cs="Times New Roman"/>
          <w:lang w:val="kl-GL"/>
        </w:rPr>
        <w:t xml:space="preserve">-ani siunnertuutigineqarpoq, </w:t>
      </w:r>
      <w:r w:rsidRPr="00171408">
        <w:rPr>
          <w:rFonts w:ascii="Times New Roman" w:hAnsi="Times New Roman" w:cs="Times New Roman"/>
          <w:i/>
          <w:lang w:val="kl-GL"/>
        </w:rPr>
        <w:t>§ 56, imm. 4</w:t>
      </w:r>
      <w:r w:rsidRPr="00171408">
        <w:rPr>
          <w:rFonts w:ascii="Times New Roman" w:hAnsi="Times New Roman" w:cs="Times New Roman"/>
          <w:lang w:val="kl-GL"/>
        </w:rPr>
        <w:t>-mi</w:t>
      </w:r>
      <w:r w:rsidRPr="00171408">
        <w:rPr>
          <w:rFonts w:ascii="Times New Roman" w:hAnsi="Times New Roman" w:cs="Times New Roman"/>
          <w:i/>
          <w:lang w:val="kl-GL"/>
        </w:rPr>
        <w:t>,</w:t>
      </w:r>
      <w:r w:rsidRPr="00171408">
        <w:rPr>
          <w:rFonts w:ascii="Times New Roman" w:hAnsi="Times New Roman" w:cs="Times New Roman"/>
          <w:lang w:val="kl-GL"/>
        </w:rPr>
        <w:t xml:space="preserve"> »§ 52, imm. 6, oqaaseqatigiit </w:t>
      </w:r>
      <w:r w:rsidR="006B0E22" w:rsidRPr="00171408">
        <w:rPr>
          <w:rFonts w:ascii="Times New Roman" w:hAnsi="Times New Roman" w:cs="Times New Roman"/>
          <w:lang w:val="kl-GL"/>
        </w:rPr>
        <w:t>aappaat</w:t>
      </w:r>
      <w:r w:rsidRPr="00171408">
        <w:rPr>
          <w:rFonts w:ascii="Times New Roman" w:hAnsi="Times New Roman" w:cs="Times New Roman"/>
          <w:lang w:val="kl-GL"/>
        </w:rPr>
        <w:t xml:space="preserve"> aamma </w:t>
      </w:r>
      <w:r w:rsidR="006B0E22" w:rsidRPr="00171408">
        <w:rPr>
          <w:rFonts w:ascii="Times New Roman" w:hAnsi="Times New Roman" w:cs="Times New Roman"/>
          <w:lang w:val="kl-GL"/>
        </w:rPr>
        <w:t>pingajuat</w:t>
      </w:r>
      <w:r w:rsidRPr="00171408">
        <w:rPr>
          <w:rFonts w:ascii="Times New Roman" w:hAnsi="Times New Roman" w:cs="Times New Roman"/>
          <w:lang w:val="kl-GL"/>
        </w:rPr>
        <w:t>« allanngortinneqassasoq</w:t>
      </w:r>
      <w:r w:rsidR="005F3856" w:rsidRPr="00171408">
        <w:rPr>
          <w:rFonts w:ascii="Times New Roman" w:hAnsi="Times New Roman" w:cs="Times New Roman"/>
          <w:lang w:val="kl-GL"/>
        </w:rPr>
        <w:t xml:space="preserve"> imatut</w:t>
      </w:r>
      <w:r w:rsidRPr="00171408">
        <w:rPr>
          <w:rFonts w:ascii="Times New Roman" w:hAnsi="Times New Roman" w:cs="Times New Roman"/>
          <w:lang w:val="kl-GL"/>
        </w:rPr>
        <w:t xml:space="preserve">: »§ 52, imm. 6, oqaaseqatigiit </w:t>
      </w:r>
      <w:r w:rsidR="006B0E22" w:rsidRPr="00171408">
        <w:rPr>
          <w:rFonts w:ascii="Times New Roman" w:hAnsi="Times New Roman" w:cs="Times New Roman"/>
          <w:lang w:val="kl-GL"/>
        </w:rPr>
        <w:t>aappaanniit sisamaannut</w:t>
      </w:r>
      <w:r w:rsidRPr="00171408">
        <w:rPr>
          <w:rFonts w:ascii="Times New Roman" w:hAnsi="Times New Roman" w:cs="Times New Roman"/>
          <w:lang w:val="kl-GL"/>
        </w:rPr>
        <w:t>«</w:t>
      </w:r>
    </w:p>
    <w:p w14:paraId="77FC9B56" w14:textId="4E4E4E68" w:rsidR="00515200" w:rsidRPr="00171408" w:rsidRDefault="00B553D3">
      <w:pPr>
        <w:rPr>
          <w:rFonts w:ascii="Times New Roman" w:hAnsi="Times New Roman"/>
          <w:lang w:val="kl-GL"/>
        </w:rPr>
      </w:pPr>
      <w:r w:rsidRPr="00171408">
        <w:rPr>
          <w:rFonts w:ascii="Times New Roman" w:eastAsia="Times New Roman" w:hAnsi="Times New Roman" w:cs="Times New Roman"/>
          <w:lang w:val="kl-GL" w:eastAsia="da-DK"/>
        </w:rPr>
        <w:t>§ 1, nr. 2</w:t>
      </w:r>
      <w:r w:rsidR="009060D2" w:rsidRPr="00171408">
        <w:rPr>
          <w:rFonts w:ascii="Times New Roman" w:eastAsia="Times New Roman" w:hAnsi="Times New Roman" w:cs="Times New Roman"/>
          <w:lang w:val="kl-GL" w:eastAsia="da-DK"/>
        </w:rPr>
        <w:t>5</w:t>
      </w:r>
      <w:r w:rsidRPr="00171408">
        <w:rPr>
          <w:rFonts w:ascii="Times New Roman" w:eastAsia="Times New Roman" w:hAnsi="Times New Roman" w:cs="Times New Roman"/>
          <w:lang w:val="kl-GL" w:eastAsia="da-DK"/>
        </w:rPr>
        <w:t xml:space="preserve">-mi allannguutissatut siunnersuutigineqartup siunnersuut </w:t>
      </w:r>
      <w:r w:rsidR="00CE02F1" w:rsidRPr="00171408">
        <w:rPr>
          <w:rFonts w:ascii="Times New Roman" w:eastAsia="Times New Roman" w:hAnsi="Times New Roman" w:cs="Times New Roman"/>
          <w:lang w:val="kl-GL" w:eastAsia="da-DK"/>
        </w:rPr>
        <w:t>kinguner</w:t>
      </w:r>
      <w:r w:rsidR="005262E7" w:rsidRPr="00171408">
        <w:rPr>
          <w:rFonts w:ascii="Times New Roman" w:eastAsia="Times New Roman" w:hAnsi="Times New Roman" w:cs="Times New Roman"/>
          <w:lang w:val="kl-GL" w:eastAsia="da-DK"/>
        </w:rPr>
        <w:t>aa</w:t>
      </w:r>
      <w:r w:rsidR="00CE02F1" w:rsidRPr="00171408">
        <w:rPr>
          <w:rFonts w:ascii="Times New Roman" w:eastAsia="Times New Roman" w:hAnsi="Times New Roman" w:cs="Times New Roman"/>
          <w:lang w:val="kl-GL" w:eastAsia="da-DK"/>
        </w:rPr>
        <w:t xml:space="preserve">, § 52, imm. 6, oqaaseqatigiit </w:t>
      </w:r>
      <w:r w:rsidR="00044066" w:rsidRPr="00171408">
        <w:rPr>
          <w:rFonts w:ascii="Times New Roman" w:eastAsia="Times New Roman" w:hAnsi="Times New Roman" w:cs="Times New Roman"/>
          <w:lang w:val="kl-GL" w:eastAsia="da-DK"/>
        </w:rPr>
        <w:t>aappaat</w:t>
      </w:r>
      <w:r w:rsidR="00CE02F1" w:rsidRPr="00171408">
        <w:rPr>
          <w:rFonts w:ascii="Times New Roman" w:eastAsia="Times New Roman" w:hAnsi="Times New Roman" w:cs="Times New Roman"/>
          <w:lang w:val="kl-GL" w:eastAsia="da-DK"/>
        </w:rPr>
        <w:t xml:space="preserve"> aamma </w:t>
      </w:r>
      <w:r w:rsidR="00044066" w:rsidRPr="00171408">
        <w:rPr>
          <w:rFonts w:ascii="Times New Roman" w:eastAsia="Times New Roman" w:hAnsi="Times New Roman" w:cs="Times New Roman"/>
          <w:lang w:val="kl-GL" w:eastAsia="da-DK"/>
        </w:rPr>
        <w:t>pingajuat</w:t>
      </w:r>
      <w:r w:rsidR="00CE02F1" w:rsidRPr="00171408">
        <w:rPr>
          <w:rFonts w:ascii="Times New Roman" w:eastAsia="Times New Roman" w:hAnsi="Times New Roman" w:cs="Times New Roman"/>
          <w:lang w:val="kl-GL" w:eastAsia="da-DK"/>
        </w:rPr>
        <w:t xml:space="preserve"> malillugit aningaasartuutinik aggua</w:t>
      </w:r>
      <w:r w:rsidR="00C174AE" w:rsidRPr="00171408">
        <w:rPr>
          <w:rFonts w:ascii="Times New Roman" w:eastAsia="Times New Roman" w:hAnsi="Times New Roman" w:cs="Times New Roman"/>
          <w:lang w:val="kl-GL" w:eastAsia="da-DK"/>
        </w:rPr>
        <w:t>a</w:t>
      </w:r>
      <w:r w:rsidR="00CE02F1" w:rsidRPr="00171408">
        <w:rPr>
          <w:rFonts w:ascii="Times New Roman" w:eastAsia="Times New Roman" w:hAnsi="Times New Roman" w:cs="Times New Roman"/>
          <w:lang w:val="kl-GL" w:eastAsia="da-DK"/>
        </w:rPr>
        <w:t>sarneq pillugu aalajangersakkap allanngortinneqarnissaa siunnersuutigineqar</w:t>
      </w:r>
      <w:r w:rsidR="000373FE" w:rsidRPr="00171408">
        <w:rPr>
          <w:rFonts w:ascii="Times New Roman" w:eastAsia="Times New Roman" w:hAnsi="Times New Roman" w:cs="Times New Roman"/>
          <w:lang w:val="kl-GL" w:eastAsia="da-DK"/>
        </w:rPr>
        <w:t>luni</w:t>
      </w:r>
      <w:r w:rsidR="00CE02F1" w:rsidRPr="00171408">
        <w:rPr>
          <w:rFonts w:ascii="Times New Roman" w:eastAsia="Times New Roman" w:hAnsi="Times New Roman" w:cs="Times New Roman"/>
          <w:lang w:val="kl-GL" w:eastAsia="da-DK"/>
        </w:rPr>
        <w:t xml:space="preserve">, siunnersuutip kingorna oqaaseqatigiit </w:t>
      </w:r>
      <w:r w:rsidR="00044066" w:rsidRPr="00171408">
        <w:rPr>
          <w:rFonts w:ascii="Times New Roman" w:hAnsi="Times New Roman" w:cs="Times New Roman"/>
          <w:lang w:val="kl-GL"/>
        </w:rPr>
        <w:t>aappaa</w:t>
      </w:r>
      <w:r w:rsidR="00355A18" w:rsidRPr="00171408">
        <w:rPr>
          <w:rFonts w:ascii="Times New Roman" w:hAnsi="Times New Roman" w:cs="Times New Roman"/>
          <w:lang w:val="kl-GL"/>
        </w:rPr>
        <w:t>nnii</w:t>
      </w:r>
      <w:r w:rsidR="00044066" w:rsidRPr="00171408">
        <w:rPr>
          <w:rFonts w:ascii="Times New Roman" w:hAnsi="Times New Roman" w:cs="Times New Roman"/>
          <w:lang w:val="kl-GL"/>
        </w:rPr>
        <w:t>t aamma sisamaa</w:t>
      </w:r>
      <w:r w:rsidR="00CE02F1" w:rsidRPr="00171408">
        <w:rPr>
          <w:rFonts w:ascii="Times New Roman" w:hAnsi="Times New Roman" w:cs="Times New Roman"/>
          <w:lang w:val="kl-GL"/>
        </w:rPr>
        <w:t>nngortussat.</w:t>
      </w:r>
    </w:p>
    <w:p w14:paraId="30E01A3E" w14:textId="35BC0082" w:rsidR="00515200" w:rsidRPr="00171408" w:rsidRDefault="00CE02F1">
      <w:pPr>
        <w:rPr>
          <w:rFonts w:ascii="Times New Roman" w:hAnsi="Times New Roman"/>
          <w:lang w:val="kl-GL"/>
        </w:rPr>
      </w:pPr>
      <w:r w:rsidRPr="00171408">
        <w:rPr>
          <w:rFonts w:ascii="Times New Roman" w:hAnsi="Times New Roman" w:cs="Times New Roman"/>
          <w:lang w:val="kl-GL"/>
        </w:rPr>
        <w:lastRenderedPageBreak/>
        <w:t>§ 1, nr. 2</w:t>
      </w:r>
      <w:r w:rsidR="005B4D18" w:rsidRPr="00171408">
        <w:rPr>
          <w:rFonts w:ascii="Times New Roman" w:hAnsi="Times New Roman" w:cs="Times New Roman"/>
          <w:lang w:val="kl-GL"/>
        </w:rPr>
        <w:t>4</w:t>
      </w:r>
      <w:r w:rsidRPr="00171408">
        <w:rPr>
          <w:rFonts w:ascii="Times New Roman" w:hAnsi="Times New Roman" w:cs="Times New Roman"/>
          <w:lang w:val="kl-GL"/>
        </w:rPr>
        <w:t>-mi aamma 2</w:t>
      </w:r>
      <w:r w:rsidR="005B4D18" w:rsidRPr="00171408">
        <w:rPr>
          <w:rFonts w:ascii="Times New Roman" w:hAnsi="Times New Roman" w:cs="Times New Roman"/>
          <w:lang w:val="kl-GL"/>
        </w:rPr>
        <w:t>5</w:t>
      </w:r>
      <w:r w:rsidRPr="00171408">
        <w:rPr>
          <w:rFonts w:ascii="Times New Roman" w:hAnsi="Times New Roman" w:cs="Times New Roman"/>
          <w:lang w:val="kl-GL"/>
        </w:rPr>
        <w:t xml:space="preserve">-mi siunnersuutini, </w:t>
      </w:r>
      <w:r w:rsidRPr="00171408">
        <w:rPr>
          <w:rFonts w:ascii="Times New Roman" w:eastAsia="Times New Roman" w:hAnsi="Times New Roman" w:cs="Times New Roman"/>
          <w:lang w:val="kl-GL" w:eastAsia="da-DK"/>
        </w:rPr>
        <w:t xml:space="preserve">§ 52, imm. 6, oqaaseqatigiit </w:t>
      </w:r>
      <w:r w:rsidR="005D0CDE" w:rsidRPr="00171408">
        <w:rPr>
          <w:rFonts w:ascii="Times New Roman" w:eastAsia="Times New Roman" w:hAnsi="Times New Roman" w:cs="Times New Roman"/>
          <w:lang w:val="kl-GL" w:eastAsia="da-DK"/>
        </w:rPr>
        <w:t xml:space="preserve">aappaanni </w:t>
      </w:r>
      <w:r w:rsidRPr="00171408">
        <w:rPr>
          <w:rFonts w:ascii="Times New Roman" w:eastAsia="Times New Roman" w:hAnsi="Times New Roman" w:cs="Times New Roman"/>
          <w:lang w:val="kl-GL" w:eastAsia="da-DK"/>
        </w:rPr>
        <w:t xml:space="preserve">aamma </w:t>
      </w:r>
      <w:r w:rsidR="00E27ECF" w:rsidRPr="00171408">
        <w:rPr>
          <w:rFonts w:ascii="Times New Roman" w:eastAsia="Times New Roman" w:hAnsi="Times New Roman" w:cs="Times New Roman"/>
          <w:lang w:val="kl-GL" w:eastAsia="da-DK"/>
        </w:rPr>
        <w:t>pingajuann</w:t>
      </w:r>
      <w:r w:rsidRPr="00171408">
        <w:rPr>
          <w:rFonts w:ascii="Times New Roman" w:eastAsia="Times New Roman" w:hAnsi="Times New Roman" w:cs="Times New Roman"/>
          <w:lang w:val="kl-GL" w:eastAsia="da-DK"/>
        </w:rPr>
        <w:t>i aalajangersakkat allanngortinneqarnissaa</w:t>
      </w:r>
      <w:r w:rsidR="002C717E" w:rsidRPr="00171408">
        <w:rPr>
          <w:rFonts w:ascii="Times New Roman" w:eastAsia="Times New Roman" w:hAnsi="Times New Roman" w:cs="Times New Roman"/>
          <w:lang w:val="kl-GL" w:eastAsia="da-DK"/>
        </w:rPr>
        <w:t>t</w:t>
      </w:r>
      <w:r w:rsidRPr="00171408">
        <w:rPr>
          <w:rFonts w:ascii="Times New Roman" w:eastAsia="Times New Roman" w:hAnsi="Times New Roman" w:cs="Times New Roman"/>
          <w:lang w:val="kl-GL" w:eastAsia="da-DK"/>
        </w:rPr>
        <w:t xml:space="preserve"> siunnersuutigineqarpoq</w:t>
      </w:r>
      <w:r w:rsidRPr="00171408">
        <w:rPr>
          <w:rFonts w:ascii="Times New Roman" w:hAnsi="Times New Roman" w:cs="Times New Roman"/>
          <w:lang w:val="kl-GL"/>
        </w:rPr>
        <w:t xml:space="preserve">. Allannguutissatut siunnersuutit </w:t>
      </w:r>
      <w:r w:rsidR="002C717E" w:rsidRPr="00171408">
        <w:rPr>
          <w:rFonts w:ascii="Times New Roman" w:hAnsi="Times New Roman" w:cs="Times New Roman"/>
          <w:lang w:val="kl-GL"/>
        </w:rPr>
        <w:t>kingunerivaat</w:t>
      </w:r>
      <w:r w:rsidRPr="00171408">
        <w:rPr>
          <w:rFonts w:ascii="Times New Roman" w:hAnsi="Times New Roman" w:cs="Times New Roman"/>
          <w:lang w:val="kl-GL"/>
        </w:rPr>
        <w:t xml:space="preserve">, </w:t>
      </w:r>
      <w:r w:rsidRPr="00171408">
        <w:rPr>
          <w:rFonts w:ascii="Times New Roman" w:eastAsia="Times New Roman" w:hAnsi="Times New Roman" w:cs="Times New Roman"/>
          <w:lang w:val="kl-GL" w:eastAsia="da-DK"/>
        </w:rPr>
        <w:t xml:space="preserve">§ 52, imm. 6-imi </w:t>
      </w:r>
      <w:r w:rsidRPr="00171408">
        <w:rPr>
          <w:rFonts w:ascii="Times New Roman" w:hAnsi="Times New Roman" w:cs="Times New Roman"/>
          <w:lang w:val="kl-GL"/>
        </w:rPr>
        <w:t>aggua</w:t>
      </w:r>
      <w:r w:rsidR="00216698" w:rsidRPr="00171408">
        <w:rPr>
          <w:rFonts w:ascii="Times New Roman" w:hAnsi="Times New Roman" w:cs="Times New Roman"/>
          <w:lang w:val="kl-GL"/>
        </w:rPr>
        <w:t>a</w:t>
      </w:r>
      <w:r w:rsidRPr="00171408">
        <w:rPr>
          <w:rFonts w:ascii="Times New Roman" w:hAnsi="Times New Roman" w:cs="Times New Roman"/>
          <w:lang w:val="kl-GL"/>
        </w:rPr>
        <w:t xml:space="preserve">nissamut aalajangersakkat attuumassuteqartut siunnersuutip kingorna </w:t>
      </w:r>
      <w:r w:rsidRPr="00171408">
        <w:rPr>
          <w:rFonts w:ascii="Times New Roman" w:eastAsia="Times New Roman" w:hAnsi="Times New Roman" w:cs="Times New Roman"/>
          <w:lang w:val="kl-GL" w:eastAsia="da-DK"/>
        </w:rPr>
        <w:t xml:space="preserve">§ 52, imm. 6, oqaaseqatigiit </w:t>
      </w:r>
      <w:r w:rsidR="00E27ECF" w:rsidRPr="00171408">
        <w:rPr>
          <w:rFonts w:ascii="Times New Roman" w:eastAsia="Times New Roman" w:hAnsi="Times New Roman" w:cs="Times New Roman"/>
          <w:lang w:val="kl-GL" w:eastAsia="da-DK"/>
        </w:rPr>
        <w:t>aappaanniit sisamaannut</w:t>
      </w:r>
      <w:r w:rsidRPr="00171408">
        <w:rPr>
          <w:rFonts w:ascii="Times New Roman" w:eastAsia="Times New Roman" w:hAnsi="Times New Roman" w:cs="Times New Roman"/>
          <w:lang w:val="kl-GL" w:eastAsia="da-DK"/>
        </w:rPr>
        <w:t xml:space="preserve"> nassaassaal</w:t>
      </w:r>
      <w:r w:rsidR="00216698" w:rsidRPr="00171408">
        <w:rPr>
          <w:rFonts w:ascii="Times New Roman" w:eastAsia="Times New Roman" w:hAnsi="Times New Roman" w:cs="Times New Roman"/>
          <w:lang w:val="kl-GL" w:eastAsia="da-DK"/>
        </w:rPr>
        <w:t>issammata</w:t>
      </w:r>
      <w:r w:rsidRPr="00171408">
        <w:rPr>
          <w:rFonts w:ascii="Times New Roman" w:eastAsia="Times New Roman" w:hAnsi="Times New Roman" w:cs="Times New Roman"/>
          <w:lang w:val="kl-GL" w:eastAsia="da-DK"/>
        </w:rPr>
        <w:t>.</w:t>
      </w:r>
    </w:p>
    <w:p w14:paraId="205B9ADC" w14:textId="3C26A8D2" w:rsidR="00515200" w:rsidRPr="00171408" w:rsidRDefault="00CE02F1">
      <w:pPr>
        <w:rPr>
          <w:rFonts w:ascii="Times New Roman" w:hAnsi="Times New Roman"/>
          <w:lang w:val="kl-GL"/>
        </w:rPr>
      </w:pPr>
      <w:r w:rsidRPr="00171408">
        <w:rPr>
          <w:rFonts w:ascii="Times New Roman" w:hAnsi="Times New Roman" w:cs="Times New Roman"/>
          <w:lang w:val="kl-GL"/>
        </w:rPr>
        <w:t>Inatsisissatut siunnersuummi § 1, nr. 2</w:t>
      </w:r>
      <w:r w:rsidR="005B4D18" w:rsidRPr="00171408">
        <w:rPr>
          <w:rFonts w:ascii="Times New Roman" w:hAnsi="Times New Roman" w:cs="Times New Roman"/>
          <w:lang w:val="kl-GL"/>
        </w:rPr>
        <w:t>4</w:t>
      </w:r>
      <w:r w:rsidRPr="00171408">
        <w:rPr>
          <w:rFonts w:ascii="Times New Roman" w:hAnsi="Times New Roman" w:cs="Times New Roman"/>
          <w:lang w:val="kl-GL"/>
        </w:rPr>
        <w:t>-mut aamma 2</w:t>
      </w:r>
      <w:r w:rsidR="005B4D18" w:rsidRPr="00171408">
        <w:rPr>
          <w:rFonts w:ascii="Times New Roman" w:hAnsi="Times New Roman" w:cs="Times New Roman"/>
          <w:lang w:val="kl-GL"/>
        </w:rPr>
        <w:t>5</w:t>
      </w:r>
      <w:r w:rsidRPr="00171408">
        <w:rPr>
          <w:rFonts w:ascii="Times New Roman" w:hAnsi="Times New Roman" w:cs="Times New Roman"/>
          <w:lang w:val="kl-GL"/>
        </w:rPr>
        <w:t xml:space="preserve">-mut oqaaseqaatit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oqaaseqaatit nalinginnaasut innersuussutigineqarput, imm. 2.9.</w:t>
      </w:r>
    </w:p>
    <w:p w14:paraId="7550B7B2" w14:textId="745CF73A" w:rsidR="00515200" w:rsidRPr="00171408" w:rsidRDefault="00CE02F1">
      <w:pPr>
        <w:rPr>
          <w:rFonts w:ascii="Times New Roman" w:hAnsi="Times New Roman"/>
          <w:lang w:val="kl-GL"/>
        </w:rPr>
      </w:pPr>
      <w:r w:rsidRPr="00171408">
        <w:rPr>
          <w:rFonts w:ascii="Times New Roman" w:eastAsia="Times New Roman" w:hAnsi="Times New Roman" w:cs="Times New Roman"/>
          <w:lang w:val="kl-GL" w:eastAsia="da-DK"/>
        </w:rPr>
        <w:t>Nr. 2</w:t>
      </w:r>
      <w:r w:rsidR="00D64E98" w:rsidRPr="00171408">
        <w:rPr>
          <w:rFonts w:ascii="Times New Roman" w:eastAsia="Times New Roman" w:hAnsi="Times New Roman" w:cs="Times New Roman"/>
          <w:lang w:val="kl-GL" w:eastAsia="da-DK"/>
        </w:rPr>
        <w:t>7</w:t>
      </w:r>
      <w:r w:rsidRPr="00171408">
        <w:rPr>
          <w:rFonts w:ascii="Times New Roman" w:eastAsia="Times New Roman" w:hAnsi="Times New Roman" w:cs="Times New Roman"/>
          <w:lang w:val="kl-GL" w:eastAsia="da-DK"/>
        </w:rPr>
        <w:t>-mut</w:t>
      </w:r>
    </w:p>
    <w:p w14:paraId="34A41656" w14:textId="3A119ADE" w:rsidR="00515200" w:rsidRPr="00171408" w:rsidRDefault="00CE02F1">
      <w:pPr>
        <w:rPr>
          <w:rFonts w:ascii="Times New Roman" w:hAnsi="Times New Roman"/>
          <w:lang w:val="kl-GL"/>
        </w:rPr>
      </w:pPr>
      <w:r w:rsidRPr="00171408">
        <w:rPr>
          <w:rFonts w:ascii="Times New Roman" w:eastAsia="Times New Roman" w:hAnsi="Times New Roman" w:cs="Times New Roman"/>
          <w:lang w:val="kl-GL" w:eastAsia="da-DK"/>
        </w:rPr>
        <w:t xml:space="preserve">§ 59, imm. 1-imi aalajangersakkami atuuttumi allaqqavoq, </w:t>
      </w:r>
      <w:r w:rsidR="005E0E6B" w:rsidRPr="00171408">
        <w:rPr>
          <w:rFonts w:ascii="Times New Roman" w:eastAsia="Times New Roman" w:hAnsi="Times New Roman" w:cs="Times New Roman"/>
          <w:lang w:val="kl-GL" w:eastAsia="da-DK"/>
        </w:rPr>
        <w:t>sulinermi</w:t>
      </w:r>
      <w:r w:rsidRPr="00171408">
        <w:rPr>
          <w:rFonts w:ascii="Times New Roman" w:eastAsia="Times New Roman" w:hAnsi="Times New Roman" w:cs="Times New Roman"/>
          <w:lang w:val="kl-GL" w:eastAsia="da-DK"/>
        </w:rPr>
        <w:t xml:space="preserve"> ajutoornernut sillimmasiissutit suliffeqarfiit aningaasarsiornermik ingerlataqartut pillugit inatsimmi § 250, imm. 2 imaluunniit suliffeqarfiit aningaasarsiornermik ingerlataqartut pillugit inatsisip Kalaallit Nunaannut atuutilersinneqarnissaanut peqqussummi nr. 1252, 15. december 2004-meersumi § 275 imm. 2 malillugu Arbejdsmarkedets Erhvervssikringimit aqunneqalerpata, ajoqusernerit tamarmik, sillimasiisarfimmut sillimmasiisarfiup </w:t>
      </w:r>
      <w:r w:rsidR="00FB300C" w:rsidRPr="00171408">
        <w:rPr>
          <w:rFonts w:ascii="Times New Roman" w:eastAsia="Times New Roman" w:hAnsi="Times New Roman" w:cs="Times New Roman"/>
          <w:lang w:val="kl-GL" w:eastAsia="da-DK"/>
        </w:rPr>
        <w:t>ull</w:t>
      </w:r>
      <w:r w:rsidR="00506171" w:rsidRPr="00171408">
        <w:rPr>
          <w:rFonts w:ascii="Times New Roman" w:eastAsia="Times New Roman" w:hAnsi="Times New Roman" w:cs="Times New Roman"/>
          <w:lang w:val="kl-GL" w:eastAsia="da-DK"/>
        </w:rPr>
        <w:t>up</w:t>
      </w:r>
      <w:r w:rsidR="00FB300C" w:rsidRPr="00171408">
        <w:rPr>
          <w:rFonts w:ascii="Times New Roman" w:eastAsia="Times New Roman" w:hAnsi="Times New Roman" w:cs="Times New Roman"/>
          <w:lang w:val="kl-GL" w:eastAsia="da-DK"/>
        </w:rPr>
        <w:t xml:space="preserve"> </w:t>
      </w:r>
      <w:r w:rsidRPr="00171408">
        <w:rPr>
          <w:rFonts w:ascii="Times New Roman" w:eastAsia="Times New Roman" w:hAnsi="Times New Roman" w:cs="Times New Roman"/>
          <w:lang w:val="kl-GL" w:eastAsia="da-DK"/>
        </w:rPr>
        <w:t>atorunnaarsinneqarfia</w:t>
      </w:r>
      <w:r w:rsidR="00FB300C" w:rsidRPr="00171408">
        <w:rPr>
          <w:rFonts w:ascii="Times New Roman" w:eastAsia="Times New Roman" w:hAnsi="Times New Roman" w:cs="Times New Roman"/>
          <w:lang w:val="kl-GL" w:eastAsia="da-DK"/>
        </w:rPr>
        <w:t>ta kingorna</w:t>
      </w:r>
      <w:r w:rsidRPr="00171408">
        <w:rPr>
          <w:rFonts w:ascii="Times New Roman" w:eastAsia="Times New Roman" w:hAnsi="Times New Roman" w:cs="Times New Roman"/>
          <w:lang w:val="kl-GL" w:eastAsia="da-DK"/>
        </w:rPr>
        <w:t xml:space="preserve"> nalunaarutigineqartut, Arbejdsmarkedets Erhvervssikringimut nassiunneqassasut. </w:t>
      </w:r>
      <w:r w:rsidR="002025D6" w:rsidRPr="00171408">
        <w:rPr>
          <w:rFonts w:ascii="Times New Roman" w:eastAsia="Times New Roman" w:hAnsi="Times New Roman" w:cs="Times New Roman"/>
          <w:lang w:val="kl-GL" w:eastAsia="da-DK"/>
        </w:rPr>
        <w:t>Peqatigitillugu</w:t>
      </w:r>
      <w:r w:rsidRPr="00171408">
        <w:rPr>
          <w:rFonts w:ascii="Times New Roman" w:eastAsia="Times New Roman" w:hAnsi="Times New Roman" w:cs="Times New Roman"/>
          <w:lang w:val="kl-GL" w:eastAsia="da-DK"/>
        </w:rPr>
        <w:t xml:space="preserve"> aningaasat ingerlatseqatigiiffiup, suliffeqarfiit aningaasarsiornermik ingerlataqartut pillugit inatsit naapertorlugu</w:t>
      </w:r>
      <w:r w:rsidR="00752BED" w:rsidRPr="00171408">
        <w:rPr>
          <w:rFonts w:ascii="Times New Roman" w:eastAsia="Times New Roman" w:hAnsi="Times New Roman" w:cs="Times New Roman"/>
          <w:lang w:val="kl-GL" w:eastAsia="da-DK"/>
        </w:rPr>
        <w:t xml:space="preserve"> illuartissimasai</w:t>
      </w:r>
      <w:r w:rsidRPr="00171408">
        <w:rPr>
          <w:rFonts w:ascii="Times New Roman" w:eastAsia="Times New Roman" w:hAnsi="Times New Roman" w:cs="Times New Roman"/>
          <w:lang w:val="kl-GL" w:eastAsia="da-DK"/>
        </w:rPr>
        <w:t>,</w:t>
      </w:r>
      <w:r w:rsidR="0094381A" w:rsidRPr="00171408">
        <w:rPr>
          <w:rFonts w:ascii="Times New Roman" w:eastAsia="Times New Roman" w:hAnsi="Times New Roman" w:cs="Times New Roman"/>
          <w:lang w:val="kl-GL" w:eastAsia="da-DK"/>
        </w:rPr>
        <w:t xml:space="preserve"> aamma piffissaq atorunnaarsitsinerup kingorna inatsit malillugu ingerlatseqatigiiffiup sillimmasiinerinut attuumassuteqartut,</w:t>
      </w:r>
      <w:r w:rsidRPr="00171408">
        <w:rPr>
          <w:rFonts w:ascii="Times New Roman" w:eastAsia="Times New Roman" w:hAnsi="Times New Roman" w:cs="Times New Roman"/>
          <w:lang w:val="kl-GL" w:eastAsia="da-DK"/>
        </w:rPr>
        <w:t xml:space="preserve"> Arbejdsmarkedets Erhvervssikringimut tunniunneqassapput.</w:t>
      </w:r>
    </w:p>
    <w:p w14:paraId="15F99FA9" w14:textId="61CC03BA" w:rsidR="00515200" w:rsidRPr="00171408" w:rsidRDefault="00CE02F1">
      <w:pPr>
        <w:rPr>
          <w:rFonts w:ascii="Times New Roman" w:hAnsi="Times New Roman"/>
          <w:lang w:val="kl-GL"/>
        </w:rPr>
      </w:pPr>
      <w:r w:rsidRPr="00171408">
        <w:rPr>
          <w:rFonts w:ascii="Times New Roman" w:eastAsia="Times New Roman" w:hAnsi="Times New Roman" w:cs="Times New Roman"/>
          <w:lang w:val="kl-GL" w:eastAsia="da-DK"/>
        </w:rPr>
        <w:t xml:space="preserve">Aamma § 59, imm. 2-mi aalajangersakkami atuuttumi allaqqavoq, sillimmasiissutinik aqutsinermut aningaasartuutit, Arbejdsmarkedets Erhvervssikringimit siumoortumik akilerneqartassasut, </w:t>
      </w:r>
      <w:r w:rsidR="00C3269E" w:rsidRPr="00171408">
        <w:rPr>
          <w:rFonts w:ascii="Times New Roman" w:eastAsia="Times New Roman" w:hAnsi="Times New Roman" w:cs="Times New Roman"/>
          <w:lang w:val="kl-GL" w:eastAsia="da-DK"/>
        </w:rPr>
        <w:t>aamma</w:t>
      </w:r>
      <w:r w:rsidRPr="00171408">
        <w:rPr>
          <w:rFonts w:ascii="Times New Roman" w:eastAsia="Times New Roman" w:hAnsi="Times New Roman" w:cs="Times New Roman"/>
          <w:lang w:val="kl-GL" w:eastAsia="da-DK"/>
        </w:rPr>
        <w:t xml:space="preserve"> </w:t>
      </w:r>
      <w:r w:rsidR="005E0E6B" w:rsidRPr="00171408">
        <w:rPr>
          <w:rFonts w:ascii="Times New Roman" w:eastAsia="Times New Roman" w:hAnsi="Times New Roman" w:cs="Times New Roman"/>
          <w:lang w:val="kl-GL" w:eastAsia="da-DK"/>
        </w:rPr>
        <w:t>sulinermi</w:t>
      </w:r>
      <w:r w:rsidRPr="00171408">
        <w:rPr>
          <w:rFonts w:ascii="Times New Roman" w:eastAsia="Times New Roman" w:hAnsi="Times New Roman" w:cs="Times New Roman"/>
          <w:lang w:val="kl-GL" w:eastAsia="da-DK"/>
        </w:rPr>
        <w:t xml:space="preserve"> ajoqusernermut isumannaarineq pillugu inatsimmi § 48, imm. 6, oqaaseqatigiit </w:t>
      </w:r>
      <w:r w:rsidR="00797380" w:rsidRPr="00171408">
        <w:rPr>
          <w:rFonts w:ascii="Times New Roman" w:eastAsia="Times New Roman" w:hAnsi="Times New Roman" w:cs="Times New Roman"/>
          <w:lang w:val="kl-GL" w:eastAsia="da-DK"/>
        </w:rPr>
        <w:t>pingaju</w:t>
      </w:r>
      <w:r w:rsidRPr="00171408">
        <w:rPr>
          <w:rFonts w:ascii="Times New Roman" w:eastAsia="Times New Roman" w:hAnsi="Times New Roman" w:cs="Times New Roman"/>
          <w:lang w:val="kl-GL" w:eastAsia="da-DK"/>
        </w:rPr>
        <w:t>a</w:t>
      </w:r>
      <w:r w:rsidR="00797380" w:rsidRPr="00171408">
        <w:rPr>
          <w:rFonts w:ascii="Times New Roman" w:eastAsia="Times New Roman" w:hAnsi="Times New Roman" w:cs="Times New Roman"/>
          <w:lang w:val="kl-GL" w:eastAsia="da-DK"/>
        </w:rPr>
        <w:t>n</w:t>
      </w:r>
      <w:r w:rsidRPr="00171408">
        <w:rPr>
          <w:rFonts w:ascii="Times New Roman" w:eastAsia="Times New Roman" w:hAnsi="Times New Roman" w:cs="Times New Roman"/>
          <w:lang w:val="kl-GL" w:eastAsia="da-DK"/>
        </w:rPr>
        <w:t>ni malittarisassat malillugit qaammatisiut</w:t>
      </w:r>
      <w:r w:rsidR="0096438E" w:rsidRPr="00171408">
        <w:rPr>
          <w:rFonts w:ascii="Times New Roman" w:eastAsia="Times New Roman" w:hAnsi="Times New Roman" w:cs="Times New Roman"/>
          <w:lang w:val="kl-GL" w:eastAsia="da-DK"/>
        </w:rPr>
        <w:t>i</w:t>
      </w:r>
      <w:r w:rsidRPr="00171408">
        <w:rPr>
          <w:rFonts w:ascii="Times New Roman" w:eastAsia="Times New Roman" w:hAnsi="Times New Roman" w:cs="Times New Roman"/>
          <w:lang w:val="kl-GL" w:eastAsia="da-DK"/>
        </w:rPr>
        <w:t xml:space="preserve">t </w:t>
      </w:r>
      <w:r w:rsidR="0096438E" w:rsidRPr="00171408">
        <w:rPr>
          <w:rFonts w:ascii="Times New Roman" w:eastAsia="Times New Roman" w:hAnsi="Times New Roman" w:cs="Times New Roman"/>
          <w:lang w:val="kl-GL" w:eastAsia="da-DK"/>
        </w:rPr>
        <w:t xml:space="preserve">malillugit ukiunut </w:t>
      </w:r>
      <w:r w:rsidRPr="00171408">
        <w:rPr>
          <w:rFonts w:ascii="Times New Roman" w:eastAsia="Times New Roman" w:hAnsi="Times New Roman" w:cs="Times New Roman"/>
          <w:lang w:val="kl-GL" w:eastAsia="da-DK"/>
        </w:rPr>
        <w:t xml:space="preserve">tamanut </w:t>
      </w:r>
      <w:r w:rsidR="00477565" w:rsidRPr="00171408">
        <w:rPr>
          <w:rFonts w:ascii="Times New Roman" w:eastAsia="Times New Roman" w:hAnsi="Times New Roman" w:cs="Times New Roman"/>
          <w:lang w:val="kl-GL" w:eastAsia="da-DK"/>
        </w:rPr>
        <w:t xml:space="preserve">sillimmasiisarfinni tamani, sulinermi ajutoornermut sillimmasiisartuni </w:t>
      </w:r>
      <w:r w:rsidRPr="00171408">
        <w:rPr>
          <w:rFonts w:ascii="Times New Roman" w:eastAsia="Times New Roman" w:hAnsi="Times New Roman" w:cs="Times New Roman"/>
          <w:lang w:val="kl-GL" w:eastAsia="da-DK"/>
        </w:rPr>
        <w:t>aggua</w:t>
      </w:r>
      <w:r w:rsidR="00A52A9F" w:rsidRPr="00171408">
        <w:rPr>
          <w:rFonts w:ascii="Times New Roman" w:eastAsia="Times New Roman" w:hAnsi="Times New Roman" w:cs="Times New Roman"/>
          <w:lang w:val="kl-GL" w:eastAsia="da-DK"/>
        </w:rPr>
        <w:t>an</w:t>
      </w:r>
      <w:r w:rsidRPr="00171408">
        <w:rPr>
          <w:rFonts w:ascii="Times New Roman" w:eastAsia="Times New Roman" w:hAnsi="Times New Roman" w:cs="Times New Roman"/>
          <w:lang w:val="kl-GL" w:eastAsia="da-DK"/>
        </w:rPr>
        <w:t xml:space="preserve">neqarlutik. Aningaasat tunniunneqartut malittarisassat taakkua atorlugit </w:t>
      </w:r>
      <w:r w:rsidR="00477565" w:rsidRPr="00171408">
        <w:rPr>
          <w:rFonts w:ascii="Times New Roman" w:eastAsia="Times New Roman" w:hAnsi="Times New Roman" w:cs="Times New Roman"/>
          <w:lang w:val="kl-GL" w:eastAsia="da-DK"/>
        </w:rPr>
        <w:t>agguaanneqassapput</w:t>
      </w:r>
      <w:r w:rsidRPr="00171408">
        <w:rPr>
          <w:rFonts w:ascii="Times New Roman" w:eastAsia="Times New Roman" w:hAnsi="Times New Roman" w:cs="Times New Roman"/>
          <w:lang w:val="kl-GL" w:eastAsia="da-DK"/>
        </w:rPr>
        <w:t>.</w:t>
      </w:r>
    </w:p>
    <w:p w14:paraId="246ED5A3" w14:textId="3AD7C561" w:rsidR="00515200" w:rsidRPr="00171408" w:rsidRDefault="00CE02F1">
      <w:pPr>
        <w:tabs>
          <w:tab w:val="left" w:pos="284"/>
          <w:tab w:val="left" w:pos="567"/>
          <w:tab w:val="left" w:pos="993"/>
        </w:tabs>
        <w:spacing w:after="0"/>
        <w:rPr>
          <w:rFonts w:ascii="Times New Roman" w:hAnsi="Times New Roman"/>
          <w:lang w:val="kl-GL"/>
        </w:rPr>
      </w:pPr>
      <w:r w:rsidRPr="00171408">
        <w:rPr>
          <w:rFonts w:ascii="Times New Roman" w:eastAsia="Times New Roman" w:hAnsi="Times New Roman" w:cs="Times New Roman"/>
          <w:color w:val="000000" w:themeColor="text1"/>
          <w:lang w:val="kl-GL" w:eastAsia="da-DK"/>
        </w:rPr>
        <w:t xml:space="preserve">Kalaallit Nunaanni </w:t>
      </w:r>
      <w:r w:rsidR="00984F94" w:rsidRPr="00171408">
        <w:rPr>
          <w:rFonts w:ascii="Times New Roman" w:eastAsia="Times New Roman" w:hAnsi="Times New Roman" w:cs="Times New Roman"/>
          <w:color w:val="000000" w:themeColor="text1"/>
          <w:lang w:val="kl-GL" w:eastAsia="da-DK"/>
        </w:rPr>
        <w:t xml:space="preserve">sulinermi </w:t>
      </w:r>
      <w:r w:rsidR="006A4971" w:rsidRPr="00171408">
        <w:rPr>
          <w:rFonts w:ascii="Times New Roman" w:eastAsia="Times New Roman" w:hAnsi="Times New Roman" w:cs="Times New Roman"/>
          <w:color w:val="000000" w:themeColor="text1"/>
          <w:lang w:val="kl-GL" w:eastAsia="da-DK"/>
        </w:rPr>
        <w:t>ajoqusernermut isumannaarineq</w:t>
      </w:r>
      <w:r w:rsidRPr="00171408">
        <w:rPr>
          <w:rFonts w:ascii="Times New Roman" w:eastAsia="Times New Roman" w:hAnsi="Times New Roman" w:cs="Times New Roman"/>
          <w:color w:val="000000" w:themeColor="text1"/>
          <w:lang w:val="kl-GL" w:eastAsia="da-DK"/>
        </w:rPr>
        <w:t xml:space="preserve"> pillugu inatsimmi </w:t>
      </w:r>
      <w:r w:rsidRPr="00171408">
        <w:rPr>
          <w:rFonts w:ascii="Times New Roman" w:eastAsia="Times New Roman" w:hAnsi="Times New Roman" w:cs="Times New Roman"/>
          <w:lang w:val="kl-GL" w:eastAsia="da-DK"/>
        </w:rPr>
        <w:t xml:space="preserve">§ 59 </w:t>
      </w:r>
      <w:r w:rsidR="005E0E6B" w:rsidRPr="00171408">
        <w:rPr>
          <w:rFonts w:ascii="Times New Roman" w:eastAsia="Times New Roman" w:hAnsi="Times New Roman" w:cs="Times New Roman"/>
          <w:lang w:val="kl-GL" w:eastAsia="da-DK"/>
        </w:rPr>
        <w:t>sulinermi</w:t>
      </w:r>
      <w:r w:rsidRPr="00171408">
        <w:rPr>
          <w:rFonts w:ascii="Times New Roman" w:eastAsia="Times New Roman" w:hAnsi="Times New Roman" w:cs="Times New Roman"/>
          <w:lang w:val="kl-GL" w:eastAsia="da-DK"/>
        </w:rPr>
        <w:t xml:space="preserve"> ajoqusernermut isumannaarineq pillugu inatsimmi § 54-imut imarisa</w:t>
      </w:r>
      <w:r w:rsidR="00834ABC" w:rsidRPr="00171408">
        <w:rPr>
          <w:rFonts w:ascii="Times New Roman" w:eastAsia="Times New Roman" w:hAnsi="Times New Roman" w:cs="Times New Roman"/>
          <w:lang w:val="kl-GL" w:eastAsia="da-DK"/>
        </w:rPr>
        <w:t>anut tunngatillugu</w:t>
      </w:r>
      <w:r w:rsidRPr="00171408">
        <w:rPr>
          <w:rFonts w:ascii="Times New Roman" w:eastAsia="Times New Roman" w:hAnsi="Times New Roman" w:cs="Times New Roman"/>
          <w:lang w:val="kl-GL" w:eastAsia="da-DK"/>
        </w:rPr>
        <w:t xml:space="preserve"> assinguvoq, taanna 1. juli 2019 tikillugu taamatut allassimalluni. Aalajangersagaq </w:t>
      </w:r>
      <w:r w:rsidR="00C3269E" w:rsidRPr="00171408">
        <w:rPr>
          <w:rFonts w:ascii="Times New Roman" w:eastAsia="Times New Roman" w:hAnsi="Times New Roman" w:cs="Times New Roman"/>
          <w:lang w:val="kl-GL" w:eastAsia="da-DK"/>
        </w:rPr>
        <w:t>aamma</w:t>
      </w:r>
      <w:r w:rsidRPr="00171408">
        <w:rPr>
          <w:rFonts w:ascii="Times New Roman" w:eastAsia="Times New Roman" w:hAnsi="Times New Roman" w:cs="Times New Roman"/>
          <w:lang w:val="kl-GL" w:eastAsia="da-DK"/>
        </w:rPr>
        <w:t xml:space="preserve"> taassumunnga </w:t>
      </w:r>
      <w:r w:rsidR="00834ABC" w:rsidRPr="00171408">
        <w:rPr>
          <w:rFonts w:ascii="Times New Roman" w:eastAsia="Times New Roman" w:hAnsi="Times New Roman" w:cs="Times New Roman"/>
          <w:lang w:val="kl-GL" w:eastAsia="da-DK"/>
        </w:rPr>
        <w:t xml:space="preserve">piareersarluni </w:t>
      </w:r>
      <w:r w:rsidRPr="00171408">
        <w:rPr>
          <w:rFonts w:ascii="Times New Roman" w:eastAsia="Times New Roman" w:hAnsi="Times New Roman" w:cs="Times New Roman"/>
          <w:lang w:val="kl-GL" w:eastAsia="da-DK"/>
        </w:rPr>
        <w:t xml:space="preserve">sulineq, sillimasiisarfiup Alpha Insurance A/S-ip 2018-imi akiliisinnaajunnaarneranut atatillugu </w:t>
      </w:r>
      <w:r w:rsidR="005F3FCC" w:rsidRPr="00171408">
        <w:rPr>
          <w:rFonts w:ascii="Times New Roman" w:eastAsia="Times New Roman" w:hAnsi="Times New Roman" w:cs="Times New Roman"/>
          <w:lang w:val="kl-GL" w:eastAsia="da-DK"/>
        </w:rPr>
        <w:t>aalajangersakkap matussusiineranut sanilliullugu</w:t>
      </w:r>
      <w:r w:rsidR="005F3FCC" w:rsidRPr="00171408" w:rsidDel="00FC6BFA">
        <w:rPr>
          <w:rFonts w:ascii="Times New Roman" w:eastAsia="Times New Roman" w:hAnsi="Times New Roman" w:cs="Times New Roman"/>
          <w:lang w:val="kl-GL" w:eastAsia="da-DK"/>
        </w:rPr>
        <w:t xml:space="preserve"> </w:t>
      </w:r>
      <w:r w:rsidR="00FC6BFA" w:rsidRPr="00171408">
        <w:rPr>
          <w:rFonts w:ascii="Times New Roman" w:eastAsia="Times New Roman" w:hAnsi="Times New Roman" w:cs="Times New Roman"/>
          <w:lang w:val="kl-GL" w:eastAsia="da-DK"/>
        </w:rPr>
        <w:t xml:space="preserve">ersernerluttoq </w:t>
      </w:r>
      <w:r w:rsidRPr="00171408">
        <w:rPr>
          <w:rFonts w:ascii="Times New Roman" w:eastAsia="Times New Roman" w:hAnsi="Times New Roman" w:cs="Times New Roman"/>
          <w:lang w:val="kl-GL" w:eastAsia="da-DK"/>
        </w:rPr>
        <w:t xml:space="preserve">paasinarsivoq. Taamaattumik akiliisinnaajunnaarnermut atatillugu </w:t>
      </w:r>
      <w:r w:rsidR="008F03AC" w:rsidRPr="00171408">
        <w:rPr>
          <w:rFonts w:ascii="Times New Roman" w:eastAsia="Times New Roman" w:hAnsi="Times New Roman" w:cs="Times New Roman"/>
          <w:lang w:val="kl-GL" w:eastAsia="da-DK"/>
        </w:rPr>
        <w:t>Suliassaqartitsinermut ministereqarfik</w:t>
      </w:r>
      <w:r w:rsidRPr="00171408">
        <w:rPr>
          <w:rFonts w:ascii="Times New Roman" w:eastAsia="Times New Roman" w:hAnsi="Times New Roman" w:cs="Times New Roman"/>
          <w:lang w:val="kl-GL" w:eastAsia="da-DK"/>
        </w:rPr>
        <w:t xml:space="preserve"> aalajangersakkap nassuiaatigineqarneranut ilanngussivoq, immikkuualuttut tulliuttut ilanngunneqarlutik:</w:t>
      </w:r>
    </w:p>
    <w:p w14:paraId="4B068D61" w14:textId="77777777" w:rsidR="00515200" w:rsidRPr="00171408" w:rsidRDefault="00515200">
      <w:pPr>
        <w:tabs>
          <w:tab w:val="left" w:pos="284"/>
          <w:tab w:val="left" w:pos="567"/>
          <w:tab w:val="left" w:pos="993"/>
        </w:tabs>
        <w:spacing w:after="0"/>
        <w:rPr>
          <w:rFonts w:ascii="Times New Roman" w:eastAsia="Times New Roman" w:hAnsi="Times New Roman" w:cs="Times New Roman"/>
          <w:lang w:val="kl-GL" w:eastAsia="da-DK"/>
        </w:rPr>
      </w:pPr>
    </w:p>
    <w:p w14:paraId="556AA0CC" w14:textId="577B2612" w:rsidR="00515200" w:rsidRPr="00171408" w:rsidRDefault="00CE02F1">
      <w:pPr>
        <w:tabs>
          <w:tab w:val="left" w:pos="284"/>
          <w:tab w:val="left" w:pos="567"/>
          <w:tab w:val="left" w:pos="993"/>
        </w:tabs>
        <w:spacing w:after="0"/>
        <w:rPr>
          <w:rFonts w:ascii="Times New Roman" w:hAnsi="Times New Roman"/>
          <w:lang w:val="kl-GL"/>
        </w:rPr>
      </w:pPr>
      <w:r w:rsidRPr="00171408">
        <w:rPr>
          <w:rFonts w:ascii="Times New Roman" w:eastAsia="Times New Roman" w:hAnsi="Times New Roman" w:cs="Times New Roman"/>
          <w:lang w:val="kl-GL" w:eastAsia="da-DK"/>
        </w:rPr>
        <w:t xml:space="preserve">1) Finanstilsynip sillimmasiisarfiup </w:t>
      </w:r>
      <w:r w:rsidR="005E0E6B" w:rsidRPr="00171408">
        <w:rPr>
          <w:rFonts w:ascii="Times New Roman" w:eastAsia="Times New Roman" w:hAnsi="Times New Roman" w:cs="Times New Roman"/>
          <w:lang w:val="kl-GL" w:eastAsia="da-DK"/>
        </w:rPr>
        <w:t>sulinermi</w:t>
      </w:r>
      <w:r w:rsidRPr="00171408">
        <w:rPr>
          <w:rFonts w:ascii="Times New Roman" w:eastAsia="Times New Roman" w:hAnsi="Times New Roman" w:cs="Times New Roman"/>
          <w:lang w:val="kl-GL" w:eastAsia="da-DK"/>
        </w:rPr>
        <w:t xml:space="preserve"> ajutoornermut sillimmatinik ingerlatsinissamut akuersissutaanik arsaarpagu, Arbejdsmarkedets Erhvervssikringip sillimmasiisarfimmi sulin</w:t>
      </w:r>
      <w:r w:rsidR="00A32B1A" w:rsidRPr="00171408">
        <w:rPr>
          <w:rFonts w:ascii="Times New Roman" w:eastAsia="Times New Roman" w:hAnsi="Times New Roman" w:cs="Times New Roman"/>
          <w:lang w:val="kl-GL" w:eastAsia="da-DK"/>
        </w:rPr>
        <w:t>erm</w:t>
      </w:r>
      <w:r w:rsidRPr="00171408">
        <w:rPr>
          <w:rFonts w:ascii="Times New Roman" w:eastAsia="Times New Roman" w:hAnsi="Times New Roman" w:cs="Times New Roman"/>
          <w:lang w:val="kl-GL" w:eastAsia="da-DK"/>
        </w:rPr>
        <w:t xml:space="preserve">i ajutoornermut sillimmasiinermut </w:t>
      </w:r>
      <w:r w:rsidR="00A32B1A" w:rsidRPr="00171408">
        <w:rPr>
          <w:rFonts w:ascii="Times New Roman" w:eastAsia="Times New Roman" w:hAnsi="Times New Roman" w:cs="Times New Roman"/>
          <w:lang w:val="kl-GL" w:eastAsia="da-DK"/>
        </w:rPr>
        <w:t xml:space="preserve">sillimmasiissutit </w:t>
      </w:r>
      <w:r w:rsidRPr="00171408">
        <w:rPr>
          <w:rFonts w:ascii="Times New Roman" w:eastAsia="Times New Roman" w:hAnsi="Times New Roman" w:cs="Times New Roman"/>
          <w:lang w:val="kl-GL" w:eastAsia="da-DK"/>
        </w:rPr>
        <w:t>tamakkerlugit tigunissaat pisussaaffigivaa.</w:t>
      </w:r>
    </w:p>
    <w:p w14:paraId="76A794C9" w14:textId="329E748B" w:rsidR="00515200" w:rsidRPr="00171408" w:rsidRDefault="00CE02F1">
      <w:pPr>
        <w:tabs>
          <w:tab w:val="left" w:pos="284"/>
          <w:tab w:val="left" w:pos="567"/>
          <w:tab w:val="left" w:pos="993"/>
        </w:tabs>
        <w:spacing w:after="0"/>
        <w:rPr>
          <w:rFonts w:ascii="Times New Roman" w:hAnsi="Times New Roman"/>
          <w:lang w:val="kl-GL"/>
        </w:rPr>
      </w:pPr>
      <w:r w:rsidRPr="00171408">
        <w:rPr>
          <w:rFonts w:ascii="Times New Roman" w:eastAsia="Times New Roman" w:hAnsi="Times New Roman" w:cs="Times New Roman"/>
          <w:lang w:val="kl-GL" w:eastAsia="da-DK"/>
        </w:rPr>
        <w:t xml:space="preserve">2) Arbejdsmarkedets Erhvervssikringip pisussaaffiginngilaa </w:t>
      </w:r>
      <w:r w:rsidR="005E0E6B" w:rsidRPr="00171408">
        <w:rPr>
          <w:rFonts w:ascii="Times New Roman" w:eastAsia="Times New Roman" w:hAnsi="Times New Roman" w:cs="Times New Roman"/>
          <w:lang w:val="kl-GL" w:eastAsia="da-DK"/>
        </w:rPr>
        <w:t>sulinermi</w:t>
      </w:r>
      <w:r w:rsidRPr="00171408">
        <w:rPr>
          <w:rFonts w:ascii="Times New Roman" w:eastAsia="Times New Roman" w:hAnsi="Times New Roman" w:cs="Times New Roman"/>
          <w:lang w:val="kl-GL" w:eastAsia="da-DK"/>
        </w:rPr>
        <w:t xml:space="preserve"> ajutoornermut sillimmasiissutinut ilassutaasinnaasut tigunissai, silimmasiisarfiup tunisimasinnaasai.</w:t>
      </w:r>
    </w:p>
    <w:p w14:paraId="1603EBB1" w14:textId="1CE9CDF0" w:rsidR="00515200" w:rsidRPr="00171408" w:rsidRDefault="00CE02F1">
      <w:pPr>
        <w:tabs>
          <w:tab w:val="left" w:pos="284"/>
          <w:tab w:val="left" w:pos="567"/>
          <w:tab w:val="left" w:pos="993"/>
        </w:tabs>
        <w:spacing w:after="0"/>
        <w:rPr>
          <w:rFonts w:ascii="Times New Roman" w:hAnsi="Times New Roman"/>
          <w:lang w:val="kl-GL"/>
        </w:rPr>
      </w:pPr>
      <w:r w:rsidRPr="00171408">
        <w:rPr>
          <w:rFonts w:ascii="Times New Roman" w:eastAsia="Times New Roman" w:hAnsi="Times New Roman" w:cs="Times New Roman"/>
          <w:lang w:val="kl-GL" w:eastAsia="da-DK"/>
        </w:rPr>
        <w:t xml:space="preserve">3) Arbejdsmarkedets Erhvervssikringip sulianik aqutsineq tigussavaa, </w:t>
      </w:r>
      <w:r w:rsidR="00FC3BBB" w:rsidRPr="00171408">
        <w:rPr>
          <w:rFonts w:ascii="Times New Roman" w:eastAsia="Times New Roman" w:hAnsi="Times New Roman" w:cs="Times New Roman"/>
          <w:lang w:val="kl-GL" w:eastAsia="da-DK"/>
        </w:rPr>
        <w:t xml:space="preserve">sillimmasiissutit </w:t>
      </w:r>
      <w:r w:rsidRPr="00171408">
        <w:rPr>
          <w:rFonts w:ascii="Times New Roman" w:eastAsia="Times New Roman" w:hAnsi="Times New Roman" w:cs="Times New Roman"/>
          <w:lang w:val="kl-GL" w:eastAsia="da-DK"/>
        </w:rPr>
        <w:t xml:space="preserve">ataasiakkaat qaangiunnissaata tungaannut. Tamanna </w:t>
      </w:r>
      <w:r w:rsidR="00FC3BBB" w:rsidRPr="00171408">
        <w:rPr>
          <w:rFonts w:ascii="Times New Roman" w:eastAsia="Times New Roman" w:hAnsi="Times New Roman" w:cs="Times New Roman"/>
          <w:lang w:val="kl-GL" w:eastAsia="da-DK"/>
        </w:rPr>
        <w:t>isumaqarpoq</w:t>
      </w:r>
      <w:r w:rsidRPr="00171408">
        <w:rPr>
          <w:rFonts w:ascii="Times New Roman" w:eastAsia="Times New Roman" w:hAnsi="Times New Roman" w:cs="Times New Roman"/>
          <w:lang w:val="kl-GL" w:eastAsia="da-DK"/>
        </w:rPr>
        <w:t xml:space="preserve">, Arbejdsmarkedets Erhvervssikringip, </w:t>
      </w:r>
      <w:r w:rsidR="00984F94" w:rsidRPr="00171408">
        <w:rPr>
          <w:rFonts w:ascii="Times New Roman" w:eastAsia="Times New Roman" w:hAnsi="Times New Roman" w:cs="Times New Roman"/>
          <w:color w:val="000000" w:themeColor="text1"/>
          <w:lang w:val="kl-GL" w:eastAsia="da-DK"/>
        </w:rPr>
        <w:t xml:space="preserve">sulinermi </w:t>
      </w:r>
      <w:r w:rsidR="006A4971" w:rsidRPr="00171408">
        <w:rPr>
          <w:rFonts w:ascii="Times New Roman" w:eastAsia="Times New Roman" w:hAnsi="Times New Roman" w:cs="Times New Roman"/>
          <w:color w:val="000000" w:themeColor="text1"/>
          <w:lang w:val="kl-GL" w:eastAsia="da-DK"/>
        </w:rPr>
        <w:t>ajoqusernermut isumannaarineq</w:t>
      </w:r>
      <w:r w:rsidRPr="00171408">
        <w:rPr>
          <w:rFonts w:ascii="Times New Roman" w:eastAsia="Times New Roman" w:hAnsi="Times New Roman" w:cs="Times New Roman"/>
          <w:color w:val="000000" w:themeColor="text1"/>
          <w:lang w:val="kl-GL" w:eastAsia="da-DK"/>
        </w:rPr>
        <w:t xml:space="preserve"> pillugu inatsimmi</w:t>
      </w:r>
      <w:r w:rsidRPr="00171408">
        <w:rPr>
          <w:rFonts w:ascii="Times New Roman" w:eastAsia="Times New Roman" w:hAnsi="Times New Roman" w:cs="Times New Roman"/>
          <w:lang w:val="kl-GL" w:eastAsia="da-DK"/>
        </w:rPr>
        <w:t xml:space="preserve"> § 54 malillugu, ajoqusernerit pisimasut aamma </w:t>
      </w:r>
      <w:r w:rsidR="0071498A" w:rsidRPr="00171408">
        <w:rPr>
          <w:rFonts w:ascii="Times New Roman" w:eastAsia="Times New Roman" w:hAnsi="Times New Roman" w:cs="Times New Roman"/>
          <w:lang w:val="kl-GL" w:eastAsia="da-DK"/>
        </w:rPr>
        <w:t xml:space="preserve">sillimmasiinerit </w:t>
      </w:r>
      <w:r w:rsidRPr="00171408">
        <w:rPr>
          <w:rFonts w:ascii="Times New Roman" w:eastAsia="Times New Roman" w:hAnsi="Times New Roman" w:cs="Times New Roman"/>
          <w:lang w:val="kl-GL" w:eastAsia="da-DK"/>
        </w:rPr>
        <w:t xml:space="preserve">kingorna ajoqusernerit, suli atuuttut aqunneqarneri tigussagai, ingerlatseqatigiiffiup </w:t>
      </w:r>
      <w:r w:rsidR="005E0E6B" w:rsidRPr="00171408">
        <w:rPr>
          <w:rFonts w:ascii="Times New Roman" w:eastAsia="Times New Roman" w:hAnsi="Times New Roman" w:cs="Times New Roman"/>
          <w:lang w:val="kl-GL" w:eastAsia="da-DK"/>
        </w:rPr>
        <w:t>sulinermi</w:t>
      </w:r>
      <w:r w:rsidRPr="00171408">
        <w:rPr>
          <w:rFonts w:ascii="Times New Roman" w:eastAsia="Times New Roman" w:hAnsi="Times New Roman" w:cs="Times New Roman"/>
          <w:lang w:val="kl-GL" w:eastAsia="da-DK"/>
        </w:rPr>
        <w:t xml:space="preserve"> ajutoornernut sillimmasiissutinik tuniniaasinnaaneranik Finanstilsynip utertitsinerata kingornatigut ajoqusernerit aatsaat pisimanerat</w:t>
      </w:r>
      <w:r w:rsidR="0071498A" w:rsidRPr="00171408">
        <w:rPr>
          <w:rFonts w:ascii="Times New Roman" w:eastAsia="Times New Roman" w:hAnsi="Times New Roman" w:cs="Times New Roman"/>
          <w:lang w:val="kl-GL" w:eastAsia="da-DK"/>
        </w:rPr>
        <w:t xml:space="preserve"> apeqqutaatinnagu</w:t>
      </w:r>
      <w:r w:rsidRPr="00171408">
        <w:rPr>
          <w:rFonts w:ascii="Times New Roman" w:eastAsia="Times New Roman" w:hAnsi="Times New Roman" w:cs="Times New Roman"/>
          <w:lang w:val="kl-GL" w:eastAsia="da-DK"/>
        </w:rPr>
        <w:t>.</w:t>
      </w:r>
    </w:p>
    <w:p w14:paraId="2F75A4C4" w14:textId="3D86E3CF" w:rsidR="00515200" w:rsidRPr="00171408" w:rsidRDefault="00CE02F1">
      <w:pPr>
        <w:tabs>
          <w:tab w:val="left" w:pos="284"/>
          <w:tab w:val="left" w:pos="567"/>
          <w:tab w:val="left" w:pos="993"/>
        </w:tabs>
        <w:spacing w:after="0"/>
        <w:rPr>
          <w:rFonts w:ascii="Times New Roman" w:hAnsi="Times New Roman"/>
          <w:lang w:val="kl-GL"/>
        </w:rPr>
      </w:pPr>
      <w:r w:rsidRPr="00171408">
        <w:rPr>
          <w:rFonts w:ascii="Times New Roman" w:eastAsia="Times New Roman" w:hAnsi="Times New Roman" w:cs="Times New Roman"/>
          <w:lang w:val="kl-GL" w:eastAsia="da-DK"/>
        </w:rPr>
        <w:lastRenderedPageBreak/>
        <w:t xml:space="preserve">4) </w:t>
      </w:r>
      <w:r w:rsidR="00984F94" w:rsidRPr="00171408">
        <w:rPr>
          <w:rFonts w:ascii="Times New Roman" w:eastAsia="Times New Roman" w:hAnsi="Times New Roman" w:cs="Times New Roman"/>
          <w:lang w:val="kl-GL" w:eastAsia="da-DK"/>
        </w:rPr>
        <w:t xml:space="preserve">Sulinermi </w:t>
      </w:r>
      <w:r w:rsidR="006A4971" w:rsidRPr="00171408">
        <w:rPr>
          <w:rFonts w:ascii="Times New Roman" w:eastAsia="Times New Roman" w:hAnsi="Times New Roman" w:cs="Times New Roman"/>
          <w:lang w:val="kl-GL" w:eastAsia="da-DK"/>
        </w:rPr>
        <w:t>ajoqusernermut isumannaarineq</w:t>
      </w:r>
      <w:r w:rsidRPr="00171408">
        <w:rPr>
          <w:rFonts w:ascii="Times New Roman" w:eastAsia="Times New Roman" w:hAnsi="Times New Roman" w:cs="Times New Roman"/>
          <w:color w:val="000000" w:themeColor="text1"/>
          <w:lang w:val="kl-GL" w:eastAsia="da-DK"/>
        </w:rPr>
        <w:t xml:space="preserve"> pillugu inatsimmi</w:t>
      </w:r>
      <w:r w:rsidRPr="00171408">
        <w:rPr>
          <w:rFonts w:ascii="Times New Roman" w:eastAsia="Times New Roman" w:hAnsi="Times New Roman" w:cs="Times New Roman"/>
          <w:lang w:val="kl-GL" w:eastAsia="da-DK"/>
        </w:rPr>
        <w:t xml:space="preserve"> § 54-imik siunertaavoq, sillimmasiisarfiup atorunnaarsinneqarnerani sillimmasersimasut sillimmasernerup atorunnaarsinneqarnissaanut illersorneqarnissaat. Tamanna suliffeqarfiit aningaasarsiornermik ingerlataqartut pillugit inatsimmi § 230-p siunertaanut assinguvoq. Tamanna akiliisinnaajunnaarneq sioqqullugu ajoqusernernik tigusin</w:t>
      </w:r>
      <w:r w:rsidR="00E353D5" w:rsidRPr="00171408">
        <w:rPr>
          <w:rFonts w:ascii="Times New Roman" w:eastAsia="Times New Roman" w:hAnsi="Times New Roman" w:cs="Times New Roman"/>
          <w:lang w:val="kl-GL" w:eastAsia="da-DK"/>
        </w:rPr>
        <w:t>issamik</w:t>
      </w:r>
      <w:r w:rsidRPr="00171408">
        <w:rPr>
          <w:rFonts w:ascii="Times New Roman" w:eastAsia="Times New Roman" w:hAnsi="Times New Roman" w:cs="Times New Roman"/>
          <w:lang w:val="kl-GL" w:eastAsia="da-DK"/>
        </w:rPr>
        <w:t xml:space="preserve"> killilii</w:t>
      </w:r>
      <w:r w:rsidR="00FE6186" w:rsidRPr="00171408">
        <w:rPr>
          <w:rFonts w:ascii="Times New Roman" w:eastAsia="Times New Roman" w:hAnsi="Times New Roman" w:cs="Times New Roman"/>
          <w:lang w:val="kl-GL" w:eastAsia="da-DK"/>
        </w:rPr>
        <w:t xml:space="preserve">nissamut </w:t>
      </w:r>
      <w:r w:rsidR="00ED5EB9" w:rsidRPr="00171408">
        <w:rPr>
          <w:rFonts w:ascii="Times New Roman" w:eastAsia="Times New Roman" w:hAnsi="Times New Roman" w:cs="Times New Roman"/>
          <w:lang w:val="kl-GL" w:eastAsia="da-DK"/>
        </w:rPr>
        <w:t>akerliuvoq</w:t>
      </w:r>
      <w:r w:rsidRPr="00171408">
        <w:rPr>
          <w:rFonts w:ascii="Times New Roman" w:eastAsia="Times New Roman" w:hAnsi="Times New Roman" w:cs="Times New Roman"/>
          <w:lang w:val="kl-GL" w:eastAsia="da-DK"/>
        </w:rPr>
        <w:t>.</w:t>
      </w:r>
    </w:p>
    <w:p w14:paraId="4F3EC746" w14:textId="720FEFD7" w:rsidR="00515200" w:rsidRPr="00171408" w:rsidRDefault="00CE02F1">
      <w:pPr>
        <w:tabs>
          <w:tab w:val="left" w:pos="284"/>
          <w:tab w:val="left" w:pos="567"/>
          <w:tab w:val="left" w:pos="993"/>
        </w:tabs>
        <w:spacing w:after="0"/>
        <w:rPr>
          <w:rFonts w:ascii="Times New Roman" w:hAnsi="Times New Roman"/>
          <w:lang w:val="kl-GL"/>
        </w:rPr>
      </w:pPr>
      <w:r w:rsidRPr="00171408">
        <w:rPr>
          <w:rFonts w:ascii="Times New Roman" w:eastAsia="Times New Roman" w:hAnsi="Times New Roman" w:cs="Times New Roman"/>
          <w:lang w:val="kl-GL" w:eastAsia="da-DK"/>
        </w:rPr>
        <w:t xml:space="preserve">5) </w:t>
      </w:r>
      <w:r w:rsidR="00E353D5" w:rsidRPr="00171408">
        <w:rPr>
          <w:rFonts w:ascii="Times New Roman" w:eastAsia="Times New Roman" w:hAnsi="Times New Roman" w:cs="Times New Roman"/>
          <w:lang w:val="kl-GL" w:eastAsia="da-DK"/>
        </w:rPr>
        <w:t>S</w:t>
      </w:r>
      <w:r w:rsidRPr="00171408">
        <w:rPr>
          <w:rFonts w:ascii="Times New Roman" w:eastAsia="Times New Roman" w:hAnsi="Times New Roman" w:cs="Times New Roman"/>
          <w:lang w:val="kl-GL" w:eastAsia="da-DK"/>
        </w:rPr>
        <w:t xml:space="preserve">illimmasiissutinik paasinninnermi, pingaartinneqassapput isumaqatigiissutit aalajangersimasut, sillimmasiisarfiup aamma sillimmasertut akornanni sillimmasiissutitut isumaqatigiissutit ataasiakkaat atuuffii pillugit, ingerlatseqatigiiffiup </w:t>
      </w:r>
      <w:r w:rsidR="00984F94" w:rsidRPr="00171408">
        <w:rPr>
          <w:rFonts w:ascii="Times New Roman" w:eastAsia="Times New Roman" w:hAnsi="Times New Roman" w:cs="Times New Roman"/>
          <w:lang w:val="kl-GL" w:eastAsia="da-DK"/>
        </w:rPr>
        <w:t xml:space="preserve">sulinermi </w:t>
      </w:r>
      <w:r w:rsidR="006A4971" w:rsidRPr="00171408">
        <w:rPr>
          <w:rFonts w:ascii="Times New Roman" w:eastAsia="Times New Roman" w:hAnsi="Times New Roman" w:cs="Times New Roman"/>
          <w:lang w:val="kl-GL" w:eastAsia="da-DK"/>
        </w:rPr>
        <w:t>ajoqusernermut isumannaarineq</w:t>
      </w:r>
      <w:r w:rsidRPr="00171408">
        <w:rPr>
          <w:rFonts w:ascii="Times New Roman" w:eastAsia="Times New Roman" w:hAnsi="Times New Roman" w:cs="Times New Roman"/>
          <w:color w:val="000000" w:themeColor="text1"/>
          <w:lang w:val="kl-GL" w:eastAsia="da-DK"/>
        </w:rPr>
        <w:t xml:space="preserve"> pillugu inatsit malillugu sillimmasiissutinik </w:t>
      </w:r>
      <w:r w:rsidR="005E0EA2" w:rsidRPr="00171408">
        <w:rPr>
          <w:rFonts w:ascii="Times New Roman" w:eastAsia="Times New Roman" w:hAnsi="Times New Roman" w:cs="Times New Roman"/>
          <w:color w:val="000000" w:themeColor="text1"/>
          <w:lang w:val="kl-GL" w:eastAsia="da-DK"/>
        </w:rPr>
        <w:t xml:space="preserve">atulersitsisinnaanermut </w:t>
      </w:r>
      <w:r w:rsidRPr="00171408">
        <w:rPr>
          <w:rFonts w:ascii="Times New Roman" w:eastAsia="Times New Roman" w:hAnsi="Times New Roman" w:cs="Times New Roman"/>
          <w:color w:val="000000" w:themeColor="text1"/>
          <w:lang w:val="kl-GL" w:eastAsia="da-DK"/>
        </w:rPr>
        <w:t>akuersissutaata atorunnaarsinneqarnerani.</w:t>
      </w:r>
    </w:p>
    <w:p w14:paraId="366F9AA0" w14:textId="77777777" w:rsidR="00515200" w:rsidRPr="00171408" w:rsidRDefault="00515200">
      <w:pPr>
        <w:tabs>
          <w:tab w:val="left" w:pos="284"/>
          <w:tab w:val="left" w:pos="567"/>
          <w:tab w:val="left" w:pos="993"/>
        </w:tabs>
        <w:spacing w:after="0"/>
        <w:rPr>
          <w:rFonts w:ascii="Times New Roman" w:eastAsia="Times New Roman" w:hAnsi="Times New Roman" w:cs="Times New Roman"/>
          <w:lang w:val="kl-GL" w:eastAsia="da-DK"/>
        </w:rPr>
      </w:pPr>
    </w:p>
    <w:p w14:paraId="728BCFED" w14:textId="0867E65B" w:rsidR="00515200" w:rsidRPr="00171408" w:rsidRDefault="00CE02F1">
      <w:pPr>
        <w:tabs>
          <w:tab w:val="left" w:pos="284"/>
          <w:tab w:val="left" w:pos="567"/>
          <w:tab w:val="left" w:pos="993"/>
        </w:tabs>
        <w:spacing w:after="0"/>
        <w:rPr>
          <w:rFonts w:ascii="Times New Roman" w:hAnsi="Times New Roman"/>
          <w:lang w:val="kl-GL"/>
        </w:rPr>
      </w:pPr>
      <w:r w:rsidRPr="00171408">
        <w:rPr>
          <w:rFonts w:ascii="Times New Roman" w:eastAsia="Times New Roman" w:hAnsi="Times New Roman" w:cs="Times New Roman"/>
          <w:lang w:val="kl-GL" w:eastAsia="da-DK"/>
        </w:rPr>
        <w:t xml:space="preserve">Taamaalilluni Arbejdsmarkedets Erhvervssikringip </w:t>
      </w:r>
      <w:r w:rsidR="005E0E6B" w:rsidRPr="00171408">
        <w:rPr>
          <w:rFonts w:ascii="Times New Roman" w:eastAsia="Times New Roman" w:hAnsi="Times New Roman" w:cs="Times New Roman"/>
          <w:lang w:val="kl-GL" w:eastAsia="da-DK"/>
        </w:rPr>
        <w:t>sulinermi</w:t>
      </w:r>
      <w:r w:rsidRPr="00171408">
        <w:rPr>
          <w:rFonts w:ascii="Times New Roman" w:eastAsia="Times New Roman" w:hAnsi="Times New Roman" w:cs="Times New Roman"/>
          <w:lang w:val="kl-GL" w:eastAsia="da-DK"/>
        </w:rPr>
        <w:t xml:space="preserve"> ajutoornermut sillimmasiissutinik tigusinerminut atatillugu, sillimmasiisarfiup tunniussinissaq sioqqullugu, </w:t>
      </w:r>
      <w:r w:rsidR="005E0E6B" w:rsidRPr="00171408">
        <w:rPr>
          <w:rFonts w:ascii="Times New Roman" w:eastAsia="Times New Roman" w:hAnsi="Times New Roman" w:cs="Times New Roman"/>
          <w:lang w:val="kl-GL" w:eastAsia="da-DK"/>
        </w:rPr>
        <w:t>sulinermi</w:t>
      </w:r>
      <w:r w:rsidRPr="00171408">
        <w:rPr>
          <w:rFonts w:ascii="Times New Roman" w:eastAsia="Times New Roman" w:hAnsi="Times New Roman" w:cs="Times New Roman"/>
          <w:lang w:val="kl-GL" w:eastAsia="da-DK"/>
        </w:rPr>
        <w:t xml:space="preserve"> ajutoornermut silllimmasiinermik ingerlatsinerminut tunngatillugu pisinnaatitaaffigisai aamma pisussaaffigisai tigussavai. Tamanna taarsiissuteqarnissamut piumasaqaatinut matussuserneqarsimanngitsunut matussusiinermut aamma ajoqusernerit piareersaataasumik suliarineqarnerinut atuuppoq, tassunga </w:t>
      </w:r>
      <w:r w:rsidR="000A2665" w:rsidRPr="00171408">
        <w:rPr>
          <w:rFonts w:ascii="Times New Roman" w:eastAsia="Times New Roman" w:hAnsi="Times New Roman" w:cs="Times New Roman"/>
          <w:lang w:val="kl-GL" w:eastAsia="da-DK"/>
        </w:rPr>
        <w:t xml:space="preserve">ilanngullugit </w:t>
      </w:r>
      <w:r w:rsidRPr="00171408">
        <w:rPr>
          <w:rFonts w:ascii="Times New Roman" w:eastAsia="Times New Roman" w:hAnsi="Times New Roman" w:cs="Times New Roman"/>
          <w:lang w:val="kl-GL" w:eastAsia="da-DK"/>
        </w:rPr>
        <w:t xml:space="preserve">nalunaarutiginninnernik suliaqarneq aamma suliaritinnermut aningaasartuutinut apeqqutit pillugit isummerneq, </w:t>
      </w:r>
      <w:r w:rsidR="00C3269E" w:rsidRPr="00171408">
        <w:rPr>
          <w:rFonts w:ascii="Times New Roman" w:eastAsia="Times New Roman" w:hAnsi="Times New Roman" w:cs="Times New Roman"/>
          <w:lang w:val="kl-GL" w:eastAsia="da-DK"/>
        </w:rPr>
        <w:t>aamma</w:t>
      </w:r>
      <w:r w:rsidRPr="00171408">
        <w:rPr>
          <w:rFonts w:ascii="Times New Roman" w:eastAsia="Times New Roman" w:hAnsi="Times New Roman" w:cs="Times New Roman"/>
          <w:lang w:val="kl-GL" w:eastAsia="da-DK"/>
        </w:rPr>
        <w:t xml:space="preserve"> suliami paasissutissanut, ikiuutinut </w:t>
      </w:r>
      <w:r w:rsidR="00545D4A" w:rsidRPr="00171408">
        <w:rPr>
          <w:rFonts w:ascii="Times New Roman" w:eastAsia="Times New Roman" w:hAnsi="Times New Roman" w:cs="Times New Roman"/>
          <w:lang w:val="kl-GL" w:eastAsia="da-DK"/>
        </w:rPr>
        <w:t>il.il.</w:t>
      </w:r>
      <w:r w:rsidRPr="00171408">
        <w:rPr>
          <w:rFonts w:ascii="Times New Roman" w:eastAsia="Times New Roman" w:hAnsi="Times New Roman" w:cs="Times New Roman"/>
          <w:lang w:val="kl-GL" w:eastAsia="da-DK"/>
        </w:rPr>
        <w:t xml:space="preserve"> akiliutit.</w:t>
      </w:r>
    </w:p>
    <w:p w14:paraId="78B4B533" w14:textId="77777777" w:rsidR="00515200" w:rsidRPr="00171408" w:rsidRDefault="00515200">
      <w:pPr>
        <w:tabs>
          <w:tab w:val="left" w:pos="284"/>
          <w:tab w:val="left" w:pos="567"/>
          <w:tab w:val="left" w:pos="993"/>
        </w:tabs>
        <w:spacing w:after="0"/>
        <w:rPr>
          <w:rFonts w:ascii="Times New Roman" w:eastAsia="Times New Roman" w:hAnsi="Times New Roman" w:cs="Times New Roman"/>
          <w:lang w:val="kl-GL" w:eastAsia="da-DK"/>
        </w:rPr>
      </w:pPr>
    </w:p>
    <w:p w14:paraId="47985A57" w14:textId="7B892D14" w:rsidR="00515200" w:rsidRPr="00171408" w:rsidRDefault="00CE02F1">
      <w:pPr>
        <w:tabs>
          <w:tab w:val="left" w:pos="284"/>
          <w:tab w:val="left" w:pos="567"/>
          <w:tab w:val="left" w:pos="993"/>
        </w:tabs>
        <w:spacing w:after="0"/>
        <w:rPr>
          <w:rFonts w:ascii="Times New Roman" w:hAnsi="Times New Roman"/>
          <w:lang w:val="kl-GL"/>
        </w:rPr>
      </w:pPr>
      <w:r w:rsidRPr="00171408">
        <w:rPr>
          <w:rFonts w:ascii="Times New Roman" w:eastAsia="Times New Roman" w:hAnsi="Times New Roman" w:cs="Times New Roman"/>
          <w:lang w:val="kl-GL" w:eastAsia="da-DK"/>
        </w:rPr>
        <w:t xml:space="preserve">Arbejdsmarkedets Erhvervssikringip aningaasartuutit aningaasaliiffigissavai, </w:t>
      </w:r>
      <w:r w:rsidR="005E0E6B" w:rsidRPr="00171408">
        <w:rPr>
          <w:rFonts w:ascii="Times New Roman" w:eastAsia="Times New Roman" w:hAnsi="Times New Roman" w:cs="Times New Roman"/>
          <w:lang w:val="kl-GL" w:eastAsia="da-DK"/>
        </w:rPr>
        <w:t>sulinermi</w:t>
      </w:r>
      <w:r w:rsidRPr="00171408">
        <w:rPr>
          <w:rFonts w:ascii="Times New Roman" w:eastAsia="Times New Roman" w:hAnsi="Times New Roman" w:cs="Times New Roman"/>
          <w:lang w:val="kl-GL" w:eastAsia="da-DK"/>
        </w:rPr>
        <w:t xml:space="preserve"> ajutoornermut sillimmasiissutinik tigusinerup malitsigisai aamma pigisat nalillit, tassunga </w:t>
      </w:r>
      <w:r w:rsidR="00FC14B6" w:rsidRPr="00171408">
        <w:rPr>
          <w:rFonts w:ascii="Times New Roman" w:eastAsia="Times New Roman" w:hAnsi="Times New Roman" w:cs="Times New Roman"/>
          <w:lang w:val="kl-GL" w:eastAsia="da-DK"/>
        </w:rPr>
        <w:t xml:space="preserve">ilanngullugit </w:t>
      </w:r>
      <w:r w:rsidRPr="00171408">
        <w:rPr>
          <w:rFonts w:ascii="Times New Roman" w:eastAsia="Times New Roman" w:hAnsi="Times New Roman" w:cs="Times New Roman"/>
          <w:lang w:val="kl-GL" w:eastAsia="da-DK"/>
        </w:rPr>
        <w:t xml:space="preserve">sillimmaseqqinnermik isumaqatigiissutini pissamaatit, sillimmasiisarfimmiit imaluunniit tassannga suliffeqarfimmiit tunniunneqarsimasumit nuunneqartut. </w:t>
      </w:r>
      <w:r w:rsidRPr="00171408">
        <w:rPr>
          <w:rFonts w:ascii="Times New Roman" w:hAnsi="Times New Roman" w:cs="Times New Roman"/>
          <w:lang w:val="kl-GL"/>
        </w:rPr>
        <w:t xml:space="preserve">Arbejdsmarkedets Erhvervssikringip aningaasartuutit akilerallassavai, </w:t>
      </w:r>
      <w:r w:rsidR="005E0E6B" w:rsidRPr="00171408">
        <w:rPr>
          <w:rFonts w:ascii="Times New Roman" w:eastAsia="Times New Roman" w:hAnsi="Times New Roman" w:cs="Times New Roman"/>
          <w:lang w:val="kl-GL" w:eastAsia="da-DK"/>
        </w:rPr>
        <w:t>sulinermi</w:t>
      </w:r>
      <w:r w:rsidRPr="00171408">
        <w:rPr>
          <w:rFonts w:ascii="Times New Roman" w:eastAsia="Times New Roman" w:hAnsi="Times New Roman" w:cs="Times New Roman"/>
          <w:lang w:val="kl-GL" w:eastAsia="da-DK"/>
        </w:rPr>
        <w:t xml:space="preserve"> ajutoornermut sillimmasiissutinik </w:t>
      </w:r>
      <w:r w:rsidR="00545D4A" w:rsidRPr="00171408">
        <w:rPr>
          <w:rFonts w:ascii="Times New Roman" w:eastAsia="Times New Roman" w:hAnsi="Times New Roman" w:cs="Times New Roman"/>
          <w:lang w:val="kl-GL" w:eastAsia="da-DK"/>
        </w:rPr>
        <w:t>il.il.</w:t>
      </w:r>
      <w:r w:rsidRPr="00171408">
        <w:rPr>
          <w:rFonts w:ascii="Times New Roman" w:eastAsia="Times New Roman" w:hAnsi="Times New Roman" w:cs="Times New Roman"/>
          <w:lang w:val="kl-GL" w:eastAsia="da-DK"/>
        </w:rPr>
        <w:t xml:space="preserve"> tigusinerup malitsigisai, pigisanik nalilinnik imaluunniit pigisanik nalilinnik naammanngitsunik sillimmasiisarfimmiit imaluunniit taassuma qimataanit nuunneqarsimanngitsut piffissamiit, aningaasartuutit akilerneqarfissaanni aamma pigisat nalillit pisariaqartinneqartut tigunissaasa tungaannut.</w:t>
      </w:r>
      <w:r w:rsidRPr="00171408">
        <w:rPr>
          <w:rFonts w:ascii="Times New Roman" w:hAnsi="Times New Roman" w:cs="Times New Roman"/>
          <w:lang w:val="kl-GL"/>
        </w:rPr>
        <w:t xml:space="preserve"> Aningaasartuutit, </w:t>
      </w:r>
      <w:r w:rsidRPr="00171408">
        <w:rPr>
          <w:rFonts w:ascii="Times New Roman" w:eastAsia="Times New Roman" w:hAnsi="Times New Roman" w:cs="Times New Roman"/>
          <w:lang w:val="kl-GL" w:eastAsia="da-DK"/>
        </w:rPr>
        <w:t xml:space="preserve">Arbejdsmarkedets Erhvervssikringip akiligai, sillimmasiisarfinnit tamanit </w:t>
      </w:r>
      <w:r w:rsidR="005E0E6B" w:rsidRPr="00171408">
        <w:rPr>
          <w:rFonts w:ascii="Times New Roman" w:eastAsia="Times New Roman" w:hAnsi="Times New Roman" w:cs="Times New Roman"/>
          <w:lang w:val="kl-GL" w:eastAsia="da-DK"/>
        </w:rPr>
        <w:t>sulinermi</w:t>
      </w:r>
      <w:r w:rsidRPr="00171408">
        <w:rPr>
          <w:rFonts w:ascii="Times New Roman" w:eastAsia="Times New Roman" w:hAnsi="Times New Roman" w:cs="Times New Roman"/>
          <w:lang w:val="kl-GL" w:eastAsia="da-DK"/>
        </w:rPr>
        <w:t xml:space="preserve"> ajutoornermut sillimmasiinermik ingerlatsisunit aningaasaliiffigineqassapput.</w:t>
      </w:r>
    </w:p>
    <w:p w14:paraId="3ACE9C57" w14:textId="77777777" w:rsidR="00515200" w:rsidRPr="00171408" w:rsidRDefault="00515200">
      <w:pPr>
        <w:tabs>
          <w:tab w:val="left" w:pos="284"/>
          <w:tab w:val="left" w:pos="567"/>
          <w:tab w:val="left" w:pos="993"/>
        </w:tabs>
        <w:spacing w:after="0"/>
        <w:rPr>
          <w:rFonts w:ascii="Times New Roman" w:eastAsia="Times New Roman" w:hAnsi="Times New Roman" w:cs="Times New Roman"/>
          <w:lang w:val="kl-GL" w:eastAsia="da-DK"/>
        </w:rPr>
      </w:pPr>
    </w:p>
    <w:p w14:paraId="23507C31" w14:textId="06B7AE56" w:rsidR="00515200" w:rsidRPr="00171408" w:rsidRDefault="00CE02F1">
      <w:pPr>
        <w:tabs>
          <w:tab w:val="left" w:pos="284"/>
          <w:tab w:val="left" w:pos="567"/>
          <w:tab w:val="left" w:pos="993"/>
        </w:tabs>
        <w:spacing w:after="0"/>
        <w:rPr>
          <w:rFonts w:ascii="Times New Roman" w:hAnsi="Times New Roman"/>
          <w:lang w:val="kl-GL"/>
        </w:rPr>
      </w:pPr>
      <w:r w:rsidRPr="00171408">
        <w:rPr>
          <w:rFonts w:ascii="Times New Roman" w:eastAsia="Times New Roman" w:hAnsi="Times New Roman" w:cs="Times New Roman"/>
          <w:lang w:val="kl-GL" w:eastAsia="da-DK"/>
        </w:rPr>
        <w:t xml:space="preserve">Inatsisissatut siunnersuutip </w:t>
      </w:r>
      <w:r w:rsidRPr="00171408">
        <w:rPr>
          <w:rFonts w:ascii="Times New Roman" w:eastAsia="Times New Roman" w:hAnsi="Times New Roman" w:cs="Times New Roman"/>
          <w:i/>
          <w:lang w:val="kl-GL" w:eastAsia="da-DK"/>
        </w:rPr>
        <w:t>§ 1, nr. 2</w:t>
      </w:r>
      <w:r w:rsidR="00434105" w:rsidRPr="00171408">
        <w:rPr>
          <w:rFonts w:ascii="Times New Roman" w:eastAsia="Times New Roman" w:hAnsi="Times New Roman" w:cs="Times New Roman"/>
          <w:i/>
          <w:lang w:val="kl-GL" w:eastAsia="da-DK"/>
        </w:rPr>
        <w:t>7</w:t>
      </w:r>
      <w:r w:rsidRPr="00171408">
        <w:rPr>
          <w:rFonts w:ascii="Times New Roman" w:eastAsia="Times New Roman" w:hAnsi="Times New Roman" w:cs="Times New Roman"/>
          <w:lang w:val="kl-GL" w:eastAsia="da-DK"/>
        </w:rPr>
        <w:t>-ani siunnertuutigineqarpoq, § 59-ip atorunnaarsinneqarnissaa.</w:t>
      </w:r>
    </w:p>
    <w:p w14:paraId="61B91B52" w14:textId="77777777" w:rsidR="00515200" w:rsidRPr="00171408" w:rsidRDefault="00515200">
      <w:pPr>
        <w:tabs>
          <w:tab w:val="left" w:pos="284"/>
          <w:tab w:val="left" w:pos="567"/>
          <w:tab w:val="left" w:pos="993"/>
        </w:tabs>
        <w:spacing w:after="0"/>
        <w:rPr>
          <w:rFonts w:ascii="Times New Roman" w:eastAsia="Times New Roman" w:hAnsi="Times New Roman" w:cs="Times New Roman"/>
          <w:lang w:val="kl-GL" w:eastAsia="da-DK"/>
        </w:rPr>
      </w:pPr>
    </w:p>
    <w:p w14:paraId="3A2A94B7" w14:textId="11B4ACE1" w:rsidR="00515200" w:rsidRPr="00171408" w:rsidRDefault="0012291D">
      <w:pPr>
        <w:rPr>
          <w:rFonts w:ascii="Times New Roman" w:hAnsi="Times New Roman"/>
          <w:lang w:val="kl-GL"/>
        </w:rPr>
      </w:pPr>
      <w:r w:rsidRPr="00171408">
        <w:rPr>
          <w:rFonts w:ascii="Times New Roman" w:eastAsia="Times New Roman" w:hAnsi="Times New Roman" w:cs="Times New Roman"/>
          <w:lang w:val="kl-GL" w:eastAsia="da-DK"/>
        </w:rPr>
        <w:t>S</w:t>
      </w:r>
      <w:r w:rsidR="00C667F3" w:rsidRPr="00171408">
        <w:rPr>
          <w:rFonts w:ascii="Times New Roman" w:eastAsia="Times New Roman" w:hAnsi="Times New Roman" w:cs="Times New Roman"/>
          <w:lang w:val="kl-GL" w:eastAsia="da-DK"/>
        </w:rPr>
        <w:t>uliffeqarfiit aningaasarsiornermik ingerlataqartut pillugit inatsimmi § 250, imm. 2 malillugu</w:t>
      </w:r>
      <w:r w:rsidR="00B11583" w:rsidRPr="00171408">
        <w:rPr>
          <w:rFonts w:ascii="Times New Roman" w:eastAsia="Times New Roman" w:hAnsi="Times New Roman" w:cs="Times New Roman"/>
          <w:lang w:val="kl-GL" w:eastAsia="da-DK"/>
        </w:rPr>
        <w:t>,</w:t>
      </w:r>
      <w:r w:rsidRPr="00171408">
        <w:rPr>
          <w:rFonts w:ascii="Times New Roman" w:eastAsia="Times New Roman" w:hAnsi="Times New Roman" w:cs="Times New Roman"/>
          <w:lang w:val="kl-GL" w:eastAsia="da-DK"/>
        </w:rPr>
        <w:t xml:space="preserve"> </w:t>
      </w:r>
      <w:r w:rsidR="00B11583" w:rsidRPr="00171408">
        <w:rPr>
          <w:rFonts w:ascii="Times New Roman" w:eastAsia="Times New Roman" w:hAnsi="Times New Roman" w:cs="Times New Roman"/>
          <w:lang w:val="kl-GL" w:eastAsia="da-DK"/>
        </w:rPr>
        <w:t>ajoqusernermut sillimmasiisarfinnut garantifondini pillugu inatsisip allanngortinneqarnissaanut inatsisikkut nr. 1163, 8. juni 2021-meersukkut,</w:t>
      </w:r>
      <w:r w:rsidRPr="00171408">
        <w:rPr>
          <w:rFonts w:ascii="Times New Roman" w:eastAsia="Times New Roman" w:hAnsi="Times New Roman" w:cs="Times New Roman"/>
          <w:lang w:val="kl-GL" w:eastAsia="da-DK"/>
        </w:rPr>
        <w:t xml:space="preserve"> </w:t>
      </w:r>
      <w:r w:rsidR="00602B47" w:rsidRPr="00171408">
        <w:rPr>
          <w:rFonts w:ascii="Times New Roman" w:eastAsia="Times New Roman" w:hAnsi="Times New Roman" w:cs="Times New Roman"/>
          <w:lang w:val="kl-GL" w:eastAsia="da-DK"/>
        </w:rPr>
        <w:t>aningaasaliisartut peqatigiiffii il.il. pillugit inatsisikkut,</w:t>
      </w:r>
      <w:r w:rsidRPr="00171408">
        <w:rPr>
          <w:rFonts w:ascii="Times New Roman" w:eastAsia="Times New Roman" w:hAnsi="Times New Roman" w:cs="Times New Roman"/>
          <w:lang w:val="kl-GL" w:eastAsia="da-DK"/>
        </w:rPr>
        <w:t xml:space="preserve"> </w:t>
      </w:r>
      <w:r w:rsidR="00602B47" w:rsidRPr="00171408">
        <w:rPr>
          <w:rFonts w:ascii="Times New Roman" w:eastAsia="Times New Roman" w:hAnsi="Times New Roman" w:cs="Times New Roman"/>
          <w:lang w:val="kl-GL" w:eastAsia="da-DK"/>
        </w:rPr>
        <w:t>aningaasanik peqquserluutinik malunnarunnaarsaasarneq pillugu inatsisikkut,</w:t>
      </w:r>
      <w:r w:rsidRPr="00171408">
        <w:rPr>
          <w:rFonts w:ascii="Times New Roman" w:eastAsia="Times New Roman" w:hAnsi="Times New Roman" w:cs="Times New Roman"/>
          <w:lang w:val="kl-GL" w:eastAsia="da-DK"/>
        </w:rPr>
        <w:t xml:space="preserve"> </w:t>
      </w:r>
      <w:r w:rsidR="00D23F1B" w:rsidRPr="00171408">
        <w:rPr>
          <w:rFonts w:ascii="Times New Roman" w:eastAsia="Times New Roman" w:hAnsi="Times New Roman" w:cs="Times New Roman"/>
          <w:lang w:val="kl-GL" w:eastAsia="da-DK"/>
        </w:rPr>
        <w:t>Danmarks Grønne Investeringsfondi pillugu inatsisikkut aamma inatsisikkut allatigut assigiinngitsukkut</w:t>
      </w:r>
      <w:r w:rsidR="004B533A" w:rsidRPr="00171408">
        <w:rPr>
          <w:rFonts w:ascii="Times New Roman" w:eastAsia="Times New Roman" w:hAnsi="Times New Roman" w:cs="Times New Roman"/>
          <w:lang w:val="kl-GL" w:eastAsia="da-DK"/>
        </w:rPr>
        <w:t>,</w:t>
      </w:r>
      <w:r w:rsidRPr="00171408">
        <w:rPr>
          <w:rFonts w:ascii="Times New Roman" w:eastAsia="Times New Roman" w:hAnsi="Times New Roman" w:cs="Times New Roman"/>
          <w:lang w:val="kl-GL" w:eastAsia="da-DK"/>
        </w:rPr>
        <w:t xml:space="preserve"> </w:t>
      </w:r>
      <w:r w:rsidR="00C73AA4" w:rsidRPr="00171408">
        <w:rPr>
          <w:rFonts w:ascii="Times New Roman" w:eastAsia="Times New Roman" w:hAnsi="Times New Roman" w:cs="Times New Roman"/>
          <w:lang w:val="kl-GL" w:eastAsia="da-DK"/>
        </w:rPr>
        <w:t xml:space="preserve">Finanstilsynip </w:t>
      </w:r>
      <w:r w:rsidR="00C667F3" w:rsidRPr="00171408">
        <w:rPr>
          <w:rFonts w:ascii="Times New Roman" w:eastAsia="Times New Roman" w:hAnsi="Times New Roman" w:cs="Times New Roman"/>
          <w:lang w:val="kl-GL" w:eastAsia="da-DK"/>
        </w:rPr>
        <w:t xml:space="preserve">sillimmasiisarfiup sulinermi ajoqusernermut sillimmasiisarnermik ingerlatsinissamut akuersissutaa utertippagu, </w:t>
      </w:r>
      <w:r w:rsidRPr="00171408">
        <w:rPr>
          <w:rFonts w:ascii="Times New Roman" w:eastAsia="Times New Roman" w:hAnsi="Times New Roman" w:cs="Times New Roman"/>
          <w:lang w:val="kl-GL" w:eastAsia="da-DK"/>
        </w:rPr>
        <w:t>Arbejdsmarkedets Erhvervssikringip sulinermi ajoqusernermut isumannaarineq</w:t>
      </w:r>
      <w:r w:rsidRPr="00171408">
        <w:rPr>
          <w:rFonts w:ascii="Times New Roman" w:eastAsia="Times New Roman" w:hAnsi="Times New Roman" w:cs="Times New Roman"/>
          <w:color w:val="000000" w:themeColor="text1"/>
          <w:lang w:val="kl-GL" w:eastAsia="da-DK"/>
        </w:rPr>
        <w:t xml:space="preserve"> pillugu inatsit malillugu sulinermi ajoqusernermut sillimmasiissutinik aqutsilernissamut pisussaaffia, 1. </w:t>
      </w:r>
      <w:r w:rsidRPr="00171408">
        <w:rPr>
          <w:rFonts w:ascii="Times New Roman" w:eastAsia="Times New Roman" w:hAnsi="Times New Roman" w:cs="Times New Roman"/>
          <w:lang w:val="kl-GL" w:eastAsia="da-DK"/>
        </w:rPr>
        <w:t>juli 2021-imi ajoqusernermut sillimmasiisarfiit Garantifondiannut nuutsinneqarnerata</w:t>
      </w:r>
      <w:r w:rsidR="00BC2979" w:rsidRPr="00171408">
        <w:rPr>
          <w:rFonts w:ascii="Times New Roman" w:eastAsia="Times New Roman" w:hAnsi="Times New Roman" w:cs="Times New Roman"/>
          <w:color w:val="000000" w:themeColor="text1"/>
          <w:lang w:val="kl-GL" w:eastAsia="da-DK"/>
        </w:rPr>
        <w:t xml:space="preserve"> </w:t>
      </w:r>
      <w:r w:rsidR="00BC2979" w:rsidRPr="00171408">
        <w:rPr>
          <w:rFonts w:ascii="Times New Roman" w:eastAsia="Times New Roman" w:hAnsi="Times New Roman" w:cs="Times New Roman"/>
          <w:lang w:val="kl-GL" w:eastAsia="da-DK"/>
        </w:rPr>
        <w:t>s</w:t>
      </w:r>
      <w:r w:rsidR="00CE02F1" w:rsidRPr="00171408">
        <w:rPr>
          <w:rFonts w:ascii="Times New Roman" w:eastAsia="Times New Roman" w:hAnsi="Times New Roman" w:cs="Times New Roman"/>
          <w:lang w:val="kl-GL" w:eastAsia="da-DK"/>
        </w:rPr>
        <w:t xml:space="preserve">iunnersuut </w:t>
      </w:r>
      <w:r w:rsidR="00BC2979" w:rsidRPr="00171408">
        <w:rPr>
          <w:rFonts w:ascii="Times New Roman" w:eastAsia="Times New Roman" w:hAnsi="Times New Roman" w:cs="Times New Roman"/>
          <w:lang w:val="kl-GL" w:eastAsia="da-DK"/>
        </w:rPr>
        <w:t>kingunerivaa</w:t>
      </w:r>
      <w:r w:rsidR="00CE02F1" w:rsidRPr="00171408">
        <w:rPr>
          <w:rFonts w:ascii="Times New Roman" w:eastAsia="Times New Roman" w:hAnsi="Times New Roman" w:cs="Times New Roman"/>
          <w:lang w:val="kl-GL" w:eastAsia="da-DK"/>
        </w:rPr>
        <w:t>.</w:t>
      </w:r>
      <w:r w:rsidR="00B453E4" w:rsidRPr="00171408">
        <w:rPr>
          <w:rFonts w:ascii="Times New Roman" w:eastAsia="Times New Roman" w:hAnsi="Times New Roman" w:cs="Times New Roman"/>
          <w:lang w:val="kl-GL" w:eastAsia="da-DK"/>
        </w:rPr>
        <w:t xml:space="preserve"> </w:t>
      </w:r>
      <w:r w:rsidR="00CE02F1" w:rsidRPr="00171408">
        <w:rPr>
          <w:rFonts w:ascii="Times New Roman" w:eastAsia="Times New Roman" w:hAnsi="Times New Roman" w:cs="Times New Roman"/>
          <w:lang w:val="kl-GL" w:eastAsia="da-DK"/>
        </w:rPr>
        <w:t xml:space="preserve">Inatsit nr. 1163, 8. juni 2021-meersumi </w:t>
      </w:r>
      <w:r w:rsidR="00ED4A0D" w:rsidRPr="00171408">
        <w:rPr>
          <w:rFonts w:ascii="Times New Roman" w:eastAsia="Times New Roman" w:hAnsi="Times New Roman" w:cs="Times New Roman"/>
          <w:lang w:val="kl-GL" w:eastAsia="da-DK"/>
        </w:rPr>
        <w:t xml:space="preserve">§ 17, imm. 3-mi </w:t>
      </w:r>
      <w:r w:rsidR="00CE02F1" w:rsidRPr="00171408">
        <w:rPr>
          <w:rFonts w:ascii="Times New Roman" w:eastAsia="Times New Roman" w:hAnsi="Times New Roman" w:cs="Times New Roman"/>
          <w:lang w:val="kl-GL" w:eastAsia="da-DK"/>
        </w:rPr>
        <w:t xml:space="preserve">allaqqavoq, </w:t>
      </w:r>
      <w:r w:rsidR="004B533A" w:rsidRPr="00171408">
        <w:rPr>
          <w:rFonts w:ascii="Times New Roman" w:eastAsia="Times New Roman" w:hAnsi="Times New Roman" w:cs="Times New Roman"/>
          <w:lang w:val="kl-GL" w:eastAsia="da-DK"/>
        </w:rPr>
        <w:t>Finanstilsynip sillimmasiisarfiup sulinermi ajoqusernermut sillimmasiisarnermik ingerlatsinissamut akuersissutaa utertippagu</w:t>
      </w:r>
      <w:r w:rsidR="00CE02F1" w:rsidRPr="00171408">
        <w:rPr>
          <w:rFonts w:ascii="Times New Roman" w:eastAsia="Times New Roman" w:hAnsi="Times New Roman" w:cs="Times New Roman"/>
          <w:lang w:val="kl-GL" w:eastAsia="da-DK"/>
        </w:rPr>
        <w:t xml:space="preserve">, ajoqusernermut sillimmasiisarfiit Garantifondiata ajoqusernermut sillimmasiissutinik tigusinissamut pisussaaffeqarnera pillugu aalajangersakkat, kunngip peqqussutaatigut </w:t>
      </w:r>
      <w:r w:rsidR="00DB2A08" w:rsidRPr="00171408">
        <w:rPr>
          <w:rFonts w:ascii="Times New Roman" w:eastAsia="Times New Roman" w:hAnsi="Times New Roman" w:cs="Times New Roman"/>
          <w:lang w:val="kl-GL" w:eastAsia="da-DK"/>
        </w:rPr>
        <w:t xml:space="preserve">ilanngullugu </w:t>
      </w:r>
      <w:r w:rsidR="00CE02F1" w:rsidRPr="00171408">
        <w:rPr>
          <w:rFonts w:ascii="Times New Roman" w:eastAsia="Times New Roman" w:hAnsi="Times New Roman" w:cs="Times New Roman"/>
          <w:lang w:val="kl-GL" w:eastAsia="da-DK"/>
        </w:rPr>
        <w:t>Kalaallit Nunaannut atuutilersinneqarsinnaaneri. Siunertaavoq, danskit aamma kalaallit sulia</w:t>
      </w:r>
      <w:r w:rsidR="004336E6" w:rsidRPr="00171408">
        <w:rPr>
          <w:rFonts w:ascii="Times New Roman" w:eastAsia="Times New Roman" w:hAnsi="Times New Roman" w:cs="Times New Roman"/>
          <w:lang w:val="kl-GL" w:eastAsia="da-DK"/>
        </w:rPr>
        <w:t>ssa</w:t>
      </w:r>
      <w:r w:rsidR="00CE02F1" w:rsidRPr="00171408">
        <w:rPr>
          <w:rFonts w:ascii="Times New Roman" w:eastAsia="Times New Roman" w:hAnsi="Times New Roman" w:cs="Times New Roman"/>
          <w:lang w:val="kl-GL" w:eastAsia="da-DK"/>
        </w:rPr>
        <w:t xml:space="preserve">qarfimmi malittarisassaasa akornanni sammiveqatigiinnermik </w:t>
      </w:r>
      <w:r w:rsidR="004336E6" w:rsidRPr="00171408">
        <w:rPr>
          <w:rFonts w:ascii="Times New Roman" w:eastAsia="Times New Roman" w:hAnsi="Times New Roman" w:cs="Times New Roman"/>
          <w:lang w:val="kl-GL" w:eastAsia="da-DK"/>
        </w:rPr>
        <w:t>pilersitsiniarluni tamanna pissasoq</w:t>
      </w:r>
      <w:r w:rsidR="00CE02F1" w:rsidRPr="00171408">
        <w:rPr>
          <w:rFonts w:ascii="Times New Roman" w:eastAsia="Times New Roman" w:hAnsi="Times New Roman" w:cs="Times New Roman"/>
          <w:lang w:val="kl-GL" w:eastAsia="da-DK"/>
        </w:rPr>
        <w:t xml:space="preserve">. </w:t>
      </w:r>
      <w:r w:rsidR="00BC274A" w:rsidRPr="00171408">
        <w:rPr>
          <w:rFonts w:ascii="Times New Roman" w:eastAsia="Times New Roman" w:hAnsi="Times New Roman" w:cs="Times New Roman"/>
          <w:lang w:val="kl-GL" w:eastAsia="da-DK"/>
        </w:rPr>
        <w:t>Nalorninartoqarmat</w:t>
      </w:r>
      <w:r w:rsidR="00CE02F1" w:rsidRPr="00171408">
        <w:rPr>
          <w:rFonts w:ascii="Times New Roman" w:eastAsia="Times New Roman" w:hAnsi="Times New Roman" w:cs="Times New Roman"/>
          <w:lang w:val="kl-GL" w:eastAsia="da-DK"/>
        </w:rPr>
        <w:t xml:space="preserve">, kunngip peqqussutaata </w:t>
      </w:r>
      <w:r w:rsidR="00BC274A" w:rsidRPr="00171408">
        <w:rPr>
          <w:rFonts w:ascii="Times New Roman" w:eastAsia="Times New Roman" w:hAnsi="Times New Roman" w:cs="Times New Roman"/>
          <w:lang w:val="kl-GL" w:eastAsia="da-DK"/>
        </w:rPr>
        <w:t xml:space="preserve">matumalu </w:t>
      </w:r>
      <w:r w:rsidR="00CE02F1" w:rsidRPr="00171408">
        <w:rPr>
          <w:rFonts w:ascii="Times New Roman" w:eastAsia="Times New Roman" w:hAnsi="Times New Roman" w:cs="Times New Roman"/>
          <w:lang w:val="kl-GL" w:eastAsia="da-DK"/>
        </w:rPr>
        <w:t xml:space="preserve">inatsisissatut </w:t>
      </w:r>
      <w:r w:rsidR="00CE02F1" w:rsidRPr="00171408">
        <w:rPr>
          <w:rFonts w:ascii="Times New Roman" w:eastAsia="Times New Roman" w:hAnsi="Times New Roman" w:cs="Times New Roman"/>
          <w:lang w:val="kl-GL" w:eastAsia="da-DK"/>
        </w:rPr>
        <w:lastRenderedPageBreak/>
        <w:t xml:space="preserve">siunnersuutip ataatsikkut atuutilersinneqarsinnaaneri, inatsisissatut siunnersuummi § 2, imm. 2-mi </w:t>
      </w:r>
      <w:r w:rsidR="00BC274A" w:rsidRPr="00171408">
        <w:rPr>
          <w:rFonts w:ascii="Times New Roman" w:eastAsia="Times New Roman" w:hAnsi="Times New Roman" w:cs="Times New Roman"/>
          <w:lang w:val="kl-GL" w:eastAsia="da-DK"/>
        </w:rPr>
        <w:t xml:space="preserve">peqatigalugu </w:t>
      </w:r>
      <w:r w:rsidR="00CE02F1" w:rsidRPr="00171408">
        <w:rPr>
          <w:rFonts w:ascii="Times New Roman" w:eastAsia="Times New Roman" w:hAnsi="Times New Roman" w:cs="Times New Roman"/>
          <w:lang w:val="kl-GL" w:eastAsia="da-DK"/>
        </w:rPr>
        <w:t xml:space="preserve">siunnersuutigineqarpoq, </w:t>
      </w:r>
      <w:r w:rsidR="00397689" w:rsidRPr="00171408">
        <w:rPr>
          <w:rFonts w:ascii="Times New Roman" w:eastAsia="Times New Roman" w:hAnsi="Times New Roman" w:cs="Times New Roman"/>
          <w:lang w:val="kl-GL" w:eastAsia="da-DK"/>
        </w:rPr>
        <w:t>suliassaqartitsinermut ministeri</w:t>
      </w:r>
      <w:r w:rsidR="00CE02F1" w:rsidRPr="00171408">
        <w:rPr>
          <w:rFonts w:ascii="Times New Roman" w:eastAsia="Times New Roman" w:hAnsi="Times New Roman" w:cs="Times New Roman"/>
          <w:lang w:val="kl-GL" w:eastAsia="da-DK"/>
        </w:rPr>
        <w:t xml:space="preserve"> § 59-ip atorunnaarsinneqarnissaata atuutilersinneqarnissaanut piffissamik aalajangersaassasoq.</w:t>
      </w:r>
      <w:r w:rsidR="00273A7A" w:rsidRPr="00171408">
        <w:rPr>
          <w:rFonts w:ascii="Times New Roman" w:eastAsia="Times New Roman" w:hAnsi="Times New Roman" w:cs="Times New Roman"/>
          <w:lang w:val="kl-GL" w:eastAsia="da-DK"/>
        </w:rPr>
        <w:t xml:space="preserve"> </w:t>
      </w:r>
      <w:r w:rsidR="00CE02F1" w:rsidRPr="00171408">
        <w:rPr>
          <w:rFonts w:ascii="Times New Roman" w:eastAsia="Times New Roman" w:hAnsi="Times New Roman" w:cs="Times New Roman"/>
          <w:lang w:val="kl-GL" w:eastAsia="da-DK"/>
        </w:rPr>
        <w:t xml:space="preserve">Inatsisissatut siunnersuummi § </w:t>
      </w:r>
      <w:r w:rsidR="00273A7A" w:rsidRPr="00171408">
        <w:rPr>
          <w:rFonts w:ascii="Times New Roman" w:eastAsia="Times New Roman" w:hAnsi="Times New Roman" w:cs="Times New Roman"/>
          <w:lang w:val="kl-GL" w:eastAsia="da-DK"/>
        </w:rPr>
        <w:t>3</w:t>
      </w:r>
      <w:r w:rsidR="00CE02F1" w:rsidRPr="00171408">
        <w:rPr>
          <w:rFonts w:ascii="Times New Roman" w:eastAsia="Times New Roman" w:hAnsi="Times New Roman" w:cs="Times New Roman"/>
          <w:lang w:val="kl-GL" w:eastAsia="da-DK"/>
        </w:rPr>
        <w:t xml:space="preserve">, imm. 5-imiit 8-mut oqaaseqaatit </w:t>
      </w:r>
      <w:r w:rsidR="00C3269E" w:rsidRPr="00171408">
        <w:rPr>
          <w:rFonts w:ascii="Times New Roman" w:eastAsia="Times New Roman" w:hAnsi="Times New Roman" w:cs="Times New Roman"/>
          <w:lang w:val="kl-GL" w:eastAsia="da-DK"/>
        </w:rPr>
        <w:t>aamma</w:t>
      </w:r>
      <w:r w:rsidR="00CE02F1" w:rsidRPr="00171408">
        <w:rPr>
          <w:rFonts w:ascii="Times New Roman" w:eastAsia="Times New Roman" w:hAnsi="Times New Roman" w:cs="Times New Roman"/>
          <w:lang w:val="kl-GL" w:eastAsia="da-DK"/>
        </w:rPr>
        <w:t xml:space="preserve"> oqaaseqaatit nalinginnaasut innersuussutigineqarput, imm. 2.10.</w:t>
      </w:r>
    </w:p>
    <w:p w14:paraId="0E9812F1" w14:textId="219F6BCF" w:rsidR="00515200" w:rsidRPr="00171408" w:rsidRDefault="00CE02F1">
      <w:pPr>
        <w:rPr>
          <w:rFonts w:ascii="Times New Roman" w:hAnsi="Times New Roman"/>
          <w:lang w:val="kl-GL"/>
        </w:rPr>
      </w:pPr>
      <w:r w:rsidRPr="00171408">
        <w:rPr>
          <w:rFonts w:ascii="Times New Roman" w:hAnsi="Times New Roman" w:cs="Times New Roman"/>
          <w:lang w:val="kl-GL"/>
        </w:rPr>
        <w:t>Nr. 2</w:t>
      </w:r>
      <w:r w:rsidR="002E7166" w:rsidRPr="00171408">
        <w:rPr>
          <w:rFonts w:ascii="Times New Roman" w:hAnsi="Times New Roman" w:cs="Times New Roman"/>
          <w:lang w:val="kl-GL"/>
        </w:rPr>
        <w:t>8</w:t>
      </w:r>
      <w:r w:rsidRPr="00171408">
        <w:rPr>
          <w:rFonts w:ascii="Times New Roman" w:hAnsi="Times New Roman" w:cs="Times New Roman"/>
          <w:lang w:val="kl-GL"/>
        </w:rPr>
        <w:t>-mut</w:t>
      </w:r>
    </w:p>
    <w:p w14:paraId="7B1B4E96" w14:textId="7A77074D" w:rsidR="00515200" w:rsidRPr="00171408" w:rsidRDefault="00CE02F1">
      <w:pPr>
        <w:rPr>
          <w:rFonts w:ascii="Times New Roman" w:hAnsi="Times New Roman"/>
          <w:lang w:val="kl-GL"/>
        </w:rPr>
      </w:pPr>
      <w:r w:rsidRPr="00171408">
        <w:rPr>
          <w:rFonts w:ascii="Times New Roman" w:eastAsia="Times New Roman" w:hAnsi="Times New Roman" w:cs="Times New Roman"/>
          <w:lang w:val="kl-GL" w:eastAsia="da-DK"/>
        </w:rPr>
        <w:t xml:space="preserve">§ 62, imm. 4-mi aalajangersakkami atuuttumi allaqqavoq, </w:t>
      </w:r>
      <w:r w:rsidR="002A3EB3" w:rsidRPr="00171408">
        <w:rPr>
          <w:rFonts w:ascii="Times New Roman" w:hAnsi="Times New Roman" w:cs="Times New Roman"/>
          <w:lang w:val="kl-GL"/>
        </w:rPr>
        <w:t>imm. 1 malillugu</w:t>
      </w:r>
      <w:r w:rsidRPr="00171408">
        <w:rPr>
          <w:rFonts w:ascii="Times New Roman" w:hAnsi="Times New Roman" w:cs="Times New Roman"/>
          <w:lang w:val="kl-GL"/>
        </w:rPr>
        <w:t xml:space="preserve"> Arbejdsmarkedets Erhvervssikring</w:t>
      </w:r>
      <w:r w:rsidR="002A3EB3" w:rsidRPr="00171408">
        <w:rPr>
          <w:rFonts w:ascii="Times New Roman" w:hAnsi="Times New Roman" w:cs="Times New Roman"/>
          <w:lang w:val="kl-GL"/>
        </w:rPr>
        <w:t>imit</w:t>
      </w:r>
      <w:r w:rsidRPr="00171408">
        <w:rPr>
          <w:rFonts w:ascii="Times New Roman" w:hAnsi="Times New Roman" w:cs="Times New Roman"/>
          <w:lang w:val="kl-GL"/>
        </w:rPr>
        <w:t xml:space="preserve"> </w:t>
      </w:r>
      <w:r w:rsidR="002A3EB3" w:rsidRPr="00171408">
        <w:rPr>
          <w:rFonts w:ascii="Times New Roman" w:eastAsia="Times New Roman" w:hAnsi="Times New Roman" w:cs="Times New Roman"/>
          <w:lang w:val="kl-GL" w:eastAsia="da-DK"/>
        </w:rPr>
        <w:t>aningaasat</w:t>
      </w:r>
      <w:r w:rsidR="002A3EB3" w:rsidRPr="00171408">
        <w:rPr>
          <w:rFonts w:ascii="Times New Roman" w:hAnsi="Times New Roman" w:cs="Times New Roman"/>
          <w:lang w:val="kl-GL"/>
        </w:rPr>
        <w:t xml:space="preserve"> tunniunneqartut</w:t>
      </w:r>
      <w:r w:rsidRPr="00171408">
        <w:rPr>
          <w:rFonts w:ascii="Times New Roman" w:hAnsi="Times New Roman" w:cs="Times New Roman"/>
          <w:lang w:val="kl-GL"/>
        </w:rPr>
        <w:t xml:space="preserve">, imm. 2 malillugu aningaasat </w:t>
      </w:r>
      <w:r w:rsidR="001E3D7B" w:rsidRPr="00171408">
        <w:rPr>
          <w:rFonts w:ascii="Times New Roman" w:hAnsi="Times New Roman" w:cs="Times New Roman"/>
          <w:lang w:val="kl-GL"/>
        </w:rPr>
        <w:t xml:space="preserve">utertinneqarsinnaasut </w:t>
      </w:r>
      <w:r w:rsidRPr="00171408">
        <w:rPr>
          <w:rFonts w:ascii="Times New Roman" w:hAnsi="Times New Roman" w:cs="Times New Roman"/>
          <w:lang w:val="kl-GL"/>
        </w:rPr>
        <w:t xml:space="preserve">ilanngaatigalugit § 52, imm. 6, oqaaseqatigiit </w:t>
      </w:r>
      <w:r w:rsidR="00797380" w:rsidRPr="00171408">
        <w:rPr>
          <w:rFonts w:ascii="Times New Roman" w:hAnsi="Times New Roman" w:cs="Times New Roman"/>
          <w:lang w:val="kl-GL"/>
        </w:rPr>
        <w:t>sisama</w:t>
      </w:r>
      <w:r w:rsidRPr="00171408">
        <w:rPr>
          <w:rFonts w:ascii="Times New Roman" w:hAnsi="Times New Roman" w:cs="Times New Roman"/>
          <w:lang w:val="kl-GL"/>
        </w:rPr>
        <w:t>a</w:t>
      </w:r>
      <w:r w:rsidR="00797380" w:rsidRPr="00171408">
        <w:rPr>
          <w:rFonts w:ascii="Times New Roman" w:hAnsi="Times New Roman" w:cs="Times New Roman"/>
          <w:lang w:val="kl-GL"/>
        </w:rPr>
        <w:t>n</w:t>
      </w:r>
      <w:r w:rsidRPr="00171408">
        <w:rPr>
          <w:rFonts w:ascii="Times New Roman" w:hAnsi="Times New Roman" w:cs="Times New Roman"/>
          <w:lang w:val="kl-GL"/>
        </w:rPr>
        <w:t xml:space="preserve">ni aamma </w:t>
      </w:r>
      <w:r w:rsidR="001E3D7B" w:rsidRPr="00171408">
        <w:rPr>
          <w:rFonts w:ascii="Times New Roman" w:hAnsi="Times New Roman" w:cs="Times New Roman"/>
          <w:lang w:val="kl-GL"/>
        </w:rPr>
        <w:t>tallima</w:t>
      </w:r>
      <w:r w:rsidRPr="00171408">
        <w:rPr>
          <w:rFonts w:ascii="Times New Roman" w:hAnsi="Times New Roman" w:cs="Times New Roman"/>
          <w:lang w:val="kl-GL"/>
        </w:rPr>
        <w:t>a</w:t>
      </w:r>
      <w:r w:rsidR="001E3D7B" w:rsidRPr="00171408">
        <w:rPr>
          <w:rFonts w:ascii="Times New Roman" w:hAnsi="Times New Roman" w:cs="Times New Roman"/>
          <w:lang w:val="kl-GL"/>
        </w:rPr>
        <w:t>n</w:t>
      </w:r>
      <w:r w:rsidRPr="00171408">
        <w:rPr>
          <w:rFonts w:ascii="Times New Roman" w:hAnsi="Times New Roman" w:cs="Times New Roman"/>
          <w:lang w:val="kl-GL"/>
        </w:rPr>
        <w:t>ni malittarisassat malillugit aggua</w:t>
      </w:r>
      <w:r w:rsidR="001E3D7B" w:rsidRPr="00171408">
        <w:rPr>
          <w:rFonts w:ascii="Times New Roman" w:hAnsi="Times New Roman" w:cs="Times New Roman"/>
          <w:lang w:val="kl-GL"/>
        </w:rPr>
        <w:t>an</w:t>
      </w:r>
      <w:r w:rsidRPr="00171408">
        <w:rPr>
          <w:rFonts w:ascii="Times New Roman" w:hAnsi="Times New Roman" w:cs="Times New Roman"/>
          <w:lang w:val="kl-GL"/>
        </w:rPr>
        <w:t>neqassa</w:t>
      </w:r>
      <w:r w:rsidR="00E601E1" w:rsidRPr="00171408">
        <w:rPr>
          <w:rFonts w:ascii="Times New Roman" w:hAnsi="Times New Roman" w:cs="Times New Roman"/>
          <w:lang w:val="kl-GL"/>
        </w:rPr>
        <w:t>sut</w:t>
      </w:r>
      <w:r w:rsidRPr="00171408">
        <w:rPr>
          <w:rFonts w:ascii="Times New Roman" w:hAnsi="Times New Roman" w:cs="Times New Roman"/>
          <w:lang w:val="kl-GL"/>
        </w:rPr>
        <w:t>.</w:t>
      </w:r>
    </w:p>
    <w:p w14:paraId="61A2C2AE" w14:textId="1E1E2FDC" w:rsidR="00515200" w:rsidRPr="00171408" w:rsidRDefault="00CE02F1">
      <w:pPr>
        <w:rPr>
          <w:rFonts w:ascii="Times New Roman" w:hAnsi="Times New Roman"/>
          <w:lang w:val="kl-GL"/>
        </w:rPr>
      </w:pPr>
      <w:r w:rsidRPr="00171408">
        <w:rPr>
          <w:rFonts w:ascii="Times New Roman" w:hAnsi="Times New Roman" w:cs="Times New Roman"/>
          <w:lang w:val="kl-GL"/>
        </w:rPr>
        <w:t xml:space="preserve">Inatsisissatut siunnersuutip </w:t>
      </w:r>
      <w:r w:rsidRPr="00171408">
        <w:rPr>
          <w:rFonts w:ascii="Times New Roman" w:hAnsi="Times New Roman" w:cs="Times New Roman"/>
          <w:i/>
          <w:lang w:val="kl-GL"/>
        </w:rPr>
        <w:t>§ 1, nr. 2</w:t>
      </w:r>
      <w:r w:rsidR="0069008B" w:rsidRPr="00171408">
        <w:rPr>
          <w:rFonts w:ascii="Times New Roman" w:hAnsi="Times New Roman" w:cs="Times New Roman"/>
          <w:i/>
          <w:lang w:val="kl-GL"/>
        </w:rPr>
        <w:t>8</w:t>
      </w:r>
      <w:r w:rsidRPr="00171408">
        <w:rPr>
          <w:rFonts w:ascii="Times New Roman" w:hAnsi="Times New Roman" w:cs="Times New Roman"/>
          <w:lang w:val="kl-GL"/>
        </w:rPr>
        <w:t xml:space="preserve">-ani siunnertuutigineqarpoq, </w:t>
      </w:r>
      <w:r w:rsidRPr="00171408">
        <w:rPr>
          <w:rFonts w:ascii="Times New Roman" w:hAnsi="Times New Roman" w:cs="Times New Roman"/>
          <w:iCs/>
          <w:lang w:val="kl-GL"/>
        </w:rPr>
        <w:t>§ 62, imm. 4</w:t>
      </w:r>
      <w:r w:rsidRPr="00171408">
        <w:rPr>
          <w:rFonts w:ascii="Times New Roman" w:hAnsi="Times New Roman" w:cs="Times New Roman"/>
          <w:lang w:val="kl-GL"/>
        </w:rPr>
        <w:t>-mi</w:t>
      </w:r>
      <w:r w:rsidRPr="00171408">
        <w:rPr>
          <w:rFonts w:ascii="Times New Roman" w:hAnsi="Times New Roman" w:cs="Times New Roman"/>
          <w:i/>
          <w:lang w:val="kl-GL"/>
        </w:rPr>
        <w:t>,</w:t>
      </w:r>
      <w:r w:rsidRPr="00171408">
        <w:rPr>
          <w:rFonts w:ascii="Times New Roman" w:hAnsi="Times New Roman" w:cs="Times New Roman"/>
          <w:lang w:val="kl-GL"/>
        </w:rPr>
        <w:t xml:space="preserve"> »§ 52, imm. 6, oqaaseqatigiit </w:t>
      </w:r>
      <w:r w:rsidR="00797380" w:rsidRPr="00171408">
        <w:rPr>
          <w:rFonts w:ascii="Times New Roman" w:hAnsi="Times New Roman" w:cs="Times New Roman"/>
          <w:lang w:val="kl-GL"/>
        </w:rPr>
        <w:t xml:space="preserve">sisamaat </w:t>
      </w:r>
      <w:r w:rsidRPr="00171408">
        <w:rPr>
          <w:rFonts w:ascii="Times New Roman" w:hAnsi="Times New Roman" w:cs="Times New Roman"/>
          <w:lang w:val="kl-GL"/>
        </w:rPr>
        <w:t xml:space="preserve">aamma </w:t>
      </w:r>
      <w:r w:rsidR="00797380" w:rsidRPr="00171408">
        <w:rPr>
          <w:rFonts w:ascii="Times New Roman" w:hAnsi="Times New Roman" w:cs="Times New Roman"/>
          <w:lang w:val="kl-GL"/>
        </w:rPr>
        <w:t>tallimaat</w:t>
      </w:r>
      <w:r w:rsidRPr="00171408">
        <w:rPr>
          <w:rFonts w:ascii="Times New Roman" w:hAnsi="Times New Roman" w:cs="Times New Roman"/>
          <w:lang w:val="kl-GL"/>
        </w:rPr>
        <w:t>« allanngortinneqassasoq</w:t>
      </w:r>
      <w:r w:rsidR="00D33798" w:rsidRPr="00171408">
        <w:rPr>
          <w:rFonts w:ascii="Times New Roman" w:hAnsi="Times New Roman" w:cs="Times New Roman"/>
          <w:lang w:val="kl-GL"/>
        </w:rPr>
        <w:t xml:space="preserve"> imatut</w:t>
      </w:r>
      <w:r w:rsidRPr="00171408">
        <w:rPr>
          <w:rFonts w:ascii="Times New Roman" w:hAnsi="Times New Roman" w:cs="Times New Roman"/>
          <w:lang w:val="kl-GL"/>
        </w:rPr>
        <w:t xml:space="preserve">: »§ 52, imm. 6, oqaaseqatigiit </w:t>
      </w:r>
      <w:r w:rsidR="00797380" w:rsidRPr="00171408">
        <w:rPr>
          <w:rFonts w:ascii="Times New Roman" w:hAnsi="Times New Roman" w:cs="Times New Roman"/>
          <w:lang w:val="kl-GL"/>
        </w:rPr>
        <w:t>tallimaat</w:t>
      </w:r>
      <w:r w:rsidRPr="00171408">
        <w:rPr>
          <w:rFonts w:ascii="Times New Roman" w:hAnsi="Times New Roman" w:cs="Times New Roman"/>
          <w:lang w:val="kl-GL"/>
        </w:rPr>
        <w:t xml:space="preserve"> aamma </w:t>
      </w:r>
      <w:r w:rsidR="00797380" w:rsidRPr="00171408">
        <w:rPr>
          <w:rFonts w:ascii="Times New Roman" w:hAnsi="Times New Roman" w:cs="Times New Roman"/>
          <w:lang w:val="kl-GL"/>
        </w:rPr>
        <w:t>arferngat</w:t>
      </w:r>
      <w:r w:rsidRPr="00171408">
        <w:rPr>
          <w:rFonts w:ascii="Times New Roman" w:hAnsi="Times New Roman" w:cs="Times New Roman"/>
          <w:lang w:val="kl-GL"/>
        </w:rPr>
        <w:t>«</w:t>
      </w:r>
      <w:r w:rsidR="005151CF" w:rsidRPr="00171408">
        <w:rPr>
          <w:rFonts w:ascii="Times New Roman" w:hAnsi="Times New Roman" w:cs="Times New Roman"/>
          <w:lang w:val="kl-GL"/>
        </w:rPr>
        <w:t>.</w:t>
      </w:r>
    </w:p>
    <w:p w14:paraId="3C138685" w14:textId="2D1C23C8" w:rsidR="00515200" w:rsidRPr="00171408" w:rsidRDefault="003F10CE">
      <w:pPr>
        <w:rPr>
          <w:rFonts w:ascii="Times New Roman" w:hAnsi="Times New Roman"/>
          <w:lang w:val="kl-GL"/>
        </w:rPr>
      </w:pPr>
      <w:r w:rsidRPr="00171408">
        <w:rPr>
          <w:rFonts w:ascii="Times New Roman" w:eastAsia="Times New Roman" w:hAnsi="Times New Roman" w:cs="Times New Roman"/>
          <w:lang w:val="kl-GL" w:eastAsia="da-DK"/>
        </w:rPr>
        <w:t>Inatsisissatut siunnersuummi § 1, nr. 2</w:t>
      </w:r>
      <w:r w:rsidR="00D66904" w:rsidRPr="00171408">
        <w:rPr>
          <w:rFonts w:ascii="Times New Roman" w:eastAsia="Times New Roman" w:hAnsi="Times New Roman" w:cs="Times New Roman"/>
          <w:lang w:val="kl-GL" w:eastAsia="da-DK"/>
        </w:rPr>
        <w:t>4</w:t>
      </w:r>
      <w:r w:rsidRPr="00171408">
        <w:rPr>
          <w:rFonts w:ascii="Times New Roman" w:eastAsia="Times New Roman" w:hAnsi="Times New Roman" w:cs="Times New Roman"/>
          <w:lang w:val="kl-GL" w:eastAsia="da-DK"/>
        </w:rPr>
        <w:t>-mi aamma 2</w:t>
      </w:r>
      <w:r w:rsidR="00D66904" w:rsidRPr="00171408">
        <w:rPr>
          <w:rFonts w:ascii="Times New Roman" w:eastAsia="Times New Roman" w:hAnsi="Times New Roman" w:cs="Times New Roman"/>
          <w:lang w:val="kl-GL" w:eastAsia="da-DK"/>
        </w:rPr>
        <w:t>5</w:t>
      </w:r>
      <w:r w:rsidRPr="00171408">
        <w:rPr>
          <w:rFonts w:ascii="Times New Roman" w:eastAsia="Times New Roman" w:hAnsi="Times New Roman" w:cs="Times New Roman"/>
          <w:lang w:val="kl-GL" w:eastAsia="da-DK"/>
        </w:rPr>
        <w:t>-mi allannguutissatut siunnersuutit</w:t>
      </w:r>
      <w:r w:rsidRPr="00171408" w:rsidDel="00384260">
        <w:rPr>
          <w:rFonts w:ascii="Times New Roman" w:eastAsia="Times New Roman" w:hAnsi="Times New Roman" w:cs="Times New Roman"/>
          <w:lang w:val="kl-GL" w:eastAsia="da-DK"/>
        </w:rPr>
        <w:t xml:space="preserve"> </w:t>
      </w:r>
      <w:r w:rsidR="00384260" w:rsidRPr="00171408">
        <w:rPr>
          <w:rFonts w:ascii="Times New Roman" w:eastAsia="Times New Roman" w:hAnsi="Times New Roman" w:cs="Times New Roman"/>
          <w:lang w:val="kl-GL" w:eastAsia="da-DK"/>
        </w:rPr>
        <w:t>s</w:t>
      </w:r>
      <w:r w:rsidR="00CE02F1" w:rsidRPr="00171408">
        <w:rPr>
          <w:rFonts w:ascii="Times New Roman" w:eastAsia="Times New Roman" w:hAnsi="Times New Roman" w:cs="Times New Roman"/>
          <w:lang w:val="kl-GL" w:eastAsia="da-DK"/>
        </w:rPr>
        <w:t>iunnersuut kinguner</w:t>
      </w:r>
      <w:r w:rsidR="00384260" w:rsidRPr="00171408">
        <w:rPr>
          <w:rFonts w:ascii="Times New Roman" w:eastAsia="Times New Roman" w:hAnsi="Times New Roman" w:cs="Times New Roman"/>
          <w:lang w:val="kl-GL" w:eastAsia="da-DK"/>
        </w:rPr>
        <w:t>ivaa</w:t>
      </w:r>
      <w:r w:rsidR="00CE02F1" w:rsidRPr="00171408">
        <w:rPr>
          <w:rFonts w:ascii="Times New Roman" w:eastAsia="Times New Roman" w:hAnsi="Times New Roman" w:cs="Times New Roman"/>
          <w:lang w:val="kl-GL" w:eastAsia="da-DK"/>
        </w:rPr>
        <w:t xml:space="preserve">, </w:t>
      </w:r>
      <w:r w:rsidR="00CE02F1" w:rsidRPr="00171408">
        <w:rPr>
          <w:rFonts w:ascii="Times New Roman" w:eastAsia="Times New Roman" w:hAnsi="Times New Roman" w:cs="Times New Roman"/>
          <w:shd w:val="clear" w:color="auto" w:fill="FFFFFF"/>
          <w:lang w:val="kl-GL" w:eastAsia="da-DK"/>
        </w:rPr>
        <w:t xml:space="preserve">§ 52, imm. 6, oqaaseqatigiit </w:t>
      </w:r>
      <w:r w:rsidR="00BF0F09" w:rsidRPr="00171408">
        <w:rPr>
          <w:rFonts w:ascii="Times New Roman" w:eastAsia="Times New Roman" w:hAnsi="Times New Roman" w:cs="Times New Roman"/>
          <w:shd w:val="clear" w:color="auto" w:fill="FFFFFF"/>
          <w:lang w:val="kl-GL" w:eastAsia="da-DK"/>
        </w:rPr>
        <w:t xml:space="preserve">aappaat </w:t>
      </w:r>
      <w:r w:rsidR="00CE02F1" w:rsidRPr="00171408">
        <w:rPr>
          <w:rFonts w:ascii="Times New Roman" w:eastAsia="Times New Roman" w:hAnsi="Times New Roman" w:cs="Times New Roman"/>
          <w:shd w:val="clear" w:color="auto" w:fill="FFFFFF"/>
          <w:lang w:val="kl-GL" w:eastAsia="da-DK"/>
        </w:rPr>
        <w:t xml:space="preserve">aamma </w:t>
      </w:r>
      <w:r w:rsidR="0071268F" w:rsidRPr="00171408">
        <w:rPr>
          <w:rFonts w:ascii="Times New Roman" w:eastAsia="Times New Roman" w:hAnsi="Times New Roman" w:cs="Times New Roman"/>
          <w:shd w:val="clear" w:color="auto" w:fill="FFFFFF"/>
          <w:lang w:val="kl-GL" w:eastAsia="da-DK"/>
        </w:rPr>
        <w:t>pingajuat</w:t>
      </w:r>
      <w:r w:rsidR="00CE02F1" w:rsidRPr="00171408">
        <w:rPr>
          <w:rFonts w:ascii="Times New Roman" w:eastAsia="Times New Roman" w:hAnsi="Times New Roman" w:cs="Times New Roman"/>
          <w:shd w:val="clear" w:color="auto" w:fill="FFFFFF"/>
          <w:lang w:val="kl-GL" w:eastAsia="da-DK"/>
        </w:rPr>
        <w:t xml:space="preserve"> malillugit </w:t>
      </w:r>
      <w:r w:rsidR="005E0E6B" w:rsidRPr="00171408">
        <w:rPr>
          <w:rFonts w:ascii="Times New Roman" w:eastAsia="Times New Roman" w:hAnsi="Times New Roman" w:cs="Times New Roman"/>
          <w:lang w:val="kl-GL" w:eastAsia="da-DK"/>
        </w:rPr>
        <w:t>sulinermi</w:t>
      </w:r>
      <w:r w:rsidR="00CE02F1" w:rsidRPr="00171408">
        <w:rPr>
          <w:rFonts w:ascii="Times New Roman" w:eastAsia="Times New Roman" w:hAnsi="Times New Roman" w:cs="Times New Roman"/>
          <w:lang w:val="kl-GL" w:eastAsia="da-DK"/>
        </w:rPr>
        <w:t xml:space="preserve"> ajutoornernut aningaasartuutinik akileeqqusineq aamma agguaaneq pillugit aalajaangersakkat allanngortinneqarlutik, siunnersuutip kingorna oqaaseqatigiit </w:t>
      </w:r>
      <w:r w:rsidR="00BF0F09" w:rsidRPr="00171408">
        <w:rPr>
          <w:rFonts w:ascii="Times New Roman" w:eastAsia="Times New Roman" w:hAnsi="Times New Roman" w:cs="Times New Roman"/>
          <w:shd w:val="clear" w:color="auto" w:fill="FFFFFF"/>
          <w:lang w:val="kl-GL" w:eastAsia="da-DK"/>
        </w:rPr>
        <w:t>aappaa</w:t>
      </w:r>
      <w:r w:rsidR="0071268F" w:rsidRPr="00171408">
        <w:rPr>
          <w:rFonts w:ascii="Times New Roman" w:eastAsia="Times New Roman" w:hAnsi="Times New Roman" w:cs="Times New Roman"/>
          <w:shd w:val="clear" w:color="auto" w:fill="FFFFFF"/>
          <w:lang w:val="kl-GL" w:eastAsia="da-DK"/>
        </w:rPr>
        <w:t>nnii</w:t>
      </w:r>
      <w:r w:rsidR="00BF0F09" w:rsidRPr="00171408">
        <w:rPr>
          <w:rFonts w:ascii="Times New Roman" w:eastAsia="Times New Roman" w:hAnsi="Times New Roman" w:cs="Times New Roman"/>
          <w:shd w:val="clear" w:color="auto" w:fill="FFFFFF"/>
          <w:lang w:val="kl-GL" w:eastAsia="da-DK"/>
        </w:rPr>
        <w:t xml:space="preserve">t </w:t>
      </w:r>
      <w:r w:rsidR="0071268F" w:rsidRPr="00171408">
        <w:rPr>
          <w:rFonts w:ascii="Times New Roman" w:eastAsia="Times New Roman" w:hAnsi="Times New Roman" w:cs="Times New Roman"/>
          <w:shd w:val="clear" w:color="auto" w:fill="FFFFFF"/>
          <w:lang w:val="kl-GL" w:eastAsia="da-DK"/>
        </w:rPr>
        <w:t>sisamaa</w:t>
      </w:r>
      <w:r w:rsidR="00CE02F1" w:rsidRPr="00171408">
        <w:rPr>
          <w:rFonts w:ascii="Times New Roman" w:eastAsia="Times New Roman" w:hAnsi="Times New Roman" w:cs="Times New Roman"/>
          <w:shd w:val="clear" w:color="auto" w:fill="FFFFFF"/>
          <w:lang w:val="kl-GL" w:eastAsia="da-DK"/>
        </w:rPr>
        <w:t xml:space="preserve">nngortussat. Allannguutit </w:t>
      </w:r>
      <w:r w:rsidR="00325C66" w:rsidRPr="00171408">
        <w:rPr>
          <w:rFonts w:ascii="Times New Roman" w:eastAsia="Times New Roman" w:hAnsi="Times New Roman" w:cs="Times New Roman"/>
          <w:shd w:val="clear" w:color="auto" w:fill="FFFFFF"/>
          <w:lang w:val="kl-GL" w:eastAsia="da-DK"/>
        </w:rPr>
        <w:t>kingunerivaat</w:t>
      </w:r>
      <w:r w:rsidR="00CE02F1" w:rsidRPr="00171408">
        <w:rPr>
          <w:rFonts w:ascii="Times New Roman" w:hAnsi="Times New Roman" w:cs="Times New Roman"/>
          <w:shd w:val="clear" w:color="auto" w:fill="FFFFFF"/>
          <w:lang w:val="kl-GL"/>
        </w:rPr>
        <w:t xml:space="preserve">, § 52, imm. 6-imi agguaanermut aalajangersakkat attuumassuteqartut, siunnersuut malillugu inuussutissarsiornermi nappaatit pineqartillugit, § 52, imm. 6, oqaaseqatigiit </w:t>
      </w:r>
      <w:r w:rsidR="0071268F" w:rsidRPr="00171408">
        <w:rPr>
          <w:rFonts w:ascii="Times New Roman" w:hAnsi="Times New Roman" w:cs="Times New Roman"/>
          <w:shd w:val="clear" w:color="auto" w:fill="FFFFFF"/>
          <w:lang w:val="kl-GL"/>
        </w:rPr>
        <w:t>tallima</w:t>
      </w:r>
      <w:r w:rsidR="00CE02F1" w:rsidRPr="00171408">
        <w:rPr>
          <w:rFonts w:ascii="Times New Roman" w:hAnsi="Times New Roman" w:cs="Times New Roman"/>
          <w:shd w:val="clear" w:color="auto" w:fill="FFFFFF"/>
          <w:lang w:val="kl-GL"/>
        </w:rPr>
        <w:t>a</w:t>
      </w:r>
      <w:r w:rsidR="0071268F" w:rsidRPr="00171408">
        <w:rPr>
          <w:rFonts w:ascii="Times New Roman" w:hAnsi="Times New Roman" w:cs="Times New Roman"/>
          <w:shd w:val="clear" w:color="auto" w:fill="FFFFFF"/>
          <w:lang w:val="kl-GL"/>
        </w:rPr>
        <w:t>n</w:t>
      </w:r>
      <w:r w:rsidR="00CE02F1" w:rsidRPr="00171408">
        <w:rPr>
          <w:rFonts w:ascii="Times New Roman" w:hAnsi="Times New Roman" w:cs="Times New Roman"/>
          <w:shd w:val="clear" w:color="auto" w:fill="FFFFFF"/>
          <w:lang w:val="kl-GL"/>
        </w:rPr>
        <w:t xml:space="preserve">ni aamma </w:t>
      </w:r>
      <w:r w:rsidR="0071268F" w:rsidRPr="00171408">
        <w:rPr>
          <w:rFonts w:ascii="Times New Roman" w:hAnsi="Times New Roman" w:cs="Times New Roman"/>
          <w:shd w:val="clear" w:color="auto" w:fill="FFFFFF"/>
          <w:lang w:val="kl-GL"/>
        </w:rPr>
        <w:t>arfernganni</w:t>
      </w:r>
      <w:r w:rsidR="00CE02F1" w:rsidRPr="00171408">
        <w:rPr>
          <w:rFonts w:ascii="Times New Roman" w:hAnsi="Times New Roman" w:cs="Times New Roman"/>
          <w:shd w:val="clear" w:color="auto" w:fill="FFFFFF"/>
          <w:lang w:val="kl-GL"/>
        </w:rPr>
        <w:t xml:space="preserve"> nassaassaa</w:t>
      </w:r>
      <w:r w:rsidR="005A5E5C" w:rsidRPr="00171408">
        <w:rPr>
          <w:rFonts w:ascii="Times New Roman" w:hAnsi="Times New Roman" w:cs="Times New Roman"/>
          <w:shd w:val="clear" w:color="auto" w:fill="FFFFFF"/>
          <w:lang w:val="kl-GL"/>
        </w:rPr>
        <w:t>ler</w:t>
      </w:r>
      <w:r w:rsidR="00CE02F1" w:rsidRPr="00171408">
        <w:rPr>
          <w:rFonts w:ascii="Times New Roman" w:hAnsi="Times New Roman" w:cs="Times New Roman"/>
          <w:shd w:val="clear" w:color="auto" w:fill="FFFFFF"/>
          <w:lang w:val="kl-GL"/>
        </w:rPr>
        <w:t>nerat.</w:t>
      </w:r>
    </w:p>
    <w:p w14:paraId="541C7914" w14:textId="1BB775AD" w:rsidR="00515200" w:rsidRPr="00171408" w:rsidRDefault="00CE02F1">
      <w:pPr>
        <w:rPr>
          <w:rFonts w:ascii="Times New Roman" w:hAnsi="Times New Roman"/>
          <w:lang w:val="kl-GL"/>
        </w:rPr>
      </w:pPr>
      <w:r w:rsidRPr="00171408">
        <w:rPr>
          <w:rFonts w:ascii="Times New Roman" w:hAnsi="Times New Roman" w:cs="Times New Roman"/>
          <w:lang w:val="kl-GL"/>
        </w:rPr>
        <w:t xml:space="preserve">Aalajangersagaq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Pr="00171408">
        <w:rPr>
          <w:rFonts w:ascii="Times New Roman" w:hAnsi="Times New Roman" w:cs="Times New Roman"/>
          <w:lang w:val="kl-GL"/>
        </w:rPr>
        <w:t xml:space="preserve"> pillugu inatsimmi § 57, imm. 4-mut assinguvoq.</w:t>
      </w:r>
    </w:p>
    <w:p w14:paraId="635DC928" w14:textId="58B8D538" w:rsidR="00515200" w:rsidRPr="00171408" w:rsidRDefault="00CE02F1">
      <w:pPr>
        <w:rPr>
          <w:rFonts w:ascii="Times New Roman" w:hAnsi="Times New Roman"/>
          <w:lang w:val="kl-GL"/>
        </w:rPr>
      </w:pPr>
      <w:r w:rsidRPr="00171408">
        <w:rPr>
          <w:rFonts w:ascii="Times New Roman" w:hAnsi="Times New Roman" w:cs="Times New Roman"/>
          <w:lang w:val="kl-GL"/>
        </w:rPr>
        <w:t>Inatsisissatut siunnersuummi § 1, nr. 2</w:t>
      </w:r>
      <w:r w:rsidR="00D66904" w:rsidRPr="00171408">
        <w:rPr>
          <w:rFonts w:ascii="Times New Roman" w:hAnsi="Times New Roman" w:cs="Times New Roman"/>
          <w:lang w:val="kl-GL"/>
        </w:rPr>
        <w:t>4</w:t>
      </w:r>
      <w:r w:rsidRPr="00171408">
        <w:rPr>
          <w:rFonts w:ascii="Times New Roman" w:hAnsi="Times New Roman" w:cs="Times New Roman"/>
          <w:lang w:val="kl-GL"/>
        </w:rPr>
        <w:t>-mut aamma 2</w:t>
      </w:r>
      <w:r w:rsidR="00D66904" w:rsidRPr="00171408">
        <w:rPr>
          <w:rFonts w:ascii="Times New Roman" w:hAnsi="Times New Roman" w:cs="Times New Roman"/>
          <w:lang w:val="kl-GL"/>
        </w:rPr>
        <w:t>5</w:t>
      </w:r>
      <w:r w:rsidRPr="00171408">
        <w:rPr>
          <w:rFonts w:ascii="Times New Roman" w:hAnsi="Times New Roman" w:cs="Times New Roman"/>
          <w:lang w:val="kl-GL"/>
        </w:rPr>
        <w:t xml:space="preserve">-mut oqaaseqaatit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oqaaseqaatit nalinginnaasut innersuussutigineqarput, imm. 2.9.</w:t>
      </w:r>
    </w:p>
    <w:p w14:paraId="1FFAFC05" w14:textId="0E7835B2" w:rsidR="00515200" w:rsidRPr="00171408" w:rsidRDefault="00CE02F1">
      <w:pPr>
        <w:pStyle w:val="AT-Body"/>
        <w:spacing w:before="0" w:after="0" w:line="276" w:lineRule="auto"/>
        <w:rPr>
          <w:lang w:val="kl-GL"/>
        </w:rPr>
      </w:pPr>
      <w:r w:rsidRPr="00171408">
        <w:rPr>
          <w:lang w:val="kl-GL"/>
        </w:rPr>
        <w:t>Nr. 2</w:t>
      </w:r>
      <w:r w:rsidR="009F25E7" w:rsidRPr="00171408">
        <w:rPr>
          <w:lang w:val="kl-GL"/>
        </w:rPr>
        <w:t>9</w:t>
      </w:r>
      <w:r w:rsidRPr="00171408">
        <w:rPr>
          <w:lang w:val="kl-GL"/>
        </w:rPr>
        <w:t xml:space="preserve">-mut aamma </w:t>
      </w:r>
      <w:r w:rsidR="009F25E7" w:rsidRPr="00171408">
        <w:rPr>
          <w:lang w:val="kl-GL"/>
        </w:rPr>
        <w:t>30</w:t>
      </w:r>
      <w:r w:rsidRPr="00171408">
        <w:rPr>
          <w:lang w:val="kl-GL"/>
        </w:rPr>
        <w:t>-mut</w:t>
      </w:r>
    </w:p>
    <w:p w14:paraId="7AA30249" w14:textId="77777777" w:rsidR="00515200" w:rsidRPr="00171408" w:rsidRDefault="00515200">
      <w:pPr>
        <w:pStyle w:val="AT-Body"/>
        <w:spacing w:before="0" w:after="0" w:line="276" w:lineRule="auto"/>
        <w:rPr>
          <w:lang w:val="kl-GL"/>
        </w:rPr>
      </w:pPr>
    </w:p>
    <w:p w14:paraId="5A9BACBE" w14:textId="3355DE70" w:rsidR="00515200" w:rsidRPr="00171408" w:rsidRDefault="00CE02F1">
      <w:pPr>
        <w:spacing w:after="0"/>
        <w:rPr>
          <w:rFonts w:ascii="Times New Roman" w:hAnsi="Times New Roman"/>
          <w:lang w:val="kl-GL"/>
        </w:rPr>
      </w:pPr>
      <w:r w:rsidRPr="00171408">
        <w:rPr>
          <w:rFonts w:ascii="Times New Roman" w:eastAsia="Times New Roman" w:hAnsi="Times New Roman" w:cs="Times New Roman"/>
          <w:lang w:val="kl-GL" w:eastAsia="da-DK"/>
        </w:rPr>
        <w:t>§ 62, imm. 1-imi aalajangersakkami atuuttumi allaqqavoq,</w:t>
      </w:r>
      <w:r w:rsidRPr="00171408">
        <w:rPr>
          <w:rFonts w:ascii="Times New Roman" w:hAnsi="Times New Roman" w:cs="Times New Roman"/>
          <w:lang w:val="kl-GL"/>
        </w:rPr>
        <w:t xml:space="preserve"> Arbejdsmarkedets Erhvervssikringip aamma Ankestyrelsip pissutsinik inatsimmi ilaatinneqartunik ukua aningaasaliiffigissagaat:</w:t>
      </w:r>
    </w:p>
    <w:p w14:paraId="213EE98A" w14:textId="2E56AAD5" w:rsidR="00515200" w:rsidRPr="00171408" w:rsidRDefault="00CE02F1">
      <w:pPr>
        <w:spacing w:after="0"/>
        <w:rPr>
          <w:rFonts w:ascii="Times New Roman" w:hAnsi="Times New Roman"/>
          <w:lang w:val="kl-GL"/>
        </w:rPr>
      </w:pPr>
      <w:r w:rsidRPr="00171408">
        <w:rPr>
          <w:rFonts w:ascii="Times New Roman" w:hAnsi="Times New Roman" w:cs="Times New Roman"/>
          <w:lang w:val="kl-GL"/>
        </w:rPr>
        <w:t xml:space="preserve">1) Sillimmasiisarfiit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ajutoornermut sillimmasiisartut,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ajutoornerit pillugit suliat pineqartillugit, pineqartunut attuumassuteqartut,</w:t>
      </w:r>
    </w:p>
    <w:p w14:paraId="059217EC" w14:textId="702BF7FD" w:rsidR="00515200" w:rsidRPr="00171408" w:rsidRDefault="00CE02F1">
      <w:pPr>
        <w:spacing w:after="0"/>
        <w:rPr>
          <w:rFonts w:ascii="Times New Roman" w:hAnsi="Times New Roman"/>
          <w:lang w:val="kl-GL"/>
        </w:rPr>
      </w:pPr>
      <w:r w:rsidRPr="00171408">
        <w:rPr>
          <w:rFonts w:ascii="Times New Roman" w:hAnsi="Times New Roman" w:cs="Times New Roman"/>
          <w:lang w:val="kl-GL"/>
        </w:rPr>
        <w:t xml:space="preserve">2) Arbejdsmarkedets Erhvervssikringi inuussutissarsiornermi nappaatinut tunngatillugu aningaasartuutit aningaasaliiffigineqarnissaannut tapiissutitut, tak.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Pr="00171408">
        <w:rPr>
          <w:rFonts w:ascii="Times New Roman" w:hAnsi="Times New Roman" w:cs="Times New Roman"/>
          <w:lang w:val="kl-GL"/>
        </w:rPr>
        <w:t xml:space="preserve"> pillugu inatsimmi § 55, inuussutissiornermi nappaatit nalunaarutigineqar</w:t>
      </w:r>
      <w:r w:rsidR="00DC7F64" w:rsidRPr="00171408">
        <w:rPr>
          <w:rFonts w:ascii="Times New Roman" w:hAnsi="Times New Roman" w:cs="Times New Roman"/>
          <w:lang w:val="kl-GL"/>
        </w:rPr>
        <w:t>t</w:t>
      </w:r>
      <w:r w:rsidRPr="00171408">
        <w:rPr>
          <w:rFonts w:ascii="Times New Roman" w:hAnsi="Times New Roman" w:cs="Times New Roman"/>
          <w:lang w:val="kl-GL"/>
        </w:rPr>
        <w:t>ut pineqartillugit aamma</w:t>
      </w:r>
      <w:r w:rsidRPr="00171408">
        <w:rPr>
          <w:rFonts w:ascii="Times New Roman" w:hAnsi="Times New Roman" w:cs="Times New Roman"/>
          <w:lang w:val="kl-GL"/>
        </w:rPr>
        <w:br/>
        <w:t xml:space="preserve">3) Naalagaaffik, Kalaallit Nunaanni Namminersorlutik Oqartussat aamma kommunit, imminut sillimmasersinnaaneq </w:t>
      </w:r>
      <w:r w:rsidR="00DC7F64" w:rsidRPr="00171408">
        <w:rPr>
          <w:rFonts w:ascii="Times New Roman" w:hAnsi="Times New Roman" w:cs="Times New Roman"/>
          <w:lang w:val="kl-GL"/>
        </w:rPr>
        <w:t>atorneqaraangat</w:t>
      </w:r>
      <w:r w:rsidRPr="00171408">
        <w:rPr>
          <w:rFonts w:ascii="Times New Roman" w:hAnsi="Times New Roman" w:cs="Times New Roman"/>
          <w:lang w:val="kl-GL"/>
        </w:rPr>
        <w:t>, tak. § 52, imm. 5.</w:t>
      </w:r>
    </w:p>
    <w:p w14:paraId="50AC6278" w14:textId="0DC2DB47" w:rsidR="00515200" w:rsidRPr="00171408" w:rsidRDefault="00CE02F1">
      <w:pPr>
        <w:pStyle w:val="AT-Body"/>
        <w:spacing w:line="276" w:lineRule="auto"/>
        <w:rPr>
          <w:lang w:val="kl-GL"/>
        </w:rPr>
      </w:pPr>
      <w:r w:rsidRPr="00171408">
        <w:rPr>
          <w:lang w:val="kl-GL"/>
        </w:rPr>
        <w:t xml:space="preserve">Kalaallit Nunaanni </w:t>
      </w:r>
      <w:r w:rsidR="00984F94" w:rsidRPr="00171408">
        <w:rPr>
          <w:lang w:val="kl-GL"/>
        </w:rPr>
        <w:t xml:space="preserve">sulinermi </w:t>
      </w:r>
      <w:r w:rsidR="006A4971" w:rsidRPr="00171408">
        <w:rPr>
          <w:lang w:val="kl-GL"/>
        </w:rPr>
        <w:t>ajoqusernermut isumannaarineq</w:t>
      </w:r>
      <w:r w:rsidRPr="00171408">
        <w:rPr>
          <w:lang w:val="kl-GL"/>
        </w:rPr>
        <w:t xml:space="preserve"> pillugu inatsimmi </w:t>
      </w:r>
      <w:r w:rsidRPr="00171408">
        <w:rPr>
          <w:lang w:val="kl-GL" w:eastAsia="da-DK"/>
        </w:rPr>
        <w:t>§ 67-imi aalajangersakkami atuuttumi allaqqavoq</w:t>
      </w:r>
      <w:r w:rsidRPr="00171408">
        <w:rPr>
          <w:lang w:val="kl-GL"/>
        </w:rPr>
        <w:t>, Arbejdsmarkedets Erhvervssikringi tassaasoq sulisitsisut aamma atorfilittat ataatsimoorussamik sillimmasiinerinik isumannaarisoq, tassunga</w:t>
      </w:r>
      <w:r w:rsidR="00285667" w:rsidRPr="00171408">
        <w:rPr>
          <w:lang w:val="kl-GL"/>
        </w:rPr>
        <w:t xml:space="preserve"> ilanngullugit </w:t>
      </w:r>
      <w:r w:rsidRPr="00171408">
        <w:rPr>
          <w:lang w:val="kl-GL"/>
        </w:rPr>
        <w:t>aapparisatut suleqataasut, § 52, imm. 4-mi taaneqartut. Sulisitsisut namminersortutut inuussutissarsiortutu</w:t>
      </w:r>
      <w:r w:rsidR="00093894" w:rsidRPr="00171408">
        <w:rPr>
          <w:lang w:val="kl-GL"/>
        </w:rPr>
        <w:t>t</w:t>
      </w:r>
      <w:r w:rsidRPr="00171408">
        <w:rPr>
          <w:lang w:val="kl-GL"/>
        </w:rPr>
        <w:t xml:space="preserve"> atorfilinnut isumannaarinissamut pisussaaffitsik naammassisinnaavaat </w:t>
      </w:r>
      <w:r w:rsidR="00C3269E" w:rsidRPr="00171408">
        <w:rPr>
          <w:lang w:val="kl-GL"/>
        </w:rPr>
        <w:t>aamma</w:t>
      </w:r>
      <w:r w:rsidRPr="00171408">
        <w:rPr>
          <w:lang w:val="kl-GL"/>
        </w:rPr>
        <w:t xml:space="preserve"> imminut isumannaarsinnaallutik suliffeqarfimmi nammineerlutik peqataagaangamik, ataatsimoorussamik sillimmasiinermi, tak. § 67.  Ataatsimoorussamik sillimmasiinerup </w:t>
      </w:r>
      <w:r w:rsidR="00155637" w:rsidRPr="00171408">
        <w:rPr>
          <w:lang w:val="kl-GL"/>
        </w:rPr>
        <w:t xml:space="preserve">iluani </w:t>
      </w:r>
      <w:r w:rsidRPr="00171408">
        <w:rPr>
          <w:lang w:val="kl-GL"/>
        </w:rPr>
        <w:t xml:space="preserve">isumannaarinermut aamma </w:t>
      </w:r>
      <w:r w:rsidR="00155637" w:rsidRPr="00171408">
        <w:rPr>
          <w:lang w:val="kl-GL"/>
        </w:rPr>
        <w:t xml:space="preserve">saniatigut </w:t>
      </w:r>
      <w:r w:rsidRPr="00171408">
        <w:rPr>
          <w:lang w:val="kl-GL"/>
        </w:rPr>
        <w:t xml:space="preserve">sulineq ilaatinneqarpoq, </w:t>
      </w:r>
      <w:r w:rsidR="00155637" w:rsidRPr="00171408">
        <w:rPr>
          <w:lang w:val="kl-GL"/>
        </w:rPr>
        <w:t xml:space="preserve">pingaarnertut </w:t>
      </w:r>
      <w:r w:rsidRPr="00171408">
        <w:rPr>
          <w:lang w:val="kl-GL"/>
        </w:rPr>
        <w:t>inuussutissarsiummut attuumassuteqartoq.</w:t>
      </w:r>
    </w:p>
    <w:p w14:paraId="004A761B" w14:textId="506736D6" w:rsidR="00515200" w:rsidRPr="00171408" w:rsidRDefault="00CE02F1">
      <w:pPr>
        <w:pStyle w:val="AT-Body"/>
        <w:spacing w:line="276" w:lineRule="auto"/>
        <w:rPr>
          <w:lang w:val="kl-GL"/>
        </w:rPr>
      </w:pPr>
      <w:r w:rsidRPr="00171408">
        <w:rPr>
          <w:lang w:val="kl-GL"/>
        </w:rPr>
        <w:lastRenderedPageBreak/>
        <w:t xml:space="preserve">Namminersorlutik inuussutissarsiortut sorliit ataatsimoorussamik sillimmasiinernut ilaasortaasinnaanerat, aamma ataatsimoorussamik sillimmasiinermut ilanngunneq, aamma </w:t>
      </w:r>
      <w:r w:rsidR="00677EDC" w:rsidRPr="00171408">
        <w:rPr>
          <w:lang w:val="kl-GL"/>
        </w:rPr>
        <w:t xml:space="preserve">akiliutissanik </w:t>
      </w:r>
      <w:r w:rsidRPr="00171408">
        <w:rPr>
          <w:lang w:val="kl-GL"/>
        </w:rPr>
        <w:t xml:space="preserve">akileeqqusineq </w:t>
      </w:r>
      <w:r w:rsidR="00C3269E" w:rsidRPr="00171408">
        <w:rPr>
          <w:lang w:val="kl-GL"/>
        </w:rPr>
        <w:t>aamma</w:t>
      </w:r>
      <w:r w:rsidRPr="00171408">
        <w:rPr>
          <w:lang w:val="kl-GL"/>
        </w:rPr>
        <w:t xml:space="preserve"> ilaasortaajunnaarneq </w:t>
      </w:r>
      <w:r w:rsidR="00833FFD" w:rsidRPr="00171408">
        <w:rPr>
          <w:lang w:val="kl-GL"/>
        </w:rPr>
        <w:t xml:space="preserve">pillugit </w:t>
      </w:r>
      <w:r w:rsidRPr="00171408">
        <w:rPr>
          <w:lang w:val="kl-GL"/>
        </w:rPr>
        <w:t xml:space="preserve">malittarisassat erseqqinnerusut </w:t>
      </w:r>
      <w:r w:rsidR="00397689" w:rsidRPr="00171408">
        <w:rPr>
          <w:lang w:val="kl-GL"/>
        </w:rPr>
        <w:t>suliassaqartitsinermut ministeri</w:t>
      </w:r>
      <w:r w:rsidRPr="00171408">
        <w:rPr>
          <w:lang w:val="kl-GL"/>
        </w:rPr>
        <w:t>mit Namminersorlutik Oqartussat suleqatigalugit aalajangersarneqassapput, tak. § 69.</w:t>
      </w:r>
    </w:p>
    <w:p w14:paraId="43A19B7C" w14:textId="7570073E" w:rsidR="00515200" w:rsidRPr="00171408" w:rsidRDefault="00CE02F1">
      <w:pPr>
        <w:pStyle w:val="AT-Body"/>
        <w:spacing w:line="276" w:lineRule="auto"/>
        <w:rPr>
          <w:lang w:val="kl-GL"/>
        </w:rPr>
      </w:pPr>
      <w:r w:rsidRPr="00171408">
        <w:rPr>
          <w:lang w:val="kl-GL"/>
        </w:rPr>
        <w:t>Tamanna</w:t>
      </w:r>
      <w:r w:rsidR="000F537E" w:rsidRPr="00171408">
        <w:rPr>
          <w:lang w:val="kl-GL"/>
        </w:rPr>
        <w:t xml:space="preserve"> isumaqarpoq</w:t>
      </w:r>
      <w:r w:rsidRPr="00171408">
        <w:rPr>
          <w:lang w:val="kl-GL"/>
        </w:rPr>
        <w:t xml:space="preserve">, namminersorlutik inuussutissarsiortunut </w:t>
      </w:r>
      <w:r w:rsidR="00545D4A" w:rsidRPr="00171408">
        <w:rPr>
          <w:lang w:val="kl-GL"/>
        </w:rPr>
        <w:t>il.il.</w:t>
      </w:r>
      <w:r w:rsidRPr="00171408">
        <w:rPr>
          <w:lang w:val="kl-GL"/>
        </w:rPr>
        <w:t xml:space="preserve"> ataatsimoorussamik aamma atorfilittat sillimmasiinerinut akiliisartunut tunngatillugu, tassunga ila</w:t>
      </w:r>
      <w:r w:rsidR="005560DA" w:rsidRPr="00171408">
        <w:rPr>
          <w:lang w:val="kl-GL"/>
        </w:rPr>
        <w:t>nngu</w:t>
      </w:r>
      <w:r w:rsidRPr="00171408">
        <w:rPr>
          <w:lang w:val="kl-GL"/>
        </w:rPr>
        <w:t>llugit aapparisatut suleqataasut, Arbejdsmarkedets Erhvervssikringi sillimmasiisarfittut inissisima</w:t>
      </w:r>
      <w:r w:rsidR="005560DA" w:rsidRPr="00171408">
        <w:rPr>
          <w:lang w:val="kl-GL"/>
        </w:rPr>
        <w:t>ssasoq</w:t>
      </w:r>
      <w:r w:rsidRPr="00171408">
        <w:rPr>
          <w:lang w:val="kl-GL"/>
        </w:rPr>
        <w:t>.</w:t>
      </w:r>
    </w:p>
    <w:p w14:paraId="29D6CE4C" w14:textId="62E4C83B" w:rsidR="00515200" w:rsidRPr="00171408" w:rsidRDefault="00CE02F1">
      <w:pPr>
        <w:pStyle w:val="AT-Body"/>
        <w:spacing w:line="276" w:lineRule="auto"/>
        <w:rPr>
          <w:lang w:val="kl-GL"/>
        </w:rPr>
      </w:pPr>
      <w:r w:rsidRPr="00171408">
        <w:rPr>
          <w:lang w:val="kl-GL"/>
        </w:rPr>
        <w:t xml:space="preserve">Ataatsimoorussamik sillimmasiinermut ilaatinneqarpoq kinaluunniit, nammineq akilikkaminik imaluunniit allat peqatigalugit inuussutissarsiutigalugu aalisarnermik, piniarnermik </w:t>
      </w:r>
      <w:r w:rsidR="00C3269E" w:rsidRPr="00171408">
        <w:rPr>
          <w:lang w:val="kl-GL"/>
        </w:rPr>
        <w:t>aamma</w:t>
      </w:r>
      <w:r w:rsidRPr="00171408">
        <w:rPr>
          <w:lang w:val="kl-GL"/>
        </w:rPr>
        <w:t xml:space="preserve"> assigisaanik kiisalu savaateqarnermik ingerlatsisoq. </w:t>
      </w:r>
      <w:r w:rsidR="000E2E41" w:rsidRPr="00171408">
        <w:rPr>
          <w:lang w:val="kl-GL"/>
        </w:rPr>
        <w:t xml:space="preserve">Assinganik </w:t>
      </w:r>
      <w:r w:rsidRPr="00171408">
        <w:rPr>
          <w:lang w:val="kl-GL"/>
        </w:rPr>
        <w:t>atuuppoq kimulluunniit, umiarsuarmik ingerlatsisumut, aamma nammineerluni umiarsuarmi sulisartumut, imaassimanngippat umiarsuaq nuannaariutaannartut atorneqartoq. Ilaasortaaneq atuuppoq inunnut imaluunniit ingerlatseqatigiiffinnut, Namminersorlutik Oqartussaniit inuussutissarsiornermik taaneqartu</w:t>
      </w:r>
      <w:r w:rsidR="000E2E41" w:rsidRPr="00171408">
        <w:rPr>
          <w:lang w:val="kl-GL"/>
        </w:rPr>
        <w:t>ni</w:t>
      </w:r>
      <w:r w:rsidRPr="00171408">
        <w:rPr>
          <w:lang w:val="kl-GL"/>
        </w:rPr>
        <w:t xml:space="preserve"> ingerlatsinissamut akuersissuteqartunut. Umiarsuarnut piginnittut, 15 meterinik imaluunniit qaangerlugu takissuseqartunut, ataatsimoorussamik sillimmasiinermut ilaasortaasinnaanngillat. Ataatsimoorussamik sillimmasiinerup </w:t>
      </w:r>
      <w:r w:rsidR="002C5968" w:rsidRPr="00171408">
        <w:rPr>
          <w:lang w:val="kl-GL"/>
        </w:rPr>
        <w:t xml:space="preserve">iluani </w:t>
      </w:r>
      <w:r w:rsidRPr="00171408">
        <w:rPr>
          <w:lang w:val="kl-GL"/>
        </w:rPr>
        <w:t xml:space="preserve">isumannaarineq aamma atuuppoq </w:t>
      </w:r>
      <w:r w:rsidR="002C5968" w:rsidRPr="00171408">
        <w:rPr>
          <w:lang w:val="kl-GL"/>
        </w:rPr>
        <w:t xml:space="preserve">saniatigut </w:t>
      </w:r>
      <w:r w:rsidRPr="00171408">
        <w:rPr>
          <w:lang w:val="kl-GL"/>
        </w:rPr>
        <w:t xml:space="preserve">suliffeqarnermut, </w:t>
      </w:r>
      <w:r w:rsidR="002C5968" w:rsidRPr="00171408">
        <w:rPr>
          <w:lang w:val="kl-GL"/>
        </w:rPr>
        <w:t xml:space="preserve">pingaarnertut </w:t>
      </w:r>
      <w:r w:rsidRPr="00171408">
        <w:rPr>
          <w:lang w:val="kl-GL"/>
        </w:rPr>
        <w:t>inuussutissarsiummut attuumassuteqartumut.</w:t>
      </w:r>
    </w:p>
    <w:p w14:paraId="30B51134" w14:textId="6C23506B" w:rsidR="00515200" w:rsidRPr="00171408" w:rsidRDefault="00CE02F1">
      <w:pPr>
        <w:pStyle w:val="AT-Body"/>
        <w:spacing w:line="276" w:lineRule="auto"/>
        <w:rPr>
          <w:lang w:val="kl-GL"/>
        </w:rPr>
      </w:pPr>
      <w:r w:rsidRPr="00171408">
        <w:rPr>
          <w:lang w:val="kl-GL"/>
        </w:rPr>
        <w:t xml:space="preserve">Ataatsimoorussamik sillimmasiinermi tarsiissutinut aningaasartuutit </w:t>
      </w:r>
      <w:r w:rsidR="00545D4A" w:rsidRPr="00171408">
        <w:rPr>
          <w:lang w:val="kl-GL"/>
        </w:rPr>
        <w:t>il.il.</w:t>
      </w:r>
      <w:r w:rsidRPr="00171408">
        <w:rPr>
          <w:lang w:val="kl-GL"/>
        </w:rPr>
        <w:t xml:space="preserve"> inatsimmi § 68 malillugu, inunnut taakkununnga ataatsimoorussamik sillimmasiinermut ilaatinneqartunut, præmienik akiliuteqarnikkut aningaasaliiffigineqassapput. Præmiet angissusaat </w:t>
      </w:r>
      <w:r w:rsidR="00397689" w:rsidRPr="00171408">
        <w:rPr>
          <w:lang w:val="kl-GL"/>
        </w:rPr>
        <w:t>suliassaqartitsinermut ministeri</w:t>
      </w:r>
      <w:r w:rsidRPr="00171408">
        <w:rPr>
          <w:lang w:val="kl-GL"/>
        </w:rPr>
        <w:t xml:space="preserve">mit aalajangersarneqassapput, Arbejdsmarkedets Erhvervssikringip siulersuisuisa innersuussuteqarnerisigut, </w:t>
      </w:r>
      <w:r w:rsidR="00C3269E" w:rsidRPr="00171408">
        <w:rPr>
          <w:lang w:val="kl-GL"/>
        </w:rPr>
        <w:t>aamma</w:t>
      </w:r>
      <w:r w:rsidRPr="00171408">
        <w:rPr>
          <w:lang w:val="kl-GL"/>
        </w:rPr>
        <w:t xml:space="preserve"> Namminersorlutik Oqartussat isumaqatiginiareernerisigut. Ataatsimoorussamik sillimmasiinermi tarsiissutinut aningaasartuutinut </w:t>
      </w:r>
      <w:r w:rsidR="00545D4A" w:rsidRPr="00171408">
        <w:rPr>
          <w:lang w:val="kl-GL"/>
        </w:rPr>
        <w:t>il.il.</w:t>
      </w:r>
      <w:r w:rsidRPr="00171408">
        <w:rPr>
          <w:lang w:val="kl-GL"/>
        </w:rPr>
        <w:t xml:space="preserve"> præmiet matussusiinissamut naammanngippata, aningaasat amigaatigineqartut naalagaaffimmiit akilerneqassapput. Aammattaaq suliffeqarfinnut inunnit ataasiakkaanit ingerlanneqartunut ataatsimoorussamik sillimmasiinernut præmiet annikillisinneqarnissaannut naalagaaffik tapiissuteqassaaq. Tapiissut sulisitsisup nammineq inuttut aamma suliffeqarfimmi atorfillit isumannaarneqarnissaannut atugassanngortinneqassapput. Tapiissutit præmiet tallimararterutaata aapparaat (2/5).</w:t>
      </w:r>
    </w:p>
    <w:p w14:paraId="2D61B855" w14:textId="77777777" w:rsidR="00515200" w:rsidRPr="00171408" w:rsidRDefault="00CE02F1">
      <w:pPr>
        <w:pStyle w:val="AT-Body"/>
        <w:spacing w:line="276" w:lineRule="auto"/>
        <w:rPr>
          <w:lang w:val="kl-GL"/>
        </w:rPr>
      </w:pPr>
      <w:r w:rsidRPr="00171408">
        <w:rPr>
          <w:lang w:val="kl-GL"/>
        </w:rPr>
        <w:t>Ajoqusernerit pillugit sulianik aqutsineq, ajoqusertunut tunngatillugu, ataatsimoorussamik sillimmasiinermut ilaatinneqartunut malittarisassat atuuttut malillugit Arbejdsmarkedets Erhvervssikringimit § 64, imm. 1, nr. 1 akilerneqassaaq, Arbejdsmarkedets Erhvervssikringi sillimmasiisarfittut pineqarmat, suliat ataatsimoorussamik sillimmasiinermut ilaatinneqartut pineqartillugit.</w:t>
      </w:r>
    </w:p>
    <w:p w14:paraId="18E95073" w14:textId="148C28F6" w:rsidR="00515200" w:rsidRPr="00171408" w:rsidRDefault="00CE02F1">
      <w:pPr>
        <w:pStyle w:val="AT-Body"/>
        <w:spacing w:line="276" w:lineRule="auto"/>
        <w:rPr>
          <w:lang w:val="kl-GL"/>
        </w:rPr>
      </w:pPr>
      <w:r w:rsidRPr="00171408">
        <w:rPr>
          <w:lang w:val="kl-GL"/>
        </w:rPr>
        <w:t xml:space="preserve">Inatsisissatut siunnersuutip </w:t>
      </w:r>
      <w:r w:rsidRPr="00171408">
        <w:rPr>
          <w:i/>
          <w:lang w:val="kl-GL"/>
        </w:rPr>
        <w:t xml:space="preserve">§ 1, nr. </w:t>
      </w:r>
      <w:r w:rsidR="0032520C" w:rsidRPr="00171408">
        <w:rPr>
          <w:i/>
          <w:lang w:val="kl-GL"/>
        </w:rPr>
        <w:t>30</w:t>
      </w:r>
      <w:r w:rsidRPr="00171408">
        <w:rPr>
          <w:lang w:val="kl-GL"/>
        </w:rPr>
        <w:t xml:space="preserve">-ani siunnertuutigineqarpoq, </w:t>
      </w:r>
      <w:r w:rsidRPr="00171408">
        <w:rPr>
          <w:i/>
          <w:lang w:val="kl-GL"/>
        </w:rPr>
        <w:t>§ 64, imm. 1</w:t>
      </w:r>
      <w:r w:rsidRPr="00171408">
        <w:rPr>
          <w:lang w:val="kl-GL"/>
        </w:rPr>
        <w:t>-imi</w:t>
      </w:r>
      <w:r w:rsidRPr="00171408">
        <w:rPr>
          <w:i/>
          <w:lang w:val="kl-GL"/>
        </w:rPr>
        <w:t>,</w:t>
      </w:r>
      <w:r w:rsidRPr="00171408">
        <w:rPr>
          <w:lang w:val="kl-GL"/>
        </w:rPr>
        <w:t xml:space="preserve"> nr. 2-p kingorna nutaatut normutut ikkunneqassasoq: »3) § 68 malillugu Arbejdsmarkedets Erhvervssikringimit aningaasat, ataatsimoorussamik sillimmasiineq malillugu suliat pineqartillugit, tak. §§ 67-69 aamma«.</w:t>
      </w:r>
    </w:p>
    <w:p w14:paraId="49C00EC3" w14:textId="3AE12F0A" w:rsidR="00515200" w:rsidRPr="00171408" w:rsidRDefault="00CE02F1">
      <w:pPr>
        <w:pStyle w:val="AT-Body"/>
        <w:spacing w:line="276" w:lineRule="auto"/>
        <w:rPr>
          <w:lang w:val="kl-GL"/>
        </w:rPr>
      </w:pPr>
      <w:r w:rsidRPr="00171408">
        <w:rPr>
          <w:lang w:val="kl-GL"/>
        </w:rPr>
        <w:t xml:space="preserve">Siunnersuutikkut Kalaallit Nunaanni </w:t>
      </w:r>
      <w:r w:rsidR="00984F94" w:rsidRPr="00171408">
        <w:rPr>
          <w:lang w:val="kl-GL"/>
        </w:rPr>
        <w:t xml:space="preserve">sulinermi </w:t>
      </w:r>
      <w:r w:rsidR="006A4971" w:rsidRPr="00171408">
        <w:rPr>
          <w:lang w:val="kl-GL"/>
        </w:rPr>
        <w:t>ajoqusernermut isumannaarineq</w:t>
      </w:r>
      <w:r w:rsidRPr="00171408">
        <w:rPr>
          <w:lang w:val="kl-GL"/>
        </w:rPr>
        <w:t xml:space="preserve"> pillugu inatsimmi </w:t>
      </w:r>
      <w:r w:rsidRPr="00171408">
        <w:rPr>
          <w:lang w:val="kl-GL" w:eastAsia="da-DK"/>
        </w:rPr>
        <w:t xml:space="preserve">§ 67-68 malillugit </w:t>
      </w:r>
      <w:r w:rsidRPr="00171408">
        <w:rPr>
          <w:lang w:val="kl-GL"/>
        </w:rPr>
        <w:t xml:space="preserve">Arbejdsmarkedets Erhvervssikringip sulianik ataatsimoorussamik sillimmasiinermut ilaasortanut tunngassuteqartunut akiliinissamut pisussaaffilerneqarnissaanut tunngavimmik erseqqarissumik pilersitsisoqassaaq. Tassa namminsersorlutik inuussutissarsiuteqartut </w:t>
      </w:r>
      <w:r w:rsidR="00545D4A" w:rsidRPr="00171408">
        <w:rPr>
          <w:lang w:val="kl-GL"/>
        </w:rPr>
        <w:t>il.il.</w:t>
      </w:r>
      <w:r w:rsidRPr="00171408">
        <w:rPr>
          <w:lang w:val="kl-GL"/>
        </w:rPr>
        <w:t xml:space="preserve">, ataatsimoorussamik sillimmasiinermut akiliisartut, aamma atorfilittaminnut, tassunga </w:t>
      </w:r>
      <w:r w:rsidR="00F505A0" w:rsidRPr="00171408">
        <w:rPr>
          <w:lang w:val="kl-GL"/>
        </w:rPr>
        <w:t xml:space="preserve">ilanngullugit </w:t>
      </w:r>
      <w:r w:rsidRPr="00171408">
        <w:rPr>
          <w:lang w:val="kl-GL"/>
        </w:rPr>
        <w:t>aapparisatut suleqataasut.</w:t>
      </w:r>
    </w:p>
    <w:p w14:paraId="68033783" w14:textId="77777777" w:rsidR="00515200" w:rsidRPr="00171408" w:rsidRDefault="00CE02F1">
      <w:pPr>
        <w:pStyle w:val="AT-Body"/>
        <w:spacing w:line="276" w:lineRule="auto"/>
        <w:rPr>
          <w:lang w:val="kl-GL"/>
        </w:rPr>
      </w:pPr>
      <w:r w:rsidRPr="00171408">
        <w:rPr>
          <w:lang w:val="kl-GL"/>
        </w:rPr>
        <w:lastRenderedPageBreak/>
        <w:t>Siunnersuutip erseqqissarpaa, inuit ataatsimoorussamik sillimmasiinikkut isumannaarneqarsimasut pillugit suliat aqunneqarnerinut akiliinissamut Arbejdsmarkedets Erhvervssikringip pisussaaffieqarnera.</w:t>
      </w:r>
    </w:p>
    <w:p w14:paraId="5E759346" w14:textId="1A29455C" w:rsidR="00515200" w:rsidRPr="00171408" w:rsidRDefault="00CE02F1">
      <w:pPr>
        <w:pStyle w:val="AT-Body"/>
        <w:spacing w:line="276" w:lineRule="auto"/>
        <w:rPr>
          <w:lang w:val="kl-GL"/>
        </w:rPr>
      </w:pPr>
      <w:r w:rsidRPr="00171408">
        <w:rPr>
          <w:lang w:val="kl-GL"/>
        </w:rPr>
        <w:t xml:space="preserve">Siunnersuutip aamma erseqqissarpaa, Arbejdsmarkedets Erhvervssikringip § 68 malillugu ataatsimoorussamik sillimmasiinermut præmie akilerneqarsimasoq aqqutigalugu sulianik aqutsineq aningaasaliiffigissagaa. Tamanna isumaqarpoq, Arbejdsmarkedets Erhvervssikringimi aamma Ankestyrelsimi aqutsineq præmienik aningaasaliiffigineqassasoq, sulisitsisut akiligaannik, ataatsimoorussamik sillimmasiinermut ilaatinneqartut, </w:t>
      </w:r>
      <w:r w:rsidR="00C3269E" w:rsidRPr="00171408">
        <w:rPr>
          <w:lang w:val="kl-GL"/>
        </w:rPr>
        <w:t>aamma</w:t>
      </w:r>
      <w:r w:rsidRPr="00171408">
        <w:rPr>
          <w:lang w:val="kl-GL"/>
        </w:rPr>
        <w:t xml:space="preserve"> naalagaaffik aningaasanik amigaataasunik akiliissalluni, præmiet akiliutigineqartut aningaasartuutinik matussusiinissamut naammanngippata.</w:t>
      </w:r>
    </w:p>
    <w:p w14:paraId="5F9FD9D7" w14:textId="3C568F66" w:rsidR="00515200" w:rsidRPr="00171408" w:rsidRDefault="00CE02F1">
      <w:pPr>
        <w:pStyle w:val="AT-Body"/>
        <w:spacing w:line="276" w:lineRule="auto"/>
        <w:rPr>
          <w:lang w:val="kl-GL"/>
        </w:rPr>
      </w:pPr>
      <w:r w:rsidRPr="00171408">
        <w:rPr>
          <w:lang w:val="kl-GL"/>
        </w:rPr>
        <w:t xml:space="preserve">Siunnersuut ajoqusertut imaluunniit </w:t>
      </w:r>
      <w:r w:rsidR="00D02F12" w:rsidRPr="00171408">
        <w:rPr>
          <w:lang w:val="kl-GL"/>
        </w:rPr>
        <w:t>qimagaas</w:t>
      </w:r>
      <w:r w:rsidRPr="00171408">
        <w:rPr>
          <w:lang w:val="kl-GL"/>
        </w:rPr>
        <w:t>ut taarsiiffigitinnissamut pisinnaatitaaffiannut apeqqutaanngilaq. Siunnersuut aningaasaqarnikkut kinguneqanngilaq, suleriaatsinut atuuttunut naapertuuttumik erseqqissaaneq pineqarmat.</w:t>
      </w:r>
    </w:p>
    <w:p w14:paraId="1274FF26" w14:textId="51234229" w:rsidR="00515200" w:rsidRPr="00171408" w:rsidRDefault="00CE02F1">
      <w:pPr>
        <w:pStyle w:val="AT-Body"/>
        <w:spacing w:line="276" w:lineRule="auto"/>
        <w:rPr>
          <w:lang w:val="kl-GL"/>
        </w:rPr>
      </w:pPr>
      <w:r w:rsidRPr="00171408">
        <w:rPr>
          <w:lang w:val="kl-GL"/>
        </w:rPr>
        <w:t xml:space="preserve">Inatsisissatut siunnersuutip </w:t>
      </w:r>
      <w:r w:rsidRPr="00171408">
        <w:rPr>
          <w:i/>
          <w:lang w:val="kl-GL"/>
        </w:rPr>
        <w:t>§ 1, nr. 2</w:t>
      </w:r>
      <w:r w:rsidR="00975558" w:rsidRPr="00171408">
        <w:rPr>
          <w:i/>
          <w:lang w:val="kl-GL"/>
        </w:rPr>
        <w:t>9</w:t>
      </w:r>
      <w:r w:rsidRPr="00171408">
        <w:rPr>
          <w:lang w:val="kl-GL"/>
        </w:rPr>
        <w:t xml:space="preserve">-ani siunnertuutigineqarpoq, </w:t>
      </w:r>
      <w:r w:rsidRPr="00171408">
        <w:rPr>
          <w:i/>
          <w:lang w:val="kl-GL"/>
        </w:rPr>
        <w:t>§ 64, imm. 1,</w:t>
      </w:r>
      <w:r w:rsidRPr="00171408">
        <w:rPr>
          <w:lang w:val="kl-GL"/>
        </w:rPr>
        <w:t xml:space="preserve"> </w:t>
      </w:r>
      <w:r w:rsidRPr="00171408">
        <w:rPr>
          <w:i/>
          <w:lang w:val="kl-GL"/>
        </w:rPr>
        <w:t>nr. 2</w:t>
      </w:r>
      <w:r w:rsidRPr="00171408">
        <w:rPr>
          <w:lang w:val="kl-GL"/>
        </w:rPr>
        <w:t>-mi peerneqassasoq: »aamma«.</w:t>
      </w:r>
    </w:p>
    <w:p w14:paraId="2D6D19D1" w14:textId="2E52019B" w:rsidR="00515200" w:rsidRPr="00171408" w:rsidRDefault="00CE02F1">
      <w:pPr>
        <w:pStyle w:val="AT-Body"/>
        <w:spacing w:line="276" w:lineRule="auto"/>
        <w:rPr>
          <w:lang w:val="kl-GL"/>
        </w:rPr>
      </w:pPr>
      <w:r w:rsidRPr="00171408">
        <w:rPr>
          <w:lang w:val="kl-GL"/>
        </w:rPr>
        <w:t xml:space="preserve">Siunnersuut § 1, nr. </w:t>
      </w:r>
      <w:r w:rsidR="00975558" w:rsidRPr="00171408">
        <w:rPr>
          <w:lang w:val="kl-GL"/>
        </w:rPr>
        <w:t>30</w:t>
      </w:r>
      <w:r w:rsidRPr="00171408">
        <w:rPr>
          <w:lang w:val="kl-GL"/>
        </w:rPr>
        <w:t>-imi siunnersuutip kingunerisaanik allannguineruvoq.</w:t>
      </w:r>
    </w:p>
    <w:p w14:paraId="4D842591" w14:textId="77777777" w:rsidR="00515200" w:rsidRPr="00171408" w:rsidRDefault="00CE02F1">
      <w:pPr>
        <w:pStyle w:val="AT-Body"/>
        <w:spacing w:line="276" w:lineRule="auto"/>
        <w:rPr>
          <w:lang w:val="kl-GL"/>
        </w:rPr>
      </w:pPr>
      <w:r w:rsidRPr="00171408">
        <w:rPr>
          <w:lang w:val="kl-GL"/>
        </w:rPr>
        <w:t xml:space="preserve">Oqaaseqaatit nalinginnaasut innersuussutigineqarput, imm. 2.12. </w:t>
      </w:r>
    </w:p>
    <w:p w14:paraId="61A1FFD2" w14:textId="0478CC28" w:rsidR="00515200" w:rsidRPr="00171408" w:rsidRDefault="00CE02F1">
      <w:pPr>
        <w:pStyle w:val="AT-Body"/>
        <w:spacing w:line="276" w:lineRule="auto"/>
        <w:rPr>
          <w:lang w:val="kl-GL"/>
        </w:rPr>
      </w:pPr>
      <w:r w:rsidRPr="00171408">
        <w:rPr>
          <w:lang w:val="kl-GL"/>
        </w:rPr>
        <w:t xml:space="preserve">Nr. </w:t>
      </w:r>
      <w:r w:rsidR="00DA72A3" w:rsidRPr="00171408">
        <w:rPr>
          <w:lang w:val="kl-GL"/>
        </w:rPr>
        <w:t>31</w:t>
      </w:r>
      <w:r w:rsidRPr="00171408">
        <w:rPr>
          <w:lang w:val="kl-GL"/>
        </w:rPr>
        <w:t>-mut</w:t>
      </w:r>
    </w:p>
    <w:p w14:paraId="1EDFF475" w14:textId="4A037510" w:rsidR="00515200" w:rsidRPr="00171408" w:rsidRDefault="00CE02F1">
      <w:pPr>
        <w:rPr>
          <w:rFonts w:ascii="Times New Roman" w:hAnsi="Times New Roman"/>
          <w:lang w:val="kl-GL"/>
        </w:rPr>
      </w:pPr>
      <w:r w:rsidRPr="00171408">
        <w:rPr>
          <w:rFonts w:ascii="Times New Roman" w:eastAsia="Times New Roman" w:hAnsi="Times New Roman" w:cs="Times New Roman"/>
          <w:lang w:val="kl-GL" w:eastAsia="da-DK"/>
        </w:rPr>
        <w:t xml:space="preserve">§ 64, imm. 4, oqaaseqatigiit </w:t>
      </w:r>
      <w:r w:rsidR="009F2ACE" w:rsidRPr="00171408">
        <w:rPr>
          <w:rFonts w:ascii="Times New Roman" w:eastAsia="Times New Roman" w:hAnsi="Times New Roman" w:cs="Times New Roman"/>
          <w:lang w:val="kl-GL" w:eastAsia="da-DK"/>
        </w:rPr>
        <w:t xml:space="preserve">siullianni </w:t>
      </w:r>
      <w:r w:rsidRPr="00171408">
        <w:rPr>
          <w:rFonts w:ascii="Times New Roman" w:eastAsia="Times New Roman" w:hAnsi="Times New Roman" w:cs="Times New Roman"/>
          <w:lang w:val="kl-GL" w:eastAsia="da-DK"/>
        </w:rPr>
        <w:t xml:space="preserve">aalajangersakkami atuuttumi allaqqavoq, </w:t>
      </w:r>
      <w:r w:rsidR="00397689" w:rsidRPr="00171408">
        <w:rPr>
          <w:rFonts w:ascii="Times New Roman" w:hAnsi="Times New Roman" w:cs="Times New Roman"/>
          <w:lang w:val="kl-GL"/>
        </w:rPr>
        <w:t>suliassaqartitsinermut ministeri</w:t>
      </w:r>
      <w:r w:rsidRPr="00171408">
        <w:rPr>
          <w:rFonts w:ascii="Times New Roman" w:hAnsi="Times New Roman" w:cs="Times New Roman"/>
          <w:lang w:val="kl-GL"/>
        </w:rPr>
        <w:t xml:space="preserve"> akiliinermut, akigititat annertussusissaannut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taakkuninnga akiliisitsiniartarnermut malittarisassanik aalajangersaassasoq, tassunga </w:t>
      </w:r>
      <w:r w:rsidR="00F505A0" w:rsidRPr="00171408">
        <w:rPr>
          <w:rFonts w:ascii="Times New Roman" w:hAnsi="Times New Roman" w:cs="Times New Roman"/>
          <w:lang w:val="kl-GL"/>
        </w:rPr>
        <w:t xml:space="preserve">ilanngullugit </w:t>
      </w:r>
      <w:r w:rsidRPr="00171408">
        <w:rPr>
          <w:rFonts w:ascii="Times New Roman" w:hAnsi="Times New Roman" w:cs="Times New Roman"/>
          <w:lang w:val="kl-GL"/>
        </w:rPr>
        <w:t>Ankestyrelsimut malittarisassat, social aamma indenrigsministerip isumaqatiginiareerneratigut.</w:t>
      </w:r>
    </w:p>
    <w:p w14:paraId="10B1E5D4" w14:textId="17C8DEE6" w:rsidR="00515200" w:rsidRPr="00171408" w:rsidRDefault="00CE02F1">
      <w:pPr>
        <w:rPr>
          <w:rFonts w:ascii="Times New Roman" w:hAnsi="Times New Roman"/>
          <w:lang w:val="kl-GL"/>
        </w:rPr>
      </w:pPr>
      <w:r w:rsidRPr="00171408">
        <w:rPr>
          <w:rFonts w:ascii="Times New Roman" w:eastAsia="Times New Roman" w:hAnsi="Times New Roman" w:cs="Times New Roman"/>
          <w:lang w:val="kl-GL" w:eastAsia="da-DK"/>
        </w:rPr>
        <w:t xml:space="preserve">§ 64, imm. 4, oqaaseqatigiit </w:t>
      </w:r>
      <w:r w:rsidR="005D0CDE" w:rsidRPr="00171408">
        <w:rPr>
          <w:rFonts w:ascii="Times New Roman" w:eastAsia="Times New Roman" w:hAnsi="Times New Roman" w:cs="Times New Roman"/>
          <w:lang w:val="kl-GL" w:eastAsia="da-DK"/>
        </w:rPr>
        <w:t xml:space="preserve">aappaanni </w:t>
      </w:r>
      <w:r w:rsidRPr="00171408">
        <w:rPr>
          <w:rFonts w:ascii="Times New Roman" w:eastAsia="Times New Roman" w:hAnsi="Times New Roman" w:cs="Times New Roman"/>
          <w:lang w:val="kl-GL" w:eastAsia="da-DK"/>
        </w:rPr>
        <w:t xml:space="preserve">aamma allaqqavoq, Arbejdsmarkedets Erhvervssikringip siulersuisuisa innersuussuteqareernerisigut </w:t>
      </w:r>
      <w:r w:rsidR="00397689" w:rsidRPr="00171408">
        <w:rPr>
          <w:rFonts w:ascii="Times New Roman" w:eastAsia="Times New Roman" w:hAnsi="Times New Roman" w:cs="Times New Roman"/>
          <w:lang w:val="kl-GL" w:eastAsia="da-DK"/>
        </w:rPr>
        <w:t>suliassaqartitsinermut ministeri</w:t>
      </w:r>
      <w:r w:rsidRPr="00171408">
        <w:rPr>
          <w:rFonts w:ascii="Times New Roman" w:eastAsia="Times New Roman" w:hAnsi="Times New Roman" w:cs="Times New Roman"/>
          <w:lang w:val="kl-GL" w:eastAsia="da-DK"/>
        </w:rPr>
        <w:t xml:space="preserve">p ukiumut ataasiarluni akigititat annertussusissaat nalunaarutigisassagai, tassunga </w:t>
      </w:r>
      <w:r w:rsidR="00F505A0" w:rsidRPr="00171408">
        <w:rPr>
          <w:rFonts w:ascii="Times New Roman" w:eastAsia="Times New Roman" w:hAnsi="Times New Roman" w:cs="Times New Roman"/>
          <w:lang w:val="kl-GL" w:eastAsia="da-DK"/>
        </w:rPr>
        <w:t xml:space="preserve">ilanngullugit </w:t>
      </w:r>
      <w:r w:rsidRPr="00171408">
        <w:rPr>
          <w:rFonts w:ascii="Times New Roman" w:eastAsia="Times New Roman" w:hAnsi="Times New Roman" w:cs="Times New Roman"/>
          <w:lang w:val="kl-GL" w:eastAsia="da-DK"/>
        </w:rPr>
        <w:t>Ankestyrelsip akigitai, social aamma indenrigsministerip isumaqatiginiareerneratigut.</w:t>
      </w:r>
    </w:p>
    <w:p w14:paraId="13CAA7C5" w14:textId="73AB78BE" w:rsidR="00515200" w:rsidRPr="00171408" w:rsidRDefault="00CE02F1">
      <w:pPr>
        <w:rPr>
          <w:rFonts w:ascii="Times New Roman" w:hAnsi="Times New Roman"/>
          <w:lang w:val="kl-GL"/>
        </w:rPr>
      </w:pPr>
      <w:r w:rsidRPr="00171408">
        <w:rPr>
          <w:rFonts w:ascii="Times New Roman" w:hAnsi="Times New Roman" w:cs="Times New Roman"/>
          <w:lang w:val="kl-GL"/>
        </w:rPr>
        <w:t xml:space="preserve">Akigititat Arbejdsmarkedets Erhvervssikringip ingerlatsinermut aamma ineriartornermut aningaasartuutaanut matussutissatut akileqquneqartassapput.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ajutoornermut aningaasartuutinut sillimmasiisarfiit akileeqquneqartassapput. Sillimmasiisarfiup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ajutoornermut </w:t>
      </w:r>
      <w:r w:rsidR="00C27277" w:rsidRPr="00171408">
        <w:rPr>
          <w:rFonts w:ascii="Times New Roman" w:hAnsi="Times New Roman" w:cs="Times New Roman"/>
          <w:lang w:val="kl-GL"/>
        </w:rPr>
        <w:t xml:space="preserve">sillimmasiissutinik </w:t>
      </w:r>
      <w:r w:rsidRPr="00171408">
        <w:rPr>
          <w:rFonts w:ascii="Times New Roman" w:hAnsi="Times New Roman" w:cs="Times New Roman"/>
          <w:lang w:val="kl-GL"/>
        </w:rPr>
        <w:t xml:space="preserve">aqutsineq allanut tunniussimappagu, assersuutigalugu sillimmasiissutinik tuniniaasartunut, taakkua assinganik aningaasartuutinut akiliissapput. Inuussutissarsiornermi nappaatinut atatillugu aningaasartuutinut Arbejdsmarkedets Erhvervssikringi akileeqquneqartassaaq, sulisitsisunit aningaasaliiffigineqartunik Arbejdsmarkedets Erhvervssikringimut tapiissutit aqqutigalugit, tak. Kalaallit Nunaanni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Pr="00171408">
        <w:rPr>
          <w:rFonts w:ascii="Times New Roman" w:hAnsi="Times New Roman" w:cs="Times New Roman"/>
          <w:lang w:val="kl-GL"/>
        </w:rPr>
        <w:t xml:space="preserve"> pillugu inatsimmi § 60.   </w:t>
      </w:r>
    </w:p>
    <w:p w14:paraId="6813A2C0" w14:textId="57F0B0D4" w:rsidR="005F4BCE" w:rsidRPr="00171408" w:rsidRDefault="005F4BCE" w:rsidP="005F4BCE">
      <w:pPr>
        <w:rPr>
          <w:rFonts w:ascii="Times New Roman" w:hAnsi="Times New Roman" w:cs="Times New Roman"/>
          <w:lang w:val="kl-GL"/>
        </w:rPr>
      </w:pPr>
      <w:r w:rsidRPr="00171408">
        <w:rPr>
          <w:rFonts w:ascii="Times New Roman" w:hAnsi="Times New Roman" w:cs="Times New Roman"/>
          <w:lang w:val="kl-GL"/>
        </w:rPr>
        <w:t xml:space="preserve">Inatsisissatut siunnersuutip § 1, nr. </w:t>
      </w:r>
      <w:r w:rsidR="007874A5" w:rsidRPr="00171408">
        <w:rPr>
          <w:rFonts w:ascii="Times New Roman" w:hAnsi="Times New Roman" w:cs="Times New Roman"/>
          <w:lang w:val="kl-GL"/>
        </w:rPr>
        <w:t>31</w:t>
      </w:r>
      <w:r w:rsidRPr="00171408">
        <w:rPr>
          <w:rFonts w:ascii="Times New Roman" w:hAnsi="Times New Roman" w:cs="Times New Roman"/>
          <w:lang w:val="kl-GL"/>
        </w:rPr>
        <w:t>-ani siunnertuutigineqarpoq, § 64, imm. 4, oqaaseqatigiit siullianni, »akiliineq,« peerneqassasoq, aamma »aamma tamatuminnga akiliisitsiniarneq« allanngortinneqassasoq imatut: », acontonngorlugu akiliisitsiniarneq aamma kingornatigut nal</w:t>
      </w:r>
      <w:r w:rsidR="00025FAC" w:rsidRPr="00171408">
        <w:rPr>
          <w:rFonts w:ascii="Times New Roman" w:hAnsi="Times New Roman" w:cs="Times New Roman"/>
          <w:lang w:val="kl-GL"/>
        </w:rPr>
        <w:t>eqqu</w:t>
      </w:r>
      <w:r w:rsidRPr="00171408">
        <w:rPr>
          <w:rFonts w:ascii="Times New Roman" w:hAnsi="Times New Roman" w:cs="Times New Roman"/>
          <w:lang w:val="kl-GL"/>
        </w:rPr>
        <w:t>ssaaneq«.</w:t>
      </w:r>
    </w:p>
    <w:p w14:paraId="54578966" w14:textId="77777777" w:rsidR="005F4BCE" w:rsidRPr="00171408" w:rsidRDefault="005F4BCE" w:rsidP="005F4BCE">
      <w:pPr>
        <w:rPr>
          <w:rFonts w:ascii="Times New Roman" w:hAnsi="Times New Roman" w:cs="Times New Roman"/>
          <w:lang w:val="kl-GL"/>
        </w:rPr>
      </w:pPr>
      <w:r w:rsidRPr="00171408">
        <w:rPr>
          <w:rFonts w:ascii="Times New Roman" w:hAnsi="Times New Roman" w:cs="Times New Roman"/>
          <w:lang w:val="kl-GL"/>
        </w:rPr>
        <w:t xml:space="preserve">Allannguutissatut siunnersuutigineqartup kingunerissavaa, Arbejdsmarkedets Erhvervssikringip qaammatisiutini ukiup aallartinnerani, aningaasartuutit sumi atorneqarnissaannut tunngatillugu (ukioq 1), </w:t>
      </w:r>
      <w:r w:rsidRPr="00171408">
        <w:rPr>
          <w:rFonts w:ascii="Times New Roman" w:hAnsi="Times New Roman" w:cs="Times New Roman"/>
          <w:lang w:val="kl-GL"/>
        </w:rPr>
        <w:lastRenderedPageBreak/>
        <w:t>aningaasartuutinik naatsorsuutigineqartunik ukiumut akigititatigut acontomik akileeqqusisarsinnaanera pillugu Suliffissaqartitsinermut ministerip malittarisassanik aalajangersaasinnaanissaa.</w:t>
      </w:r>
    </w:p>
    <w:p w14:paraId="3D3EEC3D" w14:textId="77777777" w:rsidR="005F4BCE" w:rsidRPr="00171408" w:rsidRDefault="005F4BCE" w:rsidP="005F4BCE">
      <w:pPr>
        <w:rPr>
          <w:rFonts w:ascii="Times New Roman" w:hAnsi="Times New Roman" w:cs="Times New Roman"/>
          <w:lang w:val="kl-GL"/>
        </w:rPr>
      </w:pPr>
      <w:r w:rsidRPr="00171408">
        <w:rPr>
          <w:rFonts w:ascii="Times New Roman" w:hAnsi="Times New Roman" w:cs="Times New Roman"/>
          <w:lang w:val="kl-GL"/>
        </w:rPr>
        <w:t>Piumasaqaatigineqarpoq, Suliffissaqartitsinermut ministerimut pisinnaatitsineq allanngortinneqartup kingunerissagaa, ullumikkut oktoberip qaammataani ukiumoortumik akileeqqusinermik, ukiumi suliat Arbejdsmarkedets Erhvervssikringimut (ukioq 1) nalunaarutigineqarfiani aaqqissuussinerup, ukiup aallartinnerani ukiumoortumik acontomik akileeqqusinermut allanngortinneqarnissaanut malittarisassanik aalajangersaanissaq. Ajutoornerit pillugit suliani sillimmasiisarfinnut, aamma inuussutissarsiornermi nappaatit pillugit suliani Arbejdsmarkedets Erhvervssikringimut, nangittumik akigititanik akiliineq ukiumut ataasiarluni pisartussaassaaq, taamaattoq § 64, imm. 4, oqaaseqatigiit siulliannik allanngortitsinikkut akileeqqusineq acontomik pisassalluni, siumoortumik ukioq 1-ip aallartinnerani.</w:t>
      </w:r>
    </w:p>
    <w:p w14:paraId="31F9C65D" w14:textId="280CD54D" w:rsidR="005F4BCE" w:rsidRPr="00171408" w:rsidRDefault="005F4BCE" w:rsidP="005F4BCE">
      <w:pPr>
        <w:rPr>
          <w:rFonts w:ascii="Times New Roman" w:hAnsi="Times New Roman" w:cs="Times New Roman"/>
          <w:lang w:val="kl-GL"/>
        </w:rPr>
      </w:pPr>
      <w:r w:rsidRPr="00171408">
        <w:rPr>
          <w:rFonts w:ascii="Times New Roman" w:hAnsi="Times New Roman" w:cs="Times New Roman"/>
          <w:lang w:val="kl-GL"/>
        </w:rPr>
        <w:t>Arbejdsmarkedets Erhvervssikringip ingerlatsinermut aamma ineriartornermut aningaasartuutinut tunngatillugu akigititanik akileeqqusisarneranik, ukioq 1-ip aallartinnerani ukiumut acontomik akileeqqusisarnermut aamma ukioq 2-p aallartinnerani kingornatigut nal</w:t>
      </w:r>
      <w:r w:rsidR="001D0BC0" w:rsidRPr="00171408">
        <w:rPr>
          <w:rFonts w:ascii="Times New Roman" w:hAnsi="Times New Roman" w:cs="Times New Roman"/>
          <w:lang w:val="kl-GL"/>
        </w:rPr>
        <w:t>eqqu</w:t>
      </w:r>
      <w:r w:rsidRPr="00171408">
        <w:rPr>
          <w:rFonts w:ascii="Times New Roman" w:hAnsi="Times New Roman" w:cs="Times New Roman"/>
          <w:lang w:val="kl-GL"/>
        </w:rPr>
        <w:t>ssaanermut allanngortitsinikkut, piumasaqaatigineqarpoq, akileeqqusisarneq aamma nal</w:t>
      </w:r>
      <w:r w:rsidR="001D0BC0" w:rsidRPr="00171408">
        <w:rPr>
          <w:rFonts w:ascii="Times New Roman" w:hAnsi="Times New Roman" w:cs="Times New Roman"/>
          <w:lang w:val="kl-GL"/>
        </w:rPr>
        <w:t>eqqu</w:t>
      </w:r>
      <w:r w:rsidRPr="00171408">
        <w:rPr>
          <w:rFonts w:ascii="Times New Roman" w:hAnsi="Times New Roman" w:cs="Times New Roman"/>
          <w:lang w:val="kl-GL"/>
        </w:rPr>
        <w:t>ssaaneq ukiup sisamararterutaata siulliup naannginnerani pisarnissaat.</w:t>
      </w:r>
    </w:p>
    <w:p w14:paraId="563BAE55" w14:textId="77777777" w:rsidR="005F4BCE" w:rsidRPr="00171408" w:rsidRDefault="005F4BCE" w:rsidP="005F4BCE">
      <w:pPr>
        <w:rPr>
          <w:rFonts w:ascii="Times New Roman" w:hAnsi="Times New Roman" w:cs="Times New Roman"/>
          <w:lang w:val="kl-GL"/>
        </w:rPr>
      </w:pPr>
      <w:r w:rsidRPr="00171408">
        <w:rPr>
          <w:rFonts w:ascii="Times New Roman" w:hAnsi="Times New Roman" w:cs="Times New Roman"/>
          <w:lang w:val="kl-GL"/>
        </w:rPr>
        <w:t>Ukiumoortumik ukiumi siullermi (ukioq 1) acontomik akileeqqusisarneq, sillimmasiisarfiit sulinermi ajutoornernik nalunaaruteqartarnerinik aamma Arbejdsmarkedets Erhvervssikringip inuussutissarsiornermi nappaatinik nalunaaruteqartarneranik piviusorsiortumik missiliuussinerit tunngavigalugit pisassaaq. Tamatumunnga missiliuussinermut, ilaatigut ukiuni kingullerni sillimmasiisarfiit ataasiakkaat aamma Arbejdsmarkedets Erhvervssikringip nalunaaruteqartarneranni misilittakkat tunngaviusassapput, assersuutigalugu Arbejdsmarkedets Erhvervssikringip nalunaarutiginneriaatsinik allannguutit pillugit ilisimasai aamma sillimmasiisarfiit suliassaasa annertussusaanni allannguutit, sulinermi ajutoornerit pillugit suliassat aamma inuussutissarsiornermi nappaatit pillugit suliassat qassit ukiumi tulliuttumi suliarineqarnissaannut naatsorsuutit pillugit naqqiiffigineqarsinnaasunik.</w:t>
      </w:r>
    </w:p>
    <w:p w14:paraId="4A9BD6D5" w14:textId="1F155049" w:rsidR="005F4BCE" w:rsidRPr="00171408" w:rsidRDefault="005F4BCE" w:rsidP="005F4BCE">
      <w:pPr>
        <w:rPr>
          <w:rFonts w:ascii="Times New Roman" w:hAnsi="Times New Roman" w:cs="Times New Roman"/>
          <w:lang w:val="kl-GL"/>
        </w:rPr>
      </w:pPr>
      <w:r w:rsidRPr="00171408">
        <w:rPr>
          <w:rFonts w:ascii="Times New Roman" w:hAnsi="Times New Roman" w:cs="Times New Roman"/>
          <w:lang w:val="kl-GL"/>
        </w:rPr>
        <w:t>Ukiup tulliuttup aallartinnerani (ukioq 2) Arbejdsmarkedets Erhvervssikringi sillimmasiisarfinniit aamma Arbejdsmarkedets Erhvervssikringimiit ukioq 1-imi akigititanut akiliinernut qaffasippallaanut imalunniit appasippallaanut ukiumoortumik kingornatigut nal</w:t>
      </w:r>
      <w:r w:rsidR="005C1291" w:rsidRPr="00171408">
        <w:rPr>
          <w:rFonts w:ascii="Times New Roman" w:hAnsi="Times New Roman" w:cs="Times New Roman"/>
          <w:lang w:val="kl-GL"/>
        </w:rPr>
        <w:t>eqqu</w:t>
      </w:r>
      <w:r w:rsidRPr="00171408">
        <w:rPr>
          <w:rFonts w:ascii="Times New Roman" w:hAnsi="Times New Roman" w:cs="Times New Roman"/>
          <w:lang w:val="kl-GL"/>
        </w:rPr>
        <w:t>ssaassaaq. Ukiumut 1-imut tunngatillugu nal</w:t>
      </w:r>
      <w:r w:rsidR="005C1291" w:rsidRPr="00171408">
        <w:rPr>
          <w:rFonts w:ascii="Times New Roman" w:hAnsi="Times New Roman" w:cs="Times New Roman"/>
          <w:lang w:val="kl-GL"/>
        </w:rPr>
        <w:t>eqqu</w:t>
      </w:r>
      <w:r w:rsidRPr="00171408">
        <w:rPr>
          <w:rFonts w:ascii="Times New Roman" w:hAnsi="Times New Roman" w:cs="Times New Roman"/>
          <w:lang w:val="kl-GL"/>
        </w:rPr>
        <w:t>ssaaneq akileeqqusinerlu piffissamut tunngatillugu ataatsikkut pissassasut piumasaqaataavoq. Kingornatigut nal</w:t>
      </w:r>
      <w:r w:rsidR="005928B6" w:rsidRPr="00171408">
        <w:rPr>
          <w:rFonts w:ascii="Times New Roman" w:hAnsi="Times New Roman" w:cs="Times New Roman"/>
          <w:lang w:val="kl-GL"/>
        </w:rPr>
        <w:t>eqqu</w:t>
      </w:r>
      <w:r w:rsidRPr="00171408">
        <w:rPr>
          <w:rFonts w:ascii="Times New Roman" w:hAnsi="Times New Roman" w:cs="Times New Roman"/>
          <w:lang w:val="kl-GL"/>
        </w:rPr>
        <w:t>ssaaneq aningaasanut akileqqusanut nassuiaammik immikkoortitikkamik ilalerneqassaaq.</w:t>
      </w:r>
    </w:p>
    <w:p w14:paraId="578D8F0E" w14:textId="77777777" w:rsidR="005F4BCE" w:rsidRPr="00171408" w:rsidRDefault="005F4BCE" w:rsidP="005F4BCE">
      <w:pPr>
        <w:rPr>
          <w:rFonts w:ascii="Times New Roman" w:hAnsi="Times New Roman" w:cs="Times New Roman"/>
          <w:lang w:val="kl-GL"/>
        </w:rPr>
      </w:pPr>
      <w:r w:rsidRPr="00171408">
        <w:rPr>
          <w:rFonts w:ascii="Times New Roman" w:hAnsi="Times New Roman" w:cs="Times New Roman"/>
          <w:lang w:val="kl-GL"/>
        </w:rPr>
        <w:t>Taamaalilluni Arbejdsmarkedets Erhvervssikringi siunissami 2024-minngaanniit, § 64 naapertorlugu ingerlatsinermut aamma ineriartornermut aningaasartuutissatut missiliuussat piviusorsiortut tunngavigalugit ukiumi aningaasartuutit atorneqarfissaanni akigititat akileqqusassavai.</w:t>
      </w:r>
    </w:p>
    <w:p w14:paraId="6CB5F894" w14:textId="77777777" w:rsidR="005F4BCE" w:rsidRPr="00171408" w:rsidRDefault="005F4BCE" w:rsidP="005F4BCE">
      <w:pPr>
        <w:rPr>
          <w:rFonts w:ascii="Times New Roman" w:hAnsi="Times New Roman" w:cs="Times New Roman"/>
          <w:lang w:val="kl-GL"/>
        </w:rPr>
      </w:pPr>
      <w:r w:rsidRPr="00171408">
        <w:rPr>
          <w:rFonts w:ascii="Times New Roman" w:hAnsi="Times New Roman" w:cs="Times New Roman"/>
          <w:lang w:val="kl-GL"/>
        </w:rPr>
        <w:t>Piumasaqaatigineqarpoq, Suliassaqartitsinermut ministereqarfiup, Arbejdsskadestyrelsip aamma Ankestyrelsip Kalaallit Nunaanni sulinermi ajoqusernermut isumannaarineq pillugu inatsimmi ilaatinneqartunik pissutsinik aqutsinerinut akiliineq pillugu nalunaarutaa nr. 1655, 21. december 2010-meersoq allanngortinneqassasoq, ukiumoortumik akigititanik acontomik ukiup 1-p aallartinnerani akileeqqusisarneq pillugu siunnersuummut naapertuuttumik, tassunga ilanngullugu tamatuma ukiup sisamararterutaasa siulliup naannginnerani pinissaa naatsorsuutigineqarluni.</w:t>
      </w:r>
    </w:p>
    <w:p w14:paraId="1C0E4692" w14:textId="77777777" w:rsidR="005F4BCE" w:rsidRPr="00171408" w:rsidRDefault="005F4BCE" w:rsidP="005F4BCE">
      <w:pPr>
        <w:rPr>
          <w:rFonts w:ascii="Times New Roman" w:hAnsi="Times New Roman" w:cs="Times New Roman"/>
          <w:lang w:val="kl-GL"/>
        </w:rPr>
      </w:pPr>
      <w:r w:rsidRPr="00171408">
        <w:rPr>
          <w:rFonts w:ascii="Times New Roman" w:hAnsi="Times New Roman" w:cs="Times New Roman"/>
          <w:lang w:val="kl-GL"/>
        </w:rPr>
        <w:t xml:space="preserve">Nalilerneqarpoq, allannguut, taarsiissutinut il.il. aningaasartuutinik akileeqqusinermik siuartitsinermut ataani taaneqartut peqatigalugit, Arbejdsmarkedets Erhvervssikringip malittarisassat atuuttut malillugit </w:t>
      </w:r>
      <w:r w:rsidRPr="00171408">
        <w:rPr>
          <w:rFonts w:ascii="Times New Roman" w:hAnsi="Times New Roman" w:cs="Times New Roman"/>
          <w:lang w:val="kl-GL"/>
        </w:rPr>
        <w:lastRenderedPageBreak/>
        <w:t>siumoortumik akilerallartagai, Arbejdsmarkedets Erhvervssikringip akiliisinnaassusaanut malunnaatilimmik pitsanngorsaataassasoq, Arbejdsmarkedets Erhvervssikringip akigititat kingumoortumut taarsiullugu siumoortumik akileqqusarsinnaassammagit.</w:t>
      </w:r>
    </w:p>
    <w:p w14:paraId="6AB60BCE" w14:textId="65F80C44" w:rsidR="005F4BCE" w:rsidRPr="00171408" w:rsidRDefault="005F4BCE" w:rsidP="005F4BCE">
      <w:pPr>
        <w:rPr>
          <w:rFonts w:ascii="Times New Roman" w:hAnsi="Times New Roman" w:cs="Times New Roman"/>
          <w:lang w:val="kl-GL"/>
        </w:rPr>
      </w:pPr>
      <w:r w:rsidRPr="00171408">
        <w:rPr>
          <w:rFonts w:ascii="Times New Roman" w:hAnsi="Times New Roman" w:cs="Times New Roman"/>
          <w:lang w:val="kl-GL"/>
        </w:rPr>
        <w:t>Siunnersuutip kingunerisaanik § 1, nr. 2</w:t>
      </w:r>
      <w:r w:rsidR="002A0E28" w:rsidRPr="00171408">
        <w:rPr>
          <w:rFonts w:ascii="Times New Roman" w:hAnsi="Times New Roman" w:cs="Times New Roman"/>
          <w:lang w:val="kl-GL"/>
        </w:rPr>
        <w:t>4</w:t>
      </w:r>
      <w:r w:rsidRPr="00171408">
        <w:rPr>
          <w:rFonts w:ascii="Times New Roman" w:hAnsi="Times New Roman" w:cs="Times New Roman"/>
          <w:lang w:val="kl-GL"/>
        </w:rPr>
        <w:t>-mi aamma 2</w:t>
      </w:r>
      <w:r w:rsidR="002A0E28" w:rsidRPr="00171408">
        <w:rPr>
          <w:rFonts w:ascii="Times New Roman" w:hAnsi="Times New Roman" w:cs="Times New Roman"/>
          <w:lang w:val="kl-GL"/>
        </w:rPr>
        <w:t>5</w:t>
      </w:r>
      <w:r w:rsidRPr="00171408">
        <w:rPr>
          <w:rFonts w:ascii="Times New Roman" w:hAnsi="Times New Roman" w:cs="Times New Roman"/>
          <w:lang w:val="kl-GL"/>
        </w:rPr>
        <w:t>-mi siunnersuutigineqarpoq, Arbejdsmarkedets Erhvervssikringip taarsiissutinut il.il. aningaasat akilerallagaanik akileeqqusineq, tak. § 52, imm. 6, allanngotinneqassasoq, taamaalillutik aningaasartuutit ukiup aallartinnerani assigisaanik acontomik akileqquneqartassallutik, aningaasartuutit atorneqarfiani (ukioq 1) aamma ukiup tulliani (ukioq 2) kingornatigut nal</w:t>
      </w:r>
      <w:r w:rsidR="004463CD" w:rsidRPr="00171408">
        <w:rPr>
          <w:rFonts w:ascii="Times New Roman" w:hAnsi="Times New Roman" w:cs="Times New Roman"/>
          <w:lang w:val="kl-GL"/>
        </w:rPr>
        <w:t>eqqu</w:t>
      </w:r>
      <w:r w:rsidRPr="00171408">
        <w:rPr>
          <w:rFonts w:ascii="Times New Roman" w:hAnsi="Times New Roman" w:cs="Times New Roman"/>
          <w:lang w:val="kl-GL"/>
        </w:rPr>
        <w:t>ssarneqarlutik. Aalajangersakkap allanngortinneqarnissaanut siunnersuutip kingunerissavaa taarsiissutissanut il.il. aningaasanik akileeqqusineq Arbejdsmarkedets Erhvervssikringip ingerlatsinermut aamma ineriartornermut aningaasartuutaanut matussutissatut aningaasanik siumoortumik akileeqqusinermut peqatigalugu pisinnaanera.</w:t>
      </w:r>
    </w:p>
    <w:p w14:paraId="64EFC396" w14:textId="77777777" w:rsidR="005F4BCE" w:rsidRPr="00171408" w:rsidRDefault="005F4BCE" w:rsidP="005F4BCE">
      <w:pPr>
        <w:rPr>
          <w:rFonts w:ascii="Times New Roman" w:hAnsi="Times New Roman" w:cs="Times New Roman"/>
          <w:lang w:val="kl-GL"/>
        </w:rPr>
      </w:pPr>
      <w:r w:rsidRPr="00171408">
        <w:rPr>
          <w:rFonts w:ascii="Times New Roman" w:hAnsi="Times New Roman" w:cs="Times New Roman"/>
          <w:lang w:val="kl-GL"/>
        </w:rPr>
        <w:t>Aalajangersagaq sulinermi ajoqusernermut isumannaarineq pillugu inatsimmi § 59, imm. 5, oqaaseqatigiit siulliannut assinguvoq.</w:t>
      </w:r>
    </w:p>
    <w:p w14:paraId="4A5334D5" w14:textId="3C0BDBA6" w:rsidR="00515200" w:rsidRPr="00171408" w:rsidRDefault="005F4BCE">
      <w:pPr>
        <w:rPr>
          <w:rFonts w:ascii="Times New Roman" w:hAnsi="Times New Roman"/>
          <w:lang w:val="kl-GL"/>
        </w:rPr>
      </w:pPr>
      <w:r w:rsidRPr="00171408">
        <w:rPr>
          <w:rFonts w:ascii="Times New Roman" w:hAnsi="Times New Roman" w:cs="Times New Roman"/>
          <w:lang w:val="kl-GL"/>
        </w:rPr>
        <w:t>Inatsisissatut siunnersuummi § 1, nr. 21</w:t>
      </w:r>
      <w:r w:rsidR="005467A3" w:rsidRPr="00171408">
        <w:rPr>
          <w:rFonts w:ascii="Times New Roman" w:hAnsi="Times New Roman" w:cs="Times New Roman"/>
          <w:lang w:val="kl-GL"/>
        </w:rPr>
        <w:t>4</w:t>
      </w:r>
      <w:r w:rsidRPr="00171408">
        <w:rPr>
          <w:rFonts w:ascii="Times New Roman" w:hAnsi="Times New Roman" w:cs="Times New Roman"/>
          <w:lang w:val="kl-GL"/>
        </w:rPr>
        <w:t>-mut aamma 2</w:t>
      </w:r>
      <w:r w:rsidR="005467A3" w:rsidRPr="00171408">
        <w:rPr>
          <w:rFonts w:ascii="Times New Roman" w:hAnsi="Times New Roman" w:cs="Times New Roman"/>
          <w:lang w:val="kl-GL"/>
        </w:rPr>
        <w:t>5</w:t>
      </w:r>
      <w:r w:rsidRPr="00171408">
        <w:rPr>
          <w:rFonts w:ascii="Times New Roman" w:hAnsi="Times New Roman" w:cs="Times New Roman"/>
          <w:lang w:val="kl-GL"/>
        </w:rPr>
        <w:t>-mut oqaaseqaatit aamma oqaaseqaatit nalinginnaasut innersuussutigineqarput, imm. 2.9.</w:t>
      </w:r>
    </w:p>
    <w:p w14:paraId="751EAF5C" w14:textId="4AA1A343" w:rsidR="00515200" w:rsidRPr="00171408" w:rsidRDefault="00CE02F1">
      <w:pPr>
        <w:rPr>
          <w:rFonts w:ascii="Times New Roman" w:hAnsi="Times New Roman"/>
          <w:lang w:val="kl-GL"/>
        </w:rPr>
      </w:pPr>
      <w:r w:rsidRPr="00171408">
        <w:rPr>
          <w:rFonts w:ascii="Times New Roman" w:hAnsi="Times New Roman" w:cs="Times New Roman"/>
          <w:lang w:val="kl-GL"/>
        </w:rPr>
        <w:t xml:space="preserve">Nr. </w:t>
      </w:r>
      <w:r w:rsidR="00EE79C3" w:rsidRPr="00171408">
        <w:rPr>
          <w:rFonts w:ascii="Times New Roman" w:hAnsi="Times New Roman" w:cs="Times New Roman"/>
          <w:lang w:val="kl-GL"/>
        </w:rPr>
        <w:t>3</w:t>
      </w:r>
      <w:r w:rsidRPr="00171408">
        <w:rPr>
          <w:rFonts w:ascii="Times New Roman" w:hAnsi="Times New Roman" w:cs="Times New Roman"/>
          <w:lang w:val="kl-GL"/>
        </w:rPr>
        <w:t>2-mut aamma 3</w:t>
      </w:r>
      <w:r w:rsidR="00EE79C3" w:rsidRPr="00171408">
        <w:rPr>
          <w:rFonts w:ascii="Times New Roman" w:hAnsi="Times New Roman" w:cs="Times New Roman"/>
          <w:lang w:val="kl-GL"/>
        </w:rPr>
        <w:t>3</w:t>
      </w:r>
      <w:r w:rsidRPr="00171408">
        <w:rPr>
          <w:rFonts w:ascii="Times New Roman" w:hAnsi="Times New Roman" w:cs="Times New Roman"/>
          <w:lang w:val="kl-GL"/>
        </w:rPr>
        <w:t>-mut</w:t>
      </w:r>
    </w:p>
    <w:p w14:paraId="758C98EC" w14:textId="77777777" w:rsidR="005F4BCE" w:rsidRPr="00171408" w:rsidRDefault="005F4BCE" w:rsidP="005F4BCE">
      <w:pPr>
        <w:rPr>
          <w:rFonts w:ascii="Times New Roman" w:hAnsi="Times New Roman" w:cs="Times New Roman"/>
          <w:lang w:val="kl-GL"/>
        </w:rPr>
      </w:pPr>
      <w:r w:rsidRPr="00171408">
        <w:rPr>
          <w:rFonts w:ascii="Times New Roman" w:hAnsi="Times New Roman" w:cs="Times New Roman"/>
          <w:lang w:val="kl-GL"/>
        </w:rPr>
        <w:t>Kalaallit Nunaanni sulinermi ajoqusernermut isumannaarineq pillugu inatsimmi § 65-imi aalajangersakkami atuuttumi allaqqavoq, aningaasat, § 30, imm. 2, § 52, imm. 6, § 56, imm. 1 aamma 5, aamma § 62 malillugit Arbejdsmarkedets Erhvervssikringimit siumoortumik akilerallarneqartut, ukiumut erniamik ernialersorneqassasut, ullormiit ullormut aningaasanik niuernermut erniaritinneqartut agguaqatigiissinneqarnerannik assingusumik, Nationalbankimiit naatsorsorneqartunik. Erniat naatsorsorneqassapput, sulinermi ajoqusernermut isumannaarineq pillugu inatsimmi § 60, imm. 1 malillugu malittarisassat suliassaqartitsinermut ministerimit aalajangersarneqartut malillugit, tak. inatsimmi § 65, oqaaseqatigiit aappaat. Malittarisassap atuuttup suliassaqartitsinermut ministeri kisiat pisinnaatippaa erniat naatsorsorneqarnissaat pillugu malittarisassanik aalajangersaanissamut.</w:t>
      </w:r>
    </w:p>
    <w:p w14:paraId="2DD386F4" w14:textId="77777777" w:rsidR="005F4BCE" w:rsidRPr="00171408" w:rsidRDefault="005F4BCE" w:rsidP="005F4BCE">
      <w:pPr>
        <w:rPr>
          <w:rFonts w:ascii="Times New Roman" w:hAnsi="Times New Roman" w:cs="Times New Roman"/>
          <w:lang w:val="kl-GL"/>
        </w:rPr>
      </w:pPr>
      <w:r w:rsidRPr="00171408">
        <w:rPr>
          <w:rFonts w:ascii="Times New Roman" w:hAnsi="Times New Roman" w:cs="Times New Roman"/>
          <w:lang w:val="kl-GL"/>
        </w:rPr>
        <w:t>23. november 2015-imi Nationalbankip ullormiit ullormut aningaasanik niuernermut erniarititanik katersuineq, naatsorsuineq aamma saqqummiussineq NASDAQ OMX-imut nuunneqarput aamma erniaritinneqartut taakkua ullumikkut Tomorrow/Next ernianik taagorneqarput.</w:t>
      </w:r>
    </w:p>
    <w:p w14:paraId="26ED03CD" w14:textId="6646B78B" w:rsidR="005F4BCE" w:rsidRPr="00171408" w:rsidRDefault="005F4BCE" w:rsidP="005F4BCE">
      <w:pPr>
        <w:rPr>
          <w:rFonts w:ascii="Times New Roman" w:hAnsi="Times New Roman" w:cs="Times New Roman"/>
          <w:lang w:val="kl-GL"/>
        </w:rPr>
      </w:pPr>
      <w:r w:rsidRPr="00171408">
        <w:rPr>
          <w:rFonts w:ascii="Times New Roman" w:hAnsi="Times New Roman" w:cs="Times New Roman"/>
          <w:lang w:val="kl-GL"/>
        </w:rPr>
        <w:t xml:space="preserve">Inatsisissatut siunnersuutip § 1, nr. </w:t>
      </w:r>
      <w:r w:rsidR="004C744A" w:rsidRPr="00171408">
        <w:rPr>
          <w:rFonts w:ascii="Times New Roman" w:hAnsi="Times New Roman" w:cs="Times New Roman"/>
          <w:lang w:val="kl-GL"/>
        </w:rPr>
        <w:t>32</w:t>
      </w:r>
      <w:r w:rsidRPr="00171408">
        <w:rPr>
          <w:rFonts w:ascii="Times New Roman" w:hAnsi="Times New Roman" w:cs="Times New Roman"/>
          <w:lang w:val="kl-GL"/>
        </w:rPr>
        <w:t>-ani aamma nr. 3</w:t>
      </w:r>
      <w:r w:rsidR="004C744A" w:rsidRPr="00171408">
        <w:rPr>
          <w:rFonts w:ascii="Times New Roman" w:hAnsi="Times New Roman" w:cs="Times New Roman"/>
          <w:lang w:val="kl-GL"/>
        </w:rPr>
        <w:t>3</w:t>
      </w:r>
      <w:r w:rsidRPr="00171408">
        <w:rPr>
          <w:rFonts w:ascii="Times New Roman" w:hAnsi="Times New Roman" w:cs="Times New Roman"/>
          <w:lang w:val="kl-GL"/>
        </w:rPr>
        <w:t>-ani siunnertuutigineqarpoq, § 65, oqaaseqatigiit siullianni aamma aappaanni », Nationalbankip ullormiit ullormut ernialiuttagaata agguaqatigiissinneranut naapertuuttunik« peerneqassasoq, aamma »naatsorsorneqassapput« allanngortinneqassasoq imatut: »aalajangersarneqassapput«.</w:t>
      </w:r>
    </w:p>
    <w:p w14:paraId="6DB79C0C" w14:textId="77777777" w:rsidR="005F4BCE" w:rsidRPr="00171408" w:rsidRDefault="005F4BCE" w:rsidP="005F4BCE">
      <w:pPr>
        <w:rPr>
          <w:rFonts w:ascii="Times New Roman" w:hAnsi="Times New Roman" w:cs="Times New Roman"/>
          <w:lang w:val="kl-GL"/>
        </w:rPr>
      </w:pPr>
      <w:r w:rsidRPr="00171408">
        <w:rPr>
          <w:rFonts w:ascii="Times New Roman" w:hAnsi="Times New Roman" w:cs="Times New Roman"/>
          <w:lang w:val="kl-GL"/>
        </w:rPr>
        <w:t>Taamaalilluni ullormiit ullormut aningaasanik niuernermut erniarititat, Nationalbankimiit naatsorsorneqartut, erniaritinneqartussanik aalajangersaanermut atugassatut naatsorsorneqartarunnaarnerisa siunnersuuteqarnermik kinguneqarpoq.</w:t>
      </w:r>
    </w:p>
    <w:p w14:paraId="37EA6AA0" w14:textId="77777777" w:rsidR="005F4BCE" w:rsidRPr="00171408" w:rsidRDefault="005F4BCE" w:rsidP="005F4BCE">
      <w:pPr>
        <w:rPr>
          <w:rFonts w:ascii="Times New Roman" w:hAnsi="Times New Roman" w:cs="Times New Roman"/>
          <w:lang w:val="kl-GL"/>
        </w:rPr>
      </w:pPr>
      <w:r w:rsidRPr="00171408">
        <w:rPr>
          <w:rFonts w:ascii="Times New Roman" w:hAnsi="Times New Roman" w:cs="Times New Roman"/>
          <w:lang w:val="kl-GL"/>
        </w:rPr>
        <w:t>§ 65, oqaaseqatigiit aappaanni aalajangersakkap allanngortinneqarnissaanik siunnersuutip kingunerissavaa, aalajangersakkap oqaasertaasa sulinermi ajoqusernermut isumannaarineq pillugu inatsimmi § 60, imm. 1, oqaaseqatigiit aappaannut innersuussutigineqartumut tulluarsarneqarnissaat.</w:t>
      </w:r>
    </w:p>
    <w:p w14:paraId="3709561D" w14:textId="77777777" w:rsidR="005F4BCE" w:rsidRPr="00171408" w:rsidRDefault="005F4BCE" w:rsidP="005F4BCE">
      <w:pPr>
        <w:rPr>
          <w:rFonts w:ascii="Times New Roman" w:hAnsi="Times New Roman" w:cs="Times New Roman"/>
          <w:lang w:val="kl-GL"/>
        </w:rPr>
      </w:pPr>
      <w:r w:rsidRPr="00171408">
        <w:rPr>
          <w:rFonts w:ascii="Times New Roman" w:hAnsi="Times New Roman" w:cs="Times New Roman"/>
          <w:lang w:val="kl-GL"/>
        </w:rPr>
        <w:lastRenderedPageBreak/>
        <w:t>Sulinermi ajoqusernermut isumannaarineq pillugu inatsimmi § 60, imm. 1, oqaaseqatigiit aappaat malillugu, suliassaqartitsinermut ministeri ernianik ukiumoortunik aalajangersaanermut malittarisassanik erseqqinnerusunik aalajangersaanissamut pisinnaatitaavoq, tassunga ilanngullugit § 30, imm. 2, § 52, imm. 6, § 56, imm. 1 aamma 5 aamma § 62 malillugit ernialersuinermi erniat ukiumoortut Arbejdsmarkedets Erhvervssikringip akilerallarsimasai qanoq naatsorsorneqassanersut aamma saqqummiunneqassanersut.</w:t>
      </w:r>
    </w:p>
    <w:p w14:paraId="7C397624" w14:textId="77777777" w:rsidR="005F4BCE" w:rsidRPr="00171408" w:rsidRDefault="005F4BCE" w:rsidP="005F4BCE">
      <w:pPr>
        <w:rPr>
          <w:rFonts w:ascii="Times New Roman" w:hAnsi="Times New Roman" w:cs="Times New Roman"/>
          <w:lang w:val="kl-GL"/>
        </w:rPr>
      </w:pPr>
      <w:r w:rsidRPr="00171408">
        <w:rPr>
          <w:rFonts w:ascii="Times New Roman" w:hAnsi="Times New Roman" w:cs="Times New Roman"/>
          <w:lang w:val="kl-GL"/>
        </w:rPr>
        <w:t>Suliassaqartitsinermut ministeri malittarisassat atuuttut malillugit ernialersuineq pillugu malittarisassanik erseqqinnerusunik aalajangersaasinnaassaaq. Taamaattoq pisinnaatitsinerup allanngortinneqarnissaa siunnersuutaavoq, suliassaqartitsinermut ministeri erniat aalajangersarneqarnissaannut malittarisassanik aalajangersaasinnaanngortillugu, tassunga ilanngullugit ernianik atorneqartussanik aalajangersaaneq, naatsorsuineq aamma saqqummiussineq.</w:t>
      </w:r>
    </w:p>
    <w:p w14:paraId="43763A97" w14:textId="77777777" w:rsidR="005F4BCE" w:rsidRPr="00171408" w:rsidRDefault="005F4BCE" w:rsidP="005F4BCE">
      <w:pPr>
        <w:rPr>
          <w:rFonts w:ascii="Times New Roman" w:hAnsi="Times New Roman" w:cs="Times New Roman"/>
          <w:lang w:val="kl-GL"/>
        </w:rPr>
      </w:pPr>
      <w:r w:rsidRPr="00171408">
        <w:rPr>
          <w:rFonts w:ascii="Times New Roman" w:hAnsi="Times New Roman" w:cs="Times New Roman"/>
          <w:lang w:val="kl-GL"/>
        </w:rPr>
        <w:t>Suliassaqartitsinermut ministereqarfiup aamma Namminersorlutik Oqartussat nalilerpaat, NASDAQ OMX-imiit Tomorrow/Next erniat tassaasut erniat, maannakkut pitsaanerpaamik ernialersuinermut tunngaviusumut taarsiissutaasinnaasut. Taamaattumik piumasaqaatigineqarpoq, § 30, imm. 2, § 52, imm. 6, § 56, imm. 1 aamma 5 aamma § 62 malillugit Arbejdsmarkedets Erhvervssikringip aningaasanut akilerallarsimasaanut ernianik aalajangersaaneq NASDAQ OMX-imiit Tomorrow/Next erniat tunnngavigalugit pissasoq. NASDAQ OMX-imiit Tomorrow/Next ernianik katersuineq, naatsorsuineq imaluunniit saqqummiussineq allanngortinneqarpata, imaluunniit ernianik saqqummiussinissamik suliassaq NASDAQ OMX-iunngitsumut allanut tunniunneqarpat, taamaalilluni suliassaqartitsinermut ministeri aningaasanut Arbejdsmarkedets Erhvervssikringip akilerallarsimasaanut ernialersuinermut malittarisassanik allanik aalajangersaasinnaassaaq. Taamaattoq matumani pisumi piumasaqaatigineqarpoq, NASDAQ OMX-imiit Tomorrow/Next ernianut periarfissat allat NASDAQ OMX-imiit Tomorrow/Next ernianut tunngavinnut assingunissaat.</w:t>
      </w:r>
    </w:p>
    <w:p w14:paraId="29B281E8" w14:textId="77777777" w:rsidR="005F4BCE" w:rsidRPr="00171408" w:rsidRDefault="005F4BCE" w:rsidP="005F4BCE">
      <w:pPr>
        <w:rPr>
          <w:rFonts w:ascii="Times New Roman" w:hAnsi="Times New Roman" w:cs="Times New Roman"/>
          <w:lang w:val="kl-GL"/>
        </w:rPr>
      </w:pPr>
      <w:r w:rsidRPr="00171408">
        <w:rPr>
          <w:rFonts w:ascii="Times New Roman" w:hAnsi="Times New Roman" w:cs="Times New Roman"/>
          <w:lang w:val="kl-GL"/>
        </w:rPr>
        <w:t>Aalajangersakkat siunnersuutigineqartut sulinermi ajoqusernermut isumannaarineq pillugu inatsimmi § 60, imm. 1-imut assingupput.</w:t>
      </w:r>
    </w:p>
    <w:p w14:paraId="402E6CF6" w14:textId="77777777" w:rsidR="005F4BCE" w:rsidRPr="00171408" w:rsidRDefault="005F4BCE" w:rsidP="005F4BCE">
      <w:pPr>
        <w:rPr>
          <w:rFonts w:ascii="Times New Roman" w:hAnsi="Times New Roman" w:cs="Times New Roman"/>
          <w:lang w:val="kl-GL"/>
        </w:rPr>
      </w:pPr>
      <w:r w:rsidRPr="00171408">
        <w:rPr>
          <w:rFonts w:ascii="Times New Roman" w:hAnsi="Times New Roman" w:cs="Times New Roman"/>
          <w:lang w:val="kl-GL"/>
        </w:rPr>
        <w:t>Suliassaqartitsinermut ministereqarfiup nalunaarutaa nr. 413, 24. april 2017-imeersoq Kalaallit Nunaanni sulinermi ajoqusernermut isumannaarineq pillugu inatsimmi § 52, imm. 6 malillugu aningaasanik agguaanermi aamma ernialersuinermi nangittumik atorneqassaaq, tak. Suliassaqartitsinermut ministereqarfiup nalunaarutaani nr. 645, 28. juni 2019-imeersumi § 4, imm. 4, oqaaseqatigiit aappaat.</w:t>
      </w:r>
    </w:p>
    <w:p w14:paraId="07661CDF" w14:textId="7784DD9E" w:rsidR="00515200" w:rsidRPr="00171408" w:rsidRDefault="005F4BCE">
      <w:pPr>
        <w:rPr>
          <w:rFonts w:ascii="Times New Roman" w:hAnsi="Times New Roman"/>
          <w:lang w:val="kl-GL"/>
        </w:rPr>
      </w:pPr>
      <w:r w:rsidRPr="00171408">
        <w:rPr>
          <w:rFonts w:ascii="Times New Roman" w:hAnsi="Times New Roman" w:cs="Times New Roman"/>
          <w:lang w:val="kl-GL"/>
        </w:rPr>
        <w:t>Piumasaqaatigineqarpoq, suliassaqartitsinermut ministereqarfiup nalunaarutaani nr. 645, 28. juni 2019-imeersumi § 4, imm. 4, oqaaseqatigiit aappaat, siunnersuutip atuutilersinneqarneranut atatillugu atorunnaarsinneqassasoq.</w:t>
      </w:r>
    </w:p>
    <w:p w14:paraId="736E3E7F" w14:textId="55D7673D" w:rsidR="00515200" w:rsidRPr="00171408" w:rsidRDefault="00CE02F1">
      <w:pPr>
        <w:rPr>
          <w:rFonts w:ascii="Times New Roman" w:hAnsi="Times New Roman"/>
          <w:lang w:val="kl-GL"/>
        </w:rPr>
      </w:pPr>
      <w:r w:rsidRPr="00171408">
        <w:rPr>
          <w:rFonts w:ascii="Times New Roman" w:hAnsi="Times New Roman" w:cs="Times New Roman"/>
          <w:lang w:val="kl-GL"/>
        </w:rPr>
        <w:t>Nr. 3</w:t>
      </w:r>
      <w:r w:rsidR="00B75596" w:rsidRPr="00171408">
        <w:rPr>
          <w:rFonts w:ascii="Times New Roman" w:hAnsi="Times New Roman" w:cs="Times New Roman"/>
          <w:lang w:val="kl-GL"/>
        </w:rPr>
        <w:t>4</w:t>
      </w:r>
      <w:r w:rsidRPr="00171408">
        <w:rPr>
          <w:rFonts w:ascii="Times New Roman" w:hAnsi="Times New Roman" w:cs="Times New Roman"/>
          <w:lang w:val="kl-GL"/>
        </w:rPr>
        <w:t>-mut</w:t>
      </w:r>
    </w:p>
    <w:p w14:paraId="2329EB13" w14:textId="2AC3C32A" w:rsidR="00C327FC" w:rsidRPr="00171408" w:rsidRDefault="00C327FC" w:rsidP="00C327FC">
      <w:pPr>
        <w:rPr>
          <w:rFonts w:ascii="Times New Roman" w:hAnsi="Times New Roman" w:cs="Times New Roman"/>
          <w:lang w:val="kl-GL"/>
        </w:rPr>
      </w:pPr>
      <w:r w:rsidRPr="00171408">
        <w:rPr>
          <w:rFonts w:ascii="Times New Roman" w:hAnsi="Times New Roman" w:cs="Times New Roman"/>
          <w:lang w:val="kl-GL"/>
        </w:rPr>
        <w:t>Kalaallit Nunaanni sulinermi ajoqusernermut isumannaarineq pillugu inatsimmi § 70, oqaaseqatigiit siullianni aalajangersakkami atuuttumi allaqqavoq, inatsit malillugu ikiorsiissutit aallaaviatigut ajoqusiisumut, ajoqusertumut aamma qimagaasunut taarsiissuteqarnissamut pisussaaffeqalertumut, akiliisitsinissamut piumasaqaarsinnaanermut tunngavigineqarsinnaanngitsut. Taamaalillutik inatsimmi malittarisassat atuuttut kingunerivaat, sulisitsisut imaluunniit taakkua sillimmasiisarfii, inatsit naapertorlugu taar</w:t>
      </w:r>
      <w:r w:rsidR="00B40158" w:rsidRPr="00171408">
        <w:rPr>
          <w:rFonts w:ascii="Times New Roman" w:hAnsi="Times New Roman" w:cs="Times New Roman"/>
          <w:lang w:val="kl-GL"/>
        </w:rPr>
        <w:t>siissutinik</w:t>
      </w:r>
      <w:r w:rsidRPr="00171408">
        <w:rPr>
          <w:rFonts w:ascii="Times New Roman" w:hAnsi="Times New Roman" w:cs="Times New Roman"/>
          <w:lang w:val="kl-GL"/>
        </w:rPr>
        <w:t xml:space="preserve"> tunniussisut, tunisassiortumut imaluunniit akunnermuliuttutut niuertumut, tunisassianut akisussaaneq pillugu malittarisassat malillugit taarsiissuteqarnissamut akisussaaffeqartunut, akiliisitsinissamut piumasaqarsinnaanerat pisinnaanngitsoq.</w:t>
      </w:r>
    </w:p>
    <w:p w14:paraId="1A2BFAAB" w14:textId="54BDC867" w:rsidR="00C327FC" w:rsidRPr="00171408" w:rsidRDefault="00C327FC" w:rsidP="00C327FC">
      <w:pPr>
        <w:rPr>
          <w:rFonts w:ascii="Times New Roman" w:hAnsi="Times New Roman" w:cs="Times New Roman"/>
          <w:lang w:val="kl-GL"/>
        </w:rPr>
      </w:pPr>
      <w:r w:rsidRPr="00171408">
        <w:rPr>
          <w:rFonts w:ascii="Times New Roman" w:hAnsi="Times New Roman" w:cs="Times New Roman"/>
          <w:lang w:val="kl-GL"/>
        </w:rPr>
        <w:lastRenderedPageBreak/>
        <w:t>Inatsisissatut siunnersuutip § 1, nr. 3</w:t>
      </w:r>
      <w:r w:rsidR="00F55F8A" w:rsidRPr="00171408">
        <w:rPr>
          <w:rFonts w:ascii="Times New Roman" w:hAnsi="Times New Roman" w:cs="Times New Roman"/>
          <w:lang w:val="kl-GL"/>
        </w:rPr>
        <w:t>4</w:t>
      </w:r>
      <w:r w:rsidRPr="00171408">
        <w:rPr>
          <w:rFonts w:ascii="Times New Roman" w:hAnsi="Times New Roman" w:cs="Times New Roman"/>
          <w:lang w:val="kl-GL"/>
        </w:rPr>
        <w:t>-ani siunnertuutigineqarpoq, § 70, oqaaseqatigiit siullianni, »qimagaasut« kingorna ikkunneqassasoq: », taamaattoq tak. imm. 2«.</w:t>
      </w:r>
    </w:p>
    <w:p w14:paraId="31925ABB" w14:textId="77777777" w:rsidR="00C327FC" w:rsidRPr="00171408" w:rsidRDefault="00C327FC" w:rsidP="00C327FC">
      <w:pPr>
        <w:rPr>
          <w:rFonts w:ascii="Times New Roman" w:hAnsi="Times New Roman" w:cs="Times New Roman"/>
          <w:lang w:val="kl-GL"/>
        </w:rPr>
      </w:pPr>
      <w:r w:rsidRPr="00171408">
        <w:rPr>
          <w:rFonts w:ascii="Times New Roman" w:hAnsi="Times New Roman" w:cs="Times New Roman"/>
          <w:lang w:val="kl-GL"/>
        </w:rPr>
        <w:t>Siunnersuut § 1, nr. 32-mi siunnersuummut ataqatigiissillugu isigineqassaaq, § 77, imm. 2-mi sulinermi ajoqusernermut sillimmasiisarfiit il.il. tunisassiortumut imaluunniit akunnermuliuttutut niuertumut, tunisassianut akisussaaneq pillugu malittarisassat malillugit taarsiissuteqarnissamut akisussaaffeqartumut, akiliisitsinissamut piumasaqarsinnaanerat pillugu aalajangersakkamik atuutilersitsisoqassasoq. Taamaalilluni siunnersuutigineqarpoq, akiliisitsinissamik piumasaqarsinnaanerup inerteqqutaaneranit ilaatitsinnginneq atuuttoq annertusineqassasoq, tunisassianut akisussaaneq pillugu malittarisassani ilaatinneqartunut, ajoqusernermut atatillugu taarsiiffigitinnermik ilanngussinermik.</w:t>
      </w:r>
    </w:p>
    <w:p w14:paraId="56AF85DC" w14:textId="77777777" w:rsidR="00C327FC" w:rsidRPr="00171408" w:rsidRDefault="00C327FC" w:rsidP="00C327FC">
      <w:pPr>
        <w:rPr>
          <w:rFonts w:ascii="Times New Roman" w:hAnsi="Times New Roman" w:cs="Times New Roman"/>
          <w:lang w:val="kl-GL"/>
        </w:rPr>
      </w:pPr>
      <w:r w:rsidRPr="00171408">
        <w:rPr>
          <w:rFonts w:ascii="Times New Roman" w:hAnsi="Times New Roman" w:cs="Times New Roman"/>
          <w:lang w:val="kl-GL"/>
        </w:rPr>
        <w:t>Siunnersuut isumaqassaaq, sulinermi ajoqusernermut sillimmasiisarfiit il.il. tunisassiortumut imaluunniit akunnermuliuttutut niuertumut akisussaasumut, tunisassianut akisussaaneq pineqartillugu, akiliisitsinissamut piumasaqarsinnaanerat.</w:t>
      </w:r>
    </w:p>
    <w:p w14:paraId="26AF1F2B" w14:textId="77777777" w:rsidR="00C327FC" w:rsidRPr="00171408" w:rsidRDefault="00C327FC" w:rsidP="00C327FC">
      <w:pPr>
        <w:rPr>
          <w:rFonts w:ascii="Times New Roman" w:hAnsi="Times New Roman" w:cs="Times New Roman"/>
          <w:lang w:val="kl-GL"/>
        </w:rPr>
      </w:pPr>
      <w:r w:rsidRPr="00171408">
        <w:rPr>
          <w:rFonts w:ascii="Times New Roman" w:hAnsi="Times New Roman" w:cs="Times New Roman"/>
          <w:lang w:val="kl-GL"/>
        </w:rPr>
        <w:t>Aalajangersagaq sulinermi ajoqusernermut isumannaarineq pillugu inatsimmi § 77-imut assinguvoq.</w:t>
      </w:r>
    </w:p>
    <w:p w14:paraId="3A585913" w14:textId="2092CA89" w:rsidR="00515200" w:rsidRPr="00171408" w:rsidRDefault="00C327FC">
      <w:pPr>
        <w:rPr>
          <w:rFonts w:ascii="Times New Roman" w:hAnsi="Times New Roman"/>
          <w:lang w:val="kl-GL"/>
        </w:rPr>
      </w:pPr>
      <w:r w:rsidRPr="00171408">
        <w:rPr>
          <w:rFonts w:ascii="Times New Roman" w:hAnsi="Times New Roman" w:cs="Times New Roman"/>
          <w:lang w:val="kl-GL"/>
        </w:rPr>
        <w:t>Inatsisissatut siunnersuummi § 1, nr. 3</w:t>
      </w:r>
      <w:r w:rsidR="0022085E" w:rsidRPr="00171408">
        <w:rPr>
          <w:rFonts w:ascii="Times New Roman" w:hAnsi="Times New Roman" w:cs="Times New Roman"/>
          <w:lang w:val="kl-GL"/>
        </w:rPr>
        <w:t>5</w:t>
      </w:r>
      <w:r w:rsidRPr="00171408">
        <w:rPr>
          <w:rFonts w:ascii="Times New Roman" w:hAnsi="Times New Roman" w:cs="Times New Roman"/>
          <w:lang w:val="kl-GL"/>
        </w:rPr>
        <w:t>-mut oqaaseqaatit aamma oqaaseqaatit nalinginnaasut innersuussutigineqarput, imm. 2.11.</w:t>
      </w:r>
    </w:p>
    <w:p w14:paraId="6A5DF4A2" w14:textId="1246B245" w:rsidR="00515200" w:rsidRPr="00171408" w:rsidRDefault="00CE02F1">
      <w:pPr>
        <w:rPr>
          <w:rFonts w:ascii="Times New Roman" w:hAnsi="Times New Roman"/>
          <w:lang w:val="kl-GL"/>
        </w:rPr>
      </w:pPr>
      <w:r w:rsidRPr="00171408">
        <w:rPr>
          <w:rFonts w:ascii="Times New Roman" w:hAnsi="Times New Roman" w:cs="Times New Roman"/>
          <w:lang w:val="kl-GL"/>
        </w:rPr>
        <w:t>Nr. 3</w:t>
      </w:r>
      <w:r w:rsidR="0022085E" w:rsidRPr="00171408">
        <w:rPr>
          <w:rFonts w:ascii="Times New Roman" w:hAnsi="Times New Roman" w:cs="Times New Roman"/>
          <w:lang w:val="kl-GL"/>
        </w:rPr>
        <w:t>5</w:t>
      </w:r>
      <w:r w:rsidRPr="00171408">
        <w:rPr>
          <w:rFonts w:ascii="Times New Roman" w:hAnsi="Times New Roman" w:cs="Times New Roman"/>
          <w:lang w:val="kl-GL"/>
        </w:rPr>
        <w:t>-mut</w:t>
      </w:r>
    </w:p>
    <w:p w14:paraId="44B17620" w14:textId="77777777" w:rsidR="000345A1" w:rsidRPr="00171408" w:rsidRDefault="000345A1" w:rsidP="000345A1">
      <w:pPr>
        <w:rPr>
          <w:rFonts w:ascii="Times New Roman" w:hAnsi="Times New Roman" w:cs="Times New Roman"/>
          <w:lang w:val="kl-GL"/>
        </w:rPr>
      </w:pPr>
      <w:r w:rsidRPr="00171408">
        <w:rPr>
          <w:rFonts w:ascii="Times New Roman" w:hAnsi="Times New Roman" w:cs="Times New Roman"/>
          <w:lang w:val="kl-GL"/>
        </w:rPr>
        <w:t>Kalaallit Nunaanni sulinermi ajoqusernermut isumannaarineq pillugu inatsimmi § 70-imi aalajangersakkami atuuttumi allaqqavoq, inatsit naapertorlugu ikiorsiissutit ajoqusiisumut, ajoqusertumut aamma qimagaasunut taarsiissuteqarnissamut pisussaaffeqalertumut, akiliisitsinissamut piumasaqarsinnaanermut tunngavigineqarsinnaanngitsut. Ajoqusertut imaluunniit qimagaasut piumasaqaataat taarsiissuteqarnissamut akisussaasumut appartinneqassapput, inatsit manna malillugu akiliisoqarsimappat imaluunniit ikiorsiissutinik pineqartunut akiliinissaq pisussaaffiuppat.</w:t>
      </w:r>
    </w:p>
    <w:p w14:paraId="670D8CC1" w14:textId="00BEF2BE" w:rsidR="000345A1" w:rsidRPr="00171408" w:rsidRDefault="000345A1" w:rsidP="000345A1">
      <w:pPr>
        <w:rPr>
          <w:rFonts w:ascii="Times New Roman" w:hAnsi="Times New Roman" w:cs="Times New Roman"/>
          <w:lang w:val="kl-GL"/>
        </w:rPr>
      </w:pPr>
      <w:r w:rsidRPr="00171408">
        <w:rPr>
          <w:rFonts w:ascii="Times New Roman" w:hAnsi="Times New Roman" w:cs="Times New Roman"/>
          <w:lang w:val="kl-GL"/>
        </w:rPr>
        <w:t>Tamanna isumaqarpoq, Kalaallit Nunaanni taarsiissuteqarnissaq pillugu malittarisassat nalinginnaasut malillugit taarsiissuteqarnissamut akisussaaffeqarnermut naleqqiullugu, Kalaallit Nunaanni sulinermi ajoqusernermut isumannaarineq pillugu inatsit pingaarnerusoq, tassunga ilanngullugit inatsisit allat. Taamaalillutik ajoqusertut Kalaallit Nunaanni sulinermi ajoqusernermut isumannaarineq pillugu inatsimmi malittarisassat malillugit tamatigut taar</w:t>
      </w:r>
      <w:r w:rsidR="005249DC" w:rsidRPr="00171408">
        <w:rPr>
          <w:rFonts w:ascii="Times New Roman" w:hAnsi="Times New Roman" w:cs="Times New Roman"/>
          <w:lang w:val="kl-GL"/>
        </w:rPr>
        <w:t>siissut</w:t>
      </w:r>
      <w:r w:rsidRPr="00171408">
        <w:rPr>
          <w:rFonts w:ascii="Times New Roman" w:hAnsi="Times New Roman" w:cs="Times New Roman"/>
          <w:lang w:val="kl-GL"/>
        </w:rPr>
        <w:t>in</w:t>
      </w:r>
      <w:r w:rsidR="005249DC" w:rsidRPr="00171408">
        <w:rPr>
          <w:rFonts w:ascii="Times New Roman" w:hAnsi="Times New Roman" w:cs="Times New Roman"/>
          <w:lang w:val="kl-GL"/>
        </w:rPr>
        <w:t>ik tuni</w:t>
      </w:r>
      <w:r w:rsidRPr="00171408">
        <w:rPr>
          <w:rFonts w:ascii="Times New Roman" w:hAnsi="Times New Roman" w:cs="Times New Roman"/>
          <w:lang w:val="kl-GL"/>
        </w:rPr>
        <w:t>neqassapput, sulisitsisuniit aningaasaliiffigineqartunik, sulisitsisuunngitsumik, kisianni inuk pingajuusumik, ajoqusiisutut akisussaasuuppat apeqqutaatinnagu. Tamatuma aamma kingunerivaa, ajoqusiisutut akisussaasumut akiliisitsinissamik piumasaqartoqarsinnaannginnera.</w:t>
      </w:r>
    </w:p>
    <w:p w14:paraId="0DDDADDF" w14:textId="77777777" w:rsidR="000345A1" w:rsidRPr="00171408" w:rsidRDefault="000345A1" w:rsidP="000345A1">
      <w:pPr>
        <w:rPr>
          <w:rFonts w:ascii="Times New Roman" w:hAnsi="Times New Roman" w:cs="Times New Roman"/>
          <w:lang w:val="kl-GL"/>
        </w:rPr>
      </w:pPr>
      <w:r w:rsidRPr="00171408">
        <w:rPr>
          <w:rFonts w:ascii="Times New Roman" w:hAnsi="Times New Roman" w:cs="Times New Roman"/>
          <w:lang w:val="kl-GL"/>
        </w:rPr>
        <w:t>Ajoqusiisutut akisussaasoq, Kalaallit Nunaanni taarsiissuteqarneq pillugu malittarisassat nalinginnaasut malillugit, taamallaat taarsiissutaasinnaasut assingiinngissutaannik akiliinissamut pisussaaffeqarpoq. Taarsiissutit assigiinngissutaannik piumasaqartoqartarpoq, taarsiissutit taarsiissuteqarnissamut akisussaaffeqarneq pillugu inatsisip Kalaallit Nunaanni atuutilersinneqarnera pillugu peqqussut nr. 1078, 15. september 2015-imeersoq malillugu annertussusilerneqartut, Kalaallit Nunaanni sulinermi ajoqusernermut isumannaarineq pillugu inatsit malillugu taarsiissutit annertussusilerneqartut qaangerpatigit. Tamanna naatsorsuinermut malittarisassat assigiinngitsut pissutigalugit assersuutigalugu inuussutissarsiorsinnaanermik annaasaqarnermut taarsiissuteqarnermut attuumassuteqarsinnaavoq.</w:t>
      </w:r>
    </w:p>
    <w:p w14:paraId="0C63EAC1" w14:textId="77777777" w:rsidR="000345A1" w:rsidRPr="00171408" w:rsidRDefault="000345A1" w:rsidP="000345A1">
      <w:pPr>
        <w:rPr>
          <w:rFonts w:ascii="Times New Roman" w:hAnsi="Times New Roman" w:cs="Times New Roman"/>
          <w:lang w:val="kl-GL"/>
        </w:rPr>
      </w:pPr>
      <w:r w:rsidRPr="00171408">
        <w:rPr>
          <w:rFonts w:ascii="Times New Roman" w:hAnsi="Times New Roman" w:cs="Times New Roman"/>
          <w:lang w:val="kl-GL"/>
        </w:rPr>
        <w:t xml:space="preserve">Tunisassianut akisussaaneq pillugu inatsisikkut nr. 371, 7. juni 1989-imeersukkut, ajoqusernermut kinaassusersiunngitsumik akisussaanermik eqqussisoqarpoq, tunisassiani ajoqutinit pissuteqartunik, tak. </w:t>
      </w:r>
      <w:r w:rsidRPr="00171408">
        <w:rPr>
          <w:rFonts w:ascii="Times New Roman" w:hAnsi="Times New Roman" w:cs="Times New Roman"/>
          <w:lang w:val="kl-GL"/>
        </w:rPr>
        <w:lastRenderedPageBreak/>
        <w:t>tunisassianut akisussaaneq pillugu inatsimmi § 6. Inatsit naammassineqarpoq tunisassianut akisussaaneq pillugu inatsisip Kalaallit Nunaannut atuutilersinneqarneranut peqqussutikkut nr. 900, 30. august 2004-imeersukkut. Peqqussummi § 6 malillugu kinaassusersiunngitsumik akisussaaffik tunisassiamik tunisassiortumi inissisimavoq. Ilanngullugu peqqussummi § 10-p malitsigivaa, akunnermuliuttutut niuertup niueqatigiiaannermi ajoqusertumut akiliisussaatitaanera aamma kingusinnerusukkut akunnermuliuttutut niuertunut.</w:t>
      </w:r>
    </w:p>
    <w:p w14:paraId="70319E11" w14:textId="77777777" w:rsidR="000345A1" w:rsidRPr="00171408" w:rsidRDefault="000345A1" w:rsidP="000345A1">
      <w:pPr>
        <w:rPr>
          <w:rFonts w:ascii="Times New Roman" w:hAnsi="Times New Roman" w:cs="Times New Roman"/>
          <w:lang w:val="kl-GL"/>
        </w:rPr>
      </w:pPr>
      <w:r w:rsidRPr="00171408">
        <w:rPr>
          <w:rFonts w:ascii="Times New Roman" w:hAnsi="Times New Roman" w:cs="Times New Roman"/>
          <w:lang w:val="kl-GL"/>
        </w:rPr>
        <w:t>Tamanna isumaqarpoq, tunisassianut akisussaaneq pillugu inatsisip Kalaallit Nunaannut atuutilersinneqarneranut peqqussut malillugu ajoqusertup toqqarsinnaagaa tunisassiortumut, akunnermuliuttutut niuertumut imaluunniit taakkununnga marluutillugit taarsiiffigitinnissamut piumasaqarnissani, marluullutik nammaqatigiillutik ajoqusertumut akiliisussaammata, tak. peqqussummi § 11. Peqqussummi § 13-imi allaqqavoq, peqqussut killiliissutissartaqanngilaq ajoqusertup taarsiissuteqartarneq pillugu isumaqatigiissummi imaluunniit isumaqatigiissutip avataani malittarisassat nalinginnaasut malillugit imaluunniit malittarisassat inatsisini allani aalajangersagaasut imaluunniit inatsisit allat naapertorlugit taarsiiffigineqarsinnaaneranut.</w:t>
      </w:r>
    </w:p>
    <w:p w14:paraId="3A89D59B" w14:textId="77777777" w:rsidR="000345A1" w:rsidRPr="00171408" w:rsidRDefault="000345A1" w:rsidP="000345A1">
      <w:pPr>
        <w:rPr>
          <w:rFonts w:ascii="Times New Roman" w:hAnsi="Times New Roman" w:cs="Times New Roman"/>
          <w:lang w:val="kl-GL"/>
        </w:rPr>
      </w:pPr>
      <w:r w:rsidRPr="00171408">
        <w:rPr>
          <w:rFonts w:ascii="Times New Roman" w:hAnsi="Times New Roman" w:cs="Times New Roman"/>
          <w:lang w:val="kl-GL"/>
        </w:rPr>
        <w:t>Kalaallit Nunaanni sulinermi ajoqusernermut isumannaarineq pillugu inatsimmi malittarisassat atuuttut malillugit, taarsiissutit assigiinngissutaat pillugit piumasaqaat pineqarpat, tunisassiortunut aamma akunnermiliuttutut niuertunut taamaallaat akiliisitsinissamut piumasaqartoqarsinnaavoq.</w:t>
      </w:r>
    </w:p>
    <w:p w14:paraId="54D476A5" w14:textId="77777777" w:rsidR="000345A1" w:rsidRPr="00171408" w:rsidRDefault="000345A1" w:rsidP="000345A1">
      <w:pPr>
        <w:rPr>
          <w:rFonts w:ascii="Times New Roman" w:hAnsi="Times New Roman" w:cs="Times New Roman"/>
          <w:lang w:val="kl-GL"/>
        </w:rPr>
      </w:pPr>
      <w:r w:rsidRPr="00171408">
        <w:rPr>
          <w:rFonts w:ascii="Times New Roman" w:hAnsi="Times New Roman" w:cs="Times New Roman"/>
          <w:lang w:val="kl-GL"/>
        </w:rPr>
        <w:t>Kalaallit Nunaanni sulinermi ajoqusernermut isumannaarineq pillugu inatsisikkut eqqarsaataanngilaq, sulisitsisut aamma sulinermi ajoqusernermut sillimmasiisarfiit tunisassianut akisussaaneq pillugu inatsisip Kalaallit Nunaannut atuutilersinneqarneranut peqqussummi malittarisassat malillugit annaasami matussuserneqarnissaat pillugu qinnuteqarnissamut.</w:t>
      </w:r>
    </w:p>
    <w:p w14:paraId="0DFBDB87" w14:textId="2833797C" w:rsidR="000345A1" w:rsidRPr="00171408" w:rsidRDefault="000345A1" w:rsidP="000345A1">
      <w:pPr>
        <w:rPr>
          <w:rFonts w:ascii="Times New Roman" w:hAnsi="Times New Roman" w:cs="Times New Roman"/>
          <w:lang w:val="kl-GL"/>
        </w:rPr>
      </w:pPr>
      <w:r w:rsidRPr="00171408">
        <w:rPr>
          <w:rFonts w:ascii="Times New Roman" w:hAnsi="Times New Roman" w:cs="Times New Roman"/>
          <w:lang w:val="kl-GL"/>
        </w:rPr>
        <w:t>Inatsisissatut siunnersuutip § 1, nr. 3</w:t>
      </w:r>
      <w:r w:rsidR="00DE4338" w:rsidRPr="00171408">
        <w:rPr>
          <w:rFonts w:ascii="Times New Roman" w:hAnsi="Times New Roman" w:cs="Times New Roman"/>
          <w:lang w:val="kl-GL"/>
        </w:rPr>
        <w:t>5</w:t>
      </w:r>
      <w:r w:rsidRPr="00171408">
        <w:rPr>
          <w:rFonts w:ascii="Times New Roman" w:hAnsi="Times New Roman" w:cs="Times New Roman"/>
          <w:lang w:val="kl-GL"/>
        </w:rPr>
        <w:t>-ani siunnertuutigineqarpoq, § 70-imi imm. 2-tut ikkunneqassasoq:</w:t>
      </w:r>
      <w:r w:rsidR="00DE7DC3" w:rsidRPr="00171408">
        <w:rPr>
          <w:rFonts w:ascii="Times New Roman" w:hAnsi="Times New Roman" w:cs="Times New Roman"/>
          <w:lang w:val="kl-GL"/>
        </w:rPr>
        <w:t xml:space="preserve"> </w:t>
      </w:r>
      <w:r w:rsidRPr="00171408">
        <w:rPr>
          <w:rFonts w:ascii="Times New Roman" w:hAnsi="Times New Roman" w:cs="Times New Roman"/>
          <w:lang w:val="kl-GL"/>
        </w:rPr>
        <w:t>»Imm. 2. Imm. 1, oqaaseqatigiit siullianni malittarisassaq atuutissanngilaq imaattoqarpat, tunisassianut akisussaaneq pillugu inatsimmi taarsiissuteqarnissamut akisussaasoqartoq imaluunniit akisussaanissamut peqqusisoqartoq.«</w:t>
      </w:r>
    </w:p>
    <w:p w14:paraId="293DEFF9" w14:textId="77777777" w:rsidR="000345A1" w:rsidRPr="00171408" w:rsidRDefault="000345A1" w:rsidP="000345A1">
      <w:pPr>
        <w:rPr>
          <w:rFonts w:ascii="Times New Roman" w:hAnsi="Times New Roman" w:cs="Times New Roman"/>
          <w:lang w:val="kl-GL"/>
        </w:rPr>
      </w:pPr>
      <w:r w:rsidRPr="00171408">
        <w:rPr>
          <w:rFonts w:ascii="Times New Roman" w:hAnsi="Times New Roman" w:cs="Times New Roman"/>
          <w:lang w:val="kl-GL"/>
        </w:rPr>
        <w:t>Siunnersuut ajoqusertut imaluunniit qimagaasut taarsiiffigitinnissamut pisinnaatitaaffiannut tunngatillugu annertussusissaanut sunniuteqassanngilaq, taamaallaalli pineqarluni, naggataatigut kina taarsiissutissanut il.il. akiliissanersoq.</w:t>
      </w:r>
    </w:p>
    <w:p w14:paraId="596AAC3F" w14:textId="77777777" w:rsidR="000345A1" w:rsidRPr="00171408" w:rsidRDefault="000345A1" w:rsidP="000345A1">
      <w:pPr>
        <w:rPr>
          <w:rFonts w:ascii="Times New Roman" w:hAnsi="Times New Roman" w:cs="Times New Roman"/>
          <w:lang w:val="kl-GL"/>
        </w:rPr>
      </w:pPr>
      <w:r w:rsidRPr="00171408">
        <w:rPr>
          <w:rFonts w:ascii="Times New Roman" w:hAnsi="Times New Roman" w:cs="Times New Roman"/>
          <w:lang w:val="kl-GL"/>
        </w:rPr>
        <w:t>Siunnersuutip kingunerissavaa, Arbejdsmarkedets Erhvervssikringi, Kalaallit Nunaanni sulinermi ajoqusernermut isumannaarineq pillugu inatsimmi §§ 14 aamma 21-27 malillugit, taarsiiffigitinnissaq il.il. pillugit aalajangiisimappat, aamma sillimmasiisarfiup il.il. taarsiissutissat imaluunniit ajunngitsorsiassat tunniussimappagit, aamma tunisassianut akisussaasoqartillugu, sillimmasiisarfiit il.il. tunisassiamik ajutoornermik kinguneqartumut tunisassiortumut imaluunniit akunnermiliuttutut niuertumut, akiliisitsinissamut piumasaqarsinnaanermut periarfissaqalernerat. Siunnersuutip ilanngullugu kingunerivaa, sillimmasiisarfiit, tunisassiamik ajutoornermik kinguneqartumut, tunisassiortumut imaluunniit akunnermuliuttutut niuertumut akiliisitsinissamut piumasaqarsinnaanermut periarfissaqarnerat, sillimmasiisarfik imaluunniit Arbejdsmarkedets Erhvervssikringi §§ 16-20 malillugit ullormusianik tunniussisimatillugu, imaluunniit ajoqusernerup sulinermi ajoqusernertut akuersaarneqarnissaa sioqqullugu kommunip akilersimasaanik ullormusianik utertitsisimatillugu.</w:t>
      </w:r>
    </w:p>
    <w:p w14:paraId="6C5EDD5A" w14:textId="77777777" w:rsidR="000345A1" w:rsidRPr="00171408" w:rsidRDefault="000345A1" w:rsidP="000345A1">
      <w:pPr>
        <w:rPr>
          <w:rFonts w:ascii="Times New Roman" w:hAnsi="Times New Roman" w:cs="Times New Roman"/>
          <w:lang w:val="kl-GL"/>
        </w:rPr>
      </w:pPr>
      <w:r w:rsidRPr="00171408">
        <w:rPr>
          <w:rFonts w:ascii="Times New Roman" w:hAnsi="Times New Roman" w:cs="Times New Roman"/>
          <w:lang w:val="kl-GL"/>
        </w:rPr>
        <w:t xml:space="preserve">Tunisassiortumut imaluunniit akunnermuliuttutut niuertumut, tunisassianut akisussaaneq pillugu malittarisassat malillugit akisussaanini nassuerutigippagu, imaluunniit akisussaaneq eqqartuussutikkut </w:t>
      </w:r>
      <w:r w:rsidRPr="00171408">
        <w:rPr>
          <w:rFonts w:ascii="Times New Roman" w:hAnsi="Times New Roman" w:cs="Times New Roman"/>
          <w:lang w:val="kl-GL"/>
        </w:rPr>
        <w:lastRenderedPageBreak/>
        <w:t>aalajangerneqarsimappat, akiliisitsinissamut piumasaqartoqarsinnaavoq. Imatut paasillugu, sulinermi ajutoornerit pineqartillugit sillimmasiisarfimmiit, pisortat sulisitsisuiniit aamma sulisitsisuniit namminersortuniit imminnut sillimmasersimasuniit, aamma inuussutissarsiornermi nappaatit pineqartillugit Arbejdsmarkedets Erhvervssikringimiit, akiliisitsinissamut piumasaqartoqarsinnaavoq, tak. § 52 imm. 1, oqaaseqatigiit aappaat, tak. Kalaallit Nunaanni sulinermi ajoqusernermut isumannaarineq pillugu inatsimmi § 60. Arbejdsmarkedets Erhvervssikringip inuussutissarsiornermi nappaatit pillugit suliani aamma inatsit malillugu suliani allani taarsiissutinik il.il. tunniussissaaq, assersuutigalugu suliani ataatsimoorussamik sillimmasiinermut ilaatinneqartuni, suliani sillimmasiinissamut pisussaaffeqanngitsuni, imaluunniit suliani sillimmasernissamut pisussaaffimmik naammassineqarsimatinnagu taarsiissutinik il.il. tunniussissalluni.</w:t>
      </w:r>
    </w:p>
    <w:p w14:paraId="0E5EB830" w14:textId="77777777" w:rsidR="000345A1" w:rsidRPr="00171408" w:rsidRDefault="000345A1" w:rsidP="000345A1">
      <w:pPr>
        <w:rPr>
          <w:rFonts w:ascii="Times New Roman" w:hAnsi="Times New Roman" w:cs="Times New Roman"/>
          <w:lang w:val="kl-GL"/>
        </w:rPr>
      </w:pPr>
      <w:r w:rsidRPr="00171408">
        <w:rPr>
          <w:rFonts w:ascii="Times New Roman" w:hAnsi="Times New Roman" w:cs="Times New Roman"/>
          <w:lang w:val="kl-GL"/>
        </w:rPr>
        <w:t>Akiliisitsinissamut piumasaqarsinnaanerup annertussusissaa taarsiissutisinermut assinguvoq, ajoqusertup sulinermi ajoqusernermut isumannaarineq pillugu inatsit malillugu pisinnaatitaafigisaanut, aamma sulinermi ajoqusernermut sillimmasiisarfiup il.il. tunniussimasaanut, taamaattoq sulisinnaajunnaanermi ullormusiat tunniunneqarsimasut pinnagit, tak. inatsimmi § 10, nr. 2, aamma §§ 16-20. Akiliisitsinissamut piumasaqarsinnaanermi, tunisassiortup imaluunniit akunnermuliuttutut niuertup tunisassianut akisussaaneq pillugu inatsit malillugu pisussaaffittut akiligassai, aningaasat qaangersinnaanngilai, tak. tunisassianut akisussaaneq pillugu inatsisip Kalaallit Nunaannut atuutilersinneqarnera pillugu peqqussummi § 6.</w:t>
      </w:r>
    </w:p>
    <w:p w14:paraId="62CCD1E4" w14:textId="77777777" w:rsidR="000345A1" w:rsidRPr="00171408" w:rsidRDefault="000345A1" w:rsidP="000345A1">
      <w:pPr>
        <w:rPr>
          <w:rFonts w:ascii="Times New Roman" w:hAnsi="Times New Roman" w:cs="Times New Roman"/>
          <w:lang w:val="kl-GL"/>
        </w:rPr>
      </w:pPr>
      <w:r w:rsidRPr="00171408">
        <w:rPr>
          <w:rFonts w:ascii="Times New Roman" w:hAnsi="Times New Roman" w:cs="Times New Roman"/>
          <w:lang w:val="kl-GL"/>
        </w:rPr>
        <w:t>Siunnersuutip sillimmasiisarfiit il.il. akiliisitsinissamut piumasaqarsinnaanermut inerteqqutip peerneratigut akiliisitsinissamut piumasaqarsinnaanermut periarfissippai. Akerlianik pineqanngilaq, sillimmasiisarfiit il.il. akiliisitsinissamut piumasaqarsinnaanermut pisussaaffilerlugit peqquneqarnissaat.</w:t>
      </w:r>
    </w:p>
    <w:p w14:paraId="669D0A77" w14:textId="77777777" w:rsidR="000345A1" w:rsidRPr="00171408" w:rsidRDefault="000345A1" w:rsidP="000345A1">
      <w:pPr>
        <w:rPr>
          <w:rFonts w:ascii="Times New Roman" w:hAnsi="Times New Roman" w:cs="Times New Roman"/>
          <w:lang w:val="kl-GL"/>
        </w:rPr>
      </w:pPr>
      <w:r w:rsidRPr="00171408">
        <w:rPr>
          <w:rFonts w:ascii="Times New Roman" w:hAnsi="Times New Roman" w:cs="Times New Roman"/>
          <w:lang w:val="kl-GL"/>
        </w:rPr>
        <w:t>Akiliisitsinissamut piumasaqarsinnaavoq, Kalaallit Nunaanni sulinermi ajoqusernermut isumannaarineq pillugu inatsit malillugu taarsiissuteqarnissaq imaluunniit ajunngitsorsiaqarnissaq pillugu aalajangiisoqaraangat, aamma sulinermi ajoqusernermut sillimmasiisarfik il.il., tunisassianut akisussaaneq pillugu malittarisassat tunngavigalugit akiliisitsinissamut piumasaqarsinnaanermut tunngavissaqarnera pillugu nalilersuinissamut periarfissaqarsimappat. Tamanna isumaqarpoq, taarsiissuteqarnissaq imaluunniit ajunngitsorsiaqarnissaq pillugu aalajangiinerit saniatigut, ullormi atuutilerfiusumi aalajangerneqartut, tassunga ilanngullugit suliat suliareqqitassanngortitat, akiliisitsinissamut piumasaqarsinnaanermut aamma periarfissaassasoq, aalajangiinerit ulloq atuutilerfiusoq sioqqullugu aalajangiunneqarsimasut pineqartillugit, aamma sulinermi ajoqusernermut sillimmasiisarfiup ullormi atuutilerfiusumi imaluunniit kingusinnerusukkut nalilerpagu, akiliisitsinissamut piumasaqartoqarsinnaasoq. Taamaattoq akiliisitsinissamut piumasaqarsinnaaneq pisoqalisoornissaq pillugu malittarisassanit killilerneqarpoq, tak. tunisassianut akisussaaneq pillugu inatsisip Kalaallit Nunaannut atuutilersinneqarnera pillugu peqqussummi § 14. Tamanna isumaqarpoq, sulinermi ajoqusernermut sillimmasiisarfiup piffissarititaasoq qaaniutsinnagu piumasaqarsimanngippat, akiliisitsinissamut piumasaqarsinnaaneq pisoqalisimasoq.</w:t>
      </w:r>
    </w:p>
    <w:p w14:paraId="31A773FD" w14:textId="77777777" w:rsidR="000345A1" w:rsidRPr="00171408" w:rsidRDefault="000345A1" w:rsidP="000345A1">
      <w:pPr>
        <w:rPr>
          <w:rFonts w:ascii="Times New Roman" w:hAnsi="Times New Roman" w:cs="Times New Roman"/>
          <w:lang w:val="kl-GL"/>
        </w:rPr>
      </w:pPr>
      <w:r w:rsidRPr="00171408">
        <w:rPr>
          <w:rFonts w:ascii="Times New Roman" w:hAnsi="Times New Roman" w:cs="Times New Roman"/>
          <w:lang w:val="kl-GL"/>
        </w:rPr>
        <w:t>Tunisassiortumut imaluunniit akisussaanermut sillimmasiisarfimmut akiliisitsinissamut piumasaqarsinnaaneq pillugu aalajangiineq, aamma tamatumunnga atatillugu, akisussaasoqarnersoq aamma qanoq annertutigisumik piumasaqaataasinnaasoq pillugit naliliineq, Kalaallit Nunaanni sulinermi ajoqusernermut isumannaarineq pillugu inatsit malillugu aalajangiinerunngillat. Akiliisitsinissamut piumasaqarsinnaaneq pillugu akerleriinneit eqqartuussivinnit suliarineqartussaassapput aamma aalajangiiffigineqartussaallutik.</w:t>
      </w:r>
    </w:p>
    <w:p w14:paraId="001974F3" w14:textId="41A47D13" w:rsidR="000345A1" w:rsidRPr="00171408" w:rsidRDefault="000345A1" w:rsidP="000345A1">
      <w:pPr>
        <w:rPr>
          <w:rFonts w:ascii="Times New Roman" w:hAnsi="Times New Roman" w:cs="Times New Roman"/>
          <w:lang w:val="kl-GL"/>
        </w:rPr>
      </w:pPr>
      <w:r w:rsidRPr="00171408">
        <w:rPr>
          <w:rFonts w:ascii="Times New Roman" w:hAnsi="Times New Roman" w:cs="Times New Roman"/>
          <w:lang w:val="kl-GL"/>
        </w:rPr>
        <w:t>Inatsimmi § 70-imi aalajangersagaq atuuttoq atatiinnarneqassaaq. Tamanna isumaqarpoq, malittarisassaq nalinginnaasoq nangittumik tassaammat, inatsisit allat malillugit taar</w:t>
      </w:r>
      <w:r w:rsidR="00320D5D" w:rsidRPr="00171408">
        <w:rPr>
          <w:rFonts w:ascii="Times New Roman" w:hAnsi="Times New Roman" w:cs="Times New Roman"/>
          <w:lang w:val="kl-GL"/>
        </w:rPr>
        <w:t>siissuteqarnermut</w:t>
      </w:r>
      <w:r w:rsidRPr="00171408">
        <w:rPr>
          <w:rFonts w:ascii="Times New Roman" w:hAnsi="Times New Roman" w:cs="Times New Roman"/>
          <w:lang w:val="kl-GL"/>
        </w:rPr>
        <w:t xml:space="preserve"> naleqqiullugu, Kalaallit Nunaanni sulinermi ajoqusernermut isumannaarineq pillugu inatsit malillugu </w:t>
      </w:r>
      <w:r w:rsidR="00320D5D" w:rsidRPr="00171408">
        <w:rPr>
          <w:rFonts w:ascii="Times New Roman" w:hAnsi="Times New Roman" w:cs="Times New Roman"/>
          <w:lang w:val="kl-GL"/>
        </w:rPr>
        <w:t>taarsiissuteqarneq</w:t>
      </w:r>
      <w:r w:rsidRPr="00171408">
        <w:rPr>
          <w:rFonts w:ascii="Times New Roman" w:hAnsi="Times New Roman" w:cs="Times New Roman"/>
          <w:lang w:val="kl-GL"/>
        </w:rPr>
        <w:t xml:space="preserve"> pingaarnerusoq. Taamaalilluni isumaqarpoq, sulinermi ajoqusernermut sillimmasiisarfik, tassunga </w:t>
      </w:r>
      <w:r w:rsidRPr="00171408">
        <w:rPr>
          <w:rFonts w:ascii="Times New Roman" w:hAnsi="Times New Roman" w:cs="Times New Roman"/>
          <w:lang w:val="kl-GL"/>
        </w:rPr>
        <w:lastRenderedPageBreak/>
        <w:t xml:space="preserve">ilanngullugu sulisitsisut imminnut isumannaarsimasut aamma Arbejdsmarkedets Erhvervssikringi, nangittumik Kalaallit Nunaanni sulinermi ajoqusernermut isumannaarineq pillugu inatsit malillugu, tunisassianut akisussaaffeqartoqanngippat, suliani akiliisitsinissamut piumasaqarsinnaassanngitsut </w:t>
      </w:r>
      <w:r w:rsidR="00361067" w:rsidRPr="00171408">
        <w:rPr>
          <w:rFonts w:ascii="Times New Roman" w:hAnsi="Times New Roman" w:cs="Times New Roman"/>
          <w:lang w:val="kl-GL"/>
        </w:rPr>
        <w:t>taarsiissutinut</w:t>
      </w:r>
      <w:r w:rsidRPr="00171408">
        <w:rPr>
          <w:rFonts w:ascii="Times New Roman" w:hAnsi="Times New Roman" w:cs="Times New Roman"/>
          <w:lang w:val="kl-GL"/>
        </w:rPr>
        <w:t xml:space="preserve"> tunniunneqartunut tunngatillugu.</w:t>
      </w:r>
    </w:p>
    <w:p w14:paraId="3087DF72" w14:textId="77777777" w:rsidR="000345A1" w:rsidRPr="00171408" w:rsidRDefault="000345A1" w:rsidP="000345A1">
      <w:pPr>
        <w:rPr>
          <w:rFonts w:ascii="Times New Roman" w:hAnsi="Times New Roman" w:cs="Times New Roman"/>
          <w:lang w:val="kl-GL"/>
        </w:rPr>
      </w:pPr>
      <w:r w:rsidRPr="00171408">
        <w:rPr>
          <w:rFonts w:ascii="Times New Roman" w:hAnsi="Times New Roman" w:cs="Times New Roman"/>
          <w:lang w:val="kl-GL"/>
        </w:rPr>
        <w:t>Siunnersuutip kingunerivaa, Kalaallit Nunaanni sulinermi ajoqusernermut isumannaarineq pillugu inatsimmi tunisassianut akisussaaneq pillugu malittarisassat, EU-p eqqartuussiviata 21. december 2011-mi (C-495/10) eqqartuussutaanit aallaaveqartunut, sulinermi ajoqusernermut isumannaarineq pillugu inatsimmi malittarisassanut tunngaviatigut assingunerat.</w:t>
      </w:r>
    </w:p>
    <w:p w14:paraId="6793D421" w14:textId="77777777" w:rsidR="000345A1" w:rsidRPr="00171408" w:rsidRDefault="000345A1" w:rsidP="000345A1">
      <w:pPr>
        <w:rPr>
          <w:rFonts w:ascii="Times New Roman" w:hAnsi="Times New Roman" w:cs="Times New Roman"/>
          <w:lang w:val="kl-GL"/>
        </w:rPr>
      </w:pPr>
      <w:r w:rsidRPr="00171408">
        <w:rPr>
          <w:rFonts w:ascii="Times New Roman" w:hAnsi="Times New Roman" w:cs="Times New Roman"/>
          <w:lang w:val="kl-GL"/>
        </w:rPr>
        <w:t>Aalajangersagaq sulinermi ajoqusernermut isumannaarineq pillugu inatsimmi § 77-imut assinguvoq.</w:t>
      </w:r>
    </w:p>
    <w:p w14:paraId="729F096B" w14:textId="2D4A22E3" w:rsidR="00515200" w:rsidRPr="00171408" w:rsidRDefault="000345A1">
      <w:pPr>
        <w:rPr>
          <w:rFonts w:ascii="Times New Roman" w:hAnsi="Times New Roman"/>
          <w:lang w:val="kl-GL"/>
        </w:rPr>
      </w:pPr>
      <w:r w:rsidRPr="00171408">
        <w:rPr>
          <w:rFonts w:ascii="Times New Roman" w:hAnsi="Times New Roman" w:cs="Times New Roman"/>
          <w:lang w:val="kl-GL"/>
        </w:rPr>
        <w:t>Oqaaseqaatit nalinginnaasut innersuussutigineqarput, imm. 2.11.</w:t>
      </w:r>
    </w:p>
    <w:p w14:paraId="5A394BF9" w14:textId="77777777" w:rsidR="00515200" w:rsidRPr="00171408" w:rsidRDefault="00515200">
      <w:pPr>
        <w:spacing w:line="240" w:lineRule="auto"/>
        <w:rPr>
          <w:rFonts w:ascii="Times New Roman" w:hAnsi="Times New Roman" w:cs="Times New Roman"/>
          <w:lang w:val="kl-GL"/>
        </w:rPr>
      </w:pPr>
    </w:p>
    <w:p w14:paraId="63248445" w14:textId="77777777" w:rsidR="00515200" w:rsidRPr="00171408" w:rsidRDefault="00CE02F1">
      <w:pPr>
        <w:jc w:val="center"/>
        <w:rPr>
          <w:rFonts w:ascii="Times New Roman" w:hAnsi="Times New Roman"/>
          <w:lang w:val="kl-GL"/>
        </w:rPr>
      </w:pPr>
      <w:r w:rsidRPr="00171408">
        <w:rPr>
          <w:rFonts w:ascii="Times New Roman" w:hAnsi="Times New Roman" w:cs="Times New Roman"/>
          <w:i/>
          <w:lang w:val="kl-GL"/>
        </w:rPr>
        <w:t>§ 2-mut</w:t>
      </w:r>
    </w:p>
    <w:p w14:paraId="63A4CCB1" w14:textId="1EEA256E" w:rsidR="002E3C18" w:rsidRPr="00171408" w:rsidRDefault="002E3C18" w:rsidP="002E3C18">
      <w:pPr>
        <w:rPr>
          <w:rFonts w:ascii="Times New Roman" w:hAnsi="Times New Roman"/>
          <w:lang w:val="kl-GL"/>
        </w:rPr>
      </w:pPr>
      <w:r w:rsidRPr="00171408">
        <w:rPr>
          <w:rFonts w:ascii="Times New Roman" w:hAnsi="Times New Roman" w:cs="Times New Roman"/>
          <w:i/>
          <w:iCs/>
          <w:lang w:val="kl-GL"/>
        </w:rPr>
        <w:t>Imm</w:t>
      </w:r>
      <w:r w:rsidRPr="00171408">
        <w:rPr>
          <w:rFonts w:ascii="Times New Roman" w:hAnsi="Times New Roman" w:cs="Times New Roman"/>
          <w:i/>
          <w:lang w:val="kl-GL"/>
        </w:rPr>
        <w:t>. 1</w:t>
      </w:r>
      <w:r w:rsidRPr="00171408">
        <w:rPr>
          <w:rFonts w:ascii="Times New Roman" w:hAnsi="Times New Roman" w:cs="Times New Roman"/>
          <w:lang w:val="kl-GL"/>
        </w:rPr>
        <w:t>-mi siunnersuutigineqarpoq, inatsit atuutilissasoq ulloq 1. januar 202</w:t>
      </w:r>
      <w:r w:rsidR="00DB2E19" w:rsidRPr="00171408">
        <w:rPr>
          <w:rFonts w:ascii="Times New Roman" w:hAnsi="Times New Roman" w:cs="Times New Roman"/>
          <w:lang w:val="kl-GL"/>
        </w:rPr>
        <w:t>6</w:t>
      </w:r>
      <w:r w:rsidRPr="00171408">
        <w:rPr>
          <w:rFonts w:ascii="Times New Roman" w:hAnsi="Times New Roman" w:cs="Times New Roman"/>
          <w:lang w:val="kl-GL"/>
        </w:rPr>
        <w:t>, taamaattoq tak. imm. 2.</w:t>
      </w:r>
    </w:p>
    <w:p w14:paraId="2DE13E30" w14:textId="71A4C985" w:rsidR="00515200" w:rsidRPr="00171408" w:rsidRDefault="002E3C18">
      <w:pPr>
        <w:rPr>
          <w:rFonts w:ascii="Times New Roman" w:hAnsi="Times New Roman"/>
          <w:lang w:val="kl-GL"/>
        </w:rPr>
      </w:pPr>
      <w:r w:rsidRPr="00171408">
        <w:rPr>
          <w:rFonts w:ascii="Times New Roman" w:hAnsi="Times New Roman" w:cs="Times New Roman"/>
          <w:lang w:val="kl-GL"/>
        </w:rPr>
        <w:t>Tamatuma kingunerivaa, inatsisissatut siunnersuummi immikkuualuttut tulliuttut ulloq 1. januar 202</w:t>
      </w:r>
      <w:r w:rsidR="00DB2E19" w:rsidRPr="00171408">
        <w:rPr>
          <w:rFonts w:ascii="Times New Roman" w:hAnsi="Times New Roman" w:cs="Times New Roman"/>
          <w:lang w:val="kl-GL"/>
        </w:rPr>
        <w:t>6</w:t>
      </w:r>
      <w:r w:rsidRPr="00171408">
        <w:rPr>
          <w:rFonts w:ascii="Times New Roman" w:hAnsi="Times New Roman" w:cs="Times New Roman"/>
          <w:lang w:val="kl-GL"/>
        </w:rPr>
        <w:t xml:space="preserve"> atuutilersinneqassasut</w:t>
      </w:r>
      <w:r w:rsidR="00DB2E19" w:rsidRPr="00171408">
        <w:rPr>
          <w:rFonts w:ascii="Times New Roman" w:hAnsi="Times New Roman" w:cs="Times New Roman"/>
          <w:lang w:val="kl-GL"/>
        </w:rPr>
        <w:t xml:space="preserve"> aamma sulianut tamanut sunniuteqa</w:t>
      </w:r>
      <w:r w:rsidR="00493F78" w:rsidRPr="00171408">
        <w:rPr>
          <w:rFonts w:ascii="Times New Roman" w:hAnsi="Times New Roman" w:cs="Times New Roman"/>
          <w:lang w:val="kl-GL"/>
        </w:rPr>
        <w:t>ssasut</w:t>
      </w:r>
      <w:r w:rsidRPr="00171408">
        <w:rPr>
          <w:rFonts w:ascii="Times New Roman" w:hAnsi="Times New Roman" w:cs="Times New Roman"/>
          <w:lang w:val="kl-GL"/>
        </w:rPr>
        <w:t>:</w:t>
      </w:r>
    </w:p>
    <w:p w14:paraId="341BD8F6" w14:textId="1BC37ADE" w:rsidR="002E3C18" w:rsidRPr="00171408" w:rsidRDefault="00AB07DE" w:rsidP="00AA48C5">
      <w:pPr>
        <w:pStyle w:val="Listeafsnit"/>
        <w:numPr>
          <w:ilvl w:val="0"/>
          <w:numId w:val="30"/>
        </w:numPr>
        <w:rPr>
          <w:rFonts w:ascii="Times New Roman" w:hAnsi="Times New Roman" w:cs="Times New Roman"/>
          <w:lang w:val="kl-GL"/>
        </w:rPr>
      </w:pPr>
      <w:r w:rsidRPr="00171408">
        <w:rPr>
          <w:rFonts w:ascii="Times New Roman" w:hAnsi="Times New Roman" w:cs="Times New Roman"/>
          <w:lang w:val="kl-GL"/>
        </w:rPr>
        <w:t>Napparsimanermik katsorsaanerup sungiusarnerullu piffissamut tunngatillugu</w:t>
      </w:r>
      <w:r w:rsidR="008D1BE8" w:rsidRPr="00171408">
        <w:rPr>
          <w:rFonts w:ascii="Times New Roman" w:hAnsi="Times New Roman" w:cs="Times New Roman"/>
          <w:lang w:val="kl-GL"/>
        </w:rPr>
        <w:t xml:space="preserve"> ataqatigiinnerat pillugu piumasaqaatip atorunnaarsinne</w:t>
      </w:r>
      <w:r w:rsidR="00C901F4" w:rsidRPr="00171408">
        <w:rPr>
          <w:rFonts w:ascii="Times New Roman" w:hAnsi="Times New Roman" w:cs="Times New Roman"/>
          <w:lang w:val="kl-GL"/>
        </w:rPr>
        <w:t>qarne</w:t>
      </w:r>
      <w:r w:rsidR="008D1BE8" w:rsidRPr="00171408">
        <w:rPr>
          <w:rFonts w:ascii="Times New Roman" w:hAnsi="Times New Roman" w:cs="Times New Roman"/>
          <w:lang w:val="kl-GL"/>
        </w:rPr>
        <w:t>ra</w:t>
      </w:r>
      <w:r w:rsidR="002E3C18" w:rsidRPr="00171408">
        <w:rPr>
          <w:rFonts w:ascii="Times New Roman" w:hAnsi="Times New Roman" w:cs="Times New Roman"/>
          <w:lang w:val="kl-GL"/>
        </w:rPr>
        <w:t xml:space="preserve">, tak. § 1, nr. </w:t>
      </w:r>
      <w:r w:rsidR="008D1BE8" w:rsidRPr="00171408">
        <w:rPr>
          <w:rFonts w:ascii="Times New Roman" w:hAnsi="Times New Roman" w:cs="Times New Roman"/>
          <w:lang w:val="kl-GL"/>
        </w:rPr>
        <w:t>2</w:t>
      </w:r>
      <w:r w:rsidR="002E3C18" w:rsidRPr="00171408">
        <w:rPr>
          <w:rFonts w:ascii="Times New Roman" w:hAnsi="Times New Roman" w:cs="Times New Roman"/>
          <w:lang w:val="kl-GL"/>
        </w:rPr>
        <w:t>,</w:t>
      </w:r>
      <w:r w:rsidR="008D1BE8" w:rsidRPr="00171408">
        <w:rPr>
          <w:rFonts w:ascii="Times New Roman" w:hAnsi="Times New Roman" w:cs="Times New Roman"/>
          <w:lang w:val="kl-GL"/>
        </w:rPr>
        <w:t xml:space="preserve"> suliani, Arbejdsmarkedets Erhvervssikringip </w:t>
      </w:r>
      <w:r w:rsidR="00C901F4" w:rsidRPr="00171408">
        <w:rPr>
          <w:rFonts w:ascii="Times New Roman" w:hAnsi="Times New Roman" w:cs="Times New Roman"/>
          <w:lang w:val="kl-GL"/>
        </w:rPr>
        <w:t>1. januar 2026 aallarnerfigalugu aalajangiiffigisaanut sunniuteqassaaq</w:t>
      </w:r>
      <w:r w:rsidR="002E3C18" w:rsidRPr="00171408">
        <w:rPr>
          <w:rFonts w:ascii="Times New Roman" w:hAnsi="Times New Roman" w:cs="Times New Roman"/>
          <w:lang w:val="kl-GL"/>
        </w:rPr>
        <w:t>.</w:t>
      </w:r>
    </w:p>
    <w:p w14:paraId="61669E37" w14:textId="77777777" w:rsidR="00AA48C5" w:rsidRPr="00171408" w:rsidRDefault="00AA48C5" w:rsidP="00EA5A94">
      <w:pPr>
        <w:pStyle w:val="Listeafsnit"/>
        <w:rPr>
          <w:rFonts w:ascii="Times New Roman" w:hAnsi="Times New Roman" w:cs="Times New Roman"/>
          <w:lang w:val="kl-GL"/>
        </w:rPr>
      </w:pPr>
    </w:p>
    <w:p w14:paraId="60C2FB65" w14:textId="6F783EEC" w:rsidR="00AA48C5" w:rsidRPr="00171408" w:rsidRDefault="003A3398" w:rsidP="00AA48C5">
      <w:pPr>
        <w:pStyle w:val="Listeafsnit"/>
        <w:numPr>
          <w:ilvl w:val="0"/>
          <w:numId w:val="28"/>
        </w:numPr>
        <w:rPr>
          <w:rFonts w:ascii="Times New Roman" w:hAnsi="Times New Roman" w:cs="Times New Roman"/>
          <w:lang w:val="kl-GL"/>
        </w:rPr>
      </w:pPr>
      <w:r w:rsidRPr="00171408">
        <w:rPr>
          <w:rFonts w:ascii="Times New Roman" w:hAnsi="Times New Roman" w:cs="Times New Roman"/>
          <w:lang w:val="kl-GL"/>
        </w:rPr>
        <w:t>Piffissarititanik inatsisitigut aalajangerneqartunik</w:t>
      </w:r>
      <w:r w:rsidR="002E3C18" w:rsidRPr="00171408">
        <w:rPr>
          <w:rFonts w:ascii="Times New Roman" w:hAnsi="Times New Roman" w:cs="Times New Roman"/>
          <w:lang w:val="kl-GL"/>
        </w:rPr>
        <w:t>, tak. § 1, nr. 3</w:t>
      </w:r>
      <w:r w:rsidRPr="00171408">
        <w:rPr>
          <w:rFonts w:ascii="Times New Roman" w:hAnsi="Times New Roman" w:cs="Times New Roman"/>
          <w:lang w:val="kl-GL"/>
        </w:rPr>
        <w:t xml:space="preserve"> aamma 19</w:t>
      </w:r>
      <w:r w:rsidR="002E3C18" w:rsidRPr="00171408">
        <w:rPr>
          <w:rFonts w:ascii="Times New Roman" w:hAnsi="Times New Roman" w:cs="Times New Roman"/>
          <w:lang w:val="kl-GL"/>
        </w:rPr>
        <w:t xml:space="preserve">, ajutoornerit pillugit sulianut </w:t>
      </w:r>
      <w:r w:rsidR="009B24F5" w:rsidRPr="00171408">
        <w:rPr>
          <w:rFonts w:ascii="Times New Roman" w:hAnsi="Times New Roman" w:cs="Times New Roman"/>
          <w:lang w:val="kl-GL"/>
        </w:rPr>
        <w:t xml:space="preserve">aamma inuussutissarsiornermi nappaatit pillugit sulianut </w:t>
      </w:r>
      <w:r w:rsidR="002E3C18" w:rsidRPr="00171408">
        <w:rPr>
          <w:rFonts w:ascii="Times New Roman" w:hAnsi="Times New Roman" w:cs="Times New Roman"/>
          <w:lang w:val="kl-GL"/>
        </w:rPr>
        <w:t>sunniutaa, ullormi atuutilerfiusumi imaluunniit kingusinnerusukkut nalunaarutigineqartu</w:t>
      </w:r>
      <w:r w:rsidR="00995B2A" w:rsidRPr="00171408">
        <w:rPr>
          <w:rFonts w:ascii="Times New Roman" w:hAnsi="Times New Roman" w:cs="Times New Roman"/>
          <w:lang w:val="kl-GL"/>
        </w:rPr>
        <w:t>mi, atorunnaarsinneqarput</w:t>
      </w:r>
      <w:r w:rsidR="002E3C18" w:rsidRPr="00171408">
        <w:rPr>
          <w:rFonts w:ascii="Times New Roman" w:hAnsi="Times New Roman" w:cs="Times New Roman"/>
          <w:lang w:val="kl-GL"/>
        </w:rPr>
        <w:t>.</w:t>
      </w:r>
    </w:p>
    <w:p w14:paraId="2C5A9CC7" w14:textId="77777777" w:rsidR="00AA48C5" w:rsidRPr="00171408" w:rsidRDefault="00AA48C5" w:rsidP="00EA5A94">
      <w:pPr>
        <w:pStyle w:val="Listeafsnit"/>
        <w:rPr>
          <w:rFonts w:ascii="Times New Roman" w:hAnsi="Times New Roman" w:cs="Times New Roman"/>
          <w:lang w:val="kl-GL"/>
        </w:rPr>
      </w:pPr>
    </w:p>
    <w:p w14:paraId="78BDBDD2" w14:textId="246CBA66" w:rsidR="002E3C18" w:rsidRPr="00171408" w:rsidRDefault="002716A2" w:rsidP="002E3C18">
      <w:pPr>
        <w:pStyle w:val="Listeafsnit"/>
        <w:numPr>
          <w:ilvl w:val="0"/>
          <w:numId w:val="28"/>
        </w:numPr>
        <w:rPr>
          <w:rFonts w:ascii="Times New Roman" w:hAnsi="Times New Roman" w:cs="Times New Roman"/>
          <w:lang w:val="kl-GL"/>
        </w:rPr>
      </w:pPr>
      <w:r w:rsidRPr="00171408">
        <w:rPr>
          <w:rFonts w:ascii="Times New Roman" w:hAnsi="Times New Roman" w:cs="Times New Roman"/>
          <w:lang w:val="kl-GL"/>
        </w:rPr>
        <w:t xml:space="preserve">Ullormusianut akigititat pillugit </w:t>
      </w:r>
      <w:r w:rsidR="00DE3E67" w:rsidRPr="00171408">
        <w:rPr>
          <w:rFonts w:ascii="Times New Roman" w:hAnsi="Times New Roman" w:cs="Times New Roman"/>
          <w:lang w:val="kl-GL"/>
        </w:rPr>
        <w:t>aalajangersaanermut inatsisitigut tunngaviup allanngortinneqarnera</w:t>
      </w:r>
      <w:r w:rsidR="002E3C18" w:rsidRPr="00171408">
        <w:rPr>
          <w:rFonts w:ascii="Times New Roman" w:hAnsi="Times New Roman" w:cs="Times New Roman"/>
          <w:lang w:val="kl-GL"/>
        </w:rPr>
        <w:t>, tak. § 1, nr. 4,</w:t>
      </w:r>
      <w:r w:rsidR="00DE3E67" w:rsidRPr="00171408">
        <w:rPr>
          <w:rFonts w:ascii="Times New Roman" w:hAnsi="Times New Roman" w:cs="Times New Roman"/>
          <w:lang w:val="kl-GL"/>
        </w:rPr>
        <w:t xml:space="preserve"> 1. januar 2026-miit sunniuteqalissaaq</w:t>
      </w:r>
      <w:r w:rsidR="002E3C18" w:rsidRPr="00171408">
        <w:rPr>
          <w:rFonts w:ascii="Times New Roman" w:hAnsi="Times New Roman" w:cs="Times New Roman"/>
          <w:lang w:val="kl-GL"/>
        </w:rPr>
        <w:t>.</w:t>
      </w:r>
    </w:p>
    <w:p w14:paraId="451F8447" w14:textId="77777777" w:rsidR="00F938FA" w:rsidRPr="00171408" w:rsidRDefault="00F938FA" w:rsidP="00F938FA">
      <w:pPr>
        <w:pStyle w:val="Listeafsnit"/>
        <w:rPr>
          <w:rFonts w:ascii="Times New Roman" w:hAnsi="Times New Roman" w:cs="Times New Roman"/>
          <w:lang w:val="kl-GL"/>
        </w:rPr>
      </w:pPr>
    </w:p>
    <w:p w14:paraId="3B2CEA26" w14:textId="403BB9CD" w:rsidR="00F938FA" w:rsidRPr="00171408" w:rsidRDefault="004A2851" w:rsidP="002E3C18">
      <w:pPr>
        <w:pStyle w:val="Listeafsnit"/>
        <w:numPr>
          <w:ilvl w:val="0"/>
          <w:numId w:val="28"/>
        </w:numPr>
        <w:rPr>
          <w:rFonts w:ascii="Times New Roman" w:hAnsi="Times New Roman" w:cs="Times New Roman"/>
          <w:lang w:val="kl-GL"/>
        </w:rPr>
      </w:pPr>
      <w:r w:rsidRPr="00171408">
        <w:rPr>
          <w:rFonts w:ascii="Times New Roman" w:hAnsi="Times New Roman" w:cs="Times New Roman"/>
          <w:lang w:val="kl-GL"/>
        </w:rPr>
        <w:t xml:space="preserve">Ingerlaavartumik taarsiissutit aningaasanngorlugit ataatsikkut </w:t>
      </w:r>
      <w:r w:rsidR="00F142B3" w:rsidRPr="00171408">
        <w:rPr>
          <w:rFonts w:ascii="Times New Roman" w:hAnsi="Times New Roman" w:cs="Times New Roman"/>
          <w:lang w:val="kl-GL"/>
        </w:rPr>
        <w:t xml:space="preserve">piffissamut </w:t>
      </w:r>
      <w:r w:rsidRPr="00171408">
        <w:rPr>
          <w:rFonts w:ascii="Times New Roman" w:hAnsi="Times New Roman" w:cs="Times New Roman"/>
          <w:lang w:val="kl-GL"/>
        </w:rPr>
        <w:t>tunniutassa</w:t>
      </w:r>
      <w:r w:rsidR="00F142B3" w:rsidRPr="00171408">
        <w:rPr>
          <w:rFonts w:ascii="Times New Roman" w:hAnsi="Times New Roman" w:cs="Times New Roman"/>
          <w:lang w:val="kl-GL"/>
        </w:rPr>
        <w:t xml:space="preserve">nngortitsinermut tunniussineq, tak. § 1, nr. 6, </w:t>
      </w:r>
      <w:r w:rsidR="000A3343" w:rsidRPr="00171408">
        <w:rPr>
          <w:rFonts w:ascii="Times New Roman" w:hAnsi="Times New Roman" w:cs="Times New Roman"/>
          <w:lang w:val="kl-GL"/>
        </w:rPr>
        <w:t xml:space="preserve">sulinermi ajoqusernermik suliani, ullormi atuutilerfiusumi kingusinnerusukkulluunniit aalajangerneqartuni, </w:t>
      </w:r>
      <w:r w:rsidR="00780DC3" w:rsidRPr="00171408">
        <w:rPr>
          <w:rFonts w:ascii="Times New Roman" w:hAnsi="Times New Roman" w:cs="Times New Roman"/>
          <w:lang w:val="kl-GL"/>
        </w:rPr>
        <w:t>Arbejdsmarkedets Erhvervssikringip aalajangiineri sunniuteqassaaq.</w:t>
      </w:r>
    </w:p>
    <w:p w14:paraId="48572BE2" w14:textId="77777777" w:rsidR="00FD42D4" w:rsidRPr="00171408" w:rsidRDefault="00FD42D4" w:rsidP="00FD42D4">
      <w:pPr>
        <w:pStyle w:val="Listeafsnit"/>
        <w:rPr>
          <w:rFonts w:ascii="Times New Roman" w:hAnsi="Times New Roman" w:cs="Times New Roman"/>
          <w:lang w:val="kl-GL"/>
        </w:rPr>
      </w:pPr>
    </w:p>
    <w:p w14:paraId="6BA231A3" w14:textId="56780622" w:rsidR="00FD42D4" w:rsidRPr="00171408" w:rsidRDefault="00FD42D4" w:rsidP="002E3C18">
      <w:pPr>
        <w:pStyle w:val="Listeafsnit"/>
        <w:numPr>
          <w:ilvl w:val="0"/>
          <w:numId w:val="28"/>
        </w:numPr>
        <w:rPr>
          <w:rFonts w:ascii="Times New Roman" w:hAnsi="Times New Roman" w:cs="Times New Roman"/>
          <w:lang w:val="kl-GL"/>
        </w:rPr>
      </w:pPr>
      <w:r w:rsidRPr="00171408">
        <w:rPr>
          <w:rFonts w:ascii="Times New Roman" w:hAnsi="Times New Roman" w:cs="Times New Roman"/>
          <w:lang w:val="kl-GL"/>
        </w:rPr>
        <w:t>Akeqanngitsumik nerisaqarnermut ineqarnermullu akigititanik nutarsaaneq, tak. § 1</w:t>
      </w:r>
      <w:r w:rsidR="00052C21" w:rsidRPr="00171408">
        <w:rPr>
          <w:rFonts w:ascii="Times New Roman" w:hAnsi="Times New Roman" w:cs="Times New Roman"/>
          <w:lang w:val="kl-GL"/>
        </w:rPr>
        <w:t>, nr. 7, ajutoornerit pillugit sulianut, ajutoornerit pisimareertillugit, aamma inuussutissarsiornermi nappaatit pillugit sulianut</w:t>
      </w:r>
      <w:r w:rsidR="00F9138D" w:rsidRPr="00171408">
        <w:rPr>
          <w:rFonts w:ascii="Times New Roman" w:hAnsi="Times New Roman" w:cs="Times New Roman"/>
          <w:lang w:val="kl-GL"/>
        </w:rPr>
        <w:t>, ullormi atuutilersiusumi kingusinnerusukkulluunniit nalunaarutigineqartun</w:t>
      </w:r>
      <w:r w:rsidR="00EE3EE4" w:rsidRPr="00171408">
        <w:rPr>
          <w:rFonts w:ascii="Times New Roman" w:hAnsi="Times New Roman" w:cs="Times New Roman"/>
          <w:lang w:val="kl-GL"/>
        </w:rPr>
        <w:t>ut</w:t>
      </w:r>
      <w:r w:rsidR="00F9138D" w:rsidRPr="00171408">
        <w:rPr>
          <w:rFonts w:ascii="Times New Roman" w:hAnsi="Times New Roman" w:cs="Times New Roman"/>
          <w:lang w:val="kl-GL"/>
        </w:rPr>
        <w:t>, sunniuteqarpoq</w:t>
      </w:r>
      <w:r w:rsidR="00EE3EE4" w:rsidRPr="00171408">
        <w:rPr>
          <w:rFonts w:ascii="Times New Roman" w:hAnsi="Times New Roman" w:cs="Times New Roman"/>
          <w:lang w:val="kl-GL"/>
        </w:rPr>
        <w:t>.</w:t>
      </w:r>
    </w:p>
    <w:p w14:paraId="329F0267" w14:textId="77777777" w:rsidR="00AA48C5" w:rsidRPr="00171408" w:rsidRDefault="00AA48C5" w:rsidP="00EA5A94">
      <w:pPr>
        <w:pStyle w:val="Listeafsnit"/>
        <w:rPr>
          <w:rFonts w:ascii="Times New Roman" w:hAnsi="Times New Roman" w:cs="Times New Roman"/>
          <w:lang w:val="kl-GL"/>
        </w:rPr>
      </w:pPr>
    </w:p>
    <w:p w14:paraId="799C64E1" w14:textId="7F8AE1B8" w:rsidR="002E3C18" w:rsidRPr="00171408" w:rsidRDefault="002E3C18" w:rsidP="002E3C18">
      <w:pPr>
        <w:pStyle w:val="Listeafsnit"/>
        <w:numPr>
          <w:ilvl w:val="0"/>
          <w:numId w:val="27"/>
        </w:numPr>
        <w:rPr>
          <w:rFonts w:ascii="Times New Roman" w:hAnsi="Times New Roman" w:cs="Times New Roman"/>
          <w:lang w:val="kl-GL"/>
        </w:rPr>
      </w:pPr>
      <w:r w:rsidRPr="00171408">
        <w:rPr>
          <w:rFonts w:ascii="Times New Roman" w:hAnsi="Times New Roman" w:cs="Times New Roman"/>
          <w:lang w:val="kl-GL"/>
        </w:rPr>
        <w:t xml:space="preserve">Inatsit malillugu taarsiissutinik, ajunngitsorsianik aamma ullormusianik tunniussinissamut piffissarititaasup allanngortinneqarnera, tak. § 1, nr. </w:t>
      </w:r>
      <w:r w:rsidR="00F938FA" w:rsidRPr="00171408">
        <w:rPr>
          <w:rFonts w:ascii="Times New Roman" w:hAnsi="Times New Roman" w:cs="Times New Roman"/>
          <w:lang w:val="kl-GL"/>
        </w:rPr>
        <w:t>8</w:t>
      </w:r>
      <w:r w:rsidRPr="00171408">
        <w:rPr>
          <w:rFonts w:ascii="Times New Roman" w:hAnsi="Times New Roman" w:cs="Times New Roman"/>
          <w:lang w:val="kl-GL"/>
        </w:rPr>
        <w:t>, sulinermi ajoqusernerit pillugit suliani Arbejdsmarkedets Erhvervssikringip aalajangiinerinut atuutissapput, ullormi imaluunniit kingusinnerusukkut atuutilerfiusumi.</w:t>
      </w:r>
    </w:p>
    <w:p w14:paraId="5FA3605B" w14:textId="77777777" w:rsidR="00AA48C5" w:rsidRPr="00171408" w:rsidRDefault="00AA48C5" w:rsidP="00EA5A94">
      <w:pPr>
        <w:pStyle w:val="Listeafsnit"/>
        <w:rPr>
          <w:rFonts w:ascii="Times New Roman" w:hAnsi="Times New Roman" w:cs="Times New Roman"/>
          <w:lang w:val="kl-GL"/>
        </w:rPr>
      </w:pPr>
    </w:p>
    <w:p w14:paraId="01386313" w14:textId="66D17DD1" w:rsidR="00AA48C5" w:rsidRPr="00171408" w:rsidRDefault="002E3C18" w:rsidP="00AA48C5">
      <w:pPr>
        <w:pStyle w:val="Listeafsnit"/>
        <w:numPr>
          <w:ilvl w:val="0"/>
          <w:numId w:val="24"/>
        </w:numPr>
        <w:rPr>
          <w:rFonts w:ascii="Times New Roman" w:hAnsi="Times New Roman" w:cs="Times New Roman"/>
          <w:lang w:val="kl-GL"/>
        </w:rPr>
      </w:pPr>
      <w:r w:rsidRPr="00171408">
        <w:rPr>
          <w:rFonts w:ascii="Times New Roman" w:hAnsi="Times New Roman" w:cs="Times New Roman"/>
          <w:lang w:val="kl-GL"/>
        </w:rPr>
        <w:t xml:space="preserve">Ajutoornerit pillugit nalunaarutiginninnermut piumasaqaatit allanngortitat, § 1 nr. </w:t>
      </w:r>
      <w:r w:rsidR="00EE3EE4" w:rsidRPr="00171408">
        <w:rPr>
          <w:rFonts w:ascii="Times New Roman" w:hAnsi="Times New Roman" w:cs="Times New Roman"/>
          <w:lang w:val="kl-GL"/>
        </w:rPr>
        <w:t>10</w:t>
      </w:r>
      <w:r w:rsidRPr="00171408">
        <w:rPr>
          <w:rFonts w:ascii="Times New Roman" w:hAnsi="Times New Roman" w:cs="Times New Roman"/>
          <w:lang w:val="kl-GL"/>
        </w:rPr>
        <w:t>-1</w:t>
      </w:r>
      <w:r w:rsidR="0046037E" w:rsidRPr="00171408">
        <w:rPr>
          <w:rFonts w:ascii="Times New Roman" w:hAnsi="Times New Roman" w:cs="Times New Roman"/>
          <w:lang w:val="kl-GL"/>
        </w:rPr>
        <w:t>5</w:t>
      </w:r>
      <w:r w:rsidRPr="00171408">
        <w:rPr>
          <w:rFonts w:ascii="Times New Roman" w:hAnsi="Times New Roman" w:cs="Times New Roman"/>
          <w:lang w:val="kl-GL"/>
        </w:rPr>
        <w:t>-ikkut atuutilersinneqartut, ajutoornernut aamma inuussutissarsiornermi nappaatinut, ullormi atuutilerfiusumi imaluunniit kingusinnerusukkut nalunaarutigineqartunut, atuutissapput. Tamatuma kingunerissavaa, ajutoornerit pillugit suliat, ulloq 1. januar 202</w:t>
      </w:r>
      <w:r w:rsidR="0046037E" w:rsidRPr="00171408">
        <w:rPr>
          <w:rFonts w:ascii="Times New Roman" w:hAnsi="Times New Roman" w:cs="Times New Roman"/>
          <w:lang w:val="kl-GL"/>
        </w:rPr>
        <w:t>6</w:t>
      </w:r>
      <w:r w:rsidRPr="00171408">
        <w:rPr>
          <w:rFonts w:ascii="Times New Roman" w:hAnsi="Times New Roman" w:cs="Times New Roman"/>
          <w:lang w:val="kl-GL"/>
        </w:rPr>
        <w:t xml:space="preserve"> sioqqullugu atuutilertut, aamma aatsaat ulloq 1. januar 2025 kingornatigut nalunaarutigineqartut, malittarisassatut siunnersuutigineqartut malillugit aamma nalunaarutigineqarnissaat. Tassa piffissaq nalunaarutiginniffiusoq aalajangiisuuvoq, nalunaarutiginninnermut malittarisassat sorliit atorneqarnissaannut tunngatillugu. Tamatumuuna qulakkeerneqarpoq malittarisassat maannamut atuuttut aamma nutaat akornanni pisariitsumik ikaarsaarneq. Erseqqissarneqarpoq, § 1, nr. </w:t>
      </w:r>
      <w:r w:rsidR="0046037E" w:rsidRPr="00171408">
        <w:rPr>
          <w:rFonts w:ascii="Times New Roman" w:hAnsi="Times New Roman" w:cs="Times New Roman"/>
          <w:lang w:val="kl-GL"/>
        </w:rPr>
        <w:t>10</w:t>
      </w:r>
      <w:r w:rsidRPr="00171408">
        <w:rPr>
          <w:rFonts w:ascii="Times New Roman" w:hAnsi="Times New Roman" w:cs="Times New Roman"/>
          <w:lang w:val="kl-GL"/>
        </w:rPr>
        <w:t>-miit 1</w:t>
      </w:r>
      <w:r w:rsidR="0046037E" w:rsidRPr="00171408">
        <w:rPr>
          <w:rFonts w:ascii="Times New Roman" w:hAnsi="Times New Roman" w:cs="Times New Roman"/>
          <w:lang w:val="kl-GL"/>
        </w:rPr>
        <w:t>5</w:t>
      </w:r>
      <w:r w:rsidRPr="00171408">
        <w:rPr>
          <w:rFonts w:ascii="Times New Roman" w:hAnsi="Times New Roman" w:cs="Times New Roman"/>
          <w:lang w:val="kl-GL"/>
        </w:rPr>
        <w:t>-mut siunnersuutit, ajoqusertup pisinnaatitaaffiinik imaluunniit pisussaaffiinik allanngortitsinnginnerat, kisianni nalunaarutiginninnermi suleriaatsinik taamaallaat allanngortitsisoqarluni. Taamaalilluni inatsisitigut isumannaatsuunermut tunngatillugu ajornartorsiutaassanngilaq nalunaarutiginninnermut malittarisassat nutaat atorneqarnissaat, aamma ajoqusernernut ulloq atuutilerfissaq 1. januar 202</w:t>
      </w:r>
      <w:r w:rsidR="0046037E" w:rsidRPr="00171408">
        <w:rPr>
          <w:rFonts w:ascii="Times New Roman" w:hAnsi="Times New Roman" w:cs="Times New Roman"/>
          <w:lang w:val="kl-GL"/>
        </w:rPr>
        <w:t>6</w:t>
      </w:r>
      <w:r w:rsidRPr="00171408">
        <w:rPr>
          <w:rFonts w:ascii="Times New Roman" w:hAnsi="Times New Roman" w:cs="Times New Roman"/>
          <w:lang w:val="kl-GL"/>
        </w:rPr>
        <w:t xml:space="preserve"> sioqqullugu pisunut.</w:t>
      </w:r>
    </w:p>
    <w:p w14:paraId="46A00D53" w14:textId="77777777" w:rsidR="00AA48C5" w:rsidRPr="00171408" w:rsidRDefault="00AA48C5" w:rsidP="00EA5A94">
      <w:pPr>
        <w:pStyle w:val="Listeafsnit"/>
        <w:rPr>
          <w:rFonts w:ascii="Times New Roman" w:hAnsi="Times New Roman" w:cs="Times New Roman"/>
          <w:lang w:val="kl-GL"/>
        </w:rPr>
      </w:pPr>
    </w:p>
    <w:p w14:paraId="7BB082BA" w14:textId="303C2ACA" w:rsidR="00AA48C5" w:rsidRPr="00171408" w:rsidRDefault="002E3C18" w:rsidP="00AA48C5">
      <w:pPr>
        <w:pStyle w:val="Listeafsnit"/>
        <w:numPr>
          <w:ilvl w:val="0"/>
          <w:numId w:val="23"/>
        </w:numPr>
        <w:rPr>
          <w:rFonts w:ascii="Times New Roman" w:hAnsi="Times New Roman" w:cs="Times New Roman"/>
          <w:lang w:val="kl-GL"/>
        </w:rPr>
      </w:pPr>
      <w:r w:rsidRPr="00171408">
        <w:rPr>
          <w:rFonts w:ascii="Times New Roman" w:hAnsi="Times New Roman" w:cs="Times New Roman"/>
          <w:lang w:val="kl-GL"/>
        </w:rPr>
        <w:t>Suliami paasissutissanut tunngatillugu aningaasartuutinut akiliinissamut pisussaaffiup erseqqissarneqarnera, tak. § 1 nr. 1</w:t>
      </w:r>
      <w:r w:rsidR="0046037E" w:rsidRPr="00171408">
        <w:rPr>
          <w:rFonts w:ascii="Times New Roman" w:hAnsi="Times New Roman" w:cs="Times New Roman"/>
          <w:lang w:val="kl-GL"/>
        </w:rPr>
        <w:t>6</w:t>
      </w:r>
      <w:r w:rsidRPr="00171408">
        <w:rPr>
          <w:rFonts w:ascii="Times New Roman" w:hAnsi="Times New Roman" w:cs="Times New Roman"/>
          <w:lang w:val="kl-GL"/>
        </w:rPr>
        <w:t>, ullormi atuutilerfiusumi imaluunniit kingusinnerusukkut aningaasartuutinik akiliinermi atorneqassaaq.</w:t>
      </w:r>
    </w:p>
    <w:p w14:paraId="26CCDCEC" w14:textId="77777777" w:rsidR="00AA48C5" w:rsidRPr="00171408" w:rsidRDefault="00AA48C5" w:rsidP="00EA5A94">
      <w:pPr>
        <w:pStyle w:val="Listeafsnit"/>
        <w:rPr>
          <w:rFonts w:ascii="Times New Roman" w:hAnsi="Times New Roman" w:cs="Times New Roman"/>
          <w:lang w:val="kl-GL"/>
        </w:rPr>
      </w:pPr>
    </w:p>
    <w:p w14:paraId="11FDC2F8" w14:textId="44F069FC" w:rsidR="002E3C18" w:rsidRPr="00171408" w:rsidRDefault="002E3C18" w:rsidP="00EA5A94">
      <w:pPr>
        <w:pStyle w:val="Listeafsnit"/>
        <w:numPr>
          <w:ilvl w:val="0"/>
          <w:numId w:val="23"/>
        </w:numPr>
        <w:rPr>
          <w:rFonts w:ascii="Times New Roman" w:hAnsi="Times New Roman" w:cs="Times New Roman"/>
          <w:lang w:val="kl-GL"/>
        </w:rPr>
      </w:pPr>
      <w:r w:rsidRPr="00171408">
        <w:rPr>
          <w:rFonts w:ascii="Times New Roman" w:hAnsi="Times New Roman" w:cs="Times New Roman"/>
          <w:lang w:val="kl-GL"/>
        </w:rPr>
        <w:t>Paasissutissanik pissarsiniarneq pillugu ajoqusertunut aamma qimagaasunut allakkatigut ilisimatitsineq, tak. § 1, nr. 1</w:t>
      </w:r>
      <w:r w:rsidR="00C9389D" w:rsidRPr="00171408">
        <w:rPr>
          <w:rFonts w:ascii="Times New Roman" w:hAnsi="Times New Roman" w:cs="Times New Roman"/>
          <w:lang w:val="kl-GL"/>
        </w:rPr>
        <w:t>7</w:t>
      </w:r>
      <w:r w:rsidRPr="00171408">
        <w:rPr>
          <w:rFonts w:ascii="Times New Roman" w:hAnsi="Times New Roman" w:cs="Times New Roman"/>
          <w:lang w:val="kl-GL"/>
        </w:rPr>
        <w:t>, suliassani nutaani tamani atorneqassaaq, Arbejdsmarkedets Erhvervssikringip imaluunniit Ankestyrelsip ulloq 1. januar 202</w:t>
      </w:r>
      <w:r w:rsidR="00C9389D" w:rsidRPr="00171408">
        <w:rPr>
          <w:rFonts w:ascii="Times New Roman" w:hAnsi="Times New Roman" w:cs="Times New Roman"/>
          <w:lang w:val="kl-GL"/>
        </w:rPr>
        <w:t>6</w:t>
      </w:r>
      <w:r w:rsidRPr="00171408">
        <w:rPr>
          <w:rFonts w:ascii="Times New Roman" w:hAnsi="Times New Roman" w:cs="Times New Roman"/>
          <w:lang w:val="kl-GL"/>
        </w:rPr>
        <w:t>-miit paasissutissanik pisssarsinissaani, piffissaq tamanna sioqqullugu sulinermi ajutoorneq pisimanersoq imalunniit inuussutissarsiornermi nappaat nalunaarutigineqarsimanersoq apeqqutaatinnagu.</w:t>
      </w:r>
    </w:p>
    <w:p w14:paraId="2483543D" w14:textId="77777777" w:rsidR="00AA48C5" w:rsidRPr="00171408" w:rsidRDefault="00AA48C5" w:rsidP="00EA5A94">
      <w:pPr>
        <w:pStyle w:val="Listeafsnit"/>
        <w:rPr>
          <w:rFonts w:ascii="Times New Roman" w:hAnsi="Times New Roman" w:cs="Times New Roman"/>
          <w:lang w:val="kl-GL"/>
        </w:rPr>
      </w:pPr>
    </w:p>
    <w:p w14:paraId="634AB102" w14:textId="2EC0639C" w:rsidR="00AA48C5" w:rsidRPr="00171408" w:rsidRDefault="002E3C18" w:rsidP="00AA48C5">
      <w:pPr>
        <w:pStyle w:val="Listeafsnit"/>
        <w:numPr>
          <w:ilvl w:val="0"/>
          <w:numId w:val="22"/>
        </w:numPr>
        <w:rPr>
          <w:rFonts w:ascii="Times New Roman" w:hAnsi="Times New Roman" w:cs="Times New Roman"/>
          <w:lang w:val="kl-GL"/>
        </w:rPr>
      </w:pPr>
      <w:r w:rsidRPr="00171408">
        <w:rPr>
          <w:rFonts w:ascii="Times New Roman" w:hAnsi="Times New Roman" w:cs="Times New Roman"/>
          <w:lang w:val="kl-GL"/>
        </w:rPr>
        <w:t>Misissortinnermut atatillugu ingiaqatigisap pisariaqartup angalaneranut aamma sulinikkut akissarsianik annaasaanut akiliinernik malittarisassiorneq, tak. § 1, nr. 1</w:t>
      </w:r>
      <w:r w:rsidR="00C9389D" w:rsidRPr="00171408">
        <w:rPr>
          <w:rFonts w:ascii="Times New Roman" w:hAnsi="Times New Roman" w:cs="Times New Roman"/>
          <w:lang w:val="kl-GL"/>
        </w:rPr>
        <w:t>8</w:t>
      </w:r>
      <w:r w:rsidRPr="00171408">
        <w:rPr>
          <w:rFonts w:ascii="Times New Roman" w:hAnsi="Times New Roman" w:cs="Times New Roman"/>
          <w:lang w:val="kl-GL"/>
        </w:rPr>
        <w:t>, ullormi atuutilerfiusumi imaluunniit kingusinnerusukkut aningaasartuutinik akiliinermi atorneqassaaq.</w:t>
      </w:r>
    </w:p>
    <w:p w14:paraId="6D5F118B" w14:textId="77777777" w:rsidR="00AA48C5" w:rsidRPr="00171408" w:rsidRDefault="00AA48C5" w:rsidP="00EA5A94">
      <w:pPr>
        <w:pStyle w:val="Listeafsnit"/>
        <w:rPr>
          <w:rFonts w:ascii="Times New Roman" w:hAnsi="Times New Roman" w:cs="Times New Roman"/>
          <w:lang w:val="kl-GL"/>
        </w:rPr>
      </w:pPr>
    </w:p>
    <w:p w14:paraId="55261314" w14:textId="03B96FF8" w:rsidR="00AA48C5" w:rsidRPr="00171408" w:rsidRDefault="002E3C18" w:rsidP="00AA48C5">
      <w:pPr>
        <w:pStyle w:val="Listeafsnit"/>
        <w:numPr>
          <w:ilvl w:val="0"/>
          <w:numId w:val="20"/>
        </w:numPr>
        <w:rPr>
          <w:rFonts w:ascii="Times New Roman" w:hAnsi="Times New Roman" w:cs="Times New Roman"/>
          <w:lang w:val="kl-GL"/>
        </w:rPr>
      </w:pPr>
      <w:r w:rsidRPr="00171408">
        <w:rPr>
          <w:rFonts w:ascii="Times New Roman" w:hAnsi="Times New Roman" w:cs="Times New Roman"/>
          <w:lang w:val="kl-GL"/>
        </w:rPr>
        <w:t xml:space="preserve">Europap avataani najugaqarnermut atatillugu naammagittaalliuteqarnissamut piffissarititaasup sivitsukkap atorunnaarsinneqarnera, tak. § 1, nr. </w:t>
      </w:r>
      <w:r w:rsidR="00C9389D" w:rsidRPr="00171408">
        <w:rPr>
          <w:rFonts w:ascii="Times New Roman" w:hAnsi="Times New Roman" w:cs="Times New Roman"/>
          <w:lang w:val="kl-GL"/>
        </w:rPr>
        <w:t>20</w:t>
      </w:r>
      <w:r w:rsidRPr="00171408">
        <w:rPr>
          <w:rFonts w:ascii="Times New Roman" w:hAnsi="Times New Roman" w:cs="Times New Roman"/>
          <w:lang w:val="kl-GL"/>
        </w:rPr>
        <w:t>, suliani tamani, 1. januar 202</w:t>
      </w:r>
      <w:r w:rsidR="00C9389D" w:rsidRPr="00171408">
        <w:rPr>
          <w:rFonts w:ascii="Times New Roman" w:hAnsi="Times New Roman" w:cs="Times New Roman"/>
          <w:lang w:val="kl-GL"/>
        </w:rPr>
        <w:t>6</w:t>
      </w:r>
      <w:r w:rsidRPr="00171408">
        <w:rPr>
          <w:rFonts w:ascii="Times New Roman" w:hAnsi="Times New Roman" w:cs="Times New Roman"/>
          <w:lang w:val="kl-GL"/>
        </w:rPr>
        <w:t>-miit Arbejdsmarkedets Erhvervssikringip aalajangiiffigisaani, atorneqassaaq.</w:t>
      </w:r>
    </w:p>
    <w:p w14:paraId="78D6ED5A" w14:textId="77777777" w:rsidR="00AA48C5" w:rsidRPr="00171408" w:rsidRDefault="00AA48C5" w:rsidP="00EA5A94">
      <w:pPr>
        <w:pStyle w:val="Listeafsnit"/>
        <w:rPr>
          <w:rFonts w:ascii="Times New Roman" w:hAnsi="Times New Roman" w:cs="Times New Roman"/>
          <w:lang w:val="kl-GL"/>
        </w:rPr>
      </w:pPr>
    </w:p>
    <w:p w14:paraId="75B45EDE" w14:textId="7AC38F6D" w:rsidR="00AA48C5" w:rsidRPr="00171408" w:rsidRDefault="002E3C18" w:rsidP="00AA48C5">
      <w:pPr>
        <w:pStyle w:val="Listeafsnit"/>
        <w:numPr>
          <w:ilvl w:val="0"/>
          <w:numId w:val="19"/>
        </w:numPr>
        <w:rPr>
          <w:rFonts w:ascii="Times New Roman" w:hAnsi="Times New Roman" w:cs="Times New Roman"/>
          <w:lang w:val="kl-GL"/>
        </w:rPr>
      </w:pPr>
      <w:r w:rsidRPr="00171408">
        <w:rPr>
          <w:rFonts w:ascii="Times New Roman" w:hAnsi="Times New Roman" w:cs="Times New Roman"/>
          <w:lang w:val="kl-GL"/>
        </w:rPr>
        <w:t xml:space="preserve">Naammagittaalliuuteqarnermik suliarinninnermut atatillugu isumaginninnermut suliassaqarfimmi inatsisitigut isumannaatsuuneq aamma aqutsineq pillugit inatsit atorneqarnissaanik erseqqissaaneq, tak. § 1, nr. </w:t>
      </w:r>
      <w:r w:rsidR="00D33F77" w:rsidRPr="00171408">
        <w:rPr>
          <w:rFonts w:ascii="Times New Roman" w:hAnsi="Times New Roman" w:cs="Times New Roman"/>
          <w:lang w:val="kl-GL"/>
        </w:rPr>
        <w:t>2</w:t>
      </w:r>
      <w:r w:rsidRPr="00171408">
        <w:rPr>
          <w:rFonts w:ascii="Times New Roman" w:hAnsi="Times New Roman" w:cs="Times New Roman"/>
          <w:lang w:val="kl-GL"/>
        </w:rPr>
        <w:t>1.</w:t>
      </w:r>
    </w:p>
    <w:p w14:paraId="4B5736A0" w14:textId="77777777" w:rsidR="00AA48C5" w:rsidRPr="00171408" w:rsidRDefault="00AA48C5" w:rsidP="00EA5A94">
      <w:pPr>
        <w:pStyle w:val="Listeafsnit"/>
        <w:rPr>
          <w:rFonts w:ascii="Times New Roman" w:hAnsi="Times New Roman" w:cs="Times New Roman"/>
          <w:lang w:val="kl-GL"/>
        </w:rPr>
      </w:pPr>
    </w:p>
    <w:p w14:paraId="5EBCCFDA" w14:textId="4A6A0FF4" w:rsidR="00AA48C5" w:rsidRPr="00171408" w:rsidRDefault="002E3C18" w:rsidP="00AA48C5">
      <w:pPr>
        <w:pStyle w:val="Listeafsnit"/>
        <w:numPr>
          <w:ilvl w:val="0"/>
          <w:numId w:val="19"/>
        </w:numPr>
        <w:rPr>
          <w:rFonts w:ascii="Times New Roman" w:hAnsi="Times New Roman" w:cs="Times New Roman"/>
          <w:lang w:val="kl-GL"/>
        </w:rPr>
      </w:pPr>
      <w:r w:rsidRPr="00171408">
        <w:rPr>
          <w:rFonts w:ascii="Times New Roman" w:hAnsi="Times New Roman" w:cs="Times New Roman"/>
          <w:lang w:val="kl-GL"/>
        </w:rPr>
        <w:t xml:space="preserve">Naammagittaalliuuteqarnermik aaqqissuussinerup pisariillisarneqarnera, tak. § 1. nr. </w:t>
      </w:r>
      <w:r w:rsidR="00D33F77" w:rsidRPr="00171408">
        <w:rPr>
          <w:rFonts w:ascii="Times New Roman" w:hAnsi="Times New Roman" w:cs="Times New Roman"/>
          <w:lang w:val="kl-GL"/>
        </w:rPr>
        <w:t>22</w:t>
      </w:r>
      <w:r w:rsidRPr="00171408">
        <w:rPr>
          <w:rFonts w:ascii="Times New Roman" w:hAnsi="Times New Roman" w:cs="Times New Roman"/>
          <w:lang w:val="kl-GL"/>
        </w:rPr>
        <w:t>, isumaqarpoq, Arbejdsmarkedets Erhvervssikringi, naammagittaalliuutinik nalilersueqqinnerni tamani, ulloq 1. januar 202</w:t>
      </w:r>
      <w:r w:rsidR="00D33F77" w:rsidRPr="00171408">
        <w:rPr>
          <w:rFonts w:ascii="Times New Roman" w:hAnsi="Times New Roman" w:cs="Times New Roman"/>
          <w:lang w:val="kl-GL"/>
        </w:rPr>
        <w:t>6</w:t>
      </w:r>
      <w:r w:rsidRPr="00171408">
        <w:rPr>
          <w:rFonts w:ascii="Times New Roman" w:hAnsi="Times New Roman" w:cs="Times New Roman"/>
          <w:lang w:val="kl-GL"/>
        </w:rPr>
        <w:t xml:space="preserve"> suliarineqartuni, imaluunniit ulloq 1. januar 202</w:t>
      </w:r>
      <w:r w:rsidR="00D33F77" w:rsidRPr="00171408">
        <w:rPr>
          <w:rFonts w:ascii="Times New Roman" w:hAnsi="Times New Roman" w:cs="Times New Roman"/>
          <w:lang w:val="kl-GL"/>
        </w:rPr>
        <w:t>6</w:t>
      </w:r>
      <w:r w:rsidRPr="00171408">
        <w:rPr>
          <w:rFonts w:ascii="Times New Roman" w:hAnsi="Times New Roman" w:cs="Times New Roman"/>
          <w:lang w:val="kl-GL"/>
        </w:rPr>
        <w:t xml:space="preserve"> imaluunniit kingusinnerusukkut tiguneqartuni, immikkuualuttut piviusut aamma inatsisit aamma aalajangiinermi missiliuussinerit immikkuualuttut pillugit isummersinnaassasoq.</w:t>
      </w:r>
    </w:p>
    <w:p w14:paraId="0C7EB411" w14:textId="77777777" w:rsidR="00AA48C5" w:rsidRPr="00171408" w:rsidRDefault="00AA48C5" w:rsidP="00EA5A94">
      <w:pPr>
        <w:pStyle w:val="Listeafsnit"/>
        <w:rPr>
          <w:rFonts w:ascii="Times New Roman" w:hAnsi="Times New Roman" w:cs="Times New Roman"/>
          <w:lang w:val="kl-GL"/>
        </w:rPr>
      </w:pPr>
    </w:p>
    <w:p w14:paraId="523A9986" w14:textId="4E57C6BA" w:rsidR="002E3C18" w:rsidRPr="00171408" w:rsidRDefault="002E3C18" w:rsidP="00EA5A94">
      <w:pPr>
        <w:pStyle w:val="Listeafsnit"/>
        <w:numPr>
          <w:ilvl w:val="0"/>
          <w:numId w:val="19"/>
        </w:numPr>
        <w:rPr>
          <w:rFonts w:ascii="Times New Roman" w:hAnsi="Times New Roman" w:cs="Times New Roman"/>
          <w:lang w:val="kl-GL"/>
        </w:rPr>
      </w:pPr>
      <w:r w:rsidRPr="00171408">
        <w:rPr>
          <w:rFonts w:ascii="Times New Roman" w:hAnsi="Times New Roman" w:cs="Times New Roman"/>
          <w:lang w:val="kl-GL"/>
        </w:rPr>
        <w:lastRenderedPageBreak/>
        <w:t>Arbejdsmarkedets Erhvervssikringip aningaasaliisarnermut aaqqissuussineranut tunngatillugu allannguinerup (ukiumoortumik siumoortumik akileeqqusineq), tak. § 1, nr. 2</w:t>
      </w:r>
      <w:r w:rsidR="00F4778E" w:rsidRPr="00171408">
        <w:rPr>
          <w:rFonts w:ascii="Times New Roman" w:hAnsi="Times New Roman" w:cs="Times New Roman"/>
          <w:lang w:val="kl-GL"/>
        </w:rPr>
        <w:t>4</w:t>
      </w:r>
      <w:r w:rsidRPr="00171408">
        <w:rPr>
          <w:rFonts w:ascii="Times New Roman" w:hAnsi="Times New Roman" w:cs="Times New Roman"/>
          <w:lang w:val="kl-GL"/>
        </w:rPr>
        <w:t>-2</w:t>
      </w:r>
      <w:r w:rsidR="00F4778E" w:rsidRPr="00171408">
        <w:rPr>
          <w:rFonts w:ascii="Times New Roman" w:hAnsi="Times New Roman" w:cs="Times New Roman"/>
          <w:lang w:val="kl-GL"/>
        </w:rPr>
        <w:t>6</w:t>
      </w:r>
      <w:r w:rsidRPr="00171408">
        <w:rPr>
          <w:rFonts w:ascii="Times New Roman" w:hAnsi="Times New Roman" w:cs="Times New Roman"/>
          <w:lang w:val="kl-GL"/>
        </w:rPr>
        <w:t>, 2</w:t>
      </w:r>
      <w:r w:rsidR="00F4778E" w:rsidRPr="00171408">
        <w:rPr>
          <w:rFonts w:ascii="Times New Roman" w:hAnsi="Times New Roman" w:cs="Times New Roman"/>
          <w:lang w:val="kl-GL"/>
        </w:rPr>
        <w:t>8</w:t>
      </w:r>
      <w:r w:rsidRPr="00171408">
        <w:rPr>
          <w:rFonts w:ascii="Times New Roman" w:hAnsi="Times New Roman" w:cs="Times New Roman"/>
          <w:lang w:val="kl-GL"/>
        </w:rPr>
        <w:t xml:space="preserve"> aamma </w:t>
      </w:r>
      <w:r w:rsidR="00F4778E" w:rsidRPr="00171408">
        <w:rPr>
          <w:rFonts w:ascii="Times New Roman" w:hAnsi="Times New Roman" w:cs="Times New Roman"/>
          <w:lang w:val="kl-GL"/>
        </w:rPr>
        <w:t>31</w:t>
      </w:r>
      <w:r w:rsidRPr="00171408">
        <w:rPr>
          <w:rFonts w:ascii="Times New Roman" w:hAnsi="Times New Roman" w:cs="Times New Roman"/>
          <w:lang w:val="kl-GL"/>
        </w:rPr>
        <w:t>, kingunerissavaa, Arbejdsmarkedets Erhvervssikringip 202</w:t>
      </w:r>
      <w:r w:rsidR="000C4328" w:rsidRPr="00171408">
        <w:rPr>
          <w:rFonts w:ascii="Times New Roman" w:hAnsi="Times New Roman" w:cs="Times New Roman"/>
          <w:lang w:val="kl-GL"/>
        </w:rPr>
        <w:t>6</w:t>
      </w:r>
      <w:r w:rsidRPr="00171408">
        <w:rPr>
          <w:rFonts w:ascii="Times New Roman" w:hAnsi="Times New Roman" w:cs="Times New Roman"/>
          <w:lang w:val="kl-GL"/>
        </w:rPr>
        <w:t>-mi taarsiissutit akilerallakkat aamma 202</w:t>
      </w:r>
      <w:r w:rsidR="000C4328" w:rsidRPr="00171408">
        <w:rPr>
          <w:rFonts w:ascii="Times New Roman" w:hAnsi="Times New Roman" w:cs="Times New Roman"/>
          <w:lang w:val="kl-GL"/>
        </w:rPr>
        <w:t>5</w:t>
      </w:r>
      <w:r w:rsidRPr="00171408">
        <w:rPr>
          <w:rFonts w:ascii="Times New Roman" w:hAnsi="Times New Roman" w:cs="Times New Roman"/>
          <w:lang w:val="kl-GL"/>
        </w:rPr>
        <w:t>-mi aamma 202</w:t>
      </w:r>
      <w:r w:rsidR="000C4328" w:rsidRPr="00171408">
        <w:rPr>
          <w:rFonts w:ascii="Times New Roman" w:hAnsi="Times New Roman" w:cs="Times New Roman"/>
          <w:lang w:val="kl-GL"/>
        </w:rPr>
        <w:t>6</w:t>
      </w:r>
      <w:r w:rsidRPr="00171408">
        <w:rPr>
          <w:rFonts w:ascii="Times New Roman" w:hAnsi="Times New Roman" w:cs="Times New Roman"/>
          <w:lang w:val="kl-GL"/>
        </w:rPr>
        <w:t>-mi akigititat akileqqussagai. Tamanna ukiuni marlunni aningaasartuutinut aamma akigititanut aningaasanik akileeqqusineq taamaallaat 202</w:t>
      </w:r>
      <w:r w:rsidR="000C4328" w:rsidRPr="00171408">
        <w:rPr>
          <w:rFonts w:ascii="Times New Roman" w:hAnsi="Times New Roman" w:cs="Times New Roman"/>
          <w:lang w:val="kl-GL"/>
        </w:rPr>
        <w:t>6</w:t>
      </w:r>
      <w:r w:rsidRPr="00171408">
        <w:rPr>
          <w:rFonts w:ascii="Times New Roman" w:hAnsi="Times New Roman" w:cs="Times New Roman"/>
          <w:lang w:val="kl-GL"/>
        </w:rPr>
        <w:t>-mi pissaaq. Ukiuni tulluttuni taamaallaat ukiumut ataatsimut aningaasartuutinut aamma akigititanut aningaasanik</w:t>
      </w:r>
      <w:r w:rsidR="000C3A63">
        <w:rPr>
          <w:rFonts w:ascii="Times New Roman" w:hAnsi="Times New Roman" w:cs="Times New Roman"/>
          <w:lang w:val="kl-GL"/>
        </w:rPr>
        <w:t xml:space="preserve"> </w:t>
      </w:r>
      <w:r w:rsidRPr="00171408">
        <w:rPr>
          <w:rFonts w:ascii="Times New Roman" w:hAnsi="Times New Roman" w:cs="Times New Roman"/>
          <w:lang w:val="kl-GL"/>
        </w:rPr>
        <w:t>akileeqqusisoqassaaq.</w:t>
      </w:r>
      <w:r w:rsidR="000C3A63">
        <w:rPr>
          <w:rFonts w:ascii="Times New Roman" w:hAnsi="Times New Roman" w:cs="Times New Roman"/>
          <w:lang w:val="kl-GL"/>
        </w:rPr>
        <w:br/>
      </w:r>
    </w:p>
    <w:p w14:paraId="1AD03591" w14:textId="186FB8CC" w:rsidR="00515200" w:rsidRPr="00E72929" w:rsidRDefault="002E3C18" w:rsidP="00E72929">
      <w:pPr>
        <w:pStyle w:val="Listeafsnit"/>
        <w:numPr>
          <w:ilvl w:val="0"/>
          <w:numId w:val="19"/>
        </w:numPr>
        <w:rPr>
          <w:rFonts w:ascii="Times New Roman" w:hAnsi="Times New Roman" w:cs="Times New Roman"/>
          <w:lang w:val="kl-GL"/>
        </w:rPr>
      </w:pPr>
      <w:r w:rsidRPr="00171408">
        <w:rPr>
          <w:rFonts w:ascii="Times New Roman" w:hAnsi="Times New Roman" w:cs="Times New Roman"/>
          <w:lang w:val="kl-GL"/>
        </w:rPr>
        <w:t>Arbejdsmarkedets Erhvervssikringip inunnut ataatsimoorussamik sillimmasiinikkut isumannaarneqartunut tunngatillugu sulianik ingerlatsinermut akiliinissamut pisussaaffianik erseqqissaaneq, tak. § 1, nr. 2</w:t>
      </w:r>
      <w:r w:rsidR="009F6CE9" w:rsidRPr="00171408">
        <w:rPr>
          <w:rFonts w:ascii="Times New Roman" w:hAnsi="Times New Roman" w:cs="Times New Roman"/>
          <w:lang w:val="kl-GL"/>
        </w:rPr>
        <w:t>9</w:t>
      </w:r>
      <w:r w:rsidRPr="00171408">
        <w:rPr>
          <w:rFonts w:ascii="Times New Roman" w:hAnsi="Times New Roman" w:cs="Times New Roman"/>
          <w:lang w:val="kl-GL"/>
        </w:rPr>
        <w:t xml:space="preserve"> aamma </w:t>
      </w:r>
      <w:r w:rsidR="009F6CE9" w:rsidRPr="00171408">
        <w:rPr>
          <w:rFonts w:ascii="Times New Roman" w:hAnsi="Times New Roman" w:cs="Times New Roman"/>
          <w:lang w:val="kl-GL"/>
        </w:rPr>
        <w:t>30</w:t>
      </w:r>
      <w:r w:rsidRPr="00171408">
        <w:rPr>
          <w:rFonts w:ascii="Times New Roman" w:hAnsi="Times New Roman" w:cs="Times New Roman"/>
          <w:lang w:val="kl-GL"/>
        </w:rPr>
        <w:t>, ataatsimoorussamik sillimmasiineq malillugu ullormi atuutilerfiusumi imaluunniit kingusinnerusukkut suliarineqartunut sulianik aqutsinermut atorneqassaaq.</w:t>
      </w:r>
      <w:r w:rsidR="000C3A63">
        <w:rPr>
          <w:rFonts w:ascii="Times New Roman" w:hAnsi="Times New Roman" w:cs="Times New Roman"/>
          <w:lang w:val="kl-GL"/>
        </w:rPr>
        <w:br/>
      </w:r>
    </w:p>
    <w:p w14:paraId="2D61947E" w14:textId="77777777" w:rsidR="00A45001" w:rsidRPr="00E72929" w:rsidRDefault="00BD1558" w:rsidP="00E72929">
      <w:pPr>
        <w:pStyle w:val="Listeafsnit"/>
        <w:numPr>
          <w:ilvl w:val="0"/>
          <w:numId w:val="19"/>
        </w:numPr>
        <w:rPr>
          <w:rFonts w:ascii="Times New Roman" w:hAnsi="Times New Roman" w:cs="Times New Roman"/>
          <w:lang w:val="kl-GL"/>
        </w:rPr>
      </w:pPr>
      <w:r w:rsidRPr="00E72929">
        <w:rPr>
          <w:rFonts w:ascii="Times New Roman" w:hAnsi="Times New Roman" w:cs="Times New Roman"/>
          <w:lang w:val="kl-GL"/>
        </w:rPr>
        <w:t xml:space="preserve">Ullormiit ullormut aningaasanik niuernermut erniaritinneqartut, Nationalbankimiit naatsorsorneqartut tunngavigalugit ernialersuinerup aalajangersarneqarnera NASDAQ OMX-imut nuunneqassaaq, erniaritinneqartut Tomorrow/Next erniatut taaneqartut, tak. § 1, nr. 29 og 30, ullormi atuutilerfiusumi imaluunniit kingusinnerusukkut aningaasat ernialersorneqarnerinut atorneqassallutik. </w:t>
      </w:r>
    </w:p>
    <w:p w14:paraId="0085A311" w14:textId="28F3F235" w:rsidR="00BD1558" w:rsidRPr="00171408" w:rsidRDefault="00BD1558" w:rsidP="00A45001">
      <w:pPr>
        <w:pStyle w:val="AT-Body"/>
        <w:rPr>
          <w:rFonts w:eastAsiaTheme="minorHAnsi"/>
          <w:lang w:val="kl-GL" w:eastAsia="da-DK"/>
        </w:rPr>
      </w:pPr>
      <w:r w:rsidRPr="00171408">
        <w:rPr>
          <w:rFonts w:eastAsiaTheme="minorHAnsi"/>
          <w:lang w:val="kl-GL" w:eastAsia="da-DK"/>
        </w:rPr>
        <w:t>Imm. 2-mi siunnersuutigineqarpoq, § 1, nr. 2</w:t>
      </w:r>
      <w:r w:rsidR="00A45001" w:rsidRPr="00171408">
        <w:rPr>
          <w:rFonts w:eastAsiaTheme="minorHAnsi"/>
          <w:lang w:val="kl-GL" w:eastAsia="da-DK"/>
        </w:rPr>
        <w:t>3</w:t>
      </w:r>
      <w:r w:rsidRPr="00171408">
        <w:rPr>
          <w:rFonts w:eastAsiaTheme="minorHAnsi"/>
          <w:lang w:val="kl-GL" w:eastAsia="da-DK"/>
        </w:rPr>
        <w:t>-p, 2</w:t>
      </w:r>
      <w:r w:rsidR="00A45001" w:rsidRPr="00171408">
        <w:rPr>
          <w:rFonts w:eastAsiaTheme="minorHAnsi"/>
          <w:lang w:val="kl-GL" w:eastAsia="da-DK"/>
        </w:rPr>
        <w:t>7</w:t>
      </w:r>
      <w:r w:rsidRPr="00171408">
        <w:rPr>
          <w:rFonts w:eastAsiaTheme="minorHAnsi"/>
          <w:lang w:val="kl-GL" w:eastAsia="da-DK"/>
        </w:rPr>
        <w:t>-p, 3</w:t>
      </w:r>
      <w:r w:rsidR="00A45001" w:rsidRPr="00171408">
        <w:rPr>
          <w:rFonts w:eastAsiaTheme="minorHAnsi"/>
          <w:lang w:val="kl-GL" w:eastAsia="da-DK"/>
        </w:rPr>
        <w:t>4</w:t>
      </w:r>
      <w:r w:rsidRPr="00171408">
        <w:rPr>
          <w:rFonts w:eastAsiaTheme="minorHAnsi"/>
          <w:lang w:val="kl-GL" w:eastAsia="da-DK"/>
        </w:rPr>
        <w:t>-p aamma 3</w:t>
      </w:r>
      <w:r w:rsidR="0021137D" w:rsidRPr="00171408">
        <w:rPr>
          <w:rFonts w:eastAsiaTheme="minorHAnsi"/>
          <w:lang w:val="kl-GL" w:eastAsia="da-DK"/>
        </w:rPr>
        <w:t>5</w:t>
      </w:r>
      <w:r w:rsidRPr="00171408">
        <w:rPr>
          <w:rFonts w:eastAsiaTheme="minorHAnsi"/>
          <w:lang w:val="kl-GL" w:eastAsia="da-DK"/>
        </w:rPr>
        <w:t>-p piffissaq atuutilerfissaat suliassaqartitsinermut ministerip aalajangersassa</w:t>
      </w:r>
      <w:r w:rsidR="0021137D" w:rsidRPr="00171408">
        <w:rPr>
          <w:rFonts w:eastAsiaTheme="minorHAnsi"/>
          <w:lang w:val="kl-GL" w:eastAsia="da-DK"/>
        </w:rPr>
        <w:t>g</w:t>
      </w:r>
      <w:r w:rsidRPr="00171408">
        <w:rPr>
          <w:rFonts w:eastAsiaTheme="minorHAnsi"/>
          <w:lang w:val="kl-GL" w:eastAsia="da-DK"/>
        </w:rPr>
        <w:t>aa.</w:t>
      </w:r>
    </w:p>
    <w:p w14:paraId="21CD85F0" w14:textId="14E7C8A7" w:rsidR="00BD1558" w:rsidRPr="00390AB5" w:rsidRDefault="00BD1558" w:rsidP="00390AB5">
      <w:pPr>
        <w:pStyle w:val="AT-Body"/>
        <w:spacing w:line="276" w:lineRule="auto"/>
        <w:rPr>
          <w:rFonts w:eastAsiaTheme="minorHAnsi"/>
          <w:lang w:val="kl-GL" w:eastAsia="da-DK"/>
        </w:rPr>
      </w:pPr>
      <w:r w:rsidRPr="00390AB5">
        <w:rPr>
          <w:rFonts w:eastAsiaTheme="minorHAnsi"/>
          <w:lang w:val="kl-GL" w:eastAsia="da-DK"/>
        </w:rPr>
        <w:t>Kalaallit Nunaanni sulinermi ajoqusernermut isumannaarineq pillugu inatsimmi allannguutinik atuutilersitsinissamut apeqqutaaavoq, tak. § 1, nr. 2</w:t>
      </w:r>
      <w:r w:rsidR="00844B4D" w:rsidRPr="00390AB5">
        <w:rPr>
          <w:rFonts w:eastAsiaTheme="minorHAnsi"/>
          <w:lang w:val="kl-GL" w:eastAsia="da-DK"/>
        </w:rPr>
        <w:t>3</w:t>
      </w:r>
      <w:r w:rsidRPr="00390AB5">
        <w:rPr>
          <w:rFonts w:eastAsiaTheme="minorHAnsi"/>
          <w:lang w:val="kl-GL" w:eastAsia="da-DK"/>
        </w:rPr>
        <w:t xml:space="preserve"> aamma 2</w:t>
      </w:r>
      <w:r w:rsidR="00844B4D" w:rsidRPr="00390AB5">
        <w:rPr>
          <w:rFonts w:eastAsiaTheme="minorHAnsi"/>
          <w:lang w:val="kl-GL" w:eastAsia="da-DK"/>
        </w:rPr>
        <w:t>7</w:t>
      </w:r>
      <w:r w:rsidRPr="00390AB5">
        <w:rPr>
          <w:rFonts w:eastAsiaTheme="minorHAnsi"/>
          <w:lang w:val="kl-GL" w:eastAsia="da-DK"/>
        </w:rPr>
        <w:t>, Inuussutissarsiornermut ministereqarfiup (Finanstilsynip) ajoqusernermut sillimmasiisarfinnut garantifondi pillugu inatsisip Kalaallit Nunaannut atuutilersinneqarnissaanut peqqussutip atuutilersinneqarnissaa, ajoqusernermut sillimmasiisarfinnut il.il. garantifondini pillugu inatsimmi nr. 1163, 8. juni 2021-meersumi § 2-p malitsigisaanik allannguutit ilanngullugit. Ajoqusernermut sillimmasiisarfinnut garantifondi pillugu inatsimmi allannguutit Danmarkimut atuutilerput ulloq 1. juli 2021 aamma peqqussutip atuutilersinneqarneratigut Kalaallit Nunaannut atuutissallutik. Matumuuna Kalaallit Nunaanni sillimmasiisarfiup Kalaallit Nunaanni sulinermi ajutoornermut sillimmasiinermik ingerlatsinissamut akuersissutaa utertinneqarsimappat, ajoqusernermut sillimmasiisarfinnut garantifondip sulinermi ajutoornermut sillimmasiinernik tigusinissaa tunngavissinneqarpoq.</w:t>
      </w:r>
    </w:p>
    <w:p w14:paraId="497FD09E" w14:textId="20A6B532" w:rsidR="00515200" w:rsidRPr="00171408" w:rsidRDefault="00BD1558">
      <w:pPr>
        <w:rPr>
          <w:rFonts w:ascii="Times New Roman" w:hAnsi="Times New Roman"/>
          <w:lang w:val="kl-GL"/>
        </w:rPr>
      </w:pPr>
      <w:r w:rsidRPr="00171408">
        <w:rPr>
          <w:rFonts w:ascii="Times New Roman" w:eastAsia="Times New Roman" w:hAnsi="Times New Roman" w:cs="Times New Roman"/>
          <w:lang w:val="kl-GL" w:eastAsia="da-DK"/>
        </w:rPr>
        <w:t>Kalaallit Nunaanni sulinermi ajoqusernermut isumannaarineq pillugu inatsimmi allannguutinik atuutilersitsinermut piumasaqaataavoq, tak. § 1, nr. 3</w:t>
      </w:r>
      <w:r w:rsidR="0024623B" w:rsidRPr="00171408">
        <w:rPr>
          <w:rFonts w:ascii="Times New Roman" w:eastAsia="Times New Roman" w:hAnsi="Times New Roman" w:cs="Times New Roman"/>
          <w:lang w:val="kl-GL" w:eastAsia="da-DK"/>
        </w:rPr>
        <w:t>4</w:t>
      </w:r>
      <w:r w:rsidRPr="00171408">
        <w:rPr>
          <w:rFonts w:ascii="Times New Roman" w:eastAsia="Times New Roman" w:hAnsi="Times New Roman" w:cs="Times New Roman"/>
          <w:lang w:val="kl-GL" w:eastAsia="da-DK"/>
        </w:rPr>
        <w:t xml:space="preserve"> aamma 3</w:t>
      </w:r>
      <w:r w:rsidR="0024623B" w:rsidRPr="00171408">
        <w:rPr>
          <w:rFonts w:ascii="Times New Roman" w:eastAsia="Times New Roman" w:hAnsi="Times New Roman" w:cs="Times New Roman"/>
          <w:lang w:val="kl-GL" w:eastAsia="da-DK"/>
        </w:rPr>
        <w:t>5</w:t>
      </w:r>
      <w:r w:rsidRPr="00171408">
        <w:rPr>
          <w:rFonts w:ascii="Times New Roman" w:eastAsia="Times New Roman" w:hAnsi="Times New Roman" w:cs="Times New Roman"/>
          <w:lang w:val="kl-GL" w:eastAsia="da-DK"/>
        </w:rPr>
        <w:t>, taarsiissuteqarnissamut akisussaaneq pillugu inatsisip Kalaallit Nunaannut atuutilersinneqarnissaanut peqqussutip atuutilersinneqarnissaa, taarsiissuteqarnissamut akisussaaneq pillugu inatsimmi allannguutit ilanngullugit, sulinermi ajoqusernermut isumannaarineq pillugu inatsisip allanngortinneqarnissaanut inatsisip, Arbejdsmarkedets Erhvervssikringi imminut pigisoq pillugu inatsisip aamma taarsiissuteqarnissamut akisussaaneq pillugu inatsisip nr. 2200, 29. december 2020-meersup malitsigisaannik. Matumuuna tunngavik pilersinneqassaaq, taarsiissuteqarnissamut akisussaaneq pillugu inatsisip Kalaallit Nunaannut atuutilersinneqarneranut peqqussummi § 17, imm. 1, oqaaseqatigiit siullliat Kalaallit Nunaanni sulinermi ajoqusernermut isumannaarineq pillugu inatsit malillugu ikiorsiissutinut atuutinnginneranut, tunisassianut akisussaaneq pillugu inatsit malillugu taarsiissuteqarnissamut akisussaaffeqarpat, taamaalillunilu § 1, nr. 3</w:t>
      </w:r>
      <w:r w:rsidR="004526DD" w:rsidRPr="00171408">
        <w:rPr>
          <w:rFonts w:ascii="Times New Roman" w:eastAsia="Times New Roman" w:hAnsi="Times New Roman" w:cs="Times New Roman"/>
          <w:lang w:val="kl-GL" w:eastAsia="da-DK"/>
        </w:rPr>
        <w:t>4</w:t>
      </w:r>
      <w:r w:rsidRPr="00171408">
        <w:rPr>
          <w:rFonts w:ascii="Times New Roman" w:eastAsia="Times New Roman" w:hAnsi="Times New Roman" w:cs="Times New Roman"/>
          <w:lang w:val="kl-GL" w:eastAsia="da-DK"/>
        </w:rPr>
        <w:t>-mi aamma 3</w:t>
      </w:r>
      <w:r w:rsidR="004526DD" w:rsidRPr="00171408">
        <w:rPr>
          <w:rFonts w:ascii="Times New Roman" w:eastAsia="Times New Roman" w:hAnsi="Times New Roman" w:cs="Times New Roman"/>
          <w:lang w:val="kl-GL" w:eastAsia="da-DK"/>
        </w:rPr>
        <w:t>5</w:t>
      </w:r>
      <w:r w:rsidRPr="00171408">
        <w:rPr>
          <w:rFonts w:ascii="Times New Roman" w:eastAsia="Times New Roman" w:hAnsi="Times New Roman" w:cs="Times New Roman"/>
          <w:lang w:val="kl-GL" w:eastAsia="da-DK"/>
        </w:rPr>
        <w:t xml:space="preserve">-mi allannguutissatut </w:t>
      </w:r>
      <w:r w:rsidRPr="00171408">
        <w:rPr>
          <w:rFonts w:ascii="Times New Roman" w:eastAsia="Times New Roman" w:hAnsi="Times New Roman" w:cs="Times New Roman"/>
          <w:lang w:val="kl-GL" w:eastAsia="da-DK"/>
        </w:rPr>
        <w:lastRenderedPageBreak/>
        <w:t>siunnersuutigineqartunut naapertuuttumik pilersitsisoqarluni. Tamatuma kingorna § 1, nr. 3</w:t>
      </w:r>
      <w:r w:rsidR="004526DD" w:rsidRPr="00171408">
        <w:rPr>
          <w:rFonts w:ascii="Times New Roman" w:eastAsia="Times New Roman" w:hAnsi="Times New Roman" w:cs="Times New Roman"/>
          <w:lang w:val="kl-GL" w:eastAsia="da-DK"/>
        </w:rPr>
        <w:t>4</w:t>
      </w:r>
      <w:r w:rsidRPr="00171408">
        <w:rPr>
          <w:rFonts w:ascii="Times New Roman" w:eastAsia="Times New Roman" w:hAnsi="Times New Roman" w:cs="Times New Roman"/>
          <w:lang w:val="kl-GL" w:eastAsia="da-DK"/>
        </w:rPr>
        <w:t xml:space="preserve"> aamma 3</w:t>
      </w:r>
      <w:r w:rsidR="004526DD" w:rsidRPr="00171408">
        <w:rPr>
          <w:rFonts w:ascii="Times New Roman" w:eastAsia="Times New Roman" w:hAnsi="Times New Roman" w:cs="Times New Roman"/>
          <w:lang w:val="kl-GL" w:eastAsia="da-DK"/>
        </w:rPr>
        <w:t>5</w:t>
      </w:r>
      <w:r w:rsidRPr="00171408">
        <w:rPr>
          <w:rFonts w:ascii="Times New Roman" w:eastAsia="Times New Roman" w:hAnsi="Times New Roman" w:cs="Times New Roman"/>
          <w:lang w:val="kl-GL" w:eastAsia="da-DK"/>
        </w:rPr>
        <w:t xml:space="preserve"> suliani tunisassiortumut, akunnermiliuttutut niuertumut imaluunniit taakkua sillimmasiisarfiannut akiliisitsinisssamut piumasaqarfiusinnaasuni atuutissapput, ullormi imaluunniit kingusinnerusukkut atuutilerfiusumi. Allannguutit taarsiissuteqarnissamut akisussaaneq pillugu inatsisip allanngortinneqarnerata atuutilersinneqarsinnaanngornera peqatigalugu atuutilissapput.</w:t>
      </w:r>
    </w:p>
    <w:p w14:paraId="4773100B" w14:textId="77777777" w:rsidR="00515200" w:rsidRPr="00171408" w:rsidRDefault="00515200">
      <w:pPr>
        <w:rPr>
          <w:rFonts w:cs="Times New Roman"/>
          <w:lang w:val="kl-GL"/>
        </w:rPr>
      </w:pPr>
    </w:p>
    <w:p w14:paraId="243B5D40" w14:textId="77777777" w:rsidR="00515200" w:rsidRPr="00171408" w:rsidRDefault="00CE02F1">
      <w:pPr>
        <w:jc w:val="center"/>
        <w:rPr>
          <w:rFonts w:ascii="Times New Roman" w:hAnsi="Times New Roman"/>
          <w:lang w:val="kl-GL"/>
        </w:rPr>
      </w:pPr>
      <w:r w:rsidRPr="00171408">
        <w:rPr>
          <w:rFonts w:ascii="Times New Roman" w:hAnsi="Times New Roman" w:cs="Times New Roman"/>
          <w:i/>
          <w:lang w:val="kl-GL"/>
        </w:rPr>
        <w:t>§ 3-mut</w:t>
      </w:r>
    </w:p>
    <w:p w14:paraId="14751F45" w14:textId="7D12E990" w:rsidR="00515200" w:rsidRPr="00171408" w:rsidRDefault="000E226C">
      <w:pPr>
        <w:rPr>
          <w:rFonts w:ascii="Times New Roman" w:hAnsi="Times New Roman"/>
          <w:lang w:val="kl-GL"/>
        </w:rPr>
      </w:pPr>
      <w:r w:rsidRPr="00171408">
        <w:rPr>
          <w:rFonts w:ascii="Times New Roman" w:hAnsi="Times New Roman" w:cs="Times New Roman"/>
          <w:i/>
          <w:lang w:val="kl-GL"/>
        </w:rPr>
        <w:t>Imm. 1-</w:t>
      </w:r>
      <w:r w:rsidRPr="00171408">
        <w:rPr>
          <w:rFonts w:ascii="Times New Roman" w:hAnsi="Times New Roman" w:cs="Times New Roman"/>
          <w:iCs/>
          <w:lang w:val="kl-GL"/>
        </w:rPr>
        <w:t>imi siunnersuutigineqarpoq, § 1, nr. 1-imi siunnersuut, ajutoornerit pillugit sulianut, ulloq 1. januar 2025 sioqqullugu aallartinneqarsimasunut</w:t>
      </w:r>
      <w:r w:rsidR="00C95E4A" w:rsidRPr="00171408">
        <w:rPr>
          <w:rFonts w:ascii="Times New Roman" w:hAnsi="Times New Roman" w:cs="Times New Roman"/>
          <w:iCs/>
          <w:lang w:val="kl-GL"/>
        </w:rPr>
        <w:t>,</w:t>
      </w:r>
      <w:r w:rsidRPr="00171408">
        <w:rPr>
          <w:rFonts w:ascii="Times New Roman" w:hAnsi="Times New Roman" w:cs="Times New Roman"/>
          <w:iCs/>
          <w:lang w:val="kl-GL"/>
        </w:rPr>
        <w:t xml:space="preserve"> atuutissanngitsoq. Sulianut taakkununnga malittarisassat maannamut atuuttut atuutissapput.</w:t>
      </w:r>
    </w:p>
    <w:p w14:paraId="6C3D4453" w14:textId="78645D39" w:rsidR="00515200" w:rsidRPr="00171408" w:rsidRDefault="009B2AC6">
      <w:pPr>
        <w:rPr>
          <w:rFonts w:ascii="Times New Roman" w:hAnsi="Times New Roman"/>
          <w:lang w:val="kl-GL"/>
        </w:rPr>
      </w:pPr>
      <w:r w:rsidRPr="00171408">
        <w:rPr>
          <w:rFonts w:ascii="Times New Roman" w:hAnsi="Times New Roman" w:cs="Times New Roman"/>
          <w:lang w:val="kl-GL"/>
        </w:rPr>
        <w:t>Siunnersuutip kingunerissavaa, ajutoornerit akuersaarneqarnissaat pillugit suliat ingerlasut, ulloq 1. januar 202</w:t>
      </w:r>
      <w:r w:rsidR="00C95E4A" w:rsidRPr="00171408">
        <w:rPr>
          <w:rFonts w:ascii="Times New Roman" w:hAnsi="Times New Roman" w:cs="Times New Roman"/>
          <w:lang w:val="kl-GL"/>
        </w:rPr>
        <w:t>6</w:t>
      </w:r>
      <w:r w:rsidRPr="00171408">
        <w:rPr>
          <w:rFonts w:ascii="Times New Roman" w:hAnsi="Times New Roman" w:cs="Times New Roman"/>
          <w:lang w:val="kl-GL"/>
        </w:rPr>
        <w:t xml:space="preserve"> sioqqullugu aallartinneqarsimasut, malittarisassat 1. januar 202</w:t>
      </w:r>
      <w:r w:rsidR="00C95E4A" w:rsidRPr="00171408">
        <w:rPr>
          <w:rFonts w:ascii="Times New Roman" w:hAnsi="Times New Roman" w:cs="Times New Roman"/>
          <w:lang w:val="kl-GL"/>
        </w:rPr>
        <w:t>6</w:t>
      </w:r>
      <w:r w:rsidRPr="00171408">
        <w:rPr>
          <w:rFonts w:ascii="Times New Roman" w:hAnsi="Times New Roman" w:cs="Times New Roman"/>
          <w:lang w:val="kl-GL"/>
        </w:rPr>
        <w:t xml:space="preserve"> tungaanut atuuttut tunngavigalugit nalilersorneqassasut.</w:t>
      </w:r>
    </w:p>
    <w:p w14:paraId="05730F14" w14:textId="402522CA" w:rsidR="00515200" w:rsidRPr="00171408" w:rsidRDefault="00CE02F1">
      <w:pPr>
        <w:pStyle w:val="stk2"/>
        <w:spacing w:line="276" w:lineRule="auto"/>
        <w:ind w:firstLine="0"/>
        <w:rPr>
          <w:rFonts w:ascii="Times New Roman" w:hAnsi="Times New Roman"/>
          <w:lang w:val="kl-GL"/>
        </w:rPr>
      </w:pPr>
      <w:r w:rsidRPr="00171408">
        <w:rPr>
          <w:rFonts w:ascii="Times New Roman" w:hAnsi="Times New Roman" w:cs="Times New Roman"/>
          <w:i/>
          <w:sz w:val="22"/>
          <w:szCs w:val="22"/>
          <w:lang w:val="kl-GL"/>
        </w:rPr>
        <w:t>Imm. 2</w:t>
      </w:r>
      <w:r w:rsidRPr="00171408">
        <w:rPr>
          <w:rFonts w:ascii="Times New Roman" w:hAnsi="Times New Roman" w:cs="Times New Roman"/>
          <w:sz w:val="22"/>
          <w:szCs w:val="22"/>
          <w:lang w:val="kl-GL"/>
        </w:rPr>
        <w:t>-</w:t>
      </w:r>
      <w:r w:rsidR="009B2AC6" w:rsidRPr="00171408">
        <w:rPr>
          <w:rFonts w:ascii="Times New Roman" w:hAnsi="Times New Roman" w:cs="Times New Roman"/>
          <w:sz w:val="22"/>
          <w:szCs w:val="22"/>
          <w:lang w:val="kl-GL"/>
        </w:rPr>
        <w:t xml:space="preserve">mi siunnersuutigineqarpoq, § 1, nr. 3-mi, </w:t>
      </w:r>
      <w:r w:rsidR="008A51DC" w:rsidRPr="00171408">
        <w:rPr>
          <w:rFonts w:ascii="Times New Roman" w:hAnsi="Times New Roman" w:cs="Times New Roman"/>
          <w:sz w:val="22"/>
          <w:szCs w:val="22"/>
          <w:lang w:val="kl-GL"/>
        </w:rPr>
        <w:t>5</w:t>
      </w:r>
      <w:r w:rsidR="009B2AC6" w:rsidRPr="00171408">
        <w:rPr>
          <w:rFonts w:ascii="Times New Roman" w:hAnsi="Times New Roman" w:cs="Times New Roman"/>
          <w:sz w:val="22"/>
          <w:szCs w:val="22"/>
          <w:lang w:val="kl-GL"/>
        </w:rPr>
        <w:t>-</w:t>
      </w:r>
      <w:r w:rsidR="008A51DC" w:rsidRPr="00171408">
        <w:rPr>
          <w:rFonts w:ascii="Times New Roman" w:hAnsi="Times New Roman" w:cs="Times New Roman"/>
          <w:sz w:val="22"/>
          <w:szCs w:val="22"/>
          <w:lang w:val="kl-GL"/>
        </w:rPr>
        <w:t>i</w:t>
      </w:r>
      <w:r w:rsidR="009B2AC6" w:rsidRPr="00171408">
        <w:rPr>
          <w:rFonts w:ascii="Times New Roman" w:hAnsi="Times New Roman" w:cs="Times New Roman"/>
          <w:sz w:val="22"/>
          <w:szCs w:val="22"/>
          <w:lang w:val="kl-GL"/>
        </w:rPr>
        <w:t xml:space="preserve">mi, </w:t>
      </w:r>
      <w:r w:rsidR="008A51DC" w:rsidRPr="00171408">
        <w:rPr>
          <w:rFonts w:ascii="Times New Roman" w:hAnsi="Times New Roman" w:cs="Times New Roman"/>
          <w:sz w:val="22"/>
          <w:szCs w:val="22"/>
          <w:lang w:val="kl-GL"/>
        </w:rPr>
        <w:t>7</w:t>
      </w:r>
      <w:r w:rsidR="009B2AC6" w:rsidRPr="00171408">
        <w:rPr>
          <w:rFonts w:ascii="Times New Roman" w:hAnsi="Times New Roman" w:cs="Times New Roman"/>
          <w:sz w:val="22"/>
          <w:szCs w:val="22"/>
          <w:lang w:val="kl-GL"/>
        </w:rPr>
        <w:t>-imi</w:t>
      </w:r>
      <w:r w:rsidR="008A51DC" w:rsidRPr="00171408">
        <w:rPr>
          <w:rFonts w:ascii="Times New Roman" w:hAnsi="Times New Roman" w:cs="Times New Roman"/>
          <w:sz w:val="22"/>
          <w:szCs w:val="22"/>
          <w:lang w:val="kl-GL"/>
        </w:rPr>
        <w:t>, 9-mi</w:t>
      </w:r>
      <w:r w:rsidR="009B2AC6" w:rsidRPr="00171408">
        <w:rPr>
          <w:rFonts w:ascii="Times New Roman" w:hAnsi="Times New Roman" w:cs="Times New Roman"/>
          <w:sz w:val="22"/>
          <w:szCs w:val="22"/>
          <w:lang w:val="kl-GL"/>
        </w:rPr>
        <w:t xml:space="preserve"> aamma 1</w:t>
      </w:r>
      <w:r w:rsidR="008A51DC" w:rsidRPr="00171408">
        <w:rPr>
          <w:rFonts w:ascii="Times New Roman" w:hAnsi="Times New Roman" w:cs="Times New Roman"/>
          <w:sz w:val="22"/>
          <w:szCs w:val="22"/>
          <w:lang w:val="kl-GL"/>
        </w:rPr>
        <w:t>9</w:t>
      </w:r>
      <w:r w:rsidR="009B2AC6" w:rsidRPr="00171408">
        <w:rPr>
          <w:rFonts w:ascii="Times New Roman" w:hAnsi="Times New Roman" w:cs="Times New Roman"/>
          <w:sz w:val="22"/>
          <w:szCs w:val="22"/>
          <w:lang w:val="kl-GL"/>
        </w:rPr>
        <w:t>-imi siunnersuut, ajutoornerit pillugit sulianut, ulloq 1. januar 202</w:t>
      </w:r>
      <w:r w:rsidR="008A51DC" w:rsidRPr="00171408">
        <w:rPr>
          <w:rFonts w:ascii="Times New Roman" w:hAnsi="Times New Roman" w:cs="Times New Roman"/>
          <w:sz w:val="22"/>
          <w:szCs w:val="22"/>
          <w:lang w:val="kl-GL"/>
        </w:rPr>
        <w:t>6</w:t>
      </w:r>
      <w:r w:rsidR="009B2AC6" w:rsidRPr="00171408">
        <w:rPr>
          <w:rFonts w:ascii="Times New Roman" w:hAnsi="Times New Roman" w:cs="Times New Roman"/>
          <w:sz w:val="22"/>
          <w:szCs w:val="22"/>
          <w:lang w:val="kl-GL"/>
        </w:rPr>
        <w:t xml:space="preserve"> sioqqullugu aallartinneqarsimasunut, aamma inuussutissarsiornermi nappaatit pillugit sulianut, ulloq 1. januar 202</w:t>
      </w:r>
      <w:r w:rsidR="008A51DC" w:rsidRPr="00171408">
        <w:rPr>
          <w:rFonts w:ascii="Times New Roman" w:hAnsi="Times New Roman" w:cs="Times New Roman"/>
          <w:sz w:val="22"/>
          <w:szCs w:val="22"/>
          <w:lang w:val="kl-GL"/>
        </w:rPr>
        <w:t>6</w:t>
      </w:r>
      <w:r w:rsidR="009B2AC6" w:rsidRPr="00171408">
        <w:rPr>
          <w:rFonts w:ascii="Times New Roman" w:hAnsi="Times New Roman" w:cs="Times New Roman"/>
          <w:sz w:val="22"/>
          <w:szCs w:val="22"/>
          <w:lang w:val="kl-GL"/>
        </w:rPr>
        <w:t xml:space="preserve"> sioqqullugu nalunaarutigineqarsimasunut atuutissanngitsut. Sulianut taakkununnga malittarisassat 1. januar 202</w:t>
      </w:r>
      <w:r w:rsidR="00F9068E" w:rsidRPr="00171408">
        <w:rPr>
          <w:rFonts w:ascii="Times New Roman" w:hAnsi="Times New Roman" w:cs="Times New Roman"/>
          <w:sz w:val="22"/>
          <w:szCs w:val="22"/>
          <w:lang w:val="kl-GL"/>
        </w:rPr>
        <w:t>6</w:t>
      </w:r>
      <w:r w:rsidR="009B2AC6" w:rsidRPr="00171408">
        <w:rPr>
          <w:rFonts w:ascii="Times New Roman" w:hAnsi="Times New Roman" w:cs="Times New Roman"/>
          <w:sz w:val="22"/>
          <w:szCs w:val="22"/>
          <w:lang w:val="kl-GL"/>
        </w:rPr>
        <w:t xml:space="preserve"> tungaanut atuuttut atuutissapput.</w:t>
      </w:r>
    </w:p>
    <w:p w14:paraId="2A162D89" w14:textId="77777777" w:rsidR="00515200" w:rsidRPr="00171408" w:rsidRDefault="00515200">
      <w:pPr>
        <w:pStyle w:val="stk2"/>
        <w:spacing w:line="276" w:lineRule="auto"/>
        <w:ind w:firstLine="0"/>
        <w:rPr>
          <w:rFonts w:ascii="Times New Roman" w:hAnsi="Times New Roman" w:cs="Times New Roman"/>
          <w:sz w:val="22"/>
          <w:szCs w:val="22"/>
          <w:lang w:val="kl-GL"/>
        </w:rPr>
      </w:pPr>
    </w:p>
    <w:p w14:paraId="2FDDAE3F" w14:textId="410588C8" w:rsidR="00515200" w:rsidRPr="00171408" w:rsidRDefault="006957CC">
      <w:pPr>
        <w:rPr>
          <w:rFonts w:ascii="Times New Roman" w:hAnsi="Times New Roman"/>
          <w:lang w:val="kl-GL"/>
        </w:rPr>
      </w:pPr>
      <w:r w:rsidRPr="00171408">
        <w:rPr>
          <w:rFonts w:ascii="Times New Roman" w:hAnsi="Times New Roman" w:cs="Times New Roman"/>
          <w:lang w:val="kl-GL"/>
        </w:rPr>
        <w:t xml:space="preserve">Siunnersuummi </w:t>
      </w:r>
      <w:r w:rsidR="009B2AC6" w:rsidRPr="00171408">
        <w:rPr>
          <w:rFonts w:ascii="Times New Roman" w:hAnsi="Times New Roman" w:cs="Times New Roman"/>
          <w:lang w:val="kl-GL"/>
        </w:rPr>
        <w:t xml:space="preserve">§ 1, nr. 3-mi </w:t>
      </w:r>
      <w:r w:rsidR="00721F0C" w:rsidRPr="00171408">
        <w:rPr>
          <w:rFonts w:ascii="Times New Roman" w:hAnsi="Times New Roman" w:cs="Times New Roman"/>
          <w:lang w:val="kl-GL"/>
        </w:rPr>
        <w:t xml:space="preserve">aamma 19-imi, </w:t>
      </w:r>
      <w:r w:rsidR="009B2AC6" w:rsidRPr="00171408">
        <w:rPr>
          <w:rFonts w:ascii="Times New Roman" w:hAnsi="Times New Roman" w:cs="Times New Roman"/>
          <w:lang w:val="kl-GL"/>
        </w:rPr>
        <w:t>Kalaallit Nunaanni sulinermi ajoqusernermut isumannaarineq pillugu inatsimmi § 15</w:t>
      </w:r>
      <w:r w:rsidR="00721F0C" w:rsidRPr="00171408">
        <w:rPr>
          <w:rFonts w:ascii="Times New Roman" w:hAnsi="Times New Roman" w:cs="Times New Roman"/>
          <w:lang w:val="kl-GL"/>
        </w:rPr>
        <w:t xml:space="preserve">, imm. </w:t>
      </w:r>
      <w:r w:rsidR="00BF258F" w:rsidRPr="00171408">
        <w:rPr>
          <w:rFonts w:ascii="Times New Roman" w:hAnsi="Times New Roman" w:cs="Times New Roman"/>
          <w:lang w:val="kl-GL"/>
        </w:rPr>
        <w:t>1-i</w:t>
      </w:r>
      <w:r w:rsidR="00AE4C8D" w:rsidRPr="00171408">
        <w:rPr>
          <w:rFonts w:ascii="Times New Roman" w:hAnsi="Times New Roman" w:cs="Times New Roman"/>
          <w:lang w:val="kl-GL"/>
        </w:rPr>
        <w:t>p</w:t>
      </w:r>
      <w:r w:rsidR="00BF258F" w:rsidRPr="00171408">
        <w:rPr>
          <w:rFonts w:ascii="Times New Roman" w:hAnsi="Times New Roman" w:cs="Times New Roman"/>
          <w:lang w:val="kl-GL"/>
        </w:rPr>
        <w:t xml:space="preserve"> aamma 2-</w:t>
      </w:r>
      <w:r w:rsidR="00AE4C8D" w:rsidRPr="00171408">
        <w:rPr>
          <w:rFonts w:ascii="Times New Roman" w:hAnsi="Times New Roman" w:cs="Times New Roman"/>
          <w:lang w:val="kl-GL"/>
        </w:rPr>
        <w:t>p</w:t>
      </w:r>
      <w:r w:rsidR="00BF258F" w:rsidRPr="00171408">
        <w:rPr>
          <w:rFonts w:ascii="Times New Roman" w:hAnsi="Times New Roman" w:cs="Times New Roman"/>
          <w:lang w:val="kl-GL"/>
        </w:rPr>
        <w:t>, aamma § 44-</w:t>
      </w:r>
      <w:r w:rsidR="00AE4C8D" w:rsidRPr="00171408">
        <w:rPr>
          <w:rFonts w:ascii="Times New Roman" w:hAnsi="Times New Roman" w:cs="Times New Roman"/>
          <w:lang w:val="kl-GL"/>
        </w:rPr>
        <w:t>p</w:t>
      </w:r>
      <w:r w:rsidR="00A15408" w:rsidRPr="00171408">
        <w:rPr>
          <w:rFonts w:ascii="Times New Roman" w:hAnsi="Times New Roman" w:cs="Times New Roman"/>
          <w:lang w:val="kl-GL"/>
        </w:rPr>
        <w:t xml:space="preserve">, </w:t>
      </w:r>
      <w:r w:rsidR="00AE4C8D" w:rsidRPr="00171408">
        <w:rPr>
          <w:rFonts w:ascii="Times New Roman" w:hAnsi="Times New Roman" w:cs="Times New Roman"/>
          <w:lang w:val="kl-GL"/>
        </w:rPr>
        <w:t xml:space="preserve">piffissarititat inatsisitigut aalajangerneqartut </w:t>
      </w:r>
      <w:r w:rsidR="00BF258F" w:rsidRPr="00171408">
        <w:rPr>
          <w:rFonts w:ascii="Times New Roman" w:hAnsi="Times New Roman" w:cs="Times New Roman"/>
          <w:lang w:val="kl-GL"/>
        </w:rPr>
        <w:t>atorunnaarsinissai</w:t>
      </w:r>
      <w:r w:rsidR="009B2AC6" w:rsidRPr="00171408">
        <w:rPr>
          <w:rFonts w:ascii="Times New Roman" w:hAnsi="Times New Roman" w:cs="Times New Roman"/>
          <w:lang w:val="kl-GL"/>
        </w:rPr>
        <w:t>, taamaalilluni</w:t>
      </w:r>
      <w:r w:rsidR="00AE4C8D" w:rsidRPr="00171408">
        <w:rPr>
          <w:rFonts w:ascii="Times New Roman" w:hAnsi="Times New Roman" w:cs="Times New Roman"/>
          <w:lang w:val="kl-GL"/>
        </w:rPr>
        <w:t>lu</w:t>
      </w:r>
      <w:r w:rsidR="003F4716" w:rsidRPr="00171408">
        <w:rPr>
          <w:rFonts w:ascii="Times New Roman" w:hAnsi="Times New Roman" w:cs="Times New Roman"/>
          <w:lang w:val="kl-GL"/>
        </w:rPr>
        <w:t xml:space="preserve"> kingunerisaanik ataatsimoorussamik aalajangiinissamut piumasaqaat atorunnaarsillugu</w:t>
      </w:r>
      <w:r w:rsidR="009B2AC6" w:rsidRPr="00171408">
        <w:rPr>
          <w:rFonts w:ascii="Times New Roman" w:hAnsi="Times New Roman" w:cs="Times New Roman"/>
          <w:lang w:val="kl-GL"/>
        </w:rPr>
        <w:t>, ajutoornerit pillugit sulianut, ulloq 1. januar 202</w:t>
      </w:r>
      <w:r w:rsidR="003F4716" w:rsidRPr="00171408">
        <w:rPr>
          <w:rFonts w:ascii="Times New Roman" w:hAnsi="Times New Roman" w:cs="Times New Roman"/>
          <w:lang w:val="kl-GL"/>
        </w:rPr>
        <w:t>6</w:t>
      </w:r>
      <w:r w:rsidR="009B2AC6" w:rsidRPr="00171408">
        <w:rPr>
          <w:rFonts w:ascii="Times New Roman" w:hAnsi="Times New Roman" w:cs="Times New Roman"/>
          <w:lang w:val="kl-GL"/>
        </w:rPr>
        <w:t xml:space="preserve"> imaluunniit kingusinnerusukkut </w:t>
      </w:r>
      <w:r w:rsidR="00FE326C" w:rsidRPr="00171408">
        <w:rPr>
          <w:rFonts w:ascii="Times New Roman" w:hAnsi="Times New Roman" w:cs="Times New Roman"/>
          <w:lang w:val="kl-GL"/>
        </w:rPr>
        <w:t>suliarineqalertunut</w:t>
      </w:r>
      <w:r w:rsidR="009B2AC6" w:rsidRPr="00171408">
        <w:rPr>
          <w:rFonts w:ascii="Times New Roman" w:hAnsi="Times New Roman" w:cs="Times New Roman"/>
          <w:lang w:val="kl-GL"/>
        </w:rPr>
        <w:t xml:space="preserve"> aamma inuussutissarsiornermi nappaatit pillugit sulianut, ulloq 1. januar 202</w:t>
      </w:r>
      <w:r w:rsidR="00FE326C" w:rsidRPr="00171408">
        <w:rPr>
          <w:rFonts w:ascii="Times New Roman" w:hAnsi="Times New Roman" w:cs="Times New Roman"/>
          <w:lang w:val="kl-GL"/>
        </w:rPr>
        <w:t>6</w:t>
      </w:r>
      <w:r w:rsidR="009B2AC6" w:rsidRPr="00171408">
        <w:rPr>
          <w:rFonts w:ascii="Times New Roman" w:hAnsi="Times New Roman" w:cs="Times New Roman"/>
          <w:lang w:val="kl-GL"/>
        </w:rPr>
        <w:t xml:space="preserve"> imaluunniit kingusinnerusukkut nalunaarutigineqarsimasunut</w:t>
      </w:r>
      <w:r w:rsidR="00FE326C" w:rsidRPr="00171408">
        <w:rPr>
          <w:rFonts w:ascii="Times New Roman" w:hAnsi="Times New Roman" w:cs="Times New Roman"/>
          <w:lang w:val="kl-GL"/>
        </w:rPr>
        <w:t>,</w:t>
      </w:r>
      <w:r w:rsidR="009B2AC6" w:rsidRPr="00171408">
        <w:rPr>
          <w:rFonts w:ascii="Times New Roman" w:hAnsi="Times New Roman" w:cs="Times New Roman"/>
          <w:lang w:val="kl-GL"/>
        </w:rPr>
        <w:t xml:space="preserve"> atuutissapput.</w:t>
      </w:r>
    </w:p>
    <w:p w14:paraId="7DB00F30" w14:textId="42DFF407" w:rsidR="00515200" w:rsidRPr="00171408" w:rsidRDefault="003262BE">
      <w:pPr>
        <w:rPr>
          <w:rFonts w:ascii="Times New Roman" w:hAnsi="Times New Roman"/>
          <w:lang w:val="kl-GL"/>
        </w:rPr>
      </w:pPr>
      <w:r w:rsidRPr="00171408">
        <w:rPr>
          <w:rFonts w:ascii="Times New Roman" w:hAnsi="Times New Roman" w:cs="Times New Roman"/>
          <w:lang w:val="kl-GL"/>
        </w:rPr>
        <w:t>Ilanngullugu § 3, imm. 2-p kingunerivaa, inunnut sulisitsisumi</w:t>
      </w:r>
      <w:r w:rsidR="00183E4B" w:rsidRPr="00171408">
        <w:rPr>
          <w:rFonts w:ascii="Times New Roman" w:hAnsi="Times New Roman" w:cs="Times New Roman"/>
          <w:lang w:val="kl-GL"/>
        </w:rPr>
        <w:t>n</w:t>
      </w:r>
      <w:r w:rsidRPr="00171408">
        <w:rPr>
          <w:rFonts w:ascii="Times New Roman" w:hAnsi="Times New Roman" w:cs="Times New Roman"/>
          <w:lang w:val="kl-GL"/>
        </w:rPr>
        <w:t>ni najugaqartunut</w:t>
      </w:r>
      <w:r w:rsidR="00732B90" w:rsidRPr="00171408">
        <w:rPr>
          <w:rFonts w:ascii="Times New Roman" w:hAnsi="Times New Roman" w:cs="Times New Roman"/>
          <w:lang w:val="kl-GL"/>
        </w:rPr>
        <w:t>,</w:t>
      </w:r>
      <w:r w:rsidRPr="00171408">
        <w:rPr>
          <w:rFonts w:ascii="Times New Roman" w:hAnsi="Times New Roman" w:cs="Times New Roman"/>
          <w:lang w:val="kl-GL"/>
        </w:rPr>
        <w:t xml:space="preserve"> nerisaqarnermut ineqarnermu</w:t>
      </w:r>
      <w:r w:rsidR="00732B90" w:rsidRPr="00171408">
        <w:rPr>
          <w:rFonts w:ascii="Times New Roman" w:hAnsi="Times New Roman" w:cs="Times New Roman"/>
          <w:lang w:val="kl-GL"/>
        </w:rPr>
        <w:t>llu</w:t>
      </w:r>
      <w:r w:rsidRPr="00171408">
        <w:rPr>
          <w:rFonts w:ascii="Times New Roman" w:hAnsi="Times New Roman" w:cs="Times New Roman"/>
          <w:lang w:val="kl-GL"/>
        </w:rPr>
        <w:t xml:space="preserve"> akigititat pillugit § 1, nr. </w:t>
      </w:r>
      <w:r w:rsidR="00732B90" w:rsidRPr="00171408">
        <w:rPr>
          <w:rFonts w:ascii="Times New Roman" w:hAnsi="Times New Roman" w:cs="Times New Roman"/>
          <w:lang w:val="kl-GL"/>
        </w:rPr>
        <w:t>7</w:t>
      </w:r>
      <w:r w:rsidRPr="00171408">
        <w:rPr>
          <w:rFonts w:ascii="Times New Roman" w:hAnsi="Times New Roman" w:cs="Times New Roman"/>
          <w:lang w:val="kl-GL"/>
        </w:rPr>
        <w:t>-p, sulianut</w:t>
      </w:r>
      <w:r w:rsidR="000118B3" w:rsidRPr="00171408">
        <w:rPr>
          <w:rFonts w:ascii="Times New Roman" w:hAnsi="Times New Roman" w:cs="Times New Roman"/>
          <w:lang w:val="kl-GL"/>
        </w:rPr>
        <w:t xml:space="preserve"> ingerlasunut</w:t>
      </w:r>
      <w:r w:rsidRPr="00171408">
        <w:rPr>
          <w:rFonts w:ascii="Times New Roman" w:hAnsi="Times New Roman" w:cs="Times New Roman"/>
          <w:lang w:val="kl-GL"/>
        </w:rPr>
        <w:t>, inatsisip ulloq 1. januar 202</w:t>
      </w:r>
      <w:r w:rsidR="000118B3" w:rsidRPr="00171408">
        <w:rPr>
          <w:rFonts w:ascii="Times New Roman" w:hAnsi="Times New Roman" w:cs="Times New Roman"/>
          <w:lang w:val="kl-GL"/>
        </w:rPr>
        <w:t>6</w:t>
      </w:r>
      <w:r w:rsidRPr="00171408">
        <w:rPr>
          <w:rFonts w:ascii="Times New Roman" w:hAnsi="Times New Roman" w:cs="Times New Roman"/>
          <w:lang w:val="kl-GL"/>
        </w:rPr>
        <w:t xml:space="preserve"> atuutilernerani, sunniuteqa</w:t>
      </w:r>
      <w:r w:rsidR="000118B3" w:rsidRPr="00171408">
        <w:rPr>
          <w:rFonts w:ascii="Times New Roman" w:hAnsi="Times New Roman" w:cs="Times New Roman"/>
          <w:lang w:val="kl-GL"/>
        </w:rPr>
        <w:t>ssanngitsoq</w:t>
      </w:r>
      <w:r w:rsidRPr="00171408">
        <w:rPr>
          <w:rFonts w:ascii="Times New Roman" w:hAnsi="Times New Roman" w:cs="Times New Roman"/>
          <w:lang w:val="kl-GL"/>
        </w:rPr>
        <w:t>. Taakkununnga sulianut 1. januar 202</w:t>
      </w:r>
      <w:r w:rsidR="0038589B" w:rsidRPr="00171408">
        <w:rPr>
          <w:rFonts w:ascii="Times New Roman" w:hAnsi="Times New Roman" w:cs="Times New Roman"/>
          <w:lang w:val="kl-GL"/>
        </w:rPr>
        <w:t>6</w:t>
      </w:r>
      <w:r w:rsidRPr="00171408">
        <w:rPr>
          <w:rFonts w:ascii="Times New Roman" w:hAnsi="Times New Roman" w:cs="Times New Roman"/>
          <w:lang w:val="kl-GL"/>
        </w:rPr>
        <w:t xml:space="preserve"> tungaanut malittarisassat atuuttut nangittumik atuutissapput.</w:t>
      </w:r>
    </w:p>
    <w:p w14:paraId="66439C2C" w14:textId="47EB2A6C" w:rsidR="00515200" w:rsidRPr="00171408" w:rsidRDefault="003262BE">
      <w:pPr>
        <w:rPr>
          <w:rFonts w:ascii="Times New Roman" w:hAnsi="Times New Roman"/>
          <w:lang w:val="kl-GL"/>
        </w:rPr>
      </w:pPr>
      <w:r w:rsidRPr="00171408">
        <w:rPr>
          <w:rFonts w:ascii="Times New Roman" w:hAnsi="Times New Roman" w:cs="Times New Roman"/>
          <w:lang w:val="kl-GL"/>
        </w:rPr>
        <w:t xml:space="preserve">Kalaallit Nunaanni sulinermi ajoqusernermut isumannaarineq pillugu inatsimmi § 31, imm. 4-ip allanngortinneqarnissaanik siunnersuutip kingunerivaa, § 1, nr. </w:t>
      </w:r>
      <w:r w:rsidR="006A0640" w:rsidRPr="00171408">
        <w:rPr>
          <w:rFonts w:ascii="Times New Roman" w:hAnsi="Times New Roman" w:cs="Times New Roman"/>
          <w:lang w:val="kl-GL"/>
        </w:rPr>
        <w:t>9</w:t>
      </w:r>
      <w:r w:rsidRPr="00171408">
        <w:rPr>
          <w:rFonts w:ascii="Times New Roman" w:hAnsi="Times New Roman" w:cs="Times New Roman"/>
          <w:lang w:val="kl-GL"/>
        </w:rPr>
        <w:t xml:space="preserve">, taarsigassarsiat aningaasanngortinnerannut naleqqersuutit nutarterneqartunut </w:t>
      </w:r>
      <w:r w:rsidR="006A0640" w:rsidRPr="00171408">
        <w:rPr>
          <w:rFonts w:ascii="Times New Roman" w:hAnsi="Times New Roman" w:cs="Times New Roman"/>
          <w:lang w:val="kl-GL"/>
        </w:rPr>
        <w:t>aamma tamatumunnga attuumassuteqartunut allannguutinut</w:t>
      </w:r>
      <w:r w:rsidR="00E16EE9" w:rsidRPr="00171408">
        <w:rPr>
          <w:rFonts w:ascii="Times New Roman" w:hAnsi="Times New Roman" w:cs="Times New Roman"/>
          <w:lang w:val="kl-GL"/>
        </w:rPr>
        <w:t>, tak. § 1, nr. 5,</w:t>
      </w:r>
      <w:r w:rsidR="006A0640" w:rsidRPr="00171408">
        <w:rPr>
          <w:rFonts w:ascii="Times New Roman" w:hAnsi="Times New Roman" w:cs="Times New Roman"/>
          <w:lang w:val="kl-GL"/>
        </w:rPr>
        <w:t xml:space="preserve"> </w:t>
      </w:r>
      <w:r w:rsidRPr="00171408">
        <w:rPr>
          <w:rFonts w:ascii="Times New Roman" w:hAnsi="Times New Roman" w:cs="Times New Roman"/>
          <w:lang w:val="kl-GL"/>
        </w:rPr>
        <w:t>tunngatillugu, sulinermi ajutoorner</w:t>
      </w:r>
      <w:r w:rsidR="00E16EE9" w:rsidRPr="00171408">
        <w:rPr>
          <w:rFonts w:ascii="Times New Roman" w:hAnsi="Times New Roman" w:cs="Times New Roman"/>
          <w:lang w:val="kl-GL"/>
        </w:rPr>
        <w:t>nut tunngatillugu</w:t>
      </w:r>
      <w:r w:rsidRPr="00171408">
        <w:rPr>
          <w:rFonts w:ascii="Times New Roman" w:hAnsi="Times New Roman" w:cs="Times New Roman"/>
          <w:lang w:val="kl-GL"/>
        </w:rPr>
        <w:t xml:space="preserve"> ulloq 1. januar 202</w:t>
      </w:r>
      <w:r w:rsidR="00E16EE9" w:rsidRPr="00171408">
        <w:rPr>
          <w:rFonts w:ascii="Times New Roman" w:hAnsi="Times New Roman" w:cs="Times New Roman"/>
          <w:lang w:val="kl-GL"/>
        </w:rPr>
        <w:t>6</w:t>
      </w:r>
      <w:r w:rsidRPr="00171408">
        <w:rPr>
          <w:rFonts w:ascii="Times New Roman" w:hAnsi="Times New Roman" w:cs="Times New Roman"/>
          <w:lang w:val="kl-GL"/>
        </w:rPr>
        <w:t xml:space="preserve"> imaluunniit kingusinnerusukkut aallartinneqartunut, aamma inuussutissarsiornermi nappaatinut, ulloq 1. januar 202</w:t>
      </w:r>
      <w:r w:rsidR="00E16EE9" w:rsidRPr="00171408">
        <w:rPr>
          <w:rFonts w:ascii="Times New Roman" w:hAnsi="Times New Roman" w:cs="Times New Roman"/>
          <w:lang w:val="kl-GL"/>
        </w:rPr>
        <w:t>6</w:t>
      </w:r>
      <w:r w:rsidRPr="00171408">
        <w:rPr>
          <w:rFonts w:ascii="Times New Roman" w:hAnsi="Times New Roman" w:cs="Times New Roman"/>
          <w:lang w:val="kl-GL"/>
        </w:rPr>
        <w:t xml:space="preserve"> imaluunniit kingusinnerusukkut nalunaarutigineqartunut</w:t>
      </w:r>
      <w:r w:rsidR="00E16EE9" w:rsidRPr="00171408">
        <w:rPr>
          <w:rFonts w:ascii="Times New Roman" w:hAnsi="Times New Roman" w:cs="Times New Roman"/>
          <w:lang w:val="kl-GL"/>
        </w:rPr>
        <w:t>,</w:t>
      </w:r>
      <w:r w:rsidRPr="00171408">
        <w:rPr>
          <w:rFonts w:ascii="Times New Roman" w:hAnsi="Times New Roman" w:cs="Times New Roman"/>
          <w:lang w:val="kl-GL"/>
        </w:rPr>
        <w:t xml:space="preserve"> atuutissasut. Kalaallit Nunaanni sulinermi ajoqusernermut isumannaarineq pillugu inatsimmi § 31-mi malittarisassat maannamut atuuttut, ajutoornerit pillugit suliani, ulloq 1. januar 202</w:t>
      </w:r>
      <w:r w:rsidR="00782203" w:rsidRPr="00171408">
        <w:rPr>
          <w:rFonts w:ascii="Times New Roman" w:hAnsi="Times New Roman" w:cs="Times New Roman"/>
          <w:lang w:val="kl-GL"/>
        </w:rPr>
        <w:t>6</w:t>
      </w:r>
      <w:r w:rsidRPr="00171408">
        <w:rPr>
          <w:rFonts w:ascii="Times New Roman" w:hAnsi="Times New Roman" w:cs="Times New Roman"/>
          <w:lang w:val="kl-GL"/>
        </w:rPr>
        <w:t xml:space="preserve"> sioqqullugu aallartinneqartunut, aamma inuussutissarsiornermi nappaatinut, ulloq 1. januar 202</w:t>
      </w:r>
      <w:r w:rsidR="00A21128" w:rsidRPr="00171408">
        <w:rPr>
          <w:rFonts w:ascii="Times New Roman" w:hAnsi="Times New Roman" w:cs="Times New Roman"/>
          <w:lang w:val="kl-GL"/>
        </w:rPr>
        <w:t>6</w:t>
      </w:r>
      <w:r w:rsidRPr="00171408">
        <w:rPr>
          <w:rFonts w:ascii="Times New Roman" w:hAnsi="Times New Roman" w:cs="Times New Roman"/>
          <w:lang w:val="kl-GL"/>
        </w:rPr>
        <w:t xml:space="preserve"> sioqqullugu nalunaarutigineqartunut at</w:t>
      </w:r>
      <w:r w:rsidR="00442AFD" w:rsidRPr="00171408">
        <w:rPr>
          <w:rFonts w:ascii="Times New Roman" w:hAnsi="Times New Roman" w:cs="Times New Roman"/>
          <w:lang w:val="kl-GL"/>
        </w:rPr>
        <w:t>uutsinneqassapput</w:t>
      </w:r>
      <w:r w:rsidRPr="00171408">
        <w:rPr>
          <w:rFonts w:ascii="Times New Roman" w:hAnsi="Times New Roman" w:cs="Times New Roman"/>
          <w:lang w:val="kl-GL"/>
        </w:rPr>
        <w:t>. Immikkut ilitsersuummik nutaamik suliaqartoqassaaq, ulloq 1. januar 202</w:t>
      </w:r>
      <w:r w:rsidR="00820AA6" w:rsidRPr="00171408">
        <w:rPr>
          <w:rFonts w:ascii="Times New Roman" w:hAnsi="Times New Roman" w:cs="Times New Roman"/>
          <w:lang w:val="kl-GL"/>
        </w:rPr>
        <w:t>6</w:t>
      </w:r>
      <w:r w:rsidRPr="00171408">
        <w:rPr>
          <w:rFonts w:ascii="Times New Roman" w:hAnsi="Times New Roman" w:cs="Times New Roman"/>
          <w:lang w:val="kl-GL"/>
        </w:rPr>
        <w:t>-miit sulianut nutaanut taarsigassarsiat aningaasanngortinnerannut naleqqersuutinik nutartikkanik imaqartumik.</w:t>
      </w:r>
    </w:p>
    <w:p w14:paraId="4ACB2803" w14:textId="43A24540" w:rsidR="00515200" w:rsidRPr="00171408" w:rsidRDefault="00CE02F1">
      <w:pPr>
        <w:rPr>
          <w:rFonts w:ascii="Times New Roman" w:hAnsi="Times New Roman"/>
          <w:lang w:val="kl-GL"/>
        </w:rPr>
      </w:pPr>
      <w:r w:rsidRPr="00171408">
        <w:rPr>
          <w:rFonts w:ascii="Times New Roman" w:hAnsi="Times New Roman" w:cs="Times New Roman"/>
          <w:i/>
          <w:lang w:val="kl-GL"/>
        </w:rPr>
        <w:lastRenderedPageBreak/>
        <w:t>§ 3, imm. 3</w:t>
      </w:r>
      <w:r w:rsidRPr="00171408">
        <w:rPr>
          <w:rFonts w:ascii="Times New Roman" w:hAnsi="Times New Roman" w:cs="Times New Roman"/>
          <w:lang w:val="kl-GL"/>
        </w:rPr>
        <w:t>-</w:t>
      </w:r>
      <w:r w:rsidR="003262BE" w:rsidRPr="00171408">
        <w:rPr>
          <w:rFonts w:ascii="Times New Roman" w:hAnsi="Times New Roman" w:cs="Times New Roman"/>
          <w:lang w:val="kl-GL"/>
        </w:rPr>
        <w:t>mi siunnersuutigineqarpoq</w:t>
      </w:r>
      <w:r w:rsidR="003262BE" w:rsidRPr="00171408">
        <w:rPr>
          <w:rFonts w:ascii="Times New Roman" w:hAnsi="Times New Roman" w:cs="Times New Roman"/>
          <w:i/>
          <w:lang w:val="kl-GL"/>
        </w:rPr>
        <w:t>,</w:t>
      </w:r>
      <w:r w:rsidR="003262BE" w:rsidRPr="00171408">
        <w:rPr>
          <w:rFonts w:ascii="Times New Roman" w:hAnsi="Times New Roman" w:cs="Times New Roman"/>
          <w:lang w:val="kl-GL"/>
        </w:rPr>
        <w:t xml:space="preserve"> § 1, nr. </w:t>
      </w:r>
      <w:r w:rsidR="004C0846" w:rsidRPr="00171408">
        <w:rPr>
          <w:rFonts w:ascii="Times New Roman" w:hAnsi="Times New Roman" w:cs="Times New Roman"/>
          <w:lang w:val="kl-GL"/>
        </w:rPr>
        <w:t>8</w:t>
      </w:r>
      <w:r w:rsidR="003262BE" w:rsidRPr="00171408">
        <w:rPr>
          <w:rFonts w:ascii="Times New Roman" w:hAnsi="Times New Roman" w:cs="Times New Roman"/>
          <w:lang w:val="kl-GL"/>
        </w:rPr>
        <w:t xml:space="preserve">-imi taarsiissutinik aamma ajunngitsorsianik tunniussinissamut piffissarititaasup allanngortinneqarnissaanut, aamma § 1, nr. </w:t>
      </w:r>
      <w:r w:rsidR="004C0846" w:rsidRPr="00171408">
        <w:rPr>
          <w:rFonts w:ascii="Times New Roman" w:hAnsi="Times New Roman" w:cs="Times New Roman"/>
          <w:lang w:val="kl-GL"/>
        </w:rPr>
        <w:t>20</w:t>
      </w:r>
      <w:r w:rsidR="003262BE" w:rsidRPr="00171408">
        <w:rPr>
          <w:rFonts w:ascii="Times New Roman" w:hAnsi="Times New Roman" w:cs="Times New Roman"/>
          <w:lang w:val="kl-GL"/>
        </w:rPr>
        <w:t>-mi ajoqusertunut aamma qimagaasunut Europap avataani najugaqartunut naammagittaalliu</w:t>
      </w:r>
      <w:r w:rsidR="004C0846" w:rsidRPr="00171408">
        <w:rPr>
          <w:rFonts w:ascii="Times New Roman" w:hAnsi="Times New Roman" w:cs="Times New Roman"/>
          <w:lang w:val="kl-GL"/>
        </w:rPr>
        <w:t>u</w:t>
      </w:r>
      <w:r w:rsidR="003262BE" w:rsidRPr="00171408">
        <w:rPr>
          <w:rFonts w:ascii="Times New Roman" w:hAnsi="Times New Roman" w:cs="Times New Roman"/>
          <w:lang w:val="kl-GL"/>
        </w:rPr>
        <w:t>teqarnissamut piffissarititaasup allanngortinneqarnissaaanut siunnersuutit, Arbejdsmarkedets Erhvervssikringip sulinermi ajoqusernerit pillugit suliani tamani aalajangiinerinut, ulloq 1. januar 202</w:t>
      </w:r>
      <w:r w:rsidR="00D44F0F" w:rsidRPr="00171408">
        <w:rPr>
          <w:rFonts w:ascii="Times New Roman" w:hAnsi="Times New Roman" w:cs="Times New Roman"/>
          <w:lang w:val="kl-GL"/>
        </w:rPr>
        <w:t>6</w:t>
      </w:r>
      <w:r w:rsidR="003262BE" w:rsidRPr="00171408">
        <w:rPr>
          <w:rFonts w:ascii="Times New Roman" w:hAnsi="Times New Roman" w:cs="Times New Roman"/>
          <w:lang w:val="kl-GL"/>
        </w:rPr>
        <w:t xml:space="preserve"> sioqqullugu aalajangiiffiusimasunut atuutissanngitsut. Aalajangiinernut taamaattunut maannamut maliitarisassat atuuttut atuutissapput.</w:t>
      </w:r>
    </w:p>
    <w:p w14:paraId="6ECAE7BC" w14:textId="59052132" w:rsidR="00515200" w:rsidRPr="00171408" w:rsidRDefault="00E81F20">
      <w:pPr>
        <w:rPr>
          <w:rFonts w:ascii="Times New Roman" w:hAnsi="Times New Roman"/>
          <w:lang w:val="kl-GL"/>
        </w:rPr>
      </w:pPr>
      <w:r w:rsidRPr="00171408">
        <w:rPr>
          <w:rFonts w:ascii="Times New Roman" w:hAnsi="Times New Roman" w:cs="Times New Roman"/>
          <w:lang w:val="kl-GL"/>
        </w:rPr>
        <w:t>Siunnersuu</w:t>
      </w:r>
      <w:r w:rsidR="004A5657" w:rsidRPr="00171408">
        <w:rPr>
          <w:rFonts w:ascii="Times New Roman" w:hAnsi="Times New Roman" w:cs="Times New Roman"/>
          <w:lang w:val="kl-GL"/>
        </w:rPr>
        <w:t>mmi</w:t>
      </w:r>
      <w:r w:rsidRPr="00171408">
        <w:rPr>
          <w:rFonts w:ascii="Times New Roman" w:hAnsi="Times New Roman" w:cs="Times New Roman"/>
          <w:lang w:val="kl-GL"/>
        </w:rPr>
        <w:t xml:space="preserve"> i</w:t>
      </w:r>
      <w:r w:rsidR="003262BE" w:rsidRPr="00171408">
        <w:rPr>
          <w:rFonts w:ascii="Times New Roman" w:hAnsi="Times New Roman" w:cs="Times New Roman"/>
          <w:lang w:val="kl-GL"/>
        </w:rPr>
        <w:t>mm. 3-</w:t>
      </w:r>
      <w:r w:rsidR="004A5657" w:rsidRPr="00171408">
        <w:rPr>
          <w:rFonts w:ascii="Times New Roman" w:hAnsi="Times New Roman" w:cs="Times New Roman"/>
          <w:lang w:val="kl-GL"/>
        </w:rPr>
        <w:t>p</w:t>
      </w:r>
      <w:r w:rsidR="003262BE" w:rsidRPr="00171408">
        <w:rPr>
          <w:rFonts w:ascii="Times New Roman" w:hAnsi="Times New Roman" w:cs="Times New Roman"/>
          <w:lang w:val="kl-GL"/>
        </w:rPr>
        <w:t xml:space="preserve"> kingunerissavaa,</w:t>
      </w:r>
      <w:r w:rsidR="009164D3" w:rsidRPr="00171408">
        <w:rPr>
          <w:rFonts w:ascii="Times New Roman" w:hAnsi="Times New Roman" w:cs="Times New Roman"/>
          <w:lang w:val="kl-GL"/>
        </w:rPr>
        <w:t xml:space="preserve"> tak. § 1, nr. 20,</w:t>
      </w:r>
      <w:r w:rsidR="003262BE" w:rsidRPr="00171408">
        <w:rPr>
          <w:rFonts w:ascii="Times New Roman" w:hAnsi="Times New Roman" w:cs="Times New Roman"/>
          <w:lang w:val="kl-GL"/>
        </w:rPr>
        <w:t xml:space="preserve"> taarsiissutinik il.il. tunniussinissamut piffissarititaasoq aamma qaqugu ernialersuisoqarnissaanut piffissaq, suliani taarsiissuteqarnissaq pillugu 1. januar 202</w:t>
      </w:r>
      <w:r w:rsidR="009164D3" w:rsidRPr="00171408">
        <w:rPr>
          <w:rFonts w:ascii="Times New Roman" w:hAnsi="Times New Roman" w:cs="Times New Roman"/>
          <w:lang w:val="kl-GL"/>
        </w:rPr>
        <w:t>6</w:t>
      </w:r>
      <w:r w:rsidR="003262BE" w:rsidRPr="00171408">
        <w:rPr>
          <w:rFonts w:ascii="Times New Roman" w:hAnsi="Times New Roman" w:cs="Times New Roman"/>
          <w:lang w:val="kl-GL"/>
        </w:rPr>
        <w:t xml:space="preserve"> sioqqullugu aalajangiisoqarsimatillugu, 1. januar 202</w:t>
      </w:r>
      <w:r w:rsidR="00F51687" w:rsidRPr="00171408">
        <w:rPr>
          <w:rFonts w:ascii="Times New Roman" w:hAnsi="Times New Roman" w:cs="Times New Roman"/>
          <w:lang w:val="kl-GL"/>
        </w:rPr>
        <w:t>6-p</w:t>
      </w:r>
      <w:r w:rsidR="003262BE" w:rsidRPr="00171408">
        <w:rPr>
          <w:rFonts w:ascii="Times New Roman" w:hAnsi="Times New Roman" w:cs="Times New Roman"/>
          <w:lang w:val="kl-GL"/>
        </w:rPr>
        <w:t xml:space="preserve"> tungaanut malittarisassat atuuttut naapertorlugit aalajangiinerup ajoqusertumut nalunaarutigineqarneraniit, nangittumik sapaatit akunneri sisamaassasut.</w:t>
      </w:r>
    </w:p>
    <w:p w14:paraId="7928FFAB" w14:textId="7EBD1DA9" w:rsidR="00515200" w:rsidRPr="00171408" w:rsidRDefault="00F51687">
      <w:pPr>
        <w:rPr>
          <w:rFonts w:ascii="Times New Roman" w:hAnsi="Times New Roman"/>
          <w:lang w:val="kl-GL"/>
        </w:rPr>
      </w:pPr>
      <w:r w:rsidRPr="00171408">
        <w:rPr>
          <w:rFonts w:ascii="Times New Roman" w:hAnsi="Times New Roman" w:cs="Times New Roman"/>
          <w:lang w:val="kl-GL"/>
        </w:rPr>
        <w:t>Siunnersuummi i</w:t>
      </w:r>
      <w:r w:rsidR="003262BE" w:rsidRPr="00171408">
        <w:rPr>
          <w:rFonts w:ascii="Times New Roman" w:hAnsi="Times New Roman" w:cs="Times New Roman"/>
          <w:lang w:val="kl-GL"/>
        </w:rPr>
        <w:t>mm. 3-</w:t>
      </w:r>
      <w:r w:rsidRPr="00171408">
        <w:rPr>
          <w:rFonts w:ascii="Times New Roman" w:hAnsi="Times New Roman" w:cs="Times New Roman"/>
          <w:lang w:val="kl-GL"/>
        </w:rPr>
        <w:t>p</w:t>
      </w:r>
      <w:r w:rsidR="003262BE" w:rsidRPr="00171408">
        <w:rPr>
          <w:rFonts w:ascii="Times New Roman" w:hAnsi="Times New Roman" w:cs="Times New Roman"/>
          <w:lang w:val="kl-GL"/>
        </w:rPr>
        <w:t xml:space="preserve">, tak. § 1, nr. </w:t>
      </w:r>
      <w:r w:rsidRPr="00171408">
        <w:rPr>
          <w:rFonts w:ascii="Times New Roman" w:hAnsi="Times New Roman" w:cs="Times New Roman"/>
          <w:lang w:val="kl-GL"/>
        </w:rPr>
        <w:t>20</w:t>
      </w:r>
      <w:r w:rsidR="003262BE" w:rsidRPr="00171408">
        <w:rPr>
          <w:rFonts w:ascii="Times New Roman" w:hAnsi="Times New Roman" w:cs="Times New Roman"/>
          <w:lang w:val="kl-GL"/>
        </w:rPr>
        <w:t>, ilanngullugu kingunerissavaa, suliani tamani naammagittaalliuteqarnissamut piffissarititaasoq, ajoqusertut aamma qimagaasut Europap avataani najugaqartillugit aamma ulloq 1. januar 202</w:t>
      </w:r>
      <w:r w:rsidR="008D13A3" w:rsidRPr="00171408">
        <w:rPr>
          <w:rFonts w:ascii="Times New Roman" w:hAnsi="Times New Roman" w:cs="Times New Roman"/>
          <w:lang w:val="kl-GL"/>
        </w:rPr>
        <w:t>6</w:t>
      </w:r>
      <w:r w:rsidR="003262BE" w:rsidRPr="00171408">
        <w:rPr>
          <w:rFonts w:ascii="Times New Roman" w:hAnsi="Times New Roman" w:cs="Times New Roman"/>
          <w:lang w:val="kl-GL"/>
        </w:rPr>
        <w:t xml:space="preserve"> sioqqullugu aalajangiisoqartillugu, nangittumik qaammatinik pingasunik sivisussuseqarnera, naammagittaalliu</w:t>
      </w:r>
      <w:r w:rsidR="008D13A3" w:rsidRPr="00171408">
        <w:rPr>
          <w:rFonts w:ascii="Times New Roman" w:hAnsi="Times New Roman" w:cs="Times New Roman"/>
          <w:lang w:val="kl-GL"/>
        </w:rPr>
        <w:t>u</w:t>
      </w:r>
      <w:r w:rsidR="003262BE" w:rsidRPr="00171408">
        <w:rPr>
          <w:rFonts w:ascii="Times New Roman" w:hAnsi="Times New Roman" w:cs="Times New Roman"/>
          <w:lang w:val="kl-GL"/>
        </w:rPr>
        <w:t>teqarnissamut piffissarititaasut 1. januar 202</w:t>
      </w:r>
      <w:r w:rsidR="00B72135" w:rsidRPr="00171408">
        <w:rPr>
          <w:rFonts w:ascii="Times New Roman" w:hAnsi="Times New Roman" w:cs="Times New Roman"/>
          <w:lang w:val="kl-GL"/>
        </w:rPr>
        <w:t>6-p</w:t>
      </w:r>
      <w:r w:rsidR="003262BE" w:rsidRPr="00171408">
        <w:rPr>
          <w:rFonts w:ascii="Times New Roman" w:hAnsi="Times New Roman" w:cs="Times New Roman"/>
          <w:lang w:val="kl-GL"/>
        </w:rPr>
        <w:t xml:space="preserve"> tungaanut atuuttut naapertorlugit. Pisuni taamaattuni 1. januar 202</w:t>
      </w:r>
      <w:r w:rsidR="005D723B" w:rsidRPr="00171408">
        <w:rPr>
          <w:rFonts w:ascii="Times New Roman" w:hAnsi="Times New Roman" w:cs="Times New Roman"/>
          <w:lang w:val="kl-GL"/>
        </w:rPr>
        <w:t>6</w:t>
      </w:r>
      <w:r w:rsidR="003262BE" w:rsidRPr="00171408">
        <w:rPr>
          <w:rFonts w:ascii="Times New Roman" w:hAnsi="Times New Roman" w:cs="Times New Roman"/>
          <w:lang w:val="kl-GL"/>
        </w:rPr>
        <w:t>-miit naammagittaalliu</w:t>
      </w:r>
      <w:r w:rsidR="00CE5018" w:rsidRPr="00171408">
        <w:rPr>
          <w:rFonts w:ascii="Times New Roman" w:hAnsi="Times New Roman" w:cs="Times New Roman"/>
          <w:lang w:val="kl-GL"/>
        </w:rPr>
        <w:t>u</w:t>
      </w:r>
      <w:r w:rsidR="003262BE" w:rsidRPr="00171408">
        <w:rPr>
          <w:rFonts w:ascii="Times New Roman" w:hAnsi="Times New Roman" w:cs="Times New Roman"/>
          <w:lang w:val="kl-GL"/>
        </w:rPr>
        <w:t>teqarnissamut piffissarititaasoq sapaatit akunneranik arfinilinnik sivisussusilerlugu allanngortinneqassaaq.</w:t>
      </w:r>
    </w:p>
    <w:p w14:paraId="34E54460" w14:textId="6AA3009D" w:rsidR="00515200" w:rsidRPr="00171408" w:rsidRDefault="00CE02F1">
      <w:pPr>
        <w:rPr>
          <w:rFonts w:ascii="Times New Roman" w:hAnsi="Times New Roman"/>
          <w:lang w:val="kl-GL"/>
        </w:rPr>
      </w:pPr>
      <w:r w:rsidRPr="00171408">
        <w:rPr>
          <w:rFonts w:ascii="Times New Roman" w:hAnsi="Times New Roman" w:cs="Times New Roman"/>
          <w:i/>
          <w:iCs/>
          <w:lang w:val="kl-GL"/>
        </w:rPr>
        <w:t>Imm</w:t>
      </w:r>
      <w:r w:rsidRPr="00171408">
        <w:rPr>
          <w:rFonts w:ascii="Times New Roman" w:hAnsi="Times New Roman" w:cs="Times New Roman"/>
          <w:i/>
          <w:lang w:val="kl-GL"/>
        </w:rPr>
        <w:t>. 4</w:t>
      </w:r>
      <w:r w:rsidRPr="00171408">
        <w:rPr>
          <w:rFonts w:ascii="Times New Roman" w:hAnsi="Times New Roman" w:cs="Times New Roman"/>
          <w:lang w:val="kl-GL"/>
        </w:rPr>
        <w:t>-</w:t>
      </w:r>
      <w:r w:rsidR="003262BE" w:rsidRPr="00171408">
        <w:rPr>
          <w:rFonts w:ascii="Times New Roman" w:hAnsi="Times New Roman" w:cs="Times New Roman"/>
          <w:lang w:val="kl-GL"/>
        </w:rPr>
        <w:t>mi siunnersuutigineqarpoq</w:t>
      </w:r>
      <w:r w:rsidR="003262BE" w:rsidRPr="00171408">
        <w:rPr>
          <w:rFonts w:ascii="Times New Roman" w:hAnsi="Times New Roman" w:cs="Times New Roman"/>
          <w:i/>
          <w:lang w:val="kl-GL"/>
        </w:rPr>
        <w:t>,</w:t>
      </w:r>
      <w:r w:rsidR="003262BE" w:rsidRPr="00171408">
        <w:rPr>
          <w:rFonts w:ascii="Times New Roman" w:hAnsi="Times New Roman" w:cs="Times New Roman"/>
          <w:lang w:val="kl-GL"/>
        </w:rPr>
        <w:t xml:space="preserve"> Kalaallit Nunaanni sulinermi ajoqusernermut isumannaarineq pillugu inatsimmi § 59 naapertorlugu, sulinermi ajoqusernermut sillimmasiinernik tigusinerup kingunerisaanik, Arbejdsmarkedets Erhvervssikringi pigisanik nalilinnik aamma pisinnaatitaaffinnik tigusaqarsimaguni, ajoqusernermut sillimmasiisarfinnut Garantifondimut tunniunneqassasut. Tunniussinermut peqatigalugu ajoqusernermut sillimmasiisarfinnut garantifondi pillugu inatsisip, aningaasaliisartut peqatigiiffii il.il. pillugit inatsisip, aningaasanik peqquserluutinik malunnarunnaarsaasarneq pillugu inatsisip aamma inatsisit assigiinngitsut </w:t>
      </w:r>
      <w:r w:rsidR="00F11361" w:rsidRPr="00171408">
        <w:rPr>
          <w:rFonts w:ascii="Times New Roman" w:hAnsi="Times New Roman" w:cs="Times New Roman"/>
          <w:lang w:val="kl-GL"/>
        </w:rPr>
        <w:t xml:space="preserve">allat </w:t>
      </w:r>
      <w:r w:rsidR="003262BE" w:rsidRPr="00171408">
        <w:rPr>
          <w:rFonts w:ascii="Times New Roman" w:hAnsi="Times New Roman" w:cs="Times New Roman"/>
          <w:lang w:val="kl-GL"/>
        </w:rPr>
        <w:t>allanngortinneqarnissaannut inatsimmi nr. 1163, 8. juni 2021-meersumi § 1 Kalaallit Nunaannut atuutilersinneqassaaq, tak. inatsimmi § 17, imm. 3.</w:t>
      </w:r>
    </w:p>
    <w:p w14:paraId="5A7CD716" w14:textId="45877E56" w:rsidR="00515200" w:rsidRPr="00171408" w:rsidRDefault="003262BE">
      <w:pPr>
        <w:rPr>
          <w:rFonts w:ascii="Times New Roman" w:hAnsi="Times New Roman"/>
          <w:lang w:val="kl-GL"/>
        </w:rPr>
      </w:pPr>
      <w:r w:rsidRPr="00171408">
        <w:rPr>
          <w:rFonts w:ascii="Times New Roman" w:hAnsi="Times New Roman" w:cs="Times New Roman"/>
          <w:lang w:val="kl-GL"/>
        </w:rPr>
        <w:t>Tamanna ilaatigut isumaqarpoq, ajoqusernermut sillimmasiisarfinnut Garantifondi nalinginnaasumik pisortat ingerlatsineranni illuatungeriittut pisinnaatitaaffeqalernissaa, sillimmasiisarfiup suliani, Kalaallit Nunaanni sulinermi ajoqusernermut isumannaarineq pillugu inatsit malillugu suliarineqartuni, pisinnaatitaaffeqarneratut.</w:t>
      </w:r>
    </w:p>
    <w:p w14:paraId="02545A63" w14:textId="54A1983E" w:rsidR="00515200" w:rsidRPr="00171408" w:rsidRDefault="003262BE">
      <w:pPr>
        <w:rPr>
          <w:rFonts w:ascii="Times New Roman" w:hAnsi="Times New Roman"/>
          <w:lang w:val="kl-GL"/>
        </w:rPr>
      </w:pPr>
      <w:r w:rsidRPr="00171408">
        <w:rPr>
          <w:rFonts w:ascii="Times New Roman" w:hAnsi="Times New Roman" w:cs="Times New Roman"/>
          <w:lang w:val="kl-GL"/>
        </w:rPr>
        <w:t>Imm. 4-p ilanngullugu malitsigaa, ajoqusernermut sillimmasiisarfinnut Garantifondip, Arbejdsmarkedets Erhvervssikringip sillimmaseqqittarfinnut piumasaqaataanut aamma akiligassaqarfiit piumasaqaataanni tamani sillimmasiisarfiup akiliisinnaajunnaarsimanerani ilanngussinnaanera, Kalaallit Nunaanni sulinermi ajoqusernermut isumannaarineq pillugu inatsimmi § 59 malillugu Arbejdsmarkedets Erhvervssikringip sillimmasiinernik tigusaqarsimatillugu, ajutoornermut sillimmasiisarfik akiliisinnaajunnaarneq pissutigalugu sulinermi ajutoornermut sillimmasiinermik ingerlatsinissamut akuersissutaanik arsaarneqarnera pissutigalugu.</w:t>
      </w:r>
    </w:p>
    <w:p w14:paraId="791C30F3" w14:textId="5BBC7232" w:rsidR="00515200" w:rsidRPr="00171408" w:rsidRDefault="00CE02F1">
      <w:pPr>
        <w:rPr>
          <w:rFonts w:ascii="Times New Roman" w:hAnsi="Times New Roman"/>
          <w:lang w:val="kl-GL"/>
        </w:rPr>
      </w:pPr>
      <w:r w:rsidRPr="00171408">
        <w:rPr>
          <w:rFonts w:ascii="Times New Roman" w:hAnsi="Times New Roman" w:cs="Times New Roman"/>
          <w:i/>
          <w:iCs/>
          <w:lang w:val="kl-GL"/>
        </w:rPr>
        <w:t>Imm</w:t>
      </w:r>
      <w:r w:rsidRPr="00171408">
        <w:rPr>
          <w:rFonts w:ascii="Times New Roman" w:hAnsi="Times New Roman" w:cs="Times New Roman"/>
          <w:i/>
          <w:lang w:val="kl-GL"/>
        </w:rPr>
        <w:t>. 5</w:t>
      </w:r>
      <w:r w:rsidRPr="00171408">
        <w:rPr>
          <w:rFonts w:ascii="Times New Roman" w:hAnsi="Times New Roman" w:cs="Times New Roman"/>
          <w:lang w:val="kl-GL"/>
        </w:rPr>
        <w:t>-</w:t>
      </w:r>
      <w:r w:rsidR="003262BE" w:rsidRPr="00171408">
        <w:rPr>
          <w:rFonts w:ascii="Times New Roman" w:hAnsi="Times New Roman" w:cs="Times New Roman"/>
          <w:lang w:val="kl-GL"/>
        </w:rPr>
        <w:t>imi siunnersuutigineqarpoq</w:t>
      </w:r>
      <w:r w:rsidR="003262BE" w:rsidRPr="00171408">
        <w:rPr>
          <w:rFonts w:ascii="Times New Roman" w:hAnsi="Times New Roman" w:cs="Times New Roman"/>
          <w:i/>
          <w:lang w:val="kl-GL"/>
        </w:rPr>
        <w:t>,</w:t>
      </w:r>
      <w:r w:rsidR="003262BE" w:rsidRPr="00171408">
        <w:rPr>
          <w:rFonts w:ascii="Times New Roman" w:hAnsi="Times New Roman" w:cs="Times New Roman"/>
          <w:lang w:val="kl-GL"/>
        </w:rPr>
        <w:t xml:space="preserve"> Kalaallit Nunaanni sulinermi ajoqusernermut isumannaarineq pillugu inatsimmi § 59 naapertorlugu Arbejdsmarkedets Erhvervssikringi sillimmasiinernik tigusaqarnermi kingunerisaanik pisussaaffilerneqarsimappat, pisussaaffiit piusut aamma siunissamut atuuttut ajoqusernermut sillimmasiisarfinnut Garantifondimut tunniunneqassasut. Tunniussineq peqatigalugu ajoqusernermut sillimmasiisarfinnut garantifondi pillugu inatsisip, aningaasaliisartut peqatigiiffii il.il. pillugit inatsisip, aningaasanik peqquserluutinik malunnarunnaarsaasarneq pillugu inatsisip aamma inatsisit assigiinngitsut </w:t>
      </w:r>
      <w:r w:rsidR="003262BE" w:rsidRPr="00171408">
        <w:rPr>
          <w:rFonts w:ascii="Times New Roman" w:hAnsi="Times New Roman" w:cs="Times New Roman"/>
          <w:lang w:val="kl-GL"/>
        </w:rPr>
        <w:lastRenderedPageBreak/>
        <w:t>allat allanngortinneqarnissaannut inatsimmi nr. 1163, 8. juni 2021-meersumi § 1, Kalaallit Nunaannut atuutilersinneqassaaq, tak. inatsimmi § 17, imm. 3.</w:t>
      </w:r>
    </w:p>
    <w:p w14:paraId="498EC1D5" w14:textId="67FD2C3A" w:rsidR="00515200" w:rsidRPr="00171408" w:rsidRDefault="000B3F35">
      <w:pPr>
        <w:rPr>
          <w:rFonts w:ascii="Times New Roman" w:hAnsi="Times New Roman"/>
          <w:lang w:val="kl-GL"/>
        </w:rPr>
      </w:pPr>
      <w:r w:rsidRPr="00171408">
        <w:rPr>
          <w:rFonts w:ascii="Times New Roman" w:hAnsi="Times New Roman" w:cs="Times New Roman"/>
          <w:lang w:val="kl-GL"/>
        </w:rPr>
        <w:t>Tamatuma ilaatigut kingunerivaa, ajoqusernermut sillimmasiisarfinnut Garantifondimut pisussaaffiit tigussagai, Kalaallit Nunaanni sulinermi ajoqusernermut isumannaarineq pillugu inatsimmi § 59 malillugu, ajoqusernerit pillugit sulianik ingerlatsineq pineqartillugu, Arbejdsmarkedets Erhvervssikringimut peqqussutaasinnaasut. Pineqarput suliassat, Kalaallit Nunaanni sulinermi ajoqusernermut isumannaarineq pillugu inatsit malillugu sillimmasiisarfinniit tigummineqartut, tassunga ilanngullugit nalunaarutiginninnernik suliaqarneq, paasissutissanik suliaqarneq, § 14 malillugu suliarinninnermut aningaasartuutit aamma ikiuutinut aningaasartuutit matussuserneqarnissaat pillugu apeqqutinut isummernerit, kiisalu § 10, § 39, imm. 4 aamma §§ 43 aamma 64 malillugit taarsiissutinik aamma ajunngitsorsianik il.il. tunniussinermut atatillugu aningaasartuutit. Ilanngullugu ingerlatseqatigiiffiup sulinermi ajutoornernut sillimmasiinerinik tigusinerup kingunerisaanik akiliisinnaajunnaarnermut tunngatillugu Arbejdsmarkedets Erhvervssikringip tigummisinnaasai, ajoqusernermut sillimmasiisarfinnut Garantifondip isumaqatigiissutaasinnaasut aamma pisussaaffiusinnaasut tigussavai.</w:t>
      </w:r>
    </w:p>
    <w:p w14:paraId="04AED3FC" w14:textId="37A82A48" w:rsidR="00515200" w:rsidRPr="00171408" w:rsidRDefault="000B3F35">
      <w:pPr>
        <w:rPr>
          <w:rFonts w:ascii="Times New Roman" w:hAnsi="Times New Roman"/>
          <w:lang w:val="kl-GL"/>
        </w:rPr>
      </w:pPr>
      <w:r w:rsidRPr="00171408">
        <w:rPr>
          <w:rFonts w:ascii="Times New Roman" w:hAnsi="Times New Roman" w:cs="Times New Roman"/>
          <w:lang w:val="kl-GL"/>
        </w:rPr>
        <w:t>Imm. 5-ip aamma kingunerivaa, ajoqusernermut sillimmasiisarfinnut Garantifondip ikiorsiissutinut, Kalaallit Nunaanni sulinermi ajoqusernermut isumannaarineq pillugu inatsimmi allaqqasunut, pisussaaffiit tigusinnaassagai. Imaassimanngippat ajoqusernermut sillimmasiisarfinnut Garantifondi pillugu inatsit, imaluunniit ajoqusernermut sillimmasiisarfinnut Garantifondi pillugu inatsisip Kalaallit Nunaannut atuutilersinneqarneranut peqqussut malillugu Garantifondip tamatumunnga pisussaatitaanerani, taamaalilluni ajoqusernermut sillimmasiisarfinnut Garantifondip inatsisit allat imaluunniit sillimmasiinerit allat malillugit pisussaaffiit tigussanngilai, pisussaffiit sulinermi ajoqusernermut tunngassuteqarneri apeqqutaatinnagu. Tamanna assersuutigalugu taarsiissuteqarnissamut akisussaaneq pillugu inatsit malillugu piumasaqaatinut (taarsiissutit assigiinngissutaat) aamma ilassutitut sillimmasiinernut atuuppoq.</w:t>
      </w:r>
    </w:p>
    <w:p w14:paraId="29DA22CA" w14:textId="2112197B" w:rsidR="000B3F35" w:rsidRPr="00171408" w:rsidRDefault="00CE02F1" w:rsidP="000B3F35">
      <w:pPr>
        <w:rPr>
          <w:rFonts w:ascii="Times New Roman" w:hAnsi="Times New Roman" w:cs="Times New Roman"/>
          <w:lang w:val="kl-GL"/>
        </w:rPr>
      </w:pPr>
      <w:r w:rsidRPr="00171408">
        <w:rPr>
          <w:rFonts w:ascii="Times New Roman" w:hAnsi="Times New Roman" w:cs="Times New Roman"/>
          <w:i/>
          <w:iCs/>
          <w:lang w:val="kl-GL"/>
        </w:rPr>
        <w:t>Imm</w:t>
      </w:r>
      <w:r w:rsidRPr="00171408">
        <w:rPr>
          <w:rFonts w:ascii="Times New Roman" w:hAnsi="Times New Roman" w:cs="Times New Roman"/>
          <w:i/>
          <w:lang w:val="kl-GL"/>
        </w:rPr>
        <w:t>. 6</w:t>
      </w:r>
      <w:r w:rsidRPr="00171408">
        <w:rPr>
          <w:rFonts w:ascii="Times New Roman" w:hAnsi="Times New Roman" w:cs="Times New Roman"/>
          <w:lang w:val="kl-GL"/>
        </w:rPr>
        <w:t>-</w:t>
      </w:r>
      <w:r w:rsidR="000B3F35" w:rsidRPr="00171408">
        <w:rPr>
          <w:rFonts w:ascii="Times New Roman" w:hAnsi="Times New Roman" w:cs="Times New Roman"/>
          <w:lang w:val="kl-GL"/>
        </w:rPr>
        <w:t>imi siunnersuutigineqarpoq, ajoqusernermut sillimmasiisarfinnut garantifondi pillugu inatsisip, aningaasaliisartut peqatigiiffii il.il. pillugit inatsisip, aningaasanik peqquserluutinik malunnarunnaarsaasarneq pillugu inatsisip aamma inatsisit assigiinngitsut allat allanngortinneqarnissaannut inatsimmi nr. 1163, 8. juni 2021-meersumi § 1-ip Kalaallit Nunaannut atuutilersinneqarneraniit, tak. inatsimmi § 17, imm. 3, aamma qaammatit arfinillit ingerlareernerini, Arbejdsmarkedets Erhvervssikringip sillimmasiinerusinnaasunut atortut ajoqusernermut sillimmasiisarfinnut garantifondimut tunniutissavai, tak. § 3 imm. 4 aamma 5, Arbejdsmarkedets Erhvervssikringi taakkuninnga tigummisaqarpat, tassunga ilanngullugit inunnut paasissutissat, sulinermi ajutoornerit pillugit sulianut attuumassuteqartut. Tunniussinermi ilaatinneqarput taamaallaat atortut, Kalaallit Nunaanni sulinermi ajoqusernermut isumannaarineq pillugu inatsimmi § 59 malillugu Arbejdsmarkedets Erhvervssikringip sillimmasiinernik aqutsineranut attuumassuteqartut, aamma ilaatinneqarnatik atortut, Arbejdsmarkedets Erhvervssikringip qitiusumik suliassaanut attuumassuteqartut. Arbejdsmarkedets Erhvervssikringi piffissami ajoqusernermut sillimmasiisarfinnut garantifondi pillugu inatsisip, aningaasaliisartut peqatigiiffii il.il. pillugit inatsisip, aningaasanik peqquserluutinik malunnarunnaarsaasarneq pillugu inatsisip aamma inatsisit assigiinngitsut allat allanngortinneqarnissaannut inatsimmi nr. 1163, 8. juni 2021-meersumi § 1-ip Kalaallit Nunaannut atuutilersinneqarneraniit, tak. inatsimmi § 17, imm. 3, aamma qaammatit arfinillit ingerlareernerini, pisariaqartitsineq naapertorlugu sulinermi ajutoornerit pillugit suliaasinnaasut, tunniussinermut ilaatinneqartut, ingerlaannarnissaannik Garantifondip suliaqarneranik ikiortassavaa, ajoqusernermut sillimmasiisarfinnut Garantifondip nammineerluni suliassanik ingerlatseriaatsinik il.il. pilersitsinissaata tungaanut.</w:t>
      </w:r>
    </w:p>
    <w:p w14:paraId="30757434" w14:textId="77777777" w:rsidR="000B3F35" w:rsidRPr="00171408" w:rsidRDefault="000B3F35" w:rsidP="000B3F35">
      <w:pPr>
        <w:rPr>
          <w:rFonts w:ascii="Times New Roman" w:hAnsi="Times New Roman" w:cs="Times New Roman"/>
          <w:lang w:val="kl-GL"/>
        </w:rPr>
      </w:pPr>
      <w:r w:rsidRPr="00171408">
        <w:rPr>
          <w:rFonts w:ascii="Times New Roman" w:hAnsi="Times New Roman" w:cs="Times New Roman"/>
          <w:lang w:val="kl-GL"/>
        </w:rPr>
        <w:lastRenderedPageBreak/>
        <w:t>Siunnersuutip kingunerissavaa, Arbejdsmarkedets Erhvervssikringip aamma ajoqusernermut sillimmasiisarfinnut Garantifondip ataatsimoorlutik toqqissisimanartumik sulinermi ajutoornermut sillimmasiinernik tunniussinermik naammassinnissinnaanerat, taamaalillutik ajoqusertut tunniussinermik sunnerneqaqqunagit. Siunnersuut isumaqassaaq, Arbejdsmarkedets Erhvervssikringip qaammatini arfinilinni piffissami pisussaaffinnik aamma pisinnaatitaaffinnik tamanik tunniussinissamut aamma naammassinninnissamut periarfissaqarnissaa, Arbejdsmarkedets Erhvervssikringip Kalaallit Nunaanni sulinermi ajoqusernermut isumannaarineq pillugu inatsimmi § 59 naapertorlugu tigummisinnaasaanik. Piffissami tassani Arbejdsmarkedets Erhvervssikringip sulinermi ajutoornermut sillimmasiinernik eqimattaasinnaasunik, tunniussinermut ilaatinneqartunik, nuussineq angumerisinnaassavaa.</w:t>
      </w:r>
    </w:p>
    <w:p w14:paraId="24F7BA0C" w14:textId="77777777" w:rsidR="000B3F35" w:rsidRPr="00171408" w:rsidRDefault="000B3F35" w:rsidP="000B3F35">
      <w:pPr>
        <w:rPr>
          <w:rFonts w:ascii="Times New Roman" w:hAnsi="Times New Roman" w:cs="Times New Roman"/>
          <w:lang w:val="kl-GL"/>
        </w:rPr>
      </w:pPr>
      <w:r w:rsidRPr="00171408">
        <w:rPr>
          <w:rFonts w:ascii="Times New Roman" w:hAnsi="Times New Roman" w:cs="Times New Roman"/>
          <w:lang w:val="kl-GL"/>
        </w:rPr>
        <w:t>Ajutoornermut sillimmasiinernik eqimattaasinnaasunik ajoqusernermut sillimmasiisarfinnut Garantifondimut tunniussisoqarpat aamma tamatumunnga inunnut paasissutissat ilaatinneqarpata, inunnut paasissutissanik suliarinnittarneq pillugu inatsisip Kalaallit Nunaannut atuutilersinneqarneranut peqqussummi nr. 1238, 14. oktober 2016-imeersumi malittarisassat eqqumaffigalugit tunniussineq ingerlanneqassaaq.</w:t>
      </w:r>
    </w:p>
    <w:p w14:paraId="4EA918F4" w14:textId="77777777" w:rsidR="000B3F35" w:rsidRPr="00171408" w:rsidRDefault="000B3F35" w:rsidP="000B3F35">
      <w:pPr>
        <w:rPr>
          <w:rFonts w:ascii="Times New Roman" w:hAnsi="Times New Roman" w:cs="Times New Roman"/>
          <w:lang w:val="kl-GL"/>
        </w:rPr>
      </w:pPr>
      <w:r w:rsidRPr="00171408">
        <w:rPr>
          <w:rFonts w:ascii="Times New Roman" w:hAnsi="Times New Roman" w:cs="Times New Roman"/>
          <w:lang w:val="kl-GL"/>
        </w:rPr>
        <w:t>Kalaallit Nunaanni sulinermi ajoqusernermut isumannaarineq pillugu inatsimmi § 59 malillugu Arbejdsmarkedets Erhvervssikringi sulinermi ajutoornermut sillimmasiinernik aqutsisimappat, ulloq tunniussivissaq inaarutaasoq ajoqusernermut sillimmasiisarfinnut Garantifondimut isumaqatigiissutigineqassaaq. Tunniussineq piffissami ajoqusernermut sillimmasiisarfinnut garantifondi pillugu inatsisip, aningaasaliisartut peqatigiiffii il.il. pillugit inatsisip, aningaasanik peqquserluutinik malunnarunnaarsaasarneq pillugu inatsisip aamma inatsisit assigiinngitsut allat allanngortinneqarnissaannut inatsimmi nr. 1163, 8. juni 2021-meersumi § 1-ip Kalaallit Nunaannut atuutilersinneqarneraniit, tak. inatsimmi § 17, imm. 3, qaammatit arfinillit angullugit ingerlassaaq.</w:t>
      </w:r>
    </w:p>
    <w:p w14:paraId="482F2421" w14:textId="77777777" w:rsidR="000B3F35" w:rsidRPr="00171408" w:rsidRDefault="000B3F35" w:rsidP="000B3F35">
      <w:pPr>
        <w:rPr>
          <w:rFonts w:ascii="Times New Roman" w:hAnsi="Times New Roman" w:cs="Times New Roman"/>
          <w:lang w:val="kl-GL"/>
        </w:rPr>
      </w:pPr>
      <w:r w:rsidRPr="00171408">
        <w:rPr>
          <w:rFonts w:ascii="Times New Roman" w:hAnsi="Times New Roman" w:cs="Times New Roman"/>
          <w:lang w:val="kl-GL"/>
        </w:rPr>
        <w:t>Arbejdsmarkedets Erhvervssikringi sulinermi ajutoornermut sillimmasiinernik tigusaqarsimappat, aamma tamatumunnga atatillugu sillimmasiisarfimmiit imaluunniit sillimmasiisarfiup qimataaniit pigisanik nalilinnik imaluunniit pigisanik nalilinnik naammattunik nuussisoqarsimanngippat, Arbejdsmarkedets Erhvervssikringip aningaasartuutit akilerallassavai, pigisat nalillit pisariaqartinneqartut sillimmasiisarfimmiit tiguneqarnissaasa tungaanut.</w:t>
      </w:r>
    </w:p>
    <w:p w14:paraId="5389D782" w14:textId="22AF4DAF" w:rsidR="000B3F35" w:rsidRPr="00171408" w:rsidRDefault="000B3F35" w:rsidP="000B3F35">
      <w:pPr>
        <w:rPr>
          <w:rFonts w:ascii="Times New Roman" w:hAnsi="Times New Roman" w:cs="Times New Roman"/>
          <w:lang w:val="kl-GL"/>
        </w:rPr>
      </w:pPr>
      <w:r w:rsidRPr="00171408">
        <w:rPr>
          <w:rFonts w:ascii="Times New Roman" w:hAnsi="Times New Roman" w:cs="Times New Roman"/>
          <w:lang w:val="kl-GL"/>
        </w:rPr>
        <w:t xml:space="preserve">Kalaallit Nunaanni sulinermi ajoqusernermut isumannaarineq pillugu inatsimmi § 59 malillugu aningaasartuutit Arbejdsmarkedets Erhvervssikringimit akilerneqartut, sillimmasiisarfinnit sulinermi ajutoornermut sillimmasiinermik ingerlatsisuusunit tamanit aningaasaliiffigineqassapput, sulinermi ajoqusernermut isumannaarineq pillugu inatsimmi § 48, imm. 6, oqaaseqatigiit pingajuanni agguataarineq malillugu. Aningaasaliineq pissaaq, Arbejdsmarkedets Erhvervssikringip ukiup aallartinnerani aningaasartuutit atorneqarfiani, sillimmasiisarfinni tamani, sulinermi ajutoornermut sillimmasiinermik ingerlatsisuni, aningaasartuutinik acontomik akileeqqusineratigut, ukiumi tulliuttumi </w:t>
      </w:r>
      <w:r w:rsidR="00B956E3" w:rsidRPr="00171408">
        <w:rPr>
          <w:rFonts w:ascii="Times New Roman" w:hAnsi="Times New Roman" w:cs="Times New Roman"/>
          <w:lang w:val="kl-GL"/>
        </w:rPr>
        <w:t>naleqqussar</w:t>
      </w:r>
      <w:r w:rsidRPr="00171408">
        <w:rPr>
          <w:rFonts w:ascii="Times New Roman" w:hAnsi="Times New Roman" w:cs="Times New Roman"/>
          <w:lang w:val="kl-GL"/>
        </w:rPr>
        <w:t>neqarlutik.</w:t>
      </w:r>
    </w:p>
    <w:p w14:paraId="1275AC9D" w14:textId="6AFB3FBD" w:rsidR="00515200" w:rsidRPr="00171408" w:rsidRDefault="000B3F35" w:rsidP="000B3F35">
      <w:pPr>
        <w:rPr>
          <w:rFonts w:ascii="Times New Roman" w:hAnsi="Times New Roman"/>
          <w:lang w:val="kl-GL"/>
        </w:rPr>
      </w:pPr>
      <w:r w:rsidRPr="00171408">
        <w:rPr>
          <w:rFonts w:ascii="Times New Roman" w:hAnsi="Times New Roman" w:cs="Times New Roman"/>
          <w:lang w:val="kl-GL"/>
        </w:rPr>
        <w:t>Arbejdsmarkedets Erhvervssikringip aningaasartuutai ilaqarsinnaapput, ajoqusernermut sillimmasiisarfinnut Garantifondimut sillimmasiinernik tunniussinermut attuumassuteqarsinnaasunik, tassunga ilanngullugit sillimmasiinernik tunniussinermut aamma naatsorsuutinik naammassinninnermut atatillugu aningaasatuutit. Taamaattunik aningaasartuuteqartillugu Arbejdsmarkedets Erhvervssikringi aningaasartuutit matussuserneqarnissaat aamma pisariaqartitsissaaq.</w:t>
      </w:r>
    </w:p>
    <w:p w14:paraId="2D9CD5DB" w14:textId="77777777" w:rsidR="000B08D9" w:rsidRPr="00171408" w:rsidRDefault="00CE02F1" w:rsidP="000B08D9">
      <w:pPr>
        <w:rPr>
          <w:rFonts w:ascii="Times New Roman" w:hAnsi="Times New Roman"/>
          <w:lang w:val="kl-GL"/>
        </w:rPr>
      </w:pPr>
      <w:r w:rsidRPr="00171408">
        <w:rPr>
          <w:rFonts w:ascii="Times New Roman" w:hAnsi="Times New Roman" w:cs="Times New Roman"/>
          <w:i/>
          <w:iCs/>
          <w:lang w:val="kl-GL"/>
        </w:rPr>
        <w:t>Imm</w:t>
      </w:r>
      <w:r w:rsidRPr="00171408">
        <w:rPr>
          <w:rFonts w:ascii="Times New Roman" w:hAnsi="Times New Roman" w:cs="Times New Roman"/>
          <w:i/>
          <w:lang w:val="kl-GL"/>
        </w:rPr>
        <w:t>. 7</w:t>
      </w:r>
      <w:r w:rsidRPr="00171408">
        <w:rPr>
          <w:rFonts w:ascii="Times New Roman" w:hAnsi="Times New Roman" w:cs="Times New Roman"/>
          <w:lang w:val="kl-GL"/>
        </w:rPr>
        <w:t xml:space="preserve">-mi </w:t>
      </w:r>
      <w:r w:rsidR="000B08D9" w:rsidRPr="00171408">
        <w:rPr>
          <w:rFonts w:ascii="Times New Roman" w:hAnsi="Times New Roman" w:cs="Times New Roman"/>
          <w:lang w:val="kl-GL"/>
        </w:rPr>
        <w:t>siunnersuutigineqarpoq</w:t>
      </w:r>
      <w:r w:rsidR="000B08D9" w:rsidRPr="00171408">
        <w:rPr>
          <w:rFonts w:ascii="Times New Roman" w:hAnsi="Times New Roman" w:cs="Times New Roman"/>
          <w:i/>
          <w:lang w:val="kl-GL"/>
        </w:rPr>
        <w:t>,</w:t>
      </w:r>
      <w:r w:rsidR="000B08D9" w:rsidRPr="00171408">
        <w:rPr>
          <w:rFonts w:ascii="Times New Roman" w:hAnsi="Times New Roman" w:cs="Times New Roman"/>
          <w:lang w:val="kl-GL"/>
        </w:rPr>
        <w:t xml:space="preserve"> Kalaallit Nunaanni sulinermi ajoqusernermut isumannaarineq pillugu inatsimmi § 59 malillugu aningaasanik kingornatigut naleqqussaanermi, tak. inatsimmik nalunaarut nr. 75, 16. januar 2017-imeersoq, sulinermi ajoqusernermut isumannaarineq pillugu inatsimmi § 48, imm. 6, oqaaseqatigiit pingajuanni aningaasanik kingornatigut naleqqussaaneq pillugu aalajangersagaq assinganik </w:t>
      </w:r>
      <w:r w:rsidR="000B08D9" w:rsidRPr="00171408">
        <w:rPr>
          <w:rFonts w:ascii="Times New Roman" w:hAnsi="Times New Roman" w:cs="Times New Roman"/>
          <w:lang w:val="kl-GL"/>
        </w:rPr>
        <w:lastRenderedPageBreak/>
        <w:t>atuutissaaq, tak. inatsimmik nalunaarut nr. 1186, 19. august 2022-meersoq. Aalajangersagaq assinganik atuutissaaq ukiumi, ajoqusernermut sillimmasiisarfinnut garantifondi pillugu inatsisip, aningaasaliisartut peqatigiiffii il.il. pillugit inatsisip, aningaasanik peqquserluutinik malunnarunnaarsaasarneq pillugu inatsisip aamma inatsisit assigiinngitsut allat allanngortinneqarnissaannut inatsimmi nr. 1163, 8. juni 2021-meersumi § 1-ip Kalaallit Nunaannut atuutilersinneqarfiani, tak. inatsimmi § 17, imm. 3, ukiut tulliuttut marluk ilanngullugit. Piffissami tassani aningaasat sinneruttuusinnaasut, Kalaallit Nunaanni sulinermi ajoqusernermut isumannaarineq pillugu inatsimmi § 59 malillugu Arbejdsmarkedets Erhvervssikringip akileqqusinnaasai, aningaasanik allanik siumoortumik akileeqqusinermut tunngavimmut ilaasinnaapput, Arbejdsmarkedets Erhvervssikringip sulinermi ajoqusernermut isumannaarineq pillugu inatsimmi § 48, imm. 6, oqaaseqatigiit pingajuanni kingornatigut naleqqussaaneq pillugu aalajangersakkamik assinganik atuinikkut akileqqusai.</w:t>
      </w:r>
    </w:p>
    <w:p w14:paraId="74C4FC0F" w14:textId="77777777" w:rsidR="000B08D9" w:rsidRPr="00171408" w:rsidRDefault="000B08D9" w:rsidP="000B08D9">
      <w:pPr>
        <w:rPr>
          <w:rFonts w:ascii="Times New Roman" w:hAnsi="Times New Roman"/>
          <w:lang w:val="kl-GL"/>
        </w:rPr>
      </w:pPr>
      <w:r w:rsidRPr="00171408">
        <w:rPr>
          <w:rFonts w:ascii="Times New Roman" w:hAnsi="Times New Roman" w:cs="Times New Roman"/>
          <w:lang w:val="kl-GL"/>
        </w:rPr>
        <w:t>Imm. 7-mut siunnersuutip kingunerissavaa, sulinermi ajoqusernermut isumannaarineq pillugu inatsimmi § 48, imm. 6, oqaaseqatigiit pingajuanni aningaasaliisanermut ilusiliinerup assinganik atuunnissaa ukiumi, ajoqusernermut sillimmasiisarfinnut garantifondi pillugu inatsisip, aningaasaliisartut peqatigiiffii il.il. pillugit inatsisip, aningaasanik peqquserluutinik malunnarunnaarsaasarneq pillugu inatsisip aamma inatsisit assigiinngitsut allat allanngortinneqarnissaannut inatsimmi nr. 1163, 8. juni 2021-meersumi § 1-ip Kalaallit Nunaannut atuutilersinneqarfiani, tak. inatsimmi § 17, imm. 3, ukiut tulliuttut marluk ilanngullugit, Kalaallit Nunaanni sulinermi ajoqusernermut isumannaarineq pillugu inatsimmi § 59 naapertorlugu aningaasaatigineqarsinnaasunik kingornatigut naleqqussaanikkut. Tamanna aamma atuutissaaq aningaasartuutinik ilaasoqarpat, Arbejdsmarkedets Erhvervssikringimiit ajoqusernermut sillimmasiisarfinnut Garantifondimut sillimasiinernik tunniussinermut attuumassuteqartunik.</w:t>
      </w:r>
    </w:p>
    <w:p w14:paraId="4406D2EB" w14:textId="77777777" w:rsidR="000B08D9" w:rsidRPr="00171408" w:rsidRDefault="000B08D9" w:rsidP="000B08D9">
      <w:pPr>
        <w:rPr>
          <w:rFonts w:ascii="Times New Roman" w:hAnsi="Times New Roman"/>
          <w:lang w:val="kl-GL"/>
        </w:rPr>
      </w:pPr>
      <w:r w:rsidRPr="00171408">
        <w:rPr>
          <w:rFonts w:ascii="Times New Roman" w:hAnsi="Times New Roman" w:cs="Times New Roman"/>
          <w:lang w:val="kl-GL"/>
        </w:rPr>
        <w:t>Kalaallit Nunaanni sulinermi ajoqusernermut isumannaarineq pillugu inatsimmi § 59 naapertorlugu aningaasartuutinik ilaasoqarpat aamma ajoqusernermut sillimmasiisarfinnut Garantifondimut sillimasiinernik tunniussisoqarpat, kingornatigut naleqqussaanermut kingusinnerusumi ukiumi, ajoqusernermut sillimmasiisarfinnut garantifondi pillugu inatsisip, aningaasaliisartut peqatigiiffii il.il. pillugit inatsisip, aningaasanik peqquserluutinik malunnarunnaarsaasarneq pillugu inatsisip aamma inatsisit assigiinngitsut allat allanngortinneqarnissaannut inatsimmi nr. 1163, 8. juni 2021-meersumi § 1-ip Kalaallit Nunaannut atuutilersinneqarfiani, tak. inatsimmi § 17, imm. 3, siunnersuutigineqarpoq, Arbejdsmarkedets Erhvervssikringip aningaasartuutinik ilaasoqarpat taamaattut aamma ukiuni tulliuttuni marlunni kingornatigut naleqqussaanermut ilanngussinnaagai.</w:t>
      </w:r>
    </w:p>
    <w:p w14:paraId="54D66ACB" w14:textId="77777777" w:rsidR="000B08D9" w:rsidRPr="00171408" w:rsidRDefault="000B08D9" w:rsidP="000B08D9">
      <w:pPr>
        <w:rPr>
          <w:rFonts w:ascii="Times New Roman" w:hAnsi="Times New Roman"/>
          <w:lang w:val="kl-GL"/>
        </w:rPr>
      </w:pPr>
      <w:r w:rsidRPr="00171408">
        <w:rPr>
          <w:rFonts w:ascii="Times New Roman" w:hAnsi="Times New Roman" w:cs="Times New Roman"/>
          <w:lang w:val="kl-GL"/>
        </w:rPr>
        <w:t>Peqatigitillugu siunnersuutigineqarpoq, aningaasat sinneruttut, Kalaallit Nunaanni sulinermi ajoqusernermut isumannaarineq pillugu inatsimmi § 59 malillugu Arbejdsmarkedets Erhvervssikringip akileqqusimasinnaasai, aningaasanik allanik, sulinermi ajoqusernermut isumannaarineq pillugu inatsimmi § 48, imm. 6, oqaaseqatigiit pingajuat malillugu akileqquneqartunik, acontomik akileeqqusinermut ilaatinneqarnissaat ukiumi, ajoqusernermut sillimmasiisarfinnut garantifondi pillugu inatsisip, aningaasaliisartut peqatigiiffii il.il. pillugit inatsisip, aningaasanik peqquserluutinik malunnarunnaarsaasarneq pillugu inatsisip aamma inatsisit assigiinngitsut allat allanngortinneqarnissaannut inatsimmi nr. 1163, 8. juni 2021-meersumi § 1-ip Kalaallit Nunaannut atuutilersinneqarfiani, tak. inatsimmi § 17, imm. 3, ukiut tulliuttut marluk ilanngullugit. Tamatuminnga siunertaavoq, pisariitsumik naammassinninnissamik qulakkeerineq, § 59 malillugu Arbejdsmarkedets Erhvervssikringi suliassaqartillugu.</w:t>
      </w:r>
    </w:p>
    <w:p w14:paraId="40CBDD64" w14:textId="77777777" w:rsidR="000B08D9" w:rsidRPr="00171408" w:rsidRDefault="000B08D9" w:rsidP="000B08D9">
      <w:pPr>
        <w:rPr>
          <w:rFonts w:ascii="Times New Roman" w:hAnsi="Times New Roman"/>
          <w:lang w:val="kl-GL"/>
        </w:rPr>
      </w:pPr>
      <w:r w:rsidRPr="00171408">
        <w:rPr>
          <w:rFonts w:ascii="Times New Roman" w:hAnsi="Times New Roman" w:cs="Times New Roman"/>
          <w:lang w:val="kl-GL"/>
        </w:rPr>
        <w:t xml:space="preserve">Siunnersuutikkut qulakkeerneqarpoq, Arbejdsmarkedets Erhvervssikringip Kalaallit Nunaanni sulinermi ajoqusernermut isumannaarineq pillugu inatsimmi § 59 malillugu sillimmasiinernik aqutsisinnaanerup </w:t>
      </w:r>
      <w:r w:rsidRPr="00171408">
        <w:rPr>
          <w:rFonts w:ascii="Times New Roman" w:hAnsi="Times New Roman" w:cs="Times New Roman"/>
          <w:lang w:val="kl-GL"/>
        </w:rPr>
        <w:lastRenderedPageBreak/>
        <w:t>matuneqarnissaanut aningaasaqarnikkut pisariaqartinneqartunik aningaasaateqarnissaq, aamma tamatuminnga ajoqusernermut sillimmasiisarfinnut Garantifondimut tunniussinissamut.</w:t>
      </w:r>
    </w:p>
    <w:p w14:paraId="53B5775C" w14:textId="28FF54EF" w:rsidR="00515200" w:rsidRPr="00171408" w:rsidRDefault="000B08D9" w:rsidP="000B08D9">
      <w:pPr>
        <w:rPr>
          <w:rFonts w:ascii="Times New Roman" w:hAnsi="Times New Roman"/>
          <w:lang w:val="kl-GL"/>
        </w:rPr>
      </w:pPr>
      <w:r w:rsidRPr="00171408">
        <w:rPr>
          <w:rFonts w:ascii="Times New Roman" w:hAnsi="Times New Roman" w:cs="Times New Roman"/>
          <w:lang w:val="kl-GL"/>
        </w:rPr>
        <w:t>Oqaaseqaatit nalinginnaasut innersuussutigineqarput, imm. 2.10.</w:t>
      </w:r>
    </w:p>
    <w:p w14:paraId="73B0D677" w14:textId="77777777" w:rsidR="00515200" w:rsidRPr="00171408" w:rsidRDefault="00515200">
      <w:pPr>
        <w:rPr>
          <w:rFonts w:ascii="Times New Roman" w:hAnsi="Times New Roman" w:cs="Times New Roman"/>
          <w:lang w:val="kl-GL"/>
        </w:rPr>
      </w:pPr>
    </w:p>
    <w:tbl>
      <w:tblPr>
        <w:tblStyle w:val="Tabel-Gitter"/>
        <w:tblW w:w="9606" w:type="dxa"/>
        <w:tblCellMar>
          <w:left w:w="138" w:type="dxa"/>
        </w:tblCellMar>
        <w:tblLook w:val="04A0" w:firstRow="1" w:lastRow="0" w:firstColumn="1" w:lastColumn="0" w:noHBand="0" w:noVBand="1"/>
      </w:tblPr>
      <w:tblGrid>
        <w:gridCol w:w="4361"/>
        <w:gridCol w:w="563"/>
        <w:gridCol w:w="4682"/>
      </w:tblGrid>
      <w:tr w:rsidR="00515200" w:rsidRPr="00171408" w14:paraId="1A3C0DCE" w14:textId="77777777">
        <w:tc>
          <w:tcPr>
            <w:tcW w:w="9606" w:type="dxa"/>
            <w:gridSpan w:val="3"/>
            <w:tcBorders>
              <w:top w:val="nil"/>
              <w:left w:val="nil"/>
              <w:bottom w:val="nil"/>
              <w:right w:val="nil"/>
            </w:tcBorders>
            <w:shd w:val="clear" w:color="auto" w:fill="auto"/>
          </w:tcPr>
          <w:p w14:paraId="62208F76" w14:textId="77777777" w:rsidR="00515200" w:rsidRPr="00171408" w:rsidRDefault="00515200">
            <w:pPr>
              <w:spacing w:after="0"/>
              <w:jc w:val="center"/>
              <w:rPr>
                <w:rFonts w:ascii="Times New Roman" w:hAnsi="Times New Roman" w:cs="Times New Roman"/>
                <w:b/>
                <w:lang w:val="kl-GL"/>
              </w:rPr>
            </w:pPr>
          </w:p>
          <w:p w14:paraId="162C8201" w14:textId="77777777" w:rsidR="00515200" w:rsidRPr="00171408" w:rsidRDefault="00CE02F1">
            <w:pPr>
              <w:spacing w:after="0"/>
              <w:jc w:val="center"/>
              <w:rPr>
                <w:rFonts w:ascii="Times New Roman" w:hAnsi="Times New Roman"/>
                <w:lang w:val="kl-GL"/>
              </w:rPr>
            </w:pPr>
            <w:r w:rsidRPr="00171408">
              <w:rPr>
                <w:rFonts w:ascii="Times New Roman" w:hAnsi="Times New Roman" w:cs="Times New Roman"/>
                <w:b/>
                <w:lang w:val="kl-GL"/>
              </w:rPr>
              <w:t>Inatsisissatut siunnersuut inatsimmut atuuttumut sanilliullugu</w:t>
            </w:r>
          </w:p>
          <w:p w14:paraId="44841590" w14:textId="77777777" w:rsidR="00515200" w:rsidRPr="00171408" w:rsidRDefault="00515200">
            <w:pPr>
              <w:spacing w:after="0"/>
              <w:jc w:val="both"/>
              <w:rPr>
                <w:rFonts w:ascii="Times New Roman" w:hAnsi="Times New Roman" w:cs="Times New Roman"/>
                <w:i/>
                <w:lang w:val="kl-GL"/>
              </w:rPr>
            </w:pPr>
          </w:p>
        </w:tc>
      </w:tr>
      <w:tr w:rsidR="00515200" w:rsidRPr="00171408" w14:paraId="14F04BFE" w14:textId="77777777">
        <w:tc>
          <w:tcPr>
            <w:tcW w:w="4361" w:type="dxa"/>
            <w:tcBorders>
              <w:top w:val="nil"/>
              <w:left w:val="nil"/>
              <w:bottom w:val="nil"/>
              <w:right w:val="nil"/>
            </w:tcBorders>
            <w:shd w:val="clear" w:color="auto" w:fill="auto"/>
          </w:tcPr>
          <w:p w14:paraId="0CEA5F2C" w14:textId="77777777" w:rsidR="00515200" w:rsidRPr="00171408" w:rsidRDefault="00515200">
            <w:pPr>
              <w:spacing w:after="0"/>
              <w:jc w:val="both"/>
              <w:rPr>
                <w:rFonts w:ascii="Times New Roman" w:hAnsi="Times New Roman" w:cs="Times New Roman"/>
                <w:i/>
                <w:lang w:val="kl-GL"/>
              </w:rPr>
            </w:pPr>
          </w:p>
          <w:p w14:paraId="1651CB77" w14:textId="77777777" w:rsidR="00515200" w:rsidRPr="00171408" w:rsidRDefault="00CE02F1">
            <w:pPr>
              <w:spacing w:after="0"/>
              <w:jc w:val="both"/>
              <w:rPr>
                <w:rFonts w:ascii="Times New Roman" w:hAnsi="Times New Roman"/>
                <w:lang w:val="kl-GL"/>
              </w:rPr>
            </w:pPr>
            <w:r w:rsidRPr="00171408">
              <w:rPr>
                <w:rFonts w:ascii="Times New Roman" w:hAnsi="Times New Roman" w:cs="Times New Roman"/>
                <w:i/>
                <w:lang w:val="kl-GL"/>
              </w:rPr>
              <w:t>Oqaasertat atuuttut</w:t>
            </w:r>
          </w:p>
          <w:p w14:paraId="5AF75BB6" w14:textId="77777777" w:rsidR="00515200" w:rsidRPr="00171408" w:rsidRDefault="00515200">
            <w:pPr>
              <w:spacing w:after="0"/>
              <w:jc w:val="both"/>
              <w:rPr>
                <w:rFonts w:ascii="Times New Roman" w:hAnsi="Times New Roman" w:cs="Times New Roman"/>
                <w:i/>
                <w:lang w:val="kl-GL"/>
              </w:rPr>
            </w:pPr>
          </w:p>
        </w:tc>
        <w:tc>
          <w:tcPr>
            <w:tcW w:w="563" w:type="dxa"/>
            <w:tcBorders>
              <w:top w:val="nil"/>
              <w:left w:val="nil"/>
              <w:bottom w:val="nil"/>
              <w:right w:val="nil"/>
            </w:tcBorders>
            <w:shd w:val="clear" w:color="auto" w:fill="auto"/>
          </w:tcPr>
          <w:p w14:paraId="5E8639E5" w14:textId="77777777" w:rsidR="00515200" w:rsidRPr="00171408" w:rsidRDefault="00515200">
            <w:pPr>
              <w:spacing w:after="0"/>
              <w:jc w:val="both"/>
              <w:rPr>
                <w:rFonts w:ascii="Times New Roman" w:hAnsi="Times New Roman" w:cs="Times New Roman"/>
                <w:lang w:val="kl-GL"/>
              </w:rPr>
            </w:pPr>
          </w:p>
        </w:tc>
        <w:tc>
          <w:tcPr>
            <w:tcW w:w="4682" w:type="dxa"/>
            <w:tcBorders>
              <w:top w:val="nil"/>
              <w:left w:val="nil"/>
              <w:bottom w:val="nil"/>
              <w:right w:val="nil"/>
            </w:tcBorders>
            <w:shd w:val="clear" w:color="auto" w:fill="auto"/>
          </w:tcPr>
          <w:p w14:paraId="5E67EBCB" w14:textId="77777777" w:rsidR="00515200" w:rsidRPr="00171408" w:rsidRDefault="00515200">
            <w:pPr>
              <w:spacing w:after="0"/>
              <w:jc w:val="both"/>
              <w:rPr>
                <w:rFonts w:ascii="Times New Roman" w:hAnsi="Times New Roman" w:cs="Times New Roman"/>
                <w:i/>
                <w:lang w:val="kl-GL"/>
              </w:rPr>
            </w:pPr>
          </w:p>
          <w:p w14:paraId="53CDB046" w14:textId="77777777" w:rsidR="00515200" w:rsidRPr="00171408" w:rsidRDefault="00CE02F1">
            <w:pPr>
              <w:spacing w:after="0"/>
              <w:jc w:val="both"/>
              <w:rPr>
                <w:rFonts w:ascii="Times New Roman" w:hAnsi="Times New Roman"/>
                <w:lang w:val="kl-GL"/>
              </w:rPr>
            </w:pPr>
            <w:r w:rsidRPr="00171408">
              <w:rPr>
                <w:rFonts w:ascii="Times New Roman" w:hAnsi="Times New Roman" w:cs="Times New Roman"/>
                <w:i/>
                <w:lang w:val="kl-GL"/>
              </w:rPr>
              <w:t>Inatsisissatut siunnersuut</w:t>
            </w:r>
          </w:p>
        </w:tc>
      </w:tr>
      <w:tr w:rsidR="00515200" w:rsidRPr="00940819" w14:paraId="7B3512FC" w14:textId="77777777">
        <w:tc>
          <w:tcPr>
            <w:tcW w:w="4361" w:type="dxa"/>
            <w:tcBorders>
              <w:top w:val="nil"/>
              <w:left w:val="nil"/>
              <w:bottom w:val="nil"/>
              <w:right w:val="nil"/>
            </w:tcBorders>
            <w:shd w:val="clear" w:color="auto" w:fill="auto"/>
          </w:tcPr>
          <w:p w14:paraId="61A00B97" w14:textId="77777777" w:rsidR="00515200" w:rsidRPr="00171408" w:rsidRDefault="00515200">
            <w:pPr>
              <w:spacing w:after="0"/>
              <w:jc w:val="both"/>
              <w:rPr>
                <w:rFonts w:ascii="Times New Roman" w:hAnsi="Times New Roman" w:cs="Times New Roman"/>
                <w:i/>
                <w:lang w:val="kl-GL"/>
              </w:rPr>
            </w:pPr>
          </w:p>
        </w:tc>
        <w:tc>
          <w:tcPr>
            <w:tcW w:w="563" w:type="dxa"/>
            <w:tcBorders>
              <w:top w:val="nil"/>
              <w:left w:val="nil"/>
              <w:bottom w:val="nil"/>
              <w:right w:val="nil"/>
            </w:tcBorders>
            <w:shd w:val="clear" w:color="auto" w:fill="auto"/>
          </w:tcPr>
          <w:p w14:paraId="53E98229" w14:textId="77777777" w:rsidR="00515200" w:rsidRPr="00171408" w:rsidRDefault="00515200">
            <w:pPr>
              <w:spacing w:after="0"/>
              <w:jc w:val="both"/>
              <w:rPr>
                <w:rFonts w:ascii="Times New Roman" w:hAnsi="Times New Roman" w:cs="Times New Roman"/>
                <w:lang w:val="kl-GL"/>
              </w:rPr>
            </w:pPr>
          </w:p>
        </w:tc>
        <w:tc>
          <w:tcPr>
            <w:tcW w:w="4682" w:type="dxa"/>
            <w:tcBorders>
              <w:top w:val="nil"/>
              <w:left w:val="nil"/>
              <w:bottom w:val="nil"/>
              <w:right w:val="nil"/>
            </w:tcBorders>
            <w:shd w:val="clear" w:color="auto" w:fill="auto"/>
          </w:tcPr>
          <w:p w14:paraId="403344B9" w14:textId="4AA7D1CC" w:rsidR="00515200" w:rsidRPr="00171408" w:rsidRDefault="00CE02F1">
            <w:pPr>
              <w:spacing w:after="0"/>
              <w:rPr>
                <w:rFonts w:ascii="Times New Roman" w:hAnsi="Times New Roman"/>
                <w:lang w:val="kl-GL"/>
              </w:rPr>
            </w:pPr>
            <w:r w:rsidRPr="00171408">
              <w:rPr>
                <w:rFonts w:ascii="Times New Roman" w:hAnsi="Times New Roman" w:cs="Times New Roman"/>
                <w:sz w:val="21"/>
                <w:szCs w:val="21"/>
                <w:lang w:val="kl-GL"/>
              </w:rPr>
              <w:t xml:space="preserve">Kalaallit Nunaanni </w:t>
            </w:r>
            <w:r w:rsidR="00984F94" w:rsidRPr="00171408">
              <w:rPr>
                <w:rFonts w:ascii="Times New Roman" w:hAnsi="Times New Roman" w:cs="Times New Roman"/>
                <w:sz w:val="21"/>
                <w:szCs w:val="21"/>
                <w:lang w:val="kl-GL"/>
              </w:rPr>
              <w:t xml:space="preserve">sulinermi </w:t>
            </w:r>
            <w:r w:rsidR="006A4971" w:rsidRPr="00171408">
              <w:rPr>
                <w:rFonts w:ascii="Times New Roman" w:hAnsi="Times New Roman" w:cs="Times New Roman"/>
                <w:sz w:val="21"/>
                <w:szCs w:val="21"/>
                <w:lang w:val="kl-GL"/>
              </w:rPr>
              <w:t>ajoqusernermut isumannaarineq</w:t>
            </w:r>
            <w:r w:rsidRPr="00171408">
              <w:rPr>
                <w:rFonts w:ascii="Times New Roman" w:hAnsi="Times New Roman" w:cs="Times New Roman"/>
                <w:sz w:val="21"/>
                <w:szCs w:val="21"/>
                <w:lang w:val="kl-GL"/>
              </w:rPr>
              <w:t xml:space="preserve"> pillugu inatsimmi, tak. </w:t>
            </w:r>
            <w:r w:rsidR="00B8084D" w:rsidRPr="00171408">
              <w:rPr>
                <w:rFonts w:ascii="Times New Roman" w:hAnsi="Times New Roman" w:cs="Times New Roman"/>
                <w:sz w:val="21"/>
                <w:szCs w:val="21"/>
                <w:lang w:val="kl-GL"/>
              </w:rPr>
              <w:t xml:space="preserve">inatsimmik </w:t>
            </w:r>
            <w:r w:rsidRPr="00171408">
              <w:rPr>
                <w:rFonts w:ascii="Times New Roman" w:hAnsi="Times New Roman" w:cs="Times New Roman"/>
                <w:sz w:val="21"/>
                <w:szCs w:val="21"/>
                <w:lang w:val="kl-GL"/>
              </w:rPr>
              <w:t>nalunaarut nr. 75, 16. januar 2017-meersoq kingusinnerusukkut allannguutit ilanngullugit</w:t>
            </w:r>
            <w:r w:rsidRPr="00171408">
              <w:rPr>
                <w:rFonts w:ascii="Times New Roman" w:hAnsi="Times New Roman" w:cs="Times New Roman"/>
                <w:lang w:val="kl-GL"/>
              </w:rPr>
              <w:t>, tulliuttut allanngortinneqassapput:</w:t>
            </w:r>
          </w:p>
          <w:p w14:paraId="09E04148" w14:textId="77777777" w:rsidR="00515200" w:rsidRPr="00171408" w:rsidRDefault="00515200">
            <w:pPr>
              <w:spacing w:after="0"/>
              <w:rPr>
                <w:rFonts w:ascii="Times New Roman" w:hAnsi="Times New Roman" w:cs="Times New Roman"/>
                <w:i/>
                <w:lang w:val="kl-GL"/>
              </w:rPr>
            </w:pPr>
          </w:p>
        </w:tc>
      </w:tr>
      <w:tr w:rsidR="00515200" w:rsidRPr="00940819" w14:paraId="4E30F576" w14:textId="77777777">
        <w:tc>
          <w:tcPr>
            <w:tcW w:w="4361" w:type="dxa"/>
            <w:tcBorders>
              <w:top w:val="nil"/>
              <w:left w:val="nil"/>
              <w:bottom w:val="nil"/>
              <w:right w:val="nil"/>
            </w:tcBorders>
            <w:shd w:val="clear" w:color="auto" w:fill="auto"/>
          </w:tcPr>
          <w:p w14:paraId="3E2657B7" w14:textId="77777777" w:rsidR="00515200" w:rsidRPr="00171408" w:rsidRDefault="00515200">
            <w:pPr>
              <w:spacing w:after="0"/>
              <w:jc w:val="both"/>
              <w:rPr>
                <w:rFonts w:ascii="Times New Roman" w:hAnsi="Times New Roman" w:cs="Times New Roman"/>
                <w:lang w:val="kl-GL"/>
              </w:rPr>
            </w:pPr>
          </w:p>
          <w:p w14:paraId="5FFFDF38" w14:textId="77777777" w:rsidR="00515200" w:rsidRPr="00171408" w:rsidRDefault="00515200">
            <w:pPr>
              <w:spacing w:after="0"/>
              <w:jc w:val="both"/>
              <w:rPr>
                <w:rFonts w:ascii="Times New Roman" w:hAnsi="Times New Roman" w:cs="Times New Roman"/>
                <w:lang w:val="kl-GL"/>
              </w:rPr>
            </w:pPr>
          </w:p>
          <w:p w14:paraId="76235C14" w14:textId="77777777" w:rsidR="00515200" w:rsidRPr="00171408" w:rsidRDefault="00515200">
            <w:pPr>
              <w:spacing w:after="0"/>
              <w:jc w:val="both"/>
              <w:rPr>
                <w:rFonts w:ascii="Times New Roman" w:hAnsi="Times New Roman" w:cs="Times New Roman"/>
                <w:lang w:val="kl-GL"/>
              </w:rPr>
            </w:pPr>
          </w:p>
          <w:p w14:paraId="45906B51" w14:textId="77777777" w:rsidR="00515200" w:rsidRPr="00171408" w:rsidRDefault="00515200">
            <w:pPr>
              <w:spacing w:after="0"/>
              <w:jc w:val="both"/>
              <w:rPr>
                <w:rFonts w:ascii="Times New Roman" w:hAnsi="Times New Roman" w:cs="Times New Roman"/>
                <w:lang w:val="kl-GL"/>
              </w:rPr>
            </w:pPr>
          </w:p>
          <w:p w14:paraId="5071EC99" w14:textId="60C35319" w:rsidR="00515200" w:rsidRPr="00171408" w:rsidRDefault="00CE02F1">
            <w:pPr>
              <w:spacing w:after="0"/>
              <w:rPr>
                <w:rFonts w:ascii="Times New Roman" w:hAnsi="Times New Roman"/>
                <w:lang w:val="kl-GL"/>
              </w:rPr>
            </w:pPr>
            <w:r w:rsidRPr="00171408">
              <w:rPr>
                <w:rFonts w:ascii="Times New Roman" w:hAnsi="Times New Roman" w:cs="Times New Roman"/>
                <w:lang w:val="kl-GL"/>
              </w:rPr>
              <w:t xml:space="preserve">Kalaallit Nunaanni </w:t>
            </w:r>
            <w:r w:rsidR="00984F94" w:rsidRPr="00171408">
              <w:rPr>
                <w:rFonts w:ascii="Times New Roman" w:hAnsi="Times New Roman" w:cs="Times New Roman"/>
                <w:lang w:val="kl-GL"/>
              </w:rPr>
              <w:t xml:space="preserve">sulinermi </w:t>
            </w:r>
            <w:r w:rsidR="006A4971" w:rsidRPr="00171408">
              <w:rPr>
                <w:rFonts w:ascii="Times New Roman" w:hAnsi="Times New Roman" w:cs="Times New Roman"/>
                <w:lang w:val="kl-GL"/>
              </w:rPr>
              <w:t>ajoqusernermut isumannaarineq</w:t>
            </w:r>
            <w:r w:rsidRPr="00171408">
              <w:rPr>
                <w:rFonts w:ascii="Times New Roman" w:hAnsi="Times New Roman" w:cs="Times New Roman"/>
                <w:lang w:val="kl-GL"/>
              </w:rPr>
              <w:t xml:space="preserve"> pillugu inatsit</w:t>
            </w:r>
          </w:p>
          <w:p w14:paraId="3D8E922F" w14:textId="77777777" w:rsidR="00515200" w:rsidRPr="00171408" w:rsidRDefault="00515200">
            <w:pPr>
              <w:spacing w:after="0"/>
              <w:rPr>
                <w:rFonts w:ascii="Times New Roman" w:hAnsi="Times New Roman" w:cs="Times New Roman"/>
                <w:lang w:val="kl-GL"/>
              </w:rPr>
            </w:pPr>
          </w:p>
          <w:p w14:paraId="218ADE6E" w14:textId="77777777" w:rsidR="00515200" w:rsidRPr="00171408" w:rsidRDefault="00CE02F1">
            <w:pPr>
              <w:spacing w:after="0"/>
              <w:rPr>
                <w:rFonts w:ascii="Times New Roman" w:hAnsi="Times New Roman"/>
                <w:lang w:val="kl-GL"/>
              </w:rPr>
            </w:pPr>
            <w:r w:rsidRPr="00171408">
              <w:rPr>
                <w:rFonts w:ascii="Times New Roman" w:hAnsi="Times New Roman" w:cs="Times New Roman"/>
                <w:b/>
                <w:lang w:val="kl-GL"/>
              </w:rPr>
              <w:t>§ 6. ---</w:t>
            </w:r>
          </w:p>
          <w:p w14:paraId="6783F521" w14:textId="77777777" w:rsidR="00515200" w:rsidRPr="00171408" w:rsidRDefault="00515200">
            <w:pPr>
              <w:spacing w:after="0"/>
              <w:rPr>
                <w:rFonts w:ascii="Times New Roman" w:hAnsi="Times New Roman" w:cs="Times New Roman"/>
                <w:i/>
                <w:lang w:val="kl-GL"/>
              </w:rPr>
            </w:pPr>
          </w:p>
          <w:p w14:paraId="4C5FE4A7" w14:textId="77777777" w:rsidR="00515200" w:rsidRPr="00171408" w:rsidRDefault="00CE02F1">
            <w:pPr>
              <w:spacing w:after="0"/>
              <w:rPr>
                <w:lang w:val="kl-GL"/>
              </w:rPr>
            </w:pPr>
            <w:r w:rsidRPr="00171408">
              <w:rPr>
                <w:rFonts w:ascii="Times New Roman" w:hAnsi="Times New Roman" w:cs="Times New Roman"/>
                <w:i/>
                <w:lang w:val="kl-GL"/>
              </w:rPr>
              <w:t>Imm. 2</w:t>
            </w:r>
            <w:r w:rsidRPr="00171408">
              <w:rPr>
                <w:rFonts w:ascii="Times New Roman" w:hAnsi="Times New Roman" w:cs="Times New Roman"/>
                <w:lang w:val="kl-GL"/>
              </w:rPr>
              <w:t>. Ajoqusernernut tunngatillugu inatsisip matuma atuutilerfia tassaavoq ulloq ajoquserfik, imaluunniit sunnigaanerup ajoquserneqarnermut pissutaasup qaangiuffia, aatsaalli inatsimmi allamik aalajangersaasoqarsimanngippat.</w:t>
            </w:r>
          </w:p>
        </w:tc>
        <w:tc>
          <w:tcPr>
            <w:tcW w:w="563" w:type="dxa"/>
            <w:tcBorders>
              <w:top w:val="nil"/>
              <w:left w:val="nil"/>
              <w:bottom w:val="nil"/>
              <w:right w:val="nil"/>
            </w:tcBorders>
            <w:shd w:val="clear" w:color="auto" w:fill="auto"/>
          </w:tcPr>
          <w:p w14:paraId="15D3C991" w14:textId="77777777" w:rsidR="00515200" w:rsidRPr="00171408" w:rsidRDefault="00515200">
            <w:pPr>
              <w:spacing w:after="0"/>
              <w:jc w:val="both"/>
              <w:rPr>
                <w:rFonts w:ascii="Times New Roman" w:hAnsi="Times New Roman" w:cs="Times New Roman"/>
                <w:lang w:val="kl-GL"/>
              </w:rPr>
            </w:pPr>
          </w:p>
        </w:tc>
        <w:tc>
          <w:tcPr>
            <w:tcW w:w="4682" w:type="dxa"/>
            <w:tcBorders>
              <w:top w:val="nil"/>
              <w:left w:val="nil"/>
              <w:bottom w:val="nil"/>
              <w:right w:val="nil"/>
            </w:tcBorders>
            <w:shd w:val="clear" w:color="auto" w:fill="auto"/>
          </w:tcPr>
          <w:p w14:paraId="78E86C8E" w14:textId="4057DAE5" w:rsidR="00515200" w:rsidRPr="00171408" w:rsidRDefault="008F03AC" w:rsidP="00756E01">
            <w:pPr>
              <w:spacing w:after="0"/>
              <w:rPr>
                <w:rFonts w:ascii="Times New Roman" w:hAnsi="Times New Roman"/>
                <w:lang w:val="kl-GL"/>
              </w:rPr>
            </w:pPr>
            <w:r w:rsidRPr="00171408">
              <w:rPr>
                <w:rFonts w:ascii="Times New Roman" w:hAnsi="Times New Roman" w:cs="Times New Roman"/>
                <w:i/>
                <w:lang w:val="kl-GL"/>
              </w:rPr>
              <w:t>Suliassaqartitsinermut ministereqarfik</w:t>
            </w:r>
          </w:p>
          <w:p w14:paraId="07997C39" w14:textId="77777777" w:rsidR="00515200" w:rsidRPr="00171408" w:rsidRDefault="00515200">
            <w:pPr>
              <w:spacing w:after="0"/>
              <w:rPr>
                <w:rFonts w:ascii="Times New Roman" w:hAnsi="Times New Roman" w:cs="Times New Roman"/>
                <w:b/>
                <w:lang w:val="kl-GL"/>
              </w:rPr>
            </w:pPr>
          </w:p>
          <w:p w14:paraId="263F5B45" w14:textId="77777777" w:rsidR="00515200" w:rsidRPr="00171408" w:rsidRDefault="00CE02F1">
            <w:pPr>
              <w:spacing w:after="0"/>
              <w:jc w:val="center"/>
              <w:rPr>
                <w:rFonts w:ascii="Times New Roman" w:hAnsi="Times New Roman"/>
                <w:lang w:val="kl-GL"/>
              </w:rPr>
            </w:pPr>
            <w:r w:rsidRPr="00171408">
              <w:rPr>
                <w:rFonts w:ascii="Times New Roman" w:hAnsi="Times New Roman" w:cs="Times New Roman"/>
                <w:b/>
                <w:lang w:val="kl-GL"/>
              </w:rPr>
              <w:t>§ 1</w:t>
            </w:r>
          </w:p>
          <w:p w14:paraId="679D2142" w14:textId="77777777" w:rsidR="00515200" w:rsidRPr="00171408" w:rsidRDefault="00515200">
            <w:pPr>
              <w:spacing w:after="0"/>
              <w:rPr>
                <w:rFonts w:ascii="Times New Roman" w:hAnsi="Times New Roman" w:cs="Times New Roman"/>
                <w:lang w:val="kl-GL"/>
              </w:rPr>
            </w:pPr>
          </w:p>
          <w:p w14:paraId="1211CDDA" w14:textId="77777777" w:rsidR="00515200" w:rsidRPr="00171408" w:rsidRDefault="00515200">
            <w:pPr>
              <w:spacing w:after="0"/>
              <w:rPr>
                <w:rFonts w:ascii="Times New Roman" w:hAnsi="Times New Roman" w:cs="Times New Roman"/>
                <w:lang w:val="kl-GL"/>
              </w:rPr>
            </w:pPr>
          </w:p>
          <w:p w14:paraId="5012D4C0" w14:textId="77777777" w:rsidR="00515200" w:rsidRPr="00171408" w:rsidRDefault="00515200">
            <w:pPr>
              <w:spacing w:after="0"/>
              <w:rPr>
                <w:rFonts w:ascii="Times New Roman" w:hAnsi="Times New Roman" w:cs="Times New Roman"/>
                <w:lang w:val="kl-GL"/>
              </w:rPr>
            </w:pPr>
          </w:p>
          <w:p w14:paraId="7D789832" w14:textId="77777777" w:rsidR="00515200" w:rsidRPr="00171408" w:rsidRDefault="00515200">
            <w:pPr>
              <w:spacing w:after="0"/>
              <w:rPr>
                <w:rFonts w:ascii="Times New Roman" w:hAnsi="Times New Roman" w:cs="Times New Roman"/>
                <w:b/>
                <w:lang w:val="kl-GL"/>
              </w:rPr>
            </w:pPr>
          </w:p>
          <w:p w14:paraId="6E12C191" w14:textId="77777777" w:rsidR="00B8084D" w:rsidRPr="00171408" w:rsidRDefault="00B8084D">
            <w:pPr>
              <w:spacing w:after="0"/>
              <w:rPr>
                <w:rFonts w:ascii="Times New Roman" w:hAnsi="Times New Roman" w:cs="Times New Roman"/>
                <w:b/>
                <w:lang w:val="kl-GL"/>
              </w:rPr>
            </w:pPr>
          </w:p>
          <w:p w14:paraId="1673BD30" w14:textId="77777777" w:rsidR="00515200" w:rsidRPr="00171408" w:rsidRDefault="00515200">
            <w:pPr>
              <w:spacing w:after="0"/>
              <w:rPr>
                <w:rFonts w:ascii="Times New Roman" w:hAnsi="Times New Roman" w:cs="Times New Roman"/>
                <w:b/>
                <w:lang w:val="kl-GL"/>
              </w:rPr>
            </w:pPr>
          </w:p>
          <w:p w14:paraId="426BE7DE" w14:textId="77777777" w:rsidR="00D86C25" w:rsidRPr="00171408" w:rsidRDefault="00CE02F1" w:rsidP="00D86C25">
            <w:pPr>
              <w:spacing w:after="0"/>
              <w:rPr>
                <w:rFonts w:ascii="Times New Roman" w:hAnsi="Times New Roman" w:cs="Times New Roman"/>
                <w:lang w:val="kl-GL"/>
              </w:rPr>
            </w:pPr>
            <w:r w:rsidRPr="00171408">
              <w:rPr>
                <w:rFonts w:ascii="Times New Roman" w:hAnsi="Times New Roman" w:cs="Times New Roman"/>
                <w:b/>
                <w:lang w:val="kl-GL"/>
              </w:rPr>
              <w:t xml:space="preserve">1. </w:t>
            </w:r>
            <w:r w:rsidRPr="00171408">
              <w:rPr>
                <w:rFonts w:ascii="Times New Roman" w:hAnsi="Times New Roman" w:cs="Times New Roman"/>
                <w:i/>
                <w:iCs/>
                <w:lang w:val="kl-GL"/>
              </w:rPr>
              <w:t>§ 6-</w:t>
            </w:r>
            <w:r w:rsidRPr="00171408">
              <w:rPr>
                <w:rFonts w:ascii="Times New Roman" w:hAnsi="Times New Roman" w:cs="Times New Roman"/>
                <w:lang w:val="kl-GL"/>
              </w:rPr>
              <w:t xml:space="preserve">imi </w:t>
            </w:r>
            <w:r w:rsidR="00D86C25" w:rsidRPr="00171408">
              <w:rPr>
                <w:rFonts w:ascii="Times New Roman" w:hAnsi="Times New Roman" w:cs="Times New Roman"/>
                <w:lang w:val="kl-GL"/>
              </w:rPr>
              <w:t>imm. 1-ip kingorna immikkoortutut nutaatut ikkunneqassaaq:</w:t>
            </w:r>
          </w:p>
          <w:p w14:paraId="712D9A33" w14:textId="0DC008D0" w:rsidR="00515200" w:rsidRPr="00171408" w:rsidRDefault="00D86C25" w:rsidP="00D86C25">
            <w:pPr>
              <w:spacing w:after="0"/>
              <w:rPr>
                <w:rFonts w:ascii="Times New Roman" w:hAnsi="Times New Roman"/>
                <w:lang w:val="kl-GL"/>
              </w:rPr>
            </w:pPr>
            <w:r w:rsidRPr="00171408">
              <w:rPr>
                <w:rFonts w:ascii="Times New Roman" w:hAnsi="Times New Roman" w:cs="Times New Roman"/>
                <w:lang w:val="kl-GL"/>
              </w:rPr>
              <w:t>»</w:t>
            </w:r>
            <w:r w:rsidRPr="00171408">
              <w:rPr>
                <w:rFonts w:ascii="Times New Roman" w:hAnsi="Times New Roman" w:cs="Times New Roman"/>
                <w:i/>
                <w:iCs/>
                <w:lang w:val="kl-GL"/>
              </w:rPr>
              <w:t>Imm. 2</w:t>
            </w:r>
            <w:r w:rsidRPr="00171408">
              <w:rPr>
                <w:rFonts w:ascii="Times New Roman" w:hAnsi="Times New Roman" w:cs="Times New Roman"/>
                <w:lang w:val="kl-GL"/>
              </w:rPr>
              <w:t>. Inuup ajoqusernera, tak. imm. 1, timikkut imaluunniit tarnikkut ajoqusernerusinnaavoq aamma ataavartuusinnaavoq imaluunniit qaangiuttussaq. Piumasaqaataanngilaq, inuup ajoqusernera suliaritittariaqarnermik kinguneqarnissaa, imaluunniit inuup ajoqusernerata suliarineqareersimanissaa.«</w:t>
            </w:r>
          </w:p>
          <w:p w14:paraId="7D818677" w14:textId="77777777" w:rsidR="00515200" w:rsidRPr="00171408" w:rsidRDefault="00515200">
            <w:pPr>
              <w:spacing w:after="0"/>
              <w:rPr>
                <w:rFonts w:ascii="Times New Roman" w:hAnsi="Times New Roman" w:cs="Times New Roman"/>
                <w:lang w:val="kl-GL"/>
              </w:rPr>
            </w:pPr>
          </w:p>
          <w:p w14:paraId="6D1091D1" w14:textId="77777777" w:rsidR="00515200" w:rsidRPr="00171408" w:rsidRDefault="00CE02F1">
            <w:pPr>
              <w:spacing w:after="0"/>
              <w:rPr>
                <w:rFonts w:ascii="Times New Roman" w:hAnsi="Times New Roman"/>
                <w:lang w:val="kl-GL"/>
              </w:rPr>
            </w:pPr>
            <w:r w:rsidRPr="00171408">
              <w:rPr>
                <w:rFonts w:ascii="Times New Roman" w:hAnsi="Times New Roman" w:cs="Times New Roman"/>
                <w:lang w:val="kl-GL"/>
              </w:rPr>
              <w:t>Imm. 2 tamatuma kingorna imm. 3-nngussaaq.</w:t>
            </w:r>
          </w:p>
          <w:p w14:paraId="2FB6F23E" w14:textId="77777777" w:rsidR="00515200" w:rsidRPr="00171408" w:rsidRDefault="00515200">
            <w:pPr>
              <w:spacing w:after="0"/>
              <w:rPr>
                <w:rFonts w:ascii="Times New Roman" w:hAnsi="Times New Roman" w:cs="Times New Roman"/>
                <w:lang w:val="kl-GL"/>
              </w:rPr>
            </w:pPr>
          </w:p>
          <w:p w14:paraId="1877FCFB" w14:textId="77777777" w:rsidR="00515200" w:rsidRPr="00171408" w:rsidRDefault="00515200">
            <w:pPr>
              <w:spacing w:after="0"/>
              <w:rPr>
                <w:rFonts w:ascii="Times New Roman" w:hAnsi="Times New Roman" w:cs="Times New Roman"/>
                <w:lang w:val="kl-GL"/>
              </w:rPr>
            </w:pPr>
          </w:p>
        </w:tc>
      </w:tr>
      <w:tr w:rsidR="00515200" w:rsidRPr="00940819" w14:paraId="545BF915" w14:textId="77777777">
        <w:tc>
          <w:tcPr>
            <w:tcW w:w="4361" w:type="dxa"/>
            <w:tcBorders>
              <w:top w:val="nil"/>
              <w:left w:val="nil"/>
              <w:bottom w:val="nil"/>
              <w:right w:val="nil"/>
            </w:tcBorders>
            <w:shd w:val="clear" w:color="auto" w:fill="auto"/>
          </w:tcPr>
          <w:p w14:paraId="47458642" w14:textId="77777777" w:rsidR="00515200" w:rsidRPr="00171408" w:rsidRDefault="00CE02F1">
            <w:pPr>
              <w:spacing w:after="0"/>
              <w:rPr>
                <w:rFonts w:ascii="Times New Roman" w:hAnsi="Times New Roman"/>
                <w:lang w:val="kl-GL"/>
              </w:rPr>
            </w:pPr>
            <w:r w:rsidRPr="00171408">
              <w:rPr>
                <w:rFonts w:ascii="Times New Roman" w:hAnsi="Times New Roman" w:cs="Times New Roman"/>
                <w:b/>
                <w:bCs/>
                <w:lang w:val="kl-GL"/>
              </w:rPr>
              <w:t xml:space="preserve">§ 14. </w:t>
            </w:r>
            <w:r w:rsidRPr="00171408">
              <w:rPr>
                <w:rFonts w:ascii="Times New Roman" w:hAnsi="Times New Roman" w:cs="Times New Roman"/>
                <w:lang w:val="kl-GL"/>
              </w:rPr>
              <w:t xml:space="preserve">[….] </w:t>
            </w:r>
            <w:r w:rsidRPr="00171408">
              <w:rPr>
                <w:rFonts w:ascii="Times New Roman" w:hAnsi="Times New Roman" w:cs="Times New Roman"/>
                <w:bCs/>
                <w:lang w:val="kl-GL"/>
              </w:rPr>
              <w:t xml:space="preserve">Sungiusarneqarneq nakorsat nappaammik katsorsaanerannut malitsigitinneqartoq nakorsanit nakkutigineqartumik ingerlanneqassaaq. </w:t>
            </w:r>
          </w:p>
          <w:p w14:paraId="513C7C60" w14:textId="77777777" w:rsidR="00515200" w:rsidRPr="00171408" w:rsidRDefault="00515200">
            <w:pPr>
              <w:spacing w:after="0"/>
              <w:rPr>
                <w:rFonts w:ascii="Times New Roman" w:hAnsi="Times New Roman" w:cs="Times New Roman"/>
                <w:bCs/>
                <w:i/>
                <w:lang w:val="kl-GL"/>
              </w:rPr>
            </w:pPr>
          </w:p>
          <w:p w14:paraId="187C4605" w14:textId="77777777" w:rsidR="00515200" w:rsidRPr="00171408" w:rsidRDefault="00CE02F1">
            <w:pPr>
              <w:spacing w:after="0"/>
              <w:rPr>
                <w:rFonts w:ascii="Times New Roman" w:hAnsi="Times New Roman"/>
                <w:lang w:val="kl-GL"/>
              </w:rPr>
            </w:pPr>
            <w:r w:rsidRPr="00171408">
              <w:rPr>
                <w:rFonts w:ascii="Times New Roman" w:hAnsi="Times New Roman" w:cs="Times New Roman"/>
                <w:bCs/>
                <w:i/>
                <w:lang w:val="kl-GL"/>
              </w:rPr>
              <w:t xml:space="preserve">Imm. 2-7. --- </w:t>
            </w:r>
          </w:p>
          <w:p w14:paraId="7296EACE" w14:textId="77777777" w:rsidR="00515200" w:rsidRPr="00171408" w:rsidRDefault="00515200">
            <w:pPr>
              <w:spacing w:after="0"/>
              <w:rPr>
                <w:rFonts w:ascii="Times New Roman" w:hAnsi="Times New Roman" w:cs="Times New Roman"/>
                <w:lang w:val="kl-GL"/>
              </w:rPr>
            </w:pPr>
          </w:p>
          <w:p w14:paraId="22BADB7F" w14:textId="0567EC16" w:rsidR="00515200" w:rsidRPr="00171408" w:rsidRDefault="00CE02F1">
            <w:pPr>
              <w:spacing w:after="0"/>
              <w:rPr>
                <w:rFonts w:ascii="Times New Roman" w:hAnsi="Times New Roman"/>
                <w:lang w:val="kl-GL"/>
              </w:rPr>
            </w:pPr>
            <w:r w:rsidRPr="00171408">
              <w:rPr>
                <w:rFonts w:ascii="Times New Roman" w:hAnsi="Times New Roman" w:cs="Times New Roman"/>
                <w:b/>
                <w:lang w:val="kl-GL"/>
              </w:rPr>
              <w:t xml:space="preserve">§ 15. </w:t>
            </w:r>
            <w:r w:rsidRPr="00171408">
              <w:rPr>
                <w:rFonts w:ascii="Times New Roman" w:hAnsi="Times New Roman" w:cs="Times New Roman"/>
                <w:lang w:val="kl-GL"/>
              </w:rPr>
              <w:t xml:space="preserve">Nappaatip katsorsareerneratigut, sungiusaaqqereernikkut imaluunniit piginnaanngorsaaqqereernikkut ajoqusertup siunissami peqqissutsikkut atugarisassai </w:t>
            </w:r>
            <w:r w:rsidRPr="00171408">
              <w:rPr>
                <w:rFonts w:ascii="Times New Roman" w:hAnsi="Times New Roman" w:cs="Times New Roman"/>
                <w:lang w:val="kl-GL"/>
              </w:rPr>
              <w:lastRenderedPageBreak/>
              <w:t xml:space="preserve">inuussutissarsiorsinnaaneralu naliliiffigissallugit tunngavissaqarpat Arbejdsmarkedets Erhvervssikringip aalajangissavaa ajoqusertoq inuussutissarsiorsinnaanermik annaasaqarnermut taarsiissutinik § 21 naapertorlugu taarsiiffigineqarsinnaanersoq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ataavartumik ajuuteqalerneq pillugu ajunngitsorsianik § 22 naapertorlugu tunineqarsinnaanersoq.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ajoqusernerup nalunaarutigineqarneraniit ukioq ataaseq qaangiutsinnagu aalajangiiniartoqartassaaq. Inuussutissarsiornikkut nappaatit, Erhvervssygdomsudvalgimut saqqummiunneqartussat, piffissarititaasoq ukiut marluupput. </w:t>
            </w:r>
          </w:p>
          <w:p w14:paraId="758357F2" w14:textId="77777777" w:rsidR="00515200" w:rsidRPr="00171408" w:rsidRDefault="00515200">
            <w:pPr>
              <w:spacing w:after="0"/>
              <w:rPr>
                <w:rFonts w:cs="Times New Roman"/>
                <w:b/>
                <w:lang w:val="kl-GL"/>
              </w:rPr>
            </w:pPr>
          </w:p>
          <w:p w14:paraId="55AA1EAA" w14:textId="77777777" w:rsidR="00E42219" w:rsidRPr="00171408" w:rsidRDefault="00E42219">
            <w:pPr>
              <w:spacing w:after="0"/>
              <w:rPr>
                <w:rFonts w:cs="Times New Roman"/>
                <w:b/>
                <w:lang w:val="kl-GL"/>
              </w:rPr>
            </w:pPr>
          </w:p>
          <w:p w14:paraId="597F23B4" w14:textId="5C26B60E" w:rsidR="00515200" w:rsidRPr="00171408" w:rsidRDefault="00CE02F1">
            <w:pPr>
              <w:spacing w:after="0"/>
              <w:rPr>
                <w:rFonts w:ascii="Times New Roman" w:hAnsi="Times New Roman"/>
                <w:lang w:val="kl-GL"/>
              </w:rPr>
            </w:pPr>
            <w:r w:rsidRPr="00171408">
              <w:rPr>
                <w:rFonts w:ascii="Times New Roman" w:hAnsi="Times New Roman" w:cs="Times New Roman"/>
                <w:i/>
                <w:iCs/>
                <w:lang w:val="kl-GL"/>
              </w:rPr>
              <w:t xml:space="preserve">Imm. 2.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ajoquserneq toqumik kinguneqarsimappat, imm. 1-imi taaneqartutuut piffissat taakkua ingerlaneranni, toqunerup nalunaarutigineqarneraniit naatsorsorlugu, toqusup qimatai toqusoqarnerani ikaarsaariarnermi tunniunneqartartunik, pilersuisorisamik annaasaqarnermi taarsiissutinik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qimagaasunut ajunngitsorsianik tunineqarsinnaanersut aalajangerneqassaaq. </w:t>
            </w:r>
          </w:p>
          <w:p w14:paraId="7D899970" w14:textId="77777777" w:rsidR="00515200" w:rsidRPr="00171408" w:rsidRDefault="00CE02F1">
            <w:pPr>
              <w:spacing w:after="0"/>
              <w:rPr>
                <w:rFonts w:ascii="Times New Roman" w:hAnsi="Times New Roman"/>
                <w:lang w:val="kl-GL"/>
              </w:rPr>
            </w:pPr>
            <w:r w:rsidRPr="00171408">
              <w:rPr>
                <w:rFonts w:ascii="Times New Roman" w:hAnsi="Times New Roman" w:cs="Times New Roman"/>
                <w:i/>
                <w:iCs/>
                <w:lang w:val="kl-GL"/>
              </w:rPr>
              <w:t>Imm. 3. ---</w:t>
            </w:r>
          </w:p>
          <w:p w14:paraId="22D050DB" w14:textId="77777777" w:rsidR="00515200" w:rsidRPr="00171408" w:rsidRDefault="00515200">
            <w:pPr>
              <w:spacing w:after="0"/>
              <w:rPr>
                <w:rFonts w:ascii="Times New Roman" w:hAnsi="Times New Roman" w:cs="Times New Roman"/>
                <w:lang w:val="kl-GL"/>
              </w:rPr>
            </w:pPr>
          </w:p>
          <w:p w14:paraId="2CBA9C14" w14:textId="77777777" w:rsidR="00515200" w:rsidRPr="00171408" w:rsidRDefault="00515200">
            <w:pPr>
              <w:spacing w:after="0"/>
              <w:rPr>
                <w:rFonts w:ascii="Times New Roman" w:hAnsi="Times New Roman" w:cs="Times New Roman"/>
                <w:lang w:val="kl-GL"/>
              </w:rPr>
            </w:pPr>
          </w:p>
          <w:p w14:paraId="0E027FCA" w14:textId="117C51EA" w:rsidR="00515200" w:rsidRPr="00171408" w:rsidRDefault="00C736F8">
            <w:pPr>
              <w:spacing w:after="0"/>
              <w:rPr>
                <w:rFonts w:ascii="Times New Roman" w:hAnsi="Times New Roman" w:cs="Times New Roman"/>
                <w:lang w:val="kl-GL"/>
              </w:rPr>
            </w:pPr>
            <w:r w:rsidRPr="00171408">
              <w:rPr>
                <w:rFonts w:ascii="Times New Roman" w:hAnsi="Times New Roman" w:cs="Times New Roman"/>
                <w:b/>
                <w:bCs/>
                <w:lang w:val="kl-GL"/>
              </w:rPr>
              <w:t>§ 18</w:t>
            </w:r>
            <w:r w:rsidRPr="00171408">
              <w:rPr>
                <w:rFonts w:ascii="Times New Roman" w:hAnsi="Times New Roman" w:cs="Times New Roman"/>
                <w:lang w:val="kl-GL"/>
              </w:rPr>
              <w:t>. Ullormusiat suliffissarsiortunut ikiorsiissutini nalunaaquttap akunneranut</w:t>
            </w:r>
            <w:r w:rsidR="00434D56" w:rsidRPr="00171408">
              <w:rPr>
                <w:rFonts w:ascii="Times New Roman" w:hAnsi="Times New Roman" w:cs="Times New Roman"/>
                <w:lang w:val="kl-GL"/>
              </w:rPr>
              <w:t xml:space="preserve"> aningaasat</w:t>
            </w:r>
            <w:r w:rsidR="001E5735" w:rsidRPr="00171408">
              <w:rPr>
                <w:rFonts w:ascii="Times New Roman" w:hAnsi="Times New Roman" w:cs="Times New Roman"/>
                <w:lang w:val="kl-GL"/>
              </w:rPr>
              <w:t>, qaqugukkulluunniit aalajangersarneqartartut aamma ullut 14-it tamaasa kingumut</w:t>
            </w:r>
            <w:r w:rsidR="00434D56" w:rsidRPr="00171408">
              <w:rPr>
                <w:rFonts w:ascii="Times New Roman" w:hAnsi="Times New Roman" w:cs="Times New Roman"/>
                <w:lang w:val="kl-GL"/>
              </w:rPr>
              <w:t>,</w:t>
            </w:r>
            <w:r w:rsidR="001E5735" w:rsidRPr="00171408">
              <w:rPr>
                <w:rFonts w:ascii="Times New Roman" w:hAnsi="Times New Roman" w:cs="Times New Roman"/>
                <w:lang w:val="kl-GL"/>
              </w:rPr>
              <w:t xml:space="preserve"> </w:t>
            </w:r>
            <w:r w:rsidR="00603F02" w:rsidRPr="00171408">
              <w:rPr>
                <w:rFonts w:ascii="Times New Roman" w:hAnsi="Times New Roman" w:cs="Times New Roman"/>
                <w:lang w:val="kl-GL"/>
              </w:rPr>
              <w:t>tunniunneqartartut annertoqatigaat</w:t>
            </w:r>
            <w:r w:rsidR="00434D56" w:rsidRPr="00171408">
              <w:rPr>
                <w:rFonts w:ascii="Times New Roman" w:hAnsi="Times New Roman" w:cs="Times New Roman"/>
                <w:lang w:val="kl-GL"/>
              </w:rPr>
              <w:t>. [… .]</w:t>
            </w:r>
          </w:p>
          <w:p w14:paraId="10ED17AA" w14:textId="77777777" w:rsidR="00515200" w:rsidRPr="00171408" w:rsidRDefault="00515200">
            <w:pPr>
              <w:spacing w:after="0"/>
              <w:rPr>
                <w:rFonts w:ascii="Times New Roman" w:hAnsi="Times New Roman" w:cs="Times New Roman"/>
                <w:lang w:val="kl-GL"/>
              </w:rPr>
            </w:pPr>
          </w:p>
          <w:p w14:paraId="72B19FD5" w14:textId="77777777" w:rsidR="00515200" w:rsidRPr="00171408" w:rsidRDefault="00515200">
            <w:pPr>
              <w:spacing w:after="0"/>
              <w:rPr>
                <w:rFonts w:ascii="Times New Roman" w:hAnsi="Times New Roman" w:cs="Times New Roman"/>
                <w:lang w:val="kl-GL"/>
              </w:rPr>
            </w:pPr>
          </w:p>
          <w:p w14:paraId="234DAEBC" w14:textId="2390E13D" w:rsidR="00515200" w:rsidRPr="00171408" w:rsidRDefault="000A0768">
            <w:pPr>
              <w:spacing w:after="0"/>
              <w:rPr>
                <w:rFonts w:ascii="Times New Roman" w:hAnsi="Times New Roman" w:cs="Times New Roman"/>
                <w:b/>
                <w:bCs/>
                <w:lang w:val="kl-GL"/>
              </w:rPr>
            </w:pPr>
            <w:r w:rsidRPr="00171408">
              <w:rPr>
                <w:rFonts w:ascii="Times New Roman" w:hAnsi="Times New Roman" w:cs="Times New Roman"/>
                <w:b/>
                <w:bCs/>
                <w:lang w:val="kl-GL"/>
              </w:rPr>
              <w:t>§ 21.---</w:t>
            </w:r>
          </w:p>
          <w:p w14:paraId="76351B9D" w14:textId="77777777" w:rsidR="00515200" w:rsidRPr="00171408" w:rsidRDefault="00515200">
            <w:pPr>
              <w:spacing w:after="0"/>
              <w:rPr>
                <w:rFonts w:ascii="Times New Roman" w:hAnsi="Times New Roman" w:cs="Times New Roman"/>
                <w:lang w:val="kl-GL"/>
              </w:rPr>
            </w:pPr>
          </w:p>
          <w:p w14:paraId="6E715483" w14:textId="77777777" w:rsidR="00515200" w:rsidRPr="00171408" w:rsidRDefault="00515200">
            <w:pPr>
              <w:spacing w:after="0"/>
              <w:rPr>
                <w:rFonts w:ascii="Times New Roman" w:hAnsi="Times New Roman" w:cs="Times New Roman"/>
                <w:lang w:val="kl-GL"/>
              </w:rPr>
            </w:pPr>
          </w:p>
          <w:p w14:paraId="0CC416CF" w14:textId="77777777" w:rsidR="00515200" w:rsidRPr="00171408" w:rsidRDefault="00515200">
            <w:pPr>
              <w:spacing w:after="0"/>
              <w:rPr>
                <w:rFonts w:ascii="Times New Roman" w:hAnsi="Times New Roman" w:cs="Times New Roman"/>
                <w:lang w:val="kl-GL"/>
              </w:rPr>
            </w:pPr>
          </w:p>
          <w:p w14:paraId="59ABC85B" w14:textId="77777777" w:rsidR="00515200" w:rsidRPr="00171408" w:rsidRDefault="00515200">
            <w:pPr>
              <w:spacing w:after="0"/>
              <w:rPr>
                <w:rFonts w:ascii="Times New Roman" w:hAnsi="Times New Roman" w:cs="Times New Roman"/>
                <w:lang w:val="kl-GL"/>
              </w:rPr>
            </w:pPr>
          </w:p>
          <w:p w14:paraId="2E323E00" w14:textId="77777777" w:rsidR="00515200" w:rsidRPr="00171408" w:rsidRDefault="00515200">
            <w:pPr>
              <w:spacing w:after="0"/>
              <w:rPr>
                <w:rFonts w:ascii="Times New Roman" w:hAnsi="Times New Roman" w:cs="Times New Roman"/>
                <w:lang w:val="kl-GL"/>
              </w:rPr>
            </w:pPr>
          </w:p>
          <w:p w14:paraId="588151E7" w14:textId="77777777" w:rsidR="00515200" w:rsidRPr="00171408" w:rsidRDefault="00515200">
            <w:pPr>
              <w:spacing w:after="0"/>
              <w:rPr>
                <w:rFonts w:ascii="Times New Roman" w:hAnsi="Times New Roman" w:cs="Times New Roman"/>
                <w:lang w:val="kl-GL"/>
              </w:rPr>
            </w:pPr>
          </w:p>
          <w:p w14:paraId="742FE4D4" w14:textId="77777777" w:rsidR="00515200" w:rsidRPr="00171408" w:rsidRDefault="00515200">
            <w:pPr>
              <w:spacing w:after="0"/>
              <w:rPr>
                <w:rFonts w:ascii="Times New Roman" w:hAnsi="Times New Roman" w:cs="Times New Roman"/>
                <w:b/>
                <w:lang w:val="kl-GL"/>
              </w:rPr>
            </w:pPr>
          </w:p>
          <w:p w14:paraId="6C6A9804" w14:textId="77777777" w:rsidR="00515200" w:rsidRPr="00171408" w:rsidRDefault="00515200">
            <w:pPr>
              <w:spacing w:after="0"/>
              <w:rPr>
                <w:rFonts w:ascii="Times New Roman" w:hAnsi="Times New Roman" w:cs="Times New Roman"/>
                <w:b/>
                <w:lang w:val="kl-GL"/>
              </w:rPr>
            </w:pPr>
          </w:p>
          <w:p w14:paraId="5056CD29" w14:textId="77777777" w:rsidR="00515200" w:rsidRPr="00171408" w:rsidRDefault="00515200">
            <w:pPr>
              <w:spacing w:after="0"/>
              <w:rPr>
                <w:rFonts w:ascii="Times New Roman" w:hAnsi="Times New Roman" w:cs="Times New Roman"/>
                <w:b/>
                <w:lang w:val="kl-GL"/>
              </w:rPr>
            </w:pPr>
          </w:p>
          <w:p w14:paraId="2D09738A" w14:textId="77777777" w:rsidR="00515200" w:rsidRPr="00171408" w:rsidRDefault="00515200">
            <w:pPr>
              <w:spacing w:after="0"/>
              <w:rPr>
                <w:rFonts w:ascii="Times New Roman" w:hAnsi="Times New Roman" w:cs="Times New Roman"/>
                <w:b/>
                <w:lang w:val="kl-GL"/>
              </w:rPr>
            </w:pPr>
          </w:p>
          <w:p w14:paraId="5EA24036" w14:textId="77777777" w:rsidR="00515200" w:rsidRPr="00171408" w:rsidRDefault="00515200">
            <w:pPr>
              <w:spacing w:after="0"/>
              <w:rPr>
                <w:rFonts w:ascii="Times New Roman" w:hAnsi="Times New Roman" w:cs="Times New Roman"/>
                <w:b/>
                <w:lang w:val="kl-GL"/>
              </w:rPr>
            </w:pPr>
          </w:p>
          <w:p w14:paraId="1186319C" w14:textId="77777777" w:rsidR="00515200" w:rsidRPr="00171408" w:rsidRDefault="00515200">
            <w:pPr>
              <w:spacing w:after="0"/>
              <w:rPr>
                <w:rFonts w:ascii="Times New Roman" w:hAnsi="Times New Roman" w:cs="Times New Roman"/>
                <w:b/>
                <w:lang w:val="kl-GL"/>
              </w:rPr>
            </w:pPr>
          </w:p>
          <w:p w14:paraId="6429E6EA" w14:textId="77777777" w:rsidR="00515200" w:rsidRPr="00171408" w:rsidRDefault="00515200">
            <w:pPr>
              <w:spacing w:after="0"/>
              <w:rPr>
                <w:rFonts w:ascii="Times New Roman" w:hAnsi="Times New Roman" w:cs="Times New Roman"/>
                <w:b/>
                <w:lang w:val="kl-GL"/>
              </w:rPr>
            </w:pPr>
          </w:p>
          <w:p w14:paraId="368C9685" w14:textId="77777777" w:rsidR="00515200" w:rsidRPr="00171408" w:rsidRDefault="00515200">
            <w:pPr>
              <w:spacing w:after="0"/>
              <w:rPr>
                <w:rFonts w:ascii="Times New Roman" w:hAnsi="Times New Roman" w:cs="Times New Roman"/>
                <w:b/>
                <w:lang w:val="kl-GL"/>
              </w:rPr>
            </w:pPr>
          </w:p>
          <w:p w14:paraId="3102EEC2" w14:textId="77777777" w:rsidR="00E42219" w:rsidRPr="00171408" w:rsidRDefault="00E42219">
            <w:pPr>
              <w:spacing w:after="0"/>
              <w:rPr>
                <w:rFonts w:ascii="Times New Roman" w:hAnsi="Times New Roman" w:cs="Times New Roman"/>
                <w:b/>
                <w:lang w:val="kl-GL"/>
              </w:rPr>
            </w:pPr>
          </w:p>
          <w:p w14:paraId="11C24D69" w14:textId="77777777" w:rsidR="00E42219" w:rsidRPr="00171408" w:rsidRDefault="00E42219">
            <w:pPr>
              <w:spacing w:after="0"/>
              <w:rPr>
                <w:rFonts w:ascii="Times New Roman" w:hAnsi="Times New Roman" w:cs="Times New Roman"/>
                <w:b/>
                <w:lang w:val="kl-GL"/>
              </w:rPr>
            </w:pPr>
          </w:p>
          <w:p w14:paraId="38C30070" w14:textId="77777777" w:rsidR="00E42219" w:rsidRPr="00171408" w:rsidRDefault="00E42219">
            <w:pPr>
              <w:spacing w:after="0"/>
              <w:rPr>
                <w:rFonts w:ascii="Times New Roman" w:hAnsi="Times New Roman" w:cs="Times New Roman"/>
                <w:b/>
                <w:lang w:val="kl-GL"/>
              </w:rPr>
            </w:pPr>
          </w:p>
          <w:p w14:paraId="4A773B4A" w14:textId="77777777" w:rsidR="00515200" w:rsidRPr="00171408" w:rsidRDefault="00515200">
            <w:pPr>
              <w:spacing w:after="0"/>
              <w:rPr>
                <w:rFonts w:ascii="Times New Roman" w:hAnsi="Times New Roman" w:cs="Times New Roman"/>
                <w:b/>
                <w:lang w:val="kl-GL"/>
              </w:rPr>
            </w:pPr>
          </w:p>
          <w:p w14:paraId="0EF36E57" w14:textId="77777777" w:rsidR="00DA47AB" w:rsidRPr="00171408" w:rsidRDefault="00DA47AB">
            <w:pPr>
              <w:spacing w:after="0"/>
              <w:rPr>
                <w:rFonts w:ascii="Times New Roman" w:hAnsi="Times New Roman" w:cs="Times New Roman"/>
                <w:b/>
                <w:lang w:val="kl-GL"/>
              </w:rPr>
            </w:pPr>
          </w:p>
          <w:p w14:paraId="4B0BB29B" w14:textId="77777777" w:rsidR="00DA47AB" w:rsidRPr="00171408" w:rsidRDefault="00DA47AB">
            <w:pPr>
              <w:spacing w:after="0"/>
              <w:rPr>
                <w:rFonts w:ascii="Times New Roman" w:hAnsi="Times New Roman" w:cs="Times New Roman"/>
                <w:b/>
                <w:lang w:val="kl-GL"/>
              </w:rPr>
            </w:pPr>
          </w:p>
          <w:p w14:paraId="2DE6F32D" w14:textId="77777777" w:rsidR="00DA47AB" w:rsidRPr="00171408" w:rsidRDefault="00DA47AB">
            <w:pPr>
              <w:spacing w:after="0"/>
              <w:rPr>
                <w:rFonts w:ascii="Times New Roman" w:hAnsi="Times New Roman" w:cs="Times New Roman"/>
                <w:b/>
                <w:lang w:val="kl-GL"/>
              </w:rPr>
            </w:pPr>
          </w:p>
          <w:p w14:paraId="32C02323" w14:textId="77777777" w:rsidR="00DA47AB" w:rsidRPr="00171408" w:rsidRDefault="00DA47AB">
            <w:pPr>
              <w:spacing w:after="0"/>
              <w:rPr>
                <w:rFonts w:ascii="Times New Roman" w:hAnsi="Times New Roman" w:cs="Times New Roman"/>
                <w:b/>
                <w:lang w:val="kl-GL"/>
              </w:rPr>
            </w:pPr>
          </w:p>
          <w:p w14:paraId="6D314C33" w14:textId="77777777" w:rsidR="00DA47AB" w:rsidRPr="00171408" w:rsidRDefault="00DA47AB">
            <w:pPr>
              <w:spacing w:after="0"/>
              <w:rPr>
                <w:rFonts w:ascii="Times New Roman" w:hAnsi="Times New Roman" w:cs="Times New Roman"/>
                <w:b/>
                <w:lang w:val="kl-GL"/>
              </w:rPr>
            </w:pPr>
          </w:p>
          <w:p w14:paraId="5410D770" w14:textId="77777777" w:rsidR="00DA47AB" w:rsidRPr="00171408" w:rsidRDefault="00DA47AB">
            <w:pPr>
              <w:spacing w:after="0"/>
              <w:rPr>
                <w:rFonts w:ascii="Times New Roman" w:hAnsi="Times New Roman" w:cs="Times New Roman"/>
                <w:b/>
                <w:lang w:val="kl-GL"/>
              </w:rPr>
            </w:pPr>
          </w:p>
          <w:p w14:paraId="37BEA95B" w14:textId="77777777" w:rsidR="00DA47AB" w:rsidRPr="00171408" w:rsidRDefault="00DA47AB">
            <w:pPr>
              <w:spacing w:after="0"/>
              <w:rPr>
                <w:rFonts w:ascii="Times New Roman" w:hAnsi="Times New Roman" w:cs="Times New Roman"/>
                <w:b/>
                <w:lang w:val="kl-GL"/>
              </w:rPr>
            </w:pPr>
          </w:p>
          <w:p w14:paraId="017FDCCA" w14:textId="77777777" w:rsidR="00DA47AB" w:rsidRPr="00171408" w:rsidRDefault="00DA47AB">
            <w:pPr>
              <w:spacing w:after="0"/>
              <w:rPr>
                <w:rFonts w:ascii="Times New Roman" w:hAnsi="Times New Roman" w:cs="Times New Roman"/>
                <w:b/>
                <w:lang w:val="kl-GL"/>
              </w:rPr>
            </w:pPr>
          </w:p>
          <w:p w14:paraId="124133E6" w14:textId="77777777" w:rsidR="00DA47AB" w:rsidRPr="00171408" w:rsidRDefault="00DA47AB">
            <w:pPr>
              <w:spacing w:after="0"/>
              <w:rPr>
                <w:rFonts w:ascii="Times New Roman" w:hAnsi="Times New Roman" w:cs="Times New Roman"/>
                <w:b/>
                <w:lang w:val="kl-GL"/>
              </w:rPr>
            </w:pPr>
          </w:p>
          <w:p w14:paraId="01BF4F42" w14:textId="77777777" w:rsidR="00DA47AB" w:rsidRPr="00171408" w:rsidRDefault="00DA47AB">
            <w:pPr>
              <w:spacing w:after="0"/>
              <w:rPr>
                <w:rFonts w:ascii="Times New Roman" w:hAnsi="Times New Roman" w:cs="Times New Roman"/>
                <w:b/>
                <w:lang w:val="kl-GL"/>
              </w:rPr>
            </w:pPr>
          </w:p>
          <w:p w14:paraId="58E385B8" w14:textId="77777777" w:rsidR="00DA47AB" w:rsidRPr="00171408" w:rsidRDefault="00DA47AB">
            <w:pPr>
              <w:spacing w:after="0"/>
              <w:rPr>
                <w:rFonts w:ascii="Times New Roman" w:hAnsi="Times New Roman" w:cs="Times New Roman"/>
                <w:b/>
                <w:lang w:val="kl-GL"/>
              </w:rPr>
            </w:pPr>
          </w:p>
          <w:p w14:paraId="7C4D3F38" w14:textId="77777777" w:rsidR="00DA47AB" w:rsidRPr="00171408" w:rsidRDefault="00DA47AB">
            <w:pPr>
              <w:spacing w:after="0"/>
              <w:rPr>
                <w:rFonts w:ascii="Times New Roman" w:hAnsi="Times New Roman" w:cs="Times New Roman"/>
                <w:b/>
                <w:lang w:val="kl-GL"/>
              </w:rPr>
            </w:pPr>
          </w:p>
          <w:p w14:paraId="3F981B3A" w14:textId="77777777" w:rsidR="00DA47AB" w:rsidRPr="00171408" w:rsidRDefault="00DA47AB">
            <w:pPr>
              <w:spacing w:after="0"/>
              <w:rPr>
                <w:rFonts w:ascii="Times New Roman" w:hAnsi="Times New Roman" w:cs="Times New Roman"/>
                <w:b/>
                <w:lang w:val="kl-GL"/>
              </w:rPr>
            </w:pPr>
          </w:p>
          <w:p w14:paraId="04E0A58D" w14:textId="77777777" w:rsidR="00DA47AB" w:rsidRPr="00171408" w:rsidRDefault="00DA47AB">
            <w:pPr>
              <w:spacing w:after="0"/>
              <w:rPr>
                <w:rFonts w:ascii="Times New Roman" w:hAnsi="Times New Roman" w:cs="Times New Roman"/>
                <w:b/>
                <w:lang w:val="kl-GL"/>
              </w:rPr>
            </w:pPr>
          </w:p>
          <w:p w14:paraId="4655879A" w14:textId="77777777" w:rsidR="00DA47AB" w:rsidRPr="00171408" w:rsidRDefault="00DA47AB">
            <w:pPr>
              <w:spacing w:after="0"/>
              <w:rPr>
                <w:rFonts w:ascii="Times New Roman" w:hAnsi="Times New Roman" w:cs="Times New Roman"/>
                <w:b/>
                <w:lang w:val="kl-GL"/>
              </w:rPr>
            </w:pPr>
          </w:p>
          <w:p w14:paraId="64D31632" w14:textId="77777777" w:rsidR="00DA47AB" w:rsidRPr="00171408" w:rsidRDefault="00DA47AB">
            <w:pPr>
              <w:spacing w:after="0"/>
              <w:rPr>
                <w:rFonts w:ascii="Times New Roman" w:hAnsi="Times New Roman" w:cs="Times New Roman"/>
                <w:b/>
                <w:lang w:val="kl-GL"/>
              </w:rPr>
            </w:pPr>
          </w:p>
          <w:p w14:paraId="6515EC85" w14:textId="77777777" w:rsidR="00DA47AB" w:rsidRPr="00171408" w:rsidRDefault="00DA47AB">
            <w:pPr>
              <w:spacing w:after="0"/>
              <w:rPr>
                <w:rFonts w:ascii="Times New Roman" w:hAnsi="Times New Roman" w:cs="Times New Roman"/>
                <w:b/>
                <w:lang w:val="kl-GL"/>
              </w:rPr>
            </w:pPr>
          </w:p>
          <w:p w14:paraId="780642B4" w14:textId="77777777" w:rsidR="00DA47AB" w:rsidRPr="00171408" w:rsidRDefault="00DA47AB">
            <w:pPr>
              <w:spacing w:after="0"/>
              <w:rPr>
                <w:rFonts w:ascii="Times New Roman" w:hAnsi="Times New Roman" w:cs="Times New Roman"/>
                <w:b/>
                <w:lang w:val="kl-GL"/>
              </w:rPr>
            </w:pPr>
          </w:p>
          <w:p w14:paraId="023734E7" w14:textId="77777777" w:rsidR="00DA47AB" w:rsidRPr="00171408" w:rsidRDefault="00DA47AB">
            <w:pPr>
              <w:spacing w:after="0"/>
              <w:rPr>
                <w:rFonts w:ascii="Times New Roman" w:hAnsi="Times New Roman" w:cs="Times New Roman"/>
                <w:b/>
                <w:lang w:val="kl-GL"/>
              </w:rPr>
            </w:pPr>
          </w:p>
          <w:p w14:paraId="2682DEE3" w14:textId="77777777" w:rsidR="00DA47AB" w:rsidRPr="00171408" w:rsidRDefault="00DA47AB">
            <w:pPr>
              <w:spacing w:after="0"/>
              <w:rPr>
                <w:rFonts w:ascii="Times New Roman" w:hAnsi="Times New Roman" w:cs="Times New Roman"/>
                <w:b/>
                <w:lang w:val="kl-GL"/>
              </w:rPr>
            </w:pPr>
          </w:p>
          <w:p w14:paraId="5B2A70F4" w14:textId="77777777" w:rsidR="00515200" w:rsidRPr="00171408" w:rsidRDefault="00515200">
            <w:pPr>
              <w:spacing w:after="0"/>
              <w:rPr>
                <w:rFonts w:ascii="Times New Roman" w:hAnsi="Times New Roman" w:cs="Times New Roman"/>
                <w:b/>
                <w:lang w:val="kl-GL"/>
              </w:rPr>
            </w:pPr>
          </w:p>
          <w:p w14:paraId="063C3023" w14:textId="77777777" w:rsidR="00515200" w:rsidRPr="00171408" w:rsidRDefault="00CE02F1">
            <w:pPr>
              <w:spacing w:after="0"/>
              <w:rPr>
                <w:rFonts w:ascii="Times New Roman" w:hAnsi="Times New Roman"/>
                <w:lang w:val="kl-GL"/>
              </w:rPr>
            </w:pPr>
            <w:r w:rsidRPr="00171408">
              <w:rPr>
                <w:rFonts w:ascii="Times New Roman" w:hAnsi="Times New Roman" w:cs="Times New Roman"/>
                <w:b/>
                <w:lang w:val="kl-GL"/>
              </w:rPr>
              <w:t>§ 28. ---</w:t>
            </w:r>
          </w:p>
          <w:p w14:paraId="4E0F6CFB" w14:textId="77777777" w:rsidR="00515200" w:rsidRPr="00171408" w:rsidRDefault="00515200">
            <w:pPr>
              <w:spacing w:after="0"/>
              <w:rPr>
                <w:rFonts w:ascii="Times New Roman" w:hAnsi="Times New Roman" w:cs="Times New Roman"/>
                <w:i/>
                <w:iCs/>
                <w:lang w:val="kl-GL"/>
              </w:rPr>
            </w:pPr>
          </w:p>
          <w:p w14:paraId="40D4B0DA" w14:textId="77777777" w:rsidR="00515200" w:rsidRPr="00171408" w:rsidRDefault="00CE02F1">
            <w:pPr>
              <w:spacing w:after="0"/>
              <w:rPr>
                <w:rFonts w:ascii="Times New Roman" w:hAnsi="Times New Roman"/>
                <w:lang w:val="kl-GL"/>
              </w:rPr>
            </w:pPr>
            <w:r w:rsidRPr="00171408">
              <w:rPr>
                <w:rFonts w:ascii="Times New Roman" w:hAnsi="Times New Roman" w:cs="Times New Roman"/>
                <w:i/>
                <w:iCs/>
                <w:lang w:val="kl-GL"/>
              </w:rPr>
              <w:t xml:space="preserve">Stk. 2. </w:t>
            </w:r>
            <w:r w:rsidRPr="00171408">
              <w:rPr>
                <w:rFonts w:ascii="Times New Roman" w:hAnsi="Times New Roman" w:cs="Times New Roman"/>
                <w:lang w:val="kl-GL"/>
              </w:rPr>
              <w:t>[….] Suliassaqartitsinermut ministerip inuit sulisitsisuminni najugaqarallartut nerisaqarnerisa ineqarnerisalu nalingat aalajangersassavaa.</w:t>
            </w:r>
          </w:p>
          <w:p w14:paraId="3A91629A" w14:textId="77777777" w:rsidR="00515200" w:rsidRPr="00171408" w:rsidRDefault="00515200">
            <w:pPr>
              <w:spacing w:after="0"/>
              <w:rPr>
                <w:rFonts w:ascii="Times New Roman" w:hAnsi="Times New Roman" w:cs="Times New Roman"/>
                <w:lang w:val="kl-GL"/>
              </w:rPr>
            </w:pPr>
          </w:p>
          <w:p w14:paraId="76808BC1" w14:textId="77777777" w:rsidR="00515200" w:rsidRPr="00171408" w:rsidRDefault="00515200">
            <w:pPr>
              <w:spacing w:after="0"/>
              <w:rPr>
                <w:rFonts w:ascii="Times New Roman" w:hAnsi="Times New Roman" w:cs="Times New Roman"/>
                <w:i/>
                <w:lang w:val="kl-GL"/>
              </w:rPr>
            </w:pPr>
          </w:p>
          <w:p w14:paraId="3C7E54D6" w14:textId="77777777" w:rsidR="00515200" w:rsidRPr="00171408" w:rsidRDefault="00CE02F1">
            <w:pPr>
              <w:spacing w:after="0"/>
              <w:rPr>
                <w:rFonts w:ascii="Times New Roman" w:hAnsi="Times New Roman"/>
                <w:lang w:val="kl-GL"/>
              </w:rPr>
            </w:pPr>
            <w:r w:rsidRPr="00171408">
              <w:rPr>
                <w:rFonts w:ascii="Times New Roman" w:hAnsi="Times New Roman" w:cs="Times New Roman"/>
                <w:i/>
                <w:lang w:val="kl-GL"/>
              </w:rPr>
              <w:t>Imm. 3-8</w:t>
            </w:r>
            <w:r w:rsidRPr="00171408">
              <w:rPr>
                <w:rFonts w:ascii="Times New Roman" w:hAnsi="Times New Roman" w:cs="Times New Roman"/>
                <w:lang w:val="kl-GL"/>
              </w:rPr>
              <w:t xml:space="preserve">. </w:t>
            </w:r>
            <w:r w:rsidRPr="00171408">
              <w:rPr>
                <w:rFonts w:ascii="Times New Roman" w:hAnsi="Times New Roman" w:cs="Times New Roman"/>
                <w:b/>
                <w:lang w:val="kl-GL"/>
              </w:rPr>
              <w:t>---</w:t>
            </w:r>
          </w:p>
          <w:p w14:paraId="65580948" w14:textId="77777777" w:rsidR="00515200" w:rsidRPr="00171408" w:rsidRDefault="00515200">
            <w:pPr>
              <w:spacing w:after="0"/>
              <w:rPr>
                <w:rFonts w:ascii="Times New Roman" w:hAnsi="Times New Roman" w:cs="Times New Roman"/>
                <w:sz w:val="20"/>
                <w:szCs w:val="20"/>
                <w:lang w:val="kl-GL"/>
              </w:rPr>
            </w:pPr>
          </w:p>
          <w:p w14:paraId="54A3AE40" w14:textId="77777777" w:rsidR="00FF1C89" w:rsidRPr="00171408" w:rsidRDefault="00FF1C89">
            <w:pPr>
              <w:spacing w:after="0"/>
              <w:rPr>
                <w:rFonts w:ascii="Times New Roman" w:hAnsi="Times New Roman" w:cs="Times New Roman"/>
                <w:sz w:val="20"/>
                <w:szCs w:val="20"/>
                <w:lang w:val="kl-GL"/>
              </w:rPr>
            </w:pPr>
          </w:p>
          <w:p w14:paraId="6597E7C8" w14:textId="77777777" w:rsidR="00457D8D" w:rsidRPr="00171408" w:rsidRDefault="00457D8D">
            <w:pPr>
              <w:spacing w:after="0"/>
              <w:rPr>
                <w:rFonts w:ascii="Times New Roman" w:hAnsi="Times New Roman" w:cs="Times New Roman"/>
                <w:sz w:val="20"/>
                <w:szCs w:val="20"/>
                <w:lang w:val="kl-GL"/>
              </w:rPr>
            </w:pPr>
          </w:p>
          <w:p w14:paraId="1D410268" w14:textId="77777777" w:rsidR="00457D8D" w:rsidRPr="00171408" w:rsidRDefault="00457D8D">
            <w:pPr>
              <w:spacing w:after="0"/>
              <w:rPr>
                <w:rFonts w:ascii="Times New Roman" w:hAnsi="Times New Roman" w:cs="Times New Roman"/>
                <w:sz w:val="20"/>
                <w:szCs w:val="20"/>
                <w:lang w:val="kl-GL"/>
              </w:rPr>
            </w:pPr>
          </w:p>
          <w:p w14:paraId="39424202" w14:textId="77777777" w:rsidR="00E072E5" w:rsidRPr="00171408" w:rsidRDefault="00E072E5">
            <w:pPr>
              <w:spacing w:after="0"/>
              <w:rPr>
                <w:rFonts w:ascii="Times New Roman" w:hAnsi="Times New Roman" w:cs="Times New Roman"/>
                <w:sz w:val="20"/>
                <w:szCs w:val="20"/>
                <w:lang w:val="kl-GL"/>
              </w:rPr>
            </w:pPr>
          </w:p>
          <w:p w14:paraId="01D13AE5" w14:textId="77777777" w:rsidR="00E072E5" w:rsidRPr="00171408" w:rsidRDefault="00E072E5">
            <w:pPr>
              <w:spacing w:after="0"/>
              <w:rPr>
                <w:rFonts w:ascii="Times New Roman" w:hAnsi="Times New Roman" w:cs="Times New Roman"/>
                <w:sz w:val="20"/>
                <w:szCs w:val="20"/>
                <w:lang w:val="kl-GL"/>
              </w:rPr>
            </w:pPr>
          </w:p>
          <w:p w14:paraId="1DF771CF" w14:textId="77777777" w:rsidR="00E072E5" w:rsidRPr="00171408" w:rsidRDefault="00E072E5">
            <w:pPr>
              <w:spacing w:after="0"/>
              <w:rPr>
                <w:rFonts w:ascii="Times New Roman" w:hAnsi="Times New Roman" w:cs="Times New Roman"/>
                <w:sz w:val="20"/>
                <w:szCs w:val="20"/>
                <w:lang w:val="kl-GL"/>
              </w:rPr>
            </w:pPr>
          </w:p>
          <w:p w14:paraId="00E157EA" w14:textId="77777777" w:rsidR="00E072E5" w:rsidRPr="00171408" w:rsidRDefault="00E072E5">
            <w:pPr>
              <w:spacing w:after="0"/>
              <w:rPr>
                <w:rFonts w:ascii="Times New Roman" w:hAnsi="Times New Roman" w:cs="Times New Roman"/>
                <w:sz w:val="20"/>
                <w:szCs w:val="20"/>
                <w:lang w:val="kl-GL"/>
              </w:rPr>
            </w:pPr>
          </w:p>
          <w:p w14:paraId="088EF72C" w14:textId="77777777" w:rsidR="00E072E5" w:rsidRPr="00171408" w:rsidRDefault="00E072E5">
            <w:pPr>
              <w:spacing w:after="0"/>
              <w:rPr>
                <w:rFonts w:ascii="Times New Roman" w:hAnsi="Times New Roman" w:cs="Times New Roman"/>
                <w:sz w:val="20"/>
                <w:szCs w:val="20"/>
                <w:lang w:val="kl-GL"/>
              </w:rPr>
            </w:pPr>
          </w:p>
          <w:p w14:paraId="5E813025" w14:textId="77777777" w:rsidR="00E072E5" w:rsidRPr="00171408" w:rsidRDefault="00E072E5">
            <w:pPr>
              <w:spacing w:after="0"/>
              <w:rPr>
                <w:rFonts w:ascii="Times New Roman" w:hAnsi="Times New Roman" w:cs="Times New Roman"/>
                <w:sz w:val="20"/>
                <w:szCs w:val="20"/>
                <w:lang w:val="kl-GL"/>
              </w:rPr>
            </w:pPr>
          </w:p>
          <w:p w14:paraId="13ED0B6E" w14:textId="77777777" w:rsidR="00E072E5" w:rsidRPr="00171408" w:rsidRDefault="00E072E5">
            <w:pPr>
              <w:spacing w:after="0"/>
              <w:rPr>
                <w:rFonts w:ascii="Times New Roman" w:hAnsi="Times New Roman" w:cs="Times New Roman"/>
                <w:sz w:val="20"/>
                <w:szCs w:val="20"/>
                <w:lang w:val="kl-GL"/>
              </w:rPr>
            </w:pPr>
          </w:p>
          <w:p w14:paraId="24A95377" w14:textId="77777777" w:rsidR="00E072E5" w:rsidRPr="00171408" w:rsidRDefault="00E072E5">
            <w:pPr>
              <w:spacing w:after="0"/>
              <w:rPr>
                <w:rFonts w:ascii="Times New Roman" w:hAnsi="Times New Roman" w:cs="Times New Roman"/>
                <w:sz w:val="20"/>
                <w:szCs w:val="20"/>
                <w:lang w:val="kl-GL"/>
              </w:rPr>
            </w:pPr>
          </w:p>
          <w:p w14:paraId="38EA1EEC" w14:textId="77777777" w:rsidR="00E072E5" w:rsidRPr="00171408" w:rsidRDefault="00E072E5">
            <w:pPr>
              <w:spacing w:after="0"/>
              <w:rPr>
                <w:rFonts w:ascii="Times New Roman" w:hAnsi="Times New Roman" w:cs="Times New Roman"/>
                <w:sz w:val="20"/>
                <w:szCs w:val="20"/>
                <w:lang w:val="kl-GL"/>
              </w:rPr>
            </w:pPr>
          </w:p>
          <w:p w14:paraId="0CD6ECF1" w14:textId="77777777" w:rsidR="00E072E5" w:rsidRPr="00171408" w:rsidRDefault="00E072E5">
            <w:pPr>
              <w:spacing w:after="0"/>
              <w:rPr>
                <w:rFonts w:ascii="Times New Roman" w:hAnsi="Times New Roman" w:cs="Times New Roman"/>
                <w:sz w:val="20"/>
                <w:szCs w:val="20"/>
                <w:lang w:val="kl-GL"/>
              </w:rPr>
            </w:pPr>
          </w:p>
          <w:p w14:paraId="0FDC5671" w14:textId="77777777" w:rsidR="00E072E5" w:rsidRPr="00171408" w:rsidRDefault="00E072E5">
            <w:pPr>
              <w:spacing w:after="0"/>
              <w:rPr>
                <w:rFonts w:ascii="Times New Roman" w:hAnsi="Times New Roman" w:cs="Times New Roman"/>
                <w:sz w:val="20"/>
                <w:szCs w:val="20"/>
                <w:lang w:val="kl-GL"/>
              </w:rPr>
            </w:pPr>
          </w:p>
          <w:p w14:paraId="266855F5" w14:textId="77777777" w:rsidR="00E072E5" w:rsidRPr="00171408" w:rsidRDefault="00E072E5">
            <w:pPr>
              <w:spacing w:after="0"/>
              <w:rPr>
                <w:rFonts w:ascii="Times New Roman" w:hAnsi="Times New Roman" w:cs="Times New Roman"/>
                <w:sz w:val="20"/>
                <w:szCs w:val="20"/>
                <w:lang w:val="kl-GL"/>
              </w:rPr>
            </w:pPr>
          </w:p>
          <w:p w14:paraId="6BF339EC" w14:textId="77777777" w:rsidR="00E072E5" w:rsidRPr="00171408" w:rsidRDefault="00E072E5">
            <w:pPr>
              <w:spacing w:after="0"/>
              <w:rPr>
                <w:rFonts w:ascii="Times New Roman" w:hAnsi="Times New Roman" w:cs="Times New Roman"/>
                <w:sz w:val="20"/>
                <w:szCs w:val="20"/>
                <w:lang w:val="kl-GL"/>
              </w:rPr>
            </w:pPr>
          </w:p>
          <w:p w14:paraId="009AF599" w14:textId="77777777" w:rsidR="00E072E5" w:rsidRPr="00171408" w:rsidRDefault="00E072E5">
            <w:pPr>
              <w:spacing w:after="0"/>
              <w:rPr>
                <w:rFonts w:ascii="Times New Roman" w:hAnsi="Times New Roman" w:cs="Times New Roman"/>
                <w:sz w:val="20"/>
                <w:szCs w:val="20"/>
                <w:lang w:val="kl-GL"/>
              </w:rPr>
            </w:pPr>
          </w:p>
          <w:p w14:paraId="1E8C2C10" w14:textId="77777777" w:rsidR="00457D8D" w:rsidRPr="00171408" w:rsidRDefault="00457D8D">
            <w:pPr>
              <w:spacing w:after="0"/>
              <w:rPr>
                <w:rFonts w:ascii="Times New Roman" w:hAnsi="Times New Roman" w:cs="Times New Roman"/>
                <w:sz w:val="20"/>
                <w:szCs w:val="20"/>
                <w:lang w:val="kl-GL"/>
              </w:rPr>
            </w:pPr>
          </w:p>
          <w:p w14:paraId="0346FC30" w14:textId="77777777" w:rsidR="00AF42ED" w:rsidRPr="00171408" w:rsidRDefault="00AF42ED" w:rsidP="00AF42ED">
            <w:pPr>
              <w:spacing w:after="0"/>
              <w:rPr>
                <w:rFonts w:ascii="Times New Roman" w:hAnsi="Times New Roman"/>
                <w:lang w:val="kl-GL"/>
              </w:rPr>
            </w:pPr>
            <w:r w:rsidRPr="00171408">
              <w:rPr>
                <w:rFonts w:ascii="Times New Roman" w:hAnsi="Times New Roman" w:cs="Times New Roman"/>
                <w:b/>
                <w:iCs/>
                <w:lang w:val="kl-GL"/>
              </w:rPr>
              <w:t xml:space="preserve">§ 30. --- </w:t>
            </w:r>
          </w:p>
          <w:p w14:paraId="55457123" w14:textId="77777777" w:rsidR="00AF42ED" w:rsidRPr="00171408" w:rsidRDefault="00AF42ED" w:rsidP="00AF42ED">
            <w:pPr>
              <w:pStyle w:val="TextBody"/>
              <w:spacing w:line="240" w:lineRule="auto"/>
              <w:jc w:val="left"/>
              <w:rPr>
                <w:rFonts w:ascii="Times New Roman" w:hAnsi="Times New Roman"/>
                <w:lang w:val="kl-GL"/>
              </w:rPr>
            </w:pPr>
            <w:r w:rsidRPr="00171408">
              <w:rPr>
                <w:rFonts w:ascii="Times New Roman,Italic" w:hAnsi="Times New Roman,Italic" w:cs="Times New Roman"/>
                <w:i/>
                <w:iCs/>
                <w:sz w:val="22"/>
                <w:szCs w:val="22"/>
                <w:lang w:val="kl-GL"/>
              </w:rPr>
              <w:t>Imm. 4.</w:t>
            </w:r>
            <w:r w:rsidRPr="00171408">
              <w:rPr>
                <w:rFonts w:ascii="Times New Roman,Italic" w:hAnsi="Times New Roman,Italic" w:cs="Times New Roman"/>
                <w:sz w:val="22"/>
                <w:szCs w:val="22"/>
                <w:lang w:val="kl-GL"/>
              </w:rPr>
              <w:t xml:space="preserve"> </w:t>
            </w:r>
            <w:r w:rsidRPr="00171408">
              <w:rPr>
                <w:rFonts w:ascii="Times New Roman" w:hAnsi="Times New Roman" w:cs="Times New Roman"/>
                <w:sz w:val="22"/>
                <w:szCs w:val="22"/>
                <w:lang w:val="kl-GL"/>
              </w:rPr>
              <w:t xml:space="preserve">Aningaasat imm. 1-imi pineqartut ullormit aningaasat pisassanngortinneqarnerannik nalunnaaruteqarfiusumiit sapaatit akunnerinit sisamanit kingusinnerusumik tunniunneqarpata, aningaasat sapaatit akunnerinik sisamanik piffissarititaasup naaneraniit tunniunneqarnissaat tikillugu erniat ukiumoortut, kingusinaarluni akiliinermi il.il. ernialersuisarneq pillugu inatsit naapertorlugu annertussusiligaasut annertoqqataannik ernialersorneqassapput. </w:t>
            </w:r>
            <w:r w:rsidRPr="00171408">
              <w:rPr>
                <w:rFonts w:ascii="Times New Roman" w:hAnsi="Times New Roman" w:cs="Times New Roman"/>
                <w:iCs/>
                <w:lang w:val="kl-GL"/>
              </w:rPr>
              <w:t>[… .]</w:t>
            </w:r>
          </w:p>
          <w:p w14:paraId="6412324B" w14:textId="77777777" w:rsidR="00AF42ED" w:rsidRPr="00171408" w:rsidRDefault="00AF42ED" w:rsidP="00AF42ED">
            <w:pPr>
              <w:spacing w:after="0"/>
              <w:rPr>
                <w:rFonts w:ascii="Times New Roman" w:hAnsi="Times New Roman" w:cs="Times New Roman"/>
                <w:sz w:val="20"/>
                <w:szCs w:val="20"/>
                <w:lang w:val="kl-GL"/>
              </w:rPr>
            </w:pPr>
          </w:p>
          <w:p w14:paraId="29204B47" w14:textId="77777777" w:rsidR="00AF42ED" w:rsidRPr="00171408" w:rsidRDefault="00AF42ED" w:rsidP="00AF42ED">
            <w:pPr>
              <w:spacing w:after="0"/>
              <w:rPr>
                <w:rFonts w:ascii="Times New Roman" w:hAnsi="Times New Roman"/>
                <w:lang w:val="kl-GL"/>
              </w:rPr>
            </w:pPr>
            <w:r w:rsidRPr="00171408">
              <w:rPr>
                <w:rFonts w:ascii="Times New Roman" w:hAnsi="Times New Roman" w:cs="Times New Roman"/>
                <w:i/>
                <w:szCs w:val="20"/>
                <w:lang w:val="kl-GL"/>
              </w:rPr>
              <w:t xml:space="preserve">Imm. 5-6. </w:t>
            </w:r>
            <w:r w:rsidRPr="00171408">
              <w:rPr>
                <w:rFonts w:ascii="Times New Roman" w:hAnsi="Times New Roman" w:cs="Times New Roman"/>
                <w:b/>
                <w:szCs w:val="20"/>
                <w:lang w:val="kl-GL"/>
              </w:rPr>
              <w:t>---</w:t>
            </w:r>
          </w:p>
          <w:p w14:paraId="4DD4261E" w14:textId="77777777" w:rsidR="00457D8D" w:rsidRPr="00171408" w:rsidRDefault="00457D8D">
            <w:pPr>
              <w:spacing w:after="0"/>
              <w:rPr>
                <w:rFonts w:ascii="Times New Roman" w:hAnsi="Times New Roman" w:cs="Times New Roman"/>
                <w:sz w:val="20"/>
                <w:szCs w:val="20"/>
                <w:lang w:val="kl-GL"/>
              </w:rPr>
            </w:pPr>
          </w:p>
          <w:p w14:paraId="1ACF5F32" w14:textId="77777777" w:rsidR="00457D8D" w:rsidRPr="00171408" w:rsidRDefault="00457D8D">
            <w:pPr>
              <w:spacing w:after="0"/>
              <w:rPr>
                <w:rFonts w:ascii="Times New Roman" w:hAnsi="Times New Roman" w:cs="Times New Roman"/>
                <w:sz w:val="20"/>
                <w:szCs w:val="20"/>
                <w:lang w:val="kl-GL"/>
              </w:rPr>
            </w:pPr>
          </w:p>
          <w:p w14:paraId="55897AF8" w14:textId="77777777" w:rsidR="00457D8D" w:rsidRPr="00171408" w:rsidRDefault="00457D8D">
            <w:pPr>
              <w:spacing w:after="0"/>
              <w:rPr>
                <w:rFonts w:ascii="Times New Roman" w:hAnsi="Times New Roman" w:cs="Times New Roman"/>
                <w:sz w:val="20"/>
                <w:szCs w:val="20"/>
                <w:lang w:val="kl-GL"/>
              </w:rPr>
            </w:pPr>
          </w:p>
        </w:tc>
        <w:tc>
          <w:tcPr>
            <w:tcW w:w="563" w:type="dxa"/>
            <w:tcBorders>
              <w:top w:val="nil"/>
              <w:left w:val="nil"/>
              <w:bottom w:val="nil"/>
              <w:right w:val="nil"/>
            </w:tcBorders>
            <w:shd w:val="clear" w:color="auto" w:fill="auto"/>
          </w:tcPr>
          <w:p w14:paraId="163F6525" w14:textId="77777777" w:rsidR="00515200" w:rsidRPr="00171408" w:rsidRDefault="00515200">
            <w:pPr>
              <w:spacing w:after="0"/>
              <w:jc w:val="both"/>
              <w:rPr>
                <w:rFonts w:ascii="Times New Roman" w:hAnsi="Times New Roman" w:cs="Times New Roman"/>
                <w:lang w:val="kl-GL"/>
              </w:rPr>
            </w:pPr>
          </w:p>
        </w:tc>
        <w:tc>
          <w:tcPr>
            <w:tcW w:w="4682" w:type="dxa"/>
            <w:tcBorders>
              <w:top w:val="nil"/>
              <w:left w:val="nil"/>
              <w:bottom w:val="nil"/>
              <w:right w:val="nil"/>
            </w:tcBorders>
            <w:shd w:val="clear" w:color="auto" w:fill="auto"/>
          </w:tcPr>
          <w:p w14:paraId="1918093F" w14:textId="651B6E6B" w:rsidR="00515200" w:rsidRPr="00171408" w:rsidRDefault="00CE02F1">
            <w:pPr>
              <w:spacing w:after="0"/>
              <w:rPr>
                <w:rFonts w:ascii="Times New Roman" w:hAnsi="Times New Roman"/>
                <w:lang w:val="kl-GL"/>
              </w:rPr>
            </w:pPr>
            <w:r w:rsidRPr="00171408">
              <w:rPr>
                <w:rFonts w:ascii="Times New Roman" w:hAnsi="Times New Roman" w:cs="Times New Roman"/>
                <w:b/>
                <w:lang w:val="kl-GL"/>
              </w:rPr>
              <w:t xml:space="preserve">2. </w:t>
            </w:r>
            <w:r w:rsidRPr="00171408">
              <w:rPr>
                <w:rFonts w:ascii="Times New Roman" w:eastAsia="Calibri" w:hAnsi="Times New Roman" w:cs="Times New Roman"/>
                <w:i/>
                <w:lang w:val="kl-GL"/>
              </w:rPr>
              <w:t>§</w:t>
            </w:r>
            <w:r w:rsidRPr="00171408">
              <w:rPr>
                <w:rFonts w:ascii="Times New Roman" w:eastAsia="Calibri" w:hAnsi="Times New Roman" w:cs="Times New Roman"/>
                <w:i/>
                <w:iCs/>
                <w:lang w:val="kl-GL"/>
              </w:rPr>
              <w:t xml:space="preserve"> 14, imm. </w:t>
            </w:r>
            <w:r w:rsidRPr="00171408">
              <w:rPr>
                <w:rFonts w:ascii="Times New Roman" w:eastAsia="Calibri" w:hAnsi="Times New Roman" w:cs="Times New Roman"/>
                <w:i/>
                <w:lang w:val="kl-GL"/>
              </w:rPr>
              <w:t>1</w:t>
            </w:r>
            <w:r w:rsidRPr="00171408">
              <w:rPr>
                <w:rFonts w:ascii="Times New Roman" w:eastAsia="Calibri" w:hAnsi="Times New Roman" w:cs="Times New Roman"/>
                <w:lang w:val="kl-GL"/>
              </w:rPr>
              <w:t>-imi</w:t>
            </w:r>
            <w:r w:rsidRPr="00171408">
              <w:rPr>
                <w:rFonts w:ascii="Times New Roman" w:eastAsia="Calibri" w:hAnsi="Times New Roman" w:cs="Times New Roman"/>
                <w:i/>
                <w:lang w:val="kl-GL"/>
              </w:rPr>
              <w:t>, oqaaseqatigiit</w:t>
            </w:r>
            <w:r w:rsidR="00E630F0" w:rsidRPr="00171408">
              <w:rPr>
                <w:rFonts w:ascii="Times New Roman" w:eastAsia="Calibri" w:hAnsi="Times New Roman" w:cs="Times New Roman"/>
                <w:i/>
                <w:lang w:val="kl-GL"/>
              </w:rPr>
              <w:t xml:space="preserve"> pingajuat</w:t>
            </w:r>
            <w:r w:rsidRPr="00171408">
              <w:rPr>
                <w:rFonts w:ascii="Times New Roman" w:eastAsia="Calibri" w:hAnsi="Times New Roman" w:cs="Times New Roman"/>
                <w:lang w:val="kl-GL"/>
              </w:rPr>
              <w:t>,</w:t>
            </w:r>
            <w:r w:rsidRPr="00171408">
              <w:rPr>
                <w:rFonts w:ascii="Times New Roman" w:eastAsia="Calibri" w:hAnsi="Times New Roman" w:cs="Times New Roman"/>
                <w:i/>
                <w:lang w:val="kl-GL"/>
              </w:rPr>
              <w:t xml:space="preserve"> </w:t>
            </w:r>
            <w:r w:rsidRPr="00171408">
              <w:rPr>
                <w:rFonts w:ascii="Times New Roman" w:eastAsia="Calibri" w:hAnsi="Times New Roman" w:cs="Times New Roman"/>
                <w:lang w:val="kl-GL"/>
              </w:rPr>
              <w:t>atorunnaarsinneqassaaq.</w:t>
            </w:r>
          </w:p>
          <w:p w14:paraId="4A277055" w14:textId="77777777" w:rsidR="00515200" w:rsidRPr="00171408" w:rsidRDefault="00515200">
            <w:pPr>
              <w:spacing w:after="0"/>
              <w:rPr>
                <w:rFonts w:ascii="Times New Roman" w:hAnsi="Times New Roman" w:cs="Times New Roman"/>
                <w:b/>
                <w:lang w:val="kl-GL"/>
              </w:rPr>
            </w:pPr>
          </w:p>
          <w:p w14:paraId="660D3A6D" w14:textId="77777777" w:rsidR="00515200" w:rsidRPr="00171408" w:rsidRDefault="00515200">
            <w:pPr>
              <w:spacing w:after="0"/>
              <w:rPr>
                <w:rFonts w:ascii="Times New Roman" w:hAnsi="Times New Roman" w:cs="Times New Roman"/>
                <w:b/>
                <w:lang w:val="kl-GL"/>
              </w:rPr>
            </w:pPr>
          </w:p>
          <w:p w14:paraId="248767BA" w14:textId="77777777" w:rsidR="00515200" w:rsidRPr="00171408" w:rsidRDefault="00515200">
            <w:pPr>
              <w:spacing w:after="0"/>
              <w:rPr>
                <w:rFonts w:ascii="Times New Roman" w:hAnsi="Times New Roman" w:cs="Times New Roman"/>
                <w:b/>
                <w:lang w:val="kl-GL"/>
              </w:rPr>
            </w:pPr>
          </w:p>
          <w:p w14:paraId="79A31545" w14:textId="77777777" w:rsidR="00515200" w:rsidRPr="00171408" w:rsidRDefault="00515200">
            <w:pPr>
              <w:spacing w:after="0"/>
              <w:rPr>
                <w:rFonts w:ascii="Times New Roman" w:hAnsi="Times New Roman" w:cs="Times New Roman"/>
                <w:b/>
                <w:lang w:val="kl-GL"/>
              </w:rPr>
            </w:pPr>
          </w:p>
          <w:p w14:paraId="0073FBF2" w14:textId="77777777" w:rsidR="00515200" w:rsidRPr="00171408" w:rsidRDefault="00515200">
            <w:pPr>
              <w:spacing w:after="0"/>
              <w:rPr>
                <w:rFonts w:ascii="Times New Roman" w:hAnsi="Times New Roman" w:cs="Times New Roman"/>
                <w:b/>
                <w:lang w:val="kl-GL"/>
              </w:rPr>
            </w:pPr>
          </w:p>
          <w:p w14:paraId="4892B0BB" w14:textId="362A7298" w:rsidR="00515200" w:rsidRPr="00171408" w:rsidRDefault="00CE02F1">
            <w:pPr>
              <w:spacing w:after="0"/>
              <w:rPr>
                <w:rFonts w:ascii="Times New Roman" w:hAnsi="Times New Roman" w:cs="Times New Roman"/>
                <w:lang w:val="kl-GL"/>
              </w:rPr>
            </w:pPr>
            <w:r w:rsidRPr="00171408">
              <w:rPr>
                <w:rFonts w:ascii="Times New Roman" w:hAnsi="Times New Roman" w:cs="Times New Roman"/>
                <w:b/>
                <w:lang w:val="kl-GL"/>
              </w:rPr>
              <w:t xml:space="preserve">3. </w:t>
            </w:r>
            <w:r w:rsidRPr="00171408">
              <w:rPr>
                <w:rFonts w:ascii="Times New Roman" w:hAnsi="Times New Roman" w:cs="Times New Roman"/>
                <w:i/>
                <w:lang w:val="kl-GL"/>
              </w:rPr>
              <w:t>§ 15, i</w:t>
            </w:r>
            <w:r w:rsidRPr="00171408">
              <w:rPr>
                <w:rFonts w:ascii="Times New Roman" w:hAnsi="Times New Roman" w:cs="Times New Roman"/>
                <w:i/>
                <w:iCs/>
                <w:lang w:val="kl-GL"/>
              </w:rPr>
              <w:t>mm</w:t>
            </w:r>
            <w:r w:rsidRPr="00171408">
              <w:rPr>
                <w:rFonts w:ascii="Times New Roman" w:hAnsi="Times New Roman" w:cs="Times New Roman"/>
                <w:i/>
                <w:lang w:val="kl-GL"/>
              </w:rPr>
              <w:t xml:space="preserve">. 1 </w:t>
            </w:r>
            <w:r w:rsidRPr="00171408">
              <w:rPr>
                <w:rFonts w:ascii="Times New Roman" w:hAnsi="Times New Roman" w:cs="Times New Roman"/>
                <w:lang w:val="kl-GL"/>
              </w:rPr>
              <w:t>aamma</w:t>
            </w:r>
            <w:r w:rsidRPr="00171408">
              <w:rPr>
                <w:rFonts w:ascii="Times New Roman" w:hAnsi="Times New Roman" w:cs="Times New Roman"/>
                <w:i/>
                <w:lang w:val="kl-GL"/>
              </w:rPr>
              <w:t xml:space="preserve"> 2, </w:t>
            </w:r>
            <w:r w:rsidR="00BD77C3" w:rsidRPr="00171408">
              <w:rPr>
                <w:rFonts w:ascii="Times New Roman" w:hAnsi="Times New Roman" w:cs="Times New Roman"/>
                <w:lang w:val="kl-GL"/>
              </w:rPr>
              <w:t>atorunnaarsinneqassapput</w:t>
            </w:r>
            <w:r w:rsidR="00D3464B" w:rsidRPr="00171408">
              <w:rPr>
                <w:rFonts w:ascii="Times New Roman" w:hAnsi="Times New Roman" w:cs="Times New Roman"/>
                <w:lang w:val="kl-GL"/>
              </w:rPr>
              <w:t>.</w:t>
            </w:r>
          </w:p>
          <w:p w14:paraId="3E92DEAF" w14:textId="4DA6B36B" w:rsidR="00515200" w:rsidRPr="00171408" w:rsidRDefault="00CE02F1">
            <w:pPr>
              <w:spacing w:after="0"/>
              <w:rPr>
                <w:rFonts w:ascii="Times New Roman" w:hAnsi="Times New Roman"/>
                <w:lang w:val="kl-GL"/>
              </w:rPr>
            </w:pPr>
            <w:r w:rsidRPr="00171408">
              <w:rPr>
                <w:rFonts w:ascii="Times New Roman" w:eastAsia="Calibri" w:hAnsi="Times New Roman" w:cs="Times New Roman"/>
                <w:color w:val="000000"/>
                <w:lang w:val="kl-GL"/>
              </w:rPr>
              <w:t xml:space="preserve">Imm. 3 tamatuma kingorna imm. </w:t>
            </w:r>
            <w:r w:rsidR="00D3464B" w:rsidRPr="00171408">
              <w:rPr>
                <w:rFonts w:ascii="Times New Roman" w:eastAsia="Calibri" w:hAnsi="Times New Roman" w:cs="Times New Roman"/>
                <w:color w:val="000000"/>
                <w:lang w:val="kl-GL"/>
              </w:rPr>
              <w:t>1</w:t>
            </w:r>
            <w:r w:rsidRPr="00171408">
              <w:rPr>
                <w:rFonts w:ascii="Times New Roman" w:eastAsia="Calibri" w:hAnsi="Times New Roman" w:cs="Times New Roman"/>
                <w:color w:val="000000"/>
                <w:lang w:val="kl-GL"/>
              </w:rPr>
              <w:t>-inngussaaq.</w:t>
            </w:r>
          </w:p>
          <w:p w14:paraId="2375B6DE" w14:textId="77777777" w:rsidR="00515200" w:rsidRPr="00171408" w:rsidRDefault="00515200">
            <w:pPr>
              <w:spacing w:after="0"/>
              <w:rPr>
                <w:rFonts w:ascii="Times New Roman" w:hAnsi="Times New Roman" w:cs="Times New Roman"/>
                <w:lang w:val="kl-GL"/>
              </w:rPr>
            </w:pPr>
          </w:p>
          <w:p w14:paraId="61F0998F" w14:textId="77777777" w:rsidR="00515200" w:rsidRPr="00171408" w:rsidRDefault="00515200">
            <w:pPr>
              <w:spacing w:after="0"/>
              <w:rPr>
                <w:rFonts w:ascii="Times New Roman" w:hAnsi="Times New Roman" w:cs="Times New Roman"/>
                <w:bCs/>
                <w:lang w:val="kl-GL"/>
              </w:rPr>
            </w:pPr>
          </w:p>
          <w:p w14:paraId="663FFB35" w14:textId="77777777" w:rsidR="00515200" w:rsidRPr="00171408" w:rsidRDefault="00515200">
            <w:pPr>
              <w:spacing w:after="0"/>
              <w:rPr>
                <w:rFonts w:ascii="Times New Roman" w:hAnsi="Times New Roman" w:cs="Times New Roman"/>
                <w:bCs/>
                <w:lang w:val="kl-GL"/>
              </w:rPr>
            </w:pPr>
          </w:p>
          <w:p w14:paraId="3E589D8F" w14:textId="77777777" w:rsidR="00245D35" w:rsidRPr="00171408" w:rsidRDefault="00245D35" w:rsidP="00710072">
            <w:pPr>
              <w:spacing w:after="0"/>
              <w:rPr>
                <w:rFonts w:ascii="Times New Roman" w:hAnsi="Times New Roman" w:cs="Times New Roman"/>
                <w:bCs/>
                <w:lang w:val="kl-GL"/>
              </w:rPr>
            </w:pPr>
          </w:p>
          <w:p w14:paraId="11825197" w14:textId="77777777" w:rsidR="00245D35" w:rsidRPr="00171408" w:rsidRDefault="00245D35" w:rsidP="00710072">
            <w:pPr>
              <w:spacing w:after="0"/>
              <w:rPr>
                <w:rFonts w:ascii="Times New Roman" w:hAnsi="Times New Roman" w:cs="Times New Roman"/>
                <w:bCs/>
                <w:lang w:val="kl-GL"/>
              </w:rPr>
            </w:pPr>
          </w:p>
          <w:p w14:paraId="1A6BA135" w14:textId="77777777" w:rsidR="00245D35" w:rsidRPr="00171408" w:rsidRDefault="00245D35" w:rsidP="00710072">
            <w:pPr>
              <w:spacing w:after="0"/>
              <w:rPr>
                <w:rFonts w:ascii="Times New Roman" w:hAnsi="Times New Roman" w:cs="Times New Roman"/>
                <w:bCs/>
                <w:lang w:val="kl-GL"/>
              </w:rPr>
            </w:pPr>
          </w:p>
          <w:p w14:paraId="57A37A7B" w14:textId="77777777" w:rsidR="00245D35" w:rsidRPr="00171408" w:rsidRDefault="00245D35" w:rsidP="00710072">
            <w:pPr>
              <w:spacing w:after="0"/>
              <w:rPr>
                <w:rFonts w:ascii="Times New Roman" w:hAnsi="Times New Roman" w:cs="Times New Roman"/>
                <w:bCs/>
                <w:lang w:val="kl-GL"/>
              </w:rPr>
            </w:pPr>
          </w:p>
          <w:p w14:paraId="22444537" w14:textId="77777777" w:rsidR="00245D35" w:rsidRPr="00171408" w:rsidRDefault="00245D35" w:rsidP="00710072">
            <w:pPr>
              <w:spacing w:after="0"/>
              <w:rPr>
                <w:rFonts w:ascii="Times New Roman" w:hAnsi="Times New Roman" w:cs="Times New Roman"/>
                <w:bCs/>
                <w:lang w:val="kl-GL"/>
              </w:rPr>
            </w:pPr>
          </w:p>
          <w:p w14:paraId="578F4E3A" w14:textId="77777777" w:rsidR="00245D35" w:rsidRPr="00171408" w:rsidRDefault="00245D35" w:rsidP="00710072">
            <w:pPr>
              <w:spacing w:after="0"/>
              <w:rPr>
                <w:rFonts w:ascii="Times New Roman" w:hAnsi="Times New Roman" w:cs="Times New Roman"/>
                <w:bCs/>
                <w:lang w:val="kl-GL"/>
              </w:rPr>
            </w:pPr>
          </w:p>
          <w:p w14:paraId="62DE1936" w14:textId="77777777" w:rsidR="00245D35" w:rsidRPr="00171408" w:rsidRDefault="00245D35" w:rsidP="00710072">
            <w:pPr>
              <w:spacing w:after="0"/>
              <w:rPr>
                <w:rFonts w:ascii="Times New Roman" w:hAnsi="Times New Roman" w:cs="Times New Roman"/>
                <w:bCs/>
                <w:lang w:val="kl-GL"/>
              </w:rPr>
            </w:pPr>
          </w:p>
          <w:p w14:paraId="4FB22D04" w14:textId="77777777" w:rsidR="00245D35" w:rsidRPr="00171408" w:rsidRDefault="00245D35" w:rsidP="00710072">
            <w:pPr>
              <w:spacing w:after="0"/>
              <w:rPr>
                <w:rFonts w:ascii="Times New Roman" w:hAnsi="Times New Roman" w:cs="Times New Roman"/>
                <w:bCs/>
                <w:lang w:val="kl-GL"/>
              </w:rPr>
            </w:pPr>
          </w:p>
          <w:p w14:paraId="21A38E78" w14:textId="77777777" w:rsidR="00245D35" w:rsidRPr="00171408" w:rsidRDefault="00245D35" w:rsidP="00710072">
            <w:pPr>
              <w:spacing w:after="0"/>
              <w:rPr>
                <w:rFonts w:ascii="Times New Roman" w:hAnsi="Times New Roman" w:cs="Times New Roman"/>
                <w:bCs/>
                <w:lang w:val="kl-GL"/>
              </w:rPr>
            </w:pPr>
          </w:p>
          <w:p w14:paraId="207AC92D" w14:textId="77777777" w:rsidR="00245D35" w:rsidRPr="00171408" w:rsidRDefault="00245D35" w:rsidP="00710072">
            <w:pPr>
              <w:spacing w:after="0"/>
              <w:rPr>
                <w:rFonts w:ascii="Times New Roman" w:hAnsi="Times New Roman" w:cs="Times New Roman"/>
                <w:bCs/>
                <w:lang w:val="kl-GL"/>
              </w:rPr>
            </w:pPr>
          </w:p>
          <w:p w14:paraId="76852812" w14:textId="77777777" w:rsidR="00245D35" w:rsidRPr="00171408" w:rsidRDefault="00245D35" w:rsidP="00710072">
            <w:pPr>
              <w:spacing w:after="0"/>
              <w:rPr>
                <w:rFonts w:ascii="Times New Roman" w:hAnsi="Times New Roman" w:cs="Times New Roman"/>
                <w:bCs/>
                <w:lang w:val="kl-GL"/>
              </w:rPr>
            </w:pPr>
          </w:p>
          <w:p w14:paraId="760ED2E4" w14:textId="77777777" w:rsidR="00245D35" w:rsidRPr="00171408" w:rsidRDefault="00245D35" w:rsidP="00710072">
            <w:pPr>
              <w:spacing w:after="0"/>
              <w:rPr>
                <w:rFonts w:ascii="Times New Roman" w:hAnsi="Times New Roman" w:cs="Times New Roman"/>
                <w:bCs/>
                <w:lang w:val="kl-GL"/>
              </w:rPr>
            </w:pPr>
          </w:p>
          <w:p w14:paraId="4BAA0C61" w14:textId="77777777" w:rsidR="00245D35" w:rsidRPr="00171408" w:rsidRDefault="00245D35" w:rsidP="00710072">
            <w:pPr>
              <w:spacing w:after="0"/>
              <w:rPr>
                <w:rFonts w:ascii="Times New Roman" w:hAnsi="Times New Roman" w:cs="Times New Roman"/>
                <w:bCs/>
                <w:lang w:val="kl-GL"/>
              </w:rPr>
            </w:pPr>
          </w:p>
          <w:p w14:paraId="6AACE41A" w14:textId="77777777" w:rsidR="00245D35" w:rsidRPr="00171408" w:rsidRDefault="00245D35" w:rsidP="00710072">
            <w:pPr>
              <w:spacing w:after="0"/>
              <w:rPr>
                <w:rFonts w:ascii="Times New Roman" w:hAnsi="Times New Roman" w:cs="Times New Roman"/>
                <w:bCs/>
                <w:lang w:val="kl-GL"/>
              </w:rPr>
            </w:pPr>
          </w:p>
          <w:p w14:paraId="70FE6DA4" w14:textId="77777777" w:rsidR="00245D35" w:rsidRPr="00171408" w:rsidRDefault="00245D35" w:rsidP="00710072">
            <w:pPr>
              <w:spacing w:after="0"/>
              <w:rPr>
                <w:rFonts w:ascii="Times New Roman" w:hAnsi="Times New Roman" w:cs="Times New Roman"/>
                <w:bCs/>
                <w:lang w:val="kl-GL"/>
              </w:rPr>
            </w:pPr>
          </w:p>
          <w:p w14:paraId="6D7DDF5D" w14:textId="77777777" w:rsidR="00245D35" w:rsidRPr="00171408" w:rsidRDefault="00245D35" w:rsidP="00710072">
            <w:pPr>
              <w:spacing w:after="0"/>
              <w:rPr>
                <w:rFonts w:ascii="Times New Roman" w:hAnsi="Times New Roman" w:cs="Times New Roman"/>
                <w:bCs/>
                <w:lang w:val="kl-GL"/>
              </w:rPr>
            </w:pPr>
          </w:p>
          <w:p w14:paraId="36BC4A63" w14:textId="77777777" w:rsidR="00245D35" w:rsidRPr="00171408" w:rsidRDefault="00245D35" w:rsidP="00710072">
            <w:pPr>
              <w:spacing w:after="0"/>
              <w:rPr>
                <w:rFonts w:ascii="Times New Roman" w:hAnsi="Times New Roman" w:cs="Times New Roman"/>
                <w:bCs/>
                <w:lang w:val="kl-GL"/>
              </w:rPr>
            </w:pPr>
          </w:p>
          <w:p w14:paraId="40D212D9" w14:textId="77777777" w:rsidR="00245D35" w:rsidRPr="00171408" w:rsidRDefault="00245D35" w:rsidP="00710072">
            <w:pPr>
              <w:spacing w:after="0"/>
              <w:rPr>
                <w:rFonts w:ascii="Times New Roman" w:hAnsi="Times New Roman" w:cs="Times New Roman"/>
                <w:bCs/>
                <w:lang w:val="kl-GL"/>
              </w:rPr>
            </w:pPr>
          </w:p>
          <w:p w14:paraId="1F2C330A" w14:textId="77777777" w:rsidR="00245D35" w:rsidRPr="00171408" w:rsidRDefault="00245D35" w:rsidP="00710072">
            <w:pPr>
              <w:spacing w:after="0"/>
              <w:rPr>
                <w:rFonts w:ascii="Times New Roman" w:hAnsi="Times New Roman" w:cs="Times New Roman"/>
                <w:bCs/>
                <w:lang w:val="kl-GL"/>
              </w:rPr>
            </w:pPr>
          </w:p>
          <w:p w14:paraId="3703695B" w14:textId="77777777" w:rsidR="00245D35" w:rsidRPr="00171408" w:rsidRDefault="00245D35" w:rsidP="00710072">
            <w:pPr>
              <w:spacing w:after="0"/>
              <w:rPr>
                <w:rFonts w:ascii="Times New Roman" w:hAnsi="Times New Roman" w:cs="Times New Roman"/>
                <w:bCs/>
                <w:lang w:val="kl-GL"/>
              </w:rPr>
            </w:pPr>
          </w:p>
          <w:p w14:paraId="6FA243A3" w14:textId="77777777" w:rsidR="00245D35" w:rsidRPr="00171408" w:rsidRDefault="00245D35" w:rsidP="00710072">
            <w:pPr>
              <w:spacing w:after="0"/>
              <w:rPr>
                <w:rFonts w:ascii="Times New Roman" w:hAnsi="Times New Roman" w:cs="Times New Roman"/>
                <w:bCs/>
                <w:lang w:val="kl-GL"/>
              </w:rPr>
            </w:pPr>
          </w:p>
          <w:p w14:paraId="73D55938" w14:textId="77777777" w:rsidR="00245D35" w:rsidRPr="00171408" w:rsidRDefault="00245D35" w:rsidP="00710072">
            <w:pPr>
              <w:spacing w:after="0"/>
              <w:rPr>
                <w:rFonts w:ascii="Times New Roman" w:hAnsi="Times New Roman" w:cs="Times New Roman"/>
                <w:bCs/>
                <w:lang w:val="kl-GL"/>
              </w:rPr>
            </w:pPr>
          </w:p>
          <w:p w14:paraId="7AD762F3" w14:textId="77777777" w:rsidR="00245D35" w:rsidRPr="00171408" w:rsidRDefault="00245D35" w:rsidP="00710072">
            <w:pPr>
              <w:spacing w:after="0"/>
              <w:rPr>
                <w:rFonts w:ascii="Times New Roman" w:hAnsi="Times New Roman" w:cs="Times New Roman"/>
                <w:bCs/>
                <w:lang w:val="kl-GL"/>
              </w:rPr>
            </w:pPr>
          </w:p>
          <w:p w14:paraId="673EC940" w14:textId="77777777" w:rsidR="00245D35" w:rsidRPr="00171408" w:rsidRDefault="00245D35" w:rsidP="00710072">
            <w:pPr>
              <w:spacing w:after="0"/>
              <w:rPr>
                <w:rFonts w:ascii="Times New Roman" w:hAnsi="Times New Roman" w:cs="Times New Roman"/>
                <w:bCs/>
                <w:lang w:val="kl-GL"/>
              </w:rPr>
            </w:pPr>
          </w:p>
          <w:p w14:paraId="2E767F6D" w14:textId="77777777" w:rsidR="00245D35" w:rsidRPr="00171408" w:rsidRDefault="00245D35" w:rsidP="00710072">
            <w:pPr>
              <w:spacing w:after="0"/>
              <w:rPr>
                <w:rFonts w:ascii="Times New Roman" w:hAnsi="Times New Roman" w:cs="Times New Roman"/>
                <w:bCs/>
                <w:lang w:val="kl-GL"/>
              </w:rPr>
            </w:pPr>
          </w:p>
          <w:p w14:paraId="7F95BA57" w14:textId="77777777" w:rsidR="00245D35" w:rsidRPr="00171408" w:rsidRDefault="00245D35" w:rsidP="00710072">
            <w:pPr>
              <w:spacing w:after="0"/>
              <w:rPr>
                <w:rFonts w:ascii="Times New Roman" w:hAnsi="Times New Roman" w:cs="Times New Roman"/>
                <w:bCs/>
                <w:lang w:val="kl-GL"/>
              </w:rPr>
            </w:pPr>
          </w:p>
          <w:p w14:paraId="4F481564" w14:textId="77777777" w:rsidR="00245D35" w:rsidRPr="00171408" w:rsidRDefault="00245D35" w:rsidP="00710072">
            <w:pPr>
              <w:spacing w:after="0"/>
              <w:rPr>
                <w:rFonts w:ascii="Times New Roman" w:hAnsi="Times New Roman" w:cs="Times New Roman"/>
                <w:bCs/>
                <w:lang w:val="kl-GL"/>
              </w:rPr>
            </w:pPr>
          </w:p>
          <w:p w14:paraId="3A77827D" w14:textId="77777777" w:rsidR="00245D35" w:rsidRPr="00171408" w:rsidRDefault="00245D35" w:rsidP="00710072">
            <w:pPr>
              <w:spacing w:after="0"/>
              <w:rPr>
                <w:rFonts w:ascii="Times New Roman" w:hAnsi="Times New Roman" w:cs="Times New Roman"/>
                <w:bCs/>
                <w:lang w:val="kl-GL"/>
              </w:rPr>
            </w:pPr>
          </w:p>
          <w:p w14:paraId="45DE8309" w14:textId="77777777" w:rsidR="00245D35" w:rsidRPr="00171408" w:rsidRDefault="00245D35" w:rsidP="00710072">
            <w:pPr>
              <w:spacing w:after="0"/>
              <w:rPr>
                <w:rFonts w:ascii="Times New Roman" w:hAnsi="Times New Roman" w:cs="Times New Roman"/>
                <w:bCs/>
                <w:lang w:val="kl-GL"/>
              </w:rPr>
            </w:pPr>
          </w:p>
          <w:p w14:paraId="45550E98" w14:textId="77777777" w:rsidR="00A916D8" w:rsidRPr="00171408" w:rsidRDefault="00A916D8" w:rsidP="00710072">
            <w:pPr>
              <w:spacing w:after="0"/>
              <w:rPr>
                <w:rFonts w:ascii="Times New Roman" w:hAnsi="Times New Roman" w:cs="Times New Roman"/>
                <w:bCs/>
                <w:lang w:val="kl-GL"/>
              </w:rPr>
            </w:pPr>
          </w:p>
          <w:p w14:paraId="6C3E778E" w14:textId="77777777" w:rsidR="00A916D8" w:rsidRPr="00171408" w:rsidRDefault="00A916D8" w:rsidP="00710072">
            <w:pPr>
              <w:spacing w:after="0"/>
              <w:rPr>
                <w:rFonts w:ascii="Times New Roman" w:hAnsi="Times New Roman" w:cs="Times New Roman"/>
                <w:bCs/>
                <w:lang w:val="kl-GL"/>
              </w:rPr>
            </w:pPr>
          </w:p>
          <w:p w14:paraId="6F7CE33C" w14:textId="30FA8112" w:rsidR="00A916D8" w:rsidRPr="00171408" w:rsidRDefault="007A33FE" w:rsidP="007A33FE">
            <w:pPr>
              <w:spacing w:after="0"/>
              <w:rPr>
                <w:rFonts w:ascii="Times New Roman" w:eastAsia="Calibri" w:hAnsi="Times New Roman" w:cs="Times New Roman"/>
                <w:lang w:val="kl-GL"/>
              </w:rPr>
            </w:pPr>
            <w:r w:rsidRPr="00171408">
              <w:rPr>
                <w:rFonts w:ascii="Times New Roman" w:hAnsi="Times New Roman" w:cs="Times New Roman"/>
                <w:b/>
                <w:lang w:val="kl-GL"/>
              </w:rPr>
              <w:t xml:space="preserve">4. </w:t>
            </w:r>
            <w:r w:rsidR="005C2D9C" w:rsidRPr="00171408">
              <w:rPr>
                <w:rFonts w:ascii="Times New Roman" w:hAnsi="Times New Roman" w:cs="Times New Roman"/>
                <w:bCs/>
                <w:i/>
                <w:iCs/>
                <w:lang w:val="kl-GL"/>
              </w:rPr>
              <w:t>§ 18, oqaaseqatigiit</w:t>
            </w:r>
            <w:r w:rsidRPr="00171408">
              <w:rPr>
                <w:rFonts w:ascii="Times New Roman" w:hAnsi="Times New Roman" w:cs="Times New Roman"/>
                <w:bCs/>
                <w:i/>
                <w:iCs/>
                <w:lang w:val="kl-GL"/>
              </w:rPr>
              <w:t xml:space="preserve"> siullianni</w:t>
            </w:r>
            <w:r w:rsidRPr="00171408">
              <w:rPr>
                <w:rFonts w:ascii="Times New Roman" w:hAnsi="Times New Roman" w:cs="Times New Roman"/>
                <w:bCs/>
                <w:lang w:val="kl-GL"/>
              </w:rPr>
              <w:t xml:space="preserve">, </w:t>
            </w:r>
            <w:r w:rsidR="006E57A1" w:rsidRPr="00171408">
              <w:rPr>
                <w:rFonts w:ascii="Times New Roman" w:eastAsia="Calibri" w:hAnsi="Times New Roman" w:cs="Times New Roman"/>
                <w:lang w:val="kl-GL"/>
              </w:rPr>
              <w:t>»suliffeerunnermi ikiorsiissutit« allanngortinneqassapput: »suliffissarsiortunut ikiorsiissutit«.</w:t>
            </w:r>
          </w:p>
          <w:p w14:paraId="5FDDA94B" w14:textId="77777777" w:rsidR="006E57A1" w:rsidRPr="00171408" w:rsidRDefault="006E57A1" w:rsidP="007A33FE">
            <w:pPr>
              <w:spacing w:after="0"/>
              <w:rPr>
                <w:rFonts w:ascii="Times New Roman" w:hAnsi="Times New Roman" w:cs="Times New Roman"/>
                <w:bCs/>
                <w:lang w:val="kl-GL"/>
              </w:rPr>
            </w:pPr>
          </w:p>
          <w:p w14:paraId="12E882E9" w14:textId="77777777" w:rsidR="00D31F38" w:rsidRPr="00171408" w:rsidRDefault="00D31F38" w:rsidP="007A33FE">
            <w:pPr>
              <w:spacing w:after="0"/>
              <w:rPr>
                <w:rFonts w:ascii="Times New Roman" w:hAnsi="Times New Roman" w:cs="Times New Roman"/>
                <w:bCs/>
                <w:lang w:val="kl-GL"/>
              </w:rPr>
            </w:pPr>
          </w:p>
          <w:p w14:paraId="0A73F949" w14:textId="77777777" w:rsidR="00D31F38" w:rsidRPr="00171408" w:rsidRDefault="00D31F38" w:rsidP="007A33FE">
            <w:pPr>
              <w:spacing w:after="0"/>
              <w:rPr>
                <w:rFonts w:ascii="Times New Roman" w:hAnsi="Times New Roman" w:cs="Times New Roman"/>
                <w:bCs/>
                <w:lang w:val="kl-GL"/>
              </w:rPr>
            </w:pPr>
          </w:p>
          <w:p w14:paraId="0C4C431A" w14:textId="77777777" w:rsidR="000A0768" w:rsidRPr="00171408" w:rsidRDefault="000A0768" w:rsidP="007A33FE">
            <w:pPr>
              <w:spacing w:after="0"/>
              <w:rPr>
                <w:rFonts w:ascii="Times New Roman" w:hAnsi="Times New Roman" w:cs="Times New Roman"/>
                <w:bCs/>
                <w:lang w:val="kl-GL"/>
              </w:rPr>
            </w:pPr>
          </w:p>
          <w:p w14:paraId="0D7D5BBB" w14:textId="77777777" w:rsidR="00D31F38" w:rsidRPr="00171408" w:rsidRDefault="00D31F38" w:rsidP="007A33FE">
            <w:pPr>
              <w:spacing w:after="0"/>
              <w:rPr>
                <w:rFonts w:ascii="Times New Roman" w:hAnsi="Times New Roman" w:cs="Times New Roman"/>
                <w:bCs/>
                <w:lang w:val="kl-GL"/>
              </w:rPr>
            </w:pPr>
          </w:p>
          <w:p w14:paraId="7B7B0A23" w14:textId="77777777" w:rsidR="00DA47AB" w:rsidRPr="00171408" w:rsidRDefault="00DA47AB" w:rsidP="00DA47AB">
            <w:pPr>
              <w:rPr>
                <w:lang w:val="kl-GL"/>
              </w:rPr>
            </w:pPr>
            <w:r w:rsidRPr="00171408">
              <w:rPr>
                <w:rFonts w:ascii="Times New Roman" w:hAnsi="Times New Roman" w:cs="Times New Roman"/>
                <w:b/>
                <w:lang w:val="kl-GL"/>
              </w:rPr>
              <w:t xml:space="preserve">5. </w:t>
            </w:r>
            <w:r w:rsidRPr="00171408">
              <w:rPr>
                <w:rStyle w:val="italic"/>
                <w:rFonts w:ascii="Times New Roman" w:hAnsi="Times New Roman" w:cs="Times New Roman"/>
                <w:i/>
                <w:shd w:val="clear" w:color="auto" w:fill="FFFFFF"/>
                <w:lang w:val="kl-GL"/>
              </w:rPr>
              <w:t>§ 21, imm. 7,</w:t>
            </w:r>
            <w:r w:rsidRPr="00171408">
              <w:rPr>
                <w:rFonts w:ascii="Times New Roman" w:hAnsi="Times New Roman" w:cs="Times New Roman"/>
                <w:i/>
                <w:shd w:val="clear" w:color="auto" w:fill="FFFFFF"/>
                <w:lang w:val="kl-GL"/>
              </w:rPr>
              <w:t> oqaaseqatigiit aappaat, atorunnaarsinneqassaaq taarsiullugulu ikkunneqarluni</w:t>
            </w:r>
            <w:r w:rsidRPr="00171408">
              <w:rPr>
                <w:rFonts w:ascii="Times New Roman" w:hAnsi="Times New Roman" w:cs="Times New Roman"/>
                <w:shd w:val="clear" w:color="auto" w:fill="FFFFFF"/>
                <w:lang w:val="kl-GL"/>
              </w:rPr>
              <w:t xml:space="preserve"> »Ajoqusertup piffissamik aalajangiinermiit ukiut marluk imaluunniit sivikinnerusumik utoqqalinersiaqarnissamut ukioritat angussappagit, tak. utoqqalinersiaqarneq pillugu Inatsisartut inatsisaat, taarsiissutissat § 31, imm. 4-mi malittarisassat malillugit tunniunneqassapput, inummut utoqqalinersiaqarnissamut ukiorititat ukiut marluk qaangiunneranni angusussaappagit, </w:t>
            </w:r>
            <w:r w:rsidRPr="00171408">
              <w:rPr>
                <w:rFonts w:ascii="Times New Roman" w:hAnsi="Times New Roman" w:cs="Times New Roman"/>
                <w:shd w:val="clear" w:color="auto" w:fill="FFFFFF"/>
                <w:lang w:val="kl-GL"/>
              </w:rPr>
              <w:lastRenderedPageBreak/>
              <w:t>aningaasanngorlugit ataatsikkut tunniutassatut naleqqersuut atorlugu, ukiumoortumik ingerlaavartumik taarsiissutinik amerlisarlugu.«.</w:t>
            </w:r>
          </w:p>
          <w:p w14:paraId="3A40DD19" w14:textId="77777777" w:rsidR="00DA47AB" w:rsidRPr="00171408" w:rsidRDefault="00DA47AB" w:rsidP="00DA47AB">
            <w:pPr>
              <w:spacing w:after="0"/>
              <w:rPr>
                <w:rFonts w:ascii="Times New Roman" w:hAnsi="Times New Roman"/>
                <w:lang w:val="kl-GL"/>
              </w:rPr>
            </w:pPr>
            <w:r w:rsidRPr="00171408">
              <w:rPr>
                <w:rFonts w:ascii="Times New Roman" w:hAnsi="Times New Roman" w:cs="Times New Roman"/>
                <w:b/>
                <w:shd w:val="clear" w:color="auto" w:fill="FFFFFF"/>
                <w:lang w:val="kl-GL"/>
              </w:rPr>
              <w:t xml:space="preserve">6. </w:t>
            </w:r>
            <w:r w:rsidRPr="00171408">
              <w:rPr>
                <w:rFonts w:ascii="Times New Roman" w:hAnsi="Times New Roman"/>
                <w:i/>
                <w:lang w:val="kl-GL"/>
              </w:rPr>
              <w:t xml:space="preserve">§ 21, </w:t>
            </w:r>
            <w:r w:rsidRPr="00171408">
              <w:rPr>
                <w:rFonts w:ascii="Times New Roman" w:hAnsi="Times New Roman"/>
                <w:iCs/>
                <w:lang w:val="kl-GL"/>
              </w:rPr>
              <w:t>imm. 7-ip kingorna</w:t>
            </w:r>
            <w:r w:rsidRPr="00171408">
              <w:rPr>
                <w:rFonts w:ascii="Times New Roman" w:hAnsi="Times New Roman"/>
                <w:i/>
                <w:lang w:val="kl-GL"/>
              </w:rPr>
              <w:t>,</w:t>
            </w:r>
            <w:r w:rsidRPr="00171408">
              <w:rPr>
                <w:rFonts w:ascii="Times New Roman" w:hAnsi="Times New Roman"/>
                <w:lang w:val="kl-GL"/>
              </w:rPr>
              <w:t xml:space="preserve"> immikkoortutut nutaatut </w:t>
            </w:r>
            <w:r w:rsidRPr="00171408">
              <w:rPr>
                <w:rFonts w:ascii="Times New Roman" w:hAnsi="Times New Roman" w:cs="Times New Roman"/>
                <w:lang w:val="kl-GL"/>
              </w:rPr>
              <w:t>ikkunneqassapput:</w:t>
            </w:r>
          </w:p>
          <w:p w14:paraId="656ECFA3" w14:textId="77777777" w:rsidR="00DA47AB" w:rsidRPr="00171408" w:rsidRDefault="00DA47AB" w:rsidP="00D91834">
            <w:pPr>
              <w:spacing w:after="0"/>
              <w:rPr>
                <w:rFonts w:ascii="Times New Roman" w:eastAsia="Calibri" w:hAnsi="Times New Roman" w:cs="Times New Roman"/>
                <w:color w:val="auto"/>
                <w:lang w:val="kl-GL"/>
              </w:rPr>
            </w:pPr>
            <w:r w:rsidRPr="00171408">
              <w:rPr>
                <w:rFonts w:ascii="Times New Roman" w:hAnsi="Times New Roman"/>
                <w:lang w:val="kl-GL"/>
              </w:rPr>
              <w:t>»</w:t>
            </w:r>
            <w:r w:rsidRPr="00171408">
              <w:rPr>
                <w:rFonts w:ascii="Times New Roman" w:hAnsi="Times New Roman" w:cs="Times New Roman"/>
                <w:i/>
                <w:iCs/>
                <w:lang w:val="kl-GL"/>
              </w:rPr>
              <w:t>Imm</w:t>
            </w:r>
            <w:r w:rsidRPr="00171408">
              <w:rPr>
                <w:rFonts w:ascii="Times New Roman" w:hAnsi="Times New Roman"/>
                <w:i/>
                <w:lang w:val="kl-GL"/>
              </w:rPr>
              <w:t>. 8.</w:t>
            </w:r>
            <w:r w:rsidRPr="00171408">
              <w:rPr>
                <w:rFonts w:ascii="Times New Roman" w:hAnsi="Times New Roman"/>
                <w:lang w:val="kl-GL"/>
              </w:rPr>
              <w:t xml:space="preserve"> Taarsiissutit § 31, imm. 1, oqaaseqatigiit siullianni malittarisassat malillugit aningaasanngorlugit ataatsikkut tunniutassanngortinneqarpata, ajoqusertoq piffissamiit inuussutissarsiornermik annaasaqarnerup uppernarsineqarneraniit ingerlaavartumik taarsiiffigineqarnissamut pisinnaatitaavoq, taamaattoq sulinermi ajoqusernerup nalunaarutigineqarnera piffissaq sioqqullugu minillugu, aamma taarsiissutit aningaasanngortinneqarnerannut piffissaq angullugu.</w:t>
            </w:r>
          </w:p>
          <w:p w14:paraId="67208BF6" w14:textId="77777777" w:rsidR="00DA47AB" w:rsidRPr="00171408" w:rsidRDefault="00DA47AB" w:rsidP="00DA47AB">
            <w:pPr>
              <w:keepNext/>
              <w:keepLines/>
              <w:suppressAutoHyphens w:val="0"/>
              <w:outlineLvl w:val="2"/>
              <w:rPr>
                <w:rFonts w:ascii="Times New Roman" w:eastAsia="Calibri" w:hAnsi="Times New Roman" w:cs="Times New Roman"/>
                <w:color w:val="auto"/>
                <w:shd w:val="clear" w:color="auto" w:fill="FFFFFF"/>
                <w:lang w:val="kl-GL"/>
              </w:rPr>
            </w:pPr>
            <w:r w:rsidRPr="00171408">
              <w:rPr>
                <w:rFonts w:ascii="Times New Roman" w:eastAsia="Calibri" w:hAnsi="Times New Roman" w:cs="Times New Roman"/>
                <w:color w:val="auto"/>
                <w:shd w:val="clear" w:color="auto" w:fill="FFFFFF"/>
                <w:lang w:val="kl-GL"/>
              </w:rPr>
              <w:t>Imm. 9. Imm. 7-mi 8-milu malittarisassat §§ 46 aamma 47 malillugit sulianut suliareqqitassanngortinneqartunut atuutissapput. Suliareqqitassanngortitsinermut qinnuteqarnermut piffissaq sioqqullugu imaluunniit Arbejdsmarkedets Erhvervssikringip suliaq suliareqqittussaappagu, tak. § 47, suliani taakkunani taarsiissutinik tunniussisoqarneq ajorpoq.«</w:t>
            </w:r>
            <w:r w:rsidRPr="00171408">
              <w:rPr>
                <w:rFonts w:ascii="Times New Roman" w:eastAsia="Calibri" w:hAnsi="Times New Roman" w:cs="Times New Roman"/>
                <w:color w:val="auto"/>
                <w:shd w:val="clear" w:color="auto" w:fill="FFFFFF"/>
                <w:lang w:val="kl-GL"/>
              </w:rPr>
              <w:br/>
              <w:t>Imm. 8 tamatuma kingorna imm. 10-nngussaaq.</w:t>
            </w:r>
          </w:p>
          <w:p w14:paraId="28077367" w14:textId="212E5613" w:rsidR="00245D35" w:rsidRPr="00171408" w:rsidRDefault="00DA47AB" w:rsidP="00DA47AB">
            <w:pPr>
              <w:spacing w:after="0"/>
              <w:rPr>
                <w:rFonts w:ascii="Times New Roman" w:eastAsia="Calibri" w:hAnsi="Times New Roman" w:cs="Times New Roman"/>
                <w:color w:val="auto"/>
                <w:lang w:val="kl-GL"/>
              </w:rPr>
            </w:pPr>
            <w:r w:rsidRPr="00171408">
              <w:rPr>
                <w:rFonts w:ascii="Times New Roman" w:eastAsia="Calibri" w:hAnsi="Times New Roman" w:cs="Times New Roman"/>
                <w:b/>
                <w:color w:val="auto"/>
                <w:lang w:val="kl-GL"/>
              </w:rPr>
              <w:t xml:space="preserve">7. </w:t>
            </w:r>
            <w:r w:rsidRPr="00171408">
              <w:rPr>
                <w:rFonts w:ascii="Times New Roman" w:eastAsia="Calibri" w:hAnsi="Times New Roman" w:cs="Times New Roman"/>
                <w:i/>
                <w:color w:val="auto"/>
                <w:lang w:val="kl-GL"/>
              </w:rPr>
              <w:t>§ 28, imm. 2, oqaaseqatigiit aappaat,</w:t>
            </w:r>
            <w:r w:rsidRPr="00171408">
              <w:rPr>
                <w:rFonts w:ascii="Times New Roman" w:eastAsia="Calibri" w:hAnsi="Times New Roman" w:cs="Times New Roman"/>
                <w:iCs/>
                <w:color w:val="auto"/>
                <w:lang w:val="kl-GL"/>
              </w:rPr>
              <w:t xml:space="preserve"> </w:t>
            </w:r>
            <w:r w:rsidRPr="00171408">
              <w:rPr>
                <w:rFonts w:ascii="Times New Roman" w:eastAsia="Calibri" w:hAnsi="Times New Roman" w:cs="Times New Roman"/>
                <w:color w:val="auto"/>
                <w:lang w:val="kl-GL"/>
              </w:rPr>
              <w:t>ima oqaasertaqassaaq:</w:t>
            </w:r>
            <w:r w:rsidRPr="00171408">
              <w:rPr>
                <w:rFonts w:ascii="Times New Roman" w:eastAsia="Calibri" w:hAnsi="Times New Roman" w:cs="Times New Roman"/>
                <w:color w:val="auto"/>
                <w:lang w:val="kl-GL"/>
              </w:rPr>
              <w:br/>
              <w:t>»Inunnut sulisitsisuminni najugaqartunut nerisaqarnermut ineqarnermullu akigititat, Kalaallit Nunaanni Akileraartarnermut Aqutsisoqarfimmit ukiumut pineqartumut akigititat aalajangersarneqartut annertoqatigivaat.«</w:t>
            </w:r>
          </w:p>
          <w:p w14:paraId="416556F6" w14:textId="77777777" w:rsidR="00493B5C" w:rsidRPr="00171408" w:rsidRDefault="00493B5C" w:rsidP="00DA47AB">
            <w:pPr>
              <w:spacing w:after="0"/>
              <w:rPr>
                <w:rFonts w:ascii="Times New Roman" w:hAnsi="Times New Roman" w:cs="Times New Roman"/>
                <w:b/>
                <w:lang w:val="kl-GL"/>
              </w:rPr>
            </w:pPr>
          </w:p>
          <w:p w14:paraId="63B4A5B6" w14:textId="77777777" w:rsidR="00E3078C" w:rsidRPr="00171408" w:rsidRDefault="00E3078C" w:rsidP="00710072">
            <w:pPr>
              <w:spacing w:after="0"/>
              <w:rPr>
                <w:rFonts w:ascii="Times New Roman" w:hAnsi="Times New Roman" w:cs="Times New Roman"/>
                <w:bCs/>
                <w:lang w:val="kl-GL"/>
              </w:rPr>
            </w:pPr>
          </w:p>
          <w:p w14:paraId="301C2C22" w14:textId="77777777" w:rsidR="00E3078C" w:rsidRPr="00171408" w:rsidRDefault="00E3078C" w:rsidP="00710072">
            <w:pPr>
              <w:spacing w:after="0"/>
              <w:rPr>
                <w:rFonts w:ascii="Times New Roman" w:hAnsi="Times New Roman" w:cs="Times New Roman"/>
                <w:bCs/>
                <w:lang w:val="kl-GL"/>
              </w:rPr>
            </w:pPr>
          </w:p>
          <w:p w14:paraId="21851A9D" w14:textId="77777777" w:rsidR="00E3078C" w:rsidRPr="00171408" w:rsidRDefault="00E3078C" w:rsidP="00710072">
            <w:pPr>
              <w:spacing w:after="0"/>
              <w:rPr>
                <w:rFonts w:ascii="Times New Roman" w:hAnsi="Times New Roman" w:cs="Times New Roman"/>
                <w:bCs/>
                <w:lang w:val="kl-GL"/>
              </w:rPr>
            </w:pPr>
          </w:p>
          <w:p w14:paraId="26FC93FF" w14:textId="77777777" w:rsidR="00515200" w:rsidRPr="00171408" w:rsidRDefault="00515200" w:rsidP="00710072">
            <w:pPr>
              <w:spacing w:after="0"/>
              <w:rPr>
                <w:rFonts w:ascii="Times New Roman" w:hAnsi="Times New Roman"/>
                <w:lang w:val="kl-GL"/>
              </w:rPr>
            </w:pPr>
          </w:p>
          <w:p w14:paraId="4D64B43B" w14:textId="77777777" w:rsidR="005F42BE" w:rsidRPr="00171408" w:rsidRDefault="005F42BE" w:rsidP="00710072">
            <w:pPr>
              <w:spacing w:after="0"/>
              <w:rPr>
                <w:rFonts w:ascii="Times New Roman" w:hAnsi="Times New Roman"/>
                <w:lang w:val="kl-GL"/>
              </w:rPr>
            </w:pPr>
          </w:p>
          <w:p w14:paraId="162DADD5" w14:textId="77777777" w:rsidR="005F42BE" w:rsidRPr="00171408" w:rsidRDefault="005F42BE" w:rsidP="00710072">
            <w:pPr>
              <w:spacing w:after="0"/>
              <w:rPr>
                <w:rFonts w:ascii="Times New Roman" w:hAnsi="Times New Roman"/>
                <w:lang w:val="kl-GL"/>
              </w:rPr>
            </w:pPr>
          </w:p>
          <w:p w14:paraId="526C5BB3" w14:textId="77777777" w:rsidR="005F42BE" w:rsidRPr="00171408" w:rsidRDefault="005F42BE" w:rsidP="00710072">
            <w:pPr>
              <w:spacing w:after="0"/>
              <w:rPr>
                <w:rFonts w:ascii="Times New Roman" w:hAnsi="Times New Roman"/>
                <w:lang w:val="kl-GL"/>
              </w:rPr>
            </w:pPr>
          </w:p>
          <w:p w14:paraId="792830E2" w14:textId="77777777" w:rsidR="005F42BE" w:rsidRPr="00171408" w:rsidRDefault="005F42BE" w:rsidP="00710072">
            <w:pPr>
              <w:spacing w:after="0"/>
              <w:rPr>
                <w:rFonts w:ascii="Times New Roman" w:hAnsi="Times New Roman"/>
                <w:lang w:val="kl-GL"/>
              </w:rPr>
            </w:pPr>
          </w:p>
          <w:p w14:paraId="0C27D70D" w14:textId="77777777" w:rsidR="005F42BE" w:rsidRPr="00171408" w:rsidRDefault="005F42BE" w:rsidP="00710072">
            <w:pPr>
              <w:spacing w:after="0"/>
              <w:rPr>
                <w:rFonts w:ascii="Times New Roman" w:hAnsi="Times New Roman"/>
                <w:lang w:val="kl-GL"/>
              </w:rPr>
            </w:pPr>
          </w:p>
          <w:p w14:paraId="7BD69EA2" w14:textId="77777777" w:rsidR="005F42BE" w:rsidRPr="00171408" w:rsidRDefault="005F42BE" w:rsidP="00710072">
            <w:pPr>
              <w:spacing w:after="0"/>
              <w:rPr>
                <w:rFonts w:ascii="Times New Roman" w:hAnsi="Times New Roman"/>
                <w:lang w:val="kl-GL"/>
              </w:rPr>
            </w:pPr>
          </w:p>
          <w:p w14:paraId="0FC789C9" w14:textId="77777777" w:rsidR="005F42BE" w:rsidRPr="00171408" w:rsidRDefault="005F42BE" w:rsidP="00710072">
            <w:pPr>
              <w:spacing w:after="0"/>
              <w:rPr>
                <w:rFonts w:ascii="Times New Roman" w:hAnsi="Times New Roman"/>
                <w:lang w:val="kl-GL"/>
              </w:rPr>
            </w:pPr>
          </w:p>
          <w:p w14:paraId="40506D4F" w14:textId="77777777" w:rsidR="005F42BE" w:rsidRPr="00171408" w:rsidRDefault="005F42BE" w:rsidP="00710072">
            <w:pPr>
              <w:spacing w:after="0"/>
              <w:rPr>
                <w:rFonts w:ascii="Times New Roman" w:hAnsi="Times New Roman"/>
                <w:lang w:val="kl-GL"/>
              </w:rPr>
            </w:pPr>
          </w:p>
          <w:p w14:paraId="4E7394D7" w14:textId="77777777" w:rsidR="005F42BE" w:rsidRPr="00171408" w:rsidRDefault="005F42BE" w:rsidP="00710072">
            <w:pPr>
              <w:spacing w:after="0"/>
              <w:rPr>
                <w:rFonts w:ascii="Times New Roman" w:hAnsi="Times New Roman"/>
                <w:lang w:val="kl-GL"/>
              </w:rPr>
            </w:pPr>
          </w:p>
          <w:p w14:paraId="05DFA228" w14:textId="77777777" w:rsidR="005F42BE" w:rsidRPr="00171408" w:rsidRDefault="005F42BE" w:rsidP="00710072">
            <w:pPr>
              <w:spacing w:after="0"/>
              <w:rPr>
                <w:rFonts w:ascii="Times New Roman" w:hAnsi="Times New Roman"/>
                <w:lang w:val="kl-GL"/>
              </w:rPr>
            </w:pPr>
          </w:p>
          <w:p w14:paraId="4C8AF95D" w14:textId="77777777" w:rsidR="005F42BE" w:rsidRPr="00171408" w:rsidRDefault="005F42BE" w:rsidP="00710072">
            <w:pPr>
              <w:spacing w:after="0"/>
              <w:rPr>
                <w:rFonts w:ascii="Times New Roman" w:hAnsi="Times New Roman"/>
                <w:lang w:val="kl-GL"/>
              </w:rPr>
            </w:pPr>
          </w:p>
          <w:p w14:paraId="686BC900" w14:textId="77777777" w:rsidR="005F42BE" w:rsidRPr="00171408" w:rsidRDefault="005F42BE" w:rsidP="00710072">
            <w:pPr>
              <w:spacing w:after="0"/>
              <w:rPr>
                <w:rFonts w:ascii="Times New Roman" w:hAnsi="Times New Roman"/>
                <w:lang w:val="kl-GL"/>
              </w:rPr>
            </w:pPr>
          </w:p>
          <w:p w14:paraId="25C4F7C6" w14:textId="3E72AEB0" w:rsidR="005F42BE" w:rsidRPr="00171408" w:rsidRDefault="005F42BE" w:rsidP="00710072">
            <w:pPr>
              <w:spacing w:after="0"/>
              <w:rPr>
                <w:rFonts w:ascii="Times New Roman" w:hAnsi="Times New Roman"/>
                <w:lang w:val="kl-GL"/>
              </w:rPr>
            </w:pPr>
            <w:r w:rsidRPr="00171408">
              <w:rPr>
                <w:rFonts w:ascii="Times New Roman" w:hAnsi="Times New Roman"/>
                <w:b/>
                <w:bCs/>
                <w:lang w:val="kl-GL"/>
              </w:rPr>
              <w:t>8.</w:t>
            </w:r>
            <w:r w:rsidRPr="00171408">
              <w:rPr>
                <w:rFonts w:ascii="Times New Roman" w:hAnsi="Times New Roman"/>
                <w:lang w:val="kl-GL"/>
              </w:rPr>
              <w:t xml:space="preserve"> </w:t>
            </w:r>
            <w:r w:rsidR="00CE6A4A" w:rsidRPr="00171408">
              <w:rPr>
                <w:rFonts w:ascii="Times New Roman" w:eastAsia="Calibri" w:hAnsi="Times New Roman" w:cs="Times New Roman"/>
                <w:i/>
                <w:color w:val="auto"/>
                <w:shd w:val="clear" w:color="auto" w:fill="FFFFFF"/>
                <w:lang w:val="kl-GL"/>
              </w:rPr>
              <w:t>§ 30, imm. 4, oqaaseqatigiinni siullerni,</w:t>
            </w:r>
            <w:r w:rsidR="00CE6A4A" w:rsidRPr="00171408">
              <w:rPr>
                <w:rFonts w:ascii="Times New Roman" w:eastAsia="Calibri" w:hAnsi="Times New Roman" w:cs="Times New Roman"/>
                <w:color w:val="auto"/>
                <w:shd w:val="clear" w:color="auto" w:fill="FFFFFF"/>
                <w:lang w:val="kl-GL"/>
              </w:rPr>
              <w:t xml:space="preserve"> allanngortinneqassapput »Sapaatit akunneri sisamat« uunga: »sapaatit akunneri arfineq-marluk«, aamma »sapaatit akunnerinut sisamanut piffissarititaq« allanngortinneqassaaq imaalillugu: »sapaatit akunnerinut arfineq-marlunnut piffissarititaq«.</w:t>
            </w:r>
          </w:p>
          <w:p w14:paraId="1F95EE34" w14:textId="77777777" w:rsidR="00CE6A4A" w:rsidRPr="00171408" w:rsidRDefault="00CE6A4A" w:rsidP="00710072">
            <w:pPr>
              <w:spacing w:after="0"/>
              <w:rPr>
                <w:rFonts w:ascii="Times New Roman" w:hAnsi="Times New Roman"/>
                <w:lang w:val="kl-GL"/>
              </w:rPr>
            </w:pPr>
          </w:p>
          <w:p w14:paraId="0F604146" w14:textId="77777777" w:rsidR="00CE6A4A" w:rsidRPr="00171408" w:rsidRDefault="00CE6A4A" w:rsidP="00710072">
            <w:pPr>
              <w:spacing w:after="0"/>
              <w:rPr>
                <w:rFonts w:ascii="Times New Roman" w:hAnsi="Times New Roman"/>
                <w:lang w:val="kl-GL"/>
              </w:rPr>
            </w:pPr>
          </w:p>
          <w:p w14:paraId="09038426" w14:textId="77777777" w:rsidR="00CE6A4A" w:rsidRPr="00171408" w:rsidRDefault="00CE6A4A" w:rsidP="00710072">
            <w:pPr>
              <w:spacing w:after="0"/>
              <w:rPr>
                <w:rFonts w:ascii="Times New Roman" w:hAnsi="Times New Roman"/>
                <w:lang w:val="kl-GL"/>
              </w:rPr>
            </w:pPr>
          </w:p>
          <w:p w14:paraId="5679141E" w14:textId="77777777" w:rsidR="00CE6A4A" w:rsidRPr="00171408" w:rsidRDefault="00CE6A4A" w:rsidP="00710072">
            <w:pPr>
              <w:spacing w:after="0"/>
              <w:rPr>
                <w:rFonts w:ascii="Times New Roman" w:hAnsi="Times New Roman"/>
                <w:lang w:val="kl-GL"/>
              </w:rPr>
            </w:pPr>
          </w:p>
          <w:p w14:paraId="3929C705" w14:textId="77777777" w:rsidR="00CE6A4A" w:rsidRPr="00171408" w:rsidRDefault="00CE6A4A" w:rsidP="00710072">
            <w:pPr>
              <w:spacing w:after="0"/>
              <w:rPr>
                <w:rFonts w:ascii="Times New Roman" w:hAnsi="Times New Roman"/>
                <w:lang w:val="kl-GL"/>
              </w:rPr>
            </w:pPr>
          </w:p>
          <w:p w14:paraId="280041A2" w14:textId="77777777" w:rsidR="00CE6A4A" w:rsidRPr="00171408" w:rsidRDefault="00CE6A4A" w:rsidP="00710072">
            <w:pPr>
              <w:spacing w:after="0"/>
              <w:rPr>
                <w:rFonts w:ascii="Times New Roman" w:hAnsi="Times New Roman"/>
                <w:lang w:val="kl-GL"/>
              </w:rPr>
            </w:pPr>
          </w:p>
          <w:p w14:paraId="107A4DA6" w14:textId="77777777" w:rsidR="00CE6A4A" w:rsidRPr="00171408" w:rsidRDefault="00CE6A4A" w:rsidP="00710072">
            <w:pPr>
              <w:spacing w:after="0"/>
              <w:rPr>
                <w:rFonts w:ascii="Times New Roman" w:hAnsi="Times New Roman"/>
                <w:lang w:val="kl-GL"/>
              </w:rPr>
            </w:pPr>
          </w:p>
          <w:p w14:paraId="3C798430" w14:textId="77777777" w:rsidR="00CE6A4A" w:rsidRPr="00171408" w:rsidRDefault="00CE6A4A" w:rsidP="00710072">
            <w:pPr>
              <w:spacing w:after="0"/>
              <w:rPr>
                <w:rFonts w:ascii="Times New Roman" w:hAnsi="Times New Roman"/>
                <w:lang w:val="kl-GL"/>
              </w:rPr>
            </w:pPr>
          </w:p>
          <w:p w14:paraId="16BBF10A" w14:textId="77777777" w:rsidR="00CE6A4A" w:rsidRPr="00171408" w:rsidRDefault="00CE6A4A" w:rsidP="00710072">
            <w:pPr>
              <w:spacing w:after="0"/>
              <w:rPr>
                <w:rFonts w:ascii="Times New Roman" w:hAnsi="Times New Roman"/>
                <w:lang w:val="kl-GL"/>
              </w:rPr>
            </w:pPr>
          </w:p>
          <w:p w14:paraId="76932975" w14:textId="77777777" w:rsidR="00CE6A4A" w:rsidRPr="00171408" w:rsidRDefault="00CE6A4A" w:rsidP="00710072">
            <w:pPr>
              <w:spacing w:after="0"/>
              <w:rPr>
                <w:rFonts w:ascii="Times New Roman" w:hAnsi="Times New Roman"/>
                <w:lang w:val="kl-GL"/>
              </w:rPr>
            </w:pPr>
          </w:p>
          <w:p w14:paraId="53ACC596" w14:textId="77777777" w:rsidR="00CE6A4A" w:rsidRPr="00171408" w:rsidRDefault="00CE6A4A" w:rsidP="00710072">
            <w:pPr>
              <w:spacing w:after="0"/>
              <w:rPr>
                <w:rFonts w:ascii="Times New Roman" w:hAnsi="Times New Roman"/>
                <w:lang w:val="kl-GL"/>
              </w:rPr>
            </w:pPr>
          </w:p>
          <w:p w14:paraId="710019BA" w14:textId="77777777" w:rsidR="00CE6A4A" w:rsidRPr="00171408" w:rsidRDefault="00CE6A4A" w:rsidP="00710072">
            <w:pPr>
              <w:spacing w:after="0"/>
              <w:rPr>
                <w:rFonts w:ascii="Times New Roman" w:hAnsi="Times New Roman"/>
                <w:lang w:val="kl-GL"/>
              </w:rPr>
            </w:pPr>
          </w:p>
          <w:p w14:paraId="7D893788" w14:textId="77777777" w:rsidR="00CE6A4A" w:rsidRPr="00171408" w:rsidRDefault="00CE6A4A" w:rsidP="00710072">
            <w:pPr>
              <w:spacing w:after="0"/>
              <w:rPr>
                <w:rFonts w:ascii="Times New Roman" w:hAnsi="Times New Roman"/>
                <w:lang w:val="kl-GL"/>
              </w:rPr>
            </w:pPr>
          </w:p>
          <w:p w14:paraId="513B476B" w14:textId="77777777" w:rsidR="00CE6A4A" w:rsidRPr="00171408" w:rsidRDefault="00CE6A4A" w:rsidP="00710072">
            <w:pPr>
              <w:spacing w:after="0"/>
              <w:rPr>
                <w:rFonts w:ascii="Times New Roman" w:hAnsi="Times New Roman"/>
                <w:lang w:val="kl-GL"/>
              </w:rPr>
            </w:pPr>
          </w:p>
          <w:p w14:paraId="40CC2070" w14:textId="77777777" w:rsidR="00CE6A4A" w:rsidRPr="00171408" w:rsidRDefault="00CE6A4A" w:rsidP="00710072">
            <w:pPr>
              <w:spacing w:after="0"/>
              <w:rPr>
                <w:rFonts w:ascii="Times New Roman" w:hAnsi="Times New Roman"/>
                <w:lang w:val="kl-GL"/>
              </w:rPr>
            </w:pPr>
          </w:p>
          <w:p w14:paraId="4EC1E79F" w14:textId="77777777" w:rsidR="00CE6A4A" w:rsidRPr="00171408" w:rsidRDefault="00CE6A4A" w:rsidP="00710072">
            <w:pPr>
              <w:spacing w:after="0"/>
              <w:rPr>
                <w:rFonts w:ascii="Times New Roman" w:hAnsi="Times New Roman"/>
                <w:lang w:val="kl-GL"/>
              </w:rPr>
            </w:pPr>
          </w:p>
          <w:p w14:paraId="3F950E8C" w14:textId="71FF5E1B" w:rsidR="00CE6A4A" w:rsidRPr="00171408" w:rsidRDefault="00CE6A4A" w:rsidP="00710072">
            <w:pPr>
              <w:spacing w:after="0"/>
              <w:rPr>
                <w:rFonts w:ascii="Times New Roman" w:hAnsi="Times New Roman"/>
                <w:lang w:val="kl-GL"/>
              </w:rPr>
            </w:pPr>
          </w:p>
        </w:tc>
      </w:tr>
      <w:tr w:rsidR="00515200" w:rsidRPr="00940819" w14:paraId="6958EB8C" w14:textId="77777777">
        <w:trPr>
          <w:trHeight w:val="1546"/>
        </w:trPr>
        <w:tc>
          <w:tcPr>
            <w:tcW w:w="4361" w:type="dxa"/>
            <w:tcBorders>
              <w:top w:val="nil"/>
              <w:left w:val="nil"/>
              <w:bottom w:val="nil"/>
              <w:right w:val="nil"/>
            </w:tcBorders>
            <w:shd w:val="clear" w:color="auto" w:fill="auto"/>
          </w:tcPr>
          <w:p w14:paraId="3C2BDEC2" w14:textId="77777777" w:rsidR="00515200" w:rsidRPr="00171408" w:rsidRDefault="00515200">
            <w:pPr>
              <w:spacing w:after="0"/>
              <w:rPr>
                <w:rFonts w:ascii="Times New Roman" w:hAnsi="Times New Roman" w:cs="Times New Roman"/>
                <w:szCs w:val="20"/>
                <w:lang w:val="kl-GL"/>
              </w:rPr>
            </w:pPr>
          </w:p>
          <w:p w14:paraId="7A0D8187" w14:textId="77777777" w:rsidR="00515200" w:rsidRPr="00171408" w:rsidRDefault="00CE02F1">
            <w:pPr>
              <w:spacing w:after="0"/>
              <w:rPr>
                <w:rFonts w:ascii="Times New Roman" w:hAnsi="Times New Roman"/>
                <w:lang w:val="kl-GL"/>
              </w:rPr>
            </w:pPr>
            <w:r w:rsidRPr="00171408">
              <w:rPr>
                <w:rFonts w:ascii="Times New Roman" w:hAnsi="Times New Roman" w:cs="Times New Roman"/>
                <w:b/>
                <w:szCs w:val="20"/>
                <w:lang w:val="kl-GL"/>
              </w:rPr>
              <w:t xml:space="preserve">§ 31. </w:t>
            </w:r>
            <w:r w:rsidRPr="00171408">
              <w:rPr>
                <w:rFonts w:ascii="Times New Roman" w:hAnsi="Times New Roman" w:cs="Times New Roman"/>
                <w:szCs w:val="20"/>
                <w:lang w:val="kl-GL"/>
              </w:rPr>
              <w:t>---</w:t>
            </w:r>
          </w:p>
          <w:p w14:paraId="732F1C10" w14:textId="77777777" w:rsidR="00515200" w:rsidRPr="00171408" w:rsidRDefault="00515200">
            <w:pPr>
              <w:spacing w:after="0"/>
              <w:rPr>
                <w:rFonts w:ascii="Times New Roman" w:hAnsi="Times New Roman" w:cs="Times New Roman"/>
                <w:szCs w:val="20"/>
                <w:lang w:val="kl-GL"/>
              </w:rPr>
            </w:pPr>
          </w:p>
          <w:p w14:paraId="7154941C" w14:textId="1D05A4B9" w:rsidR="00515200" w:rsidRPr="00171408" w:rsidRDefault="00CE02F1">
            <w:pPr>
              <w:pStyle w:val="TextBody"/>
              <w:spacing w:line="240" w:lineRule="auto"/>
              <w:jc w:val="left"/>
              <w:rPr>
                <w:rFonts w:ascii="Times New Roman" w:hAnsi="Times New Roman"/>
                <w:sz w:val="22"/>
                <w:szCs w:val="22"/>
                <w:lang w:val="kl-GL"/>
              </w:rPr>
            </w:pPr>
            <w:r w:rsidRPr="00171408">
              <w:rPr>
                <w:rFonts w:ascii="Times New Roman,Italic" w:hAnsi="Times New Roman,Italic" w:cs="Times New Roman"/>
                <w:i/>
                <w:iCs/>
                <w:sz w:val="22"/>
                <w:szCs w:val="22"/>
                <w:lang w:val="kl-GL"/>
              </w:rPr>
              <w:t xml:space="preserve">Imm. 4. </w:t>
            </w:r>
            <w:r w:rsidRPr="00171408">
              <w:rPr>
                <w:rFonts w:ascii="Times New Roman" w:hAnsi="Times New Roman" w:cs="Times New Roman"/>
                <w:sz w:val="22"/>
                <w:szCs w:val="22"/>
                <w:lang w:val="kl-GL"/>
              </w:rPr>
              <w:t xml:space="preserve">Ingerlaavartumik pisartagarititat aningaasanngorlugit ataatsikkut tunniutassanngortinneqarneranni, pisartagarisat piffissami aningaasanngorlugit ataatsikkut tunniunneqarfigisaanni annertussusiat tunngavigineqassaaq, piffissaq tassaalluni piffissaq aningaasanngorlugit ataatsikkut tunniunneqartussat tunniunneqarfigisinnaasaat. Taarsiissutinik aningaasanngorlugit ataatsikkut tunniussassanngortitsisarneq taamaallaat siunissami pisussanut atuutissaaq. Ingerlaavartumik pisartagarititanik aningaasanngorlugit ataatsikkut tunniussisoqartarnissaanut maleruagassat, Suliassaqartitsinermut ministerip aalajangersassavai Nammisorlutik Oqartussat </w:t>
            </w:r>
            <w:r w:rsidR="009863DD" w:rsidRPr="00171408">
              <w:rPr>
                <w:rFonts w:ascii="Times New Roman" w:hAnsi="Times New Roman" w:cs="Times New Roman"/>
                <w:sz w:val="22"/>
                <w:szCs w:val="22"/>
                <w:lang w:val="kl-GL"/>
              </w:rPr>
              <w:t>isumaqatigiinniarfigereerlugit</w:t>
            </w:r>
            <w:r w:rsidRPr="00171408">
              <w:rPr>
                <w:rFonts w:ascii="Times New Roman" w:hAnsi="Times New Roman" w:cs="Times New Roman"/>
                <w:sz w:val="22"/>
                <w:szCs w:val="22"/>
                <w:lang w:val="kl-GL"/>
              </w:rPr>
              <w:t xml:space="preserve">. </w:t>
            </w:r>
          </w:p>
          <w:p w14:paraId="54C2F194" w14:textId="77777777" w:rsidR="00515200" w:rsidRPr="00171408" w:rsidRDefault="00515200">
            <w:pPr>
              <w:spacing w:after="0"/>
              <w:rPr>
                <w:rFonts w:ascii="Times New Roman" w:hAnsi="Times New Roman" w:cs="Times New Roman"/>
                <w:sz w:val="20"/>
                <w:szCs w:val="20"/>
                <w:lang w:val="kl-GL"/>
              </w:rPr>
            </w:pPr>
          </w:p>
          <w:p w14:paraId="55BA9AE6" w14:textId="77777777" w:rsidR="00515200" w:rsidRPr="00171408" w:rsidRDefault="00CE02F1">
            <w:pPr>
              <w:spacing w:after="0"/>
              <w:rPr>
                <w:rFonts w:ascii="Times New Roman" w:hAnsi="Times New Roman"/>
                <w:lang w:val="kl-GL"/>
              </w:rPr>
            </w:pPr>
            <w:r w:rsidRPr="00171408">
              <w:rPr>
                <w:rFonts w:ascii="Times New Roman" w:hAnsi="Times New Roman" w:cs="Times New Roman"/>
                <w:i/>
                <w:lang w:val="kl-GL"/>
              </w:rPr>
              <w:t xml:space="preserve">Imm. 5. --- </w:t>
            </w:r>
          </w:p>
        </w:tc>
        <w:tc>
          <w:tcPr>
            <w:tcW w:w="563" w:type="dxa"/>
            <w:tcBorders>
              <w:top w:val="nil"/>
              <w:left w:val="nil"/>
              <w:bottom w:val="nil"/>
              <w:right w:val="nil"/>
            </w:tcBorders>
            <w:shd w:val="clear" w:color="auto" w:fill="auto"/>
          </w:tcPr>
          <w:p w14:paraId="72D5451D" w14:textId="77777777" w:rsidR="00515200" w:rsidRPr="00171408" w:rsidRDefault="00515200">
            <w:pPr>
              <w:spacing w:after="0"/>
              <w:jc w:val="both"/>
              <w:rPr>
                <w:rFonts w:ascii="Times New Roman" w:hAnsi="Times New Roman" w:cs="Times New Roman"/>
                <w:lang w:val="kl-GL"/>
              </w:rPr>
            </w:pPr>
          </w:p>
        </w:tc>
        <w:tc>
          <w:tcPr>
            <w:tcW w:w="4682" w:type="dxa"/>
            <w:tcBorders>
              <w:top w:val="nil"/>
              <w:left w:val="nil"/>
              <w:bottom w:val="nil"/>
              <w:right w:val="nil"/>
            </w:tcBorders>
            <w:shd w:val="clear" w:color="auto" w:fill="auto"/>
          </w:tcPr>
          <w:p w14:paraId="7AC96863" w14:textId="77777777" w:rsidR="00515200" w:rsidRPr="00171408" w:rsidRDefault="00515200">
            <w:pPr>
              <w:spacing w:after="0"/>
              <w:rPr>
                <w:rFonts w:ascii="Times New Roman" w:hAnsi="Times New Roman" w:cs="Times New Roman"/>
                <w:b/>
                <w:lang w:val="kl-GL"/>
              </w:rPr>
            </w:pPr>
          </w:p>
          <w:p w14:paraId="05167722" w14:textId="77777777" w:rsidR="00515200" w:rsidRPr="00171408" w:rsidRDefault="00515200">
            <w:pPr>
              <w:spacing w:after="0"/>
              <w:rPr>
                <w:rFonts w:ascii="Times New Roman" w:hAnsi="Times New Roman" w:cs="Times New Roman"/>
                <w:b/>
                <w:lang w:val="kl-GL"/>
              </w:rPr>
            </w:pPr>
          </w:p>
          <w:p w14:paraId="49E4F8D1" w14:textId="77777777" w:rsidR="00515200" w:rsidRPr="00171408" w:rsidRDefault="00515200">
            <w:pPr>
              <w:spacing w:after="0"/>
              <w:rPr>
                <w:rFonts w:ascii="Times New Roman" w:hAnsi="Times New Roman" w:cs="Times New Roman"/>
                <w:b/>
                <w:lang w:val="kl-GL"/>
              </w:rPr>
            </w:pPr>
          </w:p>
          <w:p w14:paraId="44B28F72" w14:textId="000F8242" w:rsidR="00D030AC" w:rsidRPr="00171408" w:rsidRDefault="00161C3B" w:rsidP="00D030AC">
            <w:pPr>
              <w:spacing w:after="0"/>
              <w:rPr>
                <w:rFonts w:ascii="Times New Roman" w:hAnsi="Times New Roman" w:cs="Times New Roman"/>
                <w:lang w:val="kl-GL"/>
              </w:rPr>
            </w:pPr>
            <w:r w:rsidRPr="00171408">
              <w:rPr>
                <w:rFonts w:ascii="Times New Roman" w:hAnsi="Times New Roman" w:cs="Times New Roman"/>
                <w:b/>
                <w:lang w:val="kl-GL"/>
              </w:rPr>
              <w:t>9</w:t>
            </w:r>
            <w:r w:rsidR="00CE02F1" w:rsidRPr="00171408">
              <w:rPr>
                <w:rFonts w:ascii="Times New Roman" w:hAnsi="Times New Roman" w:cs="Times New Roman"/>
                <w:b/>
                <w:lang w:val="kl-GL"/>
              </w:rPr>
              <w:t>.</w:t>
            </w:r>
            <w:r w:rsidR="00CE02F1" w:rsidRPr="00171408">
              <w:rPr>
                <w:rFonts w:ascii="Times New Roman" w:hAnsi="Times New Roman" w:cs="Times New Roman"/>
                <w:lang w:val="kl-GL"/>
              </w:rPr>
              <w:t xml:space="preserve"> </w:t>
            </w:r>
            <w:r w:rsidR="00CE02F1" w:rsidRPr="00171408">
              <w:rPr>
                <w:rFonts w:ascii="Times New Roman" w:hAnsi="Times New Roman" w:cs="Times New Roman"/>
                <w:i/>
                <w:lang w:val="kl-GL"/>
              </w:rPr>
              <w:t>§ 31, imm. 4,</w:t>
            </w:r>
            <w:r w:rsidR="00CE02F1" w:rsidRPr="00171408">
              <w:rPr>
                <w:rFonts w:ascii="Times New Roman" w:hAnsi="Times New Roman" w:cs="Times New Roman"/>
                <w:lang w:val="kl-GL"/>
              </w:rPr>
              <w:t xml:space="preserve"> </w:t>
            </w:r>
            <w:r w:rsidR="00D030AC" w:rsidRPr="00171408">
              <w:rPr>
                <w:rFonts w:ascii="Times New Roman" w:hAnsi="Times New Roman" w:cs="Times New Roman"/>
                <w:lang w:val="kl-GL"/>
              </w:rPr>
              <w:t>imatut allanneqassaaq:</w:t>
            </w:r>
          </w:p>
          <w:p w14:paraId="1F6E13C6" w14:textId="79F7E080" w:rsidR="00515200" w:rsidRPr="00171408" w:rsidRDefault="00D030AC">
            <w:pPr>
              <w:spacing w:after="0"/>
              <w:rPr>
                <w:rFonts w:ascii="Times New Roman" w:hAnsi="Times New Roman"/>
                <w:lang w:val="kl-GL"/>
              </w:rPr>
            </w:pPr>
            <w:r w:rsidRPr="00171408">
              <w:rPr>
                <w:rFonts w:ascii="Times New Roman" w:hAnsi="Times New Roman" w:cs="Times New Roman"/>
                <w:lang w:val="kl-GL"/>
              </w:rPr>
              <w:t>»</w:t>
            </w:r>
            <w:r w:rsidRPr="00171408">
              <w:rPr>
                <w:rFonts w:ascii="Times New Roman" w:hAnsi="Times New Roman" w:cs="Times New Roman"/>
                <w:i/>
                <w:iCs/>
                <w:lang w:val="kl-GL"/>
              </w:rPr>
              <w:t>Imm. 4</w:t>
            </w:r>
            <w:r w:rsidRPr="00171408">
              <w:rPr>
                <w:rFonts w:ascii="Times New Roman" w:hAnsi="Times New Roman" w:cs="Times New Roman"/>
                <w:lang w:val="kl-GL"/>
              </w:rPr>
              <w:t>. Ingerlaavartumik taarsiissutit aningaasanngorlugit ataatsikkut tunniutassanngortinneqarneranni, piffissami tunniutassanngortitsinermi taarsiissutissat annertussusaat tunngavigalugit tunniutassanngortitsisoqassaaq. Piffissaq aningaasat tunniunneqarsinnaaffiat, tassaavoq piffissaq tunniutassanngortitsivik. Tunniutassanngortitsineq taamaallaat siunissamut sunniuteqassaaq. Ingerlaavartumik taarsiissutinik aningaasanngorlugit tunniutassanngortitsinermut naleqqersuutit, qaammatinut aamma ukiunut tamakkiisunut, sillimmasiinernik naatsorsuisarnermut tunngatillugu tunngaviit tunuliaqutaralugit aalajangersarneqassapput. Ingerlaavartumik taarsiissutinik aningaasanngorlugit ataatsikkut tunniussisoqartarnissaanut malittarisassat, Suliassaqartitsinermut ministerip Namminersorlutik Oqartussat isumaqatigiinniarfigereerlugit aalajangersassavai.«</w:t>
            </w:r>
          </w:p>
          <w:p w14:paraId="5CF967F9" w14:textId="77777777" w:rsidR="00515200" w:rsidRPr="00171408" w:rsidRDefault="00515200">
            <w:pPr>
              <w:spacing w:after="0"/>
              <w:rPr>
                <w:rFonts w:ascii="Times New Roman" w:hAnsi="Times New Roman" w:cs="Times New Roman"/>
                <w:lang w:val="kl-GL"/>
              </w:rPr>
            </w:pPr>
          </w:p>
          <w:p w14:paraId="67169B83" w14:textId="77777777" w:rsidR="00515200" w:rsidRPr="00171408" w:rsidRDefault="00515200">
            <w:pPr>
              <w:spacing w:after="0"/>
              <w:rPr>
                <w:rFonts w:ascii="Times New Roman" w:hAnsi="Times New Roman" w:cs="Times New Roman"/>
                <w:lang w:val="kl-GL"/>
              </w:rPr>
            </w:pPr>
          </w:p>
        </w:tc>
      </w:tr>
      <w:tr w:rsidR="00515200" w:rsidRPr="00940819" w14:paraId="2480DFFE" w14:textId="77777777">
        <w:trPr>
          <w:trHeight w:val="1546"/>
        </w:trPr>
        <w:tc>
          <w:tcPr>
            <w:tcW w:w="4361" w:type="dxa"/>
            <w:tcBorders>
              <w:top w:val="nil"/>
              <w:left w:val="nil"/>
              <w:bottom w:val="nil"/>
              <w:right w:val="nil"/>
            </w:tcBorders>
            <w:shd w:val="clear" w:color="auto" w:fill="auto"/>
          </w:tcPr>
          <w:p w14:paraId="13513679" w14:textId="356C8E67" w:rsidR="00515200" w:rsidRPr="00171408" w:rsidRDefault="00CE02F1">
            <w:pPr>
              <w:spacing w:after="0"/>
              <w:rPr>
                <w:rFonts w:ascii="Times New Roman" w:hAnsi="Times New Roman"/>
                <w:lang w:val="kl-GL"/>
              </w:rPr>
            </w:pPr>
            <w:r w:rsidRPr="00171408">
              <w:rPr>
                <w:rFonts w:ascii="Times New Roman" w:hAnsi="Times New Roman" w:cs="Times New Roman"/>
                <w:b/>
                <w:bCs/>
                <w:lang w:val="kl-GL"/>
              </w:rPr>
              <w:lastRenderedPageBreak/>
              <w:t xml:space="preserve">§ 35.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ajoquserneq inatsit naapertorlugu aningaasanik pisartagaqarnissamik piumasaqarfiusinnaassangatitaq sapinngisamik piaarnerpaamik kingusinnerpaamillu ajoqusernermiit ullut qulingiluat qaangiutinnginneranni nalunaarutigineqassaaq.</w:t>
            </w:r>
          </w:p>
          <w:p w14:paraId="2DA386EA" w14:textId="77777777" w:rsidR="00515200" w:rsidRPr="00171408" w:rsidRDefault="00CE02F1">
            <w:pPr>
              <w:spacing w:after="0"/>
              <w:rPr>
                <w:lang w:val="kl-GL"/>
              </w:rPr>
            </w:pPr>
            <w:r w:rsidRPr="00171408">
              <w:rPr>
                <w:rFonts w:ascii="Times New Roman" w:hAnsi="Times New Roman" w:cs="Times New Roman"/>
                <w:b/>
                <w:bCs/>
                <w:sz w:val="20"/>
                <w:lang w:val="kl-GL"/>
              </w:rPr>
              <w:t xml:space="preserve"> </w:t>
            </w:r>
          </w:p>
          <w:p w14:paraId="757B995E" w14:textId="209FE1A8" w:rsidR="00515200" w:rsidRPr="00171408" w:rsidRDefault="00CE02F1">
            <w:pPr>
              <w:pStyle w:val="TextBody"/>
              <w:spacing w:after="283"/>
              <w:jc w:val="left"/>
              <w:rPr>
                <w:lang w:val="kl-GL"/>
              </w:rPr>
            </w:pPr>
            <w:r w:rsidRPr="00171408">
              <w:rPr>
                <w:rFonts w:ascii="Times New Roman,Italic" w:hAnsi="Times New Roman,Italic"/>
                <w:i/>
                <w:iCs/>
                <w:sz w:val="22"/>
                <w:szCs w:val="22"/>
                <w:lang w:val="kl-GL"/>
              </w:rPr>
              <w:t>Imm. 2.</w:t>
            </w:r>
            <w:r w:rsidRPr="00171408">
              <w:rPr>
                <w:rFonts w:ascii="Times New Roman,Italic" w:hAnsi="Times New Roman,Italic"/>
                <w:sz w:val="22"/>
                <w:szCs w:val="22"/>
                <w:lang w:val="kl-GL"/>
              </w:rPr>
              <w:t xml:space="preserve"> </w:t>
            </w:r>
            <w:r w:rsidR="005E0E6B" w:rsidRPr="00171408">
              <w:rPr>
                <w:rFonts w:ascii="Times New Roman" w:hAnsi="Times New Roman"/>
                <w:sz w:val="22"/>
                <w:szCs w:val="22"/>
                <w:lang w:val="kl-GL"/>
              </w:rPr>
              <w:t>Sulinermi</w:t>
            </w:r>
            <w:r w:rsidRPr="00171408">
              <w:rPr>
                <w:rFonts w:ascii="Times New Roman" w:hAnsi="Times New Roman"/>
                <w:sz w:val="22"/>
                <w:szCs w:val="22"/>
                <w:lang w:val="kl-GL"/>
              </w:rPr>
              <w:t xml:space="preserve"> ajoquserneq imm. 1 naapertorlugu nalunaarutigineqanngitsoq, ajoqusernerullu pineraniit sapaatip akunnerisa tallimat qaangiunneranni ajoqusertup tamakkiisumik nalinginnaasumik sulilersinnaasimannginneranik nassataqartoq kingusinnerpaamik tamatuma qaangiunnerani ullut qulingiluat qaangiutinnginneranni nalunaarutigineqassaaq.</w:t>
            </w:r>
          </w:p>
          <w:p w14:paraId="21B7AD9A" w14:textId="77777777" w:rsidR="00515200" w:rsidRPr="00171408" w:rsidRDefault="00CE02F1">
            <w:pPr>
              <w:pStyle w:val="TextBody"/>
              <w:spacing w:line="240" w:lineRule="auto"/>
              <w:jc w:val="left"/>
              <w:rPr>
                <w:rFonts w:ascii="Times New Roman" w:hAnsi="Times New Roman"/>
                <w:sz w:val="22"/>
                <w:szCs w:val="22"/>
                <w:lang w:val="kl-GL"/>
              </w:rPr>
            </w:pPr>
            <w:r w:rsidRPr="00171408">
              <w:rPr>
                <w:rFonts w:ascii="Times New Roman,Italic" w:hAnsi="Times New Roman,Italic" w:cs="Times New Roman"/>
                <w:i/>
                <w:iCs/>
                <w:sz w:val="22"/>
                <w:szCs w:val="22"/>
                <w:lang w:val="kl-GL"/>
              </w:rPr>
              <w:t xml:space="preserve">Imm. 3. </w:t>
            </w:r>
            <w:r w:rsidRPr="00171408">
              <w:rPr>
                <w:rFonts w:ascii="Times New Roman" w:hAnsi="Times New Roman" w:cs="Times New Roman"/>
                <w:sz w:val="22"/>
                <w:szCs w:val="22"/>
                <w:lang w:val="kl-GL"/>
              </w:rPr>
              <w:t>Imm. 1 aamma 2 aamma atuuppoq inuussutissarsiornermi nappaatigilikkanut, taamaattorli nalunaaruteqarnissamut piffissarititaq piffissamit nalunaarutiginninnissamut pisussaasup nappaatip inuussutissarsiornermik pissuteqarsorineqarneranik ilisimasaqalerfigisaaniit aallartittumik naatsorsorneqassaaq.</w:t>
            </w:r>
          </w:p>
          <w:p w14:paraId="1E8BA991" w14:textId="77777777" w:rsidR="00515200" w:rsidRPr="00171408" w:rsidRDefault="00515200">
            <w:pPr>
              <w:pStyle w:val="TextBody"/>
              <w:spacing w:line="240" w:lineRule="auto"/>
              <w:jc w:val="left"/>
              <w:rPr>
                <w:rFonts w:ascii="Times New Roman" w:hAnsi="Times New Roman" w:cs="Times New Roman"/>
                <w:lang w:val="kl-GL"/>
              </w:rPr>
            </w:pPr>
          </w:p>
          <w:p w14:paraId="6EF4D120" w14:textId="30A0B483" w:rsidR="00515200" w:rsidRPr="00171408" w:rsidRDefault="00CE02F1">
            <w:pPr>
              <w:pStyle w:val="TextBody"/>
              <w:spacing w:after="283"/>
              <w:jc w:val="left"/>
              <w:rPr>
                <w:lang w:val="kl-GL"/>
              </w:rPr>
            </w:pPr>
            <w:r w:rsidRPr="00171408">
              <w:rPr>
                <w:rFonts w:ascii="Times New Roman,Italic" w:hAnsi="Times New Roman,Italic"/>
                <w:i/>
                <w:iCs/>
                <w:sz w:val="22"/>
                <w:szCs w:val="22"/>
                <w:lang w:val="kl-GL"/>
              </w:rPr>
              <w:t>Imm. 4.</w:t>
            </w:r>
            <w:r w:rsidRPr="00171408">
              <w:rPr>
                <w:rFonts w:ascii="Times New Roman,Italic" w:hAnsi="Times New Roman,Italic"/>
                <w:sz w:val="22"/>
                <w:szCs w:val="22"/>
                <w:lang w:val="kl-GL"/>
              </w:rPr>
              <w:t xml:space="preserve"> </w:t>
            </w:r>
            <w:r w:rsidRPr="00171408">
              <w:rPr>
                <w:rFonts w:ascii="Times New Roman" w:hAnsi="Times New Roman"/>
                <w:sz w:val="22"/>
                <w:szCs w:val="22"/>
                <w:lang w:val="kl-GL"/>
              </w:rPr>
              <w:t xml:space="preserve">Nalunaaruteqarneq pissaaq </w:t>
            </w:r>
            <w:r w:rsidR="005E0E6B" w:rsidRPr="00171408">
              <w:rPr>
                <w:rFonts w:ascii="Times New Roman" w:hAnsi="Times New Roman"/>
                <w:sz w:val="22"/>
                <w:szCs w:val="22"/>
                <w:lang w:val="kl-GL"/>
              </w:rPr>
              <w:t>sulinermi</w:t>
            </w:r>
            <w:r w:rsidRPr="00171408">
              <w:rPr>
                <w:rFonts w:ascii="Times New Roman" w:hAnsi="Times New Roman"/>
                <w:sz w:val="22"/>
                <w:szCs w:val="22"/>
                <w:lang w:val="kl-GL"/>
              </w:rPr>
              <w:t xml:space="preserve"> ajoquserneq toqunermik kinguneqarsimagaluarpalluunniit, imm. 1-3 malillugit nalunaarutigineqareersimagaluarpalluunniit imaluunniit nalunaarutigineqassappat.</w:t>
            </w:r>
          </w:p>
        </w:tc>
        <w:tc>
          <w:tcPr>
            <w:tcW w:w="563" w:type="dxa"/>
            <w:tcBorders>
              <w:top w:val="nil"/>
              <w:left w:val="nil"/>
              <w:bottom w:val="nil"/>
              <w:right w:val="nil"/>
            </w:tcBorders>
            <w:shd w:val="clear" w:color="auto" w:fill="auto"/>
          </w:tcPr>
          <w:p w14:paraId="4107B455" w14:textId="77777777" w:rsidR="00515200" w:rsidRPr="00171408" w:rsidRDefault="00515200">
            <w:pPr>
              <w:spacing w:after="0"/>
              <w:jc w:val="both"/>
              <w:rPr>
                <w:rFonts w:ascii="Times New Roman" w:hAnsi="Times New Roman" w:cs="Times New Roman"/>
                <w:lang w:val="kl-GL"/>
              </w:rPr>
            </w:pPr>
          </w:p>
        </w:tc>
        <w:tc>
          <w:tcPr>
            <w:tcW w:w="4682" w:type="dxa"/>
            <w:tcBorders>
              <w:top w:val="nil"/>
              <w:left w:val="nil"/>
              <w:bottom w:val="nil"/>
              <w:right w:val="nil"/>
            </w:tcBorders>
            <w:shd w:val="clear" w:color="auto" w:fill="auto"/>
          </w:tcPr>
          <w:p w14:paraId="3C850C36" w14:textId="72195356" w:rsidR="00DE5B8C" w:rsidRPr="00171408" w:rsidRDefault="005843AB" w:rsidP="00DE5B8C">
            <w:pPr>
              <w:spacing w:after="0"/>
              <w:rPr>
                <w:rFonts w:ascii="Times New Roman" w:hAnsi="Times New Roman" w:cs="Times New Roman"/>
                <w:lang w:val="kl-GL"/>
              </w:rPr>
            </w:pPr>
            <w:r w:rsidRPr="00171408">
              <w:rPr>
                <w:rFonts w:ascii="Times New Roman" w:hAnsi="Times New Roman" w:cs="Times New Roman"/>
                <w:b/>
                <w:lang w:val="kl-GL"/>
              </w:rPr>
              <w:t>10</w:t>
            </w:r>
            <w:r w:rsidR="00CE02F1" w:rsidRPr="00171408">
              <w:rPr>
                <w:rFonts w:ascii="Times New Roman" w:hAnsi="Times New Roman" w:cs="Times New Roman"/>
                <w:b/>
                <w:lang w:val="kl-GL"/>
              </w:rPr>
              <w:t xml:space="preserve">. </w:t>
            </w:r>
            <w:r w:rsidR="00CE02F1" w:rsidRPr="00171408">
              <w:rPr>
                <w:rFonts w:ascii="Times New Roman" w:hAnsi="Times New Roman" w:cs="Times New Roman"/>
                <w:i/>
                <w:lang w:val="kl-GL"/>
              </w:rPr>
              <w:t>§ 35, imm. 1</w:t>
            </w:r>
            <w:r w:rsidR="00CE02F1" w:rsidRPr="00171408">
              <w:rPr>
                <w:rFonts w:ascii="Times New Roman" w:hAnsi="Times New Roman" w:cs="Times New Roman"/>
                <w:lang w:val="kl-GL"/>
              </w:rPr>
              <w:t>-</w:t>
            </w:r>
            <w:r w:rsidR="00CE02F1" w:rsidRPr="00171408">
              <w:rPr>
                <w:rFonts w:ascii="Times New Roman" w:hAnsi="Times New Roman" w:cs="Times New Roman"/>
                <w:i/>
                <w:lang w:val="kl-GL"/>
              </w:rPr>
              <w:t>3,</w:t>
            </w:r>
            <w:r w:rsidR="00CE02F1" w:rsidRPr="00171408">
              <w:rPr>
                <w:rFonts w:ascii="Times New Roman" w:hAnsi="Times New Roman" w:cs="Times New Roman"/>
                <w:lang w:val="kl-GL"/>
              </w:rPr>
              <w:t xml:space="preserve"> </w:t>
            </w:r>
            <w:r w:rsidR="00DE5B8C" w:rsidRPr="00171408">
              <w:rPr>
                <w:rFonts w:ascii="Times New Roman" w:hAnsi="Times New Roman" w:cs="Times New Roman"/>
                <w:lang w:val="kl-GL"/>
              </w:rPr>
              <w:t>atorunnaarsinneqassapput, aamma taarsiullugu ikkunneqassaaq:</w:t>
            </w:r>
          </w:p>
          <w:p w14:paraId="5F9DF685" w14:textId="00F60271" w:rsidR="00515200" w:rsidRPr="00171408" w:rsidRDefault="00DE5B8C" w:rsidP="00DE5B8C">
            <w:pPr>
              <w:spacing w:after="0"/>
              <w:rPr>
                <w:lang w:val="kl-GL"/>
              </w:rPr>
            </w:pPr>
            <w:r w:rsidRPr="00171408">
              <w:rPr>
                <w:rFonts w:ascii="Times New Roman" w:hAnsi="Times New Roman" w:cs="Times New Roman"/>
                <w:lang w:val="kl-GL"/>
              </w:rPr>
              <w:t>»Sulisitsisup, ullormiit sulinngiffiusumi siullermiit kingusinnerpaamik ullut 14-it qaangiutsinnagit sulinermi ajutoorneq nalunaarutigissavaa, ajutoorneq ajoqusertup nalinginnaasumik sulisarnermiit sulinngitsoorneranik kinguneqarpat, ullup ajoquserfiup saniatigut.</w:t>
            </w:r>
          </w:p>
          <w:p w14:paraId="4A073DC2" w14:textId="77777777" w:rsidR="00515200" w:rsidRPr="00171408" w:rsidRDefault="00515200">
            <w:pPr>
              <w:spacing w:after="0"/>
              <w:rPr>
                <w:rFonts w:ascii="Times New Roman" w:hAnsi="Times New Roman" w:cs="Times New Roman"/>
                <w:lang w:val="kl-GL"/>
              </w:rPr>
            </w:pPr>
          </w:p>
          <w:p w14:paraId="12D91578" w14:textId="3F8D1731" w:rsidR="00515200" w:rsidRPr="00171408" w:rsidRDefault="00CE02F1">
            <w:pPr>
              <w:spacing w:after="0"/>
              <w:rPr>
                <w:lang w:val="kl-GL"/>
              </w:rPr>
            </w:pPr>
            <w:r w:rsidRPr="00171408">
              <w:rPr>
                <w:rFonts w:ascii="Times New Roman" w:hAnsi="Times New Roman" w:cs="Times New Roman"/>
                <w:i/>
                <w:iCs/>
                <w:lang w:val="kl-GL"/>
              </w:rPr>
              <w:t>Imm</w:t>
            </w:r>
            <w:r w:rsidRPr="00171408">
              <w:rPr>
                <w:rFonts w:ascii="Times New Roman" w:hAnsi="Times New Roman" w:cs="Times New Roman"/>
                <w:i/>
                <w:lang w:val="kl-GL"/>
              </w:rPr>
              <w:t>. 2.</w:t>
            </w:r>
            <w:r w:rsidRPr="00171408">
              <w:rPr>
                <w:rFonts w:ascii="Times New Roman" w:hAnsi="Times New Roman" w:cs="Times New Roman"/>
                <w:lang w:val="kl-GL"/>
              </w:rPr>
              <w:t xml:space="preserve"> </w:t>
            </w:r>
            <w:r w:rsidR="00DE5B8C" w:rsidRPr="00171408">
              <w:rPr>
                <w:rFonts w:ascii="Times New Roman" w:hAnsi="Times New Roman" w:cs="Times New Roman"/>
                <w:lang w:val="kl-GL"/>
              </w:rPr>
              <w:t>Sulinermi ajutoornerit, sulinngitsoornermik kinguneqanngitsut, kisianni inatsit malillugu ikiorsiissutinik pisartagaqarnissamut piumasaqaateqarfiusinnaasutut nalilerneqartut, tak. § 10, kingusinnerpaamik ullormiit ajutoorfiusumiit ullut 14-it qaangiutsinnagit sulisitsisumit nalunaarutigineqassapput.«</w:t>
            </w:r>
          </w:p>
          <w:p w14:paraId="2D1955D7" w14:textId="77777777" w:rsidR="00515200" w:rsidRPr="00171408" w:rsidRDefault="00515200">
            <w:pPr>
              <w:spacing w:after="0"/>
              <w:rPr>
                <w:rFonts w:ascii="Times New Roman" w:eastAsia="Calibri" w:hAnsi="Times New Roman" w:cs="Times New Roman"/>
                <w:lang w:val="kl-GL"/>
              </w:rPr>
            </w:pPr>
          </w:p>
          <w:p w14:paraId="3FFEEA41" w14:textId="77777777" w:rsidR="00515200" w:rsidRPr="00171408" w:rsidRDefault="00CE02F1">
            <w:pPr>
              <w:spacing w:after="0"/>
              <w:rPr>
                <w:rFonts w:ascii="Times New Roman" w:hAnsi="Times New Roman"/>
                <w:lang w:val="kl-GL"/>
              </w:rPr>
            </w:pPr>
            <w:r w:rsidRPr="00171408">
              <w:rPr>
                <w:rFonts w:ascii="Times New Roman" w:eastAsia="Calibri" w:hAnsi="Times New Roman" w:cs="Times New Roman"/>
                <w:lang w:val="kl-GL"/>
              </w:rPr>
              <w:t>Imm. 4 tamatuma kingorna imm. 3-nngussaaq.</w:t>
            </w:r>
          </w:p>
          <w:p w14:paraId="316D8E97" w14:textId="77777777" w:rsidR="00515200" w:rsidRPr="00171408" w:rsidRDefault="00515200">
            <w:pPr>
              <w:spacing w:after="0"/>
              <w:rPr>
                <w:rFonts w:ascii="Times New Roman" w:eastAsia="Calibri" w:hAnsi="Times New Roman" w:cs="Times New Roman"/>
                <w:lang w:val="kl-GL"/>
              </w:rPr>
            </w:pPr>
          </w:p>
          <w:p w14:paraId="5303FB90" w14:textId="77777777" w:rsidR="00515200" w:rsidRPr="00171408" w:rsidRDefault="00515200">
            <w:pPr>
              <w:spacing w:after="0"/>
              <w:rPr>
                <w:rFonts w:ascii="Times New Roman" w:eastAsia="Calibri" w:hAnsi="Times New Roman" w:cs="Times New Roman"/>
                <w:lang w:val="kl-GL"/>
              </w:rPr>
            </w:pPr>
          </w:p>
          <w:p w14:paraId="5AD6B2CE" w14:textId="77777777" w:rsidR="00515200" w:rsidRPr="00171408" w:rsidRDefault="00515200">
            <w:pPr>
              <w:spacing w:after="0"/>
              <w:rPr>
                <w:rFonts w:ascii="Times New Roman" w:eastAsia="Calibri" w:hAnsi="Times New Roman" w:cs="Times New Roman"/>
                <w:lang w:val="kl-GL"/>
              </w:rPr>
            </w:pPr>
          </w:p>
          <w:p w14:paraId="79966D76" w14:textId="77777777" w:rsidR="00515200" w:rsidRPr="00171408" w:rsidRDefault="00515200">
            <w:pPr>
              <w:spacing w:after="0"/>
              <w:rPr>
                <w:rFonts w:ascii="Times New Roman" w:eastAsia="Calibri" w:hAnsi="Times New Roman" w:cs="Times New Roman"/>
                <w:lang w:val="kl-GL"/>
              </w:rPr>
            </w:pPr>
          </w:p>
          <w:p w14:paraId="44FC7756" w14:textId="77777777" w:rsidR="00AA4E53" w:rsidRPr="00171408" w:rsidRDefault="00AA4E53">
            <w:pPr>
              <w:spacing w:after="0"/>
              <w:rPr>
                <w:rFonts w:ascii="Times New Roman" w:eastAsia="Calibri" w:hAnsi="Times New Roman" w:cs="Times New Roman"/>
                <w:lang w:val="kl-GL"/>
              </w:rPr>
            </w:pPr>
          </w:p>
          <w:p w14:paraId="1BB19922" w14:textId="77777777" w:rsidR="00AA4E53" w:rsidRPr="00171408" w:rsidRDefault="00AA4E53">
            <w:pPr>
              <w:spacing w:after="0"/>
              <w:rPr>
                <w:rFonts w:ascii="Times New Roman" w:eastAsia="Calibri" w:hAnsi="Times New Roman" w:cs="Times New Roman"/>
                <w:lang w:val="kl-GL"/>
              </w:rPr>
            </w:pPr>
          </w:p>
          <w:p w14:paraId="190BAC9A" w14:textId="77777777" w:rsidR="00AA4E53" w:rsidRPr="00171408" w:rsidRDefault="00AA4E53">
            <w:pPr>
              <w:spacing w:after="0"/>
              <w:rPr>
                <w:rFonts w:ascii="Times New Roman" w:eastAsia="Calibri" w:hAnsi="Times New Roman" w:cs="Times New Roman"/>
                <w:lang w:val="kl-GL"/>
              </w:rPr>
            </w:pPr>
          </w:p>
          <w:p w14:paraId="664D2F8E" w14:textId="77777777" w:rsidR="00AA4E53" w:rsidRPr="00171408" w:rsidRDefault="00AA4E53">
            <w:pPr>
              <w:spacing w:after="0"/>
              <w:rPr>
                <w:rFonts w:ascii="Times New Roman" w:eastAsia="Calibri" w:hAnsi="Times New Roman" w:cs="Times New Roman"/>
                <w:lang w:val="kl-GL"/>
              </w:rPr>
            </w:pPr>
          </w:p>
          <w:p w14:paraId="69736BB6" w14:textId="77777777" w:rsidR="00AA4E53" w:rsidRPr="00171408" w:rsidRDefault="00AA4E53">
            <w:pPr>
              <w:spacing w:after="0"/>
              <w:rPr>
                <w:rFonts w:ascii="Times New Roman" w:eastAsia="Calibri" w:hAnsi="Times New Roman" w:cs="Times New Roman"/>
                <w:lang w:val="kl-GL"/>
              </w:rPr>
            </w:pPr>
          </w:p>
          <w:p w14:paraId="4874DB34" w14:textId="77777777" w:rsidR="00AA4E53" w:rsidRPr="00171408" w:rsidRDefault="00AA4E53">
            <w:pPr>
              <w:spacing w:after="0"/>
              <w:rPr>
                <w:rFonts w:ascii="Times New Roman" w:eastAsia="Calibri" w:hAnsi="Times New Roman" w:cs="Times New Roman"/>
                <w:lang w:val="kl-GL"/>
              </w:rPr>
            </w:pPr>
          </w:p>
          <w:p w14:paraId="1AF245E6" w14:textId="77777777" w:rsidR="00515200" w:rsidRPr="00171408" w:rsidRDefault="00515200">
            <w:pPr>
              <w:spacing w:after="0"/>
              <w:rPr>
                <w:rFonts w:ascii="Times New Roman" w:hAnsi="Times New Roman" w:cs="Times New Roman"/>
                <w:b/>
                <w:lang w:val="kl-GL"/>
              </w:rPr>
            </w:pPr>
          </w:p>
          <w:p w14:paraId="5B70501C" w14:textId="77777777" w:rsidR="00515200" w:rsidRPr="00171408" w:rsidRDefault="00515200">
            <w:pPr>
              <w:spacing w:after="0"/>
              <w:rPr>
                <w:rFonts w:ascii="Times New Roman" w:hAnsi="Times New Roman" w:cs="Times New Roman"/>
                <w:b/>
                <w:lang w:val="kl-GL"/>
              </w:rPr>
            </w:pPr>
          </w:p>
          <w:p w14:paraId="7EBE2DEA" w14:textId="2AD73095" w:rsidR="00515200" w:rsidRPr="00171408" w:rsidRDefault="00503FAD">
            <w:pPr>
              <w:spacing w:after="0"/>
              <w:rPr>
                <w:rFonts w:ascii="Times New Roman" w:hAnsi="Times New Roman"/>
                <w:lang w:val="kl-GL"/>
              </w:rPr>
            </w:pPr>
            <w:r w:rsidRPr="00171408">
              <w:rPr>
                <w:rFonts w:ascii="Times New Roman" w:hAnsi="Times New Roman" w:cs="Times New Roman"/>
                <w:b/>
                <w:lang w:val="kl-GL"/>
              </w:rPr>
              <w:t>11</w:t>
            </w:r>
            <w:r w:rsidR="00CE02F1" w:rsidRPr="00171408">
              <w:rPr>
                <w:rFonts w:ascii="Times New Roman" w:hAnsi="Times New Roman" w:cs="Times New Roman"/>
                <w:b/>
                <w:lang w:val="kl-GL"/>
              </w:rPr>
              <w:t xml:space="preserve">. </w:t>
            </w:r>
            <w:r w:rsidR="00CE02F1" w:rsidRPr="00171408">
              <w:rPr>
                <w:rFonts w:ascii="Times New Roman" w:eastAsia="Calibri" w:hAnsi="Times New Roman" w:cs="Times New Roman"/>
                <w:i/>
                <w:lang w:val="kl-GL"/>
              </w:rPr>
              <w:t xml:space="preserve">§ 35, imm. 4, oqaaseqatigiit </w:t>
            </w:r>
            <w:r w:rsidR="00060F90" w:rsidRPr="00171408">
              <w:rPr>
                <w:rFonts w:ascii="Times New Roman" w:eastAsia="Calibri" w:hAnsi="Times New Roman" w:cs="Times New Roman"/>
                <w:i/>
                <w:lang w:val="kl-GL"/>
              </w:rPr>
              <w:t>aapp</w:t>
            </w:r>
            <w:r w:rsidR="00CE02F1" w:rsidRPr="00171408">
              <w:rPr>
                <w:rFonts w:ascii="Times New Roman" w:eastAsia="Calibri" w:hAnsi="Times New Roman" w:cs="Times New Roman"/>
                <w:i/>
                <w:lang w:val="kl-GL"/>
              </w:rPr>
              <w:t>a</w:t>
            </w:r>
            <w:r w:rsidR="00060F90" w:rsidRPr="00171408">
              <w:rPr>
                <w:rFonts w:ascii="Times New Roman" w:eastAsia="Calibri" w:hAnsi="Times New Roman" w:cs="Times New Roman"/>
                <w:i/>
                <w:lang w:val="kl-GL"/>
              </w:rPr>
              <w:t>an</w:t>
            </w:r>
            <w:r w:rsidR="00CE02F1" w:rsidRPr="00171408">
              <w:rPr>
                <w:rFonts w:ascii="Times New Roman" w:eastAsia="Calibri" w:hAnsi="Times New Roman" w:cs="Times New Roman"/>
                <w:i/>
                <w:lang w:val="kl-GL"/>
              </w:rPr>
              <w:t>ni,</w:t>
            </w:r>
            <w:r w:rsidR="00CE02F1" w:rsidRPr="00171408">
              <w:rPr>
                <w:rFonts w:ascii="Times New Roman" w:eastAsia="Calibri" w:hAnsi="Times New Roman" w:cs="Times New Roman"/>
                <w:lang w:val="kl-GL"/>
              </w:rPr>
              <w:t xml:space="preserve"> </w:t>
            </w:r>
            <w:r w:rsidR="00695709" w:rsidRPr="00171408">
              <w:rPr>
                <w:rFonts w:ascii="Times New Roman" w:eastAsia="Calibri" w:hAnsi="Times New Roman" w:cs="Times New Roman"/>
                <w:lang w:val="kl-GL"/>
              </w:rPr>
              <w:t>imm. 3, oqaaseqatigiit aappaanngortussami, »imm. 1-3« imatut allanngortinneqassaaq: »imm. 1 aamma 2 kiisalu § 38«.</w:t>
            </w:r>
          </w:p>
          <w:p w14:paraId="60F471DA" w14:textId="77777777" w:rsidR="00515200" w:rsidRPr="00171408" w:rsidRDefault="00515200">
            <w:pPr>
              <w:spacing w:after="0"/>
              <w:rPr>
                <w:rFonts w:ascii="Times New Roman" w:eastAsia="Calibri" w:hAnsi="Times New Roman" w:cs="Times New Roman"/>
                <w:lang w:val="kl-GL"/>
              </w:rPr>
            </w:pPr>
          </w:p>
          <w:p w14:paraId="1CC09E2D" w14:textId="77777777" w:rsidR="00515200" w:rsidRPr="00171408" w:rsidRDefault="00515200">
            <w:pPr>
              <w:spacing w:after="0"/>
              <w:rPr>
                <w:rFonts w:ascii="Times New Roman" w:eastAsia="Calibri" w:hAnsi="Times New Roman" w:cs="Times New Roman"/>
                <w:lang w:val="kl-GL"/>
              </w:rPr>
            </w:pPr>
          </w:p>
        </w:tc>
      </w:tr>
      <w:tr w:rsidR="00515200" w:rsidRPr="00171408" w14:paraId="64308EE9" w14:textId="77777777">
        <w:trPr>
          <w:trHeight w:val="1546"/>
        </w:trPr>
        <w:tc>
          <w:tcPr>
            <w:tcW w:w="4361" w:type="dxa"/>
            <w:tcBorders>
              <w:top w:val="nil"/>
              <w:left w:val="nil"/>
              <w:bottom w:val="nil"/>
              <w:right w:val="nil"/>
            </w:tcBorders>
            <w:shd w:val="clear" w:color="auto" w:fill="auto"/>
          </w:tcPr>
          <w:p w14:paraId="7F1DDD39" w14:textId="77777777" w:rsidR="00515200" w:rsidRPr="00171408" w:rsidRDefault="00515200">
            <w:pPr>
              <w:spacing w:after="0"/>
              <w:rPr>
                <w:rFonts w:ascii="Times New Roman" w:hAnsi="Times New Roman" w:cs="Times New Roman"/>
                <w:b/>
                <w:bCs/>
                <w:lang w:val="kl-GL"/>
              </w:rPr>
            </w:pPr>
          </w:p>
          <w:p w14:paraId="37BCDEA0" w14:textId="77777777" w:rsidR="00515200" w:rsidRPr="00171408" w:rsidRDefault="00CE02F1">
            <w:pPr>
              <w:spacing w:after="0"/>
              <w:rPr>
                <w:rFonts w:ascii="Times New Roman" w:hAnsi="Times New Roman"/>
                <w:lang w:val="kl-GL"/>
              </w:rPr>
            </w:pPr>
            <w:r w:rsidRPr="00171408">
              <w:rPr>
                <w:rFonts w:ascii="Times New Roman" w:hAnsi="Times New Roman" w:cs="Times New Roman"/>
                <w:b/>
                <w:bCs/>
                <w:lang w:val="kl-GL"/>
              </w:rPr>
              <w:t xml:space="preserve">§ 36. </w:t>
            </w:r>
            <w:r w:rsidRPr="00171408">
              <w:rPr>
                <w:rFonts w:ascii="Times New Roman" w:hAnsi="Times New Roman" w:cs="Times New Roman"/>
                <w:lang w:val="kl-GL"/>
              </w:rPr>
              <w:t xml:space="preserve">Sulilluni ajutoornernik nalunaaruteqartussaatitaavoq sulisitsisoq isumannaarinissamut pisussaatitaasoq, tak. § 52. </w:t>
            </w:r>
          </w:p>
          <w:p w14:paraId="63B570F9" w14:textId="77777777" w:rsidR="00515200" w:rsidRPr="00171408" w:rsidRDefault="00515200">
            <w:pPr>
              <w:spacing w:after="0"/>
              <w:rPr>
                <w:rFonts w:ascii="Times New Roman" w:hAnsi="Times New Roman" w:cs="Times New Roman"/>
                <w:lang w:val="kl-GL"/>
              </w:rPr>
            </w:pPr>
          </w:p>
          <w:p w14:paraId="42BBD9EC" w14:textId="77777777" w:rsidR="00515200" w:rsidRPr="00171408" w:rsidRDefault="00CE02F1">
            <w:pPr>
              <w:spacing w:after="0"/>
              <w:rPr>
                <w:rFonts w:ascii="Times New Roman" w:hAnsi="Times New Roman"/>
                <w:lang w:val="kl-GL"/>
              </w:rPr>
            </w:pPr>
            <w:r w:rsidRPr="00171408">
              <w:rPr>
                <w:rFonts w:ascii="Times New Roman" w:hAnsi="Times New Roman" w:cs="Times New Roman"/>
                <w:i/>
                <w:lang w:val="kl-GL"/>
              </w:rPr>
              <w:t>Imm. 2-3. ---</w:t>
            </w:r>
          </w:p>
          <w:p w14:paraId="3BA407EE" w14:textId="77777777" w:rsidR="00515200" w:rsidRPr="00171408" w:rsidRDefault="00515200">
            <w:pPr>
              <w:spacing w:after="0"/>
              <w:rPr>
                <w:rFonts w:ascii="Times New Roman" w:hAnsi="Times New Roman" w:cs="Times New Roman"/>
                <w:b/>
                <w:bCs/>
                <w:lang w:val="kl-GL"/>
              </w:rPr>
            </w:pPr>
          </w:p>
          <w:p w14:paraId="4E79C9E3" w14:textId="77777777" w:rsidR="00F23E7A" w:rsidRPr="00171408" w:rsidRDefault="00F23E7A">
            <w:pPr>
              <w:spacing w:after="0"/>
              <w:rPr>
                <w:rFonts w:ascii="Times New Roman" w:hAnsi="Times New Roman" w:cs="Times New Roman"/>
                <w:b/>
                <w:bCs/>
                <w:lang w:val="kl-GL"/>
              </w:rPr>
            </w:pPr>
          </w:p>
          <w:p w14:paraId="1ED0FD18" w14:textId="06606D5C" w:rsidR="00515200" w:rsidRPr="00171408" w:rsidRDefault="00CE02F1">
            <w:pPr>
              <w:spacing w:after="0"/>
              <w:rPr>
                <w:rFonts w:ascii="Times New Roman" w:hAnsi="Times New Roman"/>
                <w:lang w:val="kl-GL"/>
              </w:rPr>
            </w:pPr>
            <w:r w:rsidRPr="00171408">
              <w:rPr>
                <w:rFonts w:ascii="Times New Roman" w:hAnsi="Times New Roman" w:cs="Times New Roman"/>
                <w:b/>
                <w:bCs/>
                <w:lang w:val="kl-GL"/>
              </w:rPr>
              <w:t xml:space="preserve">§ 37. </w:t>
            </w:r>
            <w:r w:rsidRPr="00171408">
              <w:rPr>
                <w:rFonts w:ascii="Times New Roman" w:hAnsi="Times New Roman" w:cs="Times New Roman"/>
                <w:lang w:val="kl-GL"/>
              </w:rPr>
              <w:t xml:space="preserve">Sulisitsisup nalunaaruteqartussaatitaasup, tak. § 36, </w:t>
            </w:r>
            <w:r w:rsidR="00C3269E" w:rsidRPr="00171408">
              <w:rPr>
                <w:rFonts w:ascii="Times New Roman" w:hAnsi="Times New Roman" w:cs="Times New Roman"/>
                <w:lang w:val="kl-GL"/>
              </w:rPr>
              <w:t>aamma</w:t>
            </w:r>
            <w:r w:rsidRPr="00171408">
              <w:rPr>
                <w:rFonts w:ascii="Times New Roman" w:hAnsi="Times New Roman" w:cs="Times New Roman"/>
                <w:lang w:val="kl-GL"/>
              </w:rPr>
              <w:t xml:space="preserve"> inuup imminut isumannaariffigisimasup, tak. § 52, imm. 2 </w:t>
            </w:r>
            <w:r w:rsidRPr="00171408">
              <w:rPr>
                <w:rFonts w:ascii="Times New Roman" w:hAnsi="Times New Roman" w:cs="Times New Roman"/>
                <w:lang w:val="kl-GL"/>
              </w:rPr>
              <w:lastRenderedPageBreak/>
              <w:t xml:space="preserve">aamma 4, ajoqusernerit Arbejsskadets Erhvervssikringimut nalunaarutigissavaat. </w:t>
            </w:r>
          </w:p>
          <w:p w14:paraId="528A4E12" w14:textId="77777777" w:rsidR="00515200" w:rsidRPr="00171408" w:rsidRDefault="00515200">
            <w:pPr>
              <w:spacing w:after="0"/>
              <w:rPr>
                <w:rFonts w:ascii="Times New Roman" w:hAnsi="Times New Roman" w:cs="Times New Roman"/>
                <w:color w:val="FF0000"/>
                <w:sz w:val="20"/>
                <w:szCs w:val="20"/>
                <w:lang w:val="kl-GL"/>
              </w:rPr>
            </w:pPr>
          </w:p>
          <w:p w14:paraId="1EE1E5E7" w14:textId="77777777" w:rsidR="00515200" w:rsidRPr="00171408" w:rsidRDefault="00CE02F1">
            <w:pPr>
              <w:spacing w:after="0"/>
              <w:rPr>
                <w:rFonts w:ascii="Times New Roman" w:hAnsi="Times New Roman"/>
                <w:lang w:val="kl-GL"/>
              </w:rPr>
            </w:pPr>
            <w:r w:rsidRPr="00171408">
              <w:rPr>
                <w:rFonts w:ascii="Times New Roman" w:hAnsi="Times New Roman" w:cs="Times New Roman"/>
                <w:i/>
                <w:szCs w:val="20"/>
                <w:lang w:val="kl-GL"/>
              </w:rPr>
              <w:t>Imm. 2. ---</w:t>
            </w:r>
            <w:r w:rsidRPr="00171408">
              <w:rPr>
                <w:rFonts w:ascii="Times New Roman" w:hAnsi="Times New Roman" w:cs="Times New Roman"/>
                <w:szCs w:val="20"/>
                <w:lang w:val="kl-GL"/>
              </w:rPr>
              <w:t xml:space="preserve"> </w:t>
            </w:r>
          </w:p>
        </w:tc>
        <w:tc>
          <w:tcPr>
            <w:tcW w:w="563" w:type="dxa"/>
            <w:tcBorders>
              <w:top w:val="nil"/>
              <w:left w:val="nil"/>
              <w:bottom w:val="nil"/>
              <w:right w:val="nil"/>
            </w:tcBorders>
            <w:shd w:val="clear" w:color="auto" w:fill="auto"/>
          </w:tcPr>
          <w:p w14:paraId="5B3D8ED5" w14:textId="77777777" w:rsidR="00515200" w:rsidRPr="00171408" w:rsidRDefault="00515200">
            <w:pPr>
              <w:spacing w:after="0"/>
              <w:jc w:val="both"/>
              <w:rPr>
                <w:rFonts w:ascii="Times New Roman" w:hAnsi="Times New Roman" w:cs="Times New Roman"/>
                <w:lang w:val="kl-GL"/>
              </w:rPr>
            </w:pPr>
          </w:p>
        </w:tc>
        <w:tc>
          <w:tcPr>
            <w:tcW w:w="4682" w:type="dxa"/>
            <w:tcBorders>
              <w:top w:val="nil"/>
              <w:left w:val="nil"/>
              <w:bottom w:val="nil"/>
              <w:right w:val="nil"/>
            </w:tcBorders>
            <w:shd w:val="clear" w:color="auto" w:fill="auto"/>
          </w:tcPr>
          <w:p w14:paraId="639D58E5" w14:textId="77777777" w:rsidR="00515200" w:rsidRPr="00171408" w:rsidRDefault="00515200">
            <w:pPr>
              <w:spacing w:after="0"/>
              <w:rPr>
                <w:rFonts w:ascii="Times New Roman" w:hAnsi="Times New Roman" w:cs="Times New Roman"/>
                <w:b/>
                <w:lang w:val="kl-GL"/>
              </w:rPr>
            </w:pPr>
          </w:p>
          <w:p w14:paraId="26682907" w14:textId="4C8EDC94" w:rsidR="00515200" w:rsidRPr="00171408" w:rsidRDefault="00AA4E53">
            <w:pPr>
              <w:spacing w:after="0"/>
              <w:rPr>
                <w:rFonts w:ascii="Times New Roman" w:hAnsi="Times New Roman"/>
                <w:lang w:val="kl-GL"/>
              </w:rPr>
            </w:pPr>
            <w:r w:rsidRPr="00171408">
              <w:rPr>
                <w:rFonts w:ascii="Times New Roman" w:hAnsi="Times New Roman" w:cs="Times New Roman"/>
                <w:b/>
                <w:lang w:val="kl-GL"/>
              </w:rPr>
              <w:t>12</w:t>
            </w:r>
            <w:r w:rsidR="00CE02F1" w:rsidRPr="00171408">
              <w:rPr>
                <w:rFonts w:ascii="Times New Roman" w:hAnsi="Times New Roman" w:cs="Times New Roman"/>
                <w:b/>
                <w:lang w:val="kl-GL"/>
              </w:rPr>
              <w:t>.</w:t>
            </w:r>
            <w:r w:rsidR="00CE02F1" w:rsidRPr="00171408">
              <w:rPr>
                <w:rFonts w:ascii="Times New Roman" w:hAnsi="Times New Roman" w:cs="Times New Roman"/>
                <w:lang w:val="kl-GL"/>
              </w:rPr>
              <w:t xml:space="preserve"> </w:t>
            </w:r>
            <w:r w:rsidR="00CE02F1" w:rsidRPr="00171408">
              <w:rPr>
                <w:rFonts w:ascii="Times New Roman" w:eastAsia="Calibri" w:hAnsi="Times New Roman" w:cs="Times New Roman"/>
                <w:i/>
                <w:lang w:val="kl-GL"/>
              </w:rPr>
              <w:t>§ 36, imm. 1,</w:t>
            </w:r>
            <w:r w:rsidR="00CE02F1" w:rsidRPr="00171408">
              <w:rPr>
                <w:rFonts w:ascii="Times New Roman" w:eastAsia="Calibri" w:hAnsi="Times New Roman" w:cs="Times New Roman"/>
                <w:lang w:val="kl-GL"/>
              </w:rPr>
              <w:t xml:space="preserve"> atorunnaarsinneqassaaq. </w:t>
            </w:r>
          </w:p>
          <w:p w14:paraId="04FAB13C" w14:textId="77777777" w:rsidR="00515200" w:rsidRPr="00171408" w:rsidRDefault="00515200">
            <w:pPr>
              <w:spacing w:after="0"/>
              <w:rPr>
                <w:rFonts w:ascii="Times New Roman" w:eastAsia="Calibri" w:hAnsi="Times New Roman" w:cs="Times New Roman"/>
                <w:lang w:val="kl-GL"/>
              </w:rPr>
            </w:pPr>
          </w:p>
          <w:p w14:paraId="206E0D69" w14:textId="77777777" w:rsidR="00515200" w:rsidRPr="00171408" w:rsidRDefault="00CE02F1">
            <w:pPr>
              <w:spacing w:after="0"/>
              <w:rPr>
                <w:rFonts w:ascii="Times New Roman" w:hAnsi="Times New Roman"/>
                <w:lang w:val="kl-GL"/>
              </w:rPr>
            </w:pPr>
            <w:r w:rsidRPr="00171408">
              <w:rPr>
                <w:rFonts w:ascii="Times New Roman" w:eastAsia="Calibri" w:hAnsi="Times New Roman" w:cs="Times New Roman"/>
                <w:lang w:val="kl-GL"/>
              </w:rPr>
              <w:t>Imm. 2 aamma 3 tamatuma kingorna imm. 1 aamma 2-nngussapput.</w:t>
            </w:r>
          </w:p>
          <w:p w14:paraId="39053AFA" w14:textId="77777777" w:rsidR="00515200" w:rsidRPr="00171408" w:rsidRDefault="00515200">
            <w:pPr>
              <w:spacing w:after="0"/>
              <w:rPr>
                <w:rFonts w:ascii="Times New Roman" w:hAnsi="Times New Roman" w:cs="Times New Roman"/>
                <w:b/>
                <w:lang w:val="kl-GL"/>
              </w:rPr>
            </w:pPr>
          </w:p>
          <w:p w14:paraId="18B46DC0" w14:textId="77777777" w:rsidR="00515200" w:rsidRPr="00171408" w:rsidRDefault="00515200">
            <w:pPr>
              <w:spacing w:after="0"/>
              <w:rPr>
                <w:rFonts w:ascii="Times New Roman" w:hAnsi="Times New Roman" w:cs="Times New Roman"/>
                <w:b/>
                <w:lang w:val="kl-GL"/>
              </w:rPr>
            </w:pPr>
          </w:p>
          <w:p w14:paraId="5CE32BED" w14:textId="77777777" w:rsidR="00515200" w:rsidRPr="00171408" w:rsidRDefault="00515200">
            <w:pPr>
              <w:spacing w:after="0"/>
              <w:rPr>
                <w:rFonts w:ascii="Times New Roman" w:hAnsi="Times New Roman" w:cs="Times New Roman"/>
                <w:b/>
                <w:lang w:val="kl-GL"/>
              </w:rPr>
            </w:pPr>
          </w:p>
          <w:p w14:paraId="3F719C73" w14:textId="77777777" w:rsidR="00BA3E95" w:rsidRPr="00171408" w:rsidRDefault="00BA3E95">
            <w:pPr>
              <w:spacing w:after="0"/>
              <w:rPr>
                <w:rFonts w:ascii="Times New Roman" w:hAnsi="Times New Roman" w:cs="Times New Roman"/>
                <w:b/>
                <w:lang w:val="kl-GL"/>
              </w:rPr>
            </w:pPr>
          </w:p>
          <w:p w14:paraId="12190063" w14:textId="67217808" w:rsidR="00515200" w:rsidRPr="00171408" w:rsidRDefault="00CE02F1">
            <w:pPr>
              <w:spacing w:after="0"/>
              <w:rPr>
                <w:rFonts w:ascii="Times New Roman" w:hAnsi="Times New Roman"/>
                <w:lang w:val="kl-GL"/>
              </w:rPr>
            </w:pPr>
            <w:r w:rsidRPr="00171408">
              <w:rPr>
                <w:rFonts w:ascii="Times New Roman" w:hAnsi="Times New Roman" w:cs="Times New Roman"/>
                <w:b/>
                <w:lang w:val="kl-GL"/>
              </w:rPr>
              <w:t>1</w:t>
            </w:r>
            <w:r w:rsidR="00BA3E95" w:rsidRPr="00171408">
              <w:rPr>
                <w:rFonts w:ascii="Times New Roman" w:hAnsi="Times New Roman" w:cs="Times New Roman"/>
                <w:b/>
                <w:lang w:val="kl-GL"/>
              </w:rPr>
              <w:t>3</w:t>
            </w:r>
            <w:r w:rsidRPr="00171408">
              <w:rPr>
                <w:rFonts w:ascii="Times New Roman" w:hAnsi="Times New Roman" w:cs="Times New Roman"/>
                <w:b/>
                <w:lang w:val="kl-GL"/>
              </w:rPr>
              <w:t xml:space="preserve">. </w:t>
            </w:r>
            <w:r w:rsidRPr="00171408">
              <w:rPr>
                <w:rFonts w:ascii="Times New Roman" w:eastAsia="Calibri" w:hAnsi="Times New Roman" w:cs="Times New Roman"/>
                <w:i/>
                <w:lang w:val="kl-GL"/>
              </w:rPr>
              <w:t>§ 37, imm. 1</w:t>
            </w:r>
            <w:r w:rsidRPr="00171408">
              <w:rPr>
                <w:rFonts w:ascii="Times New Roman" w:eastAsia="Calibri" w:hAnsi="Times New Roman" w:cs="Times New Roman"/>
                <w:lang w:val="kl-GL"/>
              </w:rPr>
              <w:t>-imi</w:t>
            </w:r>
            <w:r w:rsidRPr="00171408">
              <w:rPr>
                <w:rFonts w:ascii="Times New Roman" w:eastAsia="Calibri" w:hAnsi="Times New Roman" w:cs="Times New Roman"/>
                <w:i/>
                <w:lang w:val="kl-GL"/>
              </w:rPr>
              <w:t>,</w:t>
            </w:r>
            <w:r w:rsidRPr="00171408">
              <w:rPr>
                <w:rFonts w:ascii="Times New Roman" w:eastAsia="Calibri" w:hAnsi="Times New Roman" w:cs="Times New Roman"/>
                <w:lang w:val="kl-GL"/>
              </w:rPr>
              <w:t xml:space="preserve"> </w:t>
            </w:r>
            <w:r w:rsidR="006757E8" w:rsidRPr="00171408">
              <w:rPr>
                <w:rFonts w:ascii="Times New Roman" w:hAnsi="Times New Roman" w:cs="Times New Roman"/>
                <w:lang w:val="kl-GL"/>
              </w:rPr>
              <w:t>»Sulisitsisoq nalunaaruteqartussaatitaasoq, tak. § 36« imatut allanngortinneqassaaq: »Sulisitsisoq, tak. § 35, imm. 1 aamma 2«.</w:t>
            </w:r>
          </w:p>
        </w:tc>
      </w:tr>
      <w:tr w:rsidR="00515200" w:rsidRPr="00940819" w14:paraId="1B1D4AEB" w14:textId="77777777">
        <w:trPr>
          <w:trHeight w:val="1546"/>
        </w:trPr>
        <w:tc>
          <w:tcPr>
            <w:tcW w:w="4361" w:type="dxa"/>
            <w:tcBorders>
              <w:top w:val="nil"/>
              <w:left w:val="nil"/>
              <w:bottom w:val="nil"/>
              <w:right w:val="nil"/>
            </w:tcBorders>
            <w:shd w:val="clear" w:color="auto" w:fill="auto"/>
          </w:tcPr>
          <w:p w14:paraId="35E75C48" w14:textId="77777777" w:rsidR="00515200" w:rsidRPr="00171408" w:rsidRDefault="00515200">
            <w:pPr>
              <w:spacing w:after="0"/>
              <w:rPr>
                <w:rFonts w:ascii="Times New Roman" w:hAnsi="Times New Roman" w:cs="Times New Roman"/>
                <w:b/>
                <w:bCs/>
                <w:lang w:val="kl-GL"/>
              </w:rPr>
            </w:pPr>
          </w:p>
          <w:p w14:paraId="07CC159E" w14:textId="77777777" w:rsidR="00515200" w:rsidRPr="00171408" w:rsidRDefault="00515200">
            <w:pPr>
              <w:spacing w:after="0"/>
              <w:rPr>
                <w:rFonts w:ascii="Times New Roman" w:hAnsi="Times New Roman" w:cs="Times New Roman"/>
                <w:b/>
                <w:bCs/>
                <w:lang w:val="kl-GL"/>
              </w:rPr>
            </w:pPr>
          </w:p>
          <w:p w14:paraId="3B66119C" w14:textId="77777777" w:rsidR="00515200" w:rsidRPr="00171408" w:rsidRDefault="00CE02F1">
            <w:pPr>
              <w:spacing w:after="0"/>
              <w:rPr>
                <w:rFonts w:ascii="Times New Roman" w:hAnsi="Times New Roman"/>
                <w:lang w:val="kl-GL"/>
              </w:rPr>
            </w:pPr>
            <w:r w:rsidRPr="00171408">
              <w:rPr>
                <w:rFonts w:ascii="Times New Roman" w:hAnsi="Times New Roman" w:cs="Times New Roman"/>
                <w:b/>
                <w:bCs/>
                <w:lang w:val="kl-GL"/>
              </w:rPr>
              <w:t>§ 38</w:t>
            </w:r>
            <w:r w:rsidRPr="00171408">
              <w:rPr>
                <w:rFonts w:ascii="Times New Roman" w:hAnsi="Times New Roman" w:cs="Times New Roman"/>
                <w:b/>
                <w:bCs/>
                <w:sz w:val="24"/>
                <w:lang w:val="kl-GL"/>
              </w:rPr>
              <w:t xml:space="preserve">. </w:t>
            </w:r>
            <w:r w:rsidRPr="00171408">
              <w:rPr>
                <w:rFonts w:ascii="Times New Roman" w:hAnsi="Times New Roman" w:cs="Times New Roman"/>
                <w:lang w:val="kl-GL"/>
              </w:rPr>
              <w:t>Nakorsat kigutillu nakorsaasa inuussutissarsiornermi nappaatigilikkat qularnaatsut taamatullu pasitsaassat, inuussutissarsiornermikkut ilisimalikkatik pillugit Arbejdsmarkedets Erhvervssikringimut</w:t>
            </w:r>
            <w:r w:rsidRPr="00171408">
              <w:rPr>
                <w:rFonts w:ascii="Times New Roman" w:hAnsi="Times New Roman" w:cs="Times New Roman"/>
                <w:sz w:val="24"/>
                <w:szCs w:val="20"/>
                <w:lang w:val="kl-GL"/>
              </w:rPr>
              <w:t xml:space="preserve"> </w:t>
            </w:r>
            <w:r w:rsidRPr="00171408">
              <w:rPr>
                <w:rFonts w:ascii="Times New Roman" w:hAnsi="Times New Roman" w:cs="Times New Roman"/>
                <w:lang w:val="kl-GL"/>
              </w:rPr>
              <w:t>aamma Kalaallit Nunaanni Sullivinnik Nakkutilliisoqarfimmut nalunaaruteqartarnissaat pillugu maleruagassat Namminersorlutik Oqartussat isumaqatigiinniarfigereerlugit suliassaqartitsinermut ministerip aalajangersassavai.</w:t>
            </w:r>
          </w:p>
          <w:p w14:paraId="55BE64E3" w14:textId="77777777" w:rsidR="00515200" w:rsidRPr="00171408" w:rsidRDefault="00515200">
            <w:pPr>
              <w:spacing w:after="0"/>
              <w:rPr>
                <w:rFonts w:ascii="Times New Roman" w:hAnsi="Times New Roman" w:cs="Times New Roman"/>
                <w:b/>
                <w:lang w:val="kl-GL"/>
              </w:rPr>
            </w:pPr>
          </w:p>
          <w:p w14:paraId="043142CB" w14:textId="77777777" w:rsidR="00515200" w:rsidRPr="00171408" w:rsidRDefault="00CE02F1">
            <w:pPr>
              <w:spacing w:after="0"/>
              <w:rPr>
                <w:rFonts w:ascii="Times New Roman" w:hAnsi="Times New Roman"/>
                <w:lang w:val="kl-GL"/>
              </w:rPr>
            </w:pPr>
            <w:r w:rsidRPr="00171408">
              <w:rPr>
                <w:rFonts w:ascii="Times New Roman" w:hAnsi="Times New Roman" w:cs="Times New Roman"/>
                <w:b/>
                <w:lang w:val="kl-GL"/>
              </w:rPr>
              <w:t>§ 39</w:t>
            </w:r>
            <w:r w:rsidRPr="00171408">
              <w:rPr>
                <w:rFonts w:ascii="Times New Roman" w:hAnsi="Times New Roman" w:cs="Times New Roman"/>
                <w:lang w:val="kl-GL"/>
              </w:rPr>
              <w:t xml:space="preserve">. </w:t>
            </w:r>
            <w:r w:rsidRPr="00171408">
              <w:rPr>
                <w:rFonts w:ascii="Times New Roman" w:hAnsi="Times New Roman" w:cs="Times New Roman"/>
                <w:iCs/>
                <w:lang w:val="kl-GL"/>
              </w:rPr>
              <w:t xml:space="preserve">Nalunaarutit sunik paasissutissartaqarnissaat qanorlu nalunaaruteqartoqartarnissaa pillugit maleruagassat Namminersorlutik Oqartussat isumaqatigiinniarfigereerlugit suliassaqartitsinermut ministerip aalajangersassavai. </w:t>
            </w:r>
          </w:p>
          <w:p w14:paraId="70DC0F8E" w14:textId="77777777" w:rsidR="00515200" w:rsidRPr="00171408" w:rsidRDefault="00CE02F1">
            <w:pPr>
              <w:spacing w:after="0"/>
              <w:rPr>
                <w:rFonts w:ascii="Times New Roman" w:hAnsi="Times New Roman"/>
                <w:lang w:val="kl-GL"/>
              </w:rPr>
            </w:pPr>
            <w:r w:rsidRPr="00171408">
              <w:rPr>
                <w:rFonts w:ascii="Times New Roman" w:hAnsi="Times New Roman" w:cs="Times New Roman"/>
                <w:iCs/>
                <w:lang w:val="kl-GL"/>
              </w:rPr>
              <w:t>[… .]</w:t>
            </w:r>
          </w:p>
          <w:p w14:paraId="454DA210" w14:textId="77777777" w:rsidR="00515200" w:rsidRPr="00171408" w:rsidRDefault="00515200">
            <w:pPr>
              <w:spacing w:after="0"/>
              <w:rPr>
                <w:rFonts w:ascii="Times New Roman" w:hAnsi="Times New Roman" w:cs="Times New Roman"/>
                <w:iCs/>
                <w:lang w:val="kl-GL"/>
              </w:rPr>
            </w:pPr>
          </w:p>
          <w:p w14:paraId="0B1330BB" w14:textId="7A412E20" w:rsidR="006757E8" w:rsidRPr="00171408" w:rsidRDefault="00CE02F1">
            <w:pPr>
              <w:spacing w:after="0"/>
              <w:rPr>
                <w:rFonts w:ascii="Times New Roman" w:hAnsi="Times New Roman" w:cs="Times New Roman"/>
                <w:i/>
                <w:iCs/>
                <w:lang w:val="kl-GL"/>
              </w:rPr>
            </w:pPr>
            <w:r w:rsidRPr="00171408">
              <w:rPr>
                <w:rFonts w:ascii="Times New Roman" w:hAnsi="Times New Roman" w:cs="Times New Roman"/>
                <w:i/>
                <w:iCs/>
                <w:lang w:val="kl-GL"/>
              </w:rPr>
              <w:t>Imm. 2-3. ---</w:t>
            </w:r>
          </w:p>
          <w:p w14:paraId="4AB7B76D" w14:textId="77777777" w:rsidR="00515200" w:rsidRPr="00171408" w:rsidRDefault="00515200">
            <w:pPr>
              <w:spacing w:after="0"/>
              <w:rPr>
                <w:rFonts w:ascii="Times New Roman" w:hAnsi="Times New Roman" w:cs="Times New Roman"/>
                <w:iCs/>
                <w:lang w:val="kl-GL"/>
              </w:rPr>
            </w:pPr>
          </w:p>
          <w:p w14:paraId="043BA482" w14:textId="77777777" w:rsidR="006757E8" w:rsidRPr="00171408" w:rsidRDefault="006757E8">
            <w:pPr>
              <w:spacing w:after="0"/>
              <w:rPr>
                <w:rFonts w:ascii="Times New Roman" w:hAnsi="Times New Roman" w:cs="Times New Roman"/>
                <w:iCs/>
                <w:lang w:val="kl-GL"/>
              </w:rPr>
            </w:pPr>
          </w:p>
          <w:p w14:paraId="0504B887" w14:textId="77777777" w:rsidR="00515200" w:rsidRPr="00171408" w:rsidRDefault="00CE02F1">
            <w:pPr>
              <w:spacing w:after="0"/>
              <w:rPr>
                <w:rFonts w:ascii="Times New Roman" w:hAnsi="Times New Roman"/>
                <w:lang w:val="kl-GL"/>
              </w:rPr>
            </w:pPr>
            <w:r w:rsidRPr="00171408">
              <w:rPr>
                <w:rFonts w:ascii="Times New Roman" w:hAnsi="Times New Roman" w:cs="Times New Roman"/>
                <w:i/>
                <w:iCs/>
                <w:lang w:val="kl-GL"/>
              </w:rPr>
              <w:t>Imm. 4.</w:t>
            </w:r>
            <w:r w:rsidRPr="00171408">
              <w:rPr>
                <w:rFonts w:ascii="Times New Roman" w:hAnsi="Times New Roman" w:cs="Times New Roman"/>
                <w:iCs/>
                <w:lang w:val="kl-GL"/>
              </w:rPr>
              <w:t xml:space="preserve"> Nakorsat uppernarsaatitut oqaaseqaataannut, matumani aamma nakorsat immikkut ilisimasallit uppernarsaatitut oqaaseqaataannut toqusimasunillu pilattaalluni misissuinerit pillugit oqaaseqaatinut, aammattaarlu oqaaseqaatinut allagartatigullu uppernarsaasiussanut allanut, matumani aamma naatsorsuutinik kukkunersiuisut naatsorsuinerannut pisariaqartunut nutserinermullu aningaasartuutit sillimmasiisarfiup aamma Arbejdsmarkedets Erhvervssikringip akilissavaat.</w:t>
            </w:r>
          </w:p>
          <w:p w14:paraId="2127C40C" w14:textId="77777777" w:rsidR="00515200" w:rsidRPr="00171408" w:rsidRDefault="00515200">
            <w:pPr>
              <w:spacing w:after="0"/>
              <w:rPr>
                <w:rFonts w:ascii="Times New Roman" w:hAnsi="Times New Roman" w:cs="Times New Roman"/>
                <w:szCs w:val="20"/>
                <w:lang w:val="kl-GL"/>
              </w:rPr>
            </w:pPr>
          </w:p>
          <w:p w14:paraId="0D98D242" w14:textId="77777777" w:rsidR="00515200" w:rsidRPr="00171408" w:rsidRDefault="00515200">
            <w:pPr>
              <w:spacing w:after="0"/>
              <w:rPr>
                <w:rFonts w:ascii="Times New Roman" w:hAnsi="Times New Roman" w:cs="Times New Roman"/>
                <w:szCs w:val="20"/>
                <w:lang w:val="kl-GL"/>
              </w:rPr>
            </w:pPr>
          </w:p>
          <w:p w14:paraId="3AC6F5E9" w14:textId="77777777" w:rsidR="00515200" w:rsidRPr="00171408" w:rsidRDefault="00515200">
            <w:pPr>
              <w:spacing w:after="0"/>
              <w:rPr>
                <w:rFonts w:ascii="Times New Roman" w:hAnsi="Times New Roman" w:cs="Times New Roman"/>
                <w:szCs w:val="20"/>
                <w:lang w:val="kl-GL"/>
              </w:rPr>
            </w:pPr>
          </w:p>
          <w:p w14:paraId="6C39F644" w14:textId="77777777" w:rsidR="0091627A" w:rsidRPr="00171408" w:rsidRDefault="0091627A">
            <w:pPr>
              <w:spacing w:after="0"/>
              <w:rPr>
                <w:rFonts w:ascii="Times New Roman" w:hAnsi="Times New Roman" w:cs="Times New Roman"/>
                <w:szCs w:val="20"/>
                <w:lang w:val="kl-GL"/>
              </w:rPr>
            </w:pPr>
          </w:p>
          <w:p w14:paraId="2C4C10AC" w14:textId="77777777" w:rsidR="00405D34" w:rsidRPr="00171408" w:rsidRDefault="00405D34">
            <w:pPr>
              <w:spacing w:after="0"/>
              <w:rPr>
                <w:rFonts w:ascii="Times New Roman" w:hAnsi="Times New Roman" w:cs="Times New Roman"/>
                <w:szCs w:val="20"/>
                <w:lang w:val="kl-GL"/>
              </w:rPr>
            </w:pPr>
          </w:p>
          <w:p w14:paraId="105C1501" w14:textId="77777777" w:rsidR="00405D34" w:rsidRPr="00171408" w:rsidRDefault="00405D34">
            <w:pPr>
              <w:spacing w:after="0"/>
              <w:rPr>
                <w:rFonts w:ascii="Times New Roman" w:hAnsi="Times New Roman" w:cs="Times New Roman"/>
                <w:szCs w:val="20"/>
                <w:lang w:val="kl-GL"/>
              </w:rPr>
            </w:pPr>
          </w:p>
          <w:p w14:paraId="7DD4AD81" w14:textId="77777777" w:rsidR="00515200" w:rsidRPr="00171408" w:rsidRDefault="00515200">
            <w:pPr>
              <w:spacing w:after="0"/>
              <w:rPr>
                <w:rFonts w:ascii="Times New Roman" w:hAnsi="Times New Roman" w:cs="Times New Roman"/>
                <w:b/>
                <w:lang w:val="kl-GL"/>
              </w:rPr>
            </w:pPr>
          </w:p>
          <w:p w14:paraId="6311211A" w14:textId="69A0F07D" w:rsidR="00515200" w:rsidRPr="00171408" w:rsidRDefault="00CE02F1">
            <w:pPr>
              <w:spacing w:after="0"/>
              <w:rPr>
                <w:rFonts w:ascii="Times New Roman" w:hAnsi="Times New Roman"/>
                <w:lang w:val="kl-GL"/>
              </w:rPr>
            </w:pPr>
            <w:r w:rsidRPr="00171408">
              <w:rPr>
                <w:rFonts w:ascii="Times New Roman" w:hAnsi="Times New Roman" w:cs="Times New Roman"/>
                <w:b/>
                <w:lang w:val="kl-GL"/>
              </w:rPr>
              <w:t>§ 42.</w:t>
            </w:r>
            <w:r w:rsidRPr="00171408">
              <w:rPr>
                <w:rFonts w:ascii="Times New Roman" w:hAnsi="Times New Roman" w:cs="Times New Roman"/>
                <w:lang w:val="kl-GL"/>
              </w:rPr>
              <w:t xml:space="preserve"> Kalaallit Nunaanni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ajoqusernerit pillugit sulianik suliarinninnermi § 41 malillugu paasissutissanik pissarsinissamut akuersissut pissarsiarineqarsinnaavoq, nalunaaruteqartoqarsimaneranik allaganngorlugu </w:t>
            </w:r>
            <w:r w:rsidRPr="00171408">
              <w:rPr>
                <w:rFonts w:ascii="Times New Roman" w:hAnsi="Times New Roman"/>
                <w:lang w:val="kl-GL"/>
              </w:rPr>
              <w:t>uppernarsaanikkut, ajoqusertoq imaluunniit qimagaasoq paasissutissat qanoq ittut pissarsiarineqassanersut erseqqissaavigineqarpat, tamatumunngalu akerliliisinnaanermut piffissarititamik tunineqarluni.</w:t>
            </w:r>
          </w:p>
        </w:tc>
        <w:tc>
          <w:tcPr>
            <w:tcW w:w="563" w:type="dxa"/>
            <w:tcBorders>
              <w:top w:val="nil"/>
              <w:left w:val="nil"/>
              <w:bottom w:val="nil"/>
              <w:right w:val="nil"/>
            </w:tcBorders>
            <w:shd w:val="clear" w:color="auto" w:fill="auto"/>
          </w:tcPr>
          <w:p w14:paraId="232FCA5F" w14:textId="77777777" w:rsidR="00515200" w:rsidRPr="00171408" w:rsidRDefault="00515200">
            <w:pPr>
              <w:spacing w:after="0"/>
              <w:jc w:val="both"/>
              <w:rPr>
                <w:rFonts w:ascii="Times New Roman" w:hAnsi="Times New Roman" w:cs="Times New Roman"/>
                <w:lang w:val="kl-GL"/>
              </w:rPr>
            </w:pPr>
          </w:p>
        </w:tc>
        <w:tc>
          <w:tcPr>
            <w:tcW w:w="4682" w:type="dxa"/>
            <w:tcBorders>
              <w:top w:val="nil"/>
              <w:left w:val="nil"/>
              <w:bottom w:val="nil"/>
              <w:right w:val="nil"/>
            </w:tcBorders>
            <w:shd w:val="clear" w:color="auto" w:fill="auto"/>
          </w:tcPr>
          <w:p w14:paraId="7B7375E0" w14:textId="77777777" w:rsidR="00515200" w:rsidRPr="00171408" w:rsidRDefault="00515200">
            <w:pPr>
              <w:spacing w:after="0"/>
              <w:rPr>
                <w:rFonts w:ascii="Times New Roman" w:eastAsia="Calibri" w:hAnsi="Times New Roman" w:cs="Times New Roman"/>
                <w:lang w:val="kl-GL"/>
              </w:rPr>
            </w:pPr>
          </w:p>
          <w:p w14:paraId="177E0AA3" w14:textId="77777777" w:rsidR="00515200" w:rsidRPr="00171408" w:rsidRDefault="00515200">
            <w:pPr>
              <w:spacing w:after="0"/>
              <w:rPr>
                <w:rFonts w:ascii="Times New Roman" w:hAnsi="Times New Roman" w:cs="Times New Roman"/>
                <w:b/>
                <w:lang w:val="kl-GL"/>
              </w:rPr>
            </w:pPr>
          </w:p>
          <w:p w14:paraId="596AD738" w14:textId="288FB8C8" w:rsidR="00515200" w:rsidRPr="00171408" w:rsidRDefault="00CE02F1">
            <w:pPr>
              <w:spacing w:after="0"/>
              <w:rPr>
                <w:rFonts w:ascii="Times New Roman" w:hAnsi="Times New Roman"/>
                <w:lang w:val="kl-GL"/>
              </w:rPr>
            </w:pPr>
            <w:r w:rsidRPr="00171408">
              <w:rPr>
                <w:rFonts w:ascii="Times New Roman" w:hAnsi="Times New Roman" w:cs="Times New Roman"/>
                <w:b/>
                <w:lang w:val="kl-GL"/>
              </w:rPr>
              <w:t>1</w:t>
            </w:r>
            <w:r w:rsidR="00BA3E95" w:rsidRPr="00171408">
              <w:rPr>
                <w:rFonts w:ascii="Times New Roman" w:hAnsi="Times New Roman" w:cs="Times New Roman"/>
                <w:b/>
                <w:lang w:val="kl-GL"/>
              </w:rPr>
              <w:t>4</w:t>
            </w:r>
            <w:r w:rsidRPr="00171408">
              <w:rPr>
                <w:rFonts w:ascii="Times New Roman" w:hAnsi="Times New Roman" w:cs="Times New Roman"/>
                <w:b/>
                <w:lang w:val="kl-GL"/>
              </w:rPr>
              <w:t xml:space="preserve">. </w:t>
            </w:r>
            <w:r w:rsidR="00814D49" w:rsidRPr="00171408">
              <w:rPr>
                <w:rFonts w:ascii="Times New Roman" w:eastAsia="Calibri" w:hAnsi="Times New Roman" w:cs="Times New Roman"/>
                <w:i/>
                <w:shd w:val="clear" w:color="auto" w:fill="FFFFFF"/>
                <w:lang w:val="kl-GL"/>
              </w:rPr>
              <w:t xml:space="preserve">§ 38, imm. 1-imi, </w:t>
            </w:r>
            <w:r w:rsidR="00814D49" w:rsidRPr="00171408">
              <w:rPr>
                <w:rFonts w:ascii="Times New Roman" w:eastAsia="Calibri" w:hAnsi="Times New Roman" w:cs="Times New Roman"/>
                <w:iCs/>
                <w:shd w:val="clear" w:color="auto" w:fill="FFFFFF"/>
                <w:lang w:val="kl-GL"/>
              </w:rPr>
              <w:t>»Suliassaqartitsinermut ministeri Namminersorlutik Oqartussat isumaqatigiinniarfigereerlugit malittarisassanik aalajangersaassaaq, nakorsat« ima allanngortinneqassaaq: »Nakorsat«.</w:t>
            </w:r>
          </w:p>
          <w:p w14:paraId="72CF6E89" w14:textId="77777777" w:rsidR="00515200" w:rsidRPr="00171408" w:rsidRDefault="00515200">
            <w:pPr>
              <w:spacing w:after="0"/>
              <w:rPr>
                <w:rFonts w:ascii="Times New Roman" w:eastAsia="Calibri" w:hAnsi="Times New Roman" w:cs="Times New Roman"/>
                <w:shd w:val="clear" w:color="auto" w:fill="FFFFFF"/>
                <w:lang w:val="kl-GL"/>
              </w:rPr>
            </w:pPr>
          </w:p>
          <w:p w14:paraId="1AD06CE4" w14:textId="77777777" w:rsidR="00515200" w:rsidRPr="00171408" w:rsidRDefault="00515200">
            <w:pPr>
              <w:spacing w:after="0"/>
              <w:rPr>
                <w:rFonts w:ascii="Times New Roman" w:eastAsia="Calibri" w:hAnsi="Times New Roman" w:cs="Times New Roman"/>
                <w:shd w:val="clear" w:color="auto" w:fill="FFFFFF"/>
                <w:lang w:val="kl-GL"/>
              </w:rPr>
            </w:pPr>
          </w:p>
          <w:p w14:paraId="48EE28B1" w14:textId="77777777" w:rsidR="00515200" w:rsidRPr="00171408" w:rsidRDefault="00515200">
            <w:pPr>
              <w:spacing w:after="0"/>
              <w:rPr>
                <w:rFonts w:ascii="Times New Roman" w:hAnsi="Times New Roman" w:cs="Times New Roman"/>
                <w:b/>
                <w:lang w:val="kl-GL"/>
              </w:rPr>
            </w:pPr>
          </w:p>
          <w:p w14:paraId="739BDB2D" w14:textId="77777777" w:rsidR="00515200" w:rsidRPr="00171408" w:rsidRDefault="00515200">
            <w:pPr>
              <w:spacing w:after="0"/>
              <w:rPr>
                <w:rFonts w:ascii="Times New Roman" w:hAnsi="Times New Roman" w:cs="Times New Roman"/>
                <w:b/>
                <w:lang w:val="kl-GL"/>
              </w:rPr>
            </w:pPr>
          </w:p>
          <w:p w14:paraId="3D343520" w14:textId="77777777" w:rsidR="00515200" w:rsidRPr="00171408" w:rsidRDefault="00515200">
            <w:pPr>
              <w:spacing w:after="0"/>
              <w:rPr>
                <w:rFonts w:ascii="Times New Roman" w:hAnsi="Times New Roman" w:cs="Times New Roman"/>
                <w:b/>
                <w:lang w:val="kl-GL"/>
              </w:rPr>
            </w:pPr>
          </w:p>
          <w:p w14:paraId="0DAE9AA2" w14:textId="77777777" w:rsidR="007902BB" w:rsidRPr="00171408" w:rsidRDefault="007902BB">
            <w:pPr>
              <w:spacing w:after="0"/>
              <w:rPr>
                <w:rFonts w:ascii="Times New Roman" w:hAnsi="Times New Roman" w:cs="Times New Roman"/>
                <w:b/>
                <w:lang w:val="kl-GL"/>
              </w:rPr>
            </w:pPr>
          </w:p>
          <w:p w14:paraId="032A84A3" w14:textId="77777777" w:rsidR="007902BB" w:rsidRPr="00171408" w:rsidRDefault="007902BB">
            <w:pPr>
              <w:spacing w:after="0"/>
              <w:rPr>
                <w:rFonts w:ascii="Times New Roman" w:hAnsi="Times New Roman" w:cs="Times New Roman"/>
                <w:b/>
                <w:lang w:val="kl-GL"/>
              </w:rPr>
            </w:pPr>
          </w:p>
          <w:p w14:paraId="54F7AA75" w14:textId="77777777" w:rsidR="007902BB" w:rsidRPr="00171408" w:rsidRDefault="007902BB">
            <w:pPr>
              <w:spacing w:after="0"/>
              <w:rPr>
                <w:rFonts w:ascii="Times New Roman" w:hAnsi="Times New Roman" w:cs="Times New Roman"/>
                <w:b/>
                <w:lang w:val="kl-GL"/>
              </w:rPr>
            </w:pPr>
          </w:p>
          <w:p w14:paraId="16E6D622" w14:textId="1C2A7EED" w:rsidR="00515200" w:rsidRPr="00171408" w:rsidRDefault="00CE02F1">
            <w:pPr>
              <w:spacing w:after="0"/>
              <w:rPr>
                <w:rFonts w:ascii="Times New Roman" w:hAnsi="Times New Roman"/>
                <w:lang w:val="kl-GL"/>
              </w:rPr>
            </w:pPr>
            <w:r w:rsidRPr="00171408">
              <w:rPr>
                <w:rFonts w:ascii="Times New Roman" w:hAnsi="Times New Roman" w:cs="Times New Roman"/>
                <w:b/>
                <w:lang w:val="kl-GL"/>
              </w:rPr>
              <w:t>1</w:t>
            </w:r>
            <w:r w:rsidR="00387FFE" w:rsidRPr="00171408">
              <w:rPr>
                <w:rFonts w:ascii="Times New Roman" w:hAnsi="Times New Roman" w:cs="Times New Roman"/>
                <w:b/>
                <w:lang w:val="kl-GL"/>
              </w:rPr>
              <w:t>5</w:t>
            </w:r>
            <w:r w:rsidRPr="00171408">
              <w:rPr>
                <w:rFonts w:ascii="Times New Roman" w:hAnsi="Times New Roman" w:cs="Times New Roman"/>
                <w:b/>
                <w:lang w:val="kl-GL"/>
              </w:rPr>
              <w:t xml:space="preserve">. </w:t>
            </w:r>
            <w:r w:rsidRPr="00171408">
              <w:rPr>
                <w:rFonts w:ascii="Times New Roman" w:hAnsi="Times New Roman" w:cs="Times New Roman"/>
                <w:i/>
                <w:lang w:val="kl-GL"/>
              </w:rPr>
              <w:t>§ 39, imm. 1, oqaaseqatigiit</w:t>
            </w:r>
            <w:r w:rsidR="00FB55D7" w:rsidRPr="00171408">
              <w:rPr>
                <w:rFonts w:ascii="Times New Roman" w:hAnsi="Times New Roman" w:cs="Times New Roman"/>
                <w:i/>
                <w:lang w:val="kl-GL"/>
              </w:rPr>
              <w:t xml:space="preserve"> siullianni</w:t>
            </w:r>
            <w:r w:rsidRPr="00171408">
              <w:rPr>
                <w:rFonts w:ascii="Times New Roman" w:hAnsi="Times New Roman" w:cs="Times New Roman"/>
                <w:i/>
                <w:lang w:val="kl-GL"/>
              </w:rPr>
              <w:t>,</w:t>
            </w:r>
            <w:r w:rsidRPr="00171408">
              <w:rPr>
                <w:rFonts w:ascii="Times New Roman" w:hAnsi="Times New Roman" w:cs="Times New Roman"/>
                <w:lang w:val="kl-GL"/>
              </w:rPr>
              <w:t xml:space="preserve"> </w:t>
            </w:r>
            <w:r w:rsidR="006757E8" w:rsidRPr="00171408">
              <w:rPr>
                <w:rFonts w:ascii="Times New Roman" w:hAnsi="Times New Roman" w:cs="Times New Roman"/>
                <w:lang w:val="kl-GL"/>
              </w:rPr>
              <w:t>»Nalunaarutit« kingorna »sunik« peerneqassasoq, ikkunneqarlunilu: »sulinermi ajutoornerit aamma inuussutissarsiornermi nappaatit pillugit«</w:t>
            </w:r>
            <w:r w:rsidR="006757E8" w:rsidRPr="00171408">
              <w:rPr>
                <w:rFonts w:ascii="Times New Roman" w:hAnsi="Times New Roman" w:cs="Times New Roman"/>
                <w:shd w:val="clear" w:color="auto" w:fill="FFFFFF"/>
                <w:lang w:val="kl-GL"/>
              </w:rPr>
              <w:t>.</w:t>
            </w:r>
          </w:p>
          <w:p w14:paraId="30B19119" w14:textId="77777777" w:rsidR="00515200" w:rsidRPr="00171408" w:rsidRDefault="00515200">
            <w:pPr>
              <w:spacing w:after="0"/>
              <w:rPr>
                <w:rFonts w:ascii="Times New Roman" w:eastAsia="Calibri" w:hAnsi="Times New Roman" w:cs="Times New Roman"/>
                <w:shd w:val="clear" w:color="auto" w:fill="FFFFFF"/>
                <w:lang w:val="kl-GL"/>
              </w:rPr>
            </w:pPr>
          </w:p>
          <w:p w14:paraId="27182F25" w14:textId="77777777" w:rsidR="00515200" w:rsidRPr="00171408" w:rsidRDefault="00515200">
            <w:pPr>
              <w:spacing w:after="0"/>
              <w:rPr>
                <w:rFonts w:ascii="Times New Roman" w:eastAsia="Calibri" w:hAnsi="Times New Roman" w:cs="Times New Roman"/>
                <w:shd w:val="clear" w:color="auto" w:fill="FFFFFF"/>
                <w:lang w:val="kl-GL"/>
              </w:rPr>
            </w:pPr>
          </w:p>
          <w:p w14:paraId="65D567B8" w14:textId="77777777" w:rsidR="00515200" w:rsidRPr="00171408" w:rsidRDefault="00515200">
            <w:pPr>
              <w:spacing w:after="0"/>
              <w:rPr>
                <w:rFonts w:ascii="Times New Roman" w:hAnsi="Times New Roman" w:cs="Times New Roman"/>
                <w:b/>
                <w:lang w:val="kl-GL"/>
              </w:rPr>
            </w:pPr>
          </w:p>
          <w:p w14:paraId="46F8F069" w14:textId="77777777" w:rsidR="00515200" w:rsidRPr="00171408" w:rsidRDefault="00515200">
            <w:pPr>
              <w:spacing w:after="0"/>
              <w:rPr>
                <w:rFonts w:ascii="Times New Roman" w:hAnsi="Times New Roman" w:cs="Times New Roman"/>
                <w:b/>
                <w:lang w:val="kl-GL"/>
              </w:rPr>
            </w:pPr>
          </w:p>
          <w:p w14:paraId="572BBB91" w14:textId="77777777" w:rsidR="00515200" w:rsidRPr="00171408" w:rsidRDefault="00515200">
            <w:pPr>
              <w:spacing w:after="0"/>
              <w:rPr>
                <w:rFonts w:ascii="Times New Roman" w:hAnsi="Times New Roman" w:cs="Times New Roman"/>
                <w:b/>
                <w:lang w:val="kl-GL"/>
              </w:rPr>
            </w:pPr>
          </w:p>
          <w:p w14:paraId="76296FB1" w14:textId="77777777" w:rsidR="00387FFE" w:rsidRPr="00171408" w:rsidRDefault="00387FFE">
            <w:pPr>
              <w:spacing w:after="0"/>
              <w:rPr>
                <w:rFonts w:ascii="Times New Roman" w:hAnsi="Times New Roman" w:cs="Times New Roman"/>
                <w:b/>
                <w:lang w:val="kl-GL"/>
              </w:rPr>
            </w:pPr>
          </w:p>
          <w:p w14:paraId="01432500" w14:textId="77777777" w:rsidR="00387FFE" w:rsidRPr="00171408" w:rsidRDefault="00387FFE">
            <w:pPr>
              <w:spacing w:after="0"/>
              <w:rPr>
                <w:rFonts w:ascii="Times New Roman" w:hAnsi="Times New Roman" w:cs="Times New Roman"/>
                <w:b/>
                <w:lang w:val="kl-GL"/>
              </w:rPr>
            </w:pPr>
          </w:p>
          <w:p w14:paraId="79B96C20" w14:textId="77777777" w:rsidR="00387FFE" w:rsidRPr="00171408" w:rsidRDefault="00387FFE">
            <w:pPr>
              <w:spacing w:after="0"/>
              <w:rPr>
                <w:rFonts w:ascii="Times New Roman" w:hAnsi="Times New Roman" w:cs="Times New Roman"/>
                <w:b/>
                <w:lang w:val="kl-GL"/>
              </w:rPr>
            </w:pPr>
          </w:p>
          <w:p w14:paraId="43C79832" w14:textId="25C8B8D2" w:rsidR="00515200" w:rsidRPr="00171408" w:rsidRDefault="00CE02F1">
            <w:pPr>
              <w:spacing w:after="0"/>
              <w:rPr>
                <w:rFonts w:ascii="Times New Roman" w:hAnsi="Times New Roman"/>
                <w:lang w:val="kl-GL"/>
              </w:rPr>
            </w:pPr>
            <w:r w:rsidRPr="00171408">
              <w:rPr>
                <w:rFonts w:ascii="Times New Roman" w:hAnsi="Times New Roman" w:cs="Times New Roman"/>
                <w:b/>
                <w:lang w:val="kl-GL"/>
              </w:rPr>
              <w:t>1</w:t>
            </w:r>
            <w:r w:rsidR="00387FFE" w:rsidRPr="00171408">
              <w:rPr>
                <w:rFonts w:ascii="Times New Roman" w:hAnsi="Times New Roman" w:cs="Times New Roman"/>
                <w:b/>
                <w:lang w:val="kl-GL"/>
              </w:rPr>
              <w:t>6</w:t>
            </w:r>
            <w:r w:rsidRPr="00171408">
              <w:rPr>
                <w:rFonts w:ascii="Times New Roman" w:hAnsi="Times New Roman" w:cs="Times New Roman"/>
                <w:b/>
                <w:lang w:val="kl-GL"/>
              </w:rPr>
              <w:t xml:space="preserve">. </w:t>
            </w:r>
            <w:r w:rsidRPr="00171408">
              <w:rPr>
                <w:rFonts w:ascii="Times New Roman" w:hAnsi="Times New Roman" w:cs="Times New Roman"/>
                <w:i/>
                <w:lang w:val="kl-GL"/>
              </w:rPr>
              <w:t xml:space="preserve">§ 39, imm. 4, </w:t>
            </w:r>
            <w:r w:rsidRPr="00171408">
              <w:rPr>
                <w:rFonts w:ascii="Times New Roman" w:hAnsi="Times New Roman" w:cs="Times New Roman"/>
                <w:lang w:val="kl-GL"/>
              </w:rPr>
              <w:t>imatut allanneqassaaq:</w:t>
            </w:r>
          </w:p>
          <w:p w14:paraId="5B268CEE" w14:textId="4D70C147" w:rsidR="00515200" w:rsidRPr="00171408" w:rsidRDefault="00CE02F1">
            <w:pPr>
              <w:spacing w:after="0"/>
              <w:rPr>
                <w:rFonts w:ascii="Times New Roman" w:hAnsi="Times New Roman"/>
                <w:lang w:val="kl-GL"/>
              </w:rPr>
            </w:pPr>
            <w:r w:rsidRPr="00171408">
              <w:rPr>
                <w:rFonts w:ascii="Times New Roman" w:eastAsia="Calibri" w:hAnsi="Times New Roman" w:cs="Times New Roman"/>
                <w:lang w:val="kl-GL"/>
              </w:rPr>
              <w:t>»</w:t>
            </w:r>
            <w:r w:rsidRPr="00171408">
              <w:rPr>
                <w:rFonts w:ascii="Times New Roman" w:eastAsia="Calibri" w:hAnsi="Times New Roman" w:cs="Times New Roman"/>
                <w:i/>
                <w:iCs/>
                <w:lang w:val="kl-GL"/>
              </w:rPr>
              <w:t>Imm</w:t>
            </w:r>
            <w:r w:rsidRPr="00171408">
              <w:rPr>
                <w:rFonts w:ascii="Times New Roman" w:eastAsia="Calibri" w:hAnsi="Times New Roman" w:cs="Times New Roman"/>
                <w:i/>
                <w:lang w:val="kl-GL"/>
              </w:rPr>
              <w:t xml:space="preserve">. 4. </w:t>
            </w:r>
            <w:r w:rsidR="0091627A" w:rsidRPr="00171408">
              <w:rPr>
                <w:rFonts w:ascii="Times New Roman" w:eastAsia="Calibri" w:hAnsi="Times New Roman" w:cs="Times New Roman"/>
                <w:lang w:val="kl-GL"/>
              </w:rPr>
              <w:t>Ajutoornerit pillugit suliani sillimmasiisarfiup akiligassat suliani paasissutissanut tunngasut tamaasa akilissavai. Inuussutissrsiornermi nappaatit pillugit suliani Arbejdsmarkedets Erhvervssikringip akiligassat suliani paasissutissanut tunngasut tamaasa akilissavai. Oqaaseqatigiit siullianni aamma aappaanni akiligassat ilaatigut tunngapput nakorsat nalunaarutaannut akiligassat, tassunga ilanngullugit nakorsat immikkut ilinniarsimasut nalunaarutaat aamma toqusumik pilattaalluni misissuinermik nalunaarutit, aamma oqaaseqaatinut aamma uppernarsaatinut allanut, tassunga ilanngullugit kukkunersiuisut naatsorsuutaat pisariaqartinneqartut aamma nutserinerit.«</w:t>
            </w:r>
          </w:p>
          <w:p w14:paraId="70F96D56" w14:textId="77777777" w:rsidR="00515200" w:rsidRPr="00171408" w:rsidRDefault="00515200">
            <w:pPr>
              <w:spacing w:after="0"/>
              <w:rPr>
                <w:rFonts w:ascii="Times New Roman" w:hAnsi="Times New Roman" w:cs="Times New Roman"/>
                <w:b/>
                <w:color w:val="FF0000"/>
                <w:lang w:val="kl-GL"/>
              </w:rPr>
            </w:pPr>
          </w:p>
          <w:p w14:paraId="04F7E925" w14:textId="77777777" w:rsidR="00AC4F48" w:rsidRPr="00171408" w:rsidRDefault="00AC4F48">
            <w:pPr>
              <w:spacing w:after="0"/>
              <w:rPr>
                <w:rFonts w:ascii="Times New Roman" w:hAnsi="Times New Roman" w:cs="Times New Roman"/>
                <w:b/>
                <w:color w:val="FF0000"/>
                <w:lang w:val="kl-GL"/>
              </w:rPr>
            </w:pPr>
          </w:p>
          <w:p w14:paraId="6CF9E5A8" w14:textId="77777777" w:rsidR="00AC4F48" w:rsidRPr="00171408" w:rsidRDefault="00AC4F48">
            <w:pPr>
              <w:spacing w:after="0"/>
              <w:rPr>
                <w:rFonts w:ascii="Times New Roman" w:hAnsi="Times New Roman" w:cs="Times New Roman"/>
                <w:b/>
                <w:color w:val="FF0000"/>
                <w:lang w:val="kl-GL"/>
              </w:rPr>
            </w:pPr>
          </w:p>
          <w:p w14:paraId="2BE46525" w14:textId="0C5530A2" w:rsidR="00515200" w:rsidRPr="00171408" w:rsidRDefault="00CE02F1">
            <w:pPr>
              <w:spacing w:after="0"/>
              <w:rPr>
                <w:rFonts w:ascii="Times New Roman" w:hAnsi="Times New Roman"/>
                <w:lang w:val="kl-GL"/>
              </w:rPr>
            </w:pPr>
            <w:r w:rsidRPr="00171408">
              <w:rPr>
                <w:rFonts w:ascii="Times New Roman" w:hAnsi="Times New Roman" w:cs="Times New Roman"/>
                <w:b/>
                <w:lang w:val="kl-GL"/>
              </w:rPr>
              <w:lastRenderedPageBreak/>
              <w:t>1</w:t>
            </w:r>
            <w:r w:rsidR="00AC4F48" w:rsidRPr="00171408">
              <w:rPr>
                <w:rFonts w:ascii="Times New Roman" w:hAnsi="Times New Roman" w:cs="Times New Roman"/>
                <w:b/>
                <w:lang w:val="kl-GL"/>
              </w:rPr>
              <w:t>7</w:t>
            </w:r>
            <w:r w:rsidRPr="00171408">
              <w:rPr>
                <w:rFonts w:ascii="Times New Roman" w:hAnsi="Times New Roman" w:cs="Times New Roman"/>
                <w:b/>
                <w:lang w:val="kl-GL"/>
              </w:rPr>
              <w:t>.</w:t>
            </w:r>
            <w:r w:rsidRPr="00171408">
              <w:rPr>
                <w:rFonts w:ascii="Times New Roman" w:eastAsia="Calibri" w:hAnsi="Times New Roman" w:cs="Times New Roman"/>
                <w:lang w:val="kl-GL"/>
              </w:rPr>
              <w:t xml:space="preserve"> </w:t>
            </w:r>
            <w:r w:rsidRPr="00171408">
              <w:rPr>
                <w:rFonts w:ascii="Times New Roman" w:eastAsia="Calibri" w:hAnsi="Times New Roman" w:cs="Times New Roman"/>
                <w:i/>
                <w:lang w:val="kl-GL"/>
              </w:rPr>
              <w:t xml:space="preserve">§ 42 </w:t>
            </w:r>
            <w:r w:rsidRPr="00171408">
              <w:rPr>
                <w:rFonts w:ascii="Times New Roman" w:eastAsia="Calibri" w:hAnsi="Times New Roman" w:cs="Times New Roman"/>
                <w:lang w:val="kl-GL"/>
              </w:rPr>
              <w:t>imatut allanneqassaaq:</w:t>
            </w:r>
          </w:p>
          <w:p w14:paraId="7408FB4E" w14:textId="30635D9C" w:rsidR="00515200" w:rsidRPr="00171408" w:rsidRDefault="00CE02F1">
            <w:pPr>
              <w:spacing w:after="0"/>
              <w:rPr>
                <w:rFonts w:ascii="Times New Roman" w:hAnsi="Times New Roman"/>
                <w:lang w:val="kl-GL"/>
              </w:rPr>
            </w:pPr>
            <w:r w:rsidRPr="00171408">
              <w:rPr>
                <w:rFonts w:ascii="Times New Roman" w:eastAsia="Calibri" w:hAnsi="Times New Roman" w:cs="Times New Roman"/>
                <w:lang w:val="kl-GL"/>
              </w:rPr>
              <w:t>»</w:t>
            </w:r>
            <w:r w:rsidRPr="00171408">
              <w:rPr>
                <w:rFonts w:ascii="Times New Roman" w:eastAsia="Calibri" w:hAnsi="Times New Roman" w:cs="Times New Roman"/>
                <w:b/>
                <w:lang w:val="kl-GL"/>
              </w:rPr>
              <w:t>§ 42.</w:t>
            </w:r>
            <w:r w:rsidRPr="00171408">
              <w:rPr>
                <w:rFonts w:ascii="Times New Roman" w:eastAsia="Calibri" w:hAnsi="Times New Roman" w:cs="Times New Roman"/>
                <w:i/>
                <w:lang w:val="kl-GL"/>
              </w:rPr>
              <w:t xml:space="preserve"> </w:t>
            </w:r>
            <w:r w:rsidR="0091627A" w:rsidRPr="00171408">
              <w:rPr>
                <w:rFonts w:ascii="Times New Roman" w:hAnsi="Times New Roman" w:cs="Times New Roman"/>
                <w:bCs/>
                <w:shd w:val="clear" w:color="auto" w:fill="FFFFFF"/>
                <w:lang w:val="kl-GL"/>
              </w:rPr>
              <w:t>Arbejdsmarkedets Erhvervssikringip imaluunniit Ankestyrelsip § 41 malillugu paasissutissanik pissarsitinnani, Arbejdsmarkedets Erhvervssikringip imaluunniit Ankestyrelsip paasissutissat qanoq ittut pissarsiarinissaanut pisariaqalersinnaanera pillugu ajoqusertoq imaluunniit qimagaasut allakkatigut ilisimatissavai. Arbejdsmarkedets Erhvervssikringip imaluunniit Ankestyrelsip aamma ajoqusertoq imaluunniit qimagaasut tamatumunnga akerliliilluni nalunaaruteqarsinnaanermut piffissarititaasumik tunissavai aamma ajoqusertoq imaluunniit qimagaasut tamatumuunakkut eqqartuussivinni suliassanngortitsinermi ajoqutaasinnaasut pillugit ilisimatissavai.«</w:t>
            </w:r>
          </w:p>
          <w:p w14:paraId="179DC863" w14:textId="77777777" w:rsidR="00515200" w:rsidRPr="00171408" w:rsidRDefault="00515200">
            <w:pPr>
              <w:spacing w:after="0"/>
              <w:rPr>
                <w:rFonts w:ascii="Times New Roman" w:hAnsi="Times New Roman" w:cs="Times New Roman"/>
                <w:lang w:val="kl-GL"/>
              </w:rPr>
            </w:pPr>
          </w:p>
        </w:tc>
      </w:tr>
      <w:tr w:rsidR="00515200" w:rsidRPr="00171408" w14:paraId="4671F73D" w14:textId="77777777">
        <w:trPr>
          <w:trHeight w:val="1546"/>
        </w:trPr>
        <w:tc>
          <w:tcPr>
            <w:tcW w:w="4361" w:type="dxa"/>
            <w:tcBorders>
              <w:top w:val="nil"/>
              <w:left w:val="nil"/>
              <w:bottom w:val="nil"/>
              <w:right w:val="nil"/>
            </w:tcBorders>
            <w:shd w:val="clear" w:color="auto" w:fill="auto"/>
          </w:tcPr>
          <w:p w14:paraId="4DCFE1C0" w14:textId="77777777" w:rsidR="00515200" w:rsidRPr="00171408" w:rsidRDefault="00CE02F1">
            <w:pPr>
              <w:spacing w:after="0"/>
              <w:rPr>
                <w:rFonts w:ascii="Times New Roman" w:hAnsi="Times New Roman"/>
                <w:lang w:val="kl-GL"/>
              </w:rPr>
            </w:pPr>
            <w:r w:rsidRPr="00171408">
              <w:rPr>
                <w:rFonts w:ascii="Times New Roman" w:hAnsi="Times New Roman" w:cs="Times New Roman"/>
                <w:b/>
                <w:lang w:val="kl-GL"/>
              </w:rPr>
              <w:lastRenderedPageBreak/>
              <w:t>§ 43.</w:t>
            </w:r>
            <w:r w:rsidRPr="00171408">
              <w:rPr>
                <w:rFonts w:ascii="Times New Roman" w:hAnsi="Times New Roman" w:cs="Times New Roman"/>
                <w:lang w:val="kl-GL"/>
              </w:rPr>
              <w:t xml:space="preserve"> ---</w:t>
            </w:r>
          </w:p>
          <w:p w14:paraId="3B146E6C" w14:textId="77777777" w:rsidR="00515200" w:rsidRPr="00171408" w:rsidRDefault="00515200">
            <w:pPr>
              <w:spacing w:after="0"/>
              <w:rPr>
                <w:rFonts w:ascii="Times New Roman" w:hAnsi="Times New Roman" w:cs="Times New Roman"/>
                <w:i/>
                <w:lang w:val="kl-GL"/>
              </w:rPr>
            </w:pPr>
          </w:p>
          <w:p w14:paraId="19DCFFC0" w14:textId="77777777" w:rsidR="00515200" w:rsidRPr="00171408" w:rsidRDefault="00CE02F1">
            <w:pPr>
              <w:spacing w:after="0"/>
              <w:rPr>
                <w:rFonts w:ascii="Times New Roman" w:hAnsi="Times New Roman"/>
                <w:lang w:val="kl-GL"/>
              </w:rPr>
            </w:pPr>
            <w:r w:rsidRPr="00171408">
              <w:rPr>
                <w:rFonts w:ascii="Times New Roman,Italic" w:hAnsi="Times New Roman,Italic" w:cs="Times New Roman"/>
                <w:i/>
                <w:iCs/>
                <w:lang w:val="kl-GL"/>
              </w:rPr>
              <w:t>Imm. 2.</w:t>
            </w:r>
            <w:r w:rsidRPr="00171408">
              <w:rPr>
                <w:rFonts w:ascii="Times New Roman,Italic" w:hAnsi="Times New Roman,Italic" w:cs="Times New Roman"/>
                <w:iCs/>
                <w:lang w:val="kl-GL"/>
              </w:rPr>
              <w:t xml:space="preserve"> </w:t>
            </w:r>
            <w:r w:rsidRPr="00171408">
              <w:rPr>
                <w:rFonts w:ascii="Times New Roman" w:hAnsi="Times New Roman" w:cs="Times New Roman"/>
                <w:iCs/>
                <w:lang w:val="kl-GL"/>
              </w:rPr>
              <w:t>Nakorsamit katsorsarneqarneq il.il. Arbejdsmarkedets Erhvervssikringip imaluunniit Ankestyrelsip piumasaqarnera malillugu pippat ajoqusertoq nakorsamit katsorsarneqarnerminut il.il., tak. imm. 1, atatillugu angalanermut aningaasartuutinut akiliunneqarnissaminut pisinnaatitaavoq. Aammattaaq qimagusimaneq minnerpaamik nalunaaquttap akunnerinik marlunnik sivisussuseqarsimappat ajoqusertoq katsorsartinnermini il.il. sulinikkut iluanaarutissaagaluanit annaasanut uppernarsaasikkanut taartisiaqarsinnaatitaavoq, tak. imm. 1, oqaaseqatigiit aappaat pingajuilu.</w:t>
            </w:r>
          </w:p>
          <w:p w14:paraId="4E4C2C69" w14:textId="77777777" w:rsidR="00515200" w:rsidRPr="00171408" w:rsidRDefault="00CE02F1">
            <w:pPr>
              <w:spacing w:after="0"/>
              <w:rPr>
                <w:rFonts w:ascii="Times New Roman" w:hAnsi="Times New Roman"/>
                <w:lang w:val="kl-GL"/>
              </w:rPr>
            </w:pPr>
            <w:r w:rsidRPr="00171408">
              <w:rPr>
                <w:rFonts w:ascii="Times New Roman" w:hAnsi="Times New Roman" w:cs="Times New Roman"/>
                <w:iCs/>
                <w:lang w:val="kl-GL"/>
              </w:rPr>
              <w:t xml:space="preserve"> [… .]</w:t>
            </w:r>
          </w:p>
          <w:p w14:paraId="5B5092CE" w14:textId="77777777" w:rsidR="00515200" w:rsidRPr="00171408" w:rsidRDefault="00CE02F1">
            <w:pPr>
              <w:spacing w:after="0"/>
              <w:rPr>
                <w:rFonts w:ascii="Times New Roman" w:hAnsi="Times New Roman"/>
                <w:lang w:val="kl-GL"/>
              </w:rPr>
            </w:pPr>
            <w:r w:rsidRPr="00171408">
              <w:rPr>
                <w:rFonts w:ascii="Times New Roman" w:hAnsi="Times New Roman" w:cs="Times New Roman"/>
                <w:lang w:val="kl-GL"/>
              </w:rPr>
              <w:t xml:space="preserve"> </w:t>
            </w:r>
          </w:p>
          <w:p w14:paraId="3D1CE0CC" w14:textId="77777777" w:rsidR="00515200" w:rsidRPr="00171408" w:rsidRDefault="00CE02F1">
            <w:pPr>
              <w:spacing w:after="0"/>
              <w:rPr>
                <w:rFonts w:ascii="Times New Roman" w:hAnsi="Times New Roman"/>
                <w:lang w:val="kl-GL"/>
              </w:rPr>
            </w:pPr>
            <w:r w:rsidRPr="00171408">
              <w:rPr>
                <w:rFonts w:ascii="Times New Roman" w:hAnsi="Times New Roman" w:cs="Times New Roman"/>
                <w:i/>
                <w:lang w:val="kl-GL"/>
              </w:rPr>
              <w:t>Imm. 3-5.---</w:t>
            </w:r>
          </w:p>
          <w:p w14:paraId="17E8C489" w14:textId="77777777" w:rsidR="00515200" w:rsidRPr="00171408" w:rsidRDefault="00515200">
            <w:pPr>
              <w:spacing w:after="0"/>
              <w:rPr>
                <w:rFonts w:ascii="Times New Roman" w:hAnsi="Times New Roman" w:cs="Times New Roman"/>
                <w:lang w:val="kl-GL"/>
              </w:rPr>
            </w:pPr>
          </w:p>
          <w:p w14:paraId="57C867C0" w14:textId="77777777" w:rsidR="00515200" w:rsidRPr="00171408" w:rsidRDefault="00CE02F1">
            <w:pPr>
              <w:spacing w:after="0"/>
              <w:rPr>
                <w:rFonts w:ascii="Times New Roman" w:hAnsi="Times New Roman"/>
                <w:lang w:val="kl-GL"/>
              </w:rPr>
            </w:pPr>
            <w:r w:rsidRPr="00171408">
              <w:rPr>
                <w:rFonts w:ascii="Times New Roman" w:hAnsi="Times New Roman" w:cs="Times New Roman"/>
                <w:b/>
                <w:bCs/>
                <w:iCs/>
                <w:lang w:val="kl-GL"/>
              </w:rPr>
              <w:t>§ 44</w:t>
            </w:r>
            <w:r w:rsidRPr="00171408">
              <w:rPr>
                <w:rFonts w:ascii="Times New Roman" w:hAnsi="Times New Roman" w:cs="Times New Roman"/>
                <w:b/>
                <w:bCs/>
                <w:i/>
                <w:iCs/>
                <w:lang w:val="kl-GL"/>
              </w:rPr>
              <w:t xml:space="preserve">. </w:t>
            </w:r>
            <w:r w:rsidRPr="00171408">
              <w:rPr>
                <w:rFonts w:ascii="Times New Roman" w:hAnsi="Times New Roman" w:cs="Times New Roman"/>
                <w:lang w:val="kl-GL"/>
              </w:rPr>
              <w:t xml:space="preserve">Paasinarsippat ajoquserneq nalunaarutigineqartoq inatsimmi ilaatinneqanngitsoq, tamanna pillugu Arbejdsmarkedets Erhvervssikringi aalajangiissaaq. Sulianut, ajutumeernerit pillugit § 6 malillugu suliarineqartunut, kingusinnerpaamik Arbejdsmarkedets Erhvervssikringip nalunaarummik tigusereernerata kingorna qaammatit pingasut qaangiutsinnagit aalajangiisoqassaaq. Sulianut, inuussutissarsiornermi nappaataalersut allattorsimaffiat pillugit § 7, imm. 1, nr. 1 malillugu suliarineqartunut, piffissaliussaq qaammatit arfiniliupput. </w:t>
            </w:r>
            <w:r w:rsidRPr="00171408">
              <w:rPr>
                <w:rFonts w:ascii="Times New Roman" w:hAnsi="Times New Roman" w:cs="Times New Roman"/>
                <w:lang w:val="kl-GL"/>
              </w:rPr>
              <w:lastRenderedPageBreak/>
              <w:t xml:space="preserve">Inuutissarsiornermi nappaataalersunut, § 7, imm. 1, nr. 2 aamma § 7, imm. 2 malillugit suliarineqartunut, Erhvervssygdomsudvalgimut saqqummiunneqartussanut, § 15, imm. 1-imi taaneqartoq ukiunik marlunnik piffissarititaasoq taamaallaat atuutinneqassaaq. </w:t>
            </w:r>
          </w:p>
          <w:p w14:paraId="3E41227E" w14:textId="77777777" w:rsidR="00515200" w:rsidRPr="00171408" w:rsidRDefault="00CE02F1">
            <w:pPr>
              <w:pStyle w:val="TextBody"/>
              <w:spacing w:after="283"/>
              <w:jc w:val="left"/>
              <w:rPr>
                <w:lang w:val="kl-GL"/>
              </w:rPr>
            </w:pPr>
            <w:r w:rsidRPr="00171408">
              <w:rPr>
                <w:rFonts w:ascii="Times New Roman,Italic" w:hAnsi="Times New Roman,Italic"/>
                <w:i/>
                <w:iCs/>
                <w:sz w:val="22"/>
                <w:szCs w:val="22"/>
                <w:lang w:val="kl-GL"/>
              </w:rPr>
              <w:t>Imm. 2.</w:t>
            </w:r>
            <w:r w:rsidRPr="00171408">
              <w:rPr>
                <w:rFonts w:ascii="Times New Roman,Italic" w:hAnsi="Times New Roman,Italic"/>
                <w:sz w:val="22"/>
                <w:szCs w:val="22"/>
                <w:lang w:val="kl-GL"/>
              </w:rPr>
              <w:t xml:space="preserve"> </w:t>
            </w:r>
            <w:r w:rsidRPr="00171408">
              <w:rPr>
                <w:rFonts w:ascii="Times New Roman" w:hAnsi="Times New Roman"/>
                <w:sz w:val="22"/>
                <w:szCs w:val="22"/>
                <w:lang w:val="kl-GL"/>
              </w:rPr>
              <w:t>Ajoqusertoq ajoqusernerup nalunaarutigineqareerneratigut toquppat, toqqutaasup inatsimmi pineqartunut ilaatinneqarsinnaaneranik qimagaasunut nalunaaruteqarnissami imm. 1-imi piffissarititat taamatulli atuutissapput. Taamaattoqartillugu piffissarititat toqunerup Arbejdsmarkedets Erhvervssikringimut nalunaarutigineqarneraniit naatsorsorneqassapput.</w:t>
            </w:r>
            <w:r w:rsidRPr="00171408">
              <w:rPr>
                <w:rFonts w:ascii="Times New Roman" w:hAnsi="Times New Roman"/>
                <w:sz w:val="22"/>
                <w:szCs w:val="22"/>
                <w:lang w:val="kl-GL"/>
              </w:rPr>
              <w:br/>
            </w:r>
            <w:r w:rsidRPr="00171408">
              <w:rPr>
                <w:rFonts w:ascii="Times New Roman,Italic" w:hAnsi="Times New Roman,Italic"/>
                <w:i/>
                <w:iCs/>
                <w:sz w:val="22"/>
                <w:szCs w:val="22"/>
                <w:lang w:val="kl-GL"/>
              </w:rPr>
              <w:t xml:space="preserve">Imm. 3. </w:t>
            </w:r>
            <w:r w:rsidRPr="00171408">
              <w:rPr>
                <w:rFonts w:ascii="Times New Roman" w:hAnsi="Times New Roman"/>
                <w:sz w:val="22"/>
                <w:szCs w:val="22"/>
                <w:lang w:val="kl-GL"/>
              </w:rPr>
              <w:t xml:space="preserve">Imm. 1 aamma 2 naapertorlugit aalajangiinissaq piffissarititat naannginneranni pisinnaanngippat ajoqusertoq qimagaasulluunniit tamatuminnga ilisimatinneqassapput. Ilisimatitsissut taamaattoq tassaanngilaq aalajangiineq naammagittaalliuutigineqarsinnaasoq. </w:t>
            </w:r>
          </w:p>
          <w:p w14:paraId="63D50B45" w14:textId="77777777" w:rsidR="00515200" w:rsidRPr="00171408" w:rsidRDefault="00515200">
            <w:pPr>
              <w:spacing w:after="0"/>
              <w:rPr>
                <w:rFonts w:ascii="Times New Roman" w:hAnsi="Times New Roman" w:cs="Times New Roman"/>
                <w:lang w:val="kl-GL"/>
              </w:rPr>
            </w:pPr>
          </w:p>
        </w:tc>
        <w:tc>
          <w:tcPr>
            <w:tcW w:w="563" w:type="dxa"/>
            <w:tcBorders>
              <w:top w:val="nil"/>
              <w:left w:val="nil"/>
              <w:bottom w:val="nil"/>
              <w:right w:val="nil"/>
            </w:tcBorders>
            <w:shd w:val="clear" w:color="auto" w:fill="auto"/>
          </w:tcPr>
          <w:p w14:paraId="7F1E4B8D" w14:textId="77777777" w:rsidR="00515200" w:rsidRPr="00171408" w:rsidRDefault="00515200">
            <w:pPr>
              <w:spacing w:after="0"/>
              <w:jc w:val="both"/>
              <w:rPr>
                <w:rFonts w:ascii="Times New Roman" w:hAnsi="Times New Roman" w:cs="Times New Roman"/>
                <w:lang w:val="kl-GL"/>
              </w:rPr>
            </w:pPr>
          </w:p>
        </w:tc>
        <w:tc>
          <w:tcPr>
            <w:tcW w:w="4682" w:type="dxa"/>
            <w:tcBorders>
              <w:top w:val="nil"/>
              <w:left w:val="nil"/>
              <w:bottom w:val="nil"/>
              <w:right w:val="nil"/>
            </w:tcBorders>
            <w:shd w:val="clear" w:color="auto" w:fill="auto"/>
          </w:tcPr>
          <w:p w14:paraId="4845593B" w14:textId="77777777" w:rsidR="00515200" w:rsidRPr="00171408" w:rsidRDefault="00515200">
            <w:pPr>
              <w:spacing w:after="0"/>
              <w:rPr>
                <w:rFonts w:ascii="Times New Roman" w:hAnsi="Times New Roman" w:cs="Times New Roman"/>
                <w:b/>
                <w:lang w:val="kl-GL"/>
              </w:rPr>
            </w:pPr>
          </w:p>
          <w:p w14:paraId="277D13C3" w14:textId="77777777" w:rsidR="00515200" w:rsidRPr="00171408" w:rsidRDefault="00515200">
            <w:pPr>
              <w:spacing w:after="0"/>
              <w:rPr>
                <w:rFonts w:ascii="Times New Roman" w:hAnsi="Times New Roman" w:cs="Times New Roman"/>
                <w:b/>
                <w:lang w:val="kl-GL"/>
              </w:rPr>
            </w:pPr>
          </w:p>
          <w:p w14:paraId="046BE5D4" w14:textId="6876BDF9" w:rsidR="00515200" w:rsidRPr="00171408" w:rsidRDefault="00CE02F1">
            <w:pPr>
              <w:spacing w:after="0"/>
              <w:rPr>
                <w:rFonts w:ascii="Times New Roman" w:hAnsi="Times New Roman"/>
                <w:lang w:val="kl-GL"/>
              </w:rPr>
            </w:pPr>
            <w:r w:rsidRPr="00171408">
              <w:rPr>
                <w:rFonts w:ascii="Times New Roman" w:hAnsi="Times New Roman" w:cs="Times New Roman"/>
                <w:b/>
                <w:lang w:val="kl-GL"/>
              </w:rPr>
              <w:t>1</w:t>
            </w:r>
            <w:r w:rsidR="00C86104" w:rsidRPr="00171408">
              <w:rPr>
                <w:rFonts w:ascii="Times New Roman" w:hAnsi="Times New Roman" w:cs="Times New Roman"/>
                <w:b/>
                <w:lang w:val="kl-GL"/>
              </w:rPr>
              <w:t>8</w:t>
            </w:r>
            <w:r w:rsidRPr="00171408">
              <w:rPr>
                <w:rFonts w:ascii="Times New Roman" w:hAnsi="Times New Roman" w:cs="Times New Roman"/>
                <w:lang w:val="kl-GL"/>
              </w:rPr>
              <w:t xml:space="preserve">. </w:t>
            </w:r>
            <w:r w:rsidRPr="00171408">
              <w:rPr>
                <w:rFonts w:ascii="Times New Roman" w:eastAsia="Times New Roman" w:hAnsi="Times New Roman" w:cs="Times New Roman"/>
                <w:i/>
                <w:lang w:val="kl-GL"/>
              </w:rPr>
              <w:t>§ 43, imm. 2</w:t>
            </w:r>
            <w:r w:rsidRPr="00171408">
              <w:rPr>
                <w:rFonts w:ascii="Times New Roman" w:eastAsia="Times New Roman" w:hAnsi="Times New Roman" w:cs="Times New Roman"/>
                <w:lang w:val="kl-GL"/>
              </w:rPr>
              <w:t xml:space="preserve">, </w:t>
            </w:r>
            <w:r w:rsidRPr="00171408">
              <w:rPr>
                <w:rFonts w:ascii="Times New Roman" w:eastAsia="Times New Roman" w:hAnsi="Times New Roman" w:cs="Times New Roman"/>
                <w:i/>
                <w:lang w:val="kl-GL"/>
              </w:rPr>
              <w:t xml:space="preserve">oqaaseqatigiit </w:t>
            </w:r>
            <w:r w:rsidR="004C5F33" w:rsidRPr="00171408">
              <w:rPr>
                <w:rFonts w:ascii="Times New Roman" w:eastAsia="Times New Roman" w:hAnsi="Times New Roman" w:cs="Times New Roman"/>
                <w:i/>
                <w:lang w:val="kl-GL"/>
              </w:rPr>
              <w:t>siulli</w:t>
            </w:r>
            <w:r w:rsidRPr="00171408">
              <w:rPr>
                <w:rFonts w:ascii="Times New Roman" w:eastAsia="Times New Roman" w:hAnsi="Times New Roman" w:cs="Times New Roman"/>
                <w:i/>
                <w:lang w:val="kl-GL"/>
              </w:rPr>
              <w:t xml:space="preserve">anni </w:t>
            </w:r>
            <w:r w:rsidR="0091627A" w:rsidRPr="00171408">
              <w:rPr>
                <w:rFonts w:ascii="Times New Roman" w:hAnsi="Times New Roman" w:cs="Times New Roman"/>
                <w:lang w:val="kl-GL"/>
              </w:rPr>
              <w:t>»Ajoqusersimasoq« kingorna ikkunneqassaaq: »aamma ingiaqatigisaq pisariaqartinneqartoq«.</w:t>
            </w:r>
          </w:p>
          <w:p w14:paraId="3A5C9C28" w14:textId="77777777" w:rsidR="00515200" w:rsidRPr="00171408" w:rsidRDefault="00515200">
            <w:pPr>
              <w:spacing w:after="0"/>
              <w:rPr>
                <w:rFonts w:ascii="Times New Roman" w:eastAsia="Times New Roman" w:hAnsi="Times New Roman" w:cs="Times New Roman"/>
                <w:lang w:val="kl-GL"/>
              </w:rPr>
            </w:pPr>
          </w:p>
          <w:p w14:paraId="0DDF6F78" w14:textId="77777777" w:rsidR="00515200" w:rsidRPr="00171408" w:rsidRDefault="00515200">
            <w:pPr>
              <w:spacing w:after="0"/>
              <w:rPr>
                <w:rFonts w:ascii="Times New Roman" w:eastAsia="Times New Roman" w:hAnsi="Times New Roman" w:cs="Times New Roman"/>
                <w:lang w:val="kl-GL"/>
              </w:rPr>
            </w:pPr>
          </w:p>
          <w:p w14:paraId="4FC40644" w14:textId="77777777" w:rsidR="00515200" w:rsidRPr="00171408" w:rsidRDefault="00515200">
            <w:pPr>
              <w:spacing w:after="0"/>
              <w:rPr>
                <w:rFonts w:ascii="Times New Roman" w:eastAsia="Times New Roman" w:hAnsi="Times New Roman" w:cs="Times New Roman"/>
                <w:lang w:val="kl-GL"/>
              </w:rPr>
            </w:pPr>
          </w:p>
          <w:p w14:paraId="2E3136F8" w14:textId="77777777" w:rsidR="00515200" w:rsidRPr="00171408" w:rsidRDefault="00515200">
            <w:pPr>
              <w:spacing w:after="0"/>
              <w:rPr>
                <w:rFonts w:ascii="Times New Roman" w:eastAsia="Times New Roman" w:hAnsi="Times New Roman" w:cs="Times New Roman"/>
                <w:lang w:val="kl-GL"/>
              </w:rPr>
            </w:pPr>
          </w:p>
          <w:p w14:paraId="3116A0E3" w14:textId="77777777" w:rsidR="00515200" w:rsidRPr="00171408" w:rsidRDefault="00515200">
            <w:pPr>
              <w:spacing w:after="0"/>
              <w:rPr>
                <w:rFonts w:ascii="Times New Roman" w:eastAsia="Times New Roman" w:hAnsi="Times New Roman" w:cs="Times New Roman"/>
                <w:lang w:val="kl-GL"/>
              </w:rPr>
            </w:pPr>
          </w:p>
          <w:p w14:paraId="4C26E14E" w14:textId="77777777" w:rsidR="00515200" w:rsidRPr="00171408" w:rsidRDefault="00515200">
            <w:pPr>
              <w:spacing w:after="0"/>
              <w:rPr>
                <w:rFonts w:ascii="Times New Roman" w:eastAsia="Times New Roman" w:hAnsi="Times New Roman" w:cs="Times New Roman"/>
                <w:lang w:val="kl-GL"/>
              </w:rPr>
            </w:pPr>
          </w:p>
          <w:p w14:paraId="0A9E5A0F" w14:textId="77777777" w:rsidR="00515200" w:rsidRPr="00171408" w:rsidRDefault="00515200">
            <w:pPr>
              <w:spacing w:after="0"/>
              <w:rPr>
                <w:rFonts w:ascii="Times New Roman" w:eastAsia="Times New Roman" w:hAnsi="Times New Roman" w:cs="Times New Roman"/>
                <w:lang w:val="kl-GL"/>
              </w:rPr>
            </w:pPr>
          </w:p>
          <w:p w14:paraId="77F1BA6D" w14:textId="77777777" w:rsidR="00515200" w:rsidRPr="00171408" w:rsidRDefault="00515200">
            <w:pPr>
              <w:spacing w:after="0"/>
              <w:rPr>
                <w:rFonts w:ascii="Times New Roman" w:hAnsi="Times New Roman" w:cs="Times New Roman"/>
                <w:b/>
                <w:lang w:val="kl-GL"/>
              </w:rPr>
            </w:pPr>
          </w:p>
          <w:p w14:paraId="0C80229F" w14:textId="77777777" w:rsidR="00986E13" w:rsidRPr="00171408" w:rsidRDefault="00986E13">
            <w:pPr>
              <w:spacing w:after="0"/>
              <w:rPr>
                <w:rFonts w:ascii="Times New Roman" w:hAnsi="Times New Roman" w:cs="Times New Roman"/>
                <w:b/>
                <w:lang w:val="kl-GL"/>
              </w:rPr>
            </w:pPr>
          </w:p>
          <w:p w14:paraId="29F75FE5" w14:textId="77777777" w:rsidR="00986E13" w:rsidRPr="00171408" w:rsidRDefault="00986E13">
            <w:pPr>
              <w:spacing w:after="0"/>
              <w:rPr>
                <w:rFonts w:ascii="Times New Roman" w:hAnsi="Times New Roman" w:cs="Times New Roman"/>
                <w:b/>
                <w:lang w:val="kl-GL"/>
              </w:rPr>
            </w:pPr>
          </w:p>
          <w:p w14:paraId="7000A54F" w14:textId="77777777" w:rsidR="00986E13" w:rsidRPr="00171408" w:rsidRDefault="00986E13">
            <w:pPr>
              <w:spacing w:after="0"/>
              <w:rPr>
                <w:rFonts w:ascii="Times New Roman" w:hAnsi="Times New Roman" w:cs="Times New Roman"/>
                <w:b/>
                <w:lang w:val="kl-GL"/>
              </w:rPr>
            </w:pPr>
          </w:p>
          <w:p w14:paraId="0F89E4A8" w14:textId="77777777" w:rsidR="00515200" w:rsidRPr="00171408" w:rsidRDefault="00515200">
            <w:pPr>
              <w:spacing w:after="0"/>
              <w:rPr>
                <w:rFonts w:ascii="Times New Roman" w:hAnsi="Times New Roman" w:cs="Times New Roman"/>
                <w:b/>
                <w:lang w:val="kl-GL"/>
              </w:rPr>
            </w:pPr>
          </w:p>
          <w:p w14:paraId="21567BFB" w14:textId="77777777" w:rsidR="00C86104" w:rsidRPr="00171408" w:rsidRDefault="00C86104">
            <w:pPr>
              <w:spacing w:after="0"/>
              <w:rPr>
                <w:rFonts w:ascii="Times New Roman" w:hAnsi="Times New Roman" w:cs="Times New Roman"/>
                <w:b/>
                <w:lang w:val="kl-GL"/>
              </w:rPr>
            </w:pPr>
          </w:p>
          <w:p w14:paraId="3F0887CF" w14:textId="77777777" w:rsidR="00C86104" w:rsidRPr="00171408" w:rsidRDefault="00C86104">
            <w:pPr>
              <w:spacing w:after="0"/>
              <w:rPr>
                <w:rFonts w:ascii="Times New Roman" w:hAnsi="Times New Roman" w:cs="Times New Roman"/>
                <w:b/>
                <w:lang w:val="kl-GL"/>
              </w:rPr>
            </w:pPr>
          </w:p>
          <w:p w14:paraId="7E27E24E" w14:textId="77777777" w:rsidR="00C86104" w:rsidRPr="00171408" w:rsidRDefault="00C86104">
            <w:pPr>
              <w:spacing w:after="0"/>
              <w:rPr>
                <w:rFonts w:ascii="Times New Roman" w:hAnsi="Times New Roman" w:cs="Times New Roman"/>
                <w:b/>
                <w:lang w:val="kl-GL"/>
              </w:rPr>
            </w:pPr>
          </w:p>
          <w:p w14:paraId="3815BAA7" w14:textId="77777777" w:rsidR="00515200" w:rsidRPr="00171408" w:rsidRDefault="00515200">
            <w:pPr>
              <w:spacing w:after="0"/>
              <w:rPr>
                <w:rFonts w:ascii="Times New Roman" w:hAnsi="Times New Roman" w:cs="Times New Roman"/>
                <w:b/>
                <w:lang w:val="kl-GL"/>
              </w:rPr>
            </w:pPr>
          </w:p>
          <w:p w14:paraId="34A6664B" w14:textId="3739465A" w:rsidR="00515200" w:rsidRPr="00171408" w:rsidRDefault="00CE02F1">
            <w:pPr>
              <w:spacing w:after="0"/>
              <w:rPr>
                <w:rFonts w:ascii="Times New Roman" w:hAnsi="Times New Roman"/>
                <w:lang w:val="kl-GL"/>
              </w:rPr>
            </w:pPr>
            <w:r w:rsidRPr="00171408">
              <w:rPr>
                <w:rFonts w:ascii="Times New Roman" w:hAnsi="Times New Roman" w:cs="Times New Roman"/>
                <w:b/>
                <w:lang w:val="kl-GL"/>
              </w:rPr>
              <w:t>1</w:t>
            </w:r>
            <w:r w:rsidR="00C86104" w:rsidRPr="00171408">
              <w:rPr>
                <w:rFonts w:ascii="Times New Roman" w:hAnsi="Times New Roman" w:cs="Times New Roman"/>
                <w:b/>
                <w:lang w:val="kl-GL"/>
              </w:rPr>
              <w:t>9</w:t>
            </w:r>
            <w:r w:rsidRPr="00171408">
              <w:rPr>
                <w:rFonts w:ascii="Times New Roman" w:hAnsi="Times New Roman" w:cs="Times New Roman"/>
                <w:b/>
                <w:lang w:val="kl-GL"/>
              </w:rPr>
              <w:t>.</w:t>
            </w:r>
            <w:r w:rsidRPr="00171408">
              <w:rPr>
                <w:rFonts w:ascii="Times New Roman" w:hAnsi="Times New Roman" w:cs="Times New Roman"/>
                <w:lang w:val="kl-GL"/>
              </w:rPr>
              <w:t xml:space="preserve"> </w:t>
            </w:r>
            <w:r w:rsidRPr="00171408">
              <w:rPr>
                <w:rFonts w:ascii="Times New Roman" w:eastAsia="Calibri" w:hAnsi="Times New Roman" w:cs="Times New Roman"/>
                <w:i/>
                <w:lang w:val="kl-GL"/>
              </w:rPr>
              <w:t>§ 44</w:t>
            </w:r>
            <w:r w:rsidRPr="00171408">
              <w:rPr>
                <w:rFonts w:ascii="Times New Roman" w:eastAsia="Calibri" w:hAnsi="Times New Roman" w:cs="Times New Roman"/>
                <w:lang w:val="kl-GL"/>
              </w:rPr>
              <w:t xml:space="preserve"> atorunnaarsinneqassaaq.</w:t>
            </w:r>
          </w:p>
          <w:p w14:paraId="6EAF2BFA" w14:textId="77777777" w:rsidR="00515200" w:rsidRPr="00171408" w:rsidRDefault="00515200">
            <w:pPr>
              <w:spacing w:after="0"/>
              <w:rPr>
                <w:rFonts w:ascii="Times New Roman" w:hAnsi="Times New Roman" w:cs="Times New Roman"/>
                <w:lang w:val="kl-GL"/>
              </w:rPr>
            </w:pPr>
          </w:p>
          <w:p w14:paraId="513702C4" w14:textId="77777777" w:rsidR="00515200" w:rsidRPr="00171408" w:rsidRDefault="00515200">
            <w:pPr>
              <w:spacing w:after="0"/>
              <w:rPr>
                <w:rFonts w:ascii="Times New Roman" w:hAnsi="Times New Roman" w:cs="Times New Roman"/>
                <w:lang w:val="kl-GL"/>
              </w:rPr>
            </w:pPr>
          </w:p>
        </w:tc>
      </w:tr>
      <w:tr w:rsidR="00515200" w:rsidRPr="00940819" w14:paraId="7E986DA1" w14:textId="77777777">
        <w:tc>
          <w:tcPr>
            <w:tcW w:w="4361" w:type="dxa"/>
            <w:tcBorders>
              <w:top w:val="nil"/>
              <w:left w:val="nil"/>
              <w:bottom w:val="nil"/>
              <w:right w:val="nil"/>
            </w:tcBorders>
            <w:shd w:val="clear" w:color="auto" w:fill="auto"/>
          </w:tcPr>
          <w:p w14:paraId="1D26B76E" w14:textId="77777777" w:rsidR="00515200" w:rsidRPr="00171408" w:rsidRDefault="00515200">
            <w:pPr>
              <w:spacing w:after="0"/>
              <w:rPr>
                <w:rFonts w:ascii="Times New Roman" w:hAnsi="Times New Roman" w:cs="Times New Roman"/>
                <w:lang w:val="kl-GL"/>
              </w:rPr>
            </w:pPr>
          </w:p>
          <w:p w14:paraId="7157A963" w14:textId="77777777" w:rsidR="00515200" w:rsidRPr="00171408" w:rsidRDefault="00CE02F1">
            <w:pPr>
              <w:spacing w:after="0"/>
              <w:rPr>
                <w:rFonts w:ascii="Times New Roman" w:hAnsi="Times New Roman"/>
                <w:lang w:val="kl-GL"/>
              </w:rPr>
            </w:pPr>
            <w:r w:rsidRPr="00171408">
              <w:rPr>
                <w:rFonts w:ascii="Times New Roman" w:hAnsi="Times New Roman" w:cs="Times New Roman"/>
                <w:b/>
                <w:lang w:val="kl-GL"/>
              </w:rPr>
              <w:t>§ 49.</w:t>
            </w:r>
            <w:r w:rsidRPr="00171408">
              <w:rPr>
                <w:rFonts w:ascii="Times New Roman" w:hAnsi="Times New Roman" w:cs="Times New Roman"/>
                <w:lang w:val="kl-GL"/>
              </w:rPr>
              <w:t xml:space="preserve"> ---</w:t>
            </w:r>
          </w:p>
          <w:p w14:paraId="4B0A1E2B" w14:textId="77777777" w:rsidR="00515200" w:rsidRPr="00171408" w:rsidRDefault="00515200">
            <w:pPr>
              <w:spacing w:after="0"/>
              <w:rPr>
                <w:rFonts w:ascii="Times New Roman" w:hAnsi="Times New Roman" w:cs="Times New Roman"/>
                <w:iCs/>
                <w:lang w:val="kl-GL"/>
              </w:rPr>
            </w:pPr>
          </w:p>
          <w:p w14:paraId="5E344457" w14:textId="77777777" w:rsidR="00515200" w:rsidRPr="00171408" w:rsidRDefault="00CE02F1">
            <w:pPr>
              <w:spacing w:after="0"/>
              <w:rPr>
                <w:rFonts w:ascii="Times New Roman" w:hAnsi="Times New Roman"/>
                <w:lang w:val="kl-GL"/>
              </w:rPr>
            </w:pPr>
            <w:r w:rsidRPr="00171408">
              <w:rPr>
                <w:rFonts w:ascii="Times New Roman" w:hAnsi="Times New Roman" w:cs="Times New Roman"/>
                <w:i/>
                <w:iCs/>
                <w:lang w:val="kl-GL"/>
              </w:rPr>
              <w:t>Imm. 2</w:t>
            </w:r>
            <w:r w:rsidRPr="00171408">
              <w:rPr>
                <w:rFonts w:ascii="Times New Roman" w:hAnsi="Times New Roman" w:cs="Times New Roman"/>
                <w:iCs/>
                <w:lang w:val="kl-GL"/>
              </w:rPr>
              <w:t xml:space="preserve"> [….] Ajoqusersimasoq imaluunniit qimagaasut Europap avataaniippata, piffissarititaasoq qaammatit pingasuupput.</w:t>
            </w:r>
          </w:p>
          <w:p w14:paraId="162EACF4" w14:textId="77777777" w:rsidR="00515200" w:rsidRPr="00171408" w:rsidRDefault="00515200">
            <w:pPr>
              <w:spacing w:after="0"/>
              <w:rPr>
                <w:rFonts w:ascii="Times New Roman" w:hAnsi="Times New Roman" w:cs="Times New Roman"/>
                <w:color w:val="FF0000"/>
                <w:lang w:val="kl-GL"/>
              </w:rPr>
            </w:pPr>
          </w:p>
          <w:p w14:paraId="17ADBCF9" w14:textId="77777777" w:rsidR="00515200" w:rsidRPr="00171408" w:rsidRDefault="00CE02F1">
            <w:pPr>
              <w:spacing w:after="0"/>
              <w:rPr>
                <w:rFonts w:ascii="Times New Roman" w:hAnsi="Times New Roman"/>
                <w:lang w:val="kl-GL"/>
              </w:rPr>
            </w:pPr>
            <w:r w:rsidRPr="00171408">
              <w:rPr>
                <w:rFonts w:ascii="Times New Roman" w:hAnsi="Times New Roman" w:cs="Times New Roman"/>
                <w:i/>
                <w:lang w:val="kl-GL"/>
              </w:rPr>
              <w:t>Imm. 3. ---</w:t>
            </w:r>
          </w:p>
          <w:p w14:paraId="7F375600" w14:textId="77777777" w:rsidR="00515200" w:rsidRPr="00171408" w:rsidRDefault="00515200">
            <w:pPr>
              <w:spacing w:after="0"/>
              <w:rPr>
                <w:rFonts w:ascii="Times New Roman" w:hAnsi="Times New Roman" w:cs="Times New Roman"/>
                <w:i/>
                <w:lang w:val="kl-GL"/>
              </w:rPr>
            </w:pPr>
          </w:p>
          <w:p w14:paraId="08EB2B06" w14:textId="77777777" w:rsidR="00515200" w:rsidRPr="00171408" w:rsidRDefault="00CE02F1">
            <w:pPr>
              <w:spacing w:after="0"/>
              <w:rPr>
                <w:rFonts w:ascii="Times New Roman" w:hAnsi="Times New Roman"/>
                <w:lang w:val="kl-GL"/>
              </w:rPr>
            </w:pPr>
            <w:r w:rsidRPr="00171408">
              <w:rPr>
                <w:rFonts w:ascii="Times New Roman" w:hAnsi="Times New Roman" w:cs="Times New Roman"/>
                <w:i/>
                <w:lang w:val="kl-GL"/>
              </w:rPr>
              <w:t>Imm. 4-5. ---</w:t>
            </w:r>
          </w:p>
          <w:p w14:paraId="40DE43BF" w14:textId="77777777" w:rsidR="00515200" w:rsidRPr="00171408" w:rsidRDefault="00515200">
            <w:pPr>
              <w:spacing w:after="0"/>
              <w:rPr>
                <w:rFonts w:ascii="Times New Roman" w:hAnsi="Times New Roman" w:cs="Times New Roman"/>
                <w:lang w:val="kl-GL"/>
              </w:rPr>
            </w:pPr>
          </w:p>
        </w:tc>
        <w:tc>
          <w:tcPr>
            <w:tcW w:w="563" w:type="dxa"/>
            <w:tcBorders>
              <w:top w:val="nil"/>
              <w:left w:val="nil"/>
              <w:bottom w:val="nil"/>
              <w:right w:val="nil"/>
            </w:tcBorders>
            <w:shd w:val="clear" w:color="auto" w:fill="auto"/>
          </w:tcPr>
          <w:p w14:paraId="29D9C391" w14:textId="77777777" w:rsidR="00515200" w:rsidRPr="00171408" w:rsidRDefault="00515200">
            <w:pPr>
              <w:spacing w:after="0"/>
              <w:jc w:val="both"/>
              <w:rPr>
                <w:rFonts w:ascii="Times New Roman" w:hAnsi="Times New Roman" w:cs="Times New Roman"/>
                <w:lang w:val="kl-GL"/>
              </w:rPr>
            </w:pPr>
          </w:p>
        </w:tc>
        <w:tc>
          <w:tcPr>
            <w:tcW w:w="4682" w:type="dxa"/>
            <w:tcBorders>
              <w:top w:val="nil"/>
              <w:left w:val="nil"/>
              <w:bottom w:val="nil"/>
              <w:right w:val="nil"/>
            </w:tcBorders>
            <w:shd w:val="clear" w:color="auto" w:fill="auto"/>
          </w:tcPr>
          <w:p w14:paraId="2230489A" w14:textId="77777777" w:rsidR="00515200" w:rsidRPr="00171408" w:rsidRDefault="00515200">
            <w:pPr>
              <w:spacing w:after="0"/>
              <w:rPr>
                <w:rFonts w:ascii="Times New Roman" w:hAnsi="Times New Roman" w:cs="Times New Roman"/>
                <w:b/>
                <w:lang w:val="kl-GL"/>
              </w:rPr>
            </w:pPr>
          </w:p>
          <w:p w14:paraId="315DF4E4" w14:textId="2D64B6ED" w:rsidR="00515200" w:rsidRPr="00171408" w:rsidRDefault="00EB6C05">
            <w:pPr>
              <w:spacing w:after="0"/>
              <w:rPr>
                <w:rFonts w:ascii="Times New Roman" w:hAnsi="Times New Roman"/>
                <w:lang w:val="kl-GL"/>
              </w:rPr>
            </w:pPr>
            <w:r w:rsidRPr="00171408">
              <w:rPr>
                <w:rFonts w:ascii="Times New Roman" w:hAnsi="Times New Roman" w:cs="Times New Roman"/>
                <w:b/>
                <w:lang w:val="kl-GL"/>
              </w:rPr>
              <w:t>20</w:t>
            </w:r>
            <w:r w:rsidR="00CE02F1" w:rsidRPr="00171408">
              <w:rPr>
                <w:rFonts w:ascii="Times New Roman" w:hAnsi="Times New Roman" w:cs="Times New Roman"/>
                <w:b/>
                <w:lang w:val="kl-GL"/>
              </w:rPr>
              <w:t>.</w:t>
            </w:r>
            <w:r w:rsidR="00CE02F1" w:rsidRPr="00171408">
              <w:rPr>
                <w:rFonts w:ascii="Times New Roman" w:eastAsia="Calibri" w:hAnsi="Times New Roman" w:cs="Times New Roman"/>
                <w:b/>
                <w:lang w:val="kl-GL"/>
              </w:rPr>
              <w:t xml:space="preserve"> </w:t>
            </w:r>
            <w:r w:rsidR="00CE02F1" w:rsidRPr="00171408">
              <w:rPr>
                <w:rFonts w:ascii="Times New Roman" w:eastAsia="Calibri" w:hAnsi="Times New Roman" w:cs="Times New Roman"/>
                <w:i/>
                <w:lang w:val="kl-GL"/>
              </w:rPr>
              <w:t xml:space="preserve">§ 49, imm. 2, oqaaseqatigiit </w:t>
            </w:r>
            <w:r w:rsidR="00FB55D7" w:rsidRPr="00171408">
              <w:rPr>
                <w:rFonts w:ascii="Times New Roman" w:eastAsia="Calibri" w:hAnsi="Times New Roman" w:cs="Times New Roman"/>
                <w:i/>
                <w:lang w:val="kl-GL"/>
              </w:rPr>
              <w:t>pingaju</w:t>
            </w:r>
            <w:r w:rsidR="00CE02F1" w:rsidRPr="00171408">
              <w:rPr>
                <w:rFonts w:ascii="Times New Roman" w:eastAsia="Calibri" w:hAnsi="Times New Roman" w:cs="Times New Roman"/>
                <w:i/>
                <w:lang w:val="kl-GL"/>
              </w:rPr>
              <w:t>at,</w:t>
            </w:r>
            <w:r w:rsidR="00CE02F1" w:rsidRPr="00171408">
              <w:rPr>
                <w:rFonts w:ascii="Times New Roman" w:eastAsia="Calibri" w:hAnsi="Times New Roman" w:cs="Times New Roman"/>
                <w:lang w:val="kl-GL"/>
              </w:rPr>
              <w:t xml:space="preserve"> atorunnaarsinneqassaaq.</w:t>
            </w:r>
          </w:p>
          <w:p w14:paraId="7C88AA76" w14:textId="77777777" w:rsidR="00515200" w:rsidRPr="00171408" w:rsidRDefault="00515200">
            <w:pPr>
              <w:spacing w:after="0"/>
              <w:rPr>
                <w:rFonts w:ascii="Times New Roman" w:eastAsia="Calibri" w:hAnsi="Times New Roman" w:cs="Times New Roman"/>
                <w:lang w:val="kl-GL"/>
              </w:rPr>
            </w:pPr>
          </w:p>
          <w:p w14:paraId="220076B1" w14:textId="77777777" w:rsidR="00515200" w:rsidRPr="00171408" w:rsidRDefault="00515200">
            <w:pPr>
              <w:spacing w:after="0"/>
              <w:rPr>
                <w:rFonts w:ascii="Times New Roman" w:eastAsia="Calibri" w:hAnsi="Times New Roman" w:cs="Times New Roman"/>
                <w:lang w:val="kl-GL"/>
              </w:rPr>
            </w:pPr>
          </w:p>
          <w:p w14:paraId="06D627AA" w14:textId="77777777" w:rsidR="00515200" w:rsidRPr="00171408" w:rsidRDefault="00515200">
            <w:pPr>
              <w:spacing w:after="0"/>
              <w:rPr>
                <w:rFonts w:ascii="Times New Roman" w:eastAsia="Calibri" w:hAnsi="Times New Roman" w:cs="Times New Roman"/>
                <w:lang w:val="kl-GL"/>
              </w:rPr>
            </w:pPr>
          </w:p>
          <w:p w14:paraId="60BC638C" w14:textId="77777777" w:rsidR="00515200" w:rsidRPr="00171408" w:rsidRDefault="00515200">
            <w:pPr>
              <w:spacing w:after="0"/>
              <w:rPr>
                <w:rFonts w:ascii="Times New Roman" w:hAnsi="Times New Roman" w:cs="Times New Roman"/>
                <w:b/>
                <w:lang w:val="kl-GL"/>
              </w:rPr>
            </w:pPr>
          </w:p>
          <w:p w14:paraId="3643D3F1" w14:textId="77777777" w:rsidR="00515200" w:rsidRPr="00171408" w:rsidRDefault="00515200">
            <w:pPr>
              <w:spacing w:after="0"/>
              <w:rPr>
                <w:rFonts w:ascii="Times New Roman" w:hAnsi="Times New Roman" w:cs="Times New Roman"/>
                <w:b/>
                <w:lang w:val="kl-GL"/>
              </w:rPr>
            </w:pPr>
          </w:p>
          <w:p w14:paraId="0FF78467" w14:textId="41A28519" w:rsidR="00515200" w:rsidRPr="00171408" w:rsidRDefault="00A404B1">
            <w:pPr>
              <w:spacing w:after="0"/>
              <w:rPr>
                <w:rFonts w:ascii="Times New Roman" w:hAnsi="Times New Roman"/>
                <w:lang w:val="kl-GL"/>
              </w:rPr>
            </w:pPr>
            <w:r w:rsidRPr="00171408">
              <w:rPr>
                <w:rFonts w:ascii="Times New Roman" w:hAnsi="Times New Roman" w:cs="Times New Roman"/>
                <w:b/>
                <w:lang w:val="kl-GL"/>
              </w:rPr>
              <w:t>2</w:t>
            </w:r>
            <w:r w:rsidR="00CE02F1" w:rsidRPr="00171408">
              <w:rPr>
                <w:rFonts w:ascii="Times New Roman" w:hAnsi="Times New Roman" w:cs="Times New Roman"/>
                <w:b/>
                <w:lang w:val="kl-GL"/>
              </w:rPr>
              <w:t>1</w:t>
            </w:r>
            <w:r w:rsidR="00CE02F1" w:rsidRPr="00171408">
              <w:rPr>
                <w:rFonts w:ascii="Times New Roman" w:eastAsia="Calibri" w:hAnsi="Times New Roman" w:cs="Times New Roman"/>
                <w:b/>
                <w:lang w:val="kl-GL"/>
              </w:rPr>
              <w:t xml:space="preserve">. </w:t>
            </w:r>
            <w:r w:rsidR="00CE02F1" w:rsidRPr="00171408">
              <w:rPr>
                <w:rFonts w:ascii="Times New Roman" w:eastAsia="Calibri" w:hAnsi="Times New Roman" w:cs="Times New Roman"/>
                <w:i/>
                <w:iCs/>
                <w:lang w:val="kl-GL"/>
              </w:rPr>
              <w:t>§ 49</w:t>
            </w:r>
            <w:r w:rsidR="00CE02F1" w:rsidRPr="00171408">
              <w:rPr>
                <w:rFonts w:ascii="Times New Roman" w:eastAsia="Calibri" w:hAnsi="Times New Roman" w:cs="Times New Roman"/>
                <w:lang w:val="kl-GL"/>
              </w:rPr>
              <w:t>-mi</w:t>
            </w:r>
            <w:r w:rsidR="00CE02F1" w:rsidRPr="00171408">
              <w:rPr>
                <w:rFonts w:ascii="Times New Roman" w:eastAsia="Calibri" w:hAnsi="Times New Roman" w:cs="Times New Roman"/>
                <w:i/>
                <w:iCs/>
                <w:lang w:val="kl-GL"/>
              </w:rPr>
              <w:t xml:space="preserve"> </w:t>
            </w:r>
            <w:r w:rsidR="00CE02F1" w:rsidRPr="00171408">
              <w:rPr>
                <w:rFonts w:ascii="Times New Roman" w:eastAsia="Calibri" w:hAnsi="Times New Roman" w:cs="Times New Roman"/>
                <w:lang w:val="kl-GL"/>
              </w:rPr>
              <w:t>imm. 3-p kingorna immikkoortutut nutaatut ikkunneqassaaq:</w:t>
            </w:r>
          </w:p>
          <w:p w14:paraId="259F2B6D" w14:textId="38483BC3" w:rsidR="00515200" w:rsidRPr="00171408" w:rsidRDefault="00CE02F1">
            <w:pPr>
              <w:spacing w:after="0"/>
              <w:rPr>
                <w:lang w:val="kl-GL"/>
              </w:rPr>
            </w:pPr>
            <w:r w:rsidRPr="00171408">
              <w:rPr>
                <w:rFonts w:ascii="Times New Roman" w:hAnsi="Times New Roman" w:cs="Times New Roman"/>
                <w:lang w:val="kl-GL"/>
              </w:rPr>
              <w:t>»</w:t>
            </w:r>
            <w:r w:rsidRPr="00171408">
              <w:rPr>
                <w:rFonts w:ascii="Times New Roman" w:hAnsi="Times New Roman" w:cs="Times New Roman"/>
                <w:i/>
                <w:iCs/>
                <w:lang w:val="kl-GL"/>
              </w:rPr>
              <w:t>Imm. 4.</w:t>
            </w:r>
            <w:r w:rsidRPr="00171408">
              <w:rPr>
                <w:rFonts w:ascii="Times New Roman" w:hAnsi="Times New Roman" w:cs="Times New Roman"/>
                <w:i/>
                <w:lang w:val="kl-GL"/>
              </w:rPr>
              <w:t xml:space="preserve"> </w:t>
            </w:r>
            <w:r w:rsidR="009472EA" w:rsidRPr="00171408">
              <w:rPr>
                <w:rFonts w:ascii="Times New Roman" w:hAnsi="Times New Roman" w:cs="Times New Roman"/>
                <w:lang w:val="kl-GL"/>
              </w:rPr>
              <w:t>Ankestyrelsip inatsit manna malillugu sulianik ingerlatsinerani inatsisitigut isumannaatsuuneq aamma inunnik isumaginninnermi allaffissorneq pillugit inatsimmi kapitali 9 kiisalu §§ 68 aamma 70 atuutissapput, imaassimanngippat inatsisip matuma alla kingunerigaa.«</w:t>
            </w:r>
          </w:p>
          <w:p w14:paraId="6651BD6D" w14:textId="77777777" w:rsidR="00515200" w:rsidRPr="00171408" w:rsidRDefault="00515200">
            <w:pPr>
              <w:spacing w:after="0"/>
              <w:rPr>
                <w:rFonts w:ascii="Times New Roman" w:hAnsi="Times New Roman" w:cs="Times New Roman"/>
                <w:lang w:val="kl-GL"/>
              </w:rPr>
            </w:pPr>
          </w:p>
          <w:p w14:paraId="68DCEDB7" w14:textId="77777777" w:rsidR="00515200" w:rsidRPr="00171408" w:rsidRDefault="00CE02F1">
            <w:pPr>
              <w:spacing w:after="0"/>
              <w:rPr>
                <w:rFonts w:ascii="Times New Roman" w:hAnsi="Times New Roman"/>
                <w:lang w:val="kl-GL"/>
              </w:rPr>
            </w:pPr>
            <w:r w:rsidRPr="00171408">
              <w:rPr>
                <w:rFonts w:ascii="Times New Roman" w:eastAsia="Calibri" w:hAnsi="Times New Roman" w:cs="Times New Roman"/>
                <w:lang w:val="kl-GL"/>
              </w:rPr>
              <w:t>Imm. 4-8 tamatuma kingorna imm. 5-9-nngussapput.</w:t>
            </w:r>
          </w:p>
        </w:tc>
      </w:tr>
      <w:tr w:rsidR="00515200" w:rsidRPr="00940819" w14:paraId="6C9B3802" w14:textId="77777777">
        <w:tc>
          <w:tcPr>
            <w:tcW w:w="4361" w:type="dxa"/>
            <w:tcBorders>
              <w:top w:val="nil"/>
              <w:left w:val="nil"/>
              <w:bottom w:val="nil"/>
              <w:right w:val="nil"/>
            </w:tcBorders>
            <w:shd w:val="clear" w:color="auto" w:fill="auto"/>
          </w:tcPr>
          <w:p w14:paraId="38B2A5C3" w14:textId="77777777" w:rsidR="00515200" w:rsidRPr="00171408" w:rsidRDefault="00515200">
            <w:pPr>
              <w:spacing w:after="0"/>
              <w:rPr>
                <w:rFonts w:ascii="Times New Roman" w:hAnsi="Times New Roman" w:cs="Times New Roman"/>
                <w:b/>
                <w:iCs/>
                <w:lang w:val="kl-GL"/>
              </w:rPr>
            </w:pPr>
          </w:p>
        </w:tc>
        <w:tc>
          <w:tcPr>
            <w:tcW w:w="563" w:type="dxa"/>
            <w:tcBorders>
              <w:top w:val="nil"/>
              <w:left w:val="nil"/>
              <w:bottom w:val="nil"/>
              <w:right w:val="nil"/>
            </w:tcBorders>
            <w:shd w:val="clear" w:color="auto" w:fill="auto"/>
          </w:tcPr>
          <w:p w14:paraId="388DEF73" w14:textId="77777777" w:rsidR="00515200" w:rsidRPr="00171408" w:rsidRDefault="00515200">
            <w:pPr>
              <w:spacing w:after="0"/>
              <w:jc w:val="both"/>
              <w:rPr>
                <w:rFonts w:ascii="Times New Roman" w:hAnsi="Times New Roman" w:cs="Times New Roman"/>
                <w:lang w:val="kl-GL"/>
              </w:rPr>
            </w:pPr>
          </w:p>
        </w:tc>
        <w:tc>
          <w:tcPr>
            <w:tcW w:w="4682" w:type="dxa"/>
            <w:tcBorders>
              <w:top w:val="nil"/>
              <w:left w:val="nil"/>
              <w:bottom w:val="nil"/>
              <w:right w:val="nil"/>
            </w:tcBorders>
            <w:shd w:val="clear" w:color="auto" w:fill="auto"/>
          </w:tcPr>
          <w:p w14:paraId="3827DECD" w14:textId="77777777" w:rsidR="00515200" w:rsidRPr="00171408" w:rsidRDefault="00515200">
            <w:pPr>
              <w:spacing w:after="0"/>
              <w:rPr>
                <w:rFonts w:ascii="Times New Roman" w:eastAsia="Calibri" w:hAnsi="Times New Roman" w:cs="Times New Roman"/>
                <w:lang w:val="kl-GL"/>
              </w:rPr>
            </w:pPr>
          </w:p>
        </w:tc>
      </w:tr>
      <w:tr w:rsidR="00515200" w:rsidRPr="00940819" w14:paraId="01A5DEB8" w14:textId="77777777">
        <w:tc>
          <w:tcPr>
            <w:tcW w:w="4361" w:type="dxa"/>
            <w:tcBorders>
              <w:top w:val="nil"/>
              <w:left w:val="nil"/>
              <w:bottom w:val="nil"/>
              <w:right w:val="nil"/>
            </w:tcBorders>
            <w:shd w:val="clear" w:color="auto" w:fill="auto"/>
          </w:tcPr>
          <w:p w14:paraId="19C0A741" w14:textId="77777777" w:rsidR="00515200" w:rsidRPr="00171408" w:rsidRDefault="00CE02F1">
            <w:pPr>
              <w:spacing w:after="0"/>
              <w:rPr>
                <w:rFonts w:ascii="Times New Roman" w:hAnsi="Times New Roman"/>
                <w:lang w:val="kl-GL"/>
              </w:rPr>
            </w:pPr>
            <w:r w:rsidRPr="00171408">
              <w:rPr>
                <w:rFonts w:ascii="Times New Roman" w:hAnsi="Times New Roman" w:cs="Times New Roman"/>
                <w:i/>
                <w:iCs/>
                <w:lang w:val="kl-GL"/>
              </w:rPr>
              <w:t>Imm. 6</w:t>
            </w:r>
            <w:r w:rsidRPr="00171408">
              <w:rPr>
                <w:rFonts w:ascii="Times New Roman" w:hAnsi="Times New Roman" w:cs="Times New Roman"/>
                <w:iCs/>
                <w:lang w:val="kl-GL"/>
              </w:rPr>
              <w:t xml:space="preserve">. Ankestyrelsi imm. 1 naapertorlugu naammagittaalliuummik suliaqartinnagu </w:t>
            </w:r>
            <w:r w:rsidRPr="00171408">
              <w:rPr>
                <w:rFonts w:ascii="Times New Roman" w:hAnsi="Times New Roman" w:cs="Times New Roman"/>
                <w:iCs/>
                <w:lang w:val="kl-GL"/>
              </w:rPr>
              <w:lastRenderedPageBreak/>
              <w:t>Arbejdsmarkedets Erhvervs- sikringip nalilissavaa naammagittaalliortoq tamakkiisumik ilaannakuusumilluunniit tapersissallugu tunngavissa- qarnersoq. Taamaattumik naammagittaalliuut Arbejdsmarkedets Erhvervssikringimut nassiunneqassaaq.</w:t>
            </w:r>
          </w:p>
          <w:p w14:paraId="0EDD2C47" w14:textId="77777777" w:rsidR="00515200" w:rsidRPr="00171408" w:rsidRDefault="00515200">
            <w:pPr>
              <w:spacing w:after="0"/>
              <w:rPr>
                <w:rFonts w:ascii="Times New Roman" w:hAnsi="Times New Roman" w:cs="Times New Roman"/>
                <w:i/>
                <w:lang w:val="kl-GL"/>
              </w:rPr>
            </w:pPr>
          </w:p>
          <w:p w14:paraId="55F85418" w14:textId="77777777" w:rsidR="00515200" w:rsidRPr="00171408" w:rsidRDefault="00CE02F1">
            <w:pPr>
              <w:spacing w:after="0"/>
              <w:rPr>
                <w:rFonts w:ascii="Times New Roman" w:hAnsi="Times New Roman"/>
                <w:lang w:val="kl-GL"/>
              </w:rPr>
            </w:pPr>
            <w:r w:rsidRPr="00171408">
              <w:rPr>
                <w:rFonts w:ascii="Times New Roman" w:hAnsi="Times New Roman" w:cs="Times New Roman"/>
                <w:i/>
                <w:lang w:val="kl-GL"/>
              </w:rPr>
              <w:t>Imm. 7-8. ---</w:t>
            </w:r>
          </w:p>
          <w:p w14:paraId="32BEEE51" w14:textId="77777777" w:rsidR="00515200" w:rsidRPr="00171408" w:rsidRDefault="00515200">
            <w:pPr>
              <w:spacing w:after="0"/>
              <w:rPr>
                <w:rFonts w:ascii="Times New Roman" w:hAnsi="Times New Roman" w:cs="Times New Roman"/>
                <w:i/>
                <w:lang w:val="kl-GL"/>
              </w:rPr>
            </w:pPr>
          </w:p>
          <w:p w14:paraId="61C96BD8" w14:textId="77777777" w:rsidR="00515200" w:rsidRPr="00171408" w:rsidRDefault="00CE02F1">
            <w:pPr>
              <w:spacing w:after="0"/>
              <w:rPr>
                <w:rFonts w:ascii="Times New Roman" w:hAnsi="Times New Roman"/>
                <w:lang w:val="kl-GL"/>
              </w:rPr>
            </w:pPr>
            <w:r w:rsidRPr="00171408">
              <w:rPr>
                <w:rFonts w:ascii="Times New Roman" w:hAnsi="Times New Roman" w:cs="Times New Roman"/>
                <w:b/>
                <w:lang w:val="kl-GL"/>
              </w:rPr>
              <w:t>§ 51.</w:t>
            </w:r>
            <w:r w:rsidRPr="00171408">
              <w:rPr>
                <w:rFonts w:ascii="Times New Roman" w:hAnsi="Times New Roman" w:cs="Times New Roman"/>
                <w:lang w:val="kl-GL"/>
              </w:rPr>
              <w:t xml:space="preserve"> ---</w:t>
            </w:r>
          </w:p>
          <w:p w14:paraId="073B362F" w14:textId="77777777" w:rsidR="00515200" w:rsidRPr="00171408" w:rsidRDefault="00515200">
            <w:pPr>
              <w:spacing w:after="0"/>
              <w:rPr>
                <w:rFonts w:ascii="Times New Roman" w:hAnsi="Times New Roman" w:cs="Times New Roman"/>
                <w:lang w:val="kl-GL"/>
              </w:rPr>
            </w:pPr>
          </w:p>
          <w:p w14:paraId="059A4E18" w14:textId="77777777" w:rsidR="00515200" w:rsidRPr="00171408" w:rsidRDefault="00515200">
            <w:pPr>
              <w:spacing w:after="0"/>
              <w:rPr>
                <w:rFonts w:ascii="Times New Roman" w:hAnsi="Times New Roman" w:cs="Times New Roman"/>
                <w:lang w:val="kl-GL"/>
              </w:rPr>
            </w:pPr>
          </w:p>
        </w:tc>
        <w:tc>
          <w:tcPr>
            <w:tcW w:w="563" w:type="dxa"/>
            <w:tcBorders>
              <w:top w:val="nil"/>
              <w:left w:val="nil"/>
              <w:bottom w:val="nil"/>
              <w:right w:val="nil"/>
            </w:tcBorders>
            <w:shd w:val="clear" w:color="auto" w:fill="auto"/>
          </w:tcPr>
          <w:p w14:paraId="0BB297DC" w14:textId="77777777" w:rsidR="00515200" w:rsidRPr="00171408" w:rsidRDefault="00515200">
            <w:pPr>
              <w:spacing w:after="0"/>
              <w:jc w:val="both"/>
              <w:rPr>
                <w:rFonts w:ascii="Times New Roman" w:hAnsi="Times New Roman" w:cs="Times New Roman"/>
                <w:lang w:val="kl-GL"/>
              </w:rPr>
            </w:pPr>
          </w:p>
        </w:tc>
        <w:tc>
          <w:tcPr>
            <w:tcW w:w="4682" w:type="dxa"/>
            <w:tcBorders>
              <w:top w:val="nil"/>
              <w:left w:val="nil"/>
              <w:bottom w:val="nil"/>
              <w:right w:val="nil"/>
            </w:tcBorders>
            <w:shd w:val="clear" w:color="auto" w:fill="auto"/>
          </w:tcPr>
          <w:p w14:paraId="0D82452F" w14:textId="1F2C27C5" w:rsidR="00AB748F" w:rsidRPr="00171408" w:rsidRDefault="008F480C" w:rsidP="00AB748F">
            <w:pPr>
              <w:spacing w:after="0"/>
              <w:rPr>
                <w:rFonts w:ascii="Times New Roman" w:eastAsia="Calibri" w:hAnsi="Times New Roman" w:cs="Times New Roman"/>
                <w:color w:val="000000"/>
                <w:lang w:val="kl-GL"/>
              </w:rPr>
            </w:pPr>
            <w:r w:rsidRPr="00171408">
              <w:rPr>
                <w:rFonts w:ascii="Times New Roman" w:hAnsi="Times New Roman" w:cs="Times New Roman"/>
                <w:b/>
                <w:lang w:val="kl-GL"/>
              </w:rPr>
              <w:t>22</w:t>
            </w:r>
            <w:r w:rsidR="00CE02F1" w:rsidRPr="00171408">
              <w:rPr>
                <w:rFonts w:ascii="Times New Roman" w:hAnsi="Times New Roman" w:cs="Times New Roman"/>
                <w:b/>
                <w:lang w:val="kl-GL"/>
              </w:rPr>
              <w:t>.</w:t>
            </w:r>
            <w:r w:rsidR="00CE02F1" w:rsidRPr="00171408">
              <w:rPr>
                <w:rFonts w:ascii="Times New Roman" w:hAnsi="Times New Roman" w:cs="Times New Roman"/>
                <w:lang w:val="kl-GL"/>
              </w:rPr>
              <w:t xml:space="preserve"> </w:t>
            </w:r>
            <w:r w:rsidR="00CE02F1" w:rsidRPr="00171408">
              <w:rPr>
                <w:rFonts w:ascii="Times New Roman" w:eastAsia="Calibri" w:hAnsi="Times New Roman" w:cs="Times New Roman"/>
                <w:i/>
                <w:lang w:val="kl-GL"/>
              </w:rPr>
              <w:t>§ 49, imm. 6</w:t>
            </w:r>
            <w:r w:rsidR="00CE02F1" w:rsidRPr="00171408">
              <w:rPr>
                <w:rFonts w:ascii="Times New Roman" w:eastAsia="Calibri" w:hAnsi="Times New Roman" w:cs="Times New Roman"/>
                <w:lang w:val="kl-GL"/>
              </w:rPr>
              <w:t>-mi</w:t>
            </w:r>
            <w:r w:rsidR="00CE02F1" w:rsidRPr="00171408">
              <w:rPr>
                <w:rFonts w:ascii="Times New Roman" w:eastAsia="Calibri" w:hAnsi="Times New Roman" w:cs="Times New Roman"/>
                <w:i/>
                <w:lang w:val="kl-GL"/>
              </w:rPr>
              <w:t xml:space="preserve">, </w:t>
            </w:r>
            <w:r w:rsidR="00CE02F1" w:rsidRPr="00171408">
              <w:rPr>
                <w:rFonts w:ascii="Times New Roman" w:eastAsia="Calibri" w:hAnsi="Times New Roman" w:cs="Times New Roman"/>
                <w:lang w:val="kl-GL"/>
              </w:rPr>
              <w:t>imm. 7-nngortussami,</w:t>
            </w:r>
            <w:r w:rsidR="00CE02F1" w:rsidRPr="00171408">
              <w:rPr>
                <w:rFonts w:ascii="Times New Roman" w:eastAsia="Calibri" w:hAnsi="Times New Roman" w:cs="Times New Roman"/>
                <w:i/>
                <w:lang w:val="kl-GL"/>
              </w:rPr>
              <w:t xml:space="preserve"> </w:t>
            </w:r>
            <w:r w:rsidR="00AB748F" w:rsidRPr="00171408">
              <w:rPr>
                <w:rFonts w:ascii="Times New Roman" w:eastAsia="Calibri" w:hAnsi="Times New Roman" w:cs="Times New Roman"/>
                <w:color w:val="000000"/>
                <w:lang w:val="kl-GL"/>
              </w:rPr>
              <w:t>oqaaseqatigiit pingajuattut ikkunneqassaaq:</w:t>
            </w:r>
          </w:p>
          <w:p w14:paraId="5D787BAE" w14:textId="7304D4DC" w:rsidR="00515200" w:rsidRPr="00171408" w:rsidRDefault="00AB748F" w:rsidP="00AB748F">
            <w:pPr>
              <w:spacing w:after="0"/>
              <w:rPr>
                <w:rFonts w:ascii="Times New Roman" w:hAnsi="Times New Roman"/>
                <w:lang w:val="kl-GL"/>
              </w:rPr>
            </w:pPr>
            <w:r w:rsidRPr="00171408">
              <w:rPr>
                <w:rFonts w:ascii="Times New Roman" w:eastAsia="Calibri" w:hAnsi="Times New Roman" w:cs="Times New Roman"/>
                <w:color w:val="000000"/>
                <w:lang w:val="kl-GL"/>
              </w:rPr>
              <w:lastRenderedPageBreak/>
              <w:t>»Nalilersuinermi Arbejdsmarkedets Erhvervssikringip aalajangiinermini isummerfigisinnaavai immikkuualuttut piviusunik tunngavillit aamma inatsisinut tunngasut kiisalu missiliuussinerit.«</w:t>
            </w:r>
          </w:p>
          <w:p w14:paraId="722DBB38" w14:textId="77777777" w:rsidR="00515200" w:rsidRPr="00171408" w:rsidRDefault="00515200">
            <w:pPr>
              <w:spacing w:after="0"/>
              <w:rPr>
                <w:rFonts w:ascii="Times New Roman" w:hAnsi="Times New Roman" w:cs="Times New Roman"/>
                <w:lang w:val="kl-GL"/>
              </w:rPr>
            </w:pPr>
          </w:p>
          <w:p w14:paraId="5F743A98" w14:textId="77777777" w:rsidR="00515200" w:rsidRPr="00171408" w:rsidRDefault="00515200">
            <w:pPr>
              <w:spacing w:after="0"/>
              <w:rPr>
                <w:rFonts w:ascii="Times New Roman" w:hAnsi="Times New Roman" w:cs="Times New Roman"/>
                <w:b/>
                <w:lang w:val="kl-GL"/>
              </w:rPr>
            </w:pPr>
          </w:p>
          <w:p w14:paraId="08F8BEC0" w14:textId="77777777" w:rsidR="00515200" w:rsidRPr="00171408" w:rsidRDefault="00515200">
            <w:pPr>
              <w:spacing w:after="0"/>
              <w:rPr>
                <w:rFonts w:ascii="Times New Roman" w:hAnsi="Times New Roman" w:cs="Times New Roman"/>
                <w:b/>
                <w:lang w:val="kl-GL"/>
              </w:rPr>
            </w:pPr>
          </w:p>
          <w:p w14:paraId="49BA83F2" w14:textId="77777777" w:rsidR="00515200" w:rsidRPr="00171408" w:rsidRDefault="00515200">
            <w:pPr>
              <w:spacing w:after="0"/>
              <w:rPr>
                <w:rFonts w:ascii="Times New Roman" w:hAnsi="Times New Roman" w:cs="Times New Roman"/>
                <w:b/>
                <w:lang w:val="kl-GL"/>
              </w:rPr>
            </w:pPr>
          </w:p>
          <w:p w14:paraId="1364BD99" w14:textId="77777777" w:rsidR="00515200" w:rsidRPr="00171408" w:rsidRDefault="00515200">
            <w:pPr>
              <w:spacing w:after="0"/>
              <w:rPr>
                <w:rFonts w:ascii="Times New Roman" w:hAnsi="Times New Roman" w:cs="Times New Roman"/>
                <w:b/>
                <w:lang w:val="kl-GL"/>
              </w:rPr>
            </w:pPr>
          </w:p>
          <w:p w14:paraId="1ACA5287" w14:textId="77777777" w:rsidR="00515200" w:rsidRPr="00171408" w:rsidRDefault="00515200">
            <w:pPr>
              <w:spacing w:after="0"/>
              <w:rPr>
                <w:rFonts w:ascii="Times New Roman" w:hAnsi="Times New Roman" w:cs="Times New Roman"/>
                <w:b/>
                <w:lang w:val="kl-GL"/>
              </w:rPr>
            </w:pPr>
          </w:p>
          <w:p w14:paraId="5ECCC481" w14:textId="019D4B0C" w:rsidR="00515200" w:rsidRPr="00171408" w:rsidRDefault="00CE02F1">
            <w:pPr>
              <w:spacing w:after="0"/>
              <w:rPr>
                <w:rFonts w:ascii="Times New Roman" w:hAnsi="Times New Roman"/>
                <w:lang w:val="kl-GL"/>
              </w:rPr>
            </w:pPr>
            <w:r w:rsidRPr="00171408">
              <w:rPr>
                <w:rFonts w:ascii="Times New Roman" w:hAnsi="Times New Roman" w:cs="Times New Roman"/>
                <w:b/>
                <w:lang w:val="kl-GL"/>
              </w:rPr>
              <w:t>2</w:t>
            </w:r>
            <w:r w:rsidR="0002179D" w:rsidRPr="00171408">
              <w:rPr>
                <w:rFonts w:ascii="Times New Roman" w:hAnsi="Times New Roman" w:cs="Times New Roman"/>
                <w:b/>
                <w:lang w:val="kl-GL"/>
              </w:rPr>
              <w:t>3</w:t>
            </w:r>
            <w:r w:rsidRPr="00171408">
              <w:rPr>
                <w:rFonts w:ascii="Times New Roman" w:hAnsi="Times New Roman" w:cs="Times New Roman"/>
                <w:lang w:val="kl-GL"/>
              </w:rPr>
              <w:t xml:space="preserve">. </w:t>
            </w:r>
            <w:r w:rsidRPr="00171408">
              <w:rPr>
                <w:rFonts w:ascii="Times New Roman" w:hAnsi="Times New Roman" w:cs="Times New Roman"/>
                <w:i/>
                <w:iCs/>
                <w:lang w:val="kl-GL"/>
              </w:rPr>
              <w:t>§ 51</w:t>
            </w:r>
            <w:r w:rsidRPr="00171408">
              <w:rPr>
                <w:rFonts w:ascii="Times New Roman" w:hAnsi="Times New Roman" w:cs="Times New Roman"/>
                <w:lang w:val="kl-GL"/>
              </w:rPr>
              <w:t>-imi</w:t>
            </w:r>
            <w:r w:rsidRPr="00171408">
              <w:rPr>
                <w:rFonts w:ascii="Times New Roman" w:hAnsi="Times New Roman" w:cs="Times New Roman"/>
                <w:iCs/>
                <w:lang w:val="kl-GL"/>
              </w:rPr>
              <w:t xml:space="preserve"> </w:t>
            </w:r>
            <w:r w:rsidRPr="00171408">
              <w:rPr>
                <w:rFonts w:ascii="Times New Roman" w:hAnsi="Times New Roman" w:cs="Times New Roman"/>
                <w:i/>
                <w:iCs/>
                <w:lang w:val="kl-GL"/>
              </w:rPr>
              <w:t>imm. 2-</w:t>
            </w:r>
            <w:r w:rsidRPr="00171408">
              <w:rPr>
                <w:rFonts w:ascii="Times New Roman" w:hAnsi="Times New Roman" w:cs="Times New Roman"/>
                <w:lang w:val="kl-GL"/>
              </w:rPr>
              <w:t>tut ikkunneqassaaq:</w:t>
            </w:r>
          </w:p>
          <w:p w14:paraId="709B834B" w14:textId="66843E5E" w:rsidR="00515200" w:rsidRPr="00171408" w:rsidRDefault="00CE02F1">
            <w:pPr>
              <w:spacing w:after="0"/>
              <w:rPr>
                <w:rFonts w:ascii="Times New Roman" w:hAnsi="Times New Roman"/>
                <w:lang w:val="kl-GL"/>
              </w:rPr>
            </w:pPr>
            <w:r w:rsidRPr="00171408">
              <w:rPr>
                <w:rFonts w:ascii="Times New Roman" w:eastAsia="Calibri" w:hAnsi="Times New Roman" w:cs="Times New Roman"/>
                <w:lang w:val="kl-GL"/>
              </w:rPr>
              <w:t xml:space="preserve"> »</w:t>
            </w:r>
            <w:r w:rsidRPr="00171408">
              <w:rPr>
                <w:rFonts w:ascii="Times New Roman" w:eastAsia="Calibri" w:hAnsi="Times New Roman" w:cs="Times New Roman"/>
                <w:i/>
                <w:iCs/>
                <w:lang w:val="kl-GL"/>
              </w:rPr>
              <w:t>Imm</w:t>
            </w:r>
            <w:r w:rsidRPr="00171408">
              <w:rPr>
                <w:rFonts w:ascii="Times New Roman" w:eastAsia="Calibri" w:hAnsi="Times New Roman" w:cs="Times New Roman"/>
                <w:i/>
                <w:lang w:val="kl-GL"/>
              </w:rPr>
              <w:t xml:space="preserve">. 2. </w:t>
            </w:r>
            <w:r w:rsidR="009A706E" w:rsidRPr="00171408">
              <w:rPr>
                <w:rFonts w:ascii="Times New Roman" w:eastAsia="Calibri" w:hAnsi="Times New Roman" w:cs="Times New Roman"/>
                <w:lang w:val="kl-GL"/>
              </w:rPr>
              <w:t>Ajoqusernermut sillimmasiisarfinnut Garantifondi § 49-mi taaneqartutut sulinermi ajutoornerit pillugit sulianik suliassanngortitseqqiisinnaavoq, ajoqusernermut sillimmasiisarfinnut Garantifondip, ajoqusernermut sillimmasiisarfinnut Garantifondi pillugu inatsit malillugu, ingerlataani.«</w:t>
            </w:r>
          </w:p>
          <w:p w14:paraId="1908CCCF" w14:textId="77777777" w:rsidR="00515200" w:rsidRPr="00171408" w:rsidRDefault="00515200">
            <w:pPr>
              <w:spacing w:after="0"/>
              <w:rPr>
                <w:rFonts w:ascii="Times New Roman" w:hAnsi="Times New Roman" w:cs="Times New Roman"/>
                <w:lang w:val="kl-GL"/>
              </w:rPr>
            </w:pPr>
          </w:p>
        </w:tc>
      </w:tr>
      <w:tr w:rsidR="00515200" w:rsidRPr="00171408" w14:paraId="2A484893" w14:textId="77777777">
        <w:trPr>
          <w:trHeight w:val="2515"/>
        </w:trPr>
        <w:tc>
          <w:tcPr>
            <w:tcW w:w="4361" w:type="dxa"/>
            <w:tcBorders>
              <w:top w:val="nil"/>
              <w:left w:val="nil"/>
              <w:bottom w:val="nil"/>
              <w:right w:val="nil"/>
            </w:tcBorders>
            <w:shd w:val="clear" w:color="auto" w:fill="auto"/>
          </w:tcPr>
          <w:p w14:paraId="535DF130" w14:textId="77777777" w:rsidR="00515200" w:rsidRPr="00171408" w:rsidRDefault="00515200">
            <w:pPr>
              <w:spacing w:after="0"/>
              <w:rPr>
                <w:rFonts w:ascii="Times New Roman" w:hAnsi="Times New Roman" w:cs="Times New Roman"/>
                <w:b/>
                <w:bCs/>
                <w:iCs/>
                <w:lang w:val="kl-GL"/>
              </w:rPr>
            </w:pPr>
          </w:p>
          <w:p w14:paraId="55FAAF0E" w14:textId="77777777" w:rsidR="00515200" w:rsidRPr="00171408" w:rsidRDefault="00CE02F1">
            <w:pPr>
              <w:spacing w:after="0"/>
              <w:rPr>
                <w:rFonts w:ascii="Times New Roman" w:hAnsi="Times New Roman"/>
                <w:lang w:val="kl-GL"/>
              </w:rPr>
            </w:pPr>
            <w:r w:rsidRPr="00171408">
              <w:rPr>
                <w:rFonts w:ascii="Times New Roman" w:hAnsi="Times New Roman" w:cs="Times New Roman"/>
                <w:b/>
                <w:bCs/>
                <w:iCs/>
                <w:lang w:val="kl-GL"/>
              </w:rPr>
              <w:t xml:space="preserve">§ </w:t>
            </w:r>
            <w:r w:rsidRPr="00171408">
              <w:rPr>
                <w:rFonts w:ascii="Times New Roman" w:hAnsi="Times New Roman" w:cs="Times New Roman"/>
                <w:b/>
                <w:lang w:val="kl-GL"/>
              </w:rPr>
              <w:t>52.</w:t>
            </w:r>
            <w:r w:rsidRPr="00171408">
              <w:rPr>
                <w:rFonts w:ascii="Times New Roman" w:hAnsi="Times New Roman" w:cs="Times New Roman"/>
                <w:lang w:val="kl-GL"/>
              </w:rPr>
              <w:t xml:space="preserve"> ---</w:t>
            </w:r>
          </w:p>
          <w:p w14:paraId="0D1A919E" w14:textId="77777777" w:rsidR="00515200" w:rsidRPr="00171408" w:rsidRDefault="00515200">
            <w:pPr>
              <w:spacing w:after="0"/>
              <w:rPr>
                <w:rFonts w:ascii="Times New Roman" w:hAnsi="Times New Roman" w:cs="Times New Roman"/>
                <w:i/>
                <w:iCs/>
                <w:lang w:val="kl-GL"/>
              </w:rPr>
            </w:pPr>
          </w:p>
          <w:p w14:paraId="4F511298" w14:textId="5A4040D5" w:rsidR="00515200" w:rsidRPr="00171408" w:rsidRDefault="00CE02F1">
            <w:pPr>
              <w:spacing w:after="0"/>
              <w:rPr>
                <w:rFonts w:ascii="Times New Roman" w:hAnsi="Times New Roman"/>
                <w:lang w:val="kl-GL"/>
              </w:rPr>
            </w:pPr>
            <w:r w:rsidRPr="00171408">
              <w:rPr>
                <w:rFonts w:ascii="Times New Roman" w:hAnsi="Times New Roman" w:cs="Times New Roman"/>
                <w:i/>
                <w:iCs/>
                <w:lang w:val="kl-GL"/>
              </w:rPr>
              <w:t>Imm. 6</w:t>
            </w:r>
            <w:r w:rsidRPr="00171408">
              <w:rPr>
                <w:rFonts w:ascii="Times New Roman" w:hAnsi="Times New Roman" w:cs="Times New Roman"/>
                <w:iCs/>
                <w:lang w:val="kl-GL"/>
              </w:rPr>
              <w:t xml:space="preserve">. [….] Sulisorisat taakku sulisillutik ajoqusernerini aningaasartuutit Arbejdsmarkedets Erhvervssikringimit siumoortumik tunniunneqassapput, qaammatisiutillu malillugit ukiuni tamani sillimmasiisarfinnut </w:t>
            </w:r>
            <w:r w:rsidR="005E0E6B" w:rsidRPr="00171408">
              <w:rPr>
                <w:rFonts w:ascii="Times New Roman" w:hAnsi="Times New Roman" w:cs="Times New Roman"/>
                <w:iCs/>
                <w:lang w:val="kl-GL"/>
              </w:rPr>
              <w:t>sulinermi</w:t>
            </w:r>
            <w:r w:rsidRPr="00171408">
              <w:rPr>
                <w:rFonts w:ascii="Times New Roman" w:hAnsi="Times New Roman" w:cs="Times New Roman"/>
                <w:iCs/>
                <w:lang w:val="kl-GL"/>
              </w:rPr>
              <w:t xml:space="preserve"> ajoqusernissamut sillimmasiiffiusartunut tamanut agguaanneqartassallutik. Aningaasartuutit Arbejdsmarkedets Erhvervssikringip Finanstilsyni suleqatigalugu, </w:t>
            </w:r>
            <w:r w:rsidR="005E0E6B" w:rsidRPr="00171408">
              <w:rPr>
                <w:rFonts w:ascii="Times New Roman" w:hAnsi="Times New Roman" w:cs="Times New Roman"/>
                <w:iCs/>
                <w:lang w:val="kl-GL"/>
              </w:rPr>
              <w:t>sulinermi</w:t>
            </w:r>
            <w:r w:rsidRPr="00171408">
              <w:rPr>
                <w:rFonts w:ascii="Times New Roman" w:hAnsi="Times New Roman" w:cs="Times New Roman"/>
                <w:iCs/>
                <w:lang w:val="kl-GL"/>
              </w:rPr>
              <w:t xml:space="preserve"> ajoqusersinnaanermut isumannaarineq pillugu inatsimmi § 48, imm. 6, oqaaseqatigiit pingajuat naapertorlugu maleruagassiai naapertorlugit agguaanneqartassapput. [….]</w:t>
            </w:r>
          </w:p>
          <w:p w14:paraId="744333E5" w14:textId="77777777" w:rsidR="00515200" w:rsidRPr="00171408" w:rsidRDefault="00515200">
            <w:pPr>
              <w:spacing w:after="0"/>
              <w:rPr>
                <w:rFonts w:ascii="Times New Roman" w:hAnsi="Times New Roman" w:cs="Times New Roman"/>
                <w:lang w:val="kl-GL"/>
              </w:rPr>
            </w:pPr>
          </w:p>
          <w:p w14:paraId="512AE0DC" w14:textId="77777777" w:rsidR="00515200" w:rsidRPr="00171408" w:rsidRDefault="00515200">
            <w:pPr>
              <w:spacing w:after="0"/>
              <w:rPr>
                <w:rFonts w:ascii="Times New Roman" w:hAnsi="Times New Roman" w:cs="Times New Roman"/>
                <w:b/>
                <w:lang w:val="kl-GL"/>
              </w:rPr>
            </w:pPr>
          </w:p>
          <w:p w14:paraId="75013DBF" w14:textId="77777777" w:rsidR="00515200" w:rsidRPr="00171408" w:rsidRDefault="00515200">
            <w:pPr>
              <w:spacing w:after="0"/>
              <w:rPr>
                <w:rFonts w:ascii="Times New Roman" w:hAnsi="Times New Roman" w:cs="Times New Roman"/>
                <w:b/>
                <w:lang w:val="kl-GL"/>
              </w:rPr>
            </w:pPr>
          </w:p>
          <w:p w14:paraId="4BAAC2D2" w14:textId="77777777" w:rsidR="00515200" w:rsidRPr="00171408" w:rsidRDefault="00515200">
            <w:pPr>
              <w:spacing w:after="0"/>
              <w:rPr>
                <w:rFonts w:ascii="Times New Roman" w:hAnsi="Times New Roman" w:cs="Times New Roman"/>
                <w:b/>
                <w:lang w:val="kl-GL"/>
              </w:rPr>
            </w:pPr>
          </w:p>
          <w:p w14:paraId="7100C4A2" w14:textId="77777777" w:rsidR="00515200" w:rsidRPr="00171408" w:rsidRDefault="00515200">
            <w:pPr>
              <w:spacing w:after="0"/>
              <w:rPr>
                <w:rFonts w:ascii="Times New Roman" w:hAnsi="Times New Roman" w:cs="Times New Roman"/>
                <w:b/>
                <w:lang w:val="kl-GL"/>
              </w:rPr>
            </w:pPr>
          </w:p>
          <w:p w14:paraId="45846C98" w14:textId="77777777" w:rsidR="00515200" w:rsidRPr="00171408" w:rsidRDefault="00515200">
            <w:pPr>
              <w:spacing w:after="0"/>
              <w:rPr>
                <w:rFonts w:ascii="Times New Roman" w:hAnsi="Times New Roman" w:cs="Times New Roman"/>
                <w:b/>
                <w:lang w:val="kl-GL"/>
              </w:rPr>
            </w:pPr>
          </w:p>
          <w:p w14:paraId="0446D2DF" w14:textId="77777777" w:rsidR="00515200" w:rsidRPr="00171408" w:rsidRDefault="00515200">
            <w:pPr>
              <w:spacing w:after="0"/>
              <w:rPr>
                <w:rFonts w:ascii="Times New Roman" w:hAnsi="Times New Roman" w:cs="Times New Roman"/>
                <w:b/>
                <w:lang w:val="kl-GL"/>
              </w:rPr>
            </w:pPr>
          </w:p>
          <w:p w14:paraId="2C146BB6" w14:textId="77777777" w:rsidR="00515200" w:rsidRPr="00171408" w:rsidRDefault="00515200">
            <w:pPr>
              <w:spacing w:after="0"/>
              <w:rPr>
                <w:rFonts w:ascii="Times New Roman" w:hAnsi="Times New Roman" w:cs="Times New Roman"/>
                <w:b/>
                <w:lang w:val="kl-GL"/>
              </w:rPr>
            </w:pPr>
          </w:p>
          <w:p w14:paraId="4D5ACE46" w14:textId="77777777" w:rsidR="008E2292" w:rsidRPr="00171408" w:rsidRDefault="008E2292">
            <w:pPr>
              <w:spacing w:after="0"/>
              <w:rPr>
                <w:rFonts w:ascii="Times New Roman" w:hAnsi="Times New Roman" w:cs="Times New Roman"/>
                <w:b/>
                <w:lang w:val="kl-GL"/>
              </w:rPr>
            </w:pPr>
          </w:p>
          <w:p w14:paraId="63F3CEFD" w14:textId="77777777" w:rsidR="008E2292" w:rsidRPr="00171408" w:rsidRDefault="008E2292">
            <w:pPr>
              <w:spacing w:after="0"/>
              <w:rPr>
                <w:rFonts w:ascii="Times New Roman" w:hAnsi="Times New Roman" w:cs="Times New Roman"/>
                <w:b/>
                <w:lang w:val="kl-GL"/>
              </w:rPr>
            </w:pPr>
          </w:p>
          <w:p w14:paraId="6F15A950" w14:textId="77777777" w:rsidR="00515200" w:rsidRPr="00171408" w:rsidRDefault="00CE02F1">
            <w:pPr>
              <w:spacing w:after="0"/>
              <w:rPr>
                <w:rFonts w:ascii="Times New Roman" w:hAnsi="Times New Roman"/>
                <w:lang w:val="kl-GL"/>
              </w:rPr>
            </w:pPr>
            <w:r w:rsidRPr="00171408">
              <w:rPr>
                <w:rFonts w:ascii="Times New Roman" w:hAnsi="Times New Roman" w:cs="Times New Roman"/>
                <w:b/>
                <w:lang w:val="kl-GL"/>
              </w:rPr>
              <w:t>§ 56.</w:t>
            </w:r>
            <w:r w:rsidRPr="00171408">
              <w:rPr>
                <w:rFonts w:ascii="Times New Roman" w:hAnsi="Times New Roman" w:cs="Times New Roman"/>
                <w:lang w:val="kl-GL"/>
              </w:rPr>
              <w:t xml:space="preserve"> ---</w:t>
            </w:r>
          </w:p>
          <w:p w14:paraId="2D0D66C3" w14:textId="77777777" w:rsidR="00515200" w:rsidRPr="00171408" w:rsidRDefault="00515200">
            <w:pPr>
              <w:spacing w:after="0"/>
              <w:rPr>
                <w:rFonts w:ascii="Times New Roman" w:hAnsi="Times New Roman" w:cs="Times New Roman"/>
                <w:i/>
                <w:iCs/>
                <w:szCs w:val="20"/>
                <w:lang w:val="kl-GL"/>
              </w:rPr>
            </w:pPr>
          </w:p>
          <w:p w14:paraId="762C14B0" w14:textId="6E041301" w:rsidR="00515200" w:rsidRPr="00171408" w:rsidRDefault="00CE02F1">
            <w:pPr>
              <w:spacing w:after="0"/>
              <w:rPr>
                <w:rFonts w:ascii="Times New Roman" w:hAnsi="Times New Roman"/>
                <w:lang w:val="kl-GL"/>
              </w:rPr>
            </w:pPr>
            <w:r w:rsidRPr="00171408">
              <w:rPr>
                <w:rFonts w:ascii="Times New Roman" w:hAnsi="Times New Roman" w:cs="Times New Roman"/>
                <w:i/>
                <w:iCs/>
                <w:szCs w:val="20"/>
                <w:lang w:val="kl-GL"/>
              </w:rPr>
              <w:t xml:space="preserve">Imm. 4. </w:t>
            </w:r>
            <w:r w:rsidRPr="00171408">
              <w:rPr>
                <w:rFonts w:ascii="Times New Roman" w:hAnsi="Times New Roman" w:cs="Times New Roman"/>
                <w:lang w:val="kl-GL"/>
              </w:rPr>
              <w:t xml:space="preserve">Aningaasat Arbejdsmarkedets Erhvervssikringip imm. 1 naapertorlugu tunniussimasai § 52, imm. 6, oqaaseqatigiit </w:t>
            </w:r>
            <w:r w:rsidRPr="00171408">
              <w:rPr>
                <w:rFonts w:ascii="Times New Roman" w:hAnsi="Times New Roman" w:cs="Times New Roman"/>
                <w:lang w:val="kl-GL"/>
              </w:rPr>
              <w:lastRenderedPageBreak/>
              <w:t xml:space="preserve">aappaanni pingajuinilu maleruagassat naapertorlugit, aningaasanik imm. 2 naapertorlugu utertinneqarsimajunnartunik ilanngarlugit sillimmasiisarfinnut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ajoqusersinnaanermut sillimmasiiffiusartunut tamanut agguaanneqassapput.</w:t>
            </w:r>
          </w:p>
          <w:p w14:paraId="14229994" w14:textId="77777777" w:rsidR="00515200" w:rsidRPr="00171408" w:rsidRDefault="00515200">
            <w:pPr>
              <w:spacing w:after="0"/>
              <w:rPr>
                <w:rFonts w:ascii="Times New Roman" w:hAnsi="Times New Roman" w:cs="Times New Roman"/>
                <w:szCs w:val="20"/>
                <w:lang w:val="kl-GL"/>
              </w:rPr>
            </w:pPr>
          </w:p>
          <w:p w14:paraId="0E6A7D23" w14:textId="77777777" w:rsidR="00515200" w:rsidRPr="00171408" w:rsidRDefault="00CE02F1">
            <w:pPr>
              <w:spacing w:after="0"/>
              <w:rPr>
                <w:rFonts w:ascii="Times New Roman" w:hAnsi="Times New Roman"/>
                <w:lang w:val="kl-GL"/>
              </w:rPr>
            </w:pPr>
            <w:r w:rsidRPr="00171408">
              <w:rPr>
                <w:rFonts w:ascii="Times New Roman" w:hAnsi="Times New Roman" w:cs="Times New Roman"/>
                <w:i/>
                <w:szCs w:val="20"/>
                <w:lang w:val="kl-GL"/>
              </w:rPr>
              <w:t>Imm. 5. ---</w:t>
            </w:r>
          </w:p>
          <w:p w14:paraId="264F6E4D" w14:textId="77777777" w:rsidR="00515200" w:rsidRPr="00171408" w:rsidRDefault="00515200">
            <w:pPr>
              <w:spacing w:after="0"/>
              <w:rPr>
                <w:rFonts w:ascii="Times New Roman" w:hAnsi="Times New Roman" w:cs="Times New Roman"/>
                <w:i/>
                <w:szCs w:val="20"/>
                <w:lang w:val="kl-GL"/>
              </w:rPr>
            </w:pPr>
          </w:p>
          <w:p w14:paraId="5047377E" w14:textId="2D59EF39" w:rsidR="00515200" w:rsidRPr="00171408" w:rsidRDefault="00CE02F1">
            <w:pPr>
              <w:spacing w:after="0"/>
              <w:rPr>
                <w:rFonts w:ascii="Times New Roman" w:hAnsi="Times New Roman"/>
                <w:lang w:val="kl-GL"/>
              </w:rPr>
            </w:pPr>
            <w:r w:rsidRPr="00171408">
              <w:rPr>
                <w:rFonts w:ascii="Times New Roman" w:hAnsi="Times New Roman" w:cs="Times New Roman"/>
                <w:b/>
                <w:lang w:val="kl-GL"/>
              </w:rPr>
              <w:t xml:space="preserve">§ 59.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ajoqusersinnaanermut sillimmasiissutit aningaasarsiornermik ingerlataqarneq pillugu inatsimmi § 250, imm. 2 naapertorlugu imaluunniit aningaasarsiornermik ingerlataqarneq pillugu inatsisip Kalaallit Nunaanni atuutilernissaanik pillugu peeqqussut nr. 1252, 15. december 2004-meersumi § 275, imm. 2 naapertorlugu Arbejdsskadestyrelsimit aqutassanngortinneqarsimappata, ajoqusernerit, ullup sillimmasiisarfiup atorunnaarfiata kingornatigut sillimmasiisarfimmut nalunaarutigineqartut</w:t>
            </w:r>
            <w:r w:rsidRPr="00171408">
              <w:rPr>
                <w:rFonts w:ascii="Times New Roman" w:hAnsi="Times New Roman" w:cs="Times New Roman"/>
                <w:b/>
                <w:sz w:val="20"/>
                <w:szCs w:val="20"/>
                <w:lang w:val="kl-GL"/>
              </w:rPr>
              <w:t xml:space="preserve"> </w:t>
            </w:r>
            <w:r w:rsidRPr="00171408">
              <w:rPr>
                <w:rFonts w:ascii="Times New Roman" w:hAnsi="Times New Roman" w:cs="Times New Roman"/>
                <w:lang w:val="kl-GL"/>
              </w:rPr>
              <w:t xml:space="preserve">tamarmik Arbejdsmarkedets Erhvervssikringimut nassiunne- qassapput. Tamatumunnga peqatigitillugu aningaasaatit sillimmasiisarfiup, aningaasarsiornermik ingerlataqarneq pillugu inatsit naapertorlugu immikkoortissimasai, sillimmasiisarfiullu atorunnaarnerata nalaani inatsit naapertorlugu sillimmasiissutinut pigisaanut tunngasuusut Arbejdsmarkedets Erhvervssikringimut tunniunneqassapput. </w:t>
            </w:r>
          </w:p>
          <w:p w14:paraId="5728CD77" w14:textId="6C5C7ABE" w:rsidR="00515200" w:rsidRPr="00171408" w:rsidRDefault="00CE02F1">
            <w:pPr>
              <w:pStyle w:val="TextBody"/>
              <w:spacing w:after="283"/>
              <w:jc w:val="left"/>
              <w:rPr>
                <w:lang w:val="kl-GL"/>
              </w:rPr>
            </w:pPr>
            <w:r w:rsidRPr="00171408">
              <w:rPr>
                <w:rFonts w:ascii="Times New Roman,Italic" w:hAnsi="Times New Roman,Italic"/>
                <w:i/>
                <w:iCs/>
                <w:sz w:val="22"/>
                <w:szCs w:val="22"/>
                <w:lang w:val="kl-GL"/>
              </w:rPr>
              <w:t>Imm. 2.</w:t>
            </w:r>
            <w:r w:rsidRPr="00171408">
              <w:rPr>
                <w:rFonts w:ascii="Times New Roman,Italic" w:hAnsi="Times New Roman,Italic"/>
                <w:sz w:val="22"/>
                <w:szCs w:val="22"/>
                <w:lang w:val="kl-GL"/>
              </w:rPr>
              <w:t xml:space="preserve"> </w:t>
            </w:r>
            <w:r w:rsidRPr="00171408">
              <w:rPr>
                <w:rFonts w:ascii="Times New Roman" w:hAnsi="Times New Roman"/>
                <w:sz w:val="22"/>
                <w:szCs w:val="22"/>
                <w:lang w:val="kl-GL"/>
              </w:rPr>
              <w:t xml:space="preserve">Sillimmasiissutit aqunneqarnerannut atatillugu aningaasartuutit Arbejdsmarkedets Erhvervssikringimit siumoortumik tunniunneqartassapput, qaammatisiutillu malillugit ukiuni tamani sillimmasiisarfinnut, </w:t>
            </w:r>
            <w:r w:rsidR="005E0E6B" w:rsidRPr="00171408">
              <w:rPr>
                <w:rFonts w:ascii="Times New Roman" w:hAnsi="Times New Roman"/>
                <w:sz w:val="22"/>
                <w:szCs w:val="22"/>
                <w:lang w:val="kl-GL"/>
              </w:rPr>
              <w:t>sulinermi</w:t>
            </w:r>
            <w:r w:rsidRPr="00171408">
              <w:rPr>
                <w:rFonts w:ascii="Times New Roman" w:hAnsi="Times New Roman"/>
                <w:sz w:val="22"/>
                <w:szCs w:val="22"/>
                <w:lang w:val="kl-GL"/>
              </w:rPr>
              <w:t xml:space="preserve"> ajoqusersinnaanermut sillimmasiiffiusartunut tamanut, </w:t>
            </w:r>
            <w:r w:rsidR="005E0E6B" w:rsidRPr="00171408">
              <w:rPr>
                <w:rFonts w:ascii="Times New Roman" w:hAnsi="Times New Roman"/>
                <w:sz w:val="22"/>
                <w:szCs w:val="22"/>
                <w:lang w:val="kl-GL"/>
              </w:rPr>
              <w:t>sulinermi</w:t>
            </w:r>
            <w:r w:rsidRPr="00171408">
              <w:rPr>
                <w:rFonts w:ascii="Times New Roman" w:hAnsi="Times New Roman"/>
                <w:sz w:val="22"/>
                <w:szCs w:val="22"/>
                <w:lang w:val="kl-GL"/>
              </w:rPr>
              <w:t xml:space="preserve"> ajoqusersinnaanermut isumannaarineq pillugu inatsimmi § 48, imm. 6, oqaaseqatigiit aappaanni pingajuannilu maleruagassat naapertorlugit agguataarneqassallutik. Aningaasaatit tunniunneqarsimasut maleruagassat taakku malillugit agguataarneqassapput.</w:t>
            </w:r>
          </w:p>
          <w:p w14:paraId="535F2F43" w14:textId="77777777" w:rsidR="00515200" w:rsidRPr="00171408" w:rsidRDefault="00515200">
            <w:pPr>
              <w:spacing w:after="0"/>
              <w:rPr>
                <w:rFonts w:ascii="Times New Roman" w:hAnsi="Times New Roman" w:cs="Times New Roman"/>
                <w:szCs w:val="20"/>
                <w:lang w:val="kl-GL"/>
              </w:rPr>
            </w:pPr>
          </w:p>
          <w:p w14:paraId="05A4FFCD" w14:textId="77777777" w:rsidR="00515200" w:rsidRPr="00171408" w:rsidRDefault="00515200">
            <w:pPr>
              <w:spacing w:after="0"/>
              <w:rPr>
                <w:rFonts w:ascii="Times New Roman" w:hAnsi="Times New Roman" w:cs="Times New Roman"/>
                <w:b/>
                <w:lang w:val="kl-GL"/>
              </w:rPr>
            </w:pPr>
          </w:p>
          <w:p w14:paraId="25F60283" w14:textId="77777777" w:rsidR="00515200" w:rsidRPr="00171408" w:rsidRDefault="00CE02F1">
            <w:pPr>
              <w:spacing w:after="0"/>
              <w:rPr>
                <w:rFonts w:ascii="Times New Roman" w:hAnsi="Times New Roman"/>
                <w:lang w:val="kl-GL"/>
              </w:rPr>
            </w:pPr>
            <w:r w:rsidRPr="00171408">
              <w:rPr>
                <w:rFonts w:ascii="Times New Roman" w:hAnsi="Times New Roman" w:cs="Times New Roman"/>
                <w:b/>
                <w:lang w:val="kl-GL"/>
              </w:rPr>
              <w:t>§ 62.</w:t>
            </w:r>
            <w:r w:rsidRPr="00171408">
              <w:rPr>
                <w:rFonts w:ascii="Times New Roman" w:hAnsi="Times New Roman" w:cs="Times New Roman"/>
                <w:iCs/>
                <w:lang w:val="kl-GL"/>
              </w:rPr>
              <w:t xml:space="preserve"> ---</w:t>
            </w:r>
          </w:p>
          <w:p w14:paraId="69CB276A" w14:textId="77777777" w:rsidR="00515200" w:rsidRPr="00171408" w:rsidRDefault="00515200">
            <w:pPr>
              <w:spacing w:after="0"/>
              <w:rPr>
                <w:rFonts w:ascii="Times New Roman" w:hAnsi="Times New Roman" w:cs="Times New Roman"/>
                <w:i/>
                <w:iCs/>
                <w:szCs w:val="20"/>
                <w:lang w:val="kl-GL"/>
              </w:rPr>
            </w:pPr>
          </w:p>
          <w:p w14:paraId="31B406D1" w14:textId="77777777" w:rsidR="00515200" w:rsidRPr="00171408" w:rsidRDefault="00CE02F1">
            <w:pPr>
              <w:spacing w:after="0"/>
              <w:rPr>
                <w:rFonts w:ascii="Times New Roman" w:hAnsi="Times New Roman"/>
                <w:lang w:val="kl-GL"/>
              </w:rPr>
            </w:pPr>
            <w:r w:rsidRPr="00171408">
              <w:rPr>
                <w:rFonts w:ascii="Times New Roman" w:hAnsi="Times New Roman" w:cs="Times New Roman"/>
                <w:i/>
                <w:iCs/>
                <w:szCs w:val="20"/>
                <w:lang w:val="kl-GL"/>
              </w:rPr>
              <w:t xml:space="preserve">Imm. 4. </w:t>
            </w:r>
            <w:r w:rsidRPr="00171408">
              <w:rPr>
                <w:rFonts w:ascii="Times New Roman" w:hAnsi="Times New Roman" w:cs="Times New Roman"/>
                <w:lang w:val="kl-GL"/>
              </w:rPr>
              <w:t xml:space="preserve">Aningaasat Arbejdsmarkedets Erhvervssikringip imm. 1 naapertorlugu akilersimasai § 52, imm. 6, oqaaseqatigiit sisamaanni tallimaannilu maleruagassat naapertorlugit, aningaasat imm. 2 naapertorlugu utertitsissutaasimasinnaasut ilanngaatigalugit agguataarneqassapput. </w:t>
            </w:r>
          </w:p>
          <w:p w14:paraId="62765CAF" w14:textId="77777777" w:rsidR="00515200" w:rsidRPr="00171408" w:rsidRDefault="00515200">
            <w:pPr>
              <w:spacing w:after="0"/>
              <w:rPr>
                <w:rFonts w:ascii="Times New Roman" w:hAnsi="Times New Roman" w:cs="Times New Roman"/>
                <w:b/>
                <w:lang w:val="kl-GL"/>
              </w:rPr>
            </w:pPr>
          </w:p>
          <w:p w14:paraId="71CEA0D4" w14:textId="77777777" w:rsidR="00515200" w:rsidRPr="00171408" w:rsidRDefault="00CE02F1">
            <w:pPr>
              <w:spacing w:after="0"/>
              <w:rPr>
                <w:rFonts w:ascii="Times New Roman" w:hAnsi="Times New Roman"/>
                <w:lang w:val="kl-GL"/>
              </w:rPr>
            </w:pPr>
            <w:r w:rsidRPr="00171408">
              <w:rPr>
                <w:rFonts w:ascii="Times New Roman" w:hAnsi="Times New Roman" w:cs="Times New Roman"/>
                <w:i/>
                <w:lang w:val="kl-GL"/>
              </w:rPr>
              <w:t>Imm. 5. ---</w:t>
            </w:r>
          </w:p>
          <w:p w14:paraId="1EFCDD81" w14:textId="77777777" w:rsidR="00515200" w:rsidRPr="00171408" w:rsidRDefault="00515200">
            <w:pPr>
              <w:spacing w:after="0"/>
              <w:rPr>
                <w:rFonts w:ascii="Times New Roman" w:hAnsi="Times New Roman" w:cs="Times New Roman"/>
                <w:b/>
                <w:lang w:val="kl-GL"/>
              </w:rPr>
            </w:pPr>
          </w:p>
          <w:p w14:paraId="65CA5456" w14:textId="77777777" w:rsidR="00515200" w:rsidRPr="00171408" w:rsidRDefault="00CE02F1">
            <w:pPr>
              <w:spacing w:after="0"/>
              <w:rPr>
                <w:rFonts w:ascii="Times New Roman" w:hAnsi="Times New Roman"/>
                <w:lang w:val="kl-GL"/>
              </w:rPr>
            </w:pPr>
            <w:r w:rsidRPr="00171408">
              <w:rPr>
                <w:rFonts w:ascii="Times New Roman" w:hAnsi="Times New Roman" w:cs="Times New Roman"/>
                <w:b/>
                <w:lang w:val="kl-GL"/>
              </w:rPr>
              <w:t>§ 64. ---</w:t>
            </w:r>
          </w:p>
          <w:p w14:paraId="1E12431B" w14:textId="77777777" w:rsidR="00515200" w:rsidRPr="00171408" w:rsidRDefault="00515200">
            <w:pPr>
              <w:spacing w:after="0"/>
              <w:rPr>
                <w:rFonts w:ascii="Times New Roman" w:hAnsi="Times New Roman" w:cs="Times New Roman"/>
                <w:szCs w:val="20"/>
                <w:lang w:val="kl-GL"/>
              </w:rPr>
            </w:pPr>
          </w:p>
          <w:p w14:paraId="3DA530CF" w14:textId="77777777" w:rsidR="00515200" w:rsidRPr="00171408" w:rsidRDefault="00CE02F1">
            <w:pPr>
              <w:spacing w:after="0"/>
              <w:rPr>
                <w:rFonts w:ascii="Times New Roman" w:hAnsi="Times New Roman"/>
                <w:lang w:val="kl-GL"/>
              </w:rPr>
            </w:pPr>
            <w:r w:rsidRPr="00171408">
              <w:rPr>
                <w:rFonts w:ascii="Times New Roman" w:hAnsi="Times New Roman" w:cs="Times New Roman"/>
                <w:szCs w:val="20"/>
                <w:lang w:val="kl-GL"/>
              </w:rPr>
              <w:t>1) ---</w:t>
            </w:r>
          </w:p>
          <w:p w14:paraId="054E526A" w14:textId="77777777" w:rsidR="00515200" w:rsidRPr="00171408" w:rsidRDefault="00515200">
            <w:pPr>
              <w:spacing w:after="0"/>
              <w:rPr>
                <w:rFonts w:ascii="Times New Roman" w:hAnsi="Times New Roman" w:cs="Times New Roman"/>
                <w:szCs w:val="20"/>
                <w:lang w:val="kl-GL"/>
              </w:rPr>
            </w:pPr>
          </w:p>
          <w:p w14:paraId="28BC5E7D" w14:textId="32DDB93E" w:rsidR="00515200" w:rsidRPr="00171408" w:rsidRDefault="00CE02F1">
            <w:pPr>
              <w:spacing w:after="0"/>
              <w:rPr>
                <w:rFonts w:ascii="Times New Roman" w:hAnsi="Times New Roman"/>
                <w:lang w:val="kl-GL"/>
              </w:rPr>
            </w:pPr>
            <w:r w:rsidRPr="00171408">
              <w:rPr>
                <w:rFonts w:ascii="Times New Roman" w:hAnsi="Times New Roman" w:cs="Times New Roman"/>
                <w:szCs w:val="20"/>
                <w:lang w:val="kl-GL"/>
              </w:rPr>
              <w:t xml:space="preserve">2) </w:t>
            </w:r>
            <w:r w:rsidRPr="00171408">
              <w:rPr>
                <w:rFonts w:ascii="Times New Roman" w:hAnsi="Times New Roman" w:cs="Times New Roman"/>
                <w:lang w:val="kl-GL"/>
              </w:rPr>
              <w:t>Inuussutissarsiornermi nappaatigilikkat nalunaarutigineqartut pillugit suliat eqqarsaatigalugit inuussutissarsi</w:t>
            </w:r>
            <w:r w:rsidRPr="00171408">
              <w:rPr>
                <w:rFonts w:ascii="Times New Roman" w:hAnsi="Times New Roman"/>
                <w:lang w:val="kl-GL"/>
              </w:rPr>
              <w:t xml:space="preserve">ornermi nappaatigilikkani aningaasartuutit aningaasalersornerisa ilaannut Arbejdsmarkedets Erhvervssikringi, tak. </w:t>
            </w:r>
            <w:r w:rsidR="005E0E6B" w:rsidRPr="00171408">
              <w:rPr>
                <w:rFonts w:ascii="Times New Roman" w:hAnsi="Times New Roman"/>
                <w:lang w:val="kl-GL"/>
              </w:rPr>
              <w:t>sulinermi</w:t>
            </w:r>
            <w:r w:rsidRPr="00171408">
              <w:rPr>
                <w:rFonts w:ascii="Times New Roman" w:hAnsi="Times New Roman"/>
                <w:lang w:val="kl-GL"/>
              </w:rPr>
              <w:t xml:space="preserve"> ajoqusersinnaanermi isumannaarineq pillugu inatsimmi § 55 aamma </w:t>
            </w:r>
          </w:p>
          <w:p w14:paraId="5D819ACE" w14:textId="77777777" w:rsidR="00515200" w:rsidRPr="00171408" w:rsidRDefault="00515200">
            <w:pPr>
              <w:spacing w:after="0"/>
              <w:rPr>
                <w:rFonts w:cs="Times New Roman"/>
                <w:szCs w:val="20"/>
                <w:lang w:val="kl-GL"/>
              </w:rPr>
            </w:pPr>
          </w:p>
          <w:p w14:paraId="501CAFEB" w14:textId="77777777" w:rsidR="00515200" w:rsidRPr="00171408" w:rsidRDefault="00515200">
            <w:pPr>
              <w:spacing w:after="0"/>
              <w:rPr>
                <w:rFonts w:ascii="Times New Roman" w:hAnsi="Times New Roman" w:cs="Times New Roman"/>
                <w:szCs w:val="20"/>
                <w:lang w:val="kl-GL"/>
              </w:rPr>
            </w:pPr>
          </w:p>
          <w:p w14:paraId="7795B777" w14:textId="77777777" w:rsidR="00515200" w:rsidRPr="00171408" w:rsidRDefault="00CE02F1">
            <w:pPr>
              <w:spacing w:after="0"/>
              <w:rPr>
                <w:rFonts w:ascii="Times New Roman" w:hAnsi="Times New Roman"/>
                <w:lang w:val="kl-GL"/>
              </w:rPr>
            </w:pPr>
            <w:r w:rsidRPr="00171408">
              <w:rPr>
                <w:rFonts w:ascii="Times New Roman" w:hAnsi="Times New Roman" w:cs="Times New Roman"/>
                <w:lang w:val="kl-GL"/>
              </w:rPr>
              <w:t xml:space="preserve">3) --- </w:t>
            </w:r>
          </w:p>
          <w:p w14:paraId="45AC3C0D" w14:textId="77777777" w:rsidR="00515200" w:rsidRPr="00171408" w:rsidRDefault="00515200">
            <w:pPr>
              <w:spacing w:after="0"/>
              <w:rPr>
                <w:rFonts w:ascii="Times New Roman" w:hAnsi="Times New Roman" w:cs="Times New Roman"/>
                <w:i/>
                <w:lang w:val="kl-GL"/>
              </w:rPr>
            </w:pPr>
          </w:p>
          <w:p w14:paraId="7B88A73F" w14:textId="77777777" w:rsidR="00515200" w:rsidRPr="00171408" w:rsidRDefault="00CE02F1">
            <w:pPr>
              <w:spacing w:after="0"/>
              <w:rPr>
                <w:rFonts w:ascii="Times New Roman" w:hAnsi="Times New Roman"/>
                <w:lang w:val="kl-GL"/>
              </w:rPr>
            </w:pPr>
            <w:r w:rsidRPr="00171408">
              <w:rPr>
                <w:rFonts w:ascii="Times New Roman" w:hAnsi="Times New Roman" w:cs="Times New Roman"/>
                <w:i/>
                <w:lang w:val="kl-GL"/>
              </w:rPr>
              <w:t>Imm. 2-3. ---</w:t>
            </w:r>
          </w:p>
          <w:p w14:paraId="448504A3" w14:textId="77777777" w:rsidR="00515200" w:rsidRPr="00171408" w:rsidRDefault="00515200">
            <w:pPr>
              <w:spacing w:after="0"/>
              <w:rPr>
                <w:rFonts w:ascii="Times New Roman" w:hAnsi="Times New Roman" w:cs="Times New Roman"/>
                <w:i/>
                <w:iCs/>
                <w:lang w:val="kl-GL"/>
              </w:rPr>
            </w:pPr>
          </w:p>
          <w:p w14:paraId="3E0FB8A8" w14:textId="77777777" w:rsidR="00515200" w:rsidRPr="00171408" w:rsidRDefault="00CE02F1">
            <w:pPr>
              <w:spacing w:after="0"/>
              <w:rPr>
                <w:rFonts w:ascii="Times New Roman" w:hAnsi="Times New Roman"/>
                <w:lang w:val="kl-GL"/>
              </w:rPr>
            </w:pPr>
            <w:r w:rsidRPr="00171408">
              <w:rPr>
                <w:rFonts w:ascii="Times New Roman" w:hAnsi="Times New Roman" w:cs="Times New Roman"/>
                <w:i/>
                <w:iCs/>
                <w:lang w:val="kl-GL"/>
              </w:rPr>
              <w:t xml:space="preserve">Imm. 4. </w:t>
            </w:r>
            <w:r w:rsidRPr="00171408">
              <w:rPr>
                <w:rFonts w:ascii="Times New Roman" w:hAnsi="Times New Roman" w:cs="Times New Roman"/>
                <w:lang w:val="kl-GL"/>
              </w:rPr>
              <w:t xml:space="preserve">Akiliisarneq, akigititat annertussusaat taakkuninngalu akileeqqusineq pillugu maleruagassanik suliassaqartitsinermut ministeri aalajangersaassaaq, matumunga ilanngullugu Ankestyrelsi pillugu maleruagassat eqqarsaatigalugit isumaginninnermut nunamullu namminermut ministeri isumaqatigiinniarfigereerlugu. </w:t>
            </w:r>
          </w:p>
          <w:p w14:paraId="7C2BDDE5" w14:textId="77777777" w:rsidR="00515200" w:rsidRPr="00171408" w:rsidRDefault="00CE02F1">
            <w:pPr>
              <w:spacing w:after="0"/>
              <w:rPr>
                <w:rFonts w:ascii="Times New Roman" w:hAnsi="Times New Roman"/>
                <w:lang w:val="kl-GL"/>
              </w:rPr>
            </w:pPr>
            <w:r w:rsidRPr="00171408">
              <w:rPr>
                <w:rFonts w:ascii="Times New Roman" w:hAnsi="Times New Roman" w:cs="Times New Roman"/>
                <w:lang w:val="kl-GL"/>
              </w:rPr>
              <w:t xml:space="preserve"> [… .]</w:t>
            </w:r>
          </w:p>
          <w:p w14:paraId="39EC845E" w14:textId="77777777" w:rsidR="00515200" w:rsidRPr="00171408" w:rsidRDefault="00515200">
            <w:pPr>
              <w:spacing w:after="0"/>
              <w:rPr>
                <w:rFonts w:ascii="Times New Roman" w:hAnsi="Times New Roman" w:cs="Times New Roman"/>
                <w:b/>
                <w:lang w:val="kl-GL"/>
              </w:rPr>
            </w:pPr>
          </w:p>
          <w:p w14:paraId="419ECC76" w14:textId="7F1860DA" w:rsidR="00515200" w:rsidRPr="00171408" w:rsidRDefault="00CE02F1">
            <w:pPr>
              <w:spacing w:after="0"/>
              <w:rPr>
                <w:rFonts w:ascii="Times New Roman" w:hAnsi="Times New Roman"/>
                <w:lang w:val="kl-GL"/>
              </w:rPr>
            </w:pPr>
            <w:r w:rsidRPr="00171408">
              <w:rPr>
                <w:rFonts w:ascii="Times New Roman" w:hAnsi="Times New Roman" w:cs="Times New Roman"/>
                <w:b/>
                <w:lang w:val="kl-GL"/>
              </w:rPr>
              <w:t xml:space="preserve">§ 65. </w:t>
            </w:r>
            <w:r w:rsidRPr="00171408">
              <w:rPr>
                <w:rFonts w:ascii="Times New Roman" w:hAnsi="Times New Roman" w:cs="Times New Roman"/>
                <w:lang w:val="kl-GL"/>
              </w:rPr>
              <w:t xml:space="preserve">Aningaasat Arbejdsmarkedets Erhvervssikringip § 30, imm. 2, aamma § 52, imm. 6 aamma § 56, imm. 1 aamma 5 aamma § 62 naapertorlugit siumoortumik akilerallarsimasaat ukiumoortumik ernianik, aningaasat niuerutigiissutaaneranni Nationalbankip ullormiit ullormut ernialiuttagaasa agguaqatigiissinnerannut naapertuuttunik ernialersorneqassapput. Erniat </w:t>
            </w:r>
            <w:r w:rsidR="005E0E6B" w:rsidRPr="00171408">
              <w:rPr>
                <w:rFonts w:ascii="Times New Roman" w:hAnsi="Times New Roman" w:cs="Times New Roman"/>
                <w:lang w:val="kl-GL"/>
              </w:rPr>
              <w:t>sulinermi</w:t>
            </w:r>
            <w:r w:rsidRPr="00171408">
              <w:rPr>
                <w:rFonts w:ascii="Times New Roman" w:hAnsi="Times New Roman" w:cs="Times New Roman"/>
                <w:lang w:val="kl-GL"/>
              </w:rPr>
              <w:t xml:space="preserve"> ajoqusersinnaanermut isumannaarineq pillugu inatsimmi § 60, imm. 1 naapertorlugu suliassaqartitsinermut ministerimit maleruagassiat </w:t>
            </w:r>
            <w:r w:rsidRPr="00171408">
              <w:rPr>
                <w:rFonts w:ascii="Times New Roman" w:hAnsi="Times New Roman" w:cs="Times New Roman"/>
                <w:lang w:val="kl-GL"/>
              </w:rPr>
              <w:lastRenderedPageBreak/>
              <w:t>aalajangersarneqartut naapertorlugit naatsorsorneqassapput.</w:t>
            </w:r>
          </w:p>
          <w:p w14:paraId="04169B32" w14:textId="77777777" w:rsidR="00515200" w:rsidRPr="00171408" w:rsidRDefault="00515200">
            <w:pPr>
              <w:spacing w:after="0"/>
              <w:rPr>
                <w:rFonts w:ascii="Times New Roman" w:hAnsi="Times New Roman" w:cs="Times New Roman"/>
                <w:b/>
                <w:lang w:val="kl-GL"/>
              </w:rPr>
            </w:pPr>
          </w:p>
          <w:p w14:paraId="724C75D9" w14:textId="77777777" w:rsidR="00515200" w:rsidRPr="00171408" w:rsidRDefault="00CE02F1">
            <w:pPr>
              <w:spacing w:after="0"/>
              <w:rPr>
                <w:rFonts w:ascii="Times New Roman" w:hAnsi="Times New Roman"/>
                <w:lang w:val="kl-GL"/>
              </w:rPr>
            </w:pPr>
            <w:r w:rsidRPr="00171408">
              <w:rPr>
                <w:rFonts w:ascii="Times New Roman" w:hAnsi="Times New Roman" w:cs="Times New Roman"/>
                <w:b/>
                <w:lang w:val="kl-GL"/>
              </w:rPr>
              <w:t xml:space="preserve">§ 70. </w:t>
            </w:r>
            <w:r w:rsidRPr="00171408">
              <w:rPr>
                <w:rFonts w:ascii="Times New Roman" w:hAnsi="Times New Roman" w:cs="Times New Roman"/>
                <w:lang w:val="kl-GL"/>
              </w:rPr>
              <w:t xml:space="preserve">Inatsit naapertorlugu pisartagarititat ajoqusiisumut, ajoqusertumut taassumaluunniit qimataanut taarsiisussanngortitaasimasumut akilersinniarneqarnissaat piumasarineqarsinnaanngilaq. </w:t>
            </w:r>
            <w:r w:rsidRPr="00171408">
              <w:rPr>
                <w:rFonts w:ascii="Times New Roman" w:hAnsi="Times New Roman" w:cs="Times New Roman"/>
                <w:szCs w:val="20"/>
                <w:lang w:val="kl-GL"/>
              </w:rPr>
              <w:t xml:space="preserve"> </w:t>
            </w:r>
            <w:r w:rsidRPr="00171408">
              <w:rPr>
                <w:rFonts w:ascii="Times New Roman" w:hAnsi="Times New Roman" w:cs="Times New Roman"/>
                <w:lang w:val="kl-GL"/>
              </w:rPr>
              <w:t>[… .]</w:t>
            </w:r>
          </w:p>
          <w:p w14:paraId="7A51F7DF" w14:textId="77777777" w:rsidR="00515200" w:rsidRPr="00171408" w:rsidRDefault="00515200">
            <w:pPr>
              <w:spacing w:after="0"/>
              <w:rPr>
                <w:rFonts w:ascii="Times New Roman" w:hAnsi="Times New Roman" w:cs="Times New Roman"/>
                <w:szCs w:val="20"/>
                <w:lang w:val="kl-GL"/>
              </w:rPr>
            </w:pPr>
          </w:p>
          <w:p w14:paraId="359F1189" w14:textId="77777777" w:rsidR="00515200" w:rsidRPr="00171408" w:rsidRDefault="00515200">
            <w:pPr>
              <w:spacing w:after="0"/>
              <w:rPr>
                <w:rFonts w:ascii="Times New Roman" w:hAnsi="Times New Roman" w:cs="Times New Roman"/>
                <w:b/>
                <w:lang w:val="kl-GL"/>
              </w:rPr>
            </w:pPr>
          </w:p>
          <w:p w14:paraId="3270816C" w14:textId="77777777" w:rsidR="00515200" w:rsidRPr="00171408" w:rsidRDefault="00515200">
            <w:pPr>
              <w:spacing w:after="0"/>
              <w:rPr>
                <w:rFonts w:ascii="Times New Roman" w:hAnsi="Times New Roman" w:cs="Times New Roman"/>
                <w:b/>
                <w:lang w:val="kl-GL"/>
              </w:rPr>
            </w:pPr>
          </w:p>
          <w:p w14:paraId="2121DF1B" w14:textId="77777777" w:rsidR="00515200" w:rsidRPr="00171408" w:rsidRDefault="00515200">
            <w:pPr>
              <w:spacing w:after="0"/>
              <w:rPr>
                <w:rFonts w:ascii="Times New Roman" w:hAnsi="Times New Roman" w:cs="Times New Roman"/>
                <w:lang w:val="kl-GL"/>
              </w:rPr>
            </w:pPr>
          </w:p>
          <w:p w14:paraId="2B78E49A" w14:textId="77777777" w:rsidR="00515200" w:rsidRPr="00171408" w:rsidRDefault="00515200">
            <w:pPr>
              <w:spacing w:after="0"/>
              <w:rPr>
                <w:rFonts w:ascii="Times New Roman" w:hAnsi="Times New Roman" w:cs="Times New Roman"/>
                <w:lang w:val="kl-GL"/>
              </w:rPr>
            </w:pPr>
          </w:p>
          <w:p w14:paraId="57E6C0F6" w14:textId="77777777" w:rsidR="00515200" w:rsidRPr="00171408" w:rsidRDefault="00515200">
            <w:pPr>
              <w:spacing w:after="0"/>
              <w:rPr>
                <w:rFonts w:ascii="Times New Roman" w:hAnsi="Times New Roman" w:cs="Times New Roman"/>
                <w:i/>
                <w:lang w:val="kl-GL"/>
              </w:rPr>
            </w:pPr>
          </w:p>
        </w:tc>
        <w:tc>
          <w:tcPr>
            <w:tcW w:w="563" w:type="dxa"/>
            <w:tcBorders>
              <w:top w:val="nil"/>
              <w:left w:val="nil"/>
              <w:bottom w:val="nil"/>
              <w:right w:val="nil"/>
            </w:tcBorders>
            <w:shd w:val="clear" w:color="auto" w:fill="auto"/>
          </w:tcPr>
          <w:p w14:paraId="4A856F1D" w14:textId="77777777" w:rsidR="00515200" w:rsidRPr="00171408" w:rsidRDefault="00515200">
            <w:pPr>
              <w:spacing w:after="0"/>
              <w:jc w:val="both"/>
              <w:rPr>
                <w:rFonts w:ascii="Times New Roman" w:hAnsi="Times New Roman" w:cs="Times New Roman"/>
                <w:lang w:val="kl-GL"/>
              </w:rPr>
            </w:pPr>
          </w:p>
          <w:p w14:paraId="7C048BE4" w14:textId="77777777" w:rsidR="00515200" w:rsidRPr="00171408" w:rsidRDefault="00515200">
            <w:pPr>
              <w:spacing w:after="0"/>
              <w:jc w:val="both"/>
              <w:rPr>
                <w:rFonts w:ascii="Times New Roman" w:hAnsi="Times New Roman" w:cs="Times New Roman"/>
                <w:lang w:val="kl-GL"/>
              </w:rPr>
            </w:pPr>
          </w:p>
          <w:p w14:paraId="55779A4B" w14:textId="77777777" w:rsidR="00515200" w:rsidRPr="00171408" w:rsidRDefault="00515200">
            <w:pPr>
              <w:spacing w:after="0"/>
              <w:jc w:val="both"/>
              <w:rPr>
                <w:rFonts w:ascii="Times New Roman" w:hAnsi="Times New Roman" w:cs="Times New Roman"/>
                <w:lang w:val="kl-GL"/>
              </w:rPr>
            </w:pPr>
          </w:p>
          <w:p w14:paraId="686721CF" w14:textId="77777777" w:rsidR="00515200" w:rsidRPr="00171408" w:rsidRDefault="00515200">
            <w:pPr>
              <w:spacing w:after="0"/>
              <w:jc w:val="both"/>
              <w:rPr>
                <w:rFonts w:ascii="Times New Roman" w:hAnsi="Times New Roman" w:cs="Times New Roman"/>
                <w:lang w:val="kl-GL"/>
              </w:rPr>
            </w:pPr>
          </w:p>
          <w:p w14:paraId="5788F7FC" w14:textId="77777777" w:rsidR="00515200" w:rsidRPr="00171408" w:rsidRDefault="00515200">
            <w:pPr>
              <w:spacing w:after="0"/>
              <w:jc w:val="both"/>
              <w:rPr>
                <w:rFonts w:ascii="Times New Roman" w:hAnsi="Times New Roman" w:cs="Times New Roman"/>
                <w:lang w:val="kl-GL"/>
              </w:rPr>
            </w:pPr>
          </w:p>
          <w:p w14:paraId="3C9E6D11" w14:textId="77777777" w:rsidR="00515200" w:rsidRPr="00171408" w:rsidRDefault="00515200">
            <w:pPr>
              <w:spacing w:after="0"/>
              <w:jc w:val="both"/>
              <w:rPr>
                <w:rFonts w:ascii="Times New Roman" w:hAnsi="Times New Roman" w:cs="Times New Roman"/>
                <w:lang w:val="kl-GL"/>
              </w:rPr>
            </w:pPr>
          </w:p>
          <w:p w14:paraId="24CAFBF2" w14:textId="77777777" w:rsidR="00515200" w:rsidRPr="00171408" w:rsidRDefault="00515200">
            <w:pPr>
              <w:spacing w:after="0"/>
              <w:jc w:val="both"/>
              <w:rPr>
                <w:rFonts w:ascii="Times New Roman" w:hAnsi="Times New Roman" w:cs="Times New Roman"/>
                <w:lang w:val="kl-GL"/>
              </w:rPr>
            </w:pPr>
          </w:p>
          <w:p w14:paraId="1A30336E" w14:textId="77777777" w:rsidR="00515200" w:rsidRPr="00171408" w:rsidRDefault="00515200">
            <w:pPr>
              <w:spacing w:after="0"/>
              <w:jc w:val="both"/>
              <w:rPr>
                <w:rFonts w:ascii="Times New Roman" w:hAnsi="Times New Roman" w:cs="Times New Roman"/>
                <w:lang w:val="kl-GL"/>
              </w:rPr>
            </w:pPr>
          </w:p>
        </w:tc>
        <w:tc>
          <w:tcPr>
            <w:tcW w:w="4682" w:type="dxa"/>
            <w:tcBorders>
              <w:top w:val="nil"/>
              <w:left w:val="nil"/>
              <w:bottom w:val="nil"/>
              <w:right w:val="nil"/>
            </w:tcBorders>
            <w:shd w:val="clear" w:color="auto" w:fill="auto"/>
          </w:tcPr>
          <w:p w14:paraId="4631C57F" w14:textId="77777777" w:rsidR="00515200" w:rsidRPr="00171408" w:rsidRDefault="00515200">
            <w:pPr>
              <w:spacing w:after="0"/>
              <w:rPr>
                <w:rFonts w:ascii="Times New Roman" w:hAnsi="Times New Roman" w:cs="Times New Roman"/>
                <w:b/>
                <w:lang w:val="kl-GL"/>
              </w:rPr>
            </w:pPr>
          </w:p>
          <w:p w14:paraId="7E727E5D" w14:textId="77777777" w:rsidR="00515200" w:rsidRPr="00171408" w:rsidRDefault="00515200">
            <w:pPr>
              <w:spacing w:after="0"/>
              <w:rPr>
                <w:rFonts w:ascii="Times New Roman" w:hAnsi="Times New Roman" w:cs="Times New Roman"/>
                <w:b/>
                <w:lang w:val="kl-GL"/>
              </w:rPr>
            </w:pPr>
          </w:p>
          <w:p w14:paraId="3C23A870" w14:textId="3B5305AB" w:rsidR="005F0013" w:rsidRPr="00171408" w:rsidRDefault="00CE02F1" w:rsidP="005F0013">
            <w:pPr>
              <w:spacing w:after="0"/>
              <w:rPr>
                <w:rFonts w:ascii="Times New Roman" w:hAnsi="Times New Roman" w:cs="Times New Roman"/>
                <w:lang w:val="kl-GL"/>
              </w:rPr>
            </w:pPr>
            <w:r w:rsidRPr="00171408">
              <w:rPr>
                <w:rFonts w:ascii="Times New Roman" w:hAnsi="Times New Roman" w:cs="Times New Roman"/>
                <w:b/>
                <w:lang w:val="kl-GL"/>
              </w:rPr>
              <w:t>2</w:t>
            </w:r>
            <w:r w:rsidR="00294D4D" w:rsidRPr="00171408">
              <w:rPr>
                <w:rFonts w:ascii="Times New Roman" w:hAnsi="Times New Roman" w:cs="Times New Roman"/>
                <w:b/>
                <w:lang w:val="kl-GL"/>
              </w:rPr>
              <w:t>4</w:t>
            </w:r>
            <w:r w:rsidRPr="00171408">
              <w:rPr>
                <w:rFonts w:ascii="Times New Roman" w:hAnsi="Times New Roman" w:cs="Times New Roman"/>
                <w:b/>
                <w:lang w:val="kl-GL"/>
              </w:rPr>
              <w:t>.</w:t>
            </w:r>
            <w:r w:rsidRPr="00171408">
              <w:rPr>
                <w:rFonts w:ascii="Times New Roman" w:hAnsi="Times New Roman" w:cs="Times New Roman"/>
                <w:lang w:val="kl-GL"/>
              </w:rPr>
              <w:t xml:space="preserve">  </w:t>
            </w:r>
            <w:r w:rsidRPr="00171408">
              <w:rPr>
                <w:rFonts w:ascii="Times New Roman" w:hAnsi="Times New Roman" w:cs="Times New Roman"/>
                <w:i/>
                <w:lang w:val="kl-GL"/>
              </w:rPr>
              <w:t xml:space="preserve">§ 52, imm. 6, oqaaseqatigiit </w:t>
            </w:r>
            <w:r w:rsidR="004C5F33" w:rsidRPr="00171408">
              <w:rPr>
                <w:rFonts w:ascii="Times New Roman" w:hAnsi="Times New Roman" w:cs="Times New Roman"/>
                <w:i/>
                <w:lang w:val="kl-GL"/>
              </w:rPr>
              <w:t>aappa</w:t>
            </w:r>
            <w:r w:rsidRPr="00171408">
              <w:rPr>
                <w:rFonts w:ascii="Times New Roman" w:hAnsi="Times New Roman" w:cs="Times New Roman"/>
                <w:i/>
                <w:lang w:val="kl-GL"/>
              </w:rPr>
              <w:t>at,</w:t>
            </w:r>
            <w:r w:rsidRPr="00171408">
              <w:rPr>
                <w:rFonts w:ascii="Times New Roman" w:hAnsi="Times New Roman" w:cs="Times New Roman"/>
                <w:lang w:val="kl-GL"/>
              </w:rPr>
              <w:t xml:space="preserve"> </w:t>
            </w:r>
            <w:r w:rsidR="005F0013" w:rsidRPr="00171408">
              <w:rPr>
                <w:rFonts w:ascii="Times New Roman" w:hAnsi="Times New Roman" w:cs="Times New Roman"/>
                <w:lang w:val="kl-GL"/>
              </w:rPr>
              <w:t>atorunnaarsinneqassaaq, aamma taarsiullugu ikkunneqassaaq:</w:t>
            </w:r>
          </w:p>
          <w:p w14:paraId="09669ED7" w14:textId="65FA3178" w:rsidR="00515200" w:rsidRPr="00171408" w:rsidRDefault="005F0013" w:rsidP="005F0013">
            <w:pPr>
              <w:spacing w:after="0"/>
              <w:rPr>
                <w:rFonts w:ascii="Times New Roman" w:hAnsi="Times New Roman" w:cs="Times New Roman"/>
                <w:lang w:val="kl-GL"/>
              </w:rPr>
            </w:pPr>
            <w:r w:rsidRPr="00171408">
              <w:rPr>
                <w:rFonts w:ascii="Times New Roman" w:hAnsi="Times New Roman" w:cs="Times New Roman"/>
                <w:lang w:val="kl-GL"/>
              </w:rPr>
              <w:t>»Sulinermi ajutoornermut aningaasartuutit, ikiorteqarnermik qaangiisut, tak. oqaaseqatigiit siulliat, Arbejdsmarkedets Erhvervssikringimit akilerneqassapput. Oqaaseqatigiit aappaat malillugu aningaasartuutinut aningaasaliinerit, ukiumi tassani aningaasartuuteqarfiusumi, sillimmasiisarfinni tamani, Kalaallit Nunaanni sulinermi ajoqusernermut isumannaarinermik ingerlatsisuni, aconto-tut akileqquneqassapput, kingornalu ukiumi tulliuttumi nal</w:t>
            </w:r>
            <w:r w:rsidR="007716D2" w:rsidRPr="00171408">
              <w:rPr>
                <w:rFonts w:ascii="Times New Roman" w:hAnsi="Times New Roman" w:cs="Times New Roman"/>
                <w:lang w:val="kl-GL"/>
              </w:rPr>
              <w:t>eqqu</w:t>
            </w:r>
            <w:r w:rsidRPr="00171408">
              <w:rPr>
                <w:rFonts w:ascii="Times New Roman" w:hAnsi="Times New Roman" w:cs="Times New Roman"/>
                <w:lang w:val="kl-GL"/>
              </w:rPr>
              <w:t>ssarneqarlutik.«</w:t>
            </w:r>
          </w:p>
          <w:p w14:paraId="40E844B2" w14:textId="77777777" w:rsidR="00515200" w:rsidRPr="00171408" w:rsidRDefault="00515200">
            <w:pPr>
              <w:spacing w:after="0"/>
              <w:rPr>
                <w:rFonts w:ascii="Times New Roman" w:hAnsi="Times New Roman" w:cs="Times New Roman"/>
                <w:b/>
                <w:lang w:val="kl-GL"/>
              </w:rPr>
            </w:pPr>
          </w:p>
          <w:p w14:paraId="29A0290C" w14:textId="52E84EB8" w:rsidR="00515200" w:rsidRPr="00171408" w:rsidRDefault="00CE02F1">
            <w:pPr>
              <w:spacing w:after="0"/>
              <w:rPr>
                <w:rFonts w:ascii="Times New Roman" w:hAnsi="Times New Roman"/>
                <w:lang w:val="kl-GL"/>
              </w:rPr>
            </w:pPr>
            <w:r w:rsidRPr="00171408">
              <w:rPr>
                <w:rFonts w:ascii="Times New Roman" w:hAnsi="Times New Roman" w:cs="Times New Roman"/>
                <w:b/>
                <w:lang w:val="kl-GL"/>
              </w:rPr>
              <w:t>2</w:t>
            </w:r>
            <w:r w:rsidR="00F22A59" w:rsidRPr="00171408">
              <w:rPr>
                <w:rFonts w:ascii="Times New Roman" w:hAnsi="Times New Roman" w:cs="Times New Roman"/>
                <w:b/>
                <w:lang w:val="kl-GL"/>
              </w:rPr>
              <w:t>5</w:t>
            </w:r>
            <w:r w:rsidRPr="00171408">
              <w:rPr>
                <w:rFonts w:ascii="Times New Roman" w:hAnsi="Times New Roman" w:cs="Times New Roman"/>
                <w:b/>
                <w:lang w:val="kl-GL"/>
              </w:rPr>
              <w:t xml:space="preserve">. </w:t>
            </w:r>
            <w:r w:rsidRPr="00171408">
              <w:rPr>
                <w:rFonts w:ascii="Times New Roman" w:eastAsia="Calibri" w:hAnsi="Times New Roman" w:cs="Times New Roman"/>
                <w:lang w:val="kl-GL"/>
              </w:rPr>
              <w:t>I</w:t>
            </w:r>
            <w:r w:rsidRPr="00171408">
              <w:rPr>
                <w:rFonts w:ascii="Times New Roman" w:eastAsia="Calibri" w:hAnsi="Times New Roman" w:cs="Times New Roman"/>
                <w:i/>
                <w:lang w:val="kl-GL"/>
              </w:rPr>
              <w:t xml:space="preserve">§ 52, imm. 6, oqaaseqatigiit </w:t>
            </w:r>
            <w:r w:rsidR="001B77B2" w:rsidRPr="00171408">
              <w:rPr>
                <w:rFonts w:ascii="Times New Roman" w:eastAsia="Calibri" w:hAnsi="Times New Roman" w:cs="Times New Roman"/>
                <w:i/>
                <w:lang w:val="kl-GL"/>
              </w:rPr>
              <w:t>pingajuan</w:t>
            </w:r>
            <w:r w:rsidRPr="00171408">
              <w:rPr>
                <w:rFonts w:ascii="Times New Roman" w:eastAsia="Calibri" w:hAnsi="Times New Roman" w:cs="Times New Roman"/>
                <w:i/>
                <w:lang w:val="kl-GL"/>
              </w:rPr>
              <w:t xml:space="preserve">ni, </w:t>
            </w:r>
            <w:r w:rsidR="00CF2FB7" w:rsidRPr="00171408">
              <w:rPr>
                <w:rFonts w:ascii="Times New Roman" w:eastAsia="Calibri" w:hAnsi="Times New Roman" w:cs="Times New Roman"/>
                <w:lang w:val="kl-GL"/>
              </w:rPr>
              <w:t>oqaaseqatigiit sisamaanngortussami »Arbejdsmarkedets Erhvervssikring« imatut allanngortinneqassaaq: »suliassaqartitsinermut ministeri Arbejdsmarkedets Erhvervssikringip siulersuisuisa inassuteqarnerat malillugu« aamma »oqaaseqatigiit pingajuat« imatut allanngortinneqassaaq: »oqaaseqatigiit sisamaat«</w:t>
            </w:r>
          </w:p>
          <w:p w14:paraId="005376AC" w14:textId="77777777" w:rsidR="00515200" w:rsidRPr="00171408" w:rsidRDefault="00515200">
            <w:pPr>
              <w:spacing w:after="0"/>
              <w:rPr>
                <w:rFonts w:ascii="Times New Roman" w:eastAsia="Calibri" w:hAnsi="Times New Roman" w:cs="Times New Roman"/>
                <w:lang w:val="kl-GL"/>
              </w:rPr>
            </w:pPr>
          </w:p>
          <w:p w14:paraId="0B5F16C7" w14:textId="77777777" w:rsidR="00CF2FB7" w:rsidRPr="00171408" w:rsidRDefault="00CF2FB7">
            <w:pPr>
              <w:spacing w:after="0"/>
              <w:rPr>
                <w:rFonts w:ascii="Times New Roman" w:eastAsia="Calibri" w:hAnsi="Times New Roman" w:cs="Times New Roman"/>
                <w:lang w:val="kl-GL"/>
              </w:rPr>
            </w:pPr>
          </w:p>
          <w:p w14:paraId="338A6FD8" w14:textId="77777777" w:rsidR="008E2292" w:rsidRPr="00171408" w:rsidRDefault="008E2292">
            <w:pPr>
              <w:spacing w:after="0"/>
              <w:rPr>
                <w:rFonts w:ascii="Times New Roman" w:hAnsi="Times New Roman" w:cs="Times New Roman"/>
                <w:b/>
                <w:lang w:val="kl-GL"/>
              </w:rPr>
            </w:pPr>
          </w:p>
          <w:p w14:paraId="4BF315DD" w14:textId="77777777" w:rsidR="00515200" w:rsidRPr="00171408" w:rsidRDefault="00515200">
            <w:pPr>
              <w:spacing w:after="0"/>
              <w:rPr>
                <w:rFonts w:ascii="Times New Roman" w:hAnsi="Times New Roman" w:cs="Times New Roman"/>
                <w:b/>
                <w:lang w:val="kl-GL"/>
              </w:rPr>
            </w:pPr>
          </w:p>
          <w:p w14:paraId="479A8CD6" w14:textId="54616942" w:rsidR="00515200" w:rsidRPr="00171408" w:rsidRDefault="00CE02F1">
            <w:pPr>
              <w:spacing w:after="0"/>
              <w:rPr>
                <w:rFonts w:ascii="Times New Roman" w:hAnsi="Times New Roman"/>
                <w:lang w:val="kl-GL"/>
              </w:rPr>
            </w:pPr>
            <w:r w:rsidRPr="00171408">
              <w:rPr>
                <w:rFonts w:ascii="Times New Roman" w:hAnsi="Times New Roman" w:cs="Times New Roman"/>
                <w:b/>
                <w:lang w:val="kl-GL"/>
              </w:rPr>
              <w:t>2</w:t>
            </w:r>
            <w:r w:rsidR="004701A3" w:rsidRPr="00171408">
              <w:rPr>
                <w:rFonts w:ascii="Times New Roman" w:hAnsi="Times New Roman" w:cs="Times New Roman"/>
                <w:b/>
                <w:lang w:val="kl-GL"/>
              </w:rPr>
              <w:t>6</w:t>
            </w:r>
            <w:r w:rsidRPr="00171408">
              <w:rPr>
                <w:rFonts w:ascii="Times New Roman" w:hAnsi="Times New Roman" w:cs="Times New Roman"/>
                <w:b/>
                <w:lang w:val="kl-GL"/>
              </w:rPr>
              <w:t xml:space="preserve">. </w:t>
            </w:r>
            <w:r w:rsidRPr="00171408">
              <w:rPr>
                <w:rFonts w:ascii="Times New Roman" w:eastAsia="Times New Roman" w:hAnsi="Times New Roman" w:cs="Times New Roman"/>
                <w:i/>
                <w:color w:val="000000"/>
                <w:lang w:val="kl-GL" w:eastAsia="da-DK"/>
              </w:rPr>
              <w:t>§ 56, imm. 4</w:t>
            </w:r>
            <w:r w:rsidRPr="00171408">
              <w:rPr>
                <w:rFonts w:ascii="Times New Roman" w:eastAsia="Times New Roman" w:hAnsi="Times New Roman" w:cs="Times New Roman"/>
                <w:color w:val="000000"/>
                <w:lang w:val="kl-GL" w:eastAsia="da-DK"/>
              </w:rPr>
              <w:t>-mi</w:t>
            </w:r>
            <w:r w:rsidRPr="00171408">
              <w:rPr>
                <w:rFonts w:ascii="Times New Roman" w:eastAsia="Times New Roman" w:hAnsi="Times New Roman" w:cs="Times New Roman"/>
                <w:i/>
                <w:color w:val="000000"/>
                <w:lang w:val="kl-GL" w:eastAsia="da-DK"/>
              </w:rPr>
              <w:t>,</w:t>
            </w:r>
            <w:r w:rsidRPr="00171408">
              <w:rPr>
                <w:rFonts w:ascii="Times New Roman" w:eastAsia="Times New Roman" w:hAnsi="Times New Roman" w:cs="Times New Roman"/>
                <w:color w:val="000000"/>
                <w:lang w:val="kl-GL" w:eastAsia="da-DK"/>
              </w:rPr>
              <w:t xml:space="preserve"> </w:t>
            </w:r>
            <w:r w:rsidR="00CF2FB7" w:rsidRPr="00171408">
              <w:rPr>
                <w:rFonts w:ascii="Times New Roman" w:eastAsia="Times New Roman" w:hAnsi="Times New Roman" w:cs="Times New Roman"/>
                <w:color w:val="000000"/>
                <w:lang w:val="kl-GL" w:eastAsia="da-DK"/>
              </w:rPr>
              <w:t>»§ 52, imm. 6, oqaaseqatigiit aappaat aamma pingajuat« imatut allanngortinneqassaaq: »§ 52, imm. 6, oqaaseqatigiit aappaanniit sisamaannut«</w:t>
            </w:r>
          </w:p>
          <w:p w14:paraId="0F19C782" w14:textId="77777777" w:rsidR="00515200" w:rsidRPr="00171408" w:rsidRDefault="00515200">
            <w:pPr>
              <w:spacing w:after="0"/>
              <w:rPr>
                <w:rFonts w:ascii="Times New Roman" w:hAnsi="Times New Roman" w:cs="Times New Roman"/>
                <w:b/>
                <w:lang w:val="kl-GL"/>
              </w:rPr>
            </w:pPr>
          </w:p>
          <w:p w14:paraId="6B0790EE" w14:textId="77777777" w:rsidR="00515200" w:rsidRPr="00171408" w:rsidRDefault="00515200">
            <w:pPr>
              <w:spacing w:after="0"/>
              <w:rPr>
                <w:rFonts w:ascii="Times New Roman" w:hAnsi="Times New Roman" w:cs="Times New Roman"/>
                <w:b/>
                <w:lang w:val="kl-GL"/>
              </w:rPr>
            </w:pPr>
          </w:p>
          <w:p w14:paraId="1C4FD7F9" w14:textId="77777777" w:rsidR="00515200" w:rsidRPr="00171408" w:rsidRDefault="00515200">
            <w:pPr>
              <w:spacing w:after="0"/>
              <w:rPr>
                <w:rFonts w:ascii="Times New Roman" w:hAnsi="Times New Roman" w:cs="Times New Roman"/>
                <w:b/>
                <w:lang w:val="kl-GL"/>
              </w:rPr>
            </w:pPr>
          </w:p>
          <w:p w14:paraId="3E1D394F" w14:textId="77777777" w:rsidR="00515200" w:rsidRPr="00171408" w:rsidRDefault="00515200">
            <w:pPr>
              <w:spacing w:after="0"/>
              <w:rPr>
                <w:rFonts w:ascii="Times New Roman" w:hAnsi="Times New Roman" w:cs="Times New Roman"/>
                <w:b/>
                <w:lang w:val="kl-GL"/>
              </w:rPr>
            </w:pPr>
          </w:p>
          <w:p w14:paraId="022C5AFA" w14:textId="77777777" w:rsidR="00515200" w:rsidRPr="00171408" w:rsidRDefault="00515200">
            <w:pPr>
              <w:spacing w:after="0"/>
              <w:rPr>
                <w:rFonts w:ascii="Times New Roman" w:hAnsi="Times New Roman" w:cs="Times New Roman"/>
                <w:b/>
                <w:lang w:val="kl-GL"/>
              </w:rPr>
            </w:pPr>
          </w:p>
          <w:p w14:paraId="21715047" w14:textId="77777777" w:rsidR="00CF2FB7" w:rsidRPr="00171408" w:rsidRDefault="00CF2FB7">
            <w:pPr>
              <w:spacing w:after="0"/>
              <w:rPr>
                <w:rFonts w:ascii="Times New Roman" w:hAnsi="Times New Roman" w:cs="Times New Roman"/>
                <w:b/>
                <w:lang w:val="kl-GL"/>
              </w:rPr>
            </w:pPr>
          </w:p>
          <w:p w14:paraId="7AAAE309" w14:textId="77777777" w:rsidR="00515200" w:rsidRPr="00171408" w:rsidRDefault="00515200">
            <w:pPr>
              <w:spacing w:after="0"/>
              <w:rPr>
                <w:rFonts w:ascii="Times New Roman" w:hAnsi="Times New Roman" w:cs="Times New Roman"/>
                <w:b/>
                <w:lang w:val="kl-GL"/>
              </w:rPr>
            </w:pPr>
          </w:p>
          <w:p w14:paraId="08D4D5A6" w14:textId="77777777" w:rsidR="00515200" w:rsidRPr="00171408" w:rsidRDefault="00515200">
            <w:pPr>
              <w:spacing w:after="0"/>
              <w:rPr>
                <w:rFonts w:ascii="Times New Roman" w:hAnsi="Times New Roman" w:cs="Times New Roman"/>
                <w:b/>
                <w:lang w:val="kl-GL"/>
              </w:rPr>
            </w:pPr>
          </w:p>
          <w:p w14:paraId="6814F1C8" w14:textId="71C036E0" w:rsidR="00515200" w:rsidRPr="00171408" w:rsidRDefault="00CE02F1">
            <w:pPr>
              <w:spacing w:after="0"/>
              <w:rPr>
                <w:rFonts w:ascii="Times New Roman" w:hAnsi="Times New Roman"/>
                <w:lang w:val="kl-GL"/>
              </w:rPr>
            </w:pPr>
            <w:r w:rsidRPr="00171408">
              <w:rPr>
                <w:rFonts w:ascii="Times New Roman" w:hAnsi="Times New Roman" w:cs="Times New Roman"/>
                <w:b/>
                <w:lang w:val="kl-GL"/>
              </w:rPr>
              <w:t>2</w:t>
            </w:r>
            <w:r w:rsidR="007410E0" w:rsidRPr="00171408">
              <w:rPr>
                <w:rFonts w:ascii="Times New Roman" w:hAnsi="Times New Roman" w:cs="Times New Roman"/>
                <w:b/>
                <w:lang w:val="kl-GL"/>
              </w:rPr>
              <w:t>7</w:t>
            </w:r>
            <w:r w:rsidRPr="00171408">
              <w:rPr>
                <w:rFonts w:ascii="Times New Roman" w:hAnsi="Times New Roman" w:cs="Times New Roman"/>
                <w:b/>
                <w:lang w:val="kl-GL"/>
              </w:rPr>
              <w:t xml:space="preserve">. </w:t>
            </w:r>
            <w:r w:rsidRPr="00171408">
              <w:rPr>
                <w:rFonts w:ascii="Times New Roman" w:hAnsi="Times New Roman" w:cs="Times New Roman"/>
                <w:i/>
                <w:lang w:val="kl-GL"/>
              </w:rPr>
              <w:t>§</w:t>
            </w:r>
            <w:r w:rsidRPr="00171408">
              <w:rPr>
                <w:rFonts w:ascii="Times New Roman" w:eastAsia="Calibri" w:hAnsi="Times New Roman" w:cs="Times New Roman"/>
                <w:i/>
                <w:iCs/>
                <w:color w:val="000000"/>
                <w:shd w:val="clear" w:color="auto" w:fill="FFFFFF"/>
                <w:lang w:val="kl-GL" w:eastAsia="da-DK"/>
              </w:rPr>
              <w:t xml:space="preserve"> 59</w:t>
            </w:r>
            <w:r w:rsidRPr="00171408">
              <w:rPr>
                <w:rFonts w:ascii="Times New Roman" w:eastAsia="Calibri" w:hAnsi="Times New Roman" w:cs="Times New Roman"/>
                <w:color w:val="000000"/>
                <w:shd w:val="clear" w:color="auto" w:fill="FFFFFF"/>
                <w:lang w:val="kl-GL" w:eastAsia="da-DK"/>
              </w:rPr>
              <w:t xml:space="preserve"> atorunnaarsinneqassaaq.</w:t>
            </w:r>
          </w:p>
          <w:p w14:paraId="068C7381" w14:textId="77777777" w:rsidR="00515200" w:rsidRPr="00171408" w:rsidRDefault="00515200">
            <w:pPr>
              <w:spacing w:after="0"/>
              <w:rPr>
                <w:rFonts w:ascii="Times New Roman" w:hAnsi="Times New Roman" w:cs="Times New Roman"/>
                <w:b/>
                <w:lang w:val="kl-GL"/>
              </w:rPr>
            </w:pPr>
          </w:p>
          <w:p w14:paraId="5537DA47" w14:textId="77777777" w:rsidR="00515200" w:rsidRPr="00171408" w:rsidRDefault="00515200">
            <w:pPr>
              <w:spacing w:after="0"/>
              <w:rPr>
                <w:rFonts w:ascii="Times New Roman" w:hAnsi="Times New Roman" w:cs="Times New Roman"/>
                <w:b/>
                <w:lang w:val="kl-GL"/>
              </w:rPr>
            </w:pPr>
          </w:p>
          <w:p w14:paraId="5ABDBB65" w14:textId="77777777" w:rsidR="00515200" w:rsidRPr="00171408" w:rsidRDefault="00515200">
            <w:pPr>
              <w:spacing w:after="0"/>
              <w:rPr>
                <w:rFonts w:ascii="Times New Roman" w:hAnsi="Times New Roman" w:cs="Times New Roman"/>
                <w:b/>
                <w:lang w:val="kl-GL"/>
              </w:rPr>
            </w:pPr>
          </w:p>
          <w:p w14:paraId="3BCAF738" w14:textId="77777777" w:rsidR="00515200" w:rsidRPr="00171408" w:rsidRDefault="00515200">
            <w:pPr>
              <w:spacing w:after="0"/>
              <w:rPr>
                <w:rFonts w:ascii="Times New Roman" w:hAnsi="Times New Roman" w:cs="Times New Roman"/>
                <w:b/>
                <w:lang w:val="kl-GL"/>
              </w:rPr>
            </w:pPr>
          </w:p>
          <w:p w14:paraId="747AFDE6" w14:textId="77777777" w:rsidR="00515200" w:rsidRPr="00171408" w:rsidRDefault="00515200">
            <w:pPr>
              <w:spacing w:after="0"/>
              <w:rPr>
                <w:rFonts w:ascii="Times New Roman" w:hAnsi="Times New Roman" w:cs="Times New Roman"/>
                <w:b/>
                <w:lang w:val="kl-GL"/>
              </w:rPr>
            </w:pPr>
          </w:p>
          <w:p w14:paraId="2D6B699A" w14:textId="77777777" w:rsidR="00515200" w:rsidRPr="00171408" w:rsidRDefault="00515200">
            <w:pPr>
              <w:spacing w:after="0"/>
              <w:rPr>
                <w:rFonts w:ascii="Times New Roman" w:hAnsi="Times New Roman" w:cs="Times New Roman"/>
                <w:b/>
                <w:lang w:val="kl-GL"/>
              </w:rPr>
            </w:pPr>
          </w:p>
          <w:p w14:paraId="0CBEF4F7" w14:textId="77777777" w:rsidR="00515200" w:rsidRPr="00171408" w:rsidRDefault="00515200">
            <w:pPr>
              <w:spacing w:after="0"/>
              <w:rPr>
                <w:rFonts w:ascii="Times New Roman" w:hAnsi="Times New Roman" w:cs="Times New Roman"/>
                <w:b/>
                <w:lang w:val="kl-GL"/>
              </w:rPr>
            </w:pPr>
          </w:p>
          <w:p w14:paraId="14C86E2B" w14:textId="77777777" w:rsidR="00515200" w:rsidRPr="00171408" w:rsidRDefault="00515200">
            <w:pPr>
              <w:spacing w:after="0"/>
              <w:rPr>
                <w:rFonts w:ascii="Times New Roman" w:hAnsi="Times New Roman" w:cs="Times New Roman"/>
                <w:b/>
                <w:lang w:val="kl-GL"/>
              </w:rPr>
            </w:pPr>
          </w:p>
          <w:p w14:paraId="68371134" w14:textId="77777777" w:rsidR="00515200" w:rsidRPr="00171408" w:rsidRDefault="00515200">
            <w:pPr>
              <w:spacing w:after="0"/>
              <w:rPr>
                <w:rFonts w:ascii="Times New Roman" w:hAnsi="Times New Roman" w:cs="Times New Roman"/>
                <w:b/>
                <w:lang w:val="kl-GL"/>
              </w:rPr>
            </w:pPr>
          </w:p>
          <w:p w14:paraId="239BF0D4" w14:textId="77777777" w:rsidR="00515200" w:rsidRPr="00171408" w:rsidRDefault="00515200">
            <w:pPr>
              <w:spacing w:after="0"/>
              <w:rPr>
                <w:rFonts w:ascii="Times New Roman" w:hAnsi="Times New Roman" w:cs="Times New Roman"/>
                <w:b/>
                <w:lang w:val="kl-GL"/>
              </w:rPr>
            </w:pPr>
          </w:p>
          <w:p w14:paraId="3072AEF0" w14:textId="77777777" w:rsidR="00515200" w:rsidRPr="00171408" w:rsidRDefault="00515200">
            <w:pPr>
              <w:spacing w:after="0"/>
              <w:rPr>
                <w:rFonts w:ascii="Times New Roman" w:hAnsi="Times New Roman" w:cs="Times New Roman"/>
                <w:b/>
                <w:lang w:val="kl-GL"/>
              </w:rPr>
            </w:pPr>
          </w:p>
          <w:p w14:paraId="3AADF053" w14:textId="77777777" w:rsidR="00515200" w:rsidRPr="00171408" w:rsidRDefault="00515200">
            <w:pPr>
              <w:spacing w:after="0"/>
              <w:rPr>
                <w:rFonts w:ascii="Times New Roman" w:hAnsi="Times New Roman" w:cs="Times New Roman"/>
                <w:b/>
                <w:lang w:val="kl-GL"/>
              </w:rPr>
            </w:pPr>
          </w:p>
          <w:p w14:paraId="3DE97067" w14:textId="77777777" w:rsidR="00515200" w:rsidRPr="00171408" w:rsidRDefault="00515200">
            <w:pPr>
              <w:spacing w:after="0"/>
              <w:rPr>
                <w:rFonts w:ascii="Times New Roman" w:hAnsi="Times New Roman" w:cs="Times New Roman"/>
                <w:b/>
                <w:lang w:val="kl-GL"/>
              </w:rPr>
            </w:pPr>
          </w:p>
          <w:p w14:paraId="3F89E780" w14:textId="77777777" w:rsidR="00515200" w:rsidRPr="00171408" w:rsidRDefault="00515200">
            <w:pPr>
              <w:spacing w:after="0"/>
              <w:rPr>
                <w:rFonts w:ascii="Times New Roman" w:hAnsi="Times New Roman" w:cs="Times New Roman"/>
                <w:b/>
                <w:lang w:val="kl-GL"/>
              </w:rPr>
            </w:pPr>
          </w:p>
          <w:p w14:paraId="2882E94D" w14:textId="77777777" w:rsidR="00515200" w:rsidRPr="00171408" w:rsidRDefault="00515200">
            <w:pPr>
              <w:spacing w:after="0"/>
              <w:rPr>
                <w:rFonts w:ascii="Times New Roman" w:hAnsi="Times New Roman" w:cs="Times New Roman"/>
                <w:b/>
                <w:lang w:val="kl-GL"/>
              </w:rPr>
            </w:pPr>
          </w:p>
          <w:p w14:paraId="413CF39B" w14:textId="77777777" w:rsidR="00515200" w:rsidRPr="00171408" w:rsidRDefault="00515200">
            <w:pPr>
              <w:spacing w:after="0"/>
              <w:rPr>
                <w:rFonts w:ascii="Times New Roman" w:hAnsi="Times New Roman" w:cs="Times New Roman"/>
                <w:b/>
                <w:lang w:val="kl-GL"/>
              </w:rPr>
            </w:pPr>
          </w:p>
          <w:p w14:paraId="5A5A69D5" w14:textId="77777777" w:rsidR="00515200" w:rsidRPr="00171408" w:rsidRDefault="00515200">
            <w:pPr>
              <w:spacing w:after="0"/>
              <w:rPr>
                <w:rFonts w:ascii="Times New Roman" w:hAnsi="Times New Roman" w:cs="Times New Roman"/>
                <w:b/>
                <w:lang w:val="kl-GL"/>
              </w:rPr>
            </w:pPr>
          </w:p>
          <w:p w14:paraId="599AF921" w14:textId="77777777" w:rsidR="00515200" w:rsidRPr="00171408" w:rsidRDefault="00515200">
            <w:pPr>
              <w:spacing w:after="0"/>
              <w:rPr>
                <w:rFonts w:ascii="Times New Roman" w:hAnsi="Times New Roman" w:cs="Times New Roman"/>
                <w:b/>
                <w:lang w:val="kl-GL"/>
              </w:rPr>
            </w:pPr>
          </w:p>
          <w:p w14:paraId="29543E48" w14:textId="77777777" w:rsidR="00515200" w:rsidRPr="00171408" w:rsidRDefault="00515200">
            <w:pPr>
              <w:spacing w:after="0"/>
              <w:rPr>
                <w:rFonts w:ascii="Times New Roman" w:hAnsi="Times New Roman" w:cs="Times New Roman"/>
                <w:b/>
                <w:lang w:val="kl-GL"/>
              </w:rPr>
            </w:pPr>
          </w:p>
          <w:p w14:paraId="1FE61B16" w14:textId="77777777" w:rsidR="00515200" w:rsidRPr="00171408" w:rsidRDefault="00515200">
            <w:pPr>
              <w:spacing w:after="0"/>
              <w:rPr>
                <w:rFonts w:ascii="Times New Roman" w:hAnsi="Times New Roman" w:cs="Times New Roman"/>
                <w:b/>
                <w:lang w:val="kl-GL"/>
              </w:rPr>
            </w:pPr>
          </w:p>
          <w:p w14:paraId="59A9E70B" w14:textId="77777777" w:rsidR="00515200" w:rsidRPr="00171408" w:rsidRDefault="00515200">
            <w:pPr>
              <w:spacing w:after="0"/>
              <w:rPr>
                <w:rFonts w:ascii="Times New Roman" w:hAnsi="Times New Roman" w:cs="Times New Roman"/>
                <w:b/>
                <w:lang w:val="kl-GL"/>
              </w:rPr>
            </w:pPr>
          </w:p>
          <w:p w14:paraId="661178D8" w14:textId="77777777" w:rsidR="00515200" w:rsidRPr="00171408" w:rsidRDefault="00515200">
            <w:pPr>
              <w:spacing w:after="0"/>
              <w:rPr>
                <w:rFonts w:ascii="Times New Roman" w:hAnsi="Times New Roman" w:cs="Times New Roman"/>
                <w:b/>
                <w:lang w:val="kl-GL"/>
              </w:rPr>
            </w:pPr>
          </w:p>
          <w:p w14:paraId="4755ED3B" w14:textId="77777777" w:rsidR="00515200" w:rsidRPr="00171408" w:rsidRDefault="00515200">
            <w:pPr>
              <w:spacing w:after="0"/>
              <w:rPr>
                <w:rFonts w:ascii="Times New Roman" w:hAnsi="Times New Roman" w:cs="Times New Roman"/>
                <w:b/>
                <w:lang w:val="kl-GL"/>
              </w:rPr>
            </w:pPr>
          </w:p>
          <w:p w14:paraId="061E75BD" w14:textId="77777777" w:rsidR="00CF2FB7" w:rsidRPr="00171408" w:rsidRDefault="00CF2FB7">
            <w:pPr>
              <w:spacing w:after="0"/>
              <w:rPr>
                <w:rFonts w:ascii="Times New Roman" w:hAnsi="Times New Roman" w:cs="Times New Roman"/>
                <w:b/>
                <w:lang w:val="kl-GL"/>
              </w:rPr>
            </w:pPr>
          </w:p>
          <w:p w14:paraId="2589D6FE" w14:textId="77777777" w:rsidR="00CF2FB7" w:rsidRPr="00171408" w:rsidRDefault="00CF2FB7">
            <w:pPr>
              <w:spacing w:after="0"/>
              <w:rPr>
                <w:rFonts w:ascii="Times New Roman" w:hAnsi="Times New Roman" w:cs="Times New Roman"/>
                <w:b/>
                <w:lang w:val="kl-GL"/>
              </w:rPr>
            </w:pPr>
          </w:p>
          <w:p w14:paraId="6DB1DE2D" w14:textId="77777777" w:rsidR="00CF2FB7" w:rsidRPr="00171408" w:rsidRDefault="00CF2FB7">
            <w:pPr>
              <w:spacing w:after="0"/>
              <w:rPr>
                <w:rFonts w:ascii="Times New Roman" w:hAnsi="Times New Roman" w:cs="Times New Roman"/>
                <w:b/>
                <w:lang w:val="kl-GL"/>
              </w:rPr>
            </w:pPr>
          </w:p>
          <w:p w14:paraId="7040A74C" w14:textId="77777777" w:rsidR="00CF2FB7" w:rsidRPr="00171408" w:rsidRDefault="00CF2FB7">
            <w:pPr>
              <w:spacing w:after="0"/>
              <w:rPr>
                <w:rFonts w:ascii="Times New Roman" w:hAnsi="Times New Roman" w:cs="Times New Roman"/>
                <w:b/>
                <w:lang w:val="kl-GL"/>
              </w:rPr>
            </w:pPr>
          </w:p>
          <w:p w14:paraId="08ED718F" w14:textId="77777777" w:rsidR="00CF2FB7" w:rsidRPr="00171408" w:rsidRDefault="00CF2FB7">
            <w:pPr>
              <w:spacing w:after="0"/>
              <w:rPr>
                <w:rFonts w:ascii="Times New Roman" w:hAnsi="Times New Roman" w:cs="Times New Roman"/>
                <w:b/>
                <w:lang w:val="kl-GL"/>
              </w:rPr>
            </w:pPr>
          </w:p>
          <w:p w14:paraId="22EDF82C" w14:textId="77777777" w:rsidR="00CF2FB7" w:rsidRPr="00171408" w:rsidRDefault="00CF2FB7">
            <w:pPr>
              <w:spacing w:after="0"/>
              <w:rPr>
                <w:rFonts w:ascii="Times New Roman" w:hAnsi="Times New Roman" w:cs="Times New Roman"/>
                <w:b/>
                <w:lang w:val="kl-GL"/>
              </w:rPr>
            </w:pPr>
          </w:p>
          <w:p w14:paraId="751B218D" w14:textId="77777777" w:rsidR="00CF2FB7" w:rsidRPr="00171408" w:rsidRDefault="00CF2FB7">
            <w:pPr>
              <w:spacing w:after="0"/>
              <w:rPr>
                <w:rFonts w:ascii="Times New Roman" w:hAnsi="Times New Roman" w:cs="Times New Roman"/>
                <w:b/>
                <w:lang w:val="kl-GL"/>
              </w:rPr>
            </w:pPr>
          </w:p>
          <w:p w14:paraId="1E809F74" w14:textId="77777777" w:rsidR="00CF2FB7" w:rsidRPr="00171408" w:rsidRDefault="00CF2FB7">
            <w:pPr>
              <w:spacing w:after="0"/>
              <w:rPr>
                <w:rFonts w:ascii="Times New Roman" w:hAnsi="Times New Roman" w:cs="Times New Roman"/>
                <w:b/>
                <w:lang w:val="kl-GL"/>
              </w:rPr>
            </w:pPr>
          </w:p>
          <w:p w14:paraId="76C3893B" w14:textId="77777777" w:rsidR="00CF2FB7" w:rsidRPr="00171408" w:rsidRDefault="00CF2FB7">
            <w:pPr>
              <w:spacing w:after="0"/>
              <w:rPr>
                <w:rFonts w:ascii="Times New Roman" w:hAnsi="Times New Roman" w:cs="Times New Roman"/>
                <w:b/>
                <w:lang w:val="kl-GL"/>
              </w:rPr>
            </w:pPr>
          </w:p>
          <w:p w14:paraId="7FC16C61" w14:textId="77777777" w:rsidR="00CF2FB7" w:rsidRPr="00171408" w:rsidRDefault="00CF2FB7">
            <w:pPr>
              <w:spacing w:after="0"/>
              <w:rPr>
                <w:rFonts w:ascii="Times New Roman" w:hAnsi="Times New Roman" w:cs="Times New Roman"/>
                <w:b/>
                <w:lang w:val="kl-GL"/>
              </w:rPr>
            </w:pPr>
          </w:p>
          <w:p w14:paraId="38F77E6B" w14:textId="77777777" w:rsidR="00CF2FB7" w:rsidRPr="00171408" w:rsidRDefault="00CF2FB7">
            <w:pPr>
              <w:spacing w:after="0"/>
              <w:rPr>
                <w:rFonts w:ascii="Times New Roman" w:hAnsi="Times New Roman" w:cs="Times New Roman"/>
                <w:b/>
                <w:lang w:val="kl-GL"/>
              </w:rPr>
            </w:pPr>
          </w:p>
          <w:p w14:paraId="75EE748A" w14:textId="77777777" w:rsidR="00903E11" w:rsidRPr="00171408" w:rsidRDefault="00903E11">
            <w:pPr>
              <w:spacing w:after="0"/>
              <w:rPr>
                <w:rFonts w:ascii="Times New Roman" w:hAnsi="Times New Roman" w:cs="Times New Roman"/>
                <w:b/>
                <w:lang w:val="kl-GL"/>
              </w:rPr>
            </w:pPr>
          </w:p>
          <w:p w14:paraId="22C84471" w14:textId="77777777" w:rsidR="00903E11" w:rsidRPr="00171408" w:rsidRDefault="00903E11">
            <w:pPr>
              <w:spacing w:after="0"/>
              <w:rPr>
                <w:rFonts w:ascii="Times New Roman" w:hAnsi="Times New Roman" w:cs="Times New Roman"/>
                <w:b/>
                <w:lang w:val="kl-GL"/>
              </w:rPr>
            </w:pPr>
          </w:p>
          <w:p w14:paraId="42A9D076" w14:textId="77777777" w:rsidR="00903E11" w:rsidRPr="00171408" w:rsidRDefault="00903E11">
            <w:pPr>
              <w:spacing w:after="0"/>
              <w:rPr>
                <w:rFonts w:ascii="Times New Roman" w:hAnsi="Times New Roman" w:cs="Times New Roman"/>
                <w:b/>
                <w:lang w:val="kl-GL"/>
              </w:rPr>
            </w:pPr>
          </w:p>
          <w:p w14:paraId="3139CEEC" w14:textId="77777777" w:rsidR="00CF2FB7" w:rsidRPr="00171408" w:rsidRDefault="00CF2FB7">
            <w:pPr>
              <w:spacing w:after="0"/>
              <w:rPr>
                <w:rFonts w:ascii="Times New Roman" w:hAnsi="Times New Roman" w:cs="Times New Roman"/>
                <w:b/>
                <w:lang w:val="kl-GL"/>
              </w:rPr>
            </w:pPr>
          </w:p>
          <w:p w14:paraId="467AC674" w14:textId="77777777" w:rsidR="00515200" w:rsidRPr="00171408" w:rsidRDefault="00515200">
            <w:pPr>
              <w:spacing w:after="0"/>
              <w:rPr>
                <w:rFonts w:ascii="Times New Roman" w:hAnsi="Times New Roman" w:cs="Times New Roman"/>
                <w:b/>
                <w:lang w:val="kl-GL"/>
              </w:rPr>
            </w:pPr>
          </w:p>
          <w:p w14:paraId="6F1C17B2" w14:textId="77777777" w:rsidR="00515200" w:rsidRPr="00171408" w:rsidRDefault="00515200">
            <w:pPr>
              <w:spacing w:after="0"/>
              <w:rPr>
                <w:rFonts w:ascii="Times New Roman" w:hAnsi="Times New Roman" w:cs="Times New Roman"/>
                <w:b/>
                <w:lang w:val="kl-GL"/>
              </w:rPr>
            </w:pPr>
          </w:p>
          <w:p w14:paraId="23C5F36A" w14:textId="77777777" w:rsidR="00515200" w:rsidRPr="00171408" w:rsidRDefault="00515200">
            <w:pPr>
              <w:spacing w:after="0"/>
              <w:rPr>
                <w:rFonts w:ascii="Times New Roman" w:hAnsi="Times New Roman" w:cs="Times New Roman"/>
                <w:b/>
                <w:lang w:val="kl-GL"/>
              </w:rPr>
            </w:pPr>
          </w:p>
          <w:p w14:paraId="7C17E4C6" w14:textId="77777777" w:rsidR="00515200" w:rsidRPr="00171408" w:rsidRDefault="00515200">
            <w:pPr>
              <w:spacing w:after="0"/>
              <w:rPr>
                <w:rFonts w:ascii="Times New Roman" w:hAnsi="Times New Roman" w:cs="Times New Roman"/>
                <w:b/>
                <w:lang w:val="kl-GL"/>
              </w:rPr>
            </w:pPr>
          </w:p>
          <w:p w14:paraId="3BB073C5" w14:textId="571A9232" w:rsidR="00515200" w:rsidRPr="00171408" w:rsidRDefault="00CE02F1">
            <w:pPr>
              <w:spacing w:after="0"/>
              <w:rPr>
                <w:rFonts w:ascii="Times New Roman" w:hAnsi="Times New Roman"/>
                <w:lang w:val="kl-GL"/>
              </w:rPr>
            </w:pPr>
            <w:r w:rsidRPr="00171408">
              <w:rPr>
                <w:rFonts w:ascii="Times New Roman" w:hAnsi="Times New Roman" w:cs="Times New Roman"/>
                <w:b/>
                <w:lang w:val="kl-GL"/>
              </w:rPr>
              <w:t>2</w:t>
            </w:r>
            <w:r w:rsidR="00903E11" w:rsidRPr="00171408">
              <w:rPr>
                <w:rFonts w:ascii="Times New Roman" w:hAnsi="Times New Roman" w:cs="Times New Roman"/>
                <w:b/>
                <w:lang w:val="kl-GL"/>
              </w:rPr>
              <w:t>8</w:t>
            </w:r>
            <w:r w:rsidRPr="00171408">
              <w:rPr>
                <w:rFonts w:ascii="Times New Roman" w:hAnsi="Times New Roman" w:cs="Times New Roman"/>
                <w:b/>
                <w:lang w:val="kl-GL"/>
              </w:rPr>
              <w:t>.</w:t>
            </w:r>
            <w:r w:rsidRPr="00171408">
              <w:rPr>
                <w:rFonts w:ascii="Times New Roman" w:eastAsia="Times New Roman" w:hAnsi="Times New Roman" w:cs="Times New Roman"/>
                <w:color w:val="000000"/>
                <w:lang w:val="kl-GL" w:eastAsia="da-DK"/>
              </w:rPr>
              <w:t xml:space="preserve"> </w:t>
            </w:r>
            <w:r w:rsidRPr="00171408">
              <w:rPr>
                <w:rFonts w:ascii="Times New Roman" w:eastAsia="Times New Roman" w:hAnsi="Times New Roman" w:cs="Times New Roman"/>
                <w:i/>
                <w:color w:val="000000"/>
                <w:lang w:val="kl-GL" w:eastAsia="da-DK"/>
              </w:rPr>
              <w:t>§ 62, imm. 4</w:t>
            </w:r>
            <w:r w:rsidRPr="00171408">
              <w:rPr>
                <w:rFonts w:ascii="Times New Roman" w:eastAsia="Times New Roman" w:hAnsi="Times New Roman" w:cs="Times New Roman"/>
                <w:color w:val="000000"/>
                <w:lang w:val="kl-GL" w:eastAsia="da-DK"/>
              </w:rPr>
              <w:t>-mi</w:t>
            </w:r>
            <w:r w:rsidRPr="00171408">
              <w:rPr>
                <w:rFonts w:ascii="Times New Roman" w:eastAsia="Times New Roman" w:hAnsi="Times New Roman" w:cs="Times New Roman"/>
                <w:i/>
                <w:color w:val="000000"/>
                <w:lang w:val="kl-GL" w:eastAsia="da-DK"/>
              </w:rPr>
              <w:t>,</w:t>
            </w:r>
            <w:r w:rsidRPr="00171408">
              <w:rPr>
                <w:rFonts w:ascii="Times New Roman" w:eastAsia="Times New Roman" w:hAnsi="Times New Roman" w:cs="Times New Roman"/>
                <w:color w:val="000000"/>
                <w:lang w:val="kl-GL" w:eastAsia="da-DK"/>
              </w:rPr>
              <w:t xml:space="preserve"> </w:t>
            </w:r>
            <w:r w:rsidR="009B6E2E" w:rsidRPr="00171408">
              <w:rPr>
                <w:rFonts w:ascii="Times New Roman" w:eastAsia="Times New Roman" w:hAnsi="Times New Roman" w:cs="Times New Roman"/>
                <w:color w:val="000000"/>
                <w:lang w:val="kl-GL" w:eastAsia="da-DK"/>
              </w:rPr>
              <w:t xml:space="preserve">»§ 52, imm. 6, oqaaseqatigiit sisamaat aamma tallimaat« imatut </w:t>
            </w:r>
            <w:r w:rsidR="009B6E2E" w:rsidRPr="00171408">
              <w:rPr>
                <w:rFonts w:ascii="Times New Roman" w:eastAsia="Times New Roman" w:hAnsi="Times New Roman" w:cs="Times New Roman"/>
                <w:color w:val="000000"/>
                <w:lang w:val="kl-GL" w:eastAsia="da-DK"/>
              </w:rPr>
              <w:lastRenderedPageBreak/>
              <w:t>allanngortinneqassaaq: »§ 52, imm. 6, oqaaseqatigiit tallimaat aamma arferngat«</w:t>
            </w:r>
          </w:p>
          <w:p w14:paraId="7B561F82" w14:textId="77777777" w:rsidR="00515200" w:rsidRPr="00171408" w:rsidRDefault="00515200">
            <w:pPr>
              <w:spacing w:after="0"/>
              <w:rPr>
                <w:rFonts w:ascii="Times New Roman" w:hAnsi="Times New Roman" w:cs="Times New Roman"/>
                <w:b/>
                <w:lang w:val="kl-GL"/>
              </w:rPr>
            </w:pPr>
          </w:p>
          <w:p w14:paraId="3203C15A" w14:textId="77777777" w:rsidR="00515200" w:rsidRPr="00171408" w:rsidRDefault="00515200">
            <w:pPr>
              <w:spacing w:after="0"/>
              <w:rPr>
                <w:rFonts w:ascii="Times New Roman" w:hAnsi="Times New Roman" w:cs="Times New Roman"/>
                <w:b/>
                <w:lang w:val="kl-GL"/>
              </w:rPr>
            </w:pPr>
          </w:p>
          <w:p w14:paraId="551D6EBD" w14:textId="77777777" w:rsidR="00515200" w:rsidRPr="00171408" w:rsidRDefault="00515200">
            <w:pPr>
              <w:spacing w:after="0"/>
              <w:rPr>
                <w:rFonts w:ascii="Times New Roman" w:hAnsi="Times New Roman" w:cs="Times New Roman"/>
                <w:b/>
                <w:lang w:val="kl-GL"/>
              </w:rPr>
            </w:pPr>
          </w:p>
          <w:p w14:paraId="652E28B7" w14:textId="77777777" w:rsidR="00515200" w:rsidRPr="00171408" w:rsidRDefault="00515200">
            <w:pPr>
              <w:spacing w:after="0"/>
              <w:rPr>
                <w:rFonts w:ascii="Times New Roman" w:hAnsi="Times New Roman" w:cs="Times New Roman"/>
                <w:b/>
                <w:lang w:val="kl-GL"/>
              </w:rPr>
            </w:pPr>
          </w:p>
          <w:p w14:paraId="36DCEF70" w14:textId="77777777" w:rsidR="00515200" w:rsidRPr="00171408" w:rsidRDefault="00515200">
            <w:pPr>
              <w:spacing w:after="0"/>
              <w:rPr>
                <w:rFonts w:ascii="Times New Roman" w:hAnsi="Times New Roman" w:cs="Times New Roman"/>
                <w:b/>
                <w:lang w:val="kl-GL"/>
              </w:rPr>
            </w:pPr>
          </w:p>
          <w:p w14:paraId="54DA784C" w14:textId="77777777" w:rsidR="00515200" w:rsidRPr="00171408" w:rsidRDefault="00515200">
            <w:pPr>
              <w:spacing w:after="0"/>
              <w:rPr>
                <w:rFonts w:ascii="Times New Roman" w:hAnsi="Times New Roman" w:cs="Times New Roman"/>
                <w:b/>
                <w:lang w:val="kl-GL"/>
              </w:rPr>
            </w:pPr>
          </w:p>
          <w:p w14:paraId="5C45E8EE" w14:textId="77777777" w:rsidR="00515200" w:rsidRPr="00171408" w:rsidRDefault="00515200">
            <w:pPr>
              <w:spacing w:after="0"/>
              <w:rPr>
                <w:rFonts w:ascii="Times New Roman" w:hAnsi="Times New Roman" w:cs="Times New Roman"/>
                <w:b/>
                <w:lang w:val="kl-GL"/>
              </w:rPr>
            </w:pPr>
          </w:p>
          <w:p w14:paraId="0105CCD4" w14:textId="77777777" w:rsidR="00515200" w:rsidRPr="00171408" w:rsidRDefault="00515200">
            <w:pPr>
              <w:spacing w:after="0"/>
              <w:rPr>
                <w:rFonts w:ascii="Times New Roman" w:hAnsi="Times New Roman" w:cs="Times New Roman"/>
                <w:b/>
                <w:lang w:val="kl-GL"/>
              </w:rPr>
            </w:pPr>
          </w:p>
          <w:p w14:paraId="568F96BD" w14:textId="77777777" w:rsidR="00515200" w:rsidRPr="00171408" w:rsidRDefault="00515200">
            <w:pPr>
              <w:spacing w:after="0"/>
              <w:rPr>
                <w:rFonts w:ascii="Times New Roman" w:hAnsi="Times New Roman" w:cs="Times New Roman"/>
                <w:b/>
                <w:lang w:val="kl-GL"/>
              </w:rPr>
            </w:pPr>
          </w:p>
          <w:p w14:paraId="5D96B391" w14:textId="1BAA535A" w:rsidR="00515200" w:rsidRPr="00171408" w:rsidRDefault="00CE02F1">
            <w:pPr>
              <w:spacing w:after="0"/>
              <w:rPr>
                <w:rFonts w:ascii="Times New Roman" w:hAnsi="Times New Roman"/>
                <w:lang w:val="kl-GL"/>
              </w:rPr>
            </w:pPr>
            <w:r w:rsidRPr="00171408">
              <w:rPr>
                <w:rFonts w:ascii="Times New Roman" w:hAnsi="Times New Roman" w:cs="Times New Roman"/>
                <w:b/>
                <w:lang w:val="kl-GL"/>
              </w:rPr>
              <w:t>2</w:t>
            </w:r>
            <w:r w:rsidR="002D740A" w:rsidRPr="00171408">
              <w:rPr>
                <w:rFonts w:ascii="Times New Roman" w:hAnsi="Times New Roman" w:cs="Times New Roman"/>
                <w:b/>
                <w:lang w:val="kl-GL"/>
              </w:rPr>
              <w:t>9</w:t>
            </w:r>
            <w:r w:rsidRPr="00171408">
              <w:rPr>
                <w:rFonts w:ascii="Times New Roman" w:hAnsi="Times New Roman" w:cs="Times New Roman"/>
                <w:b/>
                <w:lang w:val="kl-GL"/>
              </w:rPr>
              <w:t xml:space="preserve">. </w:t>
            </w:r>
            <w:r w:rsidRPr="00171408">
              <w:rPr>
                <w:rFonts w:ascii="Times New Roman" w:hAnsi="Times New Roman" w:cs="Times New Roman"/>
                <w:i/>
                <w:lang w:val="kl-GL"/>
              </w:rPr>
              <w:t>§ 64, imm. 1,</w:t>
            </w:r>
            <w:r w:rsidRPr="00171408">
              <w:rPr>
                <w:rFonts w:ascii="Times New Roman" w:hAnsi="Times New Roman" w:cs="Times New Roman"/>
                <w:lang w:val="kl-GL"/>
              </w:rPr>
              <w:t xml:space="preserve"> </w:t>
            </w:r>
            <w:r w:rsidRPr="00171408">
              <w:rPr>
                <w:rFonts w:ascii="Times New Roman" w:hAnsi="Times New Roman" w:cs="Times New Roman"/>
                <w:i/>
                <w:lang w:val="kl-GL"/>
              </w:rPr>
              <w:t>nr. 2</w:t>
            </w:r>
            <w:r w:rsidRPr="00171408">
              <w:rPr>
                <w:rFonts w:ascii="Times New Roman" w:hAnsi="Times New Roman" w:cs="Times New Roman"/>
                <w:lang w:val="kl-GL"/>
              </w:rPr>
              <w:t>-mi</w:t>
            </w:r>
            <w:r w:rsidRPr="00171408">
              <w:rPr>
                <w:rFonts w:ascii="Times New Roman" w:hAnsi="Times New Roman" w:cs="Times New Roman"/>
                <w:i/>
                <w:lang w:val="kl-GL"/>
              </w:rPr>
              <w:t>,</w:t>
            </w:r>
            <w:r w:rsidRPr="00171408">
              <w:rPr>
                <w:rFonts w:ascii="Times New Roman" w:hAnsi="Times New Roman" w:cs="Times New Roman"/>
                <w:lang w:val="kl-GL"/>
              </w:rPr>
              <w:t xml:space="preserve"> </w:t>
            </w:r>
            <w:r w:rsidR="009B6E2E" w:rsidRPr="00171408">
              <w:rPr>
                <w:rFonts w:ascii="Times New Roman" w:hAnsi="Times New Roman" w:cs="Times New Roman"/>
                <w:lang w:val="kl-GL"/>
              </w:rPr>
              <w:t>»inuussutissarsiornermi nappaatit aamma« imatut allanngortinneqassaaq: »inuussutissarsiornermi nappaatit,«.</w:t>
            </w:r>
          </w:p>
          <w:p w14:paraId="79739DFC" w14:textId="77777777" w:rsidR="00515200" w:rsidRPr="00171408" w:rsidRDefault="00515200">
            <w:pPr>
              <w:spacing w:after="0"/>
              <w:rPr>
                <w:rFonts w:ascii="Times New Roman" w:hAnsi="Times New Roman" w:cs="Times New Roman"/>
                <w:b/>
                <w:lang w:val="kl-GL"/>
              </w:rPr>
            </w:pPr>
          </w:p>
          <w:p w14:paraId="1D8799E8" w14:textId="77777777" w:rsidR="00AB262E" w:rsidRPr="00171408" w:rsidRDefault="00AB262E">
            <w:pPr>
              <w:spacing w:after="0"/>
              <w:rPr>
                <w:rFonts w:ascii="Times New Roman" w:hAnsi="Times New Roman" w:cs="Times New Roman"/>
                <w:b/>
                <w:lang w:val="kl-GL"/>
              </w:rPr>
            </w:pPr>
          </w:p>
          <w:p w14:paraId="795601F5" w14:textId="77777777" w:rsidR="00AB262E" w:rsidRPr="00171408" w:rsidRDefault="00AB262E">
            <w:pPr>
              <w:spacing w:after="0"/>
              <w:rPr>
                <w:rFonts w:ascii="Times New Roman" w:hAnsi="Times New Roman" w:cs="Times New Roman"/>
                <w:b/>
                <w:lang w:val="kl-GL"/>
              </w:rPr>
            </w:pPr>
          </w:p>
          <w:p w14:paraId="5CA6A8A0" w14:textId="77777777" w:rsidR="00AB262E" w:rsidRPr="00171408" w:rsidRDefault="00AB262E">
            <w:pPr>
              <w:spacing w:after="0"/>
              <w:rPr>
                <w:rFonts w:ascii="Times New Roman" w:hAnsi="Times New Roman" w:cs="Times New Roman"/>
                <w:b/>
                <w:lang w:val="kl-GL"/>
              </w:rPr>
            </w:pPr>
          </w:p>
          <w:p w14:paraId="6380C45B" w14:textId="7DA056A9" w:rsidR="00515200" w:rsidRPr="00171408" w:rsidRDefault="00AB262E">
            <w:pPr>
              <w:spacing w:after="0"/>
              <w:rPr>
                <w:rFonts w:ascii="Times New Roman" w:hAnsi="Times New Roman"/>
                <w:lang w:val="kl-GL"/>
              </w:rPr>
            </w:pPr>
            <w:r w:rsidRPr="00171408">
              <w:rPr>
                <w:rFonts w:ascii="Times New Roman" w:hAnsi="Times New Roman" w:cs="Times New Roman"/>
                <w:b/>
                <w:lang w:val="kl-GL"/>
              </w:rPr>
              <w:t>3</w:t>
            </w:r>
            <w:r w:rsidR="003133E1" w:rsidRPr="00171408">
              <w:rPr>
                <w:rFonts w:ascii="Times New Roman" w:hAnsi="Times New Roman" w:cs="Times New Roman"/>
                <w:b/>
                <w:lang w:val="kl-GL"/>
              </w:rPr>
              <w:t>0</w:t>
            </w:r>
            <w:r w:rsidR="00CE02F1" w:rsidRPr="00171408">
              <w:rPr>
                <w:rFonts w:ascii="Times New Roman" w:hAnsi="Times New Roman" w:cs="Times New Roman"/>
                <w:b/>
                <w:lang w:val="kl-GL"/>
              </w:rPr>
              <w:t>.</w:t>
            </w:r>
            <w:r w:rsidR="00CE02F1" w:rsidRPr="00171408">
              <w:rPr>
                <w:rFonts w:ascii="Times New Roman" w:eastAsia="Calibri" w:hAnsi="Times New Roman" w:cs="Times New Roman"/>
                <w:lang w:val="kl-GL"/>
              </w:rPr>
              <w:t xml:space="preserve"> </w:t>
            </w:r>
            <w:r w:rsidR="00CE02F1" w:rsidRPr="00171408">
              <w:rPr>
                <w:rFonts w:ascii="Times New Roman" w:eastAsia="Calibri" w:hAnsi="Times New Roman" w:cs="Times New Roman"/>
                <w:i/>
                <w:lang w:val="kl-GL"/>
              </w:rPr>
              <w:t>§ 64, imm. 1</w:t>
            </w:r>
            <w:r w:rsidR="00CE02F1" w:rsidRPr="00171408">
              <w:rPr>
                <w:rFonts w:ascii="Times New Roman" w:eastAsia="Calibri" w:hAnsi="Times New Roman" w:cs="Times New Roman"/>
                <w:lang w:val="kl-GL"/>
              </w:rPr>
              <w:t>-imi</w:t>
            </w:r>
            <w:r w:rsidR="00CE02F1" w:rsidRPr="00171408">
              <w:rPr>
                <w:rFonts w:ascii="Times New Roman" w:eastAsia="Calibri" w:hAnsi="Times New Roman" w:cs="Times New Roman"/>
                <w:i/>
                <w:lang w:val="kl-GL"/>
              </w:rPr>
              <w:t>,</w:t>
            </w:r>
            <w:r w:rsidR="00CE02F1" w:rsidRPr="00171408">
              <w:rPr>
                <w:rFonts w:ascii="Times New Roman" w:eastAsia="Calibri" w:hAnsi="Times New Roman" w:cs="Times New Roman"/>
                <w:lang w:val="kl-GL"/>
              </w:rPr>
              <w:t xml:space="preserve"> </w:t>
            </w:r>
            <w:r w:rsidR="009B6E2E" w:rsidRPr="00171408">
              <w:rPr>
                <w:rFonts w:ascii="Times New Roman" w:hAnsi="Times New Roman" w:cs="Times New Roman"/>
                <w:lang w:val="kl-GL"/>
              </w:rPr>
              <w:t>nr. 2-p kingorna nutaatut normutut ikkunneqassaaq: »3) § 68 malillugu Arbejdsmarkedets Erhvervssikringimit aningaasat, ataatsimoorussamik sillimmasiineq malillugu suliat pineqartillugit, tak. §§ 67-69 aamma«.</w:t>
            </w:r>
          </w:p>
          <w:p w14:paraId="5DF9C1FB" w14:textId="77777777" w:rsidR="00515200" w:rsidRPr="00171408" w:rsidRDefault="00515200">
            <w:pPr>
              <w:spacing w:after="0"/>
              <w:rPr>
                <w:rFonts w:ascii="Times New Roman" w:hAnsi="Times New Roman" w:cs="Times New Roman"/>
                <w:b/>
                <w:lang w:val="kl-GL"/>
              </w:rPr>
            </w:pPr>
          </w:p>
          <w:p w14:paraId="51939BBD" w14:textId="77777777" w:rsidR="00515200" w:rsidRPr="00171408" w:rsidRDefault="00CE02F1">
            <w:pPr>
              <w:spacing w:after="0"/>
              <w:rPr>
                <w:rFonts w:ascii="Times New Roman" w:hAnsi="Times New Roman" w:cs="Times New Roman"/>
                <w:lang w:val="kl-GL"/>
              </w:rPr>
            </w:pPr>
            <w:r w:rsidRPr="00171408">
              <w:rPr>
                <w:rFonts w:ascii="Times New Roman" w:hAnsi="Times New Roman" w:cs="Times New Roman"/>
                <w:lang w:val="kl-GL"/>
              </w:rPr>
              <w:t>Nr. 3 tamatuma kingorna nr. 4-nngussaaq.</w:t>
            </w:r>
          </w:p>
          <w:p w14:paraId="26CA8E88" w14:textId="77777777" w:rsidR="00515200" w:rsidRPr="00171408" w:rsidRDefault="00515200">
            <w:pPr>
              <w:spacing w:after="0"/>
              <w:rPr>
                <w:rFonts w:ascii="Times New Roman" w:hAnsi="Times New Roman"/>
                <w:lang w:val="kl-GL"/>
              </w:rPr>
            </w:pPr>
          </w:p>
          <w:p w14:paraId="43CACE53" w14:textId="77777777" w:rsidR="00515200" w:rsidRPr="00171408" w:rsidRDefault="00515200">
            <w:pPr>
              <w:spacing w:after="0"/>
              <w:rPr>
                <w:rFonts w:ascii="Times New Roman" w:hAnsi="Times New Roman" w:cs="Times New Roman"/>
                <w:b/>
                <w:lang w:val="kl-GL"/>
              </w:rPr>
            </w:pPr>
          </w:p>
          <w:p w14:paraId="40BC3165" w14:textId="77777777" w:rsidR="003133E1" w:rsidRPr="00171408" w:rsidRDefault="003133E1">
            <w:pPr>
              <w:spacing w:after="0"/>
              <w:rPr>
                <w:rFonts w:ascii="Times New Roman" w:hAnsi="Times New Roman" w:cs="Times New Roman"/>
                <w:b/>
                <w:lang w:val="kl-GL"/>
              </w:rPr>
            </w:pPr>
          </w:p>
          <w:p w14:paraId="565A149A" w14:textId="0B299D24" w:rsidR="00515200" w:rsidRPr="00171408" w:rsidRDefault="003133E1">
            <w:pPr>
              <w:spacing w:after="0"/>
              <w:rPr>
                <w:rFonts w:ascii="Times New Roman" w:hAnsi="Times New Roman"/>
                <w:lang w:val="kl-GL"/>
              </w:rPr>
            </w:pPr>
            <w:r w:rsidRPr="00171408">
              <w:rPr>
                <w:rFonts w:ascii="Times New Roman" w:hAnsi="Times New Roman" w:cs="Times New Roman"/>
                <w:b/>
                <w:lang w:val="kl-GL"/>
              </w:rPr>
              <w:t>31</w:t>
            </w:r>
            <w:r w:rsidR="00CE02F1" w:rsidRPr="00171408">
              <w:rPr>
                <w:rFonts w:ascii="Times New Roman" w:hAnsi="Times New Roman" w:cs="Times New Roman"/>
                <w:b/>
                <w:lang w:val="kl-GL"/>
              </w:rPr>
              <w:t>.</w:t>
            </w:r>
            <w:r w:rsidR="00CE02F1" w:rsidRPr="00171408">
              <w:rPr>
                <w:rFonts w:ascii="Times New Roman" w:eastAsia="Calibri" w:hAnsi="Times New Roman" w:cs="Times New Roman"/>
                <w:lang w:val="kl-GL"/>
              </w:rPr>
              <w:t xml:space="preserve"> </w:t>
            </w:r>
            <w:r w:rsidR="00CE02F1" w:rsidRPr="00171408">
              <w:rPr>
                <w:rFonts w:ascii="Times New Roman" w:eastAsia="Calibri" w:hAnsi="Times New Roman" w:cs="Times New Roman"/>
                <w:i/>
                <w:lang w:val="kl-GL"/>
              </w:rPr>
              <w:t xml:space="preserve">§ 64, imm. 4, oqaaseqatigiit </w:t>
            </w:r>
            <w:r w:rsidR="001106D0" w:rsidRPr="00171408">
              <w:rPr>
                <w:rFonts w:ascii="Times New Roman" w:eastAsia="Calibri" w:hAnsi="Times New Roman" w:cs="Times New Roman"/>
                <w:i/>
                <w:lang w:val="kl-GL"/>
              </w:rPr>
              <w:t>siullianni</w:t>
            </w:r>
            <w:r w:rsidR="00CE02F1" w:rsidRPr="00171408">
              <w:rPr>
                <w:rFonts w:ascii="Times New Roman" w:eastAsia="Calibri" w:hAnsi="Times New Roman" w:cs="Times New Roman"/>
                <w:lang w:val="kl-GL"/>
              </w:rPr>
              <w:t xml:space="preserve">, </w:t>
            </w:r>
            <w:r w:rsidR="00605126" w:rsidRPr="00171408">
              <w:rPr>
                <w:rFonts w:ascii="Times New Roman" w:eastAsia="Calibri" w:hAnsi="Times New Roman" w:cs="Times New Roman"/>
                <w:lang w:val="kl-GL"/>
              </w:rPr>
              <w:t>»akiliineq,« piissaaq, aamma »aamma tamatuminnga akiliisitsiniarneq« imatut allanngortinneqassaaq: », aconto-nngorlugu akiliisitsiniarneq aamma kingornatigut nal</w:t>
            </w:r>
            <w:r w:rsidR="00507E45" w:rsidRPr="00171408">
              <w:rPr>
                <w:rFonts w:ascii="Times New Roman" w:eastAsia="Calibri" w:hAnsi="Times New Roman" w:cs="Times New Roman"/>
                <w:lang w:val="kl-GL"/>
              </w:rPr>
              <w:t>eqqu</w:t>
            </w:r>
            <w:r w:rsidR="00605126" w:rsidRPr="00171408">
              <w:rPr>
                <w:rFonts w:ascii="Times New Roman" w:eastAsia="Calibri" w:hAnsi="Times New Roman" w:cs="Times New Roman"/>
                <w:lang w:val="kl-GL"/>
              </w:rPr>
              <w:t>ssaaneq«.</w:t>
            </w:r>
          </w:p>
          <w:p w14:paraId="58D5389A" w14:textId="77777777" w:rsidR="00515200" w:rsidRPr="00171408" w:rsidRDefault="00515200">
            <w:pPr>
              <w:spacing w:after="0"/>
              <w:rPr>
                <w:rFonts w:ascii="Times New Roman" w:hAnsi="Times New Roman" w:cs="Times New Roman"/>
                <w:b/>
                <w:lang w:val="kl-GL"/>
              </w:rPr>
            </w:pPr>
          </w:p>
          <w:p w14:paraId="06E951ED" w14:textId="77777777" w:rsidR="00515200" w:rsidRPr="00171408" w:rsidRDefault="00515200">
            <w:pPr>
              <w:spacing w:after="0"/>
              <w:rPr>
                <w:rFonts w:ascii="Times New Roman" w:hAnsi="Times New Roman" w:cs="Times New Roman"/>
                <w:b/>
                <w:lang w:val="kl-GL"/>
              </w:rPr>
            </w:pPr>
          </w:p>
          <w:p w14:paraId="084A1C46" w14:textId="77777777" w:rsidR="00851CE6" w:rsidRPr="00171408" w:rsidRDefault="00851CE6">
            <w:pPr>
              <w:spacing w:after="0"/>
              <w:rPr>
                <w:rFonts w:ascii="Times New Roman" w:hAnsi="Times New Roman" w:cs="Times New Roman"/>
                <w:b/>
                <w:lang w:val="kl-GL"/>
              </w:rPr>
            </w:pPr>
          </w:p>
          <w:p w14:paraId="3FF8ACBE" w14:textId="77777777" w:rsidR="00515200" w:rsidRPr="00171408" w:rsidRDefault="00515200">
            <w:pPr>
              <w:spacing w:after="0"/>
              <w:rPr>
                <w:rFonts w:ascii="Times New Roman" w:hAnsi="Times New Roman" w:cs="Times New Roman"/>
                <w:b/>
                <w:lang w:val="kl-GL"/>
              </w:rPr>
            </w:pPr>
          </w:p>
          <w:p w14:paraId="4207BEFA" w14:textId="7FC90B43" w:rsidR="00515200" w:rsidRPr="00171408" w:rsidRDefault="00851CE6">
            <w:pPr>
              <w:spacing w:after="0"/>
              <w:rPr>
                <w:rFonts w:ascii="Times New Roman" w:hAnsi="Times New Roman"/>
                <w:lang w:val="kl-GL"/>
              </w:rPr>
            </w:pPr>
            <w:r w:rsidRPr="00171408">
              <w:rPr>
                <w:rFonts w:ascii="Times New Roman" w:hAnsi="Times New Roman" w:cs="Times New Roman"/>
                <w:b/>
                <w:lang w:val="kl-GL"/>
              </w:rPr>
              <w:t>3</w:t>
            </w:r>
            <w:r w:rsidR="00CE02F1" w:rsidRPr="00171408">
              <w:rPr>
                <w:rFonts w:ascii="Times New Roman" w:hAnsi="Times New Roman" w:cs="Times New Roman"/>
                <w:b/>
                <w:lang w:val="kl-GL"/>
              </w:rPr>
              <w:t xml:space="preserve">2. </w:t>
            </w:r>
            <w:r w:rsidR="00CE02F1" w:rsidRPr="00171408">
              <w:rPr>
                <w:rFonts w:ascii="Times New Roman" w:eastAsia="Calibri" w:hAnsi="Times New Roman" w:cs="Times New Roman"/>
                <w:i/>
                <w:lang w:val="kl-GL"/>
              </w:rPr>
              <w:t xml:space="preserve">§ 65, oqaaseqatigiit </w:t>
            </w:r>
            <w:r w:rsidR="001106D0" w:rsidRPr="00171408">
              <w:rPr>
                <w:rFonts w:ascii="Times New Roman" w:eastAsia="Calibri" w:hAnsi="Times New Roman" w:cs="Times New Roman"/>
                <w:i/>
                <w:lang w:val="kl-GL"/>
              </w:rPr>
              <w:t>siullianni</w:t>
            </w:r>
            <w:r w:rsidR="00CE02F1" w:rsidRPr="00171408">
              <w:rPr>
                <w:rFonts w:ascii="Times New Roman" w:eastAsia="Calibri" w:hAnsi="Times New Roman" w:cs="Times New Roman"/>
                <w:lang w:val="kl-GL"/>
              </w:rPr>
              <w:t>,</w:t>
            </w:r>
            <w:r w:rsidR="00CE02F1" w:rsidRPr="00171408">
              <w:rPr>
                <w:rFonts w:ascii="Times New Roman" w:eastAsia="Calibri" w:hAnsi="Times New Roman" w:cs="Times New Roman"/>
                <w:i/>
                <w:lang w:val="kl-GL"/>
              </w:rPr>
              <w:t xml:space="preserve"> </w:t>
            </w:r>
            <w:r w:rsidR="00605126" w:rsidRPr="00171408">
              <w:rPr>
                <w:rFonts w:ascii="Times New Roman" w:eastAsia="Calibri" w:hAnsi="Times New Roman" w:cs="Times New Roman"/>
                <w:lang w:val="kl-GL"/>
              </w:rPr>
              <w:t>», Nationalbankip ullormiit ullormut erniaritittagaasa agguaqatigiissinnerannut naapertuuttunik« peerneqassaaq.</w:t>
            </w:r>
          </w:p>
          <w:p w14:paraId="3E366160" w14:textId="77777777" w:rsidR="00515200" w:rsidRPr="00171408" w:rsidRDefault="00515200">
            <w:pPr>
              <w:spacing w:after="0"/>
              <w:rPr>
                <w:rFonts w:ascii="Times New Roman" w:eastAsia="Calibri" w:hAnsi="Times New Roman" w:cs="Times New Roman"/>
                <w:lang w:val="kl-GL"/>
              </w:rPr>
            </w:pPr>
          </w:p>
          <w:p w14:paraId="47427093" w14:textId="77777777" w:rsidR="00515200" w:rsidRPr="00171408" w:rsidRDefault="00515200">
            <w:pPr>
              <w:spacing w:after="0"/>
              <w:rPr>
                <w:rFonts w:ascii="Times New Roman" w:hAnsi="Times New Roman" w:cs="Times New Roman"/>
                <w:b/>
                <w:lang w:val="kl-GL"/>
              </w:rPr>
            </w:pPr>
          </w:p>
          <w:p w14:paraId="5AE582EE" w14:textId="50A193CB" w:rsidR="00515200" w:rsidRPr="00171408" w:rsidRDefault="00CE02F1">
            <w:pPr>
              <w:spacing w:after="0"/>
              <w:rPr>
                <w:rFonts w:ascii="Times New Roman" w:hAnsi="Times New Roman"/>
                <w:lang w:val="kl-GL"/>
              </w:rPr>
            </w:pPr>
            <w:r w:rsidRPr="00171408">
              <w:rPr>
                <w:rFonts w:ascii="Times New Roman" w:hAnsi="Times New Roman" w:cs="Times New Roman"/>
                <w:b/>
                <w:lang w:val="kl-GL"/>
              </w:rPr>
              <w:t>3</w:t>
            </w:r>
            <w:r w:rsidR="00EE6389" w:rsidRPr="00171408">
              <w:rPr>
                <w:rFonts w:ascii="Times New Roman" w:hAnsi="Times New Roman" w:cs="Times New Roman"/>
                <w:b/>
                <w:lang w:val="kl-GL"/>
              </w:rPr>
              <w:t>3</w:t>
            </w:r>
            <w:r w:rsidRPr="00171408">
              <w:rPr>
                <w:rFonts w:ascii="Times New Roman" w:hAnsi="Times New Roman" w:cs="Times New Roman"/>
                <w:b/>
                <w:lang w:val="kl-GL"/>
              </w:rPr>
              <w:t>.</w:t>
            </w:r>
            <w:r w:rsidRPr="00171408">
              <w:rPr>
                <w:rFonts w:ascii="Times New Roman" w:eastAsia="Calibri" w:hAnsi="Times New Roman" w:cs="Times New Roman"/>
                <w:lang w:val="kl-GL"/>
              </w:rPr>
              <w:t xml:space="preserve"> </w:t>
            </w:r>
            <w:r w:rsidRPr="00171408">
              <w:rPr>
                <w:rFonts w:ascii="Times New Roman" w:eastAsia="Calibri" w:hAnsi="Times New Roman" w:cs="Times New Roman"/>
                <w:i/>
                <w:lang w:val="kl-GL"/>
              </w:rPr>
              <w:t>§ 65, oqaaseqatigiit</w:t>
            </w:r>
            <w:r w:rsidR="00503003" w:rsidRPr="00171408">
              <w:rPr>
                <w:rFonts w:ascii="Times New Roman" w:eastAsia="Calibri" w:hAnsi="Times New Roman" w:cs="Times New Roman"/>
                <w:i/>
                <w:lang w:val="kl-GL"/>
              </w:rPr>
              <w:t xml:space="preserve"> aappaanni</w:t>
            </w:r>
            <w:r w:rsidRPr="00171408">
              <w:rPr>
                <w:rFonts w:ascii="Times New Roman" w:eastAsia="Calibri" w:hAnsi="Times New Roman" w:cs="Times New Roman"/>
                <w:lang w:val="kl-GL"/>
              </w:rPr>
              <w:t xml:space="preserve">, </w:t>
            </w:r>
            <w:r w:rsidR="00ED4EA1" w:rsidRPr="00171408">
              <w:rPr>
                <w:rFonts w:ascii="Times New Roman" w:eastAsia="Calibri" w:hAnsi="Times New Roman" w:cs="Times New Roman"/>
                <w:lang w:val="kl-GL"/>
              </w:rPr>
              <w:t>»naatsorsorneqassapput« imatut allanngortinneqassaaq: »aalajangersarneqassapput«.</w:t>
            </w:r>
          </w:p>
          <w:p w14:paraId="31DCC1E6" w14:textId="77777777" w:rsidR="00515200" w:rsidRPr="00171408" w:rsidRDefault="00515200">
            <w:pPr>
              <w:spacing w:after="0"/>
              <w:rPr>
                <w:rFonts w:ascii="Times New Roman" w:hAnsi="Times New Roman" w:cs="Times New Roman"/>
                <w:b/>
                <w:lang w:val="kl-GL"/>
              </w:rPr>
            </w:pPr>
          </w:p>
          <w:p w14:paraId="7D075B6F" w14:textId="77777777" w:rsidR="00515200" w:rsidRPr="00171408" w:rsidRDefault="00515200">
            <w:pPr>
              <w:spacing w:after="0"/>
              <w:rPr>
                <w:rFonts w:ascii="Times New Roman" w:hAnsi="Times New Roman" w:cs="Times New Roman"/>
                <w:b/>
                <w:lang w:val="kl-GL"/>
              </w:rPr>
            </w:pPr>
          </w:p>
          <w:p w14:paraId="1E4BAB16" w14:textId="77777777" w:rsidR="00515200" w:rsidRPr="00171408" w:rsidRDefault="00515200">
            <w:pPr>
              <w:spacing w:after="0"/>
              <w:rPr>
                <w:rFonts w:ascii="Times New Roman" w:hAnsi="Times New Roman" w:cs="Times New Roman"/>
                <w:b/>
                <w:lang w:val="kl-GL"/>
              </w:rPr>
            </w:pPr>
          </w:p>
          <w:p w14:paraId="2BFB427A" w14:textId="77777777" w:rsidR="00EE6389" w:rsidRPr="00171408" w:rsidRDefault="00EE6389">
            <w:pPr>
              <w:spacing w:after="0"/>
              <w:rPr>
                <w:rFonts w:ascii="Times New Roman" w:hAnsi="Times New Roman" w:cs="Times New Roman"/>
                <w:bCs/>
                <w:lang w:val="kl-GL"/>
              </w:rPr>
            </w:pPr>
          </w:p>
          <w:p w14:paraId="56309373" w14:textId="77777777" w:rsidR="00EE6389" w:rsidRPr="00171408" w:rsidRDefault="00EE6389">
            <w:pPr>
              <w:spacing w:after="0"/>
              <w:rPr>
                <w:rFonts w:ascii="Times New Roman" w:hAnsi="Times New Roman" w:cs="Times New Roman"/>
                <w:bCs/>
                <w:lang w:val="kl-GL"/>
              </w:rPr>
            </w:pPr>
          </w:p>
          <w:p w14:paraId="254463C2" w14:textId="77777777" w:rsidR="00EE6389" w:rsidRPr="00171408" w:rsidRDefault="00EE6389">
            <w:pPr>
              <w:spacing w:after="0"/>
              <w:rPr>
                <w:rFonts w:ascii="Times New Roman" w:hAnsi="Times New Roman" w:cs="Times New Roman"/>
                <w:bCs/>
                <w:lang w:val="kl-GL"/>
              </w:rPr>
            </w:pPr>
          </w:p>
          <w:p w14:paraId="57EF24E9" w14:textId="4B4D5854" w:rsidR="00515200" w:rsidRPr="00171408" w:rsidRDefault="00CE02F1">
            <w:pPr>
              <w:spacing w:after="0"/>
              <w:rPr>
                <w:rFonts w:ascii="Times New Roman" w:hAnsi="Times New Roman"/>
                <w:lang w:val="kl-GL"/>
              </w:rPr>
            </w:pPr>
            <w:r w:rsidRPr="00171408">
              <w:rPr>
                <w:rFonts w:ascii="Times New Roman" w:hAnsi="Times New Roman" w:cs="Times New Roman"/>
                <w:b/>
                <w:lang w:val="kl-GL"/>
              </w:rPr>
              <w:t>3</w:t>
            </w:r>
            <w:r w:rsidR="00EE6389" w:rsidRPr="00171408">
              <w:rPr>
                <w:rFonts w:ascii="Times New Roman" w:hAnsi="Times New Roman" w:cs="Times New Roman"/>
                <w:b/>
                <w:lang w:val="kl-GL"/>
              </w:rPr>
              <w:t>4</w:t>
            </w:r>
            <w:r w:rsidRPr="00171408">
              <w:rPr>
                <w:rFonts w:ascii="Times New Roman" w:hAnsi="Times New Roman" w:cs="Times New Roman"/>
                <w:b/>
                <w:lang w:val="kl-GL"/>
              </w:rPr>
              <w:t>.</w:t>
            </w:r>
            <w:r w:rsidRPr="00171408">
              <w:rPr>
                <w:rFonts w:ascii="Times New Roman" w:eastAsia="Calibri" w:hAnsi="Times New Roman" w:cs="Times New Roman"/>
                <w:lang w:val="kl-GL"/>
              </w:rPr>
              <w:t xml:space="preserve"> </w:t>
            </w:r>
            <w:r w:rsidRPr="00171408">
              <w:rPr>
                <w:rFonts w:ascii="Times New Roman" w:eastAsia="Calibri" w:hAnsi="Times New Roman" w:cs="Times New Roman"/>
                <w:i/>
                <w:lang w:val="kl-GL"/>
              </w:rPr>
              <w:t xml:space="preserve">§ 70, oqaaseqatigiit </w:t>
            </w:r>
            <w:r w:rsidR="005618F4" w:rsidRPr="00171408">
              <w:rPr>
                <w:rFonts w:ascii="Times New Roman" w:eastAsia="Calibri" w:hAnsi="Times New Roman" w:cs="Times New Roman"/>
                <w:i/>
                <w:lang w:val="kl-GL"/>
              </w:rPr>
              <w:t>siullianni</w:t>
            </w:r>
            <w:r w:rsidRPr="00171408">
              <w:rPr>
                <w:rFonts w:ascii="Times New Roman" w:eastAsia="Calibri" w:hAnsi="Times New Roman" w:cs="Times New Roman"/>
                <w:lang w:val="kl-GL"/>
              </w:rPr>
              <w:t>,</w:t>
            </w:r>
            <w:r w:rsidRPr="00171408">
              <w:rPr>
                <w:rFonts w:ascii="Times New Roman" w:eastAsia="Calibri" w:hAnsi="Times New Roman" w:cs="Times New Roman"/>
                <w:i/>
                <w:lang w:val="kl-GL"/>
              </w:rPr>
              <w:t xml:space="preserve"> </w:t>
            </w:r>
            <w:r w:rsidR="00ED4EA1" w:rsidRPr="00171408">
              <w:rPr>
                <w:rFonts w:ascii="Times New Roman" w:eastAsia="Calibri" w:hAnsi="Times New Roman" w:cs="Times New Roman"/>
                <w:lang w:val="kl-GL"/>
              </w:rPr>
              <w:t>»qimataat« kingorna ikkunneqassaaq: », taamaattoq tak. imm. 2«.</w:t>
            </w:r>
          </w:p>
          <w:p w14:paraId="0C67E826" w14:textId="77777777" w:rsidR="00515200" w:rsidRPr="00171408" w:rsidRDefault="00515200">
            <w:pPr>
              <w:spacing w:after="0"/>
              <w:rPr>
                <w:rFonts w:ascii="Times New Roman" w:hAnsi="Times New Roman" w:cs="Times New Roman"/>
                <w:b/>
                <w:lang w:val="kl-GL"/>
              </w:rPr>
            </w:pPr>
          </w:p>
          <w:p w14:paraId="0941A3B1" w14:textId="77777777" w:rsidR="00515200" w:rsidRPr="00171408" w:rsidRDefault="00515200">
            <w:pPr>
              <w:spacing w:after="0"/>
              <w:rPr>
                <w:rFonts w:ascii="Times New Roman" w:hAnsi="Times New Roman" w:cs="Times New Roman"/>
                <w:b/>
                <w:lang w:val="kl-GL"/>
              </w:rPr>
            </w:pPr>
          </w:p>
          <w:p w14:paraId="36318562" w14:textId="2948C23F" w:rsidR="00515200" w:rsidRPr="00171408" w:rsidRDefault="00CE02F1">
            <w:pPr>
              <w:spacing w:after="0"/>
              <w:rPr>
                <w:rFonts w:ascii="Times New Roman" w:hAnsi="Times New Roman"/>
                <w:lang w:val="kl-GL"/>
              </w:rPr>
            </w:pPr>
            <w:r w:rsidRPr="00171408">
              <w:rPr>
                <w:rFonts w:ascii="Times New Roman" w:hAnsi="Times New Roman" w:cs="Times New Roman"/>
                <w:b/>
                <w:lang w:val="kl-GL"/>
              </w:rPr>
              <w:t>3</w:t>
            </w:r>
            <w:r w:rsidR="004A4CFE" w:rsidRPr="00171408">
              <w:rPr>
                <w:rFonts w:ascii="Times New Roman" w:hAnsi="Times New Roman" w:cs="Times New Roman"/>
                <w:b/>
                <w:lang w:val="kl-GL"/>
              </w:rPr>
              <w:t>5</w:t>
            </w:r>
            <w:r w:rsidRPr="00171408">
              <w:rPr>
                <w:rFonts w:ascii="Times New Roman" w:hAnsi="Times New Roman" w:cs="Times New Roman"/>
                <w:b/>
                <w:lang w:val="kl-GL"/>
              </w:rPr>
              <w:t xml:space="preserve">. </w:t>
            </w:r>
            <w:r w:rsidRPr="00171408">
              <w:rPr>
                <w:rFonts w:ascii="Times New Roman" w:hAnsi="Times New Roman" w:cs="Times New Roman"/>
                <w:i/>
                <w:lang w:val="kl-GL"/>
              </w:rPr>
              <w:t>§ 70</w:t>
            </w:r>
            <w:r w:rsidRPr="00171408">
              <w:rPr>
                <w:rFonts w:ascii="Times New Roman" w:hAnsi="Times New Roman" w:cs="Times New Roman"/>
                <w:lang w:val="kl-GL"/>
              </w:rPr>
              <w:t xml:space="preserve">-imi </w:t>
            </w:r>
            <w:r w:rsidRPr="00171408">
              <w:rPr>
                <w:rFonts w:ascii="Times New Roman" w:hAnsi="Times New Roman" w:cs="Times New Roman"/>
                <w:i/>
                <w:iCs/>
                <w:lang w:val="kl-GL"/>
              </w:rPr>
              <w:t>imm.</w:t>
            </w:r>
            <w:r w:rsidRPr="00171408">
              <w:rPr>
                <w:rFonts w:ascii="Times New Roman" w:hAnsi="Times New Roman" w:cs="Times New Roman"/>
                <w:i/>
                <w:lang w:val="kl-GL"/>
              </w:rPr>
              <w:t xml:space="preserve"> 2</w:t>
            </w:r>
            <w:r w:rsidRPr="00171408">
              <w:rPr>
                <w:rFonts w:ascii="Times New Roman" w:hAnsi="Times New Roman" w:cs="Times New Roman"/>
                <w:lang w:val="kl-GL"/>
              </w:rPr>
              <w:t>-tut ikkunneqassaaq:</w:t>
            </w:r>
          </w:p>
          <w:p w14:paraId="24D6D067" w14:textId="4BF514FA" w:rsidR="00515200" w:rsidRPr="00171408" w:rsidRDefault="00CE02F1">
            <w:pPr>
              <w:spacing w:after="0"/>
              <w:rPr>
                <w:rFonts w:ascii="Times New Roman" w:hAnsi="Times New Roman"/>
                <w:lang w:val="kl-GL"/>
              </w:rPr>
            </w:pPr>
            <w:r w:rsidRPr="00171408">
              <w:rPr>
                <w:rFonts w:ascii="Times New Roman" w:eastAsia="Calibri" w:hAnsi="Times New Roman" w:cs="Times New Roman"/>
                <w:i/>
                <w:iCs/>
                <w:lang w:val="kl-GL"/>
              </w:rPr>
              <w:t xml:space="preserve">»Imm . 2. </w:t>
            </w:r>
            <w:r w:rsidR="00ED4EA1" w:rsidRPr="00171408">
              <w:rPr>
                <w:rFonts w:ascii="Times New Roman" w:hAnsi="Times New Roman" w:cs="Times New Roman"/>
                <w:lang w:val="kl-GL"/>
              </w:rPr>
              <w:t>Imm. 1, oqaaseqatigiit siullianni, malittarisassaq atuutissanngilaq imaattoqarpat, nioqqutissanut akisussaaneq pillugu inatsimmi taarsiissuteqarnissamut akisussaasoqartoq imaluunniit akisussaanissamut inassuteqartoqartoq.«</w:t>
            </w:r>
          </w:p>
          <w:p w14:paraId="6005C40D" w14:textId="77777777" w:rsidR="00515200" w:rsidRPr="00171408" w:rsidRDefault="00515200">
            <w:pPr>
              <w:spacing w:after="0"/>
              <w:rPr>
                <w:rFonts w:ascii="Times New Roman" w:eastAsia="Calibri" w:hAnsi="Times New Roman" w:cs="Times New Roman"/>
                <w:lang w:val="kl-GL"/>
              </w:rPr>
            </w:pPr>
          </w:p>
          <w:p w14:paraId="3EA516F4" w14:textId="77777777" w:rsidR="00867FB2" w:rsidRPr="00171408" w:rsidRDefault="00867FB2">
            <w:pPr>
              <w:spacing w:after="0"/>
              <w:rPr>
                <w:rFonts w:ascii="Times New Roman" w:eastAsia="Calibri" w:hAnsi="Times New Roman" w:cs="Times New Roman"/>
                <w:lang w:val="kl-GL"/>
              </w:rPr>
            </w:pPr>
          </w:p>
          <w:p w14:paraId="499A4BA9" w14:textId="77777777" w:rsidR="00867FB2" w:rsidRPr="00171408" w:rsidRDefault="00867FB2">
            <w:pPr>
              <w:spacing w:after="0"/>
              <w:rPr>
                <w:rFonts w:ascii="Times New Roman" w:eastAsia="Calibri" w:hAnsi="Times New Roman" w:cs="Times New Roman"/>
                <w:lang w:val="kl-GL"/>
              </w:rPr>
            </w:pPr>
          </w:p>
          <w:p w14:paraId="583F0F3F" w14:textId="7BBFF167" w:rsidR="00515200" w:rsidRPr="00171408" w:rsidRDefault="00867FB2" w:rsidP="004A4CFE">
            <w:pPr>
              <w:spacing w:after="0"/>
              <w:rPr>
                <w:rFonts w:ascii="Times New Roman" w:hAnsi="Times New Roman"/>
                <w:lang w:val="kl-GL"/>
              </w:rPr>
            </w:pPr>
            <w:r w:rsidRPr="00171408">
              <w:rPr>
                <w:rFonts w:ascii="Times New Roman" w:eastAsia="Calibri" w:hAnsi="Times New Roman" w:cs="Times New Roman"/>
                <w:i/>
                <w:lang w:val="kl-GL"/>
              </w:rPr>
              <w:t>Atuutilersitsinermut ikaarsaarnermu</w:t>
            </w:r>
            <w:r w:rsidR="004A4CFE" w:rsidRPr="00171408">
              <w:rPr>
                <w:rFonts w:ascii="Times New Roman" w:eastAsia="Calibri" w:hAnsi="Times New Roman" w:cs="Times New Roman"/>
                <w:i/>
                <w:lang w:val="kl-GL"/>
              </w:rPr>
              <w:t>llu</w:t>
            </w:r>
            <w:r w:rsidRPr="00171408">
              <w:rPr>
                <w:rFonts w:ascii="Times New Roman" w:eastAsia="Calibri" w:hAnsi="Times New Roman" w:cs="Times New Roman"/>
                <w:i/>
                <w:lang w:val="kl-GL"/>
              </w:rPr>
              <w:t xml:space="preserve"> aalajangersakkat</w:t>
            </w:r>
          </w:p>
          <w:p w14:paraId="0638CCA4" w14:textId="77777777" w:rsidR="00515200" w:rsidRPr="00171408" w:rsidRDefault="00515200">
            <w:pPr>
              <w:spacing w:after="0"/>
              <w:rPr>
                <w:rFonts w:ascii="Times New Roman" w:hAnsi="Times New Roman" w:cs="Times New Roman"/>
                <w:lang w:val="kl-GL"/>
              </w:rPr>
            </w:pPr>
          </w:p>
          <w:p w14:paraId="4C0F6082" w14:textId="77777777" w:rsidR="00515200" w:rsidRPr="00171408" w:rsidRDefault="00CE02F1" w:rsidP="000479A1">
            <w:pPr>
              <w:spacing w:after="0"/>
              <w:rPr>
                <w:rFonts w:ascii="Times New Roman" w:hAnsi="Times New Roman"/>
                <w:lang w:val="kl-GL"/>
              </w:rPr>
            </w:pPr>
            <w:r w:rsidRPr="00171408">
              <w:rPr>
                <w:rFonts w:ascii="Times New Roman" w:hAnsi="Times New Roman" w:cs="Times New Roman"/>
                <w:b/>
                <w:lang w:val="kl-GL"/>
              </w:rPr>
              <w:t>§ 2</w:t>
            </w:r>
          </w:p>
          <w:p w14:paraId="72229895" w14:textId="5D2331DD" w:rsidR="00515200" w:rsidRPr="00171408" w:rsidRDefault="00CE02F1">
            <w:pPr>
              <w:tabs>
                <w:tab w:val="left" w:pos="284"/>
                <w:tab w:val="left" w:pos="567"/>
                <w:tab w:val="left" w:pos="993"/>
              </w:tabs>
              <w:spacing w:after="0"/>
              <w:outlineLvl w:val="0"/>
              <w:rPr>
                <w:lang w:val="kl-GL"/>
              </w:rPr>
            </w:pPr>
            <w:r w:rsidRPr="00171408">
              <w:rPr>
                <w:rFonts w:ascii="Times New Roman" w:hAnsi="Times New Roman" w:cs="Times New Roman"/>
                <w:i/>
                <w:iCs/>
                <w:lang w:val="kl-GL"/>
              </w:rPr>
              <w:t>Imm</w:t>
            </w:r>
            <w:r w:rsidRPr="00171408">
              <w:rPr>
                <w:rFonts w:ascii="Times New Roman" w:hAnsi="Times New Roman" w:cs="Times New Roman"/>
                <w:i/>
                <w:lang w:val="kl-GL"/>
              </w:rPr>
              <w:t xml:space="preserve">. 1. </w:t>
            </w:r>
            <w:r w:rsidR="00867FB2" w:rsidRPr="00171408">
              <w:rPr>
                <w:rFonts w:ascii="Times New Roman" w:hAnsi="Times New Roman" w:cs="Times New Roman"/>
                <w:lang w:val="kl-GL"/>
              </w:rPr>
              <w:t>Inatsit atuutilissaaq ulloq 1. januar 202</w:t>
            </w:r>
            <w:r w:rsidR="000479A1" w:rsidRPr="00171408">
              <w:rPr>
                <w:rFonts w:ascii="Times New Roman" w:hAnsi="Times New Roman" w:cs="Times New Roman"/>
                <w:lang w:val="kl-GL"/>
              </w:rPr>
              <w:t>6</w:t>
            </w:r>
            <w:r w:rsidR="00867FB2" w:rsidRPr="00171408">
              <w:rPr>
                <w:rFonts w:ascii="Times New Roman" w:hAnsi="Times New Roman" w:cs="Times New Roman"/>
                <w:lang w:val="kl-GL"/>
              </w:rPr>
              <w:t>, taamaattoq tak. imm. 2.</w:t>
            </w:r>
          </w:p>
          <w:p w14:paraId="344473FB" w14:textId="77777777" w:rsidR="00515200" w:rsidRPr="00171408" w:rsidRDefault="00515200">
            <w:pPr>
              <w:tabs>
                <w:tab w:val="left" w:pos="284"/>
                <w:tab w:val="left" w:pos="567"/>
                <w:tab w:val="left" w:pos="993"/>
              </w:tabs>
              <w:spacing w:after="0"/>
              <w:outlineLvl w:val="0"/>
              <w:rPr>
                <w:rStyle w:val="stknr2"/>
                <w:rFonts w:ascii="Times New Roman" w:hAnsi="Times New Roman"/>
                <w:lang w:val="kl-GL"/>
              </w:rPr>
            </w:pPr>
          </w:p>
          <w:p w14:paraId="412234BB" w14:textId="401F2762" w:rsidR="00515200" w:rsidRPr="00171408" w:rsidRDefault="00CE02F1">
            <w:pPr>
              <w:tabs>
                <w:tab w:val="left" w:pos="284"/>
                <w:tab w:val="left" w:pos="567"/>
                <w:tab w:val="left" w:pos="993"/>
              </w:tabs>
              <w:spacing w:after="0"/>
              <w:outlineLvl w:val="0"/>
              <w:rPr>
                <w:rFonts w:ascii="Times New Roman" w:hAnsi="Times New Roman"/>
                <w:lang w:val="kl-GL"/>
              </w:rPr>
            </w:pPr>
            <w:r w:rsidRPr="00171408">
              <w:rPr>
                <w:rStyle w:val="stknr2"/>
                <w:rFonts w:ascii="Times New Roman" w:eastAsia="Calibri" w:hAnsi="Times New Roman" w:cs="Times New Roman"/>
                <w:i/>
                <w:iCs/>
                <w:color w:val="212529"/>
                <w:lang w:val="kl-GL"/>
              </w:rPr>
              <w:t>Imm</w:t>
            </w:r>
            <w:r w:rsidRPr="00171408">
              <w:rPr>
                <w:rStyle w:val="stknr2"/>
                <w:rFonts w:ascii="Times New Roman" w:eastAsia="Calibri" w:hAnsi="Times New Roman" w:cs="Times New Roman"/>
                <w:i/>
                <w:color w:val="212529"/>
                <w:lang w:val="kl-GL"/>
              </w:rPr>
              <w:t>. 2.</w:t>
            </w:r>
            <w:r w:rsidRPr="00171408">
              <w:rPr>
                <w:rFonts w:ascii="Times New Roman" w:eastAsia="Calibri" w:hAnsi="Times New Roman" w:cs="Times New Roman"/>
                <w:lang w:val="kl-GL"/>
              </w:rPr>
              <w:t xml:space="preserve"> </w:t>
            </w:r>
            <w:r w:rsidR="00867FB2" w:rsidRPr="00171408">
              <w:rPr>
                <w:rFonts w:ascii="Times New Roman" w:hAnsi="Times New Roman" w:cs="Times New Roman"/>
                <w:lang w:val="kl-GL"/>
              </w:rPr>
              <w:t>Suliassaqartitsinermut ministerip § 1, nr. 2</w:t>
            </w:r>
            <w:r w:rsidR="00AD6698" w:rsidRPr="00171408">
              <w:rPr>
                <w:rFonts w:ascii="Times New Roman" w:hAnsi="Times New Roman" w:cs="Times New Roman"/>
                <w:lang w:val="kl-GL"/>
              </w:rPr>
              <w:t>3</w:t>
            </w:r>
            <w:r w:rsidR="00867FB2" w:rsidRPr="00171408">
              <w:rPr>
                <w:rFonts w:ascii="Times New Roman" w:hAnsi="Times New Roman" w:cs="Times New Roman"/>
                <w:lang w:val="kl-GL"/>
              </w:rPr>
              <w:t>-p, 2</w:t>
            </w:r>
            <w:r w:rsidR="00AD6698" w:rsidRPr="00171408">
              <w:rPr>
                <w:rFonts w:ascii="Times New Roman" w:hAnsi="Times New Roman" w:cs="Times New Roman"/>
                <w:lang w:val="kl-GL"/>
              </w:rPr>
              <w:t>7</w:t>
            </w:r>
            <w:r w:rsidR="00867FB2" w:rsidRPr="00171408">
              <w:rPr>
                <w:rFonts w:ascii="Times New Roman" w:hAnsi="Times New Roman" w:cs="Times New Roman"/>
                <w:lang w:val="kl-GL"/>
              </w:rPr>
              <w:t>-p, 3</w:t>
            </w:r>
            <w:r w:rsidR="00AD6698" w:rsidRPr="00171408">
              <w:rPr>
                <w:rFonts w:ascii="Times New Roman" w:hAnsi="Times New Roman" w:cs="Times New Roman"/>
                <w:lang w:val="kl-GL"/>
              </w:rPr>
              <w:t>4</w:t>
            </w:r>
            <w:r w:rsidR="00867FB2" w:rsidRPr="00171408">
              <w:rPr>
                <w:rFonts w:ascii="Times New Roman" w:hAnsi="Times New Roman" w:cs="Times New Roman"/>
                <w:lang w:val="kl-GL"/>
              </w:rPr>
              <w:t>-p aamma 3</w:t>
            </w:r>
            <w:r w:rsidR="00AD6698" w:rsidRPr="00171408">
              <w:rPr>
                <w:rFonts w:ascii="Times New Roman" w:hAnsi="Times New Roman" w:cs="Times New Roman"/>
                <w:lang w:val="kl-GL"/>
              </w:rPr>
              <w:t>5</w:t>
            </w:r>
            <w:r w:rsidR="00867FB2" w:rsidRPr="00171408">
              <w:rPr>
                <w:rFonts w:ascii="Times New Roman" w:hAnsi="Times New Roman" w:cs="Times New Roman"/>
                <w:lang w:val="kl-GL"/>
              </w:rPr>
              <w:t>-p atuutilernissaannut piffissaq aalajangersassavaa. Ministerip aalajangersarsinnaavaa, aalajangersakkat piffissani assigiinngitsuni atuutilernissaat.</w:t>
            </w:r>
          </w:p>
          <w:p w14:paraId="584DCDE3" w14:textId="77777777" w:rsidR="00515200" w:rsidRPr="00171408" w:rsidRDefault="00515200">
            <w:pPr>
              <w:spacing w:after="0"/>
              <w:rPr>
                <w:rFonts w:ascii="Times New Roman" w:eastAsia="Calibri" w:hAnsi="Times New Roman" w:cs="Times New Roman"/>
                <w:iCs/>
                <w:lang w:val="kl-GL"/>
              </w:rPr>
            </w:pPr>
          </w:p>
          <w:p w14:paraId="3BE06325" w14:textId="77777777" w:rsidR="00515200" w:rsidRPr="00171408" w:rsidRDefault="00515200">
            <w:pPr>
              <w:tabs>
                <w:tab w:val="left" w:pos="4350"/>
              </w:tabs>
              <w:spacing w:after="0"/>
              <w:rPr>
                <w:rFonts w:ascii="Times New Roman" w:eastAsia="Calibri" w:hAnsi="Times New Roman" w:cs="Times New Roman"/>
                <w:lang w:val="kl-GL"/>
              </w:rPr>
            </w:pPr>
          </w:p>
        </w:tc>
      </w:tr>
      <w:tr w:rsidR="00515200" w:rsidRPr="00171408" w14:paraId="210BE274" w14:textId="77777777">
        <w:tc>
          <w:tcPr>
            <w:tcW w:w="4361" w:type="dxa"/>
            <w:tcBorders>
              <w:top w:val="nil"/>
              <w:left w:val="nil"/>
              <w:bottom w:val="nil"/>
              <w:right w:val="nil"/>
            </w:tcBorders>
            <w:shd w:val="clear" w:color="auto" w:fill="auto"/>
          </w:tcPr>
          <w:p w14:paraId="321509D8" w14:textId="77777777" w:rsidR="00515200" w:rsidRPr="00171408" w:rsidRDefault="00515200">
            <w:pPr>
              <w:spacing w:after="0"/>
              <w:rPr>
                <w:rFonts w:ascii="Times New Roman" w:hAnsi="Times New Roman" w:cs="Times New Roman"/>
                <w:bCs/>
                <w:i/>
                <w:iCs/>
                <w:lang w:val="kl-GL"/>
              </w:rPr>
            </w:pPr>
          </w:p>
          <w:p w14:paraId="6C276029" w14:textId="77777777" w:rsidR="00515200" w:rsidRPr="00171408" w:rsidRDefault="00515200">
            <w:pPr>
              <w:spacing w:after="0"/>
              <w:rPr>
                <w:rFonts w:ascii="Times New Roman" w:hAnsi="Times New Roman" w:cs="Times New Roman"/>
                <w:bCs/>
                <w:iCs/>
                <w:lang w:val="kl-GL"/>
              </w:rPr>
            </w:pPr>
          </w:p>
        </w:tc>
        <w:tc>
          <w:tcPr>
            <w:tcW w:w="563" w:type="dxa"/>
            <w:tcBorders>
              <w:top w:val="nil"/>
              <w:left w:val="nil"/>
              <w:bottom w:val="nil"/>
              <w:right w:val="nil"/>
            </w:tcBorders>
            <w:shd w:val="clear" w:color="auto" w:fill="auto"/>
          </w:tcPr>
          <w:p w14:paraId="3DA0E3AE" w14:textId="77777777" w:rsidR="00515200" w:rsidRPr="00171408" w:rsidRDefault="00515200">
            <w:pPr>
              <w:spacing w:after="0"/>
              <w:jc w:val="both"/>
              <w:rPr>
                <w:rFonts w:ascii="Times New Roman" w:hAnsi="Times New Roman" w:cs="Times New Roman"/>
                <w:lang w:val="kl-GL"/>
              </w:rPr>
            </w:pPr>
          </w:p>
        </w:tc>
        <w:tc>
          <w:tcPr>
            <w:tcW w:w="4682" w:type="dxa"/>
            <w:tcBorders>
              <w:top w:val="nil"/>
              <w:left w:val="nil"/>
              <w:bottom w:val="nil"/>
              <w:right w:val="nil"/>
            </w:tcBorders>
            <w:shd w:val="clear" w:color="auto" w:fill="auto"/>
          </w:tcPr>
          <w:p w14:paraId="604B5B82" w14:textId="77777777" w:rsidR="00515200" w:rsidRPr="00171408" w:rsidRDefault="00515200">
            <w:pPr>
              <w:spacing w:after="0"/>
              <w:jc w:val="both"/>
              <w:rPr>
                <w:rFonts w:ascii="Times New Roman" w:hAnsi="Times New Roman" w:cs="Times New Roman"/>
                <w:i/>
                <w:lang w:val="kl-GL"/>
              </w:rPr>
            </w:pPr>
          </w:p>
          <w:p w14:paraId="46026723" w14:textId="77777777" w:rsidR="00515200" w:rsidRPr="00171408" w:rsidRDefault="00CE02F1" w:rsidP="000479A1">
            <w:pPr>
              <w:spacing w:after="0"/>
              <w:rPr>
                <w:rFonts w:ascii="Times New Roman" w:hAnsi="Times New Roman"/>
                <w:lang w:val="kl-GL"/>
              </w:rPr>
            </w:pPr>
            <w:r w:rsidRPr="00171408">
              <w:rPr>
                <w:rFonts w:ascii="Times New Roman" w:hAnsi="Times New Roman" w:cs="Times New Roman"/>
                <w:b/>
                <w:lang w:val="kl-GL"/>
              </w:rPr>
              <w:t>§ 3</w:t>
            </w:r>
          </w:p>
          <w:p w14:paraId="388BA0BD" w14:textId="7B114C17" w:rsidR="00515200" w:rsidRPr="00171408" w:rsidRDefault="00CE02F1">
            <w:pPr>
              <w:pStyle w:val="stk2"/>
              <w:spacing w:line="276" w:lineRule="auto"/>
              <w:ind w:firstLine="0"/>
              <w:rPr>
                <w:lang w:val="kl-GL"/>
              </w:rPr>
            </w:pPr>
            <w:r w:rsidRPr="00171408">
              <w:rPr>
                <w:rFonts w:ascii="Times New Roman" w:hAnsi="Times New Roman" w:cs="Times New Roman"/>
                <w:i/>
                <w:iCs/>
                <w:sz w:val="22"/>
                <w:szCs w:val="22"/>
                <w:lang w:val="kl-GL"/>
              </w:rPr>
              <w:t>Imm. 1.</w:t>
            </w:r>
            <w:r w:rsidRPr="00171408">
              <w:rPr>
                <w:rFonts w:ascii="Times New Roman" w:hAnsi="Times New Roman" w:cs="Times New Roman"/>
                <w:sz w:val="22"/>
                <w:szCs w:val="22"/>
                <w:lang w:val="kl-GL"/>
              </w:rPr>
              <w:t xml:space="preserve"> </w:t>
            </w:r>
            <w:r w:rsidR="00482F3E" w:rsidRPr="00171408">
              <w:rPr>
                <w:rFonts w:ascii="Times New Roman" w:hAnsi="Times New Roman" w:cs="Times New Roman"/>
                <w:sz w:val="22"/>
                <w:szCs w:val="22"/>
                <w:lang w:val="kl-GL"/>
              </w:rPr>
              <w:t>§ 1, nr. 1, ajutoornerit pillugit sulianut, 1. januar 202</w:t>
            </w:r>
            <w:r w:rsidR="00AD6698" w:rsidRPr="00171408">
              <w:rPr>
                <w:rFonts w:ascii="Times New Roman" w:hAnsi="Times New Roman" w:cs="Times New Roman"/>
                <w:sz w:val="22"/>
                <w:szCs w:val="22"/>
                <w:lang w:val="kl-GL"/>
              </w:rPr>
              <w:t>6</w:t>
            </w:r>
            <w:r w:rsidR="00482F3E" w:rsidRPr="00171408">
              <w:rPr>
                <w:rFonts w:ascii="Times New Roman" w:hAnsi="Times New Roman" w:cs="Times New Roman"/>
                <w:sz w:val="22"/>
                <w:szCs w:val="22"/>
                <w:lang w:val="kl-GL"/>
              </w:rPr>
              <w:t xml:space="preserve"> sioqqullugu pisimasunut, atuutissanngilaq. Sulianut taakkununnga malittarisassat maannamut atuuttut atuutissapput.</w:t>
            </w:r>
          </w:p>
          <w:p w14:paraId="5FA2503E" w14:textId="77777777" w:rsidR="00515200" w:rsidRPr="00171408" w:rsidRDefault="00515200">
            <w:pPr>
              <w:pStyle w:val="stk2"/>
              <w:spacing w:line="276" w:lineRule="auto"/>
              <w:ind w:firstLine="0"/>
              <w:rPr>
                <w:rStyle w:val="stknr1"/>
                <w:rFonts w:ascii="Times New Roman" w:hAnsi="Times New Roman"/>
                <w:i w:val="0"/>
                <w:iCs w:val="0"/>
                <w:lang w:val="kl-GL"/>
              </w:rPr>
            </w:pPr>
          </w:p>
          <w:p w14:paraId="70ED55B4" w14:textId="1D64B880" w:rsidR="00515200" w:rsidRPr="00171408" w:rsidRDefault="00CE02F1">
            <w:pPr>
              <w:pStyle w:val="stk2"/>
              <w:spacing w:line="276" w:lineRule="auto"/>
              <w:ind w:firstLine="0"/>
              <w:rPr>
                <w:lang w:val="kl-GL"/>
              </w:rPr>
            </w:pPr>
            <w:r w:rsidRPr="00171408">
              <w:rPr>
                <w:rStyle w:val="stknr1"/>
                <w:rFonts w:ascii="Times New Roman" w:hAnsi="Times New Roman" w:cs="Times New Roman"/>
                <w:sz w:val="22"/>
                <w:szCs w:val="22"/>
                <w:lang w:val="kl-GL"/>
              </w:rPr>
              <w:t>Imm. 2.</w:t>
            </w:r>
            <w:r w:rsidRPr="00171408">
              <w:rPr>
                <w:rFonts w:ascii="Times New Roman" w:hAnsi="Times New Roman" w:cs="Times New Roman"/>
                <w:sz w:val="22"/>
                <w:szCs w:val="22"/>
                <w:lang w:val="kl-GL"/>
              </w:rPr>
              <w:t xml:space="preserve"> </w:t>
            </w:r>
            <w:r w:rsidR="00482F3E" w:rsidRPr="00171408">
              <w:rPr>
                <w:rFonts w:ascii="Times New Roman" w:hAnsi="Times New Roman" w:cs="Times New Roman"/>
                <w:sz w:val="22"/>
                <w:szCs w:val="22"/>
                <w:lang w:val="kl-GL"/>
              </w:rPr>
              <w:t xml:space="preserve">§ 1, nr. 3, </w:t>
            </w:r>
            <w:r w:rsidR="00AD6698" w:rsidRPr="00171408">
              <w:rPr>
                <w:rFonts w:ascii="Times New Roman" w:hAnsi="Times New Roman" w:cs="Times New Roman"/>
                <w:sz w:val="22"/>
                <w:szCs w:val="22"/>
                <w:lang w:val="kl-GL"/>
              </w:rPr>
              <w:t>5</w:t>
            </w:r>
            <w:r w:rsidR="00482F3E" w:rsidRPr="00171408">
              <w:rPr>
                <w:rFonts w:ascii="Times New Roman" w:hAnsi="Times New Roman" w:cs="Times New Roman"/>
                <w:sz w:val="22"/>
                <w:szCs w:val="22"/>
                <w:lang w:val="kl-GL"/>
              </w:rPr>
              <w:t xml:space="preserve">, </w:t>
            </w:r>
            <w:r w:rsidR="00AD6698" w:rsidRPr="00171408">
              <w:rPr>
                <w:rFonts w:ascii="Times New Roman" w:hAnsi="Times New Roman" w:cs="Times New Roman"/>
                <w:sz w:val="22"/>
                <w:szCs w:val="22"/>
                <w:lang w:val="kl-GL"/>
              </w:rPr>
              <w:t>7, 9</w:t>
            </w:r>
            <w:r w:rsidR="00482F3E" w:rsidRPr="00171408">
              <w:rPr>
                <w:rFonts w:ascii="Times New Roman" w:hAnsi="Times New Roman" w:cs="Times New Roman"/>
                <w:b/>
                <w:sz w:val="22"/>
                <w:szCs w:val="22"/>
                <w:lang w:val="kl-GL"/>
              </w:rPr>
              <w:t xml:space="preserve"> </w:t>
            </w:r>
            <w:r w:rsidR="00482F3E" w:rsidRPr="00171408">
              <w:rPr>
                <w:rFonts w:ascii="Times New Roman" w:hAnsi="Times New Roman" w:cs="Times New Roman"/>
                <w:sz w:val="22"/>
                <w:szCs w:val="22"/>
                <w:lang w:val="kl-GL"/>
              </w:rPr>
              <w:t>aamma 1</w:t>
            </w:r>
            <w:r w:rsidR="00AD6698" w:rsidRPr="00171408">
              <w:rPr>
                <w:rFonts w:ascii="Times New Roman" w:hAnsi="Times New Roman" w:cs="Times New Roman"/>
                <w:sz w:val="22"/>
                <w:szCs w:val="22"/>
                <w:lang w:val="kl-GL"/>
              </w:rPr>
              <w:t>9</w:t>
            </w:r>
            <w:r w:rsidR="00482F3E" w:rsidRPr="00171408">
              <w:rPr>
                <w:rFonts w:ascii="Times New Roman" w:hAnsi="Times New Roman" w:cs="Times New Roman"/>
                <w:sz w:val="22"/>
                <w:szCs w:val="22"/>
                <w:lang w:val="kl-GL"/>
              </w:rPr>
              <w:t>, ajutoornerit pillugit sulianut, 1. januar 202</w:t>
            </w:r>
            <w:r w:rsidR="00AD6698" w:rsidRPr="00171408">
              <w:rPr>
                <w:rFonts w:ascii="Times New Roman" w:hAnsi="Times New Roman" w:cs="Times New Roman"/>
                <w:sz w:val="22"/>
                <w:szCs w:val="22"/>
                <w:lang w:val="kl-GL"/>
              </w:rPr>
              <w:t>6</w:t>
            </w:r>
            <w:r w:rsidR="00482F3E" w:rsidRPr="00171408">
              <w:rPr>
                <w:rFonts w:ascii="Times New Roman" w:hAnsi="Times New Roman" w:cs="Times New Roman"/>
                <w:sz w:val="22"/>
                <w:szCs w:val="22"/>
                <w:lang w:val="kl-GL"/>
              </w:rPr>
              <w:t xml:space="preserve"> sioqqullugu pisimasunut, imaluunniit inuussutissarsiornermi nappaatit pillugit sulianut, 1. januar 202</w:t>
            </w:r>
            <w:r w:rsidR="00502E46" w:rsidRPr="00171408">
              <w:rPr>
                <w:rFonts w:ascii="Times New Roman" w:hAnsi="Times New Roman" w:cs="Times New Roman"/>
                <w:sz w:val="22"/>
                <w:szCs w:val="22"/>
                <w:lang w:val="kl-GL"/>
              </w:rPr>
              <w:t>6</w:t>
            </w:r>
            <w:r w:rsidR="00482F3E" w:rsidRPr="00171408">
              <w:rPr>
                <w:rFonts w:ascii="Times New Roman" w:hAnsi="Times New Roman" w:cs="Times New Roman"/>
                <w:sz w:val="22"/>
                <w:szCs w:val="22"/>
                <w:lang w:val="kl-GL"/>
              </w:rPr>
              <w:t xml:space="preserve"> sioqqullugu nalunaarutigineqarsimasunut, atuutissanngillat. Sulianut taakkununnga malittarisassat maannamut atuuttut atuutissapput.</w:t>
            </w:r>
          </w:p>
          <w:p w14:paraId="5BFDCBE8" w14:textId="77777777" w:rsidR="00515200" w:rsidRPr="00171408" w:rsidRDefault="00515200" w:rsidP="00EA5A94">
            <w:pPr>
              <w:pStyle w:val="stk2"/>
              <w:spacing w:line="276" w:lineRule="auto"/>
              <w:ind w:firstLine="0"/>
              <w:rPr>
                <w:rFonts w:ascii="Times New Roman" w:hAnsi="Times New Roman" w:cs="Times New Roman"/>
                <w:sz w:val="22"/>
                <w:szCs w:val="22"/>
                <w:lang w:val="kl-GL"/>
              </w:rPr>
            </w:pPr>
          </w:p>
          <w:p w14:paraId="32846451" w14:textId="4B076CC2" w:rsidR="00515200" w:rsidRPr="00171408" w:rsidRDefault="00CE02F1">
            <w:pPr>
              <w:pStyle w:val="stk2"/>
              <w:spacing w:line="276" w:lineRule="auto"/>
              <w:ind w:firstLine="0"/>
              <w:rPr>
                <w:lang w:val="kl-GL"/>
              </w:rPr>
            </w:pPr>
            <w:r w:rsidRPr="00171408">
              <w:rPr>
                <w:rStyle w:val="stknr1"/>
                <w:rFonts w:ascii="Times New Roman" w:hAnsi="Times New Roman" w:cs="Times New Roman"/>
                <w:sz w:val="22"/>
                <w:szCs w:val="22"/>
                <w:lang w:val="kl-GL"/>
              </w:rPr>
              <w:t>Imm. 3.</w:t>
            </w:r>
            <w:r w:rsidRPr="00171408">
              <w:rPr>
                <w:rFonts w:ascii="Times New Roman" w:hAnsi="Times New Roman" w:cs="Times New Roman"/>
                <w:sz w:val="22"/>
                <w:szCs w:val="22"/>
                <w:lang w:val="kl-GL"/>
              </w:rPr>
              <w:t xml:space="preserve"> </w:t>
            </w:r>
            <w:r w:rsidR="00482F3E" w:rsidRPr="00171408">
              <w:rPr>
                <w:rFonts w:ascii="Times New Roman" w:hAnsi="Times New Roman" w:cs="Times New Roman"/>
                <w:sz w:val="22"/>
                <w:szCs w:val="22"/>
                <w:lang w:val="kl-GL"/>
              </w:rPr>
              <w:t xml:space="preserve">§ 1, nr. </w:t>
            </w:r>
            <w:r w:rsidR="00502E46" w:rsidRPr="00171408">
              <w:rPr>
                <w:rFonts w:ascii="Times New Roman" w:hAnsi="Times New Roman" w:cs="Times New Roman"/>
                <w:sz w:val="22"/>
                <w:szCs w:val="22"/>
                <w:lang w:val="kl-GL"/>
              </w:rPr>
              <w:t>8</w:t>
            </w:r>
            <w:r w:rsidR="00482F3E" w:rsidRPr="00171408">
              <w:rPr>
                <w:rFonts w:ascii="Times New Roman" w:hAnsi="Times New Roman" w:cs="Times New Roman"/>
                <w:sz w:val="22"/>
                <w:szCs w:val="22"/>
                <w:lang w:val="kl-GL"/>
              </w:rPr>
              <w:t xml:space="preserve"> aamma </w:t>
            </w:r>
            <w:r w:rsidR="00502E46" w:rsidRPr="00171408">
              <w:rPr>
                <w:rFonts w:ascii="Times New Roman" w:hAnsi="Times New Roman" w:cs="Times New Roman"/>
                <w:sz w:val="22"/>
                <w:szCs w:val="22"/>
                <w:lang w:val="kl-GL"/>
              </w:rPr>
              <w:t>20</w:t>
            </w:r>
            <w:r w:rsidR="00482F3E" w:rsidRPr="00171408">
              <w:rPr>
                <w:rFonts w:ascii="Times New Roman" w:hAnsi="Times New Roman" w:cs="Times New Roman"/>
                <w:sz w:val="22"/>
                <w:szCs w:val="22"/>
                <w:lang w:val="kl-GL"/>
              </w:rPr>
              <w:t xml:space="preserve">, Arbejdsmarkedets Erhvervssikringip sulinermi ajoqusernerit pillugit suliani aalajangiinerinut, Arbejdsmarkedets </w:t>
            </w:r>
            <w:r w:rsidR="00482F3E" w:rsidRPr="00171408">
              <w:rPr>
                <w:rFonts w:ascii="Times New Roman" w:hAnsi="Times New Roman" w:cs="Times New Roman"/>
                <w:sz w:val="22"/>
                <w:szCs w:val="22"/>
                <w:lang w:val="kl-GL"/>
              </w:rPr>
              <w:lastRenderedPageBreak/>
              <w:t>Erhvervssikringip 1. januar 202</w:t>
            </w:r>
            <w:r w:rsidR="00396EB8" w:rsidRPr="00171408">
              <w:rPr>
                <w:rFonts w:ascii="Times New Roman" w:hAnsi="Times New Roman" w:cs="Times New Roman"/>
                <w:sz w:val="22"/>
                <w:szCs w:val="22"/>
                <w:lang w:val="kl-GL"/>
              </w:rPr>
              <w:t>6</w:t>
            </w:r>
            <w:r w:rsidR="00482F3E" w:rsidRPr="00171408">
              <w:rPr>
                <w:rFonts w:ascii="Times New Roman" w:hAnsi="Times New Roman" w:cs="Times New Roman"/>
                <w:sz w:val="22"/>
                <w:szCs w:val="22"/>
                <w:lang w:val="kl-GL"/>
              </w:rPr>
              <w:t xml:space="preserve"> sioqqullugu aalajangiiffigisaanut, atuutissanngillat. Aalajangiinernut taakkununnga malittarisassat maannamut atuuttut atuutissapput.</w:t>
            </w:r>
          </w:p>
          <w:p w14:paraId="1C093385" w14:textId="77777777" w:rsidR="00515200" w:rsidRPr="00171408" w:rsidRDefault="00515200" w:rsidP="00EA5A94">
            <w:pPr>
              <w:pStyle w:val="stk2"/>
              <w:spacing w:line="276" w:lineRule="auto"/>
              <w:ind w:firstLine="0"/>
              <w:rPr>
                <w:rFonts w:ascii="Times New Roman" w:hAnsi="Times New Roman" w:cs="Times New Roman"/>
                <w:i/>
                <w:sz w:val="22"/>
                <w:szCs w:val="22"/>
                <w:lang w:val="kl-GL"/>
              </w:rPr>
            </w:pPr>
          </w:p>
          <w:p w14:paraId="280A42B8" w14:textId="6151267F" w:rsidR="00515200" w:rsidRPr="00171408" w:rsidRDefault="00CE02F1">
            <w:pPr>
              <w:spacing w:after="0"/>
              <w:rPr>
                <w:rFonts w:ascii="Times New Roman" w:hAnsi="Times New Roman"/>
                <w:lang w:val="kl-GL"/>
              </w:rPr>
            </w:pPr>
            <w:r w:rsidRPr="00171408">
              <w:rPr>
                <w:rFonts w:ascii="Times New Roman" w:eastAsia="Calibri" w:hAnsi="Times New Roman" w:cs="Times New Roman"/>
                <w:i/>
                <w:iCs/>
                <w:color w:val="000000"/>
                <w:lang w:val="kl-GL" w:eastAsia="da-DK"/>
              </w:rPr>
              <w:t>Imm</w:t>
            </w:r>
            <w:r w:rsidRPr="00171408">
              <w:rPr>
                <w:rFonts w:ascii="Times New Roman" w:eastAsia="Calibri" w:hAnsi="Times New Roman" w:cs="Times New Roman"/>
                <w:color w:val="000000"/>
                <w:lang w:val="kl-GL" w:eastAsia="da-DK"/>
              </w:rPr>
              <w:t xml:space="preserve">. 4. </w:t>
            </w:r>
            <w:r w:rsidR="001A4F39" w:rsidRPr="00171408">
              <w:rPr>
                <w:rFonts w:ascii="Times New Roman" w:eastAsia="Calibri" w:hAnsi="Times New Roman" w:cs="Times New Roman"/>
                <w:color w:val="000000"/>
                <w:lang w:val="kl-GL" w:eastAsia="da-DK"/>
              </w:rPr>
              <w:t xml:space="preserve">§ 59 naapertorlugu, tak. Kalaallit Nunaanni </w:t>
            </w:r>
            <w:r w:rsidR="001A4F39" w:rsidRPr="00171408">
              <w:rPr>
                <w:rFonts w:ascii="Times New Roman" w:eastAsia="Calibri" w:hAnsi="Times New Roman" w:cs="Times New Roman"/>
                <w:lang w:val="kl-GL" w:eastAsia="da-DK"/>
              </w:rPr>
              <w:t>sulinermi ajoqusernermut isumannaarineq pillugu inatsimmut nalunaarut nr. 75, 16. januar 2017-imeersoq, Arbejdsmarkedets Erhvervssikringip sulinermi ajutoornermut sillimmasiinernik tigusaqarnerata kingunerisaanik, pigisanik nalilinnik aamma pisinnaatitaaffinnik pigisaqalersimaguni, taakkua ajoqusernermut sillimmasiisarfinnut Garantifondimut tunniunneqassapput. Tunniussinermut peqatigitillugu, ajoqusernermut sillimmasiisarfinnut Garantifondi pillugu inatsisip allanngortinneqarnissaanut inatsimmi nr. 1163, 8. juni 2021-meersumi § 1, peqatigiiffiit aningaasaliisartut il.il. pillugit inatsit, aningaasanik peqquserluutinik</w:t>
            </w:r>
            <w:r w:rsidR="001A4F39" w:rsidRPr="00171408" w:rsidDel="00D2171C">
              <w:rPr>
                <w:rFonts w:ascii="Times New Roman" w:eastAsia="Calibri" w:hAnsi="Times New Roman" w:cs="Times New Roman"/>
                <w:lang w:val="kl-GL" w:eastAsia="da-DK"/>
              </w:rPr>
              <w:t xml:space="preserve"> </w:t>
            </w:r>
            <w:r w:rsidR="001A4F39" w:rsidRPr="00171408">
              <w:rPr>
                <w:rFonts w:ascii="Times New Roman" w:eastAsia="Calibri" w:hAnsi="Times New Roman" w:cs="Times New Roman"/>
                <w:lang w:val="kl-GL" w:eastAsia="da-DK"/>
              </w:rPr>
              <w:t xml:space="preserve">malunnarunnaarsaasarneq pillugu inatsit aamma inatsisit assigiinngitsut </w:t>
            </w:r>
            <w:r w:rsidR="00F11361" w:rsidRPr="00171408">
              <w:rPr>
                <w:rFonts w:ascii="Times New Roman" w:eastAsia="Calibri" w:hAnsi="Times New Roman" w:cs="Times New Roman"/>
                <w:lang w:val="kl-GL" w:eastAsia="da-DK"/>
              </w:rPr>
              <w:t xml:space="preserve">allat </w:t>
            </w:r>
            <w:r w:rsidR="001A4F39" w:rsidRPr="00171408">
              <w:rPr>
                <w:rFonts w:ascii="Times New Roman" w:eastAsia="Calibri" w:hAnsi="Times New Roman" w:cs="Times New Roman"/>
                <w:lang w:val="kl-GL" w:eastAsia="da-DK"/>
              </w:rPr>
              <w:t>Kalaallit Nunaannut atuutilersinneqassapput, tak. inatsimmi § 17, imm. 3.</w:t>
            </w:r>
          </w:p>
          <w:p w14:paraId="2CAE58AC" w14:textId="77777777" w:rsidR="00515200" w:rsidRPr="00171408" w:rsidRDefault="00515200">
            <w:pPr>
              <w:spacing w:after="0"/>
              <w:rPr>
                <w:rFonts w:ascii="Times New Roman" w:eastAsia="Calibri" w:hAnsi="Times New Roman" w:cs="Times New Roman"/>
                <w:i/>
                <w:lang w:val="kl-GL"/>
              </w:rPr>
            </w:pPr>
          </w:p>
          <w:p w14:paraId="378C916E" w14:textId="449716BD" w:rsidR="00515200" w:rsidRPr="00171408" w:rsidRDefault="00CE02F1">
            <w:pPr>
              <w:spacing w:after="0"/>
              <w:rPr>
                <w:lang w:val="kl-GL"/>
              </w:rPr>
            </w:pPr>
            <w:r w:rsidRPr="00171408">
              <w:rPr>
                <w:rFonts w:ascii="Times New Roman" w:hAnsi="Times New Roman" w:cs="Times New Roman"/>
                <w:i/>
                <w:iCs/>
                <w:lang w:val="kl-GL"/>
              </w:rPr>
              <w:t>Imm. 5.</w:t>
            </w:r>
            <w:r w:rsidRPr="00171408">
              <w:rPr>
                <w:rFonts w:ascii="Times New Roman" w:hAnsi="Times New Roman" w:cs="Times New Roman"/>
                <w:lang w:val="kl-GL"/>
              </w:rPr>
              <w:t xml:space="preserve"> </w:t>
            </w:r>
            <w:r w:rsidR="001A4F39" w:rsidRPr="00171408">
              <w:rPr>
                <w:rFonts w:ascii="Times New Roman" w:hAnsi="Times New Roman" w:cs="Times New Roman"/>
                <w:lang w:val="kl-GL"/>
              </w:rPr>
              <w:t xml:space="preserve">§ 59 malillugu, tak. </w:t>
            </w:r>
            <w:r w:rsidR="001A4F39" w:rsidRPr="00171408">
              <w:rPr>
                <w:rFonts w:ascii="Times New Roman" w:eastAsia="Calibri" w:hAnsi="Times New Roman" w:cs="Times New Roman"/>
                <w:color w:val="000000"/>
                <w:lang w:val="kl-GL" w:eastAsia="da-DK"/>
              </w:rPr>
              <w:t xml:space="preserve">Kalaallit Nunaanni </w:t>
            </w:r>
            <w:r w:rsidR="001A4F39" w:rsidRPr="00171408">
              <w:rPr>
                <w:rFonts w:ascii="Times New Roman" w:hAnsi="Times New Roman" w:cs="Times New Roman"/>
                <w:lang w:val="kl-GL"/>
              </w:rPr>
              <w:t xml:space="preserve">sulinermi ajoqusernermut isumannaarineq pillugu inatsimmut nalunaarut nr. 75, 16. januar 2017-imeersoq, Arbejdsmarkedets Erhvervssikringi sulinermi ajutoornermut sillimmasiinernik tunniussinerup kingunerisaanik pisussaaffilerneqarsimaguni, pisussaaffiit atuuttut aamma atuutilertussat ajoqusernermut sillimmasiisarfinnut Garantifondimut tunniunneqassapput. Tunniussinermut peqatigitillugu, ajoqusernermut sillimmasiisarfinnut Garantifondi pillugu inatsisip allanngortinneqarnissaanut inatsimmi nr. 1163, 8. juni 2021-meersumi § 1, peqatigiiffiit aningaasaliisartut il.il. pillugit inatsit, </w:t>
            </w:r>
            <w:r w:rsidR="001A4F39" w:rsidRPr="00171408">
              <w:rPr>
                <w:rFonts w:ascii="Times New Roman" w:eastAsia="Calibri" w:hAnsi="Times New Roman" w:cs="Times New Roman"/>
                <w:lang w:val="kl-GL" w:eastAsia="da-DK"/>
              </w:rPr>
              <w:t>aningaasanik peqquserluutinik</w:t>
            </w:r>
            <w:r w:rsidR="001A4F39" w:rsidRPr="00171408" w:rsidDel="00D2171C">
              <w:rPr>
                <w:rFonts w:ascii="Times New Roman" w:eastAsia="Calibri" w:hAnsi="Times New Roman" w:cs="Times New Roman"/>
                <w:lang w:val="kl-GL" w:eastAsia="da-DK"/>
              </w:rPr>
              <w:t xml:space="preserve"> </w:t>
            </w:r>
            <w:r w:rsidR="001A4F39" w:rsidRPr="00171408">
              <w:rPr>
                <w:rFonts w:ascii="Times New Roman" w:hAnsi="Times New Roman" w:cs="Times New Roman"/>
                <w:lang w:val="kl-GL"/>
              </w:rPr>
              <w:t xml:space="preserve">malunnarunnaarsaasarneq pillugu inatsit aamma inatsisit assigiinngitsut </w:t>
            </w:r>
            <w:r w:rsidR="00CB2F53" w:rsidRPr="00171408">
              <w:rPr>
                <w:rFonts w:ascii="Times New Roman" w:hAnsi="Times New Roman" w:cs="Times New Roman"/>
                <w:lang w:val="kl-GL"/>
              </w:rPr>
              <w:t xml:space="preserve">allat </w:t>
            </w:r>
            <w:r w:rsidR="001A4F39" w:rsidRPr="00171408">
              <w:rPr>
                <w:rFonts w:ascii="Times New Roman" w:hAnsi="Times New Roman" w:cs="Times New Roman"/>
                <w:lang w:val="kl-GL"/>
              </w:rPr>
              <w:t>Kalaallit Nunaannut atuutilersinneqassapput, tak. inatsimmi § 17, imm. 3.</w:t>
            </w:r>
          </w:p>
          <w:p w14:paraId="26B405B9" w14:textId="77777777" w:rsidR="00515200" w:rsidRPr="00171408" w:rsidRDefault="00515200">
            <w:pPr>
              <w:spacing w:after="0"/>
              <w:rPr>
                <w:rFonts w:ascii="Times New Roman" w:hAnsi="Times New Roman"/>
                <w:i/>
                <w:lang w:val="kl-GL"/>
              </w:rPr>
            </w:pPr>
          </w:p>
          <w:p w14:paraId="634C5F19" w14:textId="3F8F1C6B" w:rsidR="00515200" w:rsidRPr="00171408" w:rsidRDefault="00CE02F1">
            <w:pPr>
              <w:spacing w:after="0"/>
              <w:rPr>
                <w:rFonts w:ascii="Times New Roman" w:hAnsi="Times New Roman"/>
                <w:lang w:val="kl-GL"/>
              </w:rPr>
            </w:pPr>
            <w:r w:rsidRPr="00171408">
              <w:rPr>
                <w:rFonts w:ascii="Times New Roman" w:eastAsia="Calibri" w:hAnsi="Times New Roman" w:cs="Times New Roman"/>
                <w:i/>
                <w:iCs/>
                <w:lang w:val="kl-GL"/>
              </w:rPr>
              <w:t>Imm. 6.</w:t>
            </w:r>
            <w:r w:rsidRPr="00171408">
              <w:rPr>
                <w:rFonts w:ascii="Times New Roman" w:eastAsia="Calibri" w:hAnsi="Times New Roman" w:cs="Times New Roman"/>
                <w:lang w:val="kl-GL"/>
              </w:rPr>
              <w:t xml:space="preserve"> </w:t>
            </w:r>
            <w:r w:rsidR="001A4F39" w:rsidRPr="00171408">
              <w:rPr>
                <w:rFonts w:ascii="Times New Roman" w:eastAsia="Calibri" w:hAnsi="Times New Roman" w:cs="Times New Roman"/>
                <w:lang w:val="kl-GL"/>
              </w:rPr>
              <w:t xml:space="preserve">Arbejdsmarkedets Erhvervssikringi sillimmasikkanut tunngasunik atortunik tigusaqarsimaguni, tassunga ilanngullugit inunnut paasissutissat, sulinermi ajutoornernut tigussaasunut tunngasunik, tak. imm. 4 aamma 5, </w:t>
            </w:r>
            <w:r w:rsidR="001A4F39" w:rsidRPr="00171408">
              <w:rPr>
                <w:rFonts w:ascii="Times New Roman" w:eastAsia="Calibri" w:hAnsi="Times New Roman" w:cs="Times New Roman"/>
                <w:lang w:val="kl-GL"/>
              </w:rPr>
              <w:lastRenderedPageBreak/>
              <w:t xml:space="preserve">taakkua ajoqusernermut sillimmasiisarfinnut Garantifondimut tunniunneqassapput piffissamiit, ajoqusernermut sillimmasiisarfinnut Garantifondi pillugu inatsisip allanngortinneqarnissaanut inatsimmi nr. 1163, 8. juni 2021-meersumi § 1-ip, peqatigiiffiit aningaasaliisartut il.il. pillugit inatsisip, </w:t>
            </w:r>
            <w:r w:rsidR="001A4F39" w:rsidRPr="00171408">
              <w:rPr>
                <w:rFonts w:ascii="Times New Roman" w:eastAsia="Calibri" w:hAnsi="Times New Roman" w:cs="Times New Roman"/>
                <w:lang w:val="kl-GL" w:eastAsia="da-DK"/>
              </w:rPr>
              <w:t>aningaasanik peqquserluutinik</w:t>
            </w:r>
            <w:r w:rsidR="001A4F39" w:rsidRPr="00171408" w:rsidDel="00D2171C">
              <w:rPr>
                <w:rFonts w:ascii="Times New Roman" w:eastAsia="Calibri" w:hAnsi="Times New Roman" w:cs="Times New Roman"/>
                <w:lang w:val="kl-GL" w:eastAsia="da-DK"/>
              </w:rPr>
              <w:t xml:space="preserve"> </w:t>
            </w:r>
            <w:r w:rsidR="001A4F39" w:rsidRPr="00171408">
              <w:rPr>
                <w:rFonts w:ascii="Times New Roman" w:eastAsia="Calibri" w:hAnsi="Times New Roman" w:cs="Times New Roman"/>
                <w:lang w:val="kl-GL"/>
              </w:rPr>
              <w:t xml:space="preserve">malunnarunnaarsaasarneq pillugu inatsisip aamma inatsisit assigiinngitsut </w:t>
            </w:r>
            <w:r w:rsidR="00CB2F53" w:rsidRPr="00171408">
              <w:rPr>
                <w:rFonts w:ascii="Times New Roman" w:eastAsia="Calibri" w:hAnsi="Times New Roman" w:cs="Times New Roman"/>
                <w:lang w:val="kl-GL"/>
              </w:rPr>
              <w:t xml:space="preserve">allat </w:t>
            </w:r>
            <w:r w:rsidR="001A4F39" w:rsidRPr="00171408">
              <w:rPr>
                <w:rFonts w:ascii="Times New Roman" w:eastAsia="Calibri" w:hAnsi="Times New Roman" w:cs="Times New Roman"/>
                <w:lang w:val="kl-GL"/>
              </w:rPr>
              <w:t>Kalaallit Nunaannut atuutilersinneqarneranniit qaammatit arfinillit angullugit, tak. inatsimmi § 17, imm. 3. Arbejdsmarkedets Erhvervssikringi piffissami tassani suliamik ingerlatsinikkut ikiuissaaq, imaassimappat sulinermi ajutoornerit pillugit sulianik ajoqusernermut sillimmasiisarfinnut Garantifondimut nuussisoqartoq.</w:t>
            </w:r>
          </w:p>
          <w:p w14:paraId="03E93A92" w14:textId="77777777" w:rsidR="00515200" w:rsidRPr="00171408" w:rsidRDefault="00515200">
            <w:pPr>
              <w:spacing w:after="0"/>
              <w:rPr>
                <w:rFonts w:ascii="Times New Roman" w:eastAsia="Calibri" w:hAnsi="Times New Roman" w:cs="Times New Roman"/>
                <w:i/>
                <w:lang w:val="kl-GL"/>
              </w:rPr>
            </w:pPr>
          </w:p>
          <w:p w14:paraId="2578A984" w14:textId="7CF2D2E9" w:rsidR="00515200" w:rsidRPr="00171408" w:rsidRDefault="00CE02F1">
            <w:pPr>
              <w:spacing w:after="0"/>
              <w:rPr>
                <w:rFonts w:ascii="Times New Roman" w:hAnsi="Times New Roman"/>
                <w:lang w:val="kl-GL"/>
              </w:rPr>
            </w:pPr>
            <w:r w:rsidRPr="00171408">
              <w:rPr>
                <w:rFonts w:ascii="Times New Roman" w:eastAsia="Calibri" w:hAnsi="Times New Roman" w:cs="Times New Roman"/>
                <w:i/>
                <w:iCs/>
                <w:lang w:val="kl-GL"/>
              </w:rPr>
              <w:t>Imm</w:t>
            </w:r>
            <w:r w:rsidRPr="00171408">
              <w:rPr>
                <w:rFonts w:ascii="Times New Roman" w:eastAsia="Calibri" w:hAnsi="Times New Roman" w:cs="Times New Roman"/>
                <w:i/>
                <w:lang w:val="kl-GL"/>
              </w:rPr>
              <w:t xml:space="preserve">. 7. </w:t>
            </w:r>
            <w:r w:rsidR="001A4F39" w:rsidRPr="00171408">
              <w:rPr>
                <w:rFonts w:ascii="Times New Roman" w:eastAsia="Calibri" w:hAnsi="Times New Roman" w:cs="Times New Roman"/>
                <w:lang w:val="kl-GL"/>
              </w:rPr>
              <w:t>Sulinermi ajoqusernermut isumannaarineq pillugu inatsimmi § 59 malillugu kingorna aningaasanik nal</w:t>
            </w:r>
            <w:r w:rsidR="004762CE" w:rsidRPr="00171408">
              <w:rPr>
                <w:rFonts w:ascii="Times New Roman" w:eastAsia="Calibri" w:hAnsi="Times New Roman" w:cs="Times New Roman"/>
                <w:lang w:val="kl-GL"/>
              </w:rPr>
              <w:t>eqqu</w:t>
            </w:r>
            <w:r w:rsidR="001A4F39" w:rsidRPr="00171408">
              <w:rPr>
                <w:rFonts w:ascii="Times New Roman" w:eastAsia="Calibri" w:hAnsi="Times New Roman" w:cs="Times New Roman"/>
                <w:lang w:val="kl-GL"/>
              </w:rPr>
              <w:t>ssaanermi, tak. inatsimmik nalunaarut nr. 75, 16. januar 2017-imeersoq, sulinermi ajoqusernermut isumannaarineq pillugu inatsimmi § 48, imm. 6, oqaaseqatigiit pingajuanni nal</w:t>
            </w:r>
            <w:r w:rsidR="004762CE" w:rsidRPr="00171408">
              <w:rPr>
                <w:rFonts w:ascii="Times New Roman" w:eastAsia="Calibri" w:hAnsi="Times New Roman" w:cs="Times New Roman"/>
                <w:lang w:val="kl-GL"/>
              </w:rPr>
              <w:t>eqqu</w:t>
            </w:r>
            <w:r w:rsidR="001A4F39" w:rsidRPr="00171408">
              <w:rPr>
                <w:rFonts w:ascii="Times New Roman" w:eastAsia="Calibri" w:hAnsi="Times New Roman" w:cs="Times New Roman"/>
                <w:lang w:val="kl-GL"/>
              </w:rPr>
              <w:t xml:space="preserve">ssaaneq pillugu aalajangersagaq assinganik atuutissaaq, tak. inatsimmik nalunaarut nr. 1186, 19. august 2022-meersoq. Aalajangersagaq assinganik atuutissaaq ukiumi, ajoqusernermut sillimmasiisarfinnut Garantifondi pillugu inatsisip allanngortinneqarnissaanut inatsimmi nr. 1163, 8. juni 2021-meersumi § 1, peqatigiiffiit aningaasaliisartut il.il. pillugit inatsit, </w:t>
            </w:r>
            <w:r w:rsidR="001A4F39" w:rsidRPr="00171408">
              <w:rPr>
                <w:rFonts w:ascii="Times New Roman" w:eastAsia="Calibri" w:hAnsi="Times New Roman" w:cs="Times New Roman"/>
                <w:lang w:val="kl-GL" w:eastAsia="da-DK"/>
              </w:rPr>
              <w:t>aningaasanik peqquserluutinik</w:t>
            </w:r>
            <w:r w:rsidR="001A4F39" w:rsidRPr="00171408" w:rsidDel="006F5EBE">
              <w:rPr>
                <w:rFonts w:ascii="Times New Roman" w:eastAsia="Calibri" w:hAnsi="Times New Roman" w:cs="Times New Roman"/>
                <w:lang w:val="kl-GL"/>
              </w:rPr>
              <w:t xml:space="preserve"> </w:t>
            </w:r>
            <w:r w:rsidR="001A4F39" w:rsidRPr="00171408">
              <w:rPr>
                <w:rFonts w:ascii="Times New Roman" w:eastAsia="Calibri" w:hAnsi="Times New Roman" w:cs="Times New Roman"/>
                <w:lang w:val="kl-GL"/>
              </w:rPr>
              <w:t xml:space="preserve">malunnarunnaarsaasarneq pillugu inatsit aamma inatsisit assigiinngitsut </w:t>
            </w:r>
            <w:r w:rsidR="00CB2F53" w:rsidRPr="00171408">
              <w:rPr>
                <w:rFonts w:ascii="Times New Roman" w:eastAsia="Calibri" w:hAnsi="Times New Roman" w:cs="Times New Roman"/>
                <w:lang w:val="kl-GL"/>
              </w:rPr>
              <w:t xml:space="preserve">allat </w:t>
            </w:r>
            <w:r w:rsidR="001A4F39" w:rsidRPr="00171408">
              <w:rPr>
                <w:rFonts w:ascii="Times New Roman" w:eastAsia="Calibri" w:hAnsi="Times New Roman" w:cs="Times New Roman"/>
                <w:lang w:val="kl-GL"/>
              </w:rPr>
              <w:t>Kalaallit Nunaannut atuutilertinneqarfianni, tak. inatsimmi § 17, imm. 3, kiisalu ukiuni marlunni tulliuttuni. Piffissami tassani aningaasat sinneruttuusinnaasut, Arbejdsmarkedets Erhvervssikringip § 59 malillugu akiliisitsiniutigisinnaasai, aningaasanik siumoortumik akiliisitsiniarnermut tunngavigisamut ilaatinneqassapput, sulinermi ajoqusernermut isumannaarineq pillugu inatsimmi § 48, imm. 6, oqaaseqatigiit pingajuanni nal</w:t>
            </w:r>
            <w:r w:rsidR="007664D6" w:rsidRPr="00171408">
              <w:rPr>
                <w:rFonts w:ascii="Times New Roman" w:eastAsia="Calibri" w:hAnsi="Times New Roman" w:cs="Times New Roman"/>
                <w:lang w:val="kl-GL"/>
              </w:rPr>
              <w:t>eqqu</w:t>
            </w:r>
            <w:r w:rsidR="001A4F39" w:rsidRPr="00171408">
              <w:rPr>
                <w:rFonts w:ascii="Times New Roman" w:eastAsia="Calibri" w:hAnsi="Times New Roman" w:cs="Times New Roman"/>
                <w:lang w:val="kl-GL"/>
              </w:rPr>
              <w:t>ssaaneq pillugu aalajangersakkap assinganik Arbejdsmarkedets Erhvervssikringip akilertinniagaanut, tak. inatsimmik nalunaarut nr. 1186, 19. august 2022-meersoq.</w:t>
            </w:r>
          </w:p>
        </w:tc>
      </w:tr>
    </w:tbl>
    <w:p w14:paraId="5FFB4A24" w14:textId="77777777" w:rsidR="00515200" w:rsidRPr="00171408" w:rsidRDefault="00515200">
      <w:pPr>
        <w:pStyle w:val="titelprefiks1"/>
        <w:spacing w:line="276" w:lineRule="auto"/>
        <w:jc w:val="left"/>
        <w:rPr>
          <w:rFonts w:ascii="Times New Roman" w:hAnsi="Times New Roman"/>
          <w:sz w:val="22"/>
          <w:szCs w:val="22"/>
          <w:lang w:val="kl-GL"/>
        </w:rPr>
      </w:pPr>
    </w:p>
    <w:sectPr w:rsidR="00515200" w:rsidRPr="00171408">
      <w:footerReference w:type="default" r:id="rId16"/>
      <w:pgSz w:w="11906" w:h="16838"/>
      <w:pgMar w:top="1701" w:right="1134" w:bottom="1701" w:left="1134" w:header="0" w:footer="708"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CEB37" w14:textId="77777777" w:rsidR="00381A2C" w:rsidRDefault="00381A2C">
      <w:pPr>
        <w:spacing w:after="0" w:line="240" w:lineRule="auto"/>
      </w:pPr>
      <w:r>
        <w:separator/>
      </w:r>
    </w:p>
  </w:endnote>
  <w:endnote w:type="continuationSeparator" w:id="0">
    <w:p w14:paraId="172AD312" w14:textId="77777777" w:rsidR="00381A2C" w:rsidRDefault="00381A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1"/>
    <w:family w:val="swiss"/>
    <w:pitch w:val="variable"/>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Questa-Regular">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erlingske Sans Extrabold">
    <w:altName w:val="Times New Roman"/>
    <w:panose1 w:val="00000000000000000000"/>
    <w:charset w:val="00"/>
    <w:family w:val="swiss"/>
    <w:notTrueType/>
    <w:pitch w:val="default"/>
    <w:sig w:usb0="00000003" w:usb1="00000000" w:usb2="00000000" w:usb3="00000000" w:csb0="00000001" w:csb1="00000000"/>
  </w:font>
  <w:font w:name="Helvetica Neue ATP Body">
    <w:altName w:val="Times New Roman"/>
    <w:charset w:val="00"/>
    <w:family w:val="auto"/>
    <w:pitch w:val="default"/>
  </w:font>
  <w:font w:name="Times New Roman,Italic">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5224700"/>
      <w:docPartObj>
        <w:docPartGallery w:val="Page Numbers (Bottom of Page)"/>
        <w:docPartUnique/>
      </w:docPartObj>
    </w:sdtPr>
    <w:sdtEndPr/>
    <w:sdtContent>
      <w:p w14:paraId="364AE4DD" w14:textId="23EA3DF6" w:rsidR="00515200" w:rsidRDefault="00CE02F1">
        <w:pPr>
          <w:pStyle w:val="Sidefod"/>
        </w:pPr>
        <w:r>
          <w:fldChar w:fldCharType="begin"/>
        </w:r>
        <w:r>
          <w:instrText>PAGE</w:instrText>
        </w:r>
        <w:r>
          <w:fldChar w:fldCharType="separate"/>
        </w:r>
        <w:r w:rsidR="00940819">
          <w:rPr>
            <w:noProof/>
          </w:rPr>
          <w:t>1</w:t>
        </w:r>
        <w:r>
          <w:fldChar w:fldCharType="end"/>
        </w:r>
      </w:p>
    </w:sdtContent>
  </w:sdt>
  <w:p w14:paraId="723AB498" w14:textId="77777777" w:rsidR="00515200" w:rsidRDefault="00515200">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C49276" w14:textId="77777777" w:rsidR="00381A2C" w:rsidRDefault="00381A2C">
      <w:pPr>
        <w:spacing w:after="0" w:line="240" w:lineRule="auto"/>
      </w:pPr>
      <w:r>
        <w:separator/>
      </w:r>
    </w:p>
  </w:footnote>
  <w:footnote w:type="continuationSeparator" w:id="0">
    <w:p w14:paraId="6476739C" w14:textId="77777777" w:rsidR="00381A2C" w:rsidRDefault="00381A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D6F91"/>
    <w:multiLevelType w:val="multilevel"/>
    <w:tmpl w:val="A76E9F02"/>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l"/>
      <w:lvlJc w:val="left"/>
      <w:pPr>
        <w:ind w:left="2880" w:hanging="360"/>
      </w:pPr>
      <w:rPr>
        <w:rFonts w:ascii="Wingdings" w:hAnsi="Wingdings" w:cs="Wingding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l"/>
      <w:lvlJc w:val="left"/>
      <w:pPr>
        <w:ind w:left="5040" w:hanging="360"/>
      </w:pPr>
      <w:rPr>
        <w:rFonts w:ascii="Wingdings" w:hAnsi="Wingdings" w:cs="Wingding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A8F39F3"/>
    <w:multiLevelType w:val="hybridMultilevel"/>
    <w:tmpl w:val="A33492A4"/>
    <w:lvl w:ilvl="0" w:tplc="718A4994">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0C5C6A62"/>
    <w:multiLevelType w:val="multilevel"/>
    <w:tmpl w:val="00144668"/>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15:restartNumberingAfterBreak="0">
    <w:nsid w:val="11285233"/>
    <w:multiLevelType w:val="hybridMultilevel"/>
    <w:tmpl w:val="8684F1AE"/>
    <w:lvl w:ilvl="0" w:tplc="718A4994">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5FF19C9"/>
    <w:multiLevelType w:val="hybridMultilevel"/>
    <w:tmpl w:val="252677E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195C0865"/>
    <w:multiLevelType w:val="multilevel"/>
    <w:tmpl w:val="8252294A"/>
    <w:lvl w:ilvl="0">
      <w:start w:val="1"/>
      <w:numFmt w:val="decimal"/>
      <w:lvlText w:val="%1."/>
      <w:lvlJc w:val="left"/>
      <w:pPr>
        <w:ind w:left="720" w:hanging="360"/>
      </w:pPr>
      <w:rPr>
        <w:sz w:val="24"/>
        <w:szCs w:val="24"/>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15:restartNumberingAfterBreak="0">
    <w:nsid w:val="1C397152"/>
    <w:multiLevelType w:val="hybridMultilevel"/>
    <w:tmpl w:val="52E0E6F2"/>
    <w:lvl w:ilvl="0" w:tplc="718A4994">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1C7B5D9C"/>
    <w:multiLevelType w:val="hybridMultilevel"/>
    <w:tmpl w:val="025CC788"/>
    <w:lvl w:ilvl="0" w:tplc="718A4994">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1F28073F"/>
    <w:multiLevelType w:val="hybridMultilevel"/>
    <w:tmpl w:val="3F9A7190"/>
    <w:lvl w:ilvl="0" w:tplc="718A4994">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1FD978BE"/>
    <w:multiLevelType w:val="multilevel"/>
    <w:tmpl w:val="DBC8390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15:restartNumberingAfterBreak="0">
    <w:nsid w:val="225B2AC7"/>
    <w:multiLevelType w:val="hybridMultilevel"/>
    <w:tmpl w:val="BF5842AC"/>
    <w:lvl w:ilvl="0" w:tplc="718A4994">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237F040C"/>
    <w:multiLevelType w:val="multilevel"/>
    <w:tmpl w:val="E0522F8E"/>
    <w:lvl w:ilvl="0">
      <w:start w:val="2"/>
      <w:numFmt w:val="decimal"/>
      <w:lvlText w:val="%1"/>
      <w:lvlJc w:val="left"/>
      <w:pPr>
        <w:ind w:left="480" w:hanging="480"/>
      </w:pPr>
    </w:lvl>
    <w:lvl w:ilvl="1">
      <w:start w:val="5"/>
      <w:numFmt w:val="decimal"/>
      <w:lvlText w:val="%1.%2"/>
      <w:lvlJc w:val="left"/>
      <w:pPr>
        <w:ind w:left="480" w:hanging="48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15:restartNumberingAfterBreak="0">
    <w:nsid w:val="321A525E"/>
    <w:multiLevelType w:val="hybridMultilevel"/>
    <w:tmpl w:val="6576E314"/>
    <w:lvl w:ilvl="0" w:tplc="F198E456">
      <w:start w:val="1"/>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357C0500"/>
    <w:multiLevelType w:val="multilevel"/>
    <w:tmpl w:val="FCC834DA"/>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l"/>
      <w:lvlJc w:val="left"/>
      <w:pPr>
        <w:ind w:left="2880" w:hanging="360"/>
      </w:pPr>
      <w:rPr>
        <w:rFonts w:ascii="Wingdings" w:hAnsi="Wingdings" w:cs="Wingding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l"/>
      <w:lvlJc w:val="left"/>
      <w:pPr>
        <w:ind w:left="5040" w:hanging="360"/>
      </w:pPr>
      <w:rPr>
        <w:rFonts w:ascii="Wingdings" w:hAnsi="Wingdings" w:cs="Wingding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358619F0"/>
    <w:multiLevelType w:val="hybridMultilevel"/>
    <w:tmpl w:val="7C9CE9C4"/>
    <w:lvl w:ilvl="0" w:tplc="718A4994">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396E7E4D"/>
    <w:multiLevelType w:val="multilevel"/>
    <w:tmpl w:val="6A801B1E"/>
    <w:lvl w:ilvl="0">
      <w:start w:val="1"/>
      <w:numFmt w:val="decimal"/>
      <w:lvlText w:val="2.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B2B227C"/>
    <w:multiLevelType w:val="hybridMultilevel"/>
    <w:tmpl w:val="322AC43A"/>
    <w:lvl w:ilvl="0" w:tplc="718A4994">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3D0A71FB"/>
    <w:multiLevelType w:val="hybridMultilevel"/>
    <w:tmpl w:val="FCA29C7C"/>
    <w:lvl w:ilvl="0" w:tplc="718A4994">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E046B24"/>
    <w:multiLevelType w:val="multilevel"/>
    <w:tmpl w:val="1762498A"/>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l"/>
      <w:lvlJc w:val="left"/>
      <w:pPr>
        <w:ind w:left="2880" w:hanging="360"/>
      </w:pPr>
      <w:rPr>
        <w:rFonts w:ascii="Wingdings" w:hAnsi="Wingdings" w:cs="Wingding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l"/>
      <w:lvlJc w:val="left"/>
      <w:pPr>
        <w:ind w:left="5040" w:hanging="360"/>
      </w:pPr>
      <w:rPr>
        <w:rFonts w:ascii="Wingdings" w:hAnsi="Wingdings" w:cs="Wingding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43B95EEE"/>
    <w:multiLevelType w:val="multilevel"/>
    <w:tmpl w:val="7CFEC39E"/>
    <w:lvl w:ilvl="0">
      <w:start w:val="2"/>
      <w:numFmt w:val="decimal"/>
      <w:lvlText w:val="%1."/>
      <w:lvlJc w:val="left"/>
      <w:pPr>
        <w:ind w:left="660" w:hanging="660"/>
      </w:pPr>
      <w:rPr>
        <w:b/>
        <w:bCs/>
      </w:rPr>
    </w:lvl>
    <w:lvl w:ilvl="1">
      <w:start w:val="10"/>
      <w:numFmt w:val="decimal"/>
      <w:lvlText w:val="%1.%2."/>
      <w:lvlJc w:val="left"/>
      <w:pPr>
        <w:ind w:left="660" w:hanging="660"/>
      </w:pPr>
    </w:lvl>
    <w:lvl w:ilvl="2">
      <w:start w:val="2"/>
      <w:numFmt w:val="decimal"/>
      <w:lvlText w:val="%1.%2.%3."/>
      <w:lvlJc w:val="left"/>
      <w:pPr>
        <w:ind w:left="720" w:hanging="720"/>
      </w:pPr>
      <w:rPr>
        <w:rFonts w:ascii="Times New Roman" w:hAnsi="Times New Roman" w:cs="Times New Roman" w:hint="default"/>
        <w:i/>
        <w:iCs/>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44ED7F71"/>
    <w:multiLevelType w:val="hybridMultilevel"/>
    <w:tmpl w:val="C62C2F04"/>
    <w:lvl w:ilvl="0" w:tplc="718A4994">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466D13EA"/>
    <w:multiLevelType w:val="multilevel"/>
    <w:tmpl w:val="3E826894"/>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l"/>
      <w:lvlJc w:val="left"/>
      <w:pPr>
        <w:ind w:left="2880" w:hanging="360"/>
      </w:pPr>
      <w:rPr>
        <w:rFonts w:ascii="Wingdings" w:hAnsi="Wingdings" w:cs="Wingding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l"/>
      <w:lvlJc w:val="left"/>
      <w:pPr>
        <w:ind w:left="5040" w:hanging="360"/>
      </w:pPr>
      <w:rPr>
        <w:rFonts w:ascii="Wingdings" w:hAnsi="Wingdings" w:cs="Wingding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4E572053"/>
    <w:multiLevelType w:val="multilevel"/>
    <w:tmpl w:val="AF62D5C8"/>
    <w:lvl w:ilvl="0">
      <w:start w:val="16"/>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l"/>
      <w:lvlJc w:val="left"/>
      <w:pPr>
        <w:ind w:left="2880" w:hanging="360"/>
      </w:pPr>
      <w:rPr>
        <w:rFonts w:ascii="Wingdings" w:hAnsi="Wingdings" w:cs="Wingding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l"/>
      <w:lvlJc w:val="left"/>
      <w:pPr>
        <w:ind w:left="5040" w:hanging="360"/>
      </w:pPr>
      <w:rPr>
        <w:rFonts w:ascii="Wingdings" w:hAnsi="Wingdings" w:cs="Wingding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51AC0D5C"/>
    <w:multiLevelType w:val="hybridMultilevel"/>
    <w:tmpl w:val="50C86CC0"/>
    <w:lvl w:ilvl="0" w:tplc="718A4994">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53176286"/>
    <w:multiLevelType w:val="multilevel"/>
    <w:tmpl w:val="EB1ACA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EBA5A68"/>
    <w:multiLevelType w:val="multilevel"/>
    <w:tmpl w:val="16F89882"/>
    <w:lvl w:ilvl="0">
      <w:start w:val="2"/>
      <w:numFmt w:val="decimal"/>
      <w:lvlText w:val="%1."/>
      <w:lvlJc w:val="left"/>
      <w:pPr>
        <w:ind w:left="540" w:hanging="540"/>
      </w:pPr>
    </w:lvl>
    <w:lvl w:ilvl="1">
      <w:start w:val="6"/>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64F00663"/>
    <w:multiLevelType w:val="multilevel"/>
    <w:tmpl w:val="75FCAD7C"/>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l"/>
      <w:lvlJc w:val="left"/>
      <w:pPr>
        <w:ind w:left="2880" w:hanging="360"/>
      </w:pPr>
      <w:rPr>
        <w:rFonts w:ascii="Wingdings" w:hAnsi="Wingdings" w:cs="Wingding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l"/>
      <w:lvlJc w:val="left"/>
      <w:pPr>
        <w:ind w:left="5040" w:hanging="360"/>
      </w:pPr>
      <w:rPr>
        <w:rFonts w:ascii="Wingdings" w:hAnsi="Wingdings" w:cs="Wingding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6AFE5897"/>
    <w:multiLevelType w:val="multilevel"/>
    <w:tmpl w:val="C396080E"/>
    <w:lvl w:ilvl="0">
      <w:start w:val="3"/>
      <w:numFmt w:val="decimal"/>
      <w:lvlText w:val="%1."/>
      <w:lvlJc w:val="left"/>
      <w:pPr>
        <w:ind w:left="540" w:hanging="540"/>
      </w:pPr>
    </w:lvl>
    <w:lvl w:ilvl="1">
      <w:start w:val="6"/>
      <w:numFmt w:val="decimal"/>
      <w:lvlText w:val="%1.%2."/>
      <w:lvlJc w:val="left"/>
      <w:pPr>
        <w:ind w:left="540" w:hanging="54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6F723305"/>
    <w:multiLevelType w:val="multilevel"/>
    <w:tmpl w:val="AAFC108E"/>
    <w:lvl w:ilvl="0">
      <w:start w:val="1"/>
      <w:numFmt w:val="bullet"/>
      <w:lvlText w:val="-"/>
      <w:lvlJc w:val="left"/>
      <w:pPr>
        <w:tabs>
          <w:tab w:val="num" w:pos="720"/>
        </w:tabs>
        <w:ind w:left="720" w:hanging="360"/>
      </w:pPr>
      <w:rPr>
        <w:rFonts w:ascii="Calibri" w:eastAsiaTheme="minorHAnsi" w:hAnsi="Calibri" w:cs="Calibri"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l"/>
      <w:lvlJc w:val="left"/>
      <w:pPr>
        <w:tabs>
          <w:tab w:val="num" w:pos="1800"/>
        </w:tabs>
        <w:ind w:left="1800" w:hanging="360"/>
      </w:pPr>
      <w:rPr>
        <w:rFonts w:ascii="Wingdings" w:hAnsi="Wingdings"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l"/>
      <w:lvlJc w:val="left"/>
      <w:pPr>
        <w:tabs>
          <w:tab w:val="num" w:pos="2880"/>
        </w:tabs>
        <w:ind w:left="2880" w:hanging="360"/>
      </w:pPr>
      <w:rPr>
        <w:rFonts w:ascii="Wingdings" w:hAnsi="Wingdings"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9" w15:restartNumberingAfterBreak="0">
    <w:nsid w:val="7C4C53D3"/>
    <w:multiLevelType w:val="hybridMultilevel"/>
    <w:tmpl w:val="2C0890E8"/>
    <w:lvl w:ilvl="0" w:tplc="0406000F">
      <w:start w:val="1"/>
      <w:numFmt w:val="decimal"/>
      <w:lvlText w:val="%1."/>
      <w:lvlJc w:val="left"/>
      <w:pPr>
        <w:ind w:left="164" w:hanging="360"/>
      </w:pPr>
    </w:lvl>
    <w:lvl w:ilvl="1" w:tplc="04060019" w:tentative="1">
      <w:start w:val="1"/>
      <w:numFmt w:val="lowerLetter"/>
      <w:lvlText w:val="%2."/>
      <w:lvlJc w:val="left"/>
      <w:pPr>
        <w:ind w:left="884" w:hanging="360"/>
      </w:pPr>
    </w:lvl>
    <w:lvl w:ilvl="2" w:tplc="0406001B" w:tentative="1">
      <w:start w:val="1"/>
      <w:numFmt w:val="lowerRoman"/>
      <w:lvlText w:val="%3."/>
      <w:lvlJc w:val="right"/>
      <w:pPr>
        <w:ind w:left="1604" w:hanging="180"/>
      </w:pPr>
    </w:lvl>
    <w:lvl w:ilvl="3" w:tplc="0406000F" w:tentative="1">
      <w:start w:val="1"/>
      <w:numFmt w:val="decimal"/>
      <w:lvlText w:val="%4."/>
      <w:lvlJc w:val="left"/>
      <w:pPr>
        <w:ind w:left="2324" w:hanging="360"/>
      </w:pPr>
    </w:lvl>
    <w:lvl w:ilvl="4" w:tplc="04060019" w:tentative="1">
      <w:start w:val="1"/>
      <w:numFmt w:val="lowerLetter"/>
      <w:lvlText w:val="%5."/>
      <w:lvlJc w:val="left"/>
      <w:pPr>
        <w:ind w:left="3044" w:hanging="360"/>
      </w:pPr>
    </w:lvl>
    <w:lvl w:ilvl="5" w:tplc="0406001B" w:tentative="1">
      <w:start w:val="1"/>
      <w:numFmt w:val="lowerRoman"/>
      <w:lvlText w:val="%6."/>
      <w:lvlJc w:val="right"/>
      <w:pPr>
        <w:ind w:left="3764" w:hanging="180"/>
      </w:pPr>
    </w:lvl>
    <w:lvl w:ilvl="6" w:tplc="0406000F" w:tentative="1">
      <w:start w:val="1"/>
      <w:numFmt w:val="decimal"/>
      <w:lvlText w:val="%7."/>
      <w:lvlJc w:val="left"/>
      <w:pPr>
        <w:ind w:left="4484" w:hanging="360"/>
      </w:pPr>
    </w:lvl>
    <w:lvl w:ilvl="7" w:tplc="04060019" w:tentative="1">
      <w:start w:val="1"/>
      <w:numFmt w:val="lowerLetter"/>
      <w:lvlText w:val="%8."/>
      <w:lvlJc w:val="left"/>
      <w:pPr>
        <w:ind w:left="5204" w:hanging="360"/>
      </w:pPr>
    </w:lvl>
    <w:lvl w:ilvl="8" w:tplc="0406001B" w:tentative="1">
      <w:start w:val="1"/>
      <w:numFmt w:val="lowerRoman"/>
      <w:lvlText w:val="%9."/>
      <w:lvlJc w:val="right"/>
      <w:pPr>
        <w:ind w:left="5924" w:hanging="180"/>
      </w:pPr>
    </w:lvl>
  </w:abstractNum>
  <w:abstractNum w:abstractNumId="30" w15:restartNumberingAfterBreak="0">
    <w:nsid w:val="7D3D50F2"/>
    <w:multiLevelType w:val="multilevel"/>
    <w:tmpl w:val="25466DBE"/>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l"/>
      <w:lvlJc w:val="left"/>
      <w:pPr>
        <w:ind w:left="2880" w:hanging="360"/>
      </w:pPr>
      <w:rPr>
        <w:rFonts w:ascii="Wingdings" w:hAnsi="Wingdings" w:cs="Wingding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l"/>
      <w:lvlJc w:val="left"/>
      <w:pPr>
        <w:ind w:left="5040" w:hanging="360"/>
      </w:pPr>
      <w:rPr>
        <w:rFonts w:ascii="Wingdings" w:hAnsi="Wingdings" w:cs="Wingding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7F7448F7"/>
    <w:multiLevelType w:val="hybridMultilevel"/>
    <w:tmpl w:val="F4EECF46"/>
    <w:lvl w:ilvl="0" w:tplc="718A4994">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24"/>
  </w:num>
  <w:num w:numId="2">
    <w:abstractNumId w:val="5"/>
  </w:num>
  <w:num w:numId="3">
    <w:abstractNumId w:val="15"/>
  </w:num>
  <w:num w:numId="4">
    <w:abstractNumId w:val="27"/>
  </w:num>
  <w:num w:numId="5">
    <w:abstractNumId w:val="11"/>
  </w:num>
  <w:num w:numId="6">
    <w:abstractNumId w:val="25"/>
  </w:num>
  <w:num w:numId="7">
    <w:abstractNumId w:val="2"/>
  </w:num>
  <w:num w:numId="8">
    <w:abstractNumId w:val="19"/>
  </w:num>
  <w:num w:numId="9">
    <w:abstractNumId w:val="22"/>
  </w:num>
  <w:num w:numId="10">
    <w:abstractNumId w:val="0"/>
  </w:num>
  <w:num w:numId="11">
    <w:abstractNumId w:val="21"/>
  </w:num>
  <w:num w:numId="12">
    <w:abstractNumId w:val="13"/>
  </w:num>
  <w:num w:numId="13">
    <w:abstractNumId w:val="30"/>
  </w:num>
  <w:num w:numId="14">
    <w:abstractNumId w:val="18"/>
  </w:num>
  <w:num w:numId="15">
    <w:abstractNumId w:val="26"/>
  </w:num>
  <w:num w:numId="16">
    <w:abstractNumId w:val="28"/>
  </w:num>
  <w:num w:numId="17">
    <w:abstractNumId w:val="9"/>
  </w:num>
  <w:num w:numId="18">
    <w:abstractNumId w:val="4"/>
  </w:num>
  <w:num w:numId="19">
    <w:abstractNumId w:val="23"/>
  </w:num>
  <w:num w:numId="20">
    <w:abstractNumId w:val="6"/>
  </w:num>
  <w:num w:numId="21">
    <w:abstractNumId w:val="7"/>
  </w:num>
  <w:num w:numId="22">
    <w:abstractNumId w:val="16"/>
  </w:num>
  <w:num w:numId="23">
    <w:abstractNumId w:val="1"/>
  </w:num>
  <w:num w:numId="24">
    <w:abstractNumId w:val="31"/>
  </w:num>
  <w:num w:numId="25">
    <w:abstractNumId w:val="8"/>
  </w:num>
  <w:num w:numId="26">
    <w:abstractNumId w:val="3"/>
  </w:num>
  <w:num w:numId="27">
    <w:abstractNumId w:val="14"/>
  </w:num>
  <w:num w:numId="28">
    <w:abstractNumId w:val="10"/>
  </w:num>
  <w:num w:numId="29">
    <w:abstractNumId w:val="17"/>
  </w:num>
  <w:num w:numId="30">
    <w:abstractNumId w:val="20"/>
  </w:num>
  <w:num w:numId="31">
    <w:abstractNumId w:val="29"/>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200"/>
    <w:rsid w:val="0000257B"/>
    <w:rsid w:val="00002B9B"/>
    <w:rsid w:val="0000471C"/>
    <w:rsid w:val="0000502E"/>
    <w:rsid w:val="00005FEA"/>
    <w:rsid w:val="00006399"/>
    <w:rsid w:val="000064B7"/>
    <w:rsid w:val="00006ADA"/>
    <w:rsid w:val="00006BEB"/>
    <w:rsid w:val="000070C9"/>
    <w:rsid w:val="00007B13"/>
    <w:rsid w:val="00007B3D"/>
    <w:rsid w:val="00007D51"/>
    <w:rsid w:val="000101F8"/>
    <w:rsid w:val="000102A5"/>
    <w:rsid w:val="000118B3"/>
    <w:rsid w:val="00011C35"/>
    <w:rsid w:val="00012FDB"/>
    <w:rsid w:val="000130F5"/>
    <w:rsid w:val="00017400"/>
    <w:rsid w:val="00017657"/>
    <w:rsid w:val="000178C9"/>
    <w:rsid w:val="00020A2F"/>
    <w:rsid w:val="00020C88"/>
    <w:rsid w:val="0002179D"/>
    <w:rsid w:val="00022003"/>
    <w:rsid w:val="0002224D"/>
    <w:rsid w:val="00022B01"/>
    <w:rsid w:val="00023448"/>
    <w:rsid w:val="00024632"/>
    <w:rsid w:val="00025941"/>
    <w:rsid w:val="00025FAC"/>
    <w:rsid w:val="0002658B"/>
    <w:rsid w:val="000308CC"/>
    <w:rsid w:val="000313B5"/>
    <w:rsid w:val="000333C6"/>
    <w:rsid w:val="00033D31"/>
    <w:rsid w:val="00034461"/>
    <w:rsid w:val="000345A1"/>
    <w:rsid w:val="00034D28"/>
    <w:rsid w:val="00035FC6"/>
    <w:rsid w:val="000363FB"/>
    <w:rsid w:val="00037255"/>
    <w:rsid w:val="0003736A"/>
    <w:rsid w:val="000373FE"/>
    <w:rsid w:val="00037707"/>
    <w:rsid w:val="00037D37"/>
    <w:rsid w:val="000406AA"/>
    <w:rsid w:val="0004158C"/>
    <w:rsid w:val="00041F41"/>
    <w:rsid w:val="000421CC"/>
    <w:rsid w:val="0004363F"/>
    <w:rsid w:val="00043B49"/>
    <w:rsid w:val="00043D7E"/>
    <w:rsid w:val="00044066"/>
    <w:rsid w:val="0004410E"/>
    <w:rsid w:val="00044AAA"/>
    <w:rsid w:val="00044DC0"/>
    <w:rsid w:val="00046193"/>
    <w:rsid w:val="00046287"/>
    <w:rsid w:val="00046319"/>
    <w:rsid w:val="000472ED"/>
    <w:rsid w:val="000479A1"/>
    <w:rsid w:val="0005247A"/>
    <w:rsid w:val="00052C21"/>
    <w:rsid w:val="00052FDA"/>
    <w:rsid w:val="00053C4E"/>
    <w:rsid w:val="000541F5"/>
    <w:rsid w:val="00054D6D"/>
    <w:rsid w:val="00055104"/>
    <w:rsid w:val="0005743D"/>
    <w:rsid w:val="0005798E"/>
    <w:rsid w:val="00060562"/>
    <w:rsid w:val="00060F90"/>
    <w:rsid w:val="00061F3B"/>
    <w:rsid w:val="00063044"/>
    <w:rsid w:val="0006344E"/>
    <w:rsid w:val="000654EB"/>
    <w:rsid w:val="00065C3B"/>
    <w:rsid w:val="00065C7F"/>
    <w:rsid w:val="00065ED8"/>
    <w:rsid w:val="0006655F"/>
    <w:rsid w:val="000707E7"/>
    <w:rsid w:val="00070EE9"/>
    <w:rsid w:val="000725A5"/>
    <w:rsid w:val="00073715"/>
    <w:rsid w:val="000747BD"/>
    <w:rsid w:val="00074CBD"/>
    <w:rsid w:val="00074EFA"/>
    <w:rsid w:val="00075CE6"/>
    <w:rsid w:val="0007737D"/>
    <w:rsid w:val="000802AA"/>
    <w:rsid w:val="00081DBD"/>
    <w:rsid w:val="00082306"/>
    <w:rsid w:val="00082656"/>
    <w:rsid w:val="00083713"/>
    <w:rsid w:val="0008433E"/>
    <w:rsid w:val="00084429"/>
    <w:rsid w:val="000847BA"/>
    <w:rsid w:val="00084FEC"/>
    <w:rsid w:val="000865A4"/>
    <w:rsid w:val="000911E7"/>
    <w:rsid w:val="00091BD4"/>
    <w:rsid w:val="00091D78"/>
    <w:rsid w:val="000937DE"/>
    <w:rsid w:val="00093894"/>
    <w:rsid w:val="000950D2"/>
    <w:rsid w:val="00095E6D"/>
    <w:rsid w:val="0009628C"/>
    <w:rsid w:val="0009687C"/>
    <w:rsid w:val="00096EAC"/>
    <w:rsid w:val="000A0768"/>
    <w:rsid w:val="000A07FC"/>
    <w:rsid w:val="000A0DB7"/>
    <w:rsid w:val="000A1278"/>
    <w:rsid w:val="000A15CA"/>
    <w:rsid w:val="000A1E66"/>
    <w:rsid w:val="000A2665"/>
    <w:rsid w:val="000A2D06"/>
    <w:rsid w:val="000A2F18"/>
    <w:rsid w:val="000A3209"/>
    <w:rsid w:val="000A3343"/>
    <w:rsid w:val="000A3385"/>
    <w:rsid w:val="000A3763"/>
    <w:rsid w:val="000A3A14"/>
    <w:rsid w:val="000A4863"/>
    <w:rsid w:val="000A7113"/>
    <w:rsid w:val="000A7C75"/>
    <w:rsid w:val="000B0399"/>
    <w:rsid w:val="000B082C"/>
    <w:rsid w:val="000B08D9"/>
    <w:rsid w:val="000B10EC"/>
    <w:rsid w:val="000B1411"/>
    <w:rsid w:val="000B270C"/>
    <w:rsid w:val="000B2A16"/>
    <w:rsid w:val="000B34F6"/>
    <w:rsid w:val="000B3F35"/>
    <w:rsid w:val="000B4535"/>
    <w:rsid w:val="000B4DEA"/>
    <w:rsid w:val="000B5338"/>
    <w:rsid w:val="000B5F82"/>
    <w:rsid w:val="000B763B"/>
    <w:rsid w:val="000B7913"/>
    <w:rsid w:val="000C0BD2"/>
    <w:rsid w:val="000C0FC5"/>
    <w:rsid w:val="000C1049"/>
    <w:rsid w:val="000C2C28"/>
    <w:rsid w:val="000C2CBE"/>
    <w:rsid w:val="000C39F3"/>
    <w:rsid w:val="000C3A63"/>
    <w:rsid w:val="000C4328"/>
    <w:rsid w:val="000C44A8"/>
    <w:rsid w:val="000C5999"/>
    <w:rsid w:val="000C6A73"/>
    <w:rsid w:val="000C6B9D"/>
    <w:rsid w:val="000D0243"/>
    <w:rsid w:val="000D034F"/>
    <w:rsid w:val="000D06FD"/>
    <w:rsid w:val="000D083F"/>
    <w:rsid w:val="000D10F3"/>
    <w:rsid w:val="000D12A0"/>
    <w:rsid w:val="000D1C86"/>
    <w:rsid w:val="000D1D23"/>
    <w:rsid w:val="000D1F3A"/>
    <w:rsid w:val="000D21D4"/>
    <w:rsid w:val="000D26D3"/>
    <w:rsid w:val="000D2B2B"/>
    <w:rsid w:val="000D3714"/>
    <w:rsid w:val="000D499D"/>
    <w:rsid w:val="000D5CB6"/>
    <w:rsid w:val="000D731E"/>
    <w:rsid w:val="000D74C3"/>
    <w:rsid w:val="000D78AF"/>
    <w:rsid w:val="000D7CBF"/>
    <w:rsid w:val="000E0716"/>
    <w:rsid w:val="000E1080"/>
    <w:rsid w:val="000E134E"/>
    <w:rsid w:val="000E152A"/>
    <w:rsid w:val="000E21B4"/>
    <w:rsid w:val="000E226C"/>
    <w:rsid w:val="000E25EA"/>
    <w:rsid w:val="000E2A16"/>
    <w:rsid w:val="000E2E41"/>
    <w:rsid w:val="000E3B9F"/>
    <w:rsid w:val="000E40C8"/>
    <w:rsid w:val="000E4DBB"/>
    <w:rsid w:val="000E4E55"/>
    <w:rsid w:val="000E54DF"/>
    <w:rsid w:val="000E5C95"/>
    <w:rsid w:val="000E65A6"/>
    <w:rsid w:val="000E7496"/>
    <w:rsid w:val="000F02FB"/>
    <w:rsid w:val="000F0413"/>
    <w:rsid w:val="000F1EDA"/>
    <w:rsid w:val="000F2B96"/>
    <w:rsid w:val="000F4662"/>
    <w:rsid w:val="000F537E"/>
    <w:rsid w:val="000F569E"/>
    <w:rsid w:val="000F5739"/>
    <w:rsid w:val="000F5D73"/>
    <w:rsid w:val="000F63B0"/>
    <w:rsid w:val="000F6881"/>
    <w:rsid w:val="001002DE"/>
    <w:rsid w:val="001003D4"/>
    <w:rsid w:val="001012C7"/>
    <w:rsid w:val="00101357"/>
    <w:rsid w:val="00102471"/>
    <w:rsid w:val="00104AA7"/>
    <w:rsid w:val="00104BFA"/>
    <w:rsid w:val="00105CFF"/>
    <w:rsid w:val="00106106"/>
    <w:rsid w:val="001073B7"/>
    <w:rsid w:val="001106D0"/>
    <w:rsid w:val="00111B36"/>
    <w:rsid w:val="00113906"/>
    <w:rsid w:val="00114588"/>
    <w:rsid w:val="00114724"/>
    <w:rsid w:val="00115BA5"/>
    <w:rsid w:val="00115C0F"/>
    <w:rsid w:val="0011679B"/>
    <w:rsid w:val="001172B4"/>
    <w:rsid w:val="00117B52"/>
    <w:rsid w:val="00120299"/>
    <w:rsid w:val="0012029C"/>
    <w:rsid w:val="0012132B"/>
    <w:rsid w:val="00121F67"/>
    <w:rsid w:val="0012273C"/>
    <w:rsid w:val="0012291D"/>
    <w:rsid w:val="00122F40"/>
    <w:rsid w:val="0012328B"/>
    <w:rsid w:val="0012397C"/>
    <w:rsid w:val="0012483F"/>
    <w:rsid w:val="0012579B"/>
    <w:rsid w:val="00125E60"/>
    <w:rsid w:val="00126009"/>
    <w:rsid w:val="001262DA"/>
    <w:rsid w:val="00126F86"/>
    <w:rsid w:val="0012724F"/>
    <w:rsid w:val="0012778E"/>
    <w:rsid w:val="00130721"/>
    <w:rsid w:val="00130C7B"/>
    <w:rsid w:val="0013139D"/>
    <w:rsid w:val="00133B07"/>
    <w:rsid w:val="001349D6"/>
    <w:rsid w:val="00134A39"/>
    <w:rsid w:val="00136209"/>
    <w:rsid w:val="0013635C"/>
    <w:rsid w:val="00137196"/>
    <w:rsid w:val="0014025A"/>
    <w:rsid w:val="00140EFB"/>
    <w:rsid w:val="00142372"/>
    <w:rsid w:val="00142A1E"/>
    <w:rsid w:val="00142F51"/>
    <w:rsid w:val="0014386F"/>
    <w:rsid w:val="00143933"/>
    <w:rsid w:val="0014542D"/>
    <w:rsid w:val="00145862"/>
    <w:rsid w:val="001477BB"/>
    <w:rsid w:val="00150761"/>
    <w:rsid w:val="00151936"/>
    <w:rsid w:val="001523D2"/>
    <w:rsid w:val="00152A90"/>
    <w:rsid w:val="00152D2A"/>
    <w:rsid w:val="00154289"/>
    <w:rsid w:val="001543A8"/>
    <w:rsid w:val="00155637"/>
    <w:rsid w:val="00156873"/>
    <w:rsid w:val="00157DC9"/>
    <w:rsid w:val="00160927"/>
    <w:rsid w:val="00161BFB"/>
    <w:rsid w:val="00161C3B"/>
    <w:rsid w:val="00161D03"/>
    <w:rsid w:val="001621DE"/>
    <w:rsid w:val="00162363"/>
    <w:rsid w:val="0016264D"/>
    <w:rsid w:val="00162C4E"/>
    <w:rsid w:val="001637DA"/>
    <w:rsid w:val="001656D4"/>
    <w:rsid w:val="001656DB"/>
    <w:rsid w:val="00165F7D"/>
    <w:rsid w:val="00166DB6"/>
    <w:rsid w:val="00166F33"/>
    <w:rsid w:val="00171408"/>
    <w:rsid w:val="0017187F"/>
    <w:rsid w:val="00172FB5"/>
    <w:rsid w:val="00173E03"/>
    <w:rsid w:val="00174B10"/>
    <w:rsid w:val="00175E46"/>
    <w:rsid w:val="001776B3"/>
    <w:rsid w:val="00177C92"/>
    <w:rsid w:val="001802AD"/>
    <w:rsid w:val="00180AAE"/>
    <w:rsid w:val="001810FF"/>
    <w:rsid w:val="0018246D"/>
    <w:rsid w:val="001824D2"/>
    <w:rsid w:val="00182574"/>
    <w:rsid w:val="00182D9E"/>
    <w:rsid w:val="00183E4B"/>
    <w:rsid w:val="00184D93"/>
    <w:rsid w:val="00185BD3"/>
    <w:rsid w:val="00186703"/>
    <w:rsid w:val="00186E7F"/>
    <w:rsid w:val="0018731A"/>
    <w:rsid w:val="00187844"/>
    <w:rsid w:val="00187B98"/>
    <w:rsid w:val="00187DF9"/>
    <w:rsid w:val="00187E12"/>
    <w:rsid w:val="00192D25"/>
    <w:rsid w:val="001930C0"/>
    <w:rsid w:val="00193695"/>
    <w:rsid w:val="00194EDB"/>
    <w:rsid w:val="00195C16"/>
    <w:rsid w:val="00196255"/>
    <w:rsid w:val="00196BA1"/>
    <w:rsid w:val="001971BF"/>
    <w:rsid w:val="00197D66"/>
    <w:rsid w:val="001A073E"/>
    <w:rsid w:val="001A0818"/>
    <w:rsid w:val="001A1C4D"/>
    <w:rsid w:val="001A26DC"/>
    <w:rsid w:val="001A3AAB"/>
    <w:rsid w:val="001A3B67"/>
    <w:rsid w:val="001A4205"/>
    <w:rsid w:val="001A4F39"/>
    <w:rsid w:val="001A5444"/>
    <w:rsid w:val="001A677A"/>
    <w:rsid w:val="001A7911"/>
    <w:rsid w:val="001A7BD1"/>
    <w:rsid w:val="001B235C"/>
    <w:rsid w:val="001B28AB"/>
    <w:rsid w:val="001B515A"/>
    <w:rsid w:val="001B5649"/>
    <w:rsid w:val="001B6F07"/>
    <w:rsid w:val="001B7185"/>
    <w:rsid w:val="001B77B2"/>
    <w:rsid w:val="001B7A1D"/>
    <w:rsid w:val="001B7CDB"/>
    <w:rsid w:val="001B7E93"/>
    <w:rsid w:val="001C2B2E"/>
    <w:rsid w:val="001C3076"/>
    <w:rsid w:val="001C3254"/>
    <w:rsid w:val="001C39EE"/>
    <w:rsid w:val="001C4104"/>
    <w:rsid w:val="001C5B2A"/>
    <w:rsid w:val="001C61C2"/>
    <w:rsid w:val="001C6C4E"/>
    <w:rsid w:val="001D075A"/>
    <w:rsid w:val="001D0BC0"/>
    <w:rsid w:val="001D0BCD"/>
    <w:rsid w:val="001D0C26"/>
    <w:rsid w:val="001D19D3"/>
    <w:rsid w:val="001D2874"/>
    <w:rsid w:val="001D3D0C"/>
    <w:rsid w:val="001D5045"/>
    <w:rsid w:val="001D57CA"/>
    <w:rsid w:val="001D586A"/>
    <w:rsid w:val="001D5D07"/>
    <w:rsid w:val="001D67AB"/>
    <w:rsid w:val="001D6BCA"/>
    <w:rsid w:val="001D6CEB"/>
    <w:rsid w:val="001D766A"/>
    <w:rsid w:val="001E082D"/>
    <w:rsid w:val="001E0E72"/>
    <w:rsid w:val="001E28EE"/>
    <w:rsid w:val="001E2EA2"/>
    <w:rsid w:val="001E3D7B"/>
    <w:rsid w:val="001E4887"/>
    <w:rsid w:val="001E4EB4"/>
    <w:rsid w:val="001E5735"/>
    <w:rsid w:val="001E5C3B"/>
    <w:rsid w:val="001E7764"/>
    <w:rsid w:val="001F0355"/>
    <w:rsid w:val="001F0489"/>
    <w:rsid w:val="001F2CDD"/>
    <w:rsid w:val="001F3DD1"/>
    <w:rsid w:val="001F41C0"/>
    <w:rsid w:val="001F44CA"/>
    <w:rsid w:val="001F59B6"/>
    <w:rsid w:val="001F5ED6"/>
    <w:rsid w:val="001F7141"/>
    <w:rsid w:val="00200873"/>
    <w:rsid w:val="00201B23"/>
    <w:rsid w:val="002025D6"/>
    <w:rsid w:val="00202783"/>
    <w:rsid w:val="0020324D"/>
    <w:rsid w:val="002035E6"/>
    <w:rsid w:val="00203655"/>
    <w:rsid w:val="002037C3"/>
    <w:rsid w:val="0020588B"/>
    <w:rsid w:val="002068D4"/>
    <w:rsid w:val="002076E0"/>
    <w:rsid w:val="002103F2"/>
    <w:rsid w:val="002105EC"/>
    <w:rsid w:val="0021137D"/>
    <w:rsid w:val="00212279"/>
    <w:rsid w:val="002125B1"/>
    <w:rsid w:val="00212B00"/>
    <w:rsid w:val="00212C97"/>
    <w:rsid w:val="0021378D"/>
    <w:rsid w:val="00213D68"/>
    <w:rsid w:val="002148D8"/>
    <w:rsid w:val="00215A7A"/>
    <w:rsid w:val="00216698"/>
    <w:rsid w:val="00216F94"/>
    <w:rsid w:val="0022085E"/>
    <w:rsid w:val="00220A82"/>
    <w:rsid w:val="00221137"/>
    <w:rsid w:val="002212FB"/>
    <w:rsid w:val="00223BC7"/>
    <w:rsid w:val="002245B8"/>
    <w:rsid w:val="002246D8"/>
    <w:rsid w:val="00224C2A"/>
    <w:rsid w:val="00225166"/>
    <w:rsid w:val="00227842"/>
    <w:rsid w:val="00232B13"/>
    <w:rsid w:val="00232E20"/>
    <w:rsid w:val="00232FF1"/>
    <w:rsid w:val="0023327D"/>
    <w:rsid w:val="002338C9"/>
    <w:rsid w:val="0023592D"/>
    <w:rsid w:val="00235A9C"/>
    <w:rsid w:val="002375B9"/>
    <w:rsid w:val="002403BD"/>
    <w:rsid w:val="00240735"/>
    <w:rsid w:val="0024112A"/>
    <w:rsid w:val="002412FF"/>
    <w:rsid w:val="00241B43"/>
    <w:rsid w:val="00241E63"/>
    <w:rsid w:val="00242558"/>
    <w:rsid w:val="002428AC"/>
    <w:rsid w:val="00244A63"/>
    <w:rsid w:val="00244BAB"/>
    <w:rsid w:val="00244E57"/>
    <w:rsid w:val="002459F7"/>
    <w:rsid w:val="00245D35"/>
    <w:rsid w:val="0024623B"/>
    <w:rsid w:val="0024657C"/>
    <w:rsid w:val="002478CF"/>
    <w:rsid w:val="002506D0"/>
    <w:rsid w:val="00252911"/>
    <w:rsid w:val="002536A4"/>
    <w:rsid w:val="00253ABD"/>
    <w:rsid w:val="0025467A"/>
    <w:rsid w:val="002546A7"/>
    <w:rsid w:val="00254897"/>
    <w:rsid w:val="00254ACA"/>
    <w:rsid w:val="002557F9"/>
    <w:rsid w:val="00257986"/>
    <w:rsid w:val="002607D3"/>
    <w:rsid w:val="00261FAA"/>
    <w:rsid w:val="002623A2"/>
    <w:rsid w:val="00263591"/>
    <w:rsid w:val="00263B2C"/>
    <w:rsid w:val="00265764"/>
    <w:rsid w:val="002661DD"/>
    <w:rsid w:val="002665B8"/>
    <w:rsid w:val="00266BAA"/>
    <w:rsid w:val="00267C38"/>
    <w:rsid w:val="00270139"/>
    <w:rsid w:val="002715A9"/>
    <w:rsid w:val="002716A2"/>
    <w:rsid w:val="00271765"/>
    <w:rsid w:val="00271E31"/>
    <w:rsid w:val="00272245"/>
    <w:rsid w:val="00272438"/>
    <w:rsid w:val="00273677"/>
    <w:rsid w:val="00273A7A"/>
    <w:rsid w:val="00274340"/>
    <w:rsid w:val="00274F81"/>
    <w:rsid w:val="0027584E"/>
    <w:rsid w:val="0027594A"/>
    <w:rsid w:val="002763EC"/>
    <w:rsid w:val="00281EAB"/>
    <w:rsid w:val="00284E84"/>
    <w:rsid w:val="00285058"/>
    <w:rsid w:val="00285667"/>
    <w:rsid w:val="00285C41"/>
    <w:rsid w:val="00286F0A"/>
    <w:rsid w:val="00287252"/>
    <w:rsid w:val="00290121"/>
    <w:rsid w:val="00291CCC"/>
    <w:rsid w:val="00292730"/>
    <w:rsid w:val="00293297"/>
    <w:rsid w:val="00293571"/>
    <w:rsid w:val="0029415A"/>
    <w:rsid w:val="00294D4D"/>
    <w:rsid w:val="0029502A"/>
    <w:rsid w:val="002951D3"/>
    <w:rsid w:val="002964FC"/>
    <w:rsid w:val="00296F29"/>
    <w:rsid w:val="00297936"/>
    <w:rsid w:val="00297FA5"/>
    <w:rsid w:val="002A08E1"/>
    <w:rsid w:val="002A0C7B"/>
    <w:rsid w:val="002A0E28"/>
    <w:rsid w:val="002A0E66"/>
    <w:rsid w:val="002A0F66"/>
    <w:rsid w:val="002A2C7C"/>
    <w:rsid w:val="002A3053"/>
    <w:rsid w:val="002A3EB3"/>
    <w:rsid w:val="002A4B8E"/>
    <w:rsid w:val="002A4DD6"/>
    <w:rsid w:val="002A6A29"/>
    <w:rsid w:val="002A722D"/>
    <w:rsid w:val="002B0C86"/>
    <w:rsid w:val="002B1020"/>
    <w:rsid w:val="002B1980"/>
    <w:rsid w:val="002B2CB7"/>
    <w:rsid w:val="002B4939"/>
    <w:rsid w:val="002B5BC3"/>
    <w:rsid w:val="002B65C3"/>
    <w:rsid w:val="002B6A87"/>
    <w:rsid w:val="002C1282"/>
    <w:rsid w:val="002C3D7D"/>
    <w:rsid w:val="002C4511"/>
    <w:rsid w:val="002C4834"/>
    <w:rsid w:val="002C51B1"/>
    <w:rsid w:val="002C5968"/>
    <w:rsid w:val="002C5B15"/>
    <w:rsid w:val="002C6171"/>
    <w:rsid w:val="002C717E"/>
    <w:rsid w:val="002D0236"/>
    <w:rsid w:val="002D05A5"/>
    <w:rsid w:val="002D152E"/>
    <w:rsid w:val="002D1BBD"/>
    <w:rsid w:val="002D2360"/>
    <w:rsid w:val="002D2E67"/>
    <w:rsid w:val="002D2EF2"/>
    <w:rsid w:val="002D3DD4"/>
    <w:rsid w:val="002D6852"/>
    <w:rsid w:val="002D740A"/>
    <w:rsid w:val="002E04F6"/>
    <w:rsid w:val="002E0974"/>
    <w:rsid w:val="002E0E3D"/>
    <w:rsid w:val="002E221E"/>
    <w:rsid w:val="002E329B"/>
    <w:rsid w:val="002E3C18"/>
    <w:rsid w:val="002E3C5B"/>
    <w:rsid w:val="002E49A7"/>
    <w:rsid w:val="002E4A32"/>
    <w:rsid w:val="002E4B3F"/>
    <w:rsid w:val="002E4C08"/>
    <w:rsid w:val="002E59D4"/>
    <w:rsid w:val="002E5CB3"/>
    <w:rsid w:val="002E63C6"/>
    <w:rsid w:val="002E70F4"/>
    <w:rsid w:val="002E7166"/>
    <w:rsid w:val="002E722A"/>
    <w:rsid w:val="002F1F56"/>
    <w:rsid w:val="002F1FE8"/>
    <w:rsid w:val="002F45B6"/>
    <w:rsid w:val="002F485A"/>
    <w:rsid w:val="002F5175"/>
    <w:rsid w:val="002F564E"/>
    <w:rsid w:val="002F6D18"/>
    <w:rsid w:val="002F7F8E"/>
    <w:rsid w:val="00300A0C"/>
    <w:rsid w:val="00301757"/>
    <w:rsid w:val="003018F5"/>
    <w:rsid w:val="00301B3C"/>
    <w:rsid w:val="0030261E"/>
    <w:rsid w:val="00302D97"/>
    <w:rsid w:val="00302EFB"/>
    <w:rsid w:val="00302F65"/>
    <w:rsid w:val="00303E58"/>
    <w:rsid w:val="00306562"/>
    <w:rsid w:val="00306E0A"/>
    <w:rsid w:val="0030763E"/>
    <w:rsid w:val="00310824"/>
    <w:rsid w:val="003126ED"/>
    <w:rsid w:val="003133E1"/>
    <w:rsid w:val="00314371"/>
    <w:rsid w:val="003151EA"/>
    <w:rsid w:val="00315275"/>
    <w:rsid w:val="00315E6F"/>
    <w:rsid w:val="00315F5B"/>
    <w:rsid w:val="00316178"/>
    <w:rsid w:val="00317843"/>
    <w:rsid w:val="00317965"/>
    <w:rsid w:val="00317D93"/>
    <w:rsid w:val="0032023D"/>
    <w:rsid w:val="00320D5D"/>
    <w:rsid w:val="00321C21"/>
    <w:rsid w:val="00321C40"/>
    <w:rsid w:val="00321E8D"/>
    <w:rsid w:val="003235B9"/>
    <w:rsid w:val="00324AC3"/>
    <w:rsid w:val="0032520C"/>
    <w:rsid w:val="00325C66"/>
    <w:rsid w:val="003262BE"/>
    <w:rsid w:val="00326519"/>
    <w:rsid w:val="00326A3C"/>
    <w:rsid w:val="00331F08"/>
    <w:rsid w:val="00331FF8"/>
    <w:rsid w:val="00332526"/>
    <w:rsid w:val="00333D9B"/>
    <w:rsid w:val="00334BDA"/>
    <w:rsid w:val="00334D98"/>
    <w:rsid w:val="00335272"/>
    <w:rsid w:val="0034134B"/>
    <w:rsid w:val="00341F26"/>
    <w:rsid w:val="00343148"/>
    <w:rsid w:val="003431DA"/>
    <w:rsid w:val="003432BB"/>
    <w:rsid w:val="003450D8"/>
    <w:rsid w:val="00345CF5"/>
    <w:rsid w:val="00347D2D"/>
    <w:rsid w:val="003503C7"/>
    <w:rsid w:val="00351A59"/>
    <w:rsid w:val="00351B24"/>
    <w:rsid w:val="003524EC"/>
    <w:rsid w:val="00352572"/>
    <w:rsid w:val="00353EAB"/>
    <w:rsid w:val="00355A18"/>
    <w:rsid w:val="003562C4"/>
    <w:rsid w:val="0035798E"/>
    <w:rsid w:val="003604D1"/>
    <w:rsid w:val="00360D0A"/>
    <w:rsid w:val="00361067"/>
    <w:rsid w:val="00363AB4"/>
    <w:rsid w:val="00364063"/>
    <w:rsid w:val="0036448A"/>
    <w:rsid w:val="003647D0"/>
    <w:rsid w:val="00365AD0"/>
    <w:rsid w:val="00366270"/>
    <w:rsid w:val="00366437"/>
    <w:rsid w:val="003668AE"/>
    <w:rsid w:val="00370478"/>
    <w:rsid w:val="003708F0"/>
    <w:rsid w:val="00371881"/>
    <w:rsid w:val="00371B35"/>
    <w:rsid w:val="003723EF"/>
    <w:rsid w:val="00372D7C"/>
    <w:rsid w:val="0037350A"/>
    <w:rsid w:val="003743AE"/>
    <w:rsid w:val="003754A9"/>
    <w:rsid w:val="00375581"/>
    <w:rsid w:val="00376618"/>
    <w:rsid w:val="00376B5D"/>
    <w:rsid w:val="00377CA4"/>
    <w:rsid w:val="00377E4A"/>
    <w:rsid w:val="003801B6"/>
    <w:rsid w:val="00381A2C"/>
    <w:rsid w:val="00383408"/>
    <w:rsid w:val="00383472"/>
    <w:rsid w:val="00384260"/>
    <w:rsid w:val="003849B3"/>
    <w:rsid w:val="0038589B"/>
    <w:rsid w:val="0038644A"/>
    <w:rsid w:val="00387FFE"/>
    <w:rsid w:val="00390AB5"/>
    <w:rsid w:val="00391748"/>
    <w:rsid w:val="00392756"/>
    <w:rsid w:val="003934FE"/>
    <w:rsid w:val="00394BE6"/>
    <w:rsid w:val="003962D9"/>
    <w:rsid w:val="00396C5E"/>
    <w:rsid w:val="00396EB8"/>
    <w:rsid w:val="00397689"/>
    <w:rsid w:val="00397EAB"/>
    <w:rsid w:val="003A0FE6"/>
    <w:rsid w:val="003A1BDE"/>
    <w:rsid w:val="003A2997"/>
    <w:rsid w:val="003A2F47"/>
    <w:rsid w:val="003A3280"/>
    <w:rsid w:val="003A3398"/>
    <w:rsid w:val="003A3EE9"/>
    <w:rsid w:val="003A42E7"/>
    <w:rsid w:val="003A4381"/>
    <w:rsid w:val="003A58E3"/>
    <w:rsid w:val="003A7A4A"/>
    <w:rsid w:val="003B086E"/>
    <w:rsid w:val="003B1456"/>
    <w:rsid w:val="003B3AE6"/>
    <w:rsid w:val="003B416B"/>
    <w:rsid w:val="003B428A"/>
    <w:rsid w:val="003B4A4E"/>
    <w:rsid w:val="003B4A6C"/>
    <w:rsid w:val="003B4EDB"/>
    <w:rsid w:val="003B62BD"/>
    <w:rsid w:val="003B7B20"/>
    <w:rsid w:val="003C05B0"/>
    <w:rsid w:val="003C123C"/>
    <w:rsid w:val="003C1B9A"/>
    <w:rsid w:val="003C42A9"/>
    <w:rsid w:val="003C43A4"/>
    <w:rsid w:val="003C4843"/>
    <w:rsid w:val="003C4CFF"/>
    <w:rsid w:val="003C548D"/>
    <w:rsid w:val="003C61C7"/>
    <w:rsid w:val="003C64DB"/>
    <w:rsid w:val="003D12B6"/>
    <w:rsid w:val="003D19C7"/>
    <w:rsid w:val="003D279B"/>
    <w:rsid w:val="003D2952"/>
    <w:rsid w:val="003D2F05"/>
    <w:rsid w:val="003D3DA4"/>
    <w:rsid w:val="003D457A"/>
    <w:rsid w:val="003D5097"/>
    <w:rsid w:val="003D5B37"/>
    <w:rsid w:val="003D5E6C"/>
    <w:rsid w:val="003D69BF"/>
    <w:rsid w:val="003E06F4"/>
    <w:rsid w:val="003E13A9"/>
    <w:rsid w:val="003E19FD"/>
    <w:rsid w:val="003E2D75"/>
    <w:rsid w:val="003E3BC8"/>
    <w:rsid w:val="003E4489"/>
    <w:rsid w:val="003E5166"/>
    <w:rsid w:val="003E5209"/>
    <w:rsid w:val="003E56BF"/>
    <w:rsid w:val="003E6066"/>
    <w:rsid w:val="003E6CCC"/>
    <w:rsid w:val="003E6DDB"/>
    <w:rsid w:val="003E79C5"/>
    <w:rsid w:val="003F10CE"/>
    <w:rsid w:val="003F21BF"/>
    <w:rsid w:val="003F27C5"/>
    <w:rsid w:val="003F2A65"/>
    <w:rsid w:val="003F2A88"/>
    <w:rsid w:val="003F31B2"/>
    <w:rsid w:val="003F3F33"/>
    <w:rsid w:val="003F4716"/>
    <w:rsid w:val="003F5044"/>
    <w:rsid w:val="003F53C6"/>
    <w:rsid w:val="003F59D4"/>
    <w:rsid w:val="003F5AEB"/>
    <w:rsid w:val="003F5F5B"/>
    <w:rsid w:val="003F646B"/>
    <w:rsid w:val="003F7415"/>
    <w:rsid w:val="00400423"/>
    <w:rsid w:val="0040150D"/>
    <w:rsid w:val="004017E1"/>
    <w:rsid w:val="00402A74"/>
    <w:rsid w:val="00403223"/>
    <w:rsid w:val="00403D6B"/>
    <w:rsid w:val="00404193"/>
    <w:rsid w:val="00404602"/>
    <w:rsid w:val="00404614"/>
    <w:rsid w:val="0040498D"/>
    <w:rsid w:val="00405D34"/>
    <w:rsid w:val="00406D3C"/>
    <w:rsid w:val="00410225"/>
    <w:rsid w:val="0041051E"/>
    <w:rsid w:val="00411C32"/>
    <w:rsid w:val="00412CA8"/>
    <w:rsid w:val="00414C3D"/>
    <w:rsid w:val="004152E8"/>
    <w:rsid w:val="004161C0"/>
    <w:rsid w:val="00416BA4"/>
    <w:rsid w:val="0041764D"/>
    <w:rsid w:val="00420AD4"/>
    <w:rsid w:val="00420D73"/>
    <w:rsid w:val="00421684"/>
    <w:rsid w:val="0042184E"/>
    <w:rsid w:val="00421C02"/>
    <w:rsid w:val="00421C4B"/>
    <w:rsid w:val="00421DE7"/>
    <w:rsid w:val="004221A1"/>
    <w:rsid w:val="0042231F"/>
    <w:rsid w:val="004223D8"/>
    <w:rsid w:val="00424264"/>
    <w:rsid w:val="0042469A"/>
    <w:rsid w:val="004251FD"/>
    <w:rsid w:val="0042555C"/>
    <w:rsid w:val="004255E8"/>
    <w:rsid w:val="004258F3"/>
    <w:rsid w:val="00425A4B"/>
    <w:rsid w:val="00425ADE"/>
    <w:rsid w:val="00425D73"/>
    <w:rsid w:val="0042652E"/>
    <w:rsid w:val="00427798"/>
    <w:rsid w:val="00427C7E"/>
    <w:rsid w:val="00430078"/>
    <w:rsid w:val="0043067D"/>
    <w:rsid w:val="00430A9B"/>
    <w:rsid w:val="00430D38"/>
    <w:rsid w:val="004317FE"/>
    <w:rsid w:val="004336E6"/>
    <w:rsid w:val="00434105"/>
    <w:rsid w:val="00434D56"/>
    <w:rsid w:val="00435AEF"/>
    <w:rsid w:val="00435BD5"/>
    <w:rsid w:val="00435F27"/>
    <w:rsid w:val="004361D5"/>
    <w:rsid w:val="0043627A"/>
    <w:rsid w:val="00441964"/>
    <w:rsid w:val="00442AFD"/>
    <w:rsid w:val="00442B18"/>
    <w:rsid w:val="00442CFF"/>
    <w:rsid w:val="00443920"/>
    <w:rsid w:val="004448DB"/>
    <w:rsid w:val="00444A6A"/>
    <w:rsid w:val="004463CD"/>
    <w:rsid w:val="00450002"/>
    <w:rsid w:val="00450A63"/>
    <w:rsid w:val="00452406"/>
    <w:rsid w:val="004526DD"/>
    <w:rsid w:val="004529A7"/>
    <w:rsid w:val="0045374C"/>
    <w:rsid w:val="004543A3"/>
    <w:rsid w:val="004545EC"/>
    <w:rsid w:val="00454AE1"/>
    <w:rsid w:val="00455002"/>
    <w:rsid w:val="00455918"/>
    <w:rsid w:val="004559AE"/>
    <w:rsid w:val="004561DF"/>
    <w:rsid w:val="00456679"/>
    <w:rsid w:val="00456AE7"/>
    <w:rsid w:val="0045771D"/>
    <w:rsid w:val="00457AFA"/>
    <w:rsid w:val="00457D8D"/>
    <w:rsid w:val="0046036C"/>
    <w:rsid w:val="0046037E"/>
    <w:rsid w:val="00460EA2"/>
    <w:rsid w:val="00462A9C"/>
    <w:rsid w:val="00463684"/>
    <w:rsid w:val="00464567"/>
    <w:rsid w:val="00464857"/>
    <w:rsid w:val="00465269"/>
    <w:rsid w:val="004655A8"/>
    <w:rsid w:val="00467E9C"/>
    <w:rsid w:val="004701A3"/>
    <w:rsid w:val="00470AA7"/>
    <w:rsid w:val="004714D9"/>
    <w:rsid w:val="004716F6"/>
    <w:rsid w:val="00471CD9"/>
    <w:rsid w:val="00472224"/>
    <w:rsid w:val="004745D0"/>
    <w:rsid w:val="004747FD"/>
    <w:rsid w:val="00474E45"/>
    <w:rsid w:val="00475889"/>
    <w:rsid w:val="004759AF"/>
    <w:rsid w:val="00475B34"/>
    <w:rsid w:val="00476246"/>
    <w:rsid w:val="004762CE"/>
    <w:rsid w:val="00476B5E"/>
    <w:rsid w:val="00476CA2"/>
    <w:rsid w:val="00477565"/>
    <w:rsid w:val="004823D3"/>
    <w:rsid w:val="00482D2C"/>
    <w:rsid w:val="00482DA8"/>
    <w:rsid w:val="00482F3E"/>
    <w:rsid w:val="004839AD"/>
    <w:rsid w:val="00484E4F"/>
    <w:rsid w:val="004854B4"/>
    <w:rsid w:val="00485B9E"/>
    <w:rsid w:val="00486D2C"/>
    <w:rsid w:val="0048741D"/>
    <w:rsid w:val="0048764B"/>
    <w:rsid w:val="00487CD7"/>
    <w:rsid w:val="00487D14"/>
    <w:rsid w:val="00492B3F"/>
    <w:rsid w:val="00493344"/>
    <w:rsid w:val="00493B5C"/>
    <w:rsid w:val="00493F78"/>
    <w:rsid w:val="00494BE8"/>
    <w:rsid w:val="00494D04"/>
    <w:rsid w:val="00495493"/>
    <w:rsid w:val="00495E20"/>
    <w:rsid w:val="0049684F"/>
    <w:rsid w:val="00496850"/>
    <w:rsid w:val="00496F7A"/>
    <w:rsid w:val="00497349"/>
    <w:rsid w:val="0049755E"/>
    <w:rsid w:val="004A03A4"/>
    <w:rsid w:val="004A048B"/>
    <w:rsid w:val="004A057F"/>
    <w:rsid w:val="004A05F2"/>
    <w:rsid w:val="004A0672"/>
    <w:rsid w:val="004A192E"/>
    <w:rsid w:val="004A1C49"/>
    <w:rsid w:val="004A2851"/>
    <w:rsid w:val="004A2935"/>
    <w:rsid w:val="004A29D9"/>
    <w:rsid w:val="004A2C32"/>
    <w:rsid w:val="004A4355"/>
    <w:rsid w:val="004A4708"/>
    <w:rsid w:val="004A4CFE"/>
    <w:rsid w:val="004A4E68"/>
    <w:rsid w:val="004A5204"/>
    <w:rsid w:val="004A526F"/>
    <w:rsid w:val="004A55FF"/>
    <w:rsid w:val="004A5657"/>
    <w:rsid w:val="004A61F4"/>
    <w:rsid w:val="004B0391"/>
    <w:rsid w:val="004B1189"/>
    <w:rsid w:val="004B17AD"/>
    <w:rsid w:val="004B27B6"/>
    <w:rsid w:val="004B27C3"/>
    <w:rsid w:val="004B2962"/>
    <w:rsid w:val="004B2BE5"/>
    <w:rsid w:val="004B3829"/>
    <w:rsid w:val="004B4556"/>
    <w:rsid w:val="004B4B6E"/>
    <w:rsid w:val="004B533A"/>
    <w:rsid w:val="004C05F8"/>
    <w:rsid w:val="004C082B"/>
    <w:rsid w:val="004C0846"/>
    <w:rsid w:val="004C2BCE"/>
    <w:rsid w:val="004C327D"/>
    <w:rsid w:val="004C3305"/>
    <w:rsid w:val="004C3CDB"/>
    <w:rsid w:val="004C3D0D"/>
    <w:rsid w:val="004C43AB"/>
    <w:rsid w:val="004C568E"/>
    <w:rsid w:val="004C5F33"/>
    <w:rsid w:val="004C744A"/>
    <w:rsid w:val="004C7E0C"/>
    <w:rsid w:val="004D1346"/>
    <w:rsid w:val="004D1639"/>
    <w:rsid w:val="004D1709"/>
    <w:rsid w:val="004D1A3B"/>
    <w:rsid w:val="004D1CB4"/>
    <w:rsid w:val="004D2412"/>
    <w:rsid w:val="004D2963"/>
    <w:rsid w:val="004D29EE"/>
    <w:rsid w:val="004D38A1"/>
    <w:rsid w:val="004D3B7E"/>
    <w:rsid w:val="004D3E67"/>
    <w:rsid w:val="004D676F"/>
    <w:rsid w:val="004D7867"/>
    <w:rsid w:val="004E0D84"/>
    <w:rsid w:val="004E16B3"/>
    <w:rsid w:val="004E2C9B"/>
    <w:rsid w:val="004E4553"/>
    <w:rsid w:val="004E4E2E"/>
    <w:rsid w:val="004E5896"/>
    <w:rsid w:val="004E58B9"/>
    <w:rsid w:val="004E6A27"/>
    <w:rsid w:val="004F2478"/>
    <w:rsid w:val="004F25F0"/>
    <w:rsid w:val="004F37F6"/>
    <w:rsid w:val="004F3AF6"/>
    <w:rsid w:val="004F59CB"/>
    <w:rsid w:val="004F5DBA"/>
    <w:rsid w:val="004F62D1"/>
    <w:rsid w:val="004F65B3"/>
    <w:rsid w:val="004F6C14"/>
    <w:rsid w:val="005021C3"/>
    <w:rsid w:val="005025CF"/>
    <w:rsid w:val="00502E46"/>
    <w:rsid w:val="00503003"/>
    <w:rsid w:val="00503FAD"/>
    <w:rsid w:val="00504BB4"/>
    <w:rsid w:val="00506171"/>
    <w:rsid w:val="00506512"/>
    <w:rsid w:val="00506B04"/>
    <w:rsid w:val="00507A74"/>
    <w:rsid w:val="00507E45"/>
    <w:rsid w:val="0051034A"/>
    <w:rsid w:val="00510510"/>
    <w:rsid w:val="00512701"/>
    <w:rsid w:val="00513690"/>
    <w:rsid w:val="00514DF1"/>
    <w:rsid w:val="00514E90"/>
    <w:rsid w:val="005151CF"/>
    <w:rsid w:val="00515200"/>
    <w:rsid w:val="005160BD"/>
    <w:rsid w:val="005160DD"/>
    <w:rsid w:val="00516A74"/>
    <w:rsid w:val="00517D36"/>
    <w:rsid w:val="005200BD"/>
    <w:rsid w:val="00524426"/>
    <w:rsid w:val="005244E4"/>
    <w:rsid w:val="005249DC"/>
    <w:rsid w:val="005261EF"/>
    <w:rsid w:val="005262E7"/>
    <w:rsid w:val="005302C5"/>
    <w:rsid w:val="00530E83"/>
    <w:rsid w:val="00532217"/>
    <w:rsid w:val="00532571"/>
    <w:rsid w:val="005329AA"/>
    <w:rsid w:val="00532D55"/>
    <w:rsid w:val="005331C8"/>
    <w:rsid w:val="00533809"/>
    <w:rsid w:val="00533968"/>
    <w:rsid w:val="00534695"/>
    <w:rsid w:val="00535402"/>
    <w:rsid w:val="00535546"/>
    <w:rsid w:val="00535B33"/>
    <w:rsid w:val="005410B6"/>
    <w:rsid w:val="00541A8F"/>
    <w:rsid w:val="00541B96"/>
    <w:rsid w:val="00542FA9"/>
    <w:rsid w:val="00544164"/>
    <w:rsid w:val="00544685"/>
    <w:rsid w:val="0054510A"/>
    <w:rsid w:val="005456D7"/>
    <w:rsid w:val="00545CC9"/>
    <w:rsid w:val="00545D4A"/>
    <w:rsid w:val="00545FFF"/>
    <w:rsid w:val="005467A3"/>
    <w:rsid w:val="00546A7D"/>
    <w:rsid w:val="005479A0"/>
    <w:rsid w:val="00550F11"/>
    <w:rsid w:val="00551515"/>
    <w:rsid w:val="00551CF8"/>
    <w:rsid w:val="005523A1"/>
    <w:rsid w:val="0055294B"/>
    <w:rsid w:val="00552CB6"/>
    <w:rsid w:val="0055341D"/>
    <w:rsid w:val="00553D60"/>
    <w:rsid w:val="00554D43"/>
    <w:rsid w:val="005560DA"/>
    <w:rsid w:val="005567A5"/>
    <w:rsid w:val="00556A10"/>
    <w:rsid w:val="00556BFB"/>
    <w:rsid w:val="00556C95"/>
    <w:rsid w:val="00556CD7"/>
    <w:rsid w:val="00560BCD"/>
    <w:rsid w:val="005618F4"/>
    <w:rsid w:val="005619D2"/>
    <w:rsid w:val="00561EB0"/>
    <w:rsid w:val="00562450"/>
    <w:rsid w:val="00563C1C"/>
    <w:rsid w:val="00564A66"/>
    <w:rsid w:val="00564C08"/>
    <w:rsid w:val="005652D7"/>
    <w:rsid w:val="0056551B"/>
    <w:rsid w:val="00565534"/>
    <w:rsid w:val="005655F6"/>
    <w:rsid w:val="00566CAA"/>
    <w:rsid w:val="00567067"/>
    <w:rsid w:val="005702CC"/>
    <w:rsid w:val="00570420"/>
    <w:rsid w:val="00570438"/>
    <w:rsid w:val="0057043F"/>
    <w:rsid w:val="00571BE6"/>
    <w:rsid w:val="00571DAF"/>
    <w:rsid w:val="00573C1F"/>
    <w:rsid w:val="00575035"/>
    <w:rsid w:val="00576616"/>
    <w:rsid w:val="00577817"/>
    <w:rsid w:val="005779AB"/>
    <w:rsid w:val="00580003"/>
    <w:rsid w:val="00581475"/>
    <w:rsid w:val="005815A3"/>
    <w:rsid w:val="0058279A"/>
    <w:rsid w:val="005843AB"/>
    <w:rsid w:val="005847AB"/>
    <w:rsid w:val="0058523E"/>
    <w:rsid w:val="00585803"/>
    <w:rsid w:val="00586133"/>
    <w:rsid w:val="00586D25"/>
    <w:rsid w:val="00586F96"/>
    <w:rsid w:val="005874AE"/>
    <w:rsid w:val="00590C84"/>
    <w:rsid w:val="00591C7B"/>
    <w:rsid w:val="00591FA1"/>
    <w:rsid w:val="005928B6"/>
    <w:rsid w:val="00594B3D"/>
    <w:rsid w:val="005964C8"/>
    <w:rsid w:val="005968D7"/>
    <w:rsid w:val="00597370"/>
    <w:rsid w:val="00597BEB"/>
    <w:rsid w:val="00597F0C"/>
    <w:rsid w:val="005A015F"/>
    <w:rsid w:val="005A03F0"/>
    <w:rsid w:val="005A0BBB"/>
    <w:rsid w:val="005A1BE5"/>
    <w:rsid w:val="005A1C49"/>
    <w:rsid w:val="005A568E"/>
    <w:rsid w:val="005A5C00"/>
    <w:rsid w:val="005A5E5C"/>
    <w:rsid w:val="005A7B0E"/>
    <w:rsid w:val="005A7EBC"/>
    <w:rsid w:val="005B0213"/>
    <w:rsid w:val="005B202C"/>
    <w:rsid w:val="005B2079"/>
    <w:rsid w:val="005B3843"/>
    <w:rsid w:val="005B4B46"/>
    <w:rsid w:val="005B4CF0"/>
    <w:rsid w:val="005B4D18"/>
    <w:rsid w:val="005B6520"/>
    <w:rsid w:val="005B6DFC"/>
    <w:rsid w:val="005B7A12"/>
    <w:rsid w:val="005B7E52"/>
    <w:rsid w:val="005C1291"/>
    <w:rsid w:val="005C2617"/>
    <w:rsid w:val="005C2D9C"/>
    <w:rsid w:val="005C2F8F"/>
    <w:rsid w:val="005C2FC4"/>
    <w:rsid w:val="005C30B6"/>
    <w:rsid w:val="005C38B1"/>
    <w:rsid w:val="005C3EDE"/>
    <w:rsid w:val="005C47C8"/>
    <w:rsid w:val="005C55FF"/>
    <w:rsid w:val="005C5B27"/>
    <w:rsid w:val="005C686D"/>
    <w:rsid w:val="005C6E33"/>
    <w:rsid w:val="005C7000"/>
    <w:rsid w:val="005C7283"/>
    <w:rsid w:val="005C78DB"/>
    <w:rsid w:val="005D0CDE"/>
    <w:rsid w:val="005D1E29"/>
    <w:rsid w:val="005D288B"/>
    <w:rsid w:val="005D2A9D"/>
    <w:rsid w:val="005D2AE3"/>
    <w:rsid w:val="005D43B1"/>
    <w:rsid w:val="005D56A8"/>
    <w:rsid w:val="005D5E3D"/>
    <w:rsid w:val="005D723B"/>
    <w:rsid w:val="005D7C98"/>
    <w:rsid w:val="005E006B"/>
    <w:rsid w:val="005E054B"/>
    <w:rsid w:val="005E0A97"/>
    <w:rsid w:val="005E0E6B"/>
    <w:rsid w:val="005E0EA2"/>
    <w:rsid w:val="005E0EF3"/>
    <w:rsid w:val="005E13D0"/>
    <w:rsid w:val="005E4D31"/>
    <w:rsid w:val="005E699A"/>
    <w:rsid w:val="005E7FAC"/>
    <w:rsid w:val="005F0013"/>
    <w:rsid w:val="005F06F8"/>
    <w:rsid w:val="005F1305"/>
    <w:rsid w:val="005F15E2"/>
    <w:rsid w:val="005F1984"/>
    <w:rsid w:val="005F21E9"/>
    <w:rsid w:val="005F2581"/>
    <w:rsid w:val="005F26DB"/>
    <w:rsid w:val="005F26FC"/>
    <w:rsid w:val="005F3856"/>
    <w:rsid w:val="005F3FCC"/>
    <w:rsid w:val="005F42BE"/>
    <w:rsid w:val="005F4384"/>
    <w:rsid w:val="005F4BCE"/>
    <w:rsid w:val="005F7211"/>
    <w:rsid w:val="005F7B59"/>
    <w:rsid w:val="006012FF"/>
    <w:rsid w:val="006016F6"/>
    <w:rsid w:val="006020C6"/>
    <w:rsid w:val="006027E3"/>
    <w:rsid w:val="00602B47"/>
    <w:rsid w:val="00602F6E"/>
    <w:rsid w:val="00603F02"/>
    <w:rsid w:val="00604171"/>
    <w:rsid w:val="00605124"/>
    <w:rsid w:val="00605126"/>
    <w:rsid w:val="00605193"/>
    <w:rsid w:val="00605863"/>
    <w:rsid w:val="0060606D"/>
    <w:rsid w:val="006103AC"/>
    <w:rsid w:val="006109EA"/>
    <w:rsid w:val="00610FED"/>
    <w:rsid w:val="00611119"/>
    <w:rsid w:val="00611BD4"/>
    <w:rsid w:val="00611E5E"/>
    <w:rsid w:val="00611EF2"/>
    <w:rsid w:val="006132DE"/>
    <w:rsid w:val="006136A4"/>
    <w:rsid w:val="0061379B"/>
    <w:rsid w:val="00614ADF"/>
    <w:rsid w:val="006155A1"/>
    <w:rsid w:val="00615B91"/>
    <w:rsid w:val="00616B8F"/>
    <w:rsid w:val="00616EE2"/>
    <w:rsid w:val="00617816"/>
    <w:rsid w:val="00620FB0"/>
    <w:rsid w:val="0062351D"/>
    <w:rsid w:val="006246C5"/>
    <w:rsid w:val="0062525E"/>
    <w:rsid w:val="00625C5F"/>
    <w:rsid w:val="0062633E"/>
    <w:rsid w:val="00626965"/>
    <w:rsid w:val="00626B90"/>
    <w:rsid w:val="006271A1"/>
    <w:rsid w:val="0063022B"/>
    <w:rsid w:val="006303AA"/>
    <w:rsid w:val="00632285"/>
    <w:rsid w:val="00632984"/>
    <w:rsid w:val="00632DC8"/>
    <w:rsid w:val="006337E6"/>
    <w:rsid w:val="0063390E"/>
    <w:rsid w:val="0063429D"/>
    <w:rsid w:val="006342FC"/>
    <w:rsid w:val="0063474B"/>
    <w:rsid w:val="00635AA0"/>
    <w:rsid w:val="006361B7"/>
    <w:rsid w:val="0063672A"/>
    <w:rsid w:val="006368A3"/>
    <w:rsid w:val="00637E84"/>
    <w:rsid w:val="00640D01"/>
    <w:rsid w:val="00641885"/>
    <w:rsid w:val="006423D5"/>
    <w:rsid w:val="00643AFC"/>
    <w:rsid w:val="006440BB"/>
    <w:rsid w:val="00644A1A"/>
    <w:rsid w:val="00644FD5"/>
    <w:rsid w:val="00645FEB"/>
    <w:rsid w:val="00646099"/>
    <w:rsid w:val="006504B6"/>
    <w:rsid w:val="00650DA6"/>
    <w:rsid w:val="0065225F"/>
    <w:rsid w:val="00652AC1"/>
    <w:rsid w:val="00652EB0"/>
    <w:rsid w:val="00653C4F"/>
    <w:rsid w:val="00654205"/>
    <w:rsid w:val="00654C1B"/>
    <w:rsid w:val="00654E6A"/>
    <w:rsid w:val="00656B67"/>
    <w:rsid w:val="00660990"/>
    <w:rsid w:val="00660EAE"/>
    <w:rsid w:val="006615D8"/>
    <w:rsid w:val="00661C21"/>
    <w:rsid w:val="00665731"/>
    <w:rsid w:val="00665E46"/>
    <w:rsid w:val="00666108"/>
    <w:rsid w:val="006664A8"/>
    <w:rsid w:val="0066674E"/>
    <w:rsid w:val="00666A9C"/>
    <w:rsid w:val="0067027F"/>
    <w:rsid w:val="006705D9"/>
    <w:rsid w:val="0067124F"/>
    <w:rsid w:val="00671558"/>
    <w:rsid w:val="006724DE"/>
    <w:rsid w:val="006735C2"/>
    <w:rsid w:val="00673E80"/>
    <w:rsid w:val="00674CF4"/>
    <w:rsid w:val="006751D8"/>
    <w:rsid w:val="00675357"/>
    <w:rsid w:val="006757E8"/>
    <w:rsid w:val="00675D3A"/>
    <w:rsid w:val="006769FC"/>
    <w:rsid w:val="006778D9"/>
    <w:rsid w:val="00677EDC"/>
    <w:rsid w:val="00680247"/>
    <w:rsid w:val="00681F90"/>
    <w:rsid w:val="00682C7A"/>
    <w:rsid w:val="00683331"/>
    <w:rsid w:val="00684E08"/>
    <w:rsid w:val="0068532A"/>
    <w:rsid w:val="0069008B"/>
    <w:rsid w:val="00690A94"/>
    <w:rsid w:val="00691320"/>
    <w:rsid w:val="006915ED"/>
    <w:rsid w:val="0069233F"/>
    <w:rsid w:val="00692BD9"/>
    <w:rsid w:val="00693598"/>
    <w:rsid w:val="00693896"/>
    <w:rsid w:val="00693A3F"/>
    <w:rsid w:val="006940F0"/>
    <w:rsid w:val="0069437A"/>
    <w:rsid w:val="00694861"/>
    <w:rsid w:val="00694A3A"/>
    <w:rsid w:val="00694B85"/>
    <w:rsid w:val="00695416"/>
    <w:rsid w:val="00695709"/>
    <w:rsid w:val="00695713"/>
    <w:rsid w:val="006957CC"/>
    <w:rsid w:val="00695EC8"/>
    <w:rsid w:val="0069606C"/>
    <w:rsid w:val="00696405"/>
    <w:rsid w:val="0069657B"/>
    <w:rsid w:val="006978E5"/>
    <w:rsid w:val="006A01CC"/>
    <w:rsid w:val="006A02DF"/>
    <w:rsid w:val="006A0640"/>
    <w:rsid w:val="006A16DA"/>
    <w:rsid w:val="006A1ABB"/>
    <w:rsid w:val="006A2308"/>
    <w:rsid w:val="006A4333"/>
    <w:rsid w:val="006A469B"/>
    <w:rsid w:val="006A4971"/>
    <w:rsid w:val="006A4E45"/>
    <w:rsid w:val="006A4F4C"/>
    <w:rsid w:val="006A5E6C"/>
    <w:rsid w:val="006A6BD7"/>
    <w:rsid w:val="006A6EF2"/>
    <w:rsid w:val="006A77D4"/>
    <w:rsid w:val="006A77D5"/>
    <w:rsid w:val="006B0E22"/>
    <w:rsid w:val="006B269E"/>
    <w:rsid w:val="006B3538"/>
    <w:rsid w:val="006B3F34"/>
    <w:rsid w:val="006C0B09"/>
    <w:rsid w:val="006C17D7"/>
    <w:rsid w:val="006C1C55"/>
    <w:rsid w:val="006C1C76"/>
    <w:rsid w:val="006C30DE"/>
    <w:rsid w:val="006C4381"/>
    <w:rsid w:val="006C467C"/>
    <w:rsid w:val="006C7823"/>
    <w:rsid w:val="006D0120"/>
    <w:rsid w:val="006D0278"/>
    <w:rsid w:val="006D2B6A"/>
    <w:rsid w:val="006D2D1A"/>
    <w:rsid w:val="006D3540"/>
    <w:rsid w:val="006D3D2A"/>
    <w:rsid w:val="006D412D"/>
    <w:rsid w:val="006D5142"/>
    <w:rsid w:val="006D5A6E"/>
    <w:rsid w:val="006D5D45"/>
    <w:rsid w:val="006D64BC"/>
    <w:rsid w:val="006D7510"/>
    <w:rsid w:val="006E19C9"/>
    <w:rsid w:val="006E1F12"/>
    <w:rsid w:val="006E2B0A"/>
    <w:rsid w:val="006E2CDC"/>
    <w:rsid w:val="006E330A"/>
    <w:rsid w:val="006E4AE0"/>
    <w:rsid w:val="006E57A1"/>
    <w:rsid w:val="006E61DB"/>
    <w:rsid w:val="006E6796"/>
    <w:rsid w:val="006E6F6A"/>
    <w:rsid w:val="006E7323"/>
    <w:rsid w:val="006E76C1"/>
    <w:rsid w:val="006F0471"/>
    <w:rsid w:val="006F0ABC"/>
    <w:rsid w:val="006F10D9"/>
    <w:rsid w:val="006F1CEC"/>
    <w:rsid w:val="006F2B9F"/>
    <w:rsid w:val="006F2EB9"/>
    <w:rsid w:val="006F4587"/>
    <w:rsid w:val="006F4A7D"/>
    <w:rsid w:val="006F4B5E"/>
    <w:rsid w:val="006F5EBE"/>
    <w:rsid w:val="006F6375"/>
    <w:rsid w:val="0070069A"/>
    <w:rsid w:val="00700B83"/>
    <w:rsid w:val="00700F47"/>
    <w:rsid w:val="007015AC"/>
    <w:rsid w:val="00702570"/>
    <w:rsid w:val="00705C98"/>
    <w:rsid w:val="007066C5"/>
    <w:rsid w:val="00706D96"/>
    <w:rsid w:val="00710072"/>
    <w:rsid w:val="00710501"/>
    <w:rsid w:val="00710570"/>
    <w:rsid w:val="00710631"/>
    <w:rsid w:val="0071268F"/>
    <w:rsid w:val="0071363B"/>
    <w:rsid w:val="0071498A"/>
    <w:rsid w:val="00715900"/>
    <w:rsid w:val="007176C0"/>
    <w:rsid w:val="00720BA1"/>
    <w:rsid w:val="00721636"/>
    <w:rsid w:val="00721F0C"/>
    <w:rsid w:val="007237AD"/>
    <w:rsid w:val="00724748"/>
    <w:rsid w:val="0072528D"/>
    <w:rsid w:val="00725E53"/>
    <w:rsid w:val="0072616A"/>
    <w:rsid w:val="00726C45"/>
    <w:rsid w:val="0072791B"/>
    <w:rsid w:val="00730BB4"/>
    <w:rsid w:val="00730C4C"/>
    <w:rsid w:val="00731227"/>
    <w:rsid w:val="00731F7C"/>
    <w:rsid w:val="00732B90"/>
    <w:rsid w:val="00734066"/>
    <w:rsid w:val="0073438F"/>
    <w:rsid w:val="007347B5"/>
    <w:rsid w:val="00735A5A"/>
    <w:rsid w:val="00735D11"/>
    <w:rsid w:val="00736F6C"/>
    <w:rsid w:val="007410E0"/>
    <w:rsid w:val="00741229"/>
    <w:rsid w:val="00741342"/>
    <w:rsid w:val="00741982"/>
    <w:rsid w:val="00741FEE"/>
    <w:rsid w:val="007423DA"/>
    <w:rsid w:val="00742F76"/>
    <w:rsid w:val="007440F8"/>
    <w:rsid w:val="0074451C"/>
    <w:rsid w:val="007463B7"/>
    <w:rsid w:val="007463FA"/>
    <w:rsid w:val="00746A39"/>
    <w:rsid w:val="0074737F"/>
    <w:rsid w:val="007474C4"/>
    <w:rsid w:val="007503B9"/>
    <w:rsid w:val="00751FA8"/>
    <w:rsid w:val="00752BED"/>
    <w:rsid w:val="00753451"/>
    <w:rsid w:val="0075527D"/>
    <w:rsid w:val="00756890"/>
    <w:rsid w:val="00756E01"/>
    <w:rsid w:val="00756F14"/>
    <w:rsid w:val="00756F54"/>
    <w:rsid w:val="00757AF9"/>
    <w:rsid w:val="0076017A"/>
    <w:rsid w:val="0076171E"/>
    <w:rsid w:val="00761791"/>
    <w:rsid w:val="007617DB"/>
    <w:rsid w:val="00761E93"/>
    <w:rsid w:val="00761F8E"/>
    <w:rsid w:val="00762063"/>
    <w:rsid w:val="00762218"/>
    <w:rsid w:val="00762347"/>
    <w:rsid w:val="00762765"/>
    <w:rsid w:val="00762EAD"/>
    <w:rsid w:val="00763F37"/>
    <w:rsid w:val="00764628"/>
    <w:rsid w:val="00764B66"/>
    <w:rsid w:val="007651B4"/>
    <w:rsid w:val="00765893"/>
    <w:rsid w:val="00765949"/>
    <w:rsid w:val="007664D6"/>
    <w:rsid w:val="00770C34"/>
    <w:rsid w:val="007716D2"/>
    <w:rsid w:val="007717FD"/>
    <w:rsid w:val="0077195D"/>
    <w:rsid w:val="00771CC0"/>
    <w:rsid w:val="00771D60"/>
    <w:rsid w:val="00771DFB"/>
    <w:rsid w:val="00772BD2"/>
    <w:rsid w:val="007745DC"/>
    <w:rsid w:val="0077617C"/>
    <w:rsid w:val="007766C9"/>
    <w:rsid w:val="00776A2F"/>
    <w:rsid w:val="0077781C"/>
    <w:rsid w:val="00777823"/>
    <w:rsid w:val="00777FD9"/>
    <w:rsid w:val="007800B3"/>
    <w:rsid w:val="00780D2F"/>
    <w:rsid w:val="00780DC3"/>
    <w:rsid w:val="00781656"/>
    <w:rsid w:val="00781EEF"/>
    <w:rsid w:val="00782203"/>
    <w:rsid w:val="00783CED"/>
    <w:rsid w:val="00784EE2"/>
    <w:rsid w:val="0078548C"/>
    <w:rsid w:val="007856F2"/>
    <w:rsid w:val="00785B02"/>
    <w:rsid w:val="00785DCA"/>
    <w:rsid w:val="007874A5"/>
    <w:rsid w:val="007878D8"/>
    <w:rsid w:val="00790095"/>
    <w:rsid w:val="007902BB"/>
    <w:rsid w:val="00790639"/>
    <w:rsid w:val="007912E1"/>
    <w:rsid w:val="007925AB"/>
    <w:rsid w:val="00793143"/>
    <w:rsid w:val="00793879"/>
    <w:rsid w:val="00795534"/>
    <w:rsid w:val="00796508"/>
    <w:rsid w:val="00797380"/>
    <w:rsid w:val="00797549"/>
    <w:rsid w:val="007A08FB"/>
    <w:rsid w:val="007A0C5D"/>
    <w:rsid w:val="007A17E2"/>
    <w:rsid w:val="007A2D49"/>
    <w:rsid w:val="007A33FE"/>
    <w:rsid w:val="007A528C"/>
    <w:rsid w:val="007A5FB2"/>
    <w:rsid w:val="007A7891"/>
    <w:rsid w:val="007A7A9C"/>
    <w:rsid w:val="007B026E"/>
    <w:rsid w:val="007B0AD9"/>
    <w:rsid w:val="007B1F3C"/>
    <w:rsid w:val="007B2120"/>
    <w:rsid w:val="007B2F49"/>
    <w:rsid w:val="007B319C"/>
    <w:rsid w:val="007B403F"/>
    <w:rsid w:val="007B5334"/>
    <w:rsid w:val="007B5B77"/>
    <w:rsid w:val="007B77FA"/>
    <w:rsid w:val="007C17B3"/>
    <w:rsid w:val="007C191A"/>
    <w:rsid w:val="007C1F5C"/>
    <w:rsid w:val="007C2627"/>
    <w:rsid w:val="007C30D7"/>
    <w:rsid w:val="007C4531"/>
    <w:rsid w:val="007C48BE"/>
    <w:rsid w:val="007C4E67"/>
    <w:rsid w:val="007C55FB"/>
    <w:rsid w:val="007C5DBB"/>
    <w:rsid w:val="007C5F7C"/>
    <w:rsid w:val="007C6448"/>
    <w:rsid w:val="007C654C"/>
    <w:rsid w:val="007C6DA4"/>
    <w:rsid w:val="007C700B"/>
    <w:rsid w:val="007D0F00"/>
    <w:rsid w:val="007D1768"/>
    <w:rsid w:val="007D19B3"/>
    <w:rsid w:val="007D2DB8"/>
    <w:rsid w:val="007D46AE"/>
    <w:rsid w:val="007D47D1"/>
    <w:rsid w:val="007D499F"/>
    <w:rsid w:val="007D61F7"/>
    <w:rsid w:val="007D6CC3"/>
    <w:rsid w:val="007D6DAC"/>
    <w:rsid w:val="007D7A79"/>
    <w:rsid w:val="007E01FA"/>
    <w:rsid w:val="007E0B0D"/>
    <w:rsid w:val="007E0D41"/>
    <w:rsid w:val="007E1AD4"/>
    <w:rsid w:val="007E21F8"/>
    <w:rsid w:val="007E24EF"/>
    <w:rsid w:val="007E4065"/>
    <w:rsid w:val="007E424B"/>
    <w:rsid w:val="007E42B2"/>
    <w:rsid w:val="007E5956"/>
    <w:rsid w:val="007F0B1B"/>
    <w:rsid w:val="007F1052"/>
    <w:rsid w:val="007F1B32"/>
    <w:rsid w:val="007F278E"/>
    <w:rsid w:val="007F3236"/>
    <w:rsid w:val="007F376C"/>
    <w:rsid w:val="007F41F4"/>
    <w:rsid w:val="007F64B8"/>
    <w:rsid w:val="007F66FE"/>
    <w:rsid w:val="007F6782"/>
    <w:rsid w:val="007F7C7C"/>
    <w:rsid w:val="00800522"/>
    <w:rsid w:val="00800D4B"/>
    <w:rsid w:val="00800F1A"/>
    <w:rsid w:val="0080109C"/>
    <w:rsid w:val="008012FD"/>
    <w:rsid w:val="008021A8"/>
    <w:rsid w:val="008021FA"/>
    <w:rsid w:val="00802612"/>
    <w:rsid w:val="00806A3E"/>
    <w:rsid w:val="00807676"/>
    <w:rsid w:val="00807C80"/>
    <w:rsid w:val="0081027D"/>
    <w:rsid w:val="008102CE"/>
    <w:rsid w:val="00810E15"/>
    <w:rsid w:val="008137C2"/>
    <w:rsid w:val="008137CB"/>
    <w:rsid w:val="0081416C"/>
    <w:rsid w:val="00814D49"/>
    <w:rsid w:val="00815024"/>
    <w:rsid w:val="0081644B"/>
    <w:rsid w:val="008166FD"/>
    <w:rsid w:val="008167D5"/>
    <w:rsid w:val="00816E0F"/>
    <w:rsid w:val="00817DAA"/>
    <w:rsid w:val="00820AA6"/>
    <w:rsid w:val="00820E9A"/>
    <w:rsid w:val="008219DD"/>
    <w:rsid w:val="00822D29"/>
    <w:rsid w:val="008231BA"/>
    <w:rsid w:val="008239FC"/>
    <w:rsid w:val="0082534E"/>
    <w:rsid w:val="008257D0"/>
    <w:rsid w:val="0082649F"/>
    <w:rsid w:val="00826BBF"/>
    <w:rsid w:val="00826E81"/>
    <w:rsid w:val="008270D9"/>
    <w:rsid w:val="00830BFF"/>
    <w:rsid w:val="008310F7"/>
    <w:rsid w:val="00831ED3"/>
    <w:rsid w:val="00832942"/>
    <w:rsid w:val="00833AF7"/>
    <w:rsid w:val="00833FFD"/>
    <w:rsid w:val="00834ABC"/>
    <w:rsid w:val="0083559F"/>
    <w:rsid w:val="00835FDB"/>
    <w:rsid w:val="00836418"/>
    <w:rsid w:val="00837244"/>
    <w:rsid w:val="008404F4"/>
    <w:rsid w:val="0084079B"/>
    <w:rsid w:val="0084090C"/>
    <w:rsid w:val="0084164C"/>
    <w:rsid w:val="00841F64"/>
    <w:rsid w:val="008441C3"/>
    <w:rsid w:val="008443ED"/>
    <w:rsid w:val="00844B4D"/>
    <w:rsid w:val="00845108"/>
    <w:rsid w:val="00850BF3"/>
    <w:rsid w:val="00850D4A"/>
    <w:rsid w:val="00850EFA"/>
    <w:rsid w:val="008516C3"/>
    <w:rsid w:val="00851CE6"/>
    <w:rsid w:val="008533C2"/>
    <w:rsid w:val="0085596B"/>
    <w:rsid w:val="00857836"/>
    <w:rsid w:val="00857C9D"/>
    <w:rsid w:val="00860508"/>
    <w:rsid w:val="00860CFF"/>
    <w:rsid w:val="008611E1"/>
    <w:rsid w:val="0086148F"/>
    <w:rsid w:val="00861981"/>
    <w:rsid w:val="008624ED"/>
    <w:rsid w:val="00862B6F"/>
    <w:rsid w:val="008636B4"/>
    <w:rsid w:val="00863F5D"/>
    <w:rsid w:val="0086730E"/>
    <w:rsid w:val="00867729"/>
    <w:rsid w:val="008677B9"/>
    <w:rsid w:val="00867FB2"/>
    <w:rsid w:val="008700A5"/>
    <w:rsid w:val="008705A1"/>
    <w:rsid w:val="008707C7"/>
    <w:rsid w:val="00872298"/>
    <w:rsid w:val="00873FD8"/>
    <w:rsid w:val="00874638"/>
    <w:rsid w:val="00875689"/>
    <w:rsid w:val="00875BAC"/>
    <w:rsid w:val="00876849"/>
    <w:rsid w:val="00876C65"/>
    <w:rsid w:val="008770D1"/>
    <w:rsid w:val="0087793F"/>
    <w:rsid w:val="0088019F"/>
    <w:rsid w:val="008802F6"/>
    <w:rsid w:val="00881442"/>
    <w:rsid w:val="00881C27"/>
    <w:rsid w:val="00882745"/>
    <w:rsid w:val="00882F38"/>
    <w:rsid w:val="00883108"/>
    <w:rsid w:val="008833E4"/>
    <w:rsid w:val="00883A97"/>
    <w:rsid w:val="008848A9"/>
    <w:rsid w:val="00884D5D"/>
    <w:rsid w:val="00884E50"/>
    <w:rsid w:val="0088571D"/>
    <w:rsid w:val="00885B1A"/>
    <w:rsid w:val="00886504"/>
    <w:rsid w:val="0088686F"/>
    <w:rsid w:val="00886A74"/>
    <w:rsid w:val="00886A8B"/>
    <w:rsid w:val="00887C13"/>
    <w:rsid w:val="00890221"/>
    <w:rsid w:val="008909DA"/>
    <w:rsid w:val="00891745"/>
    <w:rsid w:val="00891F47"/>
    <w:rsid w:val="00892D7F"/>
    <w:rsid w:val="00893233"/>
    <w:rsid w:val="00893983"/>
    <w:rsid w:val="00893B88"/>
    <w:rsid w:val="0089455F"/>
    <w:rsid w:val="00894F6F"/>
    <w:rsid w:val="008958DD"/>
    <w:rsid w:val="00895978"/>
    <w:rsid w:val="00895BB3"/>
    <w:rsid w:val="00897A6E"/>
    <w:rsid w:val="008A0EE8"/>
    <w:rsid w:val="008A1AE6"/>
    <w:rsid w:val="008A1E50"/>
    <w:rsid w:val="008A1F2E"/>
    <w:rsid w:val="008A1F6F"/>
    <w:rsid w:val="008A2449"/>
    <w:rsid w:val="008A40CA"/>
    <w:rsid w:val="008A471C"/>
    <w:rsid w:val="008A50C2"/>
    <w:rsid w:val="008A51DC"/>
    <w:rsid w:val="008A5EEE"/>
    <w:rsid w:val="008A61D0"/>
    <w:rsid w:val="008A648D"/>
    <w:rsid w:val="008A697D"/>
    <w:rsid w:val="008A7B2E"/>
    <w:rsid w:val="008B01BA"/>
    <w:rsid w:val="008B036E"/>
    <w:rsid w:val="008B206B"/>
    <w:rsid w:val="008B3FAD"/>
    <w:rsid w:val="008B4195"/>
    <w:rsid w:val="008B43F1"/>
    <w:rsid w:val="008B4453"/>
    <w:rsid w:val="008B51D7"/>
    <w:rsid w:val="008C01A3"/>
    <w:rsid w:val="008C0281"/>
    <w:rsid w:val="008C02FD"/>
    <w:rsid w:val="008C0A07"/>
    <w:rsid w:val="008C1025"/>
    <w:rsid w:val="008C1190"/>
    <w:rsid w:val="008C1903"/>
    <w:rsid w:val="008C25CE"/>
    <w:rsid w:val="008C3CC6"/>
    <w:rsid w:val="008C404B"/>
    <w:rsid w:val="008C421E"/>
    <w:rsid w:val="008C7468"/>
    <w:rsid w:val="008D0044"/>
    <w:rsid w:val="008D0C8D"/>
    <w:rsid w:val="008D12ED"/>
    <w:rsid w:val="008D13A3"/>
    <w:rsid w:val="008D1532"/>
    <w:rsid w:val="008D1BE8"/>
    <w:rsid w:val="008D4111"/>
    <w:rsid w:val="008D429D"/>
    <w:rsid w:val="008D68B8"/>
    <w:rsid w:val="008D68EA"/>
    <w:rsid w:val="008D7774"/>
    <w:rsid w:val="008E04CB"/>
    <w:rsid w:val="008E1336"/>
    <w:rsid w:val="008E1476"/>
    <w:rsid w:val="008E2292"/>
    <w:rsid w:val="008E4BCC"/>
    <w:rsid w:val="008E5532"/>
    <w:rsid w:val="008E5545"/>
    <w:rsid w:val="008F03AC"/>
    <w:rsid w:val="008F1209"/>
    <w:rsid w:val="008F1B3E"/>
    <w:rsid w:val="008F2EDD"/>
    <w:rsid w:val="008F2F88"/>
    <w:rsid w:val="008F3AAC"/>
    <w:rsid w:val="008F3B99"/>
    <w:rsid w:val="008F3C04"/>
    <w:rsid w:val="008F3C52"/>
    <w:rsid w:val="008F480C"/>
    <w:rsid w:val="008F4FFE"/>
    <w:rsid w:val="008F5CD7"/>
    <w:rsid w:val="008F5EFD"/>
    <w:rsid w:val="008F6C56"/>
    <w:rsid w:val="008F7419"/>
    <w:rsid w:val="00900A7A"/>
    <w:rsid w:val="009014A9"/>
    <w:rsid w:val="00901833"/>
    <w:rsid w:val="0090195E"/>
    <w:rsid w:val="009023A5"/>
    <w:rsid w:val="009026D5"/>
    <w:rsid w:val="0090272A"/>
    <w:rsid w:val="009030C4"/>
    <w:rsid w:val="00903E11"/>
    <w:rsid w:val="009060D2"/>
    <w:rsid w:val="00906538"/>
    <w:rsid w:val="00906637"/>
    <w:rsid w:val="009100A0"/>
    <w:rsid w:val="00911E10"/>
    <w:rsid w:val="00912336"/>
    <w:rsid w:val="009135A7"/>
    <w:rsid w:val="00913B8C"/>
    <w:rsid w:val="00913C8B"/>
    <w:rsid w:val="009154C2"/>
    <w:rsid w:val="0091627A"/>
    <w:rsid w:val="009164D3"/>
    <w:rsid w:val="00917050"/>
    <w:rsid w:val="009178B4"/>
    <w:rsid w:val="00917927"/>
    <w:rsid w:val="00917AF0"/>
    <w:rsid w:val="00920052"/>
    <w:rsid w:val="009220C0"/>
    <w:rsid w:val="0092276F"/>
    <w:rsid w:val="009228C1"/>
    <w:rsid w:val="00922F4C"/>
    <w:rsid w:val="009235C2"/>
    <w:rsid w:val="00924695"/>
    <w:rsid w:val="0092554A"/>
    <w:rsid w:val="00925D59"/>
    <w:rsid w:val="009269F2"/>
    <w:rsid w:val="0092760C"/>
    <w:rsid w:val="009276BA"/>
    <w:rsid w:val="00930E66"/>
    <w:rsid w:val="009313FA"/>
    <w:rsid w:val="00931A44"/>
    <w:rsid w:val="00932916"/>
    <w:rsid w:val="00932F11"/>
    <w:rsid w:val="00933463"/>
    <w:rsid w:val="009334EB"/>
    <w:rsid w:val="00933CF2"/>
    <w:rsid w:val="0093450B"/>
    <w:rsid w:val="0093641D"/>
    <w:rsid w:val="00936D55"/>
    <w:rsid w:val="00937073"/>
    <w:rsid w:val="0093753E"/>
    <w:rsid w:val="00940482"/>
    <w:rsid w:val="009407C1"/>
    <w:rsid w:val="00940819"/>
    <w:rsid w:val="009414EC"/>
    <w:rsid w:val="00941997"/>
    <w:rsid w:val="00942E25"/>
    <w:rsid w:val="009434BD"/>
    <w:rsid w:val="0094381A"/>
    <w:rsid w:val="00943CDC"/>
    <w:rsid w:val="00944995"/>
    <w:rsid w:val="009449E3"/>
    <w:rsid w:val="009457DB"/>
    <w:rsid w:val="009463F5"/>
    <w:rsid w:val="009466E4"/>
    <w:rsid w:val="009472EA"/>
    <w:rsid w:val="009474A4"/>
    <w:rsid w:val="00947F62"/>
    <w:rsid w:val="00950578"/>
    <w:rsid w:val="00950843"/>
    <w:rsid w:val="00951E65"/>
    <w:rsid w:val="00952C3D"/>
    <w:rsid w:val="0095317F"/>
    <w:rsid w:val="00953C00"/>
    <w:rsid w:val="00954876"/>
    <w:rsid w:val="00955F72"/>
    <w:rsid w:val="0095739A"/>
    <w:rsid w:val="00957769"/>
    <w:rsid w:val="0096194F"/>
    <w:rsid w:val="00963937"/>
    <w:rsid w:val="00964011"/>
    <w:rsid w:val="0096438E"/>
    <w:rsid w:val="00964759"/>
    <w:rsid w:val="00964C47"/>
    <w:rsid w:val="00966194"/>
    <w:rsid w:val="00970D86"/>
    <w:rsid w:val="009712E3"/>
    <w:rsid w:val="00971505"/>
    <w:rsid w:val="009718A2"/>
    <w:rsid w:val="0097338F"/>
    <w:rsid w:val="00973821"/>
    <w:rsid w:val="00974945"/>
    <w:rsid w:val="00975558"/>
    <w:rsid w:val="00975690"/>
    <w:rsid w:val="0097589B"/>
    <w:rsid w:val="00976267"/>
    <w:rsid w:val="0097784A"/>
    <w:rsid w:val="009778FE"/>
    <w:rsid w:val="00977CA4"/>
    <w:rsid w:val="00981E29"/>
    <w:rsid w:val="00983691"/>
    <w:rsid w:val="00983991"/>
    <w:rsid w:val="00983B54"/>
    <w:rsid w:val="00984F94"/>
    <w:rsid w:val="00985274"/>
    <w:rsid w:val="00985EC2"/>
    <w:rsid w:val="009860E3"/>
    <w:rsid w:val="0098636A"/>
    <w:rsid w:val="009863DD"/>
    <w:rsid w:val="009869E1"/>
    <w:rsid w:val="00986E13"/>
    <w:rsid w:val="0098717B"/>
    <w:rsid w:val="00990CF3"/>
    <w:rsid w:val="0099111D"/>
    <w:rsid w:val="00991905"/>
    <w:rsid w:val="00992B3C"/>
    <w:rsid w:val="00993B0D"/>
    <w:rsid w:val="0099400A"/>
    <w:rsid w:val="009950EE"/>
    <w:rsid w:val="00995B2A"/>
    <w:rsid w:val="009960C6"/>
    <w:rsid w:val="00996469"/>
    <w:rsid w:val="00996FE7"/>
    <w:rsid w:val="00997A2F"/>
    <w:rsid w:val="009A0933"/>
    <w:rsid w:val="009A38D3"/>
    <w:rsid w:val="009A5742"/>
    <w:rsid w:val="009A5950"/>
    <w:rsid w:val="009A6793"/>
    <w:rsid w:val="009A706E"/>
    <w:rsid w:val="009A7540"/>
    <w:rsid w:val="009A7980"/>
    <w:rsid w:val="009B0641"/>
    <w:rsid w:val="009B229D"/>
    <w:rsid w:val="009B24F5"/>
    <w:rsid w:val="009B2AC6"/>
    <w:rsid w:val="009B2CFE"/>
    <w:rsid w:val="009B30D7"/>
    <w:rsid w:val="009B57C0"/>
    <w:rsid w:val="009B6E2E"/>
    <w:rsid w:val="009C186A"/>
    <w:rsid w:val="009C2D2E"/>
    <w:rsid w:val="009C305D"/>
    <w:rsid w:val="009C4D92"/>
    <w:rsid w:val="009C6D9D"/>
    <w:rsid w:val="009C7894"/>
    <w:rsid w:val="009D00FC"/>
    <w:rsid w:val="009D0516"/>
    <w:rsid w:val="009D06C0"/>
    <w:rsid w:val="009D153B"/>
    <w:rsid w:val="009D2843"/>
    <w:rsid w:val="009D3651"/>
    <w:rsid w:val="009D62C8"/>
    <w:rsid w:val="009D6476"/>
    <w:rsid w:val="009D6809"/>
    <w:rsid w:val="009D6819"/>
    <w:rsid w:val="009D689B"/>
    <w:rsid w:val="009D7B4C"/>
    <w:rsid w:val="009E0B6D"/>
    <w:rsid w:val="009E0F8D"/>
    <w:rsid w:val="009E130A"/>
    <w:rsid w:val="009E1463"/>
    <w:rsid w:val="009E1869"/>
    <w:rsid w:val="009E18C0"/>
    <w:rsid w:val="009E2D83"/>
    <w:rsid w:val="009E2DC6"/>
    <w:rsid w:val="009E3AAC"/>
    <w:rsid w:val="009E3F28"/>
    <w:rsid w:val="009E43CA"/>
    <w:rsid w:val="009E4821"/>
    <w:rsid w:val="009E53F5"/>
    <w:rsid w:val="009E739C"/>
    <w:rsid w:val="009F06EE"/>
    <w:rsid w:val="009F099C"/>
    <w:rsid w:val="009F0DD0"/>
    <w:rsid w:val="009F1124"/>
    <w:rsid w:val="009F16B8"/>
    <w:rsid w:val="009F1D9F"/>
    <w:rsid w:val="009F25E7"/>
    <w:rsid w:val="009F2ACE"/>
    <w:rsid w:val="009F311A"/>
    <w:rsid w:val="009F3ED4"/>
    <w:rsid w:val="009F430B"/>
    <w:rsid w:val="009F45CF"/>
    <w:rsid w:val="009F49AD"/>
    <w:rsid w:val="009F6CE9"/>
    <w:rsid w:val="00A0162C"/>
    <w:rsid w:val="00A04649"/>
    <w:rsid w:val="00A04ECD"/>
    <w:rsid w:val="00A06611"/>
    <w:rsid w:val="00A069BC"/>
    <w:rsid w:val="00A069FE"/>
    <w:rsid w:val="00A07045"/>
    <w:rsid w:val="00A070D6"/>
    <w:rsid w:val="00A0739D"/>
    <w:rsid w:val="00A07BCE"/>
    <w:rsid w:val="00A07D41"/>
    <w:rsid w:val="00A11B29"/>
    <w:rsid w:val="00A12A24"/>
    <w:rsid w:val="00A12EF2"/>
    <w:rsid w:val="00A14BE7"/>
    <w:rsid w:val="00A150B0"/>
    <w:rsid w:val="00A15408"/>
    <w:rsid w:val="00A16A6F"/>
    <w:rsid w:val="00A202C0"/>
    <w:rsid w:val="00A21128"/>
    <w:rsid w:val="00A21650"/>
    <w:rsid w:val="00A21E5B"/>
    <w:rsid w:val="00A22888"/>
    <w:rsid w:val="00A22BFD"/>
    <w:rsid w:val="00A23D2F"/>
    <w:rsid w:val="00A24296"/>
    <w:rsid w:val="00A243D2"/>
    <w:rsid w:val="00A24DDF"/>
    <w:rsid w:val="00A259FE"/>
    <w:rsid w:val="00A27461"/>
    <w:rsid w:val="00A3059A"/>
    <w:rsid w:val="00A30B51"/>
    <w:rsid w:val="00A31994"/>
    <w:rsid w:val="00A321D5"/>
    <w:rsid w:val="00A3270F"/>
    <w:rsid w:val="00A32B1A"/>
    <w:rsid w:val="00A340AA"/>
    <w:rsid w:val="00A34EDA"/>
    <w:rsid w:val="00A35609"/>
    <w:rsid w:val="00A404B1"/>
    <w:rsid w:val="00A405FD"/>
    <w:rsid w:val="00A417BE"/>
    <w:rsid w:val="00A42E5A"/>
    <w:rsid w:val="00A432BD"/>
    <w:rsid w:val="00A43E3D"/>
    <w:rsid w:val="00A45001"/>
    <w:rsid w:val="00A46903"/>
    <w:rsid w:val="00A46A69"/>
    <w:rsid w:val="00A47587"/>
    <w:rsid w:val="00A50C1A"/>
    <w:rsid w:val="00A51435"/>
    <w:rsid w:val="00A51A67"/>
    <w:rsid w:val="00A52A9F"/>
    <w:rsid w:val="00A53562"/>
    <w:rsid w:val="00A539C4"/>
    <w:rsid w:val="00A54551"/>
    <w:rsid w:val="00A54DBC"/>
    <w:rsid w:val="00A57EA4"/>
    <w:rsid w:val="00A60153"/>
    <w:rsid w:val="00A60AD6"/>
    <w:rsid w:val="00A61032"/>
    <w:rsid w:val="00A61252"/>
    <w:rsid w:val="00A61562"/>
    <w:rsid w:val="00A62613"/>
    <w:rsid w:val="00A640A8"/>
    <w:rsid w:val="00A65D14"/>
    <w:rsid w:val="00A664AC"/>
    <w:rsid w:val="00A6663C"/>
    <w:rsid w:val="00A66DA8"/>
    <w:rsid w:val="00A6787F"/>
    <w:rsid w:val="00A70673"/>
    <w:rsid w:val="00A70A3F"/>
    <w:rsid w:val="00A70BAA"/>
    <w:rsid w:val="00A70BC2"/>
    <w:rsid w:val="00A71E48"/>
    <w:rsid w:val="00A72515"/>
    <w:rsid w:val="00A7470E"/>
    <w:rsid w:val="00A74DA0"/>
    <w:rsid w:val="00A74FB0"/>
    <w:rsid w:val="00A758A1"/>
    <w:rsid w:val="00A7638C"/>
    <w:rsid w:val="00A76D5F"/>
    <w:rsid w:val="00A77932"/>
    <w:rsid w:val="00A8070C"/>
    <w:rsid w:val="00A80B71"/>
    <w:rsid w:val="00A82330"/>
    <w:rsid w:val="00A823CE"/>
    <w:rsid w:val="00A829A9"/>
    <w:rsid w:val="00A82A7F"/>
    <w:rsid w:val="00A846A7"/>
    <w:rsid w:val="00A84A1E"/>
    <w:rsid w:val="00A85225"/>
    <w:rsid w:val="00A853E3"/>
    <w:rsid w:val="00A856A9"/>
    <w:rsid w:val="00A8618D"/>
    <w:rsid w:val="00A870F3"/>
    <w:rsid w:val="00A8734A"/>
    <w:rsid w:val="00A9069F"/>
    <w:rsid w:val="00A916D8"/>
    <w:rsid w:val="00A921F4"/>
    <w:rsid w:val="00A93FE4"/>
    <w:rsid w:val="00A9453F"/>
    <w:rsid w:val="00A94580"/>
    <w:rsid w:val="00A948C4"/>
    <w:rsid w:val="00A94C6C"/>
    <w:rsid w:val="00A95F40"/>
    <w:rsid w:val="00A96E31"/>
    <w:rsid w:val="00A979C7"/>
    <w:rsid w:val="00A97BA9"/>
    <w:rsid w:val="00AA00C6"/>
    <w:rsid w:val="00AA08B2"/>
    <w:rsid w:val="00AA1A54"/>
    <w:rsid w:val="00AA2098"/>
    <w:rsid w:val="00AA2181"/>
    <w:rsid w:val="00AA21DA"/>
    <w:rsid w:val="00AA3082"/>
    <w:rsid w:val="00AA3E95"/>
    <w:rsid w:val="00AA3F87"/>
    <w:rsid w:val="00AA48C5"/>
    <w:rsid w:val="00AA4E53"/>
    <w:rsid w:val="00AA547D"/>
    <w:rsid w:val="00AA60CC"/>
    <w:rsid w:val="00AA6B0F"/>
    <w:rsid w:val="00AA6F36"/>
    <w:rsid w:val="00AB07DE"/>
    <w:rsid w:val="00AB125D"/>
    <w:rsid w:val="00AB18D5"/>
    <w:rsid w:val="00AB262E"/>
    <w:rsid w:val="00AB30A9"/>
    <w:rsid w:val="00AB3DB3"/>
    <w:rsid w:val="00AB41FF"/>
    <w:rsid w:val="00AB43F2"/>
    <w:rsid w:val="00AB4A06"/>
    <w:rsid w:val="00AB6285"/>
    <w:rsid w:val="00AB711F"/>
    <w:rsid w:val="00AB748F"/>
    <w:rsid w:val="00AB797C"/>
    <w:rsid w:val="00AC088F"/>
    <w:rsid w:val="00AC15A2"/>
    <w:rsid w:val="00AC299F"/>
    <w:rsid w:val="00AC38D5"/>
    <w:rsid w:val="00AC4D03"/>
    <w:rsid w:val="00AC4F48"/>
    <w:rsid w:val="00AC6191"/>
    <w:rsid w:val="00AC7B21"/>
    <w:rsid w:val="00AD0E65"/>
    <w:rsid w:val="00AD0F8E"/>
    <w:rsid w:val="00AD1C67"/>
    <w:rsid w:val="00AD283D"/>
    <w:rsid w:val="00AD427E"/>
    <w:rsid w:val="00AD56E5"/>
    <w:rsid w:val="00AD5BBD"/>
    <w:rsid w:val="00AD6698"/>
    <w:rsid w:val="00AD7154"/>
    <w:rsid w:val="00AD76CB"/>
    <w:rsid w:val="00AE030D"/>
    <w:rsid w:val="00AE08A5"/>
    <w:rsid w:val="00AE1432"/>
    <w:rsid w:val="00AE1757"/>
    <w:rsid w:val="00AE323A"/>
    <w:rsid w:val="00AE4385"/>
    <w:rsid w:val="00AE4C8D"/>
    <w:rsid w:val="00AE4CB4"/>
    <w:rsid w:val="00AE70A6"/>
    <w:rsid w:val="00AE7532"/>
    <w:rsid w:val="00AE7CE0"/>
    <w:rsid w:val="00AF2408"/>
    <w:rsid w:val="00AF2666"/>
    <w:rsid w:val="00AF42ED"/>
    <w:rsid w:val="00AF533C"/>
    <w:rsid w:val="00AF53C9"/>
    <w:rsid w:val="00AF5D33"/>
    <w:rsid w:val="00AF60B8"/>
    <w:rsid w:val="00AF6685"/>
    <w:rsid w:val="00AF6A22"/>
    <w:rsid w:val="00AF6CBF"/>
    <w:rsid w:val="00AF738E"/>
    <w:rsid w:val="00AF7BEB"/>
    <w:rsid w:val="00B00E4B"/>
    <w:rsid w:val="00B01207"/>
    <w:rsid w:val="00B018AA"/>
    <w:rsid w:val="00B01E7D"/>
    <w:rsid w:val="00B01F3B"/>
    <w:rsid w:val="00B02821"/>
    <w:rsid w:val="00B02BFE"/>
    <w:rsid w:val="00B02D9C"/>
    <w:rsid w:val="00B03062"/>
    <w:rsid w:val="00B03F6A"/>
    <w:rsid w:val="00B04521"/>
    <w:rsid w:val="00B05D87"/>
    <w:rsid w:val="00B05F54"/>
    <w:rsid w:val="00B064E9"/>
    <w:rsid w:val="00B06932"/>
    <w:rsid w:val="00B074B0"/>
    <w:rsid w:val="00B11023"/>
    <w:rsid w:val="00B11583"/>
    <w:rsid w:val="00B117C0"/>
    <w:rsid w:val="00B1191C"/>
    <w:rsid w:val="00B11C2D"/>
    <w:rsid w:val="00B12D43"/>
    <w:rsid w:val="00B12ED5"/>
    <w:rsid w:val="00B1305A"/>
    <w:rsid w:val="00B13A5C"/>
    <w:rsid w:val="00B13D17"/>
    <w:rsid w:val="00B1500A"/>
    <w:rsid w:val="00B155FC"/>
    <w:rsid w:val="00B158F1"/>
    <w:rsid w:val="00B160B0"/>
    <w:rsid w:val="00B20028"/>
    <w:rsid w:val="00B20FFF"/>
    <w:rsid w:val="00B21FD9"/>
    <w:rsid w:val="00B222C7"/>
    <w:rsid w:val="00B23851"/>
    <w:rsid w:val="00B23A96"/>
    <w:rsid w:val="00B23BF0"/>
    <w:rsid w:val="00B24D2B"/>
    <w:rsid w:val="00B25558"/>
    <w:rsid w:val="00B255E7"/>
    <w:rsid w:val="00B25E60"/>
    <w:rsid w:val="00B2628F"/>
    <w:rsid w:val="00B268E4"/>
    <w:rsid w:val="00B26A0E"/>
    <w:rsid w:val="00B274BB"/>
    <w:rsid w:val="00B27F7E"/>
    <w:rsid w:val="00B300B6"/>
    <w:rsid w:val="00B30859"/>
    <w:rsid w:val="00B32CDD"/>
    <w:rsid w:val="00B336C4"/>
    <w:rsid w:val="00B33AF7"/>
    <w:rsid w:val="00B33E59"/>
    <w:rsid w:val="00B348BF"/>
    <w:rsid w:val="00B40158"/>
    <w:rsid w:val="00B403AD"/>
    <w:rsid w:val="00B406AA"/>
    <w:rsid w:val="00B4104D"/>
    <w:rsid w:val="00B42116"/>
    <w:rsid w:val="00B422D9"/>
    <w:rsid w:val="00B42B57"/>
    <w:rsid w:val="00B4354F"/>
    <w:rsid w:val="00B43C57"/>
    <w:rsid w:val="00B43EFE"/>
    <w:rsid w:val="00B453E4"/>
    <w:rsid w:val="00B454A2"/>
    <w:rsid w:val="00B46209"/>
    <w:rsid w:val="00B46B6B"/>
    <w:rsid w:val="00B473A9"/>
    <w:rsid w:val="00B4758C"/>
    <w:rsid w:val="00B476DD"/>
    <w:rsid w:val="00B5212E"/>
    <w:rsid w:val="00B523B5"/>
    <w:rsid w:val="00B527FB"/>
    <w:rsid w:val="00B53EFC"/>
    <w:rsid w:val="00B553D3"/>
    <w:rsid w:val="00B560FA"/>
    <w:rsid w:val="00B5637D"/>
    <w:rsid w:val="00B57BD4"/>
    <w:rsid w:val="00B600D3"/>
    <w:rsid w:val="00B60557"/>
    <w:rsid w:val="00B609D2"/>
    <w:rsid w:val="00B62954"/>
    <w:rsid w:val="00B631AF"/>
    <w:rsid w:val="00B6359C"/>
    <w:rsid w:val="00B635DA"/>
    <w:rsid w:val="00B63954"/>
    <w:rsid w:val="00B64341"/>
    <w:rsid w:val="00B646A5"/>
    <w:rsid w:val="00B6629B"/>
    <w:rsid w:val="00B67ADC"/>
    <w:rsid w:val="00B70434"/>
    <w:rsid w:val="00B71380"/>
    <w:rsid w:val="00B71929"/>
    <w:rsid w:val="00B71A8F"/>
    <w:rsid w:val="00B71D44"/>
    <w:rsid w:val="00B72135"/>
    <w:rsid w:val="00B72244"/>
    <w:rsid w:val="00B722D7"/>
    <w:rsid w:val="00B74E4D"/>
    <w:rsid w:val="00B75596"/>
    <w:rsid w:val="00B762C9"/>
    <w:rsid w:val="00B7676C"/>
    <w:rsid w:val="00B767CF"/>
    <w:rsid w:val="00B779DB"/>
    <w:rsid w:val="00B8084D"/>
    <w:rsid w:val="00B810A2"/>
    <w:rsid w:val="00B8116D"/>
    <w:rsid w:val="00B81AB4"/>
    <w:rsid w:val="00B81BD0"/>
    <w:rsid w:val="00B82EC7"/>
    <w:rsid w:val="00B8384D"/>
    <w:rsid w:val="00B84C97"/>
    <w:rsid w:val="00B84F58"/>
    <w:rsid w:val="00B8519D"/>
    <w:rsid w:val="00B852A9"/>
    <w:rsid w:val="00B85385"/>
    <w:rsid w:val="00B86049"/>
    <w:rsid w:val="00B86B33"/>
    <w:rsid w:val="00B9098F"/>
    <w:rsid w:val="00B9401E"/>
    <w:rsid w:val="00B956E3"/>
    <w:rsid w:val="00B96AAE"/>
    <w:rsid w:val="00B97941"/>
    <w:rsid w:val="00B97CEB"/>
    <w:rsid w:val="00B97D04"/>
    <w:rsid w:val="00BA0E37"/>
    <w:rsid w:val="00BA125F"/>
    <w:rsid w:val="00BA126D"/>
    <w:rsid w:val="00BA16F4"/>
    <w:rsid w:val="00BA1A07"/>
    <w:rsid w:val="00BA1B4F"/>
    <w:rsid w:val="00BA2B99"/>
    <w:rsid w:val="00BA3E95"/>
    <w:rsid w:val="00BA43B1"/>
    <w:rsid w:val="00BA4BCA"/>
    <w:rsid w:val="00BA518C"/>
    <w:rsid w:val="00BB6455"/>
    <w:rsid w:val="00BB6795"/>
    <w:rsid w:val="00BC0A0A"/>
    <w:rsid w:val="00BC12C1"/>
    <w:rsid w:val="00BC274A"/>
    <w:rsid w:val="00BC2979"/>
    <w:rsid w:val="00BC355E"/>
    <w:rsid w:val="00BC3F16"/>
    <w:rsid w:val="00BC419B"/>
    <w:rsid w:val="00BC4292"/>
    <w:rsid w:val="00BC4944"/>
    <w:rsid w:val="00BC4DCC"/>
    <w:rsid w:val="00BC5267"/>
    <w:rsid w:val="00BC5384"/>
    <w:rsid w:val="00BC5E7B"/>
    <w:rsid w:val="00BC73DD"/>
    <w:rsid w:val="00BC763C"/>
    <w:rsid w:val="00BD076F"/>
    <w:rsid w:val="00BD1558"/>
    <w:rsid w:val="00BD22C5"/>
    <w:rsid w:val="00BD24CB"/>
    <w:rsid w:val="00BD269D"/>
    <w:rsid w:val="00BD41CF"/>
    <w:rsid w:val="00BD47B2"/>
    <w:rsid w:val="00BD4BD7"/>
    <w:rsid w:val="00BD4DA9"/>
    <w:rsid w:val="00BD50F4"/>
    <w:rsid w:val="00BD53C2"/>
    <w:rsid w:val="00BD5788"/>
    <w:rsid w:val="00BD77C3"/>
    <w:rsid w:val="00BD7CE6"/>
    <w:rsid w:val="00BE05DA"/>
    <w:rsid w:val="00BE14B2"/>
    <w:rsid w:val="00BE1F25"/>
    <w:rsid w:val="00BE2CFD"/>
    <w:rsid w:val="00BE4531"/>
    <w:rsid w:val="00BE5BF3"/>
    <w:rsid w:val="00BE5CFA"/>
    <w:rsid w:val="00BE60CA"/>
    <w:rsid w:val="00BE636F"/>
    <w:rsid w:val="00BE6F50"/>
    <w:rsid w:val="00BF0B86"/>
    <w:rsid w:val="00BF0F09"/>
    <w:rsid w:val="00BF16B4"/>
    <w:rsid w:val="00BF1704"/>
    <w:rsid w:val="00BF18F7"/>
    <w:rsid w:val="00BF1D09"/>
    <w:rsid w:val="00BF1EBA"/>
    <w:rsid w:val="00BF258F"/>
    <w:rsid w:val="00BF310C"/>
    <w:rsid w:val="00BF3DE9"/>
    <w:rsid w:val="00BF4D31"/>
    <w:rsid w:val="00BF5C89"/>
    <w:rsid w:val="00BF664B"/>
    <w:rsid w:val="00BF7DCA"/>
    <w:rsid w:val="00C0058C"/>
    <w:rsid w:val="00C007D7"/>
    <w:rsid w:val="00C02A17"/>
    <w:rsid w:val="00C03CAA"/>
    <w:rsid w:val="00C0464C"/>
    <w:rsid w:val="00C05A08"/>
    <w:rsid w:val="00C062C8"/>
    <w:rsid w:val="00C06562"/>
    <w:rsid w:val="00C06A5A"/>
    <w:rsid w:val="00C07842"/>
    <w:rsid w:val="00C07BC7"/>
    <w:rsid w:val="00C10293"/>
    <w:rsid w:val="00C10423"/>
    <w:rsid w:val="00C10D7E"/>
    <w:rsid w:val="00C11624"/>
    <w:rsid w:val="00C11721"/>
    <w:rsid w:val="00C118C7"/>
    <w:rsid w:val="00C15A20"/>
    <w:rsid w:val="00C15D72"/>
    <w:rsid w:val="00C174AE"/>
    <w:rsid w:val="00C2051B"/>
    <w:rsid w:val="00C207C5"/>
    <w:rsid w:val="00C2122C"/>
    <w:rsid w:val="00C21D4E"/>
    <w:rsid w:val="00C22238"/>
    <w:rsid w:val="00C2422B"/>
    <w:rsid w:val="00C242C7"/>
    <w:rsid w:val="00C253CE"/>
    <w:rsid w:val="00C25F0C"/>
    <w:rsid w:val="00C263EE"/>
    <w:rsid w:val="00C26713"/>
    <w:rsid w:val="00C27277"/>
    <w:rsid w:val="00C277CF"/>
    <w:rsid w:val="00C27D2C"/>
    <w:rsid w:val="00C30350"/>
    <w:rsid w:val="00C306D2"/>
    <w:rsid w:val="00C30747"/>
    <w:rsid w:val="00C30759"/>
    <w:rsid w:val="00C31156"/>
    <w:rsid w:val="00C31172"/>
    <w:rsid w:val="00C3151C"/>
    <w:rsid w:val="00C31D81"/>
    <w:rsid w:val="00C31DDE"/>
    <w:rsid w:val="00C3269E"/>
    <w:rsid w:val="00C327FC"/>
    <w:rsid w:val="00C32E6E"/>
    <w:rsid w:val="00C32FA1"/>
    <w:rsid w:val="00C33569"/>
    <w:rsid w:val="00C33939"/>
    <w:rsid w:val="00C34BE2"/>
    <w:rsid w:val="00C363D9"/>
    <w:rsid w:val="00C36728"/>
    <w:rsid w:val="00C37FE2"/>
    <w:rsid w:val="00C400CA"/>
    <w:rsid w:val="00C427B3"/>
    <w:rsid w:val="00C42FAC"/>
    <w:rsid w:val="00C43CE5"/>
    <w:rsid w:val="00C44A6A"/>
    <w:rsid w:val="00C45F60"/>
    <w:rsid w:val="00C46BE4"/>
    <w:rsid w:val="00C50161"/>
    <w:rsid w:val="00C50266"/>
    <w:rsid w:val="00C50EB9"/>
    <w:rsid w:val="00C51129"/>
    <w:rsid w:val="00C51E93"/>
    <w:rsid w:val="00C522C7"/>
    <w:rsid w:val="00C52406"/>
    <w:rsid w:val="00C53806"/>
    <w:rsid w:val="00C53A8F"/>
    <w:rsid w:val="00C53BAA"/>
    <w:rsid w:val="00C545BF"/>
    <w:rsid w:val="00C54F89"/>
    <w:rsid w:val="00C5523D"/>
    <w:rsid w:val="00C552CC"/>
    <w:rsid w:val="00C56425"/>
    <w:rsid w:val="00C5705A"/>
    <w:rsid w:val="00C5748A"/>
    <w:rsid w:val="00C578DE"/>
    <w:rsid w:val="00C601B0"/>
    <w:rsid w:val="00C60F15"/>
    <w:rsid w:val="00C61496"/>
    <w:rsid w:val="00C61CD5"/>
    <w:rsid w:val="00C62401"/>
    <w:rsid w:val="00C64352"/>
    <w:rsid w:val="00C643EE"/>
    <w:rsid w:val="00C6484B"/>
    <w:rsid w:val="00C65667"/>
    <w:rsid w:val="00C667F3"/>
    <w:rsid w:val="00C66CE9"/>
    <w:rsid w:val="00C67636"/>
    <w:rsid w:val="00C67F27"/>
    <w:rsid w:val="00C70DA4"/>
    <w:rsid w:val="00C727E7"/>
    <w:rsid w:val="00C736F8"/>
    <w:rsid w:val="00C7385B"/>
    <w:rsid w:val="00C73AA4"/>
    <w:rsid w:val="00C740A6"/>
    <w:rsid w:val="00C768ED"/>
    <w:rsid w:val="00C76AEA"/>
    <w:rsid w:val="00C770A6"/>
    <w:rsid w:val="00C77219"/>
    <w:rsid w:val="00C77DE4"/>
    <w:rsid w:val="00C82225"/>
    <w:rsid w:val="00C8294E"/>
    <w:rsid w:val="00C82D9E"/>
    <w:rsid w:val="00C82E95"/>
    <w:rsid w:val="00C83366"/>
    <w:rsid w:val="00C85CDC"/>
    <w:rsid w:val="00C86104"/>
    <w:rsid w:val="00C869D5"/>
    <w:rsid w:val="00C86AFE"/>
    <w:rsid w:val="00C9012D"/>
    <w:rsid w:val="00C901F4"/>
    <w:rsid w:val="00C906F1"/>
    <w:rsid w:val="00C90711"/>
    <w:rsid w:val="00C9195A"/>
    <w:rsid w:val="00C92028"/>
    <w:rsid w:val="00C926EF"/>
    <w:rsid w:val="00C928DA"/>
    <w:rsid w:val="00C9389D"/>
    <w:rsid w:val="00C95896"/>
    <w:rsid w:val="00C95E4A"/>
    <w:rsid w:val="00C9672F"/>
    <w:rsid w:val="00C97660"/>
    <w:rsid w:val="00C97951"/>
    <w:rsid w:val="00CA2406"/>
    <w:rsid w:val="00CA3307"/>
    <w:rsid w:val="00CA4533"/>
    <w:rsid w:val="00CA5372"/>
    <w:rsid w:val="00CA5FC1"/>
    <w:rsid w:val="00CA7CAF"/>
    <w:rsid w:val="00CB0A83"/>
    <w:rsid w:val="00CB1ED2"/>
    <w:rsid w:val="00CB1FD5"/>
    <w:rsid w:val="00CB242C"/>
    <w:rsid w:val="00CB2E4F"/>
    <w:rsid w:val="00CB2F53"/>
    <w:rsid w:val="00CB3207"/>
    <w:rsid w:val="00CB3349"/>
    <w:rsid w:val="00CB359C"/>
    <w:rsid w:val="00CB3975"/>
    <w:rsid w:val="00CB516D"/>
    <w:rsid w:val="00CB69B8"/>
    <w:rsid w:val="00CB6FBB"/>
    <w:rsid w:val="00CB75FD"/>
    <w:rsid w:val="00CB7EA4"/>
    <w:rsid w:val="00CC03C1"/>
    <w:rsid w:val="00CC19E4"/>
    <w:rsid w:val="00CC2866"/>
    <w:rsid w:val="00CC4677"/>
    <w:rsid w:val="00CC56B0"/>
    <w:rsid w:val="00CC6FA7"/>
    <w:rsid w:val="00CC7B3A"/>
    <w:rsid w:val="00CD05C9"/>
    <w:rsid w:val="00CD0B85"/>
    <w:rsid w:val="00CD0DF6"/>
    <w:rsid w:val="00CD1445"/>
    <w:rsid w:val="00CD3957"/>
    <w:rsid w:val="00CD3CFE"/>
    <w:rsid w:val="00CD4BD8"/>
    <w:rsid w:val="00CD640B"/>
    <w:rsid w:val="00CD70AB"/>
    <w:rsid w:val="00CD75DC"/>
    <w:rsid w:val="00CE02F1"/>
    <w:rsid w:val="00CE0E53"/>
    <w:rsid w:val="00CE143D"/>
    <w:rsid w:val="00CE14D6"/>
    <w:rsid w:val="00CE1ADE"/>
    <w:rsid w:val="00CE3563"/>
    <w:rsid w:val="00CE3D23"/>
    <w:rsid w:val="00CE3F34"/>
    <w:rsid w:val="00CE5018"/>
    <w:rsid w:val="00CE5407"/>
    <w:rsid w:val="00CE62AD"/>
    <w:rsid w:val="00CE6A4A"/>
    <w:rsid w:val="00CE6CA8"/>
    <w:rsid w:val="00CE6FBE"/>
    <w:rsid w:val="00CF0CE9"/>
    <w:rsid w:val="00CF1A9A"/>
    <w:rsid w:val="00CF2FB7"/>
    <w:rsid w:val="00CF3223"/>
    <w:rsid w:val="00CF3ADE"/>
    <w:rsid w:val="00CF404B"/>
    <w:rsid w:val="00CF4628"/>
    <w:rsid w:val="00CF4B1A"/>
    <w:rsid w:val="00CF5E7D"/>
    <w:rsid w:val="00CF62AE"/>
    <w:rsid w:val="00CF7554"/>
    <w:rsid w:val="00CF7E77"/>
    <w:rsid w:val="00D00458"/>
    <w:rsid w:val="00D00DA7"/>
    <w:rsid w:val="00D014B3"/>
    <w:rsid w:val="00D0237B"/>
    <w:rsid w:val="00D02F12"/>
    <w:rsid w:val="00D030AC"/>
    <w:rsid w:val="00D04991"/>
    <w:rsid w:val="00D05781"/>
    <w:rsid w:val="00D05E0D"/>
    <w:rsid w:val="00D061CF"/>
    <w:rsid w:val="00D0677A"/>
    <w:rsid w:val="00D07648"/>
    <w:rsid w:val="00D07B93"/>
    <w:rsid w:val="00D07FCF"/>
    <w:rsid w:val="00D11780"/>
    <w:rsid w:val="00D1258D"/>
    <w:rsid w:val="00D13F03"/>
    <w:rsid w:val="00D14E9D"/>
    <w:rsid w:val="00D155E5"/>
    <w:rsid w:val="00D17758"/>
    <w:rsid w:val="00D17FF5"/>
    <w:rsid w:val="00D21545"/>
    <w:rsid w:val="00D2171C"/>
    <w:rsid w:val="00D21A59"/>
    <w:rsid w:val="00D21DE2"/>
    <w:rsid w:val="00D23989"/>
    <w:rsid w:val="00D23A36"/>
    <w:rsid w:val="00D23F1B"/>
    <w:rsid w:val="00D24467"/>
    <w:rsid w:val="00D258AB"/>
    <w:rsid w:val="00D2614A"/>
    <w:rsid w:val="00D26245"/>
    <w:rsid w:val="00D2695E"/>
    <w:rsid w:val="00D2727C"/>
    <w:rsid w:val="00D30C17"/>
    <w:rsid w:val="00D31849"/>
    <w:rsid w:val="00D31F38"/>
    <w:rsid w:val="00D32B50"/>
    <w:rsid w:val="00D32FC2"/>
    <w:rsid w:val="00D332A9"/>
    <w:rsid w:val="00D334E5"/>
    <w:rsid w:val="00D33798"/>
    <w:rsid w:val="00D33F77"/>
    <w:rsid w:val="00D3464B"/>
    <w:rsid w:val="00D35D54"/>
    <w:rsid w:val="00D37BFF"/>
    <w:rsid w:val="00D4040F"/>
    <w:rsid w:val="00D41379"/>
    <w:rsid w:val="00D42003"/>
    <w:rsid w:val="00D42500"/>
    <w:rsid w:val="00D4363B"/>
    <w:rsid w:val="00D43A0C"/>
    <w:rsid w:val="00D44D46"/>
    <w:rsid w:val="00D44F06"/>
    <w:rsid w:val="00D44F0F"/>
    <w:rsid w:val="00D4564C"/>
    <w:rsid w:val="00D46019"/>
    <w:rsid w:val="00D4683C"/>
    <w:rsid w:val="00D46F09"/>
    <w:rsid w:val="00D47266"/>
    <w:rsid w:val="00D5096D"/>
    <w:rsid w:val="00D515F6"/>
    <w:rsid w:val="00D527E8"/>
    <w:rsid w:val="00D553B1"/>
    <w:rsid w:val="00D556BF"/>
    <w:rsid w:val="00D568FB"/>
    <w:rsid w:val="00D5744A"/>
    <w:rsid w:val="00D5765B"/>
    <w:rsid w:val="00D577E8"/>
    <w:rsid w:val="00D57812"/>
    <w:rsid w:val="00D57BC8"/>
    <w:rsid w:val="00D61BD9"/>
    <w:rsid w:val="00D61E26"/>
    <w:rsid w:val="00D63BBA"/>
    <w:rsid w:val="00D64C31"/>
    <w:rsid w:val="00D64E98"/>
    <w:rsid w:val="00D6597C"/>
    <w:rsid w:val="00D65C33"/>
    <w:rsid w:val="00D65D81"/>
    <w:rsid w:val="00D66904"/>
    <w:rsid w:val="00D67538"/>
    <w:rsid w:val="00D712DC"/>
    <w:rsid w:val="00D730E4"/>
    <w:rsid w:val="00D73347"/>
    <w:rsid w:val="00D73BDC"/>
    <w:rsid w:val="00D73E78"/>
    <w:rsid w:val="00D741F2"/>
    <w:rsid w:val="00D749B1"/>
    <w:rsid w:val="00D74D10"/>
    <w:rsid w:val="00D74EF5"/>
    <w:rsid w:val="00D7632B"/>
    <w:rsid w:val="00D77926"/>
    <w:rsid w:val="00D81272"/>
    <w:rsid w:val="00D812CE"/>
    <w:rsid w:val="00D829C3"/>
    <w:rsid w:val="00D82AC3"/>
    <w:rsid w:val="00D82CB5"/>
    <w:rsid w:val="00D8346C"/>
    <w:rsid w:val="00D8413B"/>
    <w:rsid w:val="00D852C8"/>
    <w:rsid w:val="00D857B8"/>
    <w:rsid w:val="00D864DF"/>
    <w:rsid w:val="00D86B81"/>
    <w:rsid w:val="00D86C25"/>
    <w:rsid w:val="00D86EF4"/>
    <w:rsid w:val="00D87073"/>
    <w:rsid w:val="00D872EF"/>
    <w:rsid w:val="00D87709"/>
    <w:rsid w:val="00D8775A"/>
    <w:rsid w:val="00D90569"/>
    <w:rsid w:val="00D90BDB"/>
    <w:rsid w:val="00D91834"/>
    <w:rsid w:val="00D91ADC"/>
    <w:rsid w:val="00D91B64"/>
    <w:rsid w:val="00D91EB0"/>
    <w:rsid w:val="00D92B5D"/>
    <w:rsid w:val="00D93834"/>
    <w:rsid w:val="00D94B3C"/>
    <w:rsid w:val="00D955AF"/>
    <w:rsid w:val="00D96932"/>
    <w:rsid w:val="00DA0433"/>
    <w:rsid w:val="00DA2B54"/>
    <w:rsid w:val="00DA3096"/>
    <w:rsid w:val="00DA3ABB"/>
    <w:rsid w:val="00DA3BA0"/>
    <w:rsid w:val="00DA3EE1"/>
    <w:rsid w:val="00DA4272"/>
    <w:rsid w:val="00DA47AB"/>
    <w:rsid w:val="00DA4A44"/>
    <w:rsid w:val="00DA531C"/>
    <w:rsid w:val="00DA534D"/>
    <w:rsid w:val="00DA56B4"/>
    <w:rsid w:val="00DA5A2A"/>
    <w:rsid w:val="00DA6460"/>
    <w:rsid w:val="00DA72A3"/>
    <w:rsid w:val="00DB0D4C"/>
    <w:rsid w:val="00DB224D"/>
    <w:rsid w:val="00DB2A08"/>
    <w:rsid w:val="00DB2E19"/>
    <w:rsid w:val="00DB4067"/>
    <w:rsid w:val="00DB4928"/>
    <w:rsid w:val="00DB6019"/>
    <w:rsid w:val="00DB6B71"/>
    <w:rsid w:val="00DB7729"/>
    <w:rsid w:val="00DB7EFC"/>
    <w:rsid w:val="00DC047C"/>
    <w:rsid w:val="00DC0A73"/>
    <w:rsid w:val="00DC0D4A"/>
    <w:rsid w:val="00DC152C"/>
    <w:rsid w:val="00DC2A29"/>
    <w:rsid w:val="00DC2B57"/>
    <w:rsid w:val="00DC4497"/>
    <w:rsid w:val="00DC4A51"/>
    <w:rsid w:val="00DC7F64"/>
    <w:rsid w:val="00DD0526"/>
    <w:rsid w:val="00DD07B8"/>
    <w:rsid w:val="00DD11A0"/>
    <w:rsid w:val="00DD2EF9"/>
    <w:rsid w:val="00DD3198"/>
    <w:rsid w:val="00DD46D6"/>
    <w:rsid w:val="00DD4934"/>
    <w:rsid w:val="00DD5351"/>
    <w:rsid w:val="00DD5AAF"/>
    <w:rsid w:val="00DD6EBB"/>
    <w:rsid w:val="00DD76FD"/>
    <w:rsid w:val="00DE2008"/>
    <w:rsid w:val="00DE2E8B"/>
    <w:rsid w:val="00DE37AA"/>
    <w:rsid w:val="00DE3B6C"/>
    <w:rsid w:val="00DE3E67"/>
    <w:rsid w:val="00DE3F11"/>
    <w:rsid w:val="00DE404D"/>
    <w:rsid w:val="00DE4338"/>
    <w:rsid w:val="00DE4353"/>
    <w:rsid w:val="00DE5B8C"/>
    <w:rsid w:val="00DE5D07"/>
    <w:rsid w:val="00DE60E3"/>
    <w:rsid w:val="00DE6567"/>
    <w:rsid w:val="00DE7DC3"/>
    <w:rsid w:val="00DF037B"/>
    <w:rsid w:val="00DF081D"/>
    <w:rsid w:val="00DF1032"/>
    <w:rsid w:val="00DF11B3"/>
    <w:rsid w:val="00DF2901"/>
    <w:rsid w:val="00DF39AE"/>
    <w:rsid w:val="00DF3D5A"/>
    <w:rsid w:val="00DF47A3"/>
    <w:rsid w:val="00DF4D32"/>
    <w:rsid w:val="00DF5A4C"/>
    <w:rsid w:val="00DF62A2"/>
    <w:rsid w:val="00DF64DB"/>
    <w:rsid w:val="00DF6DF8"/>
    <w:rsid w:val="00DF7738"/>
    <w:rsid w:val="00E01879"/>
    <w:rsid w:val="00E01CD4"/>
    <w:rsid w:val="00E01ED9"/>
    <w:rsid w:val="00E04C3F"/>
    <w:rsid w:val="00E0642B"/>
    <w:rsid w:val="00E072E5"/>
    <w:rsid w:val="00E07C42"/>
    <w:rsid w:val="00E07DBA"/>
    <w:rsid w:val="00E1100D"/>
    <w:rsid w:val="00E114E8"/>
    <w:rsid w:val="00E11FDF"/>
    <w:rsid w:val="00E12229"/>
    <w:rsid w:val="00E12D44"/>
    <w:rsid w:val="00E13BD5"/>
    <w:rsid w:val="00E16EE9"/>
    <w:rsid w:val="00E17945"/>
    <w:rsid w:val="00E17D1E"/>
    <w:rsid w:val="00E2076A"/>
    <w:rsid w:val="00E20832"/>
    <w:rsid w:val="00E21137"/>
    <w:rsid w:val="00E21D71"/>
    <w:rsid w:val="00E21F62"/>
    <w:rsid w:val="00E22050"/>
    <w:rsid w:val="00E22993"/>
    <w:rsid w:val="00E230AB"/>
    <w:rsid w:val="00E23778"/>
    <w:rsid w:val="00E24D00"/>
    <w:rsid w:val="00E26C73"/>
    <w:rsid w:val="00E27ECF"/>
    <w:rsid w:val="00E27FC5"/>
    <w:rsid w:val="00E3003D"/>
    <w:rsid w:val="00E3078C"/>
    <w:rsid w:val="00E317E6"/>
    <w:rsid w:val="00E32D0B"/>
    <w:rsid w:val="00E3382B"/>
    <w:rsid w:val="00E349EB"/>
    <w:rsid w:val="00E34A86"/>
    <w:rsid w:val="00E353D5"/>
    <w:rsid w:val="00E35568"/>
    <w:rsid w:val="00E37CF2"/>
    <w:rsid w:val="00E40BD2"/>
    <w:rsid w:val="00E40CC7"/>
    <w:rsid w:val="00E418B1"/>
    <w:rsid w:val="00E419A2"/>
    <w:rsid w:val="00E421FE"/>
    <w:rsid w:val="00E42219"/>
    <w:rsid w:val="00E42A0A"/>
    <w:rsid w:val="00E42F80"/>
    <w:rsid w:val="00E438B3"/>
    <w:rsid w:val="00E442C0"/>
    <w:rsid w:val="00E44F1A"/>
    <w:rsid w:val="00E45F5D"/>
    <w:rsid w:val="00E46350"/>
    <w:rsid w:val="00E467F9"/>
    <w:rsid w:val="00E470EF"/>
    <w:rsid w:val="00E5078D"/>
    <w:rsid w:val="00E51114"/>
    <w:rsid w:val="00E5128D"/>
    <w:rsid w:val="00E52055"/>
    <w:rsid w:val="00E53342"/>
    <w:rsid w:val="00E5394A"/>
    <w:rsid w:val="00E54300"/>
    <w:rsid w:val="00E54B14"/>
    <w:rsid w:val="00E54B2C"/>
    <w:rsid w:val="00E558E9"/>
    <w:rsid w:val="00E55AF6"/>
    <w:rsid w:val="00E56496"/>
    <w:rsid w:val="00E5694A"/>
    <w:rsid w:val="00E57D98"/>
    <w:rsid w:val="00E60035"/>
    <w:rsid w:val="00E601E1"/>
    <w:rsid w:val="00E62E9C"/>
    <w:rsid w:val="00E630F0"/>
    <w:rsid w:val="00E64071"/>
    <w:rsid w:val="00E6425B"/>
    <w:rsid w:val="00E6443F"/>
    <w:rsid w:val="00E651E1"/>
    <w:rsid w:val="00E6523E"/>
    <w:rsid w:val="00E657F9"/>
    <w:rsid w:val="00E65CDA"/>
    <w:rsid w:val="00E6650A"/>
    <w:rsid w:val="00E667DE"/>
    <w:rsid w:val="00E67EB3"/>
    <w:rsid w:val="00E700ED"/>
    <w:rsid w:val="00E71B4B"/>
    <w:rsid w:val="00E71DCC"/>
    <w:rsid w:val="00E72929"/>
    <w:rsid w:val="00E72F53"/>
    <w:rsid w:val="00E72F58"/>
    <w:rsid w:val="00E73E2E"/>
    <w:rsid w:val="00E75442"/>
    <w:rsid w:val="00E75B8A"/>
    <w:rsid w:val="00E769DF"/>
    <w:rsid w:val="00E76AF4"/>
    <w:rsid w:val="00E770A1"/>
    <w:rsid w:val="00E77106"/>
    <w:rsid w:val="00E77969"/>
    <w:rsid w:val="00E77A9B"/>
    <w:rsid w:val="00E80D65"/>
    <w:rsid w:val="00E81007"/>
    <w:rsid w:val="00E81583"/>
    <w:rsid w:val="00E81F20"/>
    <w:rsid w:val="00E82045"/>
    <w:rsid w:val="00E820E2"/>
    <w:rsid w:val="00E82C5C"/>
    <w:rsid w:val="00E84358"/>
    <w:rsid w:val="00E846B4"/>
    <w:rsid w:val="00E84E5D"/>
    <w:rsid w:val="00E85946"/>
    <w:rsid w:val="00E87E3A"/>
    <w:rsid w:val="00E9061E"/>
    <w:rsid w:val="00E91001"/>
    <w:rsid w:val="00E91AA1"/>
    <w:rsid w:val="00E961CE"/>
    <w:rsid w:val="00E96BBB"/>
    <w:rsid w:val="00E9759E"/>
    <w:rsid w:val="00EA0652"/>
    <w:rsid w:val="00EA101A"/>
    <w:rsid w:val="00EA1377"/>
    <w:rsid w:val="00EA156A"/>
    <w:rsid w:val="00EA1FC2"/>
    <w:rsid w:val="00EA2899"/>
    <w:rsid w:val="00EA38DB"/>
    <w:rsid w:val="00EA3EA1"/>
    <w:rsid w:val="00EA4727"/>
    <w:rsid w:val="00EA5A94"/>
    <w:rsid w:val="00EA5C94"/>
    <w:rsid w:val="00EA7330"/>
    <w:rsid w:val="00EB07F2"/>
    <w:rsid w:val="00EB1E1E"/>
    <w:rsid w:val="00EB3E91"/>
    <w:rsid w:val="00EB4B01"/>
    <w:rsid w:val="00EB6472"/>
    <w:rsid w:val="00EB6C05"/>
    <w:rsid w:val="00EB7136"/>
    <w:rsid w:val="00EB720C"/>
    <w:rsid w:val="00EB752E"/>
    <w:rsid w:val="00EB7AA2"/>
    <w:rsid w:val="00EC11FF"/>
    <w:rsid w:val="00EC2396"/>
    <w:rsid w:val="00EC3818"/>
    <w:rsid w:val="00EC3885"/>
    <w:rsid w:val="00EC455F"/>
    <w:rsid w:val="00EC4695"/>
    <w:rsid w:val="00EC5161"/>
    <w:rsid w:val="00EC5541"/>
    <w:rsid w:val="00EC5F6A"/>
    <w:rsid w:val="00EC631C"/>
    <w:rsid w:val="00EC6936"/>
    <w:rsid w:val="00EC7351"/>
    <w:rsid w:val="00ED074E"/>
    <w:rsid w:val="00ED0AF2"/>
    <w:rsid w:val="00ED0E31"/>
    <w:rsid w:val="00ED26C4"/>
    <w:rsid w:val="00ED36DB"/>
    <w:rsid w:val="00ED432A"/>
    <w:rsid w:val="00ED4A0D"/>
    <w:rsid w:val="00ED4EA1"/>
    <w:rsid w:val="00ED5EB9"/>
    <w:rsid w:val="00ED75F8"/>
    <w:rsid w:val="00EE09D5"/>
    <w:rsid w:val="00EE0B19"/>
    <w:rsid w:val="00EE2165"/>
    <w:rsid w:val="00EE298A"/>
    <w:rsid w:val="00EE30BF"/>
    <w:rsid w:val="00EE3EE4"/>
    <w:rsid w:val="00EE44D4"/>
    <w:rsid w:val="00EE534B"/>
    <w:rsid w:val="00EE6389"/>
    <w:rsid w:val="00EE79C3"/>
    <w:rsid w:val="00EE7F78"/>
    <w:rsid w:val="00EF08B6"/>
    <w:rsid w:val="00EF1CAB"/>
    <w:rsid w:val="00EF207C"/>
    <w:rsid w:val="00EF36B5"/>
    <w:rsid w:val="00EF447B"/>
    <w:rsid w:val="00EF46BE"/>
    <w:rsid w:val="00EF47FF"/>
    <w:rsid w:val="00EF4ABF"/>
    <w:rsid w:val="00EF4ACE"/>
    <w:rsid w:val="00EF58A2"/>
    <w:rsid w:val="00F01749"/>
    <w:rsid w:val="00F02338"/>
    <w:rsid w:val="00F02567"/>
    <w:rsid w:val="00F027F1"/>
    <w:rsid w:val="00F02927"/>
    <w:rsid w:val="00F02F9B"/>
    <w:rsid w:val="00F04EB0"/>
    <w:rsid w:val="00F04EEB"/>
    <w:rsid w:val="00F04F82"/>
    <w:rsid w:val="00F05325"/>
    <w:rsid w:val="00F054E1"/>
    <w:rsid w:val="00F05D92"/>
    <w:rsid w:val="00F06C45"/>
    <w:rsid w:val="00F071AF"/>
    <w:rsid w:val="00F07248"/>
    <w:rsid w:val="00F107A5"/>
    <w:rsid w:val="00F111BC"/>
    <w:rsid w:val="00F11204"/>
    <w:rsid w:val="00F11361"/>
    <w:rsid w:val="00F120C2"/>
    <w:rsid w:val="00F12239"/>
    <w:rsid w:val="00F12900"/>
    <w:rsid w:val="00F12FF8"/>
    <w:rsid w:val="00F130CD"/>
    <w:rsid w:val="00F13EF5"/>
    <w:rsid w:val="00F14136"/>
    <w:rsid w:val="00F142B3"/>
    <w:rsid w:val="00F15524"/>
    <w:rsid w:val="00F15697"/>
    <w:rsid w:val="00F15C4C"/>
    <w:rsid w:val="00F173A9"/>
    <w:rsid w:val="00F21AC7"/>
    <w:rsid w:val="00F2228B"/>
    <w:rsid w:val="00F22365"/>
    <w:rsid w:val="00F224C2"/>
    <w:rsid w:val="00F22A59"/>
    <w:rsid w:val="00F22D21"/>
    <w:rsid w:val="00F23D0D"/>
    <w:rsid w:val="00F23E7A"/>
    <w:rsid w:val="00F247B1"/>
    <w:rsid w:val="00F24B85"/>
    <w:rsid w:val="00F24F60"/>
    <w:rsid w:val="00F25F50"/>
    <w:rsid w:val="00F26F5C"/>
    <w:rsid w:val="00F27959"/>
    <w:rsid w:val="00F313B1"/>
    <w:rsid w:val="00F331DF"/>
    <w:rsid w:val="00F339D2"/>
    <w:rsid w:val="00F343A6"/>
    <w:rsid w:val="00F35CB4"/>
    <w:rsid w:val="00F37297"/>
    <w:rsid w:val="00F37CA1"/>
    <w:rsid w:val="00F37F0F"/>
    <w:rsid w:val="00F37FCC"/>
    <w:rsid w:val="00F402A1"/>
    <w:rsid w:val="00F4095C"/>
    <w:rsid w:val="00F421CB"/>
    <w:rsid w:val="00F439B7"/>
    <w:rsid w:val="00F442E4"/>
    <w:rsid w:val="00F45A45"/>
    <w:rsid w:val="00F46BED"/>
    <w:rsid w:val="00F46BF8"/>
    <w:rsid w:val="00F4729F"/>
    <w:rsid w:val="00F4778E"/>
    <w:rsid w:val="00F47900"/>
    <w:rsid w:val="00F501C0"/>
    <w:rsid w:val="00F50286"/>
    <w:rsid w:val="00F505A0"/>
    <w:rsid w:val="00F513AB"/>
    <w:rsid w:val="00F51687"/>
    <w:rsid w:val="00F5192D"/>
    <w:rsid w:val="00F5206E"/>
    <w:rsid w:val="00F52C2D"/>
    <w:rsid w:val="00F52E21"/>
    <w:rsid w:val="00F53480"/>
    <w:rsid w:val="00F53714"/>
    <w:rsid w:val="00F53D19"/>
    <w:rsid w:val="00F53EBE"/>
    <w:rsid w:val="00F544E7"/>
    <w:rsid w:val="00F54D30"/>
    <w:rsid w:val="00F54FFD"/>
    <w:rsid w:val="00F55F8A"/>
    <w:rsid w:val="00F609C7"/>
    <w:rsid w:val="00F6169E"/>
    <w:rsid w:val="00F64A06"/>
    <w:rsid w:val="00F64AFA"/>
    <w:rsid w:val="00F64B93"/>
    <w:rsid w:val="00F657BE"/>
    <w:rsid w:val="00F65B98"/>
    <w:rsid w:val="00F65CA1"/>
    <w:rsid w:val="00F6681F"/>
    <w:rsid w:val="00F66993"/>
    <w:rsid w:val="00F67C8C"/>
    <w:rsid w:val="00F67CDC"/>
    <w:rsid w:val="00F70713"/>
    <w:rsid w:val="00F712FD"/>
    <w:rsid w:val="00F71A33"/>
    <w:rsid w:val="00F7233C"/>
    <w:rsid w:val="00F726C6"/>
    <w:rsid w:val="00F72C27"/>
    <w:rsid w:val="00F736AC"/>
    <w:rsid w:val="00F741E2"/>
    <w:rsid w:val="00F7482A"/>
    <w:rsid w:val="00F7628B"/>
    <w:rsid w:val="00F76DD5"/>
    <w:rsid w:val="00F774A8"/>
    <w:rsid w:val="00F779D4"/>
    <w:rsid w:val="00F803B1"/>
    <w:rsid w:val="00F80B11"/>
    <w:rsid w:val="00F8162D"/>
    <w:rsid w:val="00F82BE0"/>
    <w:rsid w:val="00F82CFE"/>
    <w:rsid w:val="00F838EC"/>
    <w:rsid w:val="00F83FB2"/>
    <w:rsid w:val="00F8426F"/>
    <w:rsid w:val="00F844FE"/>
    <w:rsid w:val="00F84B4A"/>
    <w:rsid w:val="00F84F34"/>
    <w:rsid w:val="00F8540A"/>
    <w:rsid w:val="00F858B9"/>
    <w:rsid w:val="00F86637"/>
    <w:rsid w:val="00F86EEC"/>
    <w:rsid w:val="00F874D2"/>
    <w:rsid w:val="00F900D3"/>
    <w:rsid w:val="00F9068E"/>
    <w:rsid w:val="00F9138D"/>
    <w:rsid w:val="00F938FA"/>
    <w:rsid w:val="00F93ED7"/>
    <w:rsid w:val="00F94897"/>
    <w:rsid w:val="00F94ECE"/>
    <w:rsid w:val="00F9504C"/>
    <w:rsid w:val="00F96A5D"/>
    <w:rsid w:val="00FA405D"/>
    <w:rsid w:val="00FA4136"/>
    <w:rsid w:val="00FA4903"/>
    <w:rsid w:val="00FA5892"/>
    <w:rsid w:val="00FA5B40"/>
    <w:rsid w:val="00FA790F"/>
    <w:rsid w:val="00FB1508"/>
    <w:rsid w:val="00FB236E"/>
    <w:rsid w:val="00FB2546"/>
    <w:rsid w:val="00FB2A9F"/>
    <w:rsid w:val="00FB2E35"/>
    <w:rsid w:val="00FB2F3B"/>
    <w:rsid w:val="00FB300C"/>
    <w:rsid w:val="00FB32C0"/>
    <w:rsid w:val="00FB3778"/>
    <w:rsid w:val="00FB3D4D"/>
    <w:rsid w:val="00FB40DC"/>
    <w:rsid w:val="00FB4FE9"/>
    <w:rsid w:val="00FB55D7"/>
    <w:rsid w:val="00FB5A27"/>
    <w:rsid w:val="00FB60A5"/>
    <w:rsid w:val="00FB7BD7"/>
    <w:rsid w:val="00FC038B"/>
    <w:rsid w:val="00FC064E"/>
    <w:rsid w:val="00FC14B6"/>
    <w:rsid w:val="00FC179E"/>
    <w:rsid w:val="00FC1991"/>
    <w:rsid w:val="00FC3BBB"/>
    <w:rsid w:val="00FC61EF"/>
    <w:rsid w:val="00FC6541"/>
    <w:rsid w:val="00FC6754"/>
    <w:rsid w:val="00FC6888"/>
    <w:rsid w:val="00FC6AD5"/>
    <w:rsid w:val="00FC6BFA"/>
    <w:rsid w:val="00FC6CFB"/>
    <w:rsid w:val="00FC6E08"/>
    <w:rsid w:val="00FC6FC6"/>
    <w:rsid w:val="00FD01F7"/>
    <w:rsid w:val="00FD04D0"/>
    <w:rsid w:val="00FD0C38"/>
    <w:rsid w:val="00FD0D19"/>
    <w:rsid w:val="00FD2278"/>
    <w:rsid w:val="00FD25F7"/>
    <w:rsid w:val="00FD33AE"/>
    <w:rsid w:val="00FD42D4"/>
    <w:rsid w:val="00FD6A35"/>
    <w:rsid w:val="00FD7373"/>
    <w:rsid w:val="00FD76D6"/>
    <w:rsid w:val="00FE094F"/>
    <w:rsid w:val="00FE29FB"/>
    <w:rsid w:val="00FE2D61"/>
    <w:rsid w:val="00FE326C"/>
    <w:rsid w:val="00FE4600"/>
    <w:rsid w:val="00FE5821"/>
    <w:rsid w:val="00FE5BEC"/>
    <w:rsid w:val="00FE6186"/>
    <w:rsid w:val="00FE659F"/>
    <w:rsid w:val="00FE7198"/>
    <w:rsid w:val="00FE72C9"/>
    <w:rsid w:val="00FF04EA"/>
    <w:rsid w:val="00FF13EC"/>
    <w:rsid w:val="00FF18AB"/>
    <w:rsid w:val="00FF1AAD"/>
    <w:rsid w:val="00FF1C89"/>
    <w:rsid w:val="00FF4D0E"/>
    <w:rsid w:val="00FF7381"/>
  </w:rsids>
  <m:mathPr>
    <m:mathFont m:val="Cambria Math"/>
    <m:brkBin m:val="before"/>
    <m:brkBinSub m:val="--"/>
    <m:smallFrac m:val="0"/>
    <m:dispDef/>
    <m:lMargin m:val="0"/>
    <m:rMargin m:val="0"/>
    <m:defJc m:val="centerGroup"/>
    <m:wrapIndent m:val="1440"/>
    <m:intLim m:val="subSup"/>
    <m:naryLim m:val="undOvr"/>
  </m:mathPr>
  <w:themeFontLang w:val="da-DK"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DAAF4"/>
  <w15:docId w15:val="{3ECD2760-0402-4BAC-B8DA-0A6161ABC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da-DK"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1464"/>
    <w:pPr>
      <w:suppressAutoHyphens/>
      <w:spacing w:after="200"/>
    </w:pPr>
    <w:rPr>
      <w:color w:val="00000A"/>
      <w:sz w:val="22"/>
    </w:rPr>
  </w:style>
  <w:style w:type="paragraph" w:styleId="Overskrift1">
    <w:name w:val="heading 1"/>
    <w:basedOn w:val="Normal"/>
    <w:next w:val="Normal"/>
    <w:link w:val="Overskrift1Tegn"/>
    <w:uiPriority w:val="9"/>
    <w:qFormat/>
    <w:rsid w:val="00206DE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Heading"/>
    <w:qFormat/>
    <w:pPr>
      <w:outlineLvl w:val="1"/>
    </w:pPr>
  </w:style>
  <w:style w:type="paragraph" w:styleId="Overskrift3">
    <w:name w:val="heading 3"/>
    <w:basedOn w:val="Normal"/>
    <w:next w:val="Normal"/>
    <w:link w:val="Overskrift3Tegn"/>
    <w:uiPriority w:val="9"/>
    <w:semiHidden/>
    <w:unhideWhenUsed/>
    <w:qFormat/>
    <w:rsid w:val="006607D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Overskrift5">
    <w:name w:val="heading 5"/>
    <w:basedOn w:val="Normal"/>
    <w:link w:val="Overskrift5Tegn"/>
    <w:uiPriority w:val="9"/>
    <w:qFormat/>
    <w:rsid w:val="00152A60"/>
    <w:pPr>
      <w:spacing w:afterAutospacing="1" w:line="240" w:lineRule="auto"/>
      <w:outlineLvl w:val="4"/>
    </w:pPr>
    <w:rPr>
      <w:rFonts w:ascii="Questa-Regular" w:eastAsia="Times New Roman" w:hAnsi="Questa-Regular" w:cs="Times New Roman"/>
      <w:sz w:val="20"/>
      <w:szCs w:val="20"/>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qFormat/>
    <w:rsid w:val="00206DEE"/>
    <w:rPr>
      <w:rFonts w:asciiTheme="majorHAnsi" w:eastAsiaTheme="majorEastAsia" w:hAnsiTheme="majorHAnsi" w:cstheme="majorBidi"/>
      <w:b/>
      <w:bCs/>
      <w:color w:val="365F91" w:themeColor="accent1" w:themeShade="BF"/>
      <w:sz w:val="28"/>
      <w:szCs w:val="28"/>
    </w:rPr>
  </w:style>
  <w:style w:type="character" w:customStyle="1" w:styleId="Overskrift5Tegn">
    <w:name w:val="Overskrift 5 Tegn"/>
    <w:basedOn w:val="Standardskrifttypeiafsnit"/>
    <w:link w:val="Overskrift5"/>
    <w:uiPriority w:val="9"/>
    <w:qFormat/>
    <w:rsid w:val="00152A60"/>
    <w:rPr>
      <w:rFonts w:ascii="Questa-Regular" w:eastAsia="Times New Roman" w:hAnsi="Questa-Regular" w:cs="Times New Roman"/>
      <w:sz w:val="20"/>
      <w:szCs w:val="20"/>
      <w:lang w:eastAsia="da-DK"/>
    </w:rPr>
  </w:style>
  <w:style w:type="character" w:styleId="Kommentarhenvisning">
    <w:name w:val="annotation reference"/>
    <w:basedOn w:val="Standardskrifttypeiafsnit"/>
    <w:uiPriority w:val="99"/>
    <w:semiHidden/>
    <w:unhideWhenUsed/>
    <w:qFormat/>
    <w:rsid w:val="00EC01D1"/>
    <w:rPr>
      <w:sz w:val="16"/>
      <w:szCs w:val="16"/>
    </w:rPr>
  </w:style>
  <w:style w:type="character" w:customStyle="1" w:styleId="KommentartekstTegn">
    <w:name w:val="Kommentartekst Tegn"/>
    <w:basedOn w:val="Standardskrifttypeiafsnit"/>
    <w:link w:val="Kommentartekst"/>
    <w:uiPriority w:val="99"/>
    <w:qFormat/>
    <w:rsid w:val="00EC01D1"/>
    <w:rPr>
      <w:sz w:val="20"/>
      <w:szCs w:val="20"/>
    </w:rPr>
  </w:style>
  <w:style w:type="character" w:customStyle="1" w:styleId="italic">
    <w:name w:val="italic"/>
    <w:basedOn w:val="Standardskrifttypeiafsnit"/>
    <w:qFormat/>
    <w:rsid w:val="00EC01D1"/>
  </w:style>
  <w:style w:type="character" w:customStyle="1" w:styleId="stknr">
    <w:name w:val="stknr"/>
    <w:basedOn w:val="Standardskrifttypeiafsnit"/>
    <w:qFormat/>
    <w:rsid w:val="00EC01D1"/>
  </w:style>
  <w:style w:type="character" w:customStyle="1" w:styleId="stknr1">
    <w:name w:val="stknr1"/>
    <w:basedOn w:val="Standardskrifttypeiafsnit"/>
    <w:qFormat/>
    <w:rsid w:val="00EC01D1"/>
    <w:rPr>
      <w:rFonts w:ascii="Tahoma" w:hAnsi="Tahoma" w:cs="Tahoma"/>
      <w:i/>
      <w:iCs/>
      <w:color w:val="000000"/>
      <w:sz w:val="24"/>
      <w:szCs w:val="24"/>
      <w:shd w:val="clear" w:color="auto" w:fill="FFFFFF"/>
    </w:rPr>
  </w:style>
  <w:style w:type="character" w:customStyle="1" w:styleId="AT-BodyChar">
    <w:name w:val="AT-Body Char"/>
    <w:qFormat/>
    <w:locked/>
    <w:rsid w:val="00EC01D1"/>
    <w:rPr>
      <w:rFonts w:ascii="Times New Roman" w:eastAsia="Times New Roman" w:hAnsi="Times New Roman" w:cs="Times New Roman"/>
    </w:rPr>
  </w:style>
  <w:style w:type="character" w:customStyle="1" w:styleId="MarkeringsbobletekstTegn">
    <w:name w:val="Markeringsbobletekst Tegn"/>
    <w:basedOn w:val="Standardskrifttypeiafsnit"/>
    <w:link w:val="Markeringsbobletekst"/>
    <w:uiPriority w:val="99"/>
    <w:semiHidden/>
    <w:qFormat/>
    <w:rsid w:val="00EC01D1"/>
    <w:rPr>
      <w:rFonts w:ascii="Tahoma" w:hAnsi="Tahoma" w:cs="Tahoma"/>
      <w:sz w:val="16"/>
      <w:szCs w:val="16"/>
    </w:rPr>
  </w:style>
  <w:style w:type="character" w:customStyle="1" w:styleId="KommentaremneTegn">
    <w:name w:val="Kommentaremne Tegn"/>
    <w:basedOn w:val="KommentartekstTegn"/>
    <w:link w:val="Kommentaremne"/>
    <w:uiPriority w:val="99"/>
    <w:semiHidden/>
    <w:qFormat/>
    <w:rsid w:val="00EC01D1"/>
    <w:rPr>
      <w:b/>
      <w:bCs/>
      <w:sz w:val="20"/>
      <w:szCs w:val="20"/>
    </w:rPr>
  </w:style>
  <w:style w:type="character" w:customStyle="1" w:styleId="bold1">
    <w:name w:val="bold1"/>
    <w:basedOn w:val="Standardskrifttypeiafsnit"/>
    <w:qFormat/>
    <w:rsid w:val="00D34F09"/>
    <w:rPr>
      <w:rFonts w:ascii="Tahoma" w:hAnsi="Tahoma" w:cs="Tahoma"/>
      <w:color w:val="000000"/>
      <w:sz w:val="24"/>
      <w:szCs w:val="24"/>
      <w:shd w:val="clear" w:color="auto" w:fill="FFFFFF"/>
    </w:rPr>
  </w:style>
  <w:style w:type="character" w:customStyle="1" w:styleId="italic1">
    <w:name w:val="italic1"/>
    <w:basedOn w:val="Standardskrifttypeiafsnit"/>
    <w:qFormat/>
    <w:rsid w:val="00D34F09"/>
    <w:rPr>
      <w:rFonts w:ascii="Tahoma" w:hAnsi="Tahoma" w:cs="Tahoma"/>
      <w:i/>
      <w:iCs/>
      <w:color w:val="000000"/>
      <w:sz w:val="24"/>
      <w:szCs w:val="24"/>
      <w:shd w:val="clear" w:color="auto" w:fill="FFFFFF"/>
    </w:rPr>
  </w:style>
  <w:style w:type="character" w:customStyle="1" w:styleId="SidehovedTegn">
    <w:name w:val="Sidehoved Tegn"/>
    <w:basedOn w:val="Standardskrifttypeiafsnit"/>
    <w:link w:val="Sidehoved"/>
    <w:uiPriority w:val="99"/>
    <w:qFormat/>
    <w:rsid w:val="008F4B87"/>
  </w:style>
  <w:style w:type="character" w:customStyle="1" w:styleId="SidefodTegn">
    <w:name w:val="Sidefod Tegn"/>
    <w:basedOn w:val="Standardskrifttypeiafsnit"/>
    <w:link w:val="Sidefod"/>
    <w:uiPriority w:val="99"/>
    <w:qFormat/>
    <w:rsid w:val="008F4B87"/>
  </w:style>
  <w:style w:type="character" w:customStyle="1" w:styleId="InternetLink">
    <w:name w:val="Internet Link"/>
    <w:basedOn w:val="Standardskrifttypeiafsnit"/>
    <w:uiPriority w:val="99"/>
    <w:unhideWhenUsed/>
    <w:rsid w:val="009966DB"/>
    <w:rPr>
      <w:color w:val="0000FF" w:themeColor="hyperlink"/>
      <w:u w:val="single"/>
    </w:rPr>
  </w:style>
  <w:style w:type="character" w:customStyle="1" w:styleId="bold2">
    <w:name w:val="bold2"/>
    <w:basedOn w:val="Standardskrifttypeiafsnit"/>
    <w:qFormat/>
    <w:rsid w:val="000A02BD"/>
  </w:style>
  <w:style w:type="character" w:customStyle="1" w:styleId="st">
    <w:name w:val="st"/>
    <w:basedOn w:val="Standardskrifttypeiafsnit"/>
    <w:qFormat/>
    <w:rsid w:val="00206DEE"/>
  </w:style>
  <w:style w:type="character" w:styleId="Fremhv">
    <w:name w:val="Emphasis"/>
    <w:basedOn w:val="Standardskrifttypeiafsnit"/>
    <w:uiPriority w:val="20"/>
    <w:qFormat/>
    <w:rsid w:val="00206DEE"/>
    <w:rPr>
      <w:i/>
      <w:iCs/>
    </w:rPr>
  </w:style>
  <w:style w:type="character" w:customStyle="1" w:styleId="FodnotetekstTegn">
    <w:name w:val="Fodnotetekst Tegn"/>
    <w:basedOn w:val="Standardskrifttypeiafsnit"/>
    <w:link w:val="Fodnotetekst"/>
    <w:uiPriority w:val="99"/>
    <w:semiHidden/>
    <w:qFormat/>
    <w:rsid w:val="00206DEE"/>
    <w:rPr>
      <w:sz w:val="20"/>
      <w:szCs w:val="20"/>
    </w:rPr>
  </w:style>
  <w:style w:type="character" w:customStyle="1" w:styleId="liste1nr">
    <w:name w:val="liste1nr"/>
    <w:basedOn w:val="Standardskrifttypeiafsnit"/>
    <w:qFormat/>
    <w:rsid w:val="00206DEE"/>
  </w:style>
  <w:style w:type="character" w:customStyle="1" w:styleId="stknr2">
    <w:name w:val="stknr2"/>
    <w:basedOn w:val="Standardskrifttypeiafsnit"/>
    <w:qFormat/>
    <w:rsid w:val="00206DEE"/>
  </w:style>
  <w:style w:type="character" w:styleId="Fodnotehenvisning">
    <w:name w:val="footnote reference"/>
    <w:basedOn w:val="Standardskrifttypeiafsnit"/>
    <w:uiPriority w:val="99"/>
    <w:semiHidden/>
    <w:unhideWhenUsed/>
    <w:qFormat/>
    <w:rsid w:val="00B37D1B"/>
    <w:rPr>
      <w:vertAlign w:val="superscript"/>
    </w:rPr>
  </w:style>
  <w:style w:type="character" w:customStyle="1" w:styleId="italic2">
    <w:name w:val="italic2"/>
    <w:basedOn w:val="Standardskrifttypeiafsnit"/>
    <w:qFormat/>
    <w:rsid w:val="00D56D43"/>
  </w:style>
  <w:style w:type="character" w:styleId="BesgtLink">
    <w:name w:val="FollowedHyperlink"/>
    <w:basedOn w:val="Standardskrifttypeiafsnit"/>
    <w:uiPriority w:val="99"/>
    <w:semiHidden/>
    <w:unhideWhenUsed/>
    <w:qFormat/>
    <w:rsid w:val="0005023B"/>
    <w:rPr>
      <w:color w:val="800080" w:themeColor="followedHyperlink"/>
      <w:u w:val="single"/>
    </w:rPr>
  </w:style>
  <w:style w:type="character" w:customStyle="1" w:styleId="Overskrift3Tegn">
    <w:name w:val="Overskrift 3 Tegn"/>
    <w:basedOn w:val="Standardskrifttypeiafsnit"/>
    <w:link w:val="Overskrift3"/>
    <w:uiPriority w:val="9"/>
    <w:semiHidden/>
    <w:qFormat/>
    <w:rsid w:val="006607D7"/>
    <w:rPr>
      <w:rFonts w:asciiTheme="majorHAnsi" w:eastAsiaTheme="majorEastAsia" w:hAnsiTheme="majorHAnsi" w:cstheme="majorBidi"/>
      <w:color w:val="243F60" w:themeColor="accent1" w:themeShade="7F"/>
      <w:sz w:val="24"/>
      <w:szCs w:val="24"/>
    </w:rPr>
  </w:style>
  <w:style w:type="character" w:customStyle="1" w:styleId="field">
    <w:name w:val="field"/>
    <w:basedOn w:val="Standardskrifttypeiafsnit"/>
    <w:qFormat/>
    <w:rsid w:val="005B198E"/>
  </w:style>
  <w:style w:type="character" w:customStyle="1" w:styleId="paragrafnr2">
    <w:name w:val="paragrafnr2"/>
    <w:basedOn w:val="Standardskrifttypeiafsnit"/>
    <w:qFormat/>
    <w:rsid w:val="00EE2BBA"/>
  </w:style>
  <w:style w:type="character" w:customStyle="1" w:styleId="BrdtekstTegn">
    <w:name w:val="Brødtekst Tegn"/>
    <w:basedOn w:val="Standardskrifttypeiafsnit"/>
    <w:link w:val="TextBody"/>
    <w:qFormat/>
    <w:rsid w:val="00C641C8"/>
    <w:rPr>
      <w:rFonts w:ascii="Arial" w:eastAsia="Times New Roman" w:hAnsi="Arial" w:cs="Arial"/>
      <w:color w:val="000000"/>
      <w:spacing w:val="3"/>
      <w:sz w:val="20"/>
      <w:szCs w:val="20"/>
    </w:rPr>
  </w:style>
  <w:style w:type="character" w:styleId="Pladsholdertekst">
    <w:name w:val="Placeholder Text"/>
    <w:basedOn w:val="Standardskrifttypeiafsnit"/>
    <w:uiPriority w:val="99"/>
    <w:semiHidden/>
    <w:qFormat/>
    <w:rsid w:val="002D21BA"/>
    <w:rPr>
      <w:color w:val="808080"/>
    </w:rPr>
  </w:style>
  <w:style w:type="character" w:customStyle="1" w:styleId="ListLabel1">
    <w:name w:val="ListLabel 1"/>
    <w:qFormat/>
    <w:rPr>
      <w:rFonts w:eastAsia="Times New Roman" w:cs="Times New Roman"/>
    </w:rPr>
  </w:style>
  <w:style w:type="character" w:customStyle="1" w:styleId="ListLabel2">
    <w:name w:val="ListLabel 2"/>
    <w:qFormat/>
    <w:rPr>
      <w:rFonts w:cs="Courier New"/>
    </w:rPr>
  </w:style>
  <w:style w:type="character" w:customStyle="1" w:styleId="ListLabel3">
    <w:name w:val="ListLabel 3"/>
    <w:qFormat/>
    <w:rPr>
      <w:rFonts w:ascii="Times New Roman" w:eastAsia="Calibri" w:hAnsi="Times New Roman" w:cs="Calibri"/>
    </w:rPr>
  </w:style>
  <w:style w:type="character" w:customStyle="1" w:styleId="ListLabel4">
    <w:name w:val="ListLabel 4"/>
    <w:qFormat/>
    <w:rPr>
      <w:rFonts w:ascii="Times New Roman" w:eastAsia="Calibri" w:hAnsi="Times New Roman" w:cs="Times New Roman"/>
    </w:rPr>
  </w:style>
  <w:style w:type="character" w:customStyle="1" w:styleId="ListLabel5">
    <w:name w:val="ListLabel 5"/>
    <w:qFormat/>
    <w:rPr>
      <w:rFonts w:cs="Times New Roman"/>
      <w:sz w:val="24"/>
    </w:rPr>
  </w:style>
  <w:style w:type="character" w:customStyle="1" w:styleId="ListLabel6">
    <w:name w:val="ListLabel 6"/>
    <w:qFormat/>
    <w:rPr>
      <w:i/>
    </w:rPr>
  </w:style>
  <w:style w:type="character" w:customStyle="1" w:styleId="ListLabel7">
    <w:name w:val="ListLabel 7"/>
    <w:qFormat/>
    <w:rPr>
      <w:rFonts w:cs="Times New Roman"/>
      <w:i/>
      <w:sz w:val="24"/>
    </w:rPr>
  </w:style>
  <w:style w:type="character" w:customStyle="1" w:styleId="ListLabel8">
    <w:name w:val="ListLabel 8"/>
    <w:qFormat/>
    <w:rPr>
      <w:i/>
      <w:sz w:val="24"/>
      <w:szCs w:val="24"/>
    </w:rPr>
  </w:style>
  <w:style w:type="character" w:customStyle="1" w:styleId="ListLabel9">
    <w:name w:val="ListLabel 9"/>
    <w:qFormat/>
    <w:rPr>
      <w:rFonts w:ascii="Times New Roman" w:hAnsi="Times New Roman"/>
      <w:sz w:val="24"/>
      <w:szCs w:val="24"/>
    </w:rPr>
  </w:style>
  <w:style w:type="character" w:customStyle="1" w:styleId="ListLabel10">
    <w:name w:val="ListLabel 10"/>
    <w:qFormat/>
    <w:rPr>
      <w:sz w:val="24"/>
      <w:szCs w:val="24"/>
    </w:rPr>
  </w:style>
  <w:style w:type="character" w:customStyle="1" w:styleId="ListLabel11">
    <w:name w:val="ListLabel 11"/>
    <w:qFormat/>
    <w:rPr>
      <w:rFonts w:ascii="Times New Roman" w:hAnsi="Times New Roman" w:cs="Times New Roman"/>
    </w:rPr>
  </w:style>
  <w:style w:type="character" w:customStyle="1" w:styleId="ListLabel12">
    <w:name w:val="ListLabel 12"/>
    <w:qFormat/>
    <w:rPr>
      <w:rFonts w:cs="Courier New"/>
    </w:rPr>
  </w:style>
  <w:style w:type="character" w:customStyle="1" w:styleId="ListLabel13">
    <w:name w:val="ListLabel 13"/>
    <w:qFormat/>
    <w:rPr>
      <w:rFonts w:cs="Wingdings"/>
    </w:rPr>
  </w:style>
  <w:style w:type="character" w:customStyle="1" w:styleId="ListLabel14">
    <w:name w:val="ListLabel 14"/>
    <w:qFormat/>
    <w:rPr>
      <w:rFonts w:ascii="Times New Roman" w:hAnsi="Times New Roman" w:cs="Calibri"/>
    </w:rPr>
  </w:style>
  <w:style w:type="character" w:customStyle="1" w:styleId="ListLabel15">
    <w:name w:val="ListLabel 15"/>
    <w:qFormat/>
    <w:rPr>
      <w:sz w:val="24"/>
      <w:szCs w:val="24"/>
    </w:rPr>
  </w:style>
  <w:style w:type="character" w:customStyle="1" w:styleId="ListLabel16">
    <w:name w:val="ListLabel 16"/>
    <w:qFormat/>
    <w:rPr>
      <w:rFonts w:ascii="Times New Roman" w:hAnsi="Times New Roman" w:cs="Times New Roman"/>
    </w:rPr>
  </w:style>
  <w:style w:type="character" w:customStyle="1" w:styleId="ListLabel17">
    <w:name w:val="ListLabel 17"/>
    <w:qFormat/>
    <w:rPr>
      <w:rFonts w:cs="Courier New"/>
    </w:rPr>
  </w:style>
  <w:style w:type="character" w:customStyle="1" w:styleId="ListLabel18">
    <w:name w:val="ListLabel 18"/>
    <w:qFormat/>
    <w:rPr>
      <w:rFonts w:cs="Wingdings"/>
    </w:rPr>
  </w:style>
  <w:style w:type="character" w:customStyle="1" w:styleId="ListLabel19">
    <w:name w:val="ListLabel 19"/>
    <w:qFormat/>
    <w:rPr>
      <w:rFonts w:ascii="Times New Roman" w:hAnsi="Times New Roman" w:cs="Calibri"/>
    </w:rPr>
  </w:style>
  <w:style w:type="character" w:customStyle="1" w:styleId="ListLabel20">
    <w:name w:val="ListLabel 20"/>
    <w:qFormat/>
    <w:rPr>
      <w:sz w:val="24"/>
      <w:szCs w:val="24"/>
    </w:rPr>
  </w:style>
  <w:style w:type="character" w:customStyle="1" w:styleId="ListLabel21">
    <w:name w:val="ListLabel 21"/>
    <w:qFormat/>
    <w:rPr>
      <w:rFonts w:cs="Times New Roman"/>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Calibri"/>
    </w:rPr>
  </w:style>
  <w:style w:type="character" w:customStyle="1" w:styleId="ListLabel25">
    <w:name w:val="ListLabel 25"/>
    <w:qFormat/>
    <w:rPr>
      <w:sz w:val="24"/>
      <w:szCs w:val="24"/>
    </w:rPr>
  </w:style>
  <w:style w:type="character" w:customStyle="1" w:styleId="ListLabel26">
    <w:name w:val="ListLabel 26"/>
    <w:qFormat/>
    <w:rPr>
      <w:rFonts w:cs="Times New Roman"/>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cs="Calibri"/>
    </w:rPr>
  </w:style>
  <w:style w:type="character" w:customStyle="1" w:styleId="ListLabel30">
    <w:name w:val="ListLabel 30"/>
    <w:qFormat/>
    <w:rPr>
      <w:sz w:val="24"/>
      <w:szCs w:val="24"/>
    </w:rPr>
  </w:style>
  <w:style w:type="character" w:customStyle="1" w:styleId="ListLabel31">
    <w:name w:val="ListLabel 31"/>
    <w:qFormat/>
    <w:rPr>
      <w:rFonts w:cs="Times New Roman"/>
    </w:rPr>
  </w:style>
  <w:style w:type="character" w:customStyle="1" w:styleId="ListLabel32">
    <w:name w:val="ListLabel 32"/>
    <w:qFormat/>
    <w:rPr>
      <w:rFonts w:cs="Courier New"/>
    </w:rPr>
  </w:style>
  <w:style w:type="character" w:customStyle="1" w:styleId="ListLabel33">
    <w:name w:val="ListLabel 33"/>
    <w:qFormat/>
    <w:rPr>
      <w:rFonts w:cs="Wingdings"/>
    </w:rPr>
  </w:style>
  <w:style w:type="character" w:customStyle="1" w:styleId="ListLabel34">
    <w:name w:val="ListLabel 34"/>
    <w:qFormat/>
    <w:rPr>
      <w:rFonts w:cs="Calibri"/>
    </w:rPr>
  </w:style>
  <w:style w:type="character" w:customStyle="1" w:styleId="Bullets">
    <w:name w:val="Bullets"/>
    <w:qFormat/>
    <w:rPr>
      <w:rFonts w:ascii="OpenSymbol" w:eastAsia="OpenSymbol" w:hAnsi="OpenSymbol" w:cs="OpenSymbol"/>
    </w:rPr>
  </w:style>
  <w:style w:type="character" w:customStyle="1" w:styleId="ListLabel35">
    <w:name w:val="ListLabel 35"/>
    <w:qFormat/>
    <w:rPr>
      <w:sz w:val="24"/>
      <w:szCs w:val="24"/>
    </w:rPr>
  </w:style>
  <w:style w:type="character" w:customStyle="1" w:styleId="ListLabel36">
    <w:name w:val="ListLabel 36"/>
    <w:qFormat/>
    <w:rPr>
      <w:rFonts w:cs="Times New Roman"/>
    </w:rPr>
  </w:style>
  <w:style w:type="character" w:customStyle="1" w:styleId="ListLabel37">
    <w:name w:val="ListLabel 37"/>
    <w:qFormat/>
    <w:rPr>
      <w:rFonts w:cs="Courier New"/>
    </w:rPr>
  </w:style>
  <w:style w:type="character" w:customStyle="1" w:styleId="ListLabel38">
    <w:name w:val="ListLabel 38"/>
    <w:qFormat/>
    <w:rPr>
      <w:rFonts w:cs="Wingdings"/>
    </w:rPr>
  </w:style>
  <w:style w:type="character" w:customStyle="1" w:styleId="ListLabel39">
    <w:name w:val="ListLabel 39"/>
    <w:qFormat/>
    <w:rPr>
      <w:rFonts w:cs="Calibri"/>
    </w:rPr>
  </w:style>
  <w:style w:type="character" w:customStyle="1" w:styleId="ListLabel40">
    <w:name w:val="ListLabel 40"/>
    <w:qFormat/>
    <w:rPr>
      <w:rFonts w:cs="OpenSymbol"/>
    </w:rPr>
  </w:style>
  <w:style w:type="character" w:customStyle="1" w:styleId="NumberingSymbols">
    <w:name w:val="Numbering Symbols"/>
    <w:qFormat/>
  </w:style>
  <w:style w:type="paragraph" w:customStyle="1" w:styleId="Heading">
    <w:name w:val="Heading"/>
    <w:basedOn w:val="Normal"/>
    <w:next w:val="TextBody"/>
    <w:qFormat/>
    <w:pPr>
      <w:keepNext/>
      <w:spacing w:before="240" w:after="120"/>
    </w:pPr>
    <w:rPr>
      <w:rFonts w:ascii="Arial" w:eastAsia="Arial" w:hAnsi="Arial" w:cs="Arial"/>
      <w:sz w:val="28"/>
      <w:szCs w:val="28"/>
    </w:rPr>
  </w:style>
  <w:style w:type="paragraph" w:customStyle="1" w:styleId="TextBody">
    <w:name w:val="Text Body"/>
    <w:basedOn w:val="Normal"/>
    <w:link w:val="BrdtekstTegn"/>
    <w:qFormat/>
    <w:rsid w:val="00C641C8"/>
    <w:pPr>
      <w:widowControl w:val="0"/>
      <w:spacing w:after="0" w:line="280" w:lineRule="atLeast"/>
      <w:jc w:val="both"/>
    </w:pPr>
    <w:rPr>
      <w:rFonts w:ascii="Arial" w:eastAsia="Times New Roman" w:hAnsi="Arial" w:cs="Arial"/>
      <w:color w:val="000000"/>
      <w:spacing w:val="3"/>
      <w:sz w:val="20"/>
      <w:szCs w:val="20"/>
    </w:rPr>
  </w:style>
  <w:style w:type="paragraph" w:styleId="Liste">
    <w:name w:val="List"/>
    <w:basedOn w:val="TextBody"/>
  </w:style>
  <w:style w:type="paragraph" w:styleId="Billedtekst">
    <w:name w:val="caption"/>
    <w:basedOn w:val="Normal"/>
    <w:qFormat/>
    <w:pPr>
      <w:suppressLineNumbers/>
      <w:spacing w:before="120" w:after="120"/>
    </w:pPr>
    <w:rPr>
      <w:i/>
      <w:iCs/>
      <w:sz w:val="24"/>
      <w:szCs w:val="24"/>
    </w:rPr>
  </w:style>
  <w:style w:type="paragraph" w:customStyle="1" w:styleId="Index">
    <w:name w:val="Index"/>
    <w:basedOn w:val="Normal"/>
    <w:qFormat/>
    <w:pPr>
      <w:suppressLineNumbers/>
    </w:pPr>
  </w:style>
  <w:style w:type="paragraph" w:customStyle="1" w:styleId="dokumenthoved">
    <w:name w:val="dokumenthoved"/>
    <w:basedOn w:val="Normal"/>
    <w:qFormat/>
    <w:rsid w:val="00EC01D1"/>
    <w:pPr>
      <w:spacing w:beforeAutospacing="1" w:line="240" w:lineRule="auto"/>
      <w:jc w:val="center"/>
    </w:pPr>
    <w:rPr>
      <w:rFonts w:ascii="Tahoma" w:eastAsia="Times New Roman" w:hAnsi="Tahoma" w:cs="Tahoma"/>
      <w:color w:val="000000"/>
      <w:sz w:val="24"/>
      <w:szCs w:val="24"/>
      <w:lang w:eastAsia="da-DK"/>
    </w:rPr>
  </w:style>
  <w:style w:type="paragraph" w:customStyle="1" w:styleId="titelprefiks1">
    <w:name w:val="titelprefiks1"/>
    <w:basedOn w:val="Normal"/>
    <w:qFormat/>
    <w:rsid w:val="00EC01D1"/>
    <w:pPr>
      <w:spacing w:before="200" w:line="240" w:lineRule="auto"/>
      <w:jc w:val="center"/>
    </w:pPr>
    <w:rPr>
      <w:rFonts w:ascii="Tahoma" w:eastAsia="Times New Roman" w:hAnsi="Tahoma" w:cs="Tahoma"/>
      <w:b/>
      <w:bCs/>
      <w:color w:val="000000"/>
      <w:sz w:val="40"/>
      <w:szCs w:val="40"/>
      <w:lang w:eastAsia="da-DK"/>
    </w:rPr>
  </w:style>
  <w:style w:type="paragraph" w:customStyle="1" w:styleId="titelprefiks2">
    <w:name w:val="titelprefiks2"/>
    <w:basedOn w:val="Normal"/>
    <w:qFormat/>
    <w:rsid w:val="00EC01D1"/>
    <w:pPr>
      <w:spacing w:before="200" w:line="240" w:lineRule="auto"/>
      <w:jc w:val="center"/>
    </w:pPr>
    <w:rPr>
      <w:rFonts w:ascii="Tahoma" w:eastAsia="Times New Roman" w:hAnsi="Tahoma" w:cs="Tahoma"/>
      <w:color w:val="000000"/>
      <w:sz w:val="30"/>
      <w:szCs w:val="30"/>
      <w:lang w:eastAsia="da-DK"/>
    </w:rPr>
  </w:style>
  <w:style w:type="paragraph" w:customStyle="1" w:styleId="titel2">
    <w:name w:val="titel2"/>
    <w:basedOn w:val="Normal"/>
    <w:qFormat/>
    <w:rsid w:val="00EC01D1"/>
    <w:pPr>
      <w:spacing w:before="200" w:line="240" w:lineRule="auto"/>
      <w:jc w:val="center"/>
    </w:pPr>
    <w:rPr>
      <w:rFonts w:ascii="Tahoma" w:eastAsia="Times New Roman" w:hAnsi="Tahoma" w:cs="Tahoma"/>
      <w:color w:val="000000"/>
      <w:sz w:val="40"/>
      <w:szCs w:val="40"/>
      <w:lang w:eastAsia="da-DK"/>
    </w:rPr>
  </w:style>
  <w:style w:type="paragraph" w:styleId="Kommentartekst">
    <w:name w:val="annotation text"/>
    <w:basedOn w:val="Normal"/>
    <w:link w:val="KommentartekstTegn"/>
    <w:uiPriority w:val="99"/>
    <w:unhideWhenUsed/>
    <w:qFormat/>
    <w:rsid w:val="00EC01D1"/>
    <w:pPr>
      <w:spacing w:line="240" w:lineRule="auto"/>
    </w:pPr>
    <w:rPr>
      <w:sz w:val="20"/>
      <w:szCs w:val="20"/>
    </w:rPr>
  </w:style>
  <w:style w:type="paragraph" w:styleId="Listeafsnit">
    <w:name w:val="List Paragraph"/>
    <w:basedOn w:val="Normal"/>
    <w:uiPriority w:val="34"/>
    <w:qFormat/>
    <w:rsid w:val="00EC01D1"/>
    <w:pPr>
      <w:ind w:left="720"/>
      <w:contextualSpacing/>
    </w:pPr>
  </w:style>
  <w:style w:type="paragraph" w:customStyle="1" w:styleId="stk2">
    <w:name w:val="stk2"/>
    <w:basedOn w:val="Normal"/>
    <w:qFormat/>
    <w:rsid w:val="00EC01D1"/>
    <w:pPr>
      <w:spacing w:after="0" w:line="240" w:lineRule="auto"/>
      <w:ind w:firstLine="240"/>
    </w:pPr>
    <w:rPr>
      <w:rFonts w:ascii="Tahoma" w:eastAsia="Times New Roman" w:hAnsi="Tahoma" w:cs="Tahoma"/>
      <w:color w:val="000000"/>
      <w:sz w:val="24"/>
      <w:szCs w:val="24"/>
      <w:lang w:eastAsia="da-DK"/>
    </w:rPr>
  </w:style>
  <w:style w:type="paragraph" w:customStyle="1" w:styleId="AT-Body">
    <w:name w:val="AT-Body"/>
    <w:basedOn w:val="Normal"/>
    <w:qFormat/>
    <w:rsid w:val="00EC01D1"/>
    <w:pPr>
      <w:tabs>
        <w:tab w:val="left" w:pos="7699"/>
      </w:tabs>
      <w:spacing w:before="240" w:after="240" w:line="240" w:lineRule="auto"/>
    </w:pPr>
    <w:rPr>
      <w:rFonts w:ascii="Times New Roman" w:eastAsia="Times New Roman" w:hAnsi="Times New Roman" w:cs="Times New Roman"/>
    </w:rPr>
  </w:style>
  <w:style w:type="paragraph" w:styleId="Markeringsbobletekst">
    <w:name w:val="Balloon Text"/>
    <w:basedOn w:val="Normal"/>
    <w:link w:val="MarkeringsbobletekstTegn"/>
    <w:uiPriority w:val="99"/>
    <w:semiHidden/>
    <w:unhideWhenUsed/>
    <w:qFormat/>
    <w:rsid w:val="00EC01D1"/>
    <w:pPr>
      <w:spacing w:after="0" w:line="240" w:lineRule="auto"/>
    </w:pPr>
    <w:rPr>
      <w:rFonts w:ascii="Tahoma" w:hAnsi="Tahoma" w:cs="Tahoma"/>
      <w:sz w:val="16"/>
      <w:szCs w:val="16"/>
    </w:rPr>
  </w:style>
  <w:style w:type="paragraph" w:styleId="Kommentaremne">
    <w:name w:val="annotation subject"/>
    <w:basedOn w:val="Kommentartekst"/>
    <w:link w:val="KommentaremneTegn"/>
    <w:uiPriority w:val="99"/>
    <w:semiHidden/>
    <w:unhideWhenUsed/>
    <w:qFormat/>
    <w:rsid w:val="00EC01D1"/>
    <w:rPr>
      <w:b/>
      <w:bCs/>
    </w:rPr>
  </w:style>
  <w:style w:type="paragraph" w:styleId="Ingenafstand">
    <w:name w:val="No Spacing"/>
    <w:uiPriority w:val="1"/>
    <w:qFormat/>
    <w:rsid w:val="00C16B8F"/>
    <w:pPr>
      <w:suppressAutoHyphens/>
      <w:spacing w:line="240" w:lineRule="auto"/>
    </w:pPr>
    <w:rPr>
      <w:color w:val="00000A"/>
      <w:sz w:val="22"/>
    </w:rPr>
  </w:style>
  <w:style w:type="paragraph" w:styleId="NormalWeb">
    <w:name w:val="Normal (Web)"/>
    <w:basedOn w:val="Normal"/>
    <w:uiPriority w:val="99"/>
    <w:unhideWhenUsed/>
    <w:qFormat/>
    <w:rsid w:val="00D34F09"/>
    <w:pPr>
      <w:spacing w:beforeAutospacing="1" w:afterAutospacing="1" w:line="240" w:lineRule="auto"/>
    </w:pPr>
    <w:rPr>
      <w:rFonts w:ascii="Tahoma" w:eastAsia="Times New Roman" w:hAnsi="Tahoma" w:cs="Tahoma"/>
      <w:color w:val="000000"/>
      <w:sz w:val="24"/>
      <w:szCs w:val="24"/>
      <w:lang w:eastAsia="da-DK"/>
    </w:rPr>
  </w:style>
  <w:style w:type="paragraph" w:customStyle="1" w:styleId="normalind9">
    <w:name w:val="normalind9"/>
    <w:basedOn w:val="Normal"/>
    <w:qFormat/>
    <w:rsid w:val="003D7994"/>
    <w:pPr>
      <w:spacing w:beforeAutospacing="1" w:afterAutospacing="1" w:line="240" w:lineRule="auto"/>
    </w:pPr>
    <w:rPr>
      <w:rFonts w:ascii="Times New Roman" w:eastAsia="Times New Roman" w:hAnsi="Times New Roman" w:cs="Times New Roman"/>
      <w:sz w:val="24"/>
      <w:szCs w:val="24"/>
      <w:lang w:eastAsia="da-DK"/>
    </w:rPr>
  </w:style>
  <w:style w:type="paragraph" w:customStyle="1" w:styleId="liste1">
    <w:name w:val="liste1"/>
    <w:basedOn w:val="Normal"/>
    <w:qFormat/>
    <w:rsid w:val="00AE179E"/>
    <w:pPr>
      <w:spacing w:beforeAutospacing="1" w:afterAutospacing="1" w:line="240" w:lineRule="auto"/>
    </w:pPr>
    <w:rPr>
      <w:rFonts w:ascii="Times New Roman" w:eastAsia="Times New Roman" w:hAnsi="Times New Roman" w:cs="Times New Roman"/>
      <w:sz w:val="24"/>
      <w:szCs w:val="24"/>
      <w:lang w:eastAsia="da-DK"/>
    </w:rPr>
  </w:style>
  <w:style w:type="paragraph" w:styleId="Sidehoved">
    <w:name w:val="header"/>
    <w:basedOn w:val="Normal"/>
    <w:link w:val="SidehovedTegn"/>
    <w:uiPriority w:val="99"/>
    <w:unhideWhenUsed/>
    <w:rsid w:val="008F4B87"/>
    <w:pPr>
      <w:tabs>
        <w:tab w:val="center" w:pos="4819"/>
        <w:tab w:val="right" w:pos="9638"/>
      </w:tabs>
      <w:spacing w:after="0" w:line="240" w:lineRule="auto"/>
    </w:pPr>
  </w:style>
  <w:style w:type="paragraph" w:styleId="Sidefod">
    <w:name w:val="footer"/>
    <w:basedOn w:val="Normal"/>
    <w:link w:val="SidefodTegn"/>
    <w:uiPriority w:val="99"/>
    <w:unhideWhenUsed/>
    <w:rsid w:val="008F4B87"/>
    <w:pPr>
      <w:tabs>
        <w:tab w:val="center" w:pos="4819"/>
        <w:tab w:val="right" w:pos="9638"/>
      </w:tabs>
      <w:spacing w:after="0" w:line="240" w:lineRule="auto"/>
    </w:pPr>
  </w:style>
  <w:style w:type="paragraph" w:customStyle="1" w:styleId="Default">
    <w:name w:val="Default"/>
    <w:qFormat/>
    <w:rsid w:val="00206DEE"/>
    <w:pPr>
      <w:suppressAutoHyphens/>
      <w:spacing w:line="240" w:lineRule="auto"/>
    </w:pPr>
    <w:rPr>
      <w:rFonts w:ascii="Berlingske Sans Extrabold" w:eastAsia="Calibri" w:hAnsi="Berlingske Sans Extrabold" w:cs="Berlingske Sans Extrabold"/>
      <w:color w:val="000000"/>
      <w:sz w:val="24"/>
      <w:szCs w:val="24"/>
    </w:rPr>
  </w:style>
  <w:style w:type="paragraph" w:customStyle="1" w:styleId="BMBrdtekst">
    <w:name w:val="BMBrødtekst"/>
    <w:basedOn w:val="Normal"/>
    <w:uiPriority w:val="99"/>
    <w:qFormat/>
    <w:rsid w:val="00206DEE"/>
    <w:pPr>
      <w:spacing w:after="0" w:line="260" w:lineRule="atLeast"/>
    </w:pPr>
    <w:rPr>
      <w:rFonts w:ascii="Times New Roman" w:eastAsia="Times New Roman" w:hAnsi="Times New Roman" w:cs="Times New Roman"/>
      <w:szCs w:val="24"/>
      <w:lang w:eastAsia="da-DK"/>
    </w:rPr>
  </w:style>
  <w:style w:type="paragraph" w:customStyle="1" w:styleId="ContentsHeading">
    <w:name w:val="Contents Heading"/>
    <w:basedOn w:val="Overskrift1"/>
    <w:next w:val="Normal"/>
    <w:uiPriority w:val="39"/>
    <w:unhideWhenUsed/>
    <w:qFormat/>
    <w:rsid w:val="00206DEE"/>
    <w:rPr>
      <w:lang w:eastAsia="da-DK"/>
    </w:rPr>
  </w:style>
  <w:style w:type="paragraph" w:styleId="Fodnotetekst">
    <w:name w:val="footnote text"/>
    <w:basedOn w:val="Normal"/>
    <w:link w:val="FodnotetekstTegn"/>
    <w:uiPriority w:val="99"/>
    <w:semiHidden/>
    <w:unhideWhenUsed/>
    <w:qFormat/>
    <w:rsid w:val="00206DEE"/>
    <w:pPr>
      <w:spacing w:after="0" w:line="240" w:lineRule="auto"/>
    </w:pPr>
    <w:rPr>
      <w:sz w:val="20"/>
      <w:szCs w:val="20"/>
    </w:rPr>
  </w:style>
  <w:style w:type="paragraph" w:customStyle="1" w:styleId="paragraf">
    <w:name w:val="paragraf"/>
    <w:basedOn w:val="Normal"/>
    <w:qFormat/>
    <w:rsid w:val="00206DEE"/>
    <w:pPr>
      <w:spacing w:beforeAutospacing="1" w:afterAutospacing="1" w:line="240" w:lineRule="auto"/>
    </w:pPr>
    <w:rPr>
      <w:rFonts w:ascii="Times New Roman" w:eastAsia="Times New Roman" w:hAnsi="Times New Roman" w:cs="Times New Roman"/>
      <w:sz w:val="24"/>
      <w:szCs w:val="24"/>
      <w:lang w:eastAsia="da-DK"/>
    </w:rPr>
  </w:style>
  <w:style w:type="paragraph" w:customStyle="1" w:styleId="nummer9">
    <w:name w:val="nummer9"/>
    <w:basedOn w:val="Normal"/>
    <w:qFormat/>
    <w:rsid w:val="00206DEE"/>
    <w:pPr>
      <w:spacing w:beforeAutospacing="1" w:afterAutospacing="1" w:line="240" w:lineRule="auto"/>
    </w:pPr>
    <w:rPr>
      <w:rFonts w:ascii="Times New Roman" w:eastAsia="Times New Roman" w:hAnsi="Times New Roman" w:cs="Times New Roman"/>
      <w:sz w:val="24"/>
      <w:szCs w:val="24"/>
      <w:lang w:eastAsia="da-DK"/>
    </w:rPr>
  </w:style>
  <w:style w:type="paragraph" w:styleId="Korrektur">
    <w:name w:val="Revision"/>
    <w:uiPriority w:val="99"/>
    <w:semiHidden/>
    <w:qFormat/>
    <w:rsid w:val="00B37D1B"/>
    <w:pPr>
      <w:suppressAutoHyphens/>
      <w:spacing w:line="240" w:lineRule="auto"/>
    </w:pPr>
    <w:rPr>
      <w:color w:val="00000A"/>
      <w:sz w:val="22"/>
    </w:rPr>
  </w:style>
  <w:style w:type="paragraph" w:customStyle="1" w:styleId="Contents2">
    <w:name w:val="Contents 2"/>
    <w:basedOn w:val="Normal"/>
    <w:next w:val="Normal"/>
    <w:autoRedefine/>
    <w:uiPriority w:val="39"/>
    <w:semiHidden/>
    <w:unhideWhenUsed/>
    <w:qFormat/>
    <w:rsid w:val="00B37D1B"/>
    <w:pPr>
      <w:spacing w:after="100"/>
      <w:ind w:left="220"/>
    </w:pPr>
    <w:rPr>
      <w:rFonts w:eastAsiaTheme="minorEastAsia"/>
      <w:lang w:eastAsia="da-DK"/>
    </w:rPr>
  </w:style>
  <w:style w:type="paragraph" w:customStyle="1" w:styleId="Contents1">
    <w:name w:val="Contents 1"/>
    <w:basedOn w:val="Normal"/>
    <w:next w:val="Normal"/>
    <w:autoRedefine/>
    <w:uiPriority w:val="39"/>
    <w:semiHidden/>
    <w:unhideWhenUsed/>
    <w:qFormat/>
    <w:rsid w:val="00B37D1B"/>
    <w:pPr>
      <w:spacing w:after="100"/>
    </w:pPr>
    <w:rPr>
      <w:rFonts w:eastAsiaTheme="minorEastAsia"/>
      <w:lang w:eastAsia="da-DK"/>
    </w:rPr>
  </w:style>
  <w:style w:type="paragraph" w:customStyle="1" w:styleId="Contents3">
    <w:name w:val="Contents 3"/>
    <w:basedOn w:val="Normal"/>
    <w:next w:val="Normal"/>
    <w:autoRedefine/>
    <w:uiPriority w:val="39"/>
    <w:semiHidden/>
    <w:unhideWhenUsed/>
    <w:qFormat/>
    <w:rsid w:val="00B37D1B"/>
    <w:pPr>
      <w:spacing w:after="100"/>
      <w:ind w:left="440"/>
    </w:pPr>
    <w:rPr>
      <w:rFonts w:eastAsiaTheme="minorEastAsia"/>
      <w:lang w:eastAsia="da-DK"/>
    </w:rPr>
  </w:style>
  <w:style w:type="paragraph" w:customStyle="1" w:styleId="tekst9">
    <w:name w:val="tekst9"/>
    <w:basedOn w:val="Normal"/>
    <w:qFormat/>
    <w:rsid w:val="00D56D43"/>
    <w:pPr>
      <w:spacing w:afterAutospacing="1" w:line="240" w:lineRule="auto"/>
    </w:pPr>
    <w:rPr>
      <w:rFonts w:ascii="Times New Roman" w:eastAsia="Times New Roman" w:hAnsi="Times New Roman" w:cs="Times New Roman"/>
      <w:sz w:val="24"/>
      <w:szCs w:val="24"/>
      <w:lang w:eastAsia="da-DK"/>
    </w:rPr>
  </w:style>
  <w:style w:type="paragraph" w:customStyle="1" w:styleId="bemtilv">
    <w:name w:val="bemtilv"/>
    <w:basedOn w:val="Normal"/>
    <w:qFormat/>
    <w:rsid w:val="00D56D43"/>
    <w:pPr>
      <w:spacing w:afterAutospacing="1" w:line="240" w:lineRule="auto"/>
    </w:pPr>
    <w:rPr>
      <w:rFonts w:ascii="Times New Roman" w:eastAsia="Times New Roman" w:hAnsi="Times New Roman" w:cs="Times New Roman"/>
      <w:sz w:val="24"/>
      <w:szCs w:val="24"/>
      <w:lang w:eastAsia="da-DK"/>
    </w:rPr>
  </w:style>
  <w:style w:type="paragraph" w:customStyle="1" w:styleId="typosubtitle">
    <w:name w:val="typo__subtitle"/>
    <w:basedOn w:val="Normal"/>
    <w:qFormat/>
    <w:rsid w:val="005B198E"/>
    <w:pPr>
      <w:spacing w:afterAutospacing="1" w:line="450" w:lineRule="atLeast"/>
    </w:pPr>
    <w:rPr>
      <w:rFonts w:ascii="Helvetica Neue ATP Body" w:eastAsia="Times New Roman" w:hAnsi="Helvetica Neue ATP Body" w:cs="Times New Roman"/>
      <w:sz w:val="24"/>
      <w:szCs w:val="24"/>
      <w:lang w:eastAsia="da-DK"/>
    </w:rPr>
  </w:style>
  <w:style w:type="paragraph" w:customStyle="1" w:styleId="Quotations">
    <w:name w:val="Quotations"/>
    <w:basedOn w:val="Normal"/>
    <w:qFormat/>
  </w:style>
  <w:style w:type="paragraph" w:styleId="Titel">
    <w:name w:val="Title"/>
    <w:basedOn w:val="Heading"/>
    <w:qFormat/>
  </w:style>
  <w:style w:type="paragraph" w:styleId="Undertitel">
    <w:name w:val="Subtitle"/>
    <w:basedOn w:val="Heading"/>
    <w:qFormat/>
  </w:style>
  <w:style w:type="table" w:styleId="Tabel-Gitter">
    <w:name w:val="Table Grid"/>
    <w:basedOn w:val="Tabel-Normal"/>
    <w:uiPriority w:val="39"/>
    <w:rsid w:val="00B37D1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nmeld.g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mr.at.gl/om-arbejdsmiljoeraade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nmeld.gl/" TargetMode="External"/><Relationship Id="rId5" Type="http://schemas.openxmlformats.org/officeDocument/2006/relationships/numbering" Target="numbering.xml"/><Relationship Id="rId15" Type="http://schemas.openxmlformats.org/officeDocument/2006/relationships/hyperlink" Target="http://www.anmeld.g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nmeld.gl/"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CMMeetingCaseInstanceId xmlns="http://schemas.microsoft.com/sharepoint/v3" xsi:nil="true"/>
    <RecipientsLookup xmlns="http://schemas.microsoft.com/sharepoint/v3"/>
    <Status xmlns="http://schemas.microsoft.com/sharepoint/v3">Kladde</Status>
    <CCMMeetingCaseLink xmlns="http://schemas.microsoft.com/sharepoint/v3">
      <Url xsi:nil="true"/>
      <Description xsi:nil="true"/>
    </CCMMeetingCaseLink>
    <CCMAgendaItemId xmlns="http://schemas.microsoft.com/sharepoint/v3" xsi:nil="true"/>
    <Korrespondance xmlns="http://schemas.microsoft.com/sharepoint/v3">Intern</Korrespondance>
    <CCMCognitiveType xmlns="http://schemas.microsoft.com/sharepoint/v3" xsi:nil="true"/>
    <SvarFrist xmlns="http://schemas.microsoft.com/sharepoint/v3" xsi:nil="true"/>
    <Offentlighed xmlns="http://schemas.microsoft.com/sharepoint/v3">Åbent</Offentlighed>
    <Besvaret xmlns="http://schemas.microsoft.com/sharepoint/v3">false</Besvaret>
    <ReceivedDate xmlns="http://schemas.microsoft.com/sharepoint/v3" xsi:nil="true"/>
    <SenderLookup xmlns="http://schemas.microsoft.com/sharepoint/v3" xsi:nil="true"/>
    <CaseOwner xmlns="http://schemas.microsoft.com/sharepoint/v3">
      <UserInfo>
        <DisplayName>Torben Kåre Berg</DisplayName>
        <AccountId>500</AccountId>
        <AccountType/>
      </UserInfo>
    </CaseOwner>
    <CCMManageRelations xmlns="http://schemas.microsoft.com/sharepoint/v3" xsi:nil="true"/>
    <TrackID xmlns="http://schemas.microsoft.com/sharepoint/v3" xsi:nil="true"/>
    <CCMAgendaDocumentStatus xmlns="http://schemas.microsoft.com/sharepoint/v3" xsi:nil="true"/>
    <Svarpaa xmlns="http://schemas.microsoft.com/sharepoint/v3"/>
    <j47fd6f0962548568c75b0a0598df3a6 xmlns="http://schemas.microsoft.com/sharepoint/v3">
      <Terms xmlns="http://schemas.microsoft.com/office/infopath/2007/PartnerControls">
        <TermInfo>
          <TermName>Notat</TermName>
          <TermId>91120ae2-a3c6-48b2-91f1-5d58ffc23d4e</TermId>
        </TermInfo>
      </Terms>
    </j47fd6f0962548568c75b0a0598df3a6>
    <Dato xmlns="http://schemas.microsoft.com/sharepoint/v3">2019-08-02T09:09:44+00:00</Dato>
    <CCMMeetingCaseId xmlns="http://schemas.microsoft.com/sharepoint/v3" xsi:nil="true"/>
    <CCMAgendaStatus xmlns="http://schemas.microsoft.com/sharepoint/v3" xsi:nil="true"/>
    <LocalAttachment xmlns="http://schemas.microsoft.com/sharepoint/v3">false</LocalAttachment>
    <CaseRecordNumber xmlns="http://schemas.microsoft.com/sharepoint/v3">0</CaseRecordNumber>
    <CaseID xmlns="http://schemas.microsoft.com/sharepoint/v3">20205000938</CaseID>
    <RegistrationDate xmlns="http://schemas.microsoft.com/sharepoint/v3" xsi:nil="true"/>
    <Related xmlns="http://schemas.microsoft.com/sharepoint/v3">false</Related>
    <CCMSystemID xmlns="http://schemas.microsoft.com/sharepoint/v3">587169d6-a954-4482-abac-4e855a7b599d</CCMSystemID>
    <CCMVisualId xmlns="http://schemas.microsoft.com/sharepoint/v3">20205000938</CCMVisualId>
    <Finalized xmlns="http://schemas.microsoft.com/sharepoint/v3">false</Finalized>
    <DocID xmlns="http://schemas.microsoft.com/sharepoint/v3">6244469</DocID>
    <CCMTemplateID xmlns="http://schemas.microsoft.com/sharepoint/v3">0</CCMTemplateID>
    <CCMMetadataExtractionStatus xmlns="http://schemas.microsoft.com/sharepoint/v3">CCMPageCount:InProgress;CCMCommentCount:InProgress</CCMMetadataExtractionStatus>
    <CCMDescription xmlns="C0786F8A-59EB-446B-8DCB-44D797932B72" xsi:nil="true"/>
    <Beskrivelse xmlns="C0786F8A-59EB-446B-8DCB-44D797932B72" xsi:nil="true"/>
    <Arkiveringsform xmlns="C0786F8A-59EB-446B-8DCB-44D797932B72">01 Lagret fuldt elektronisk i GO</Arkiveringsform>
    <TaxCatchAll xmlns="a44b1420-846b-47b5-952f-ddc379e16603">
      <Value>3</Value>
    </TaxCatchAll>
    <BatchId xmlns="C0786F8A-59EB-446B-8DCB-44D797932B72" xsi:nil="true"/>
    <CCMPageCount xmlns="http://schemas.microsoft.com/sharepoint/v3">0</CCMPageCount>
    <CCMCommentCount xmlns="http://schemas.microsoft.com/sharepoint/v3">0</CCMCommentCount>
    <CCMOriginalDocID xmlns="http://schemas.microsoft.com/sharepoint/v3">5334143</CCMOriginalDocID>
    <CCMPreviewAnnotationsTasks xmlns="http://schemas.microsoft.com/sharepoint/v3">0</CCMPreviewAnnotationsTask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70F1F78205046D49A59534C8B541F5BC" ma:contentTypeVersion="0" ma:contentTypeDescription="GetOrganized dokument" ma:contentTypeScope="" ma:versionID="3506015c9afd2e8f08c77638c7fc38eb">
  <xsd:schema xmlns:xsd="http://www.w3.org/2001/XMLSchema" xmlns:xs="http://www.w3.org/2001/XMLSchema" xmlns:p="http://schemas.microsoft.com/office/2006/metadata/properties" xmlns:ns1="http://schemas.microsoft.com/sharepoint/v3" xmlns:ns2="C0786F8A-59EB-446B-8DCB-44D797932B72" xmlns:ns3="a44b1420-846b-47b5-952f-ddc379e16603" targetNamespace="http://schemas.microsoft.com/office/2006/metadata/properties" ma:root="true" ma:fieldsID="e179adb315397bca71bee62c9f63a0bf" ns1:_="" ns2:_="" ns3:_="">
    <xsd:import namespace="http://schemas.microsoft.com/sharepoint/v3"/>
    <xsd:import namespace="C0786F8A-59EB-446B-8DCB-44D797932B72"/>
    <xsd:import namespace="a44b1420-846b-47b5-952f-ddc379e16603"/>
    <xsd:element name="properties">
      <xsd:complexType>
        <xsd:sequence>
          <xsd:element name="documentManagement">
            <xsd:complexType>
              <xsd:all>
                <xsd:element ref="ns1:Korrespondance"/>
                <xsd:element ref="ns1:CaseOwner"/>
                <xsd:element ref="ns1:ReceivedDate" minOccurs="0"/>
                <xsd:element ref="ns1:SvarFrist" minOccurs="0"/>
                <xsd:element ref="ns2:Beskrivelse" minOccurs="0"/>
                <xsd:element ref="ns1:SenderLookup" minOccurs="0"/>
                <xsd:element ref="ns1:RecipientsLookup" minOccurs="0"/>
                <xsd:element ref="ns1:Status"/>
                <xsd:element ref="ns1:Offentlighed" minOccurs="0"/>
                <xsd:element ref="ns1:CCMVisualId" minOccurs="0"/>
                <xsd:element ref="ns1:Besvaret" minOccurs="0"/>
                <xsd:element ref="ns1:CCMAgendaStatus" minOccurs="0"/>
                <xsd:element ref="ns1:CCMMeetingCaseLink" minOccurs="0"/>
                <xsd:element ref="ns1:Svarpaa" minOccurs="0"/>
                <xsd:element ref="ns1:CCMManageRelations" minOccurs="0"/>
                <xsd:element ref="ns1:TrackID" minOccurs="0"/>
                <xsd:element ref="ns1:Dato" minOccurs="0"/>
                <xsd:element ref="ns1:CCMAgendaDocumentStatus" minOccurs="0"/>
                <xsd:element ref="ns1:CaseID" minOccurs="0"/>
                <xsd:element ref="ns1:DocID" minOccurs="0"/>
                <xsd:element ref="ns1:Finalized" minOccurs="0"/>
                <xsd:element ref="ns1:Related" minOccurs="0"/>
                <xsd:element ref="ns1:RegistrationDate" minOccurs="0"/>
                <xsd:element ref="ns1:CaseRecordNumber" minOccurs="0"/>
                <xsd:element ref="ns1:LocalAttachment" minOccurs="0"/>
                <xsd:element ref="ns1:CCMTemplateName" minOccurs="0"/>
                <xsd:element ref="ns1:CCMTemplateVersion" minOccurs="0"/>
                <xsd:element ref="ns1:CCMTemplateID" minOccurs="0"/>
                <xsd:element ref="ns1:CCMSystemID" minOccurs="0"/>
                <xsd:element ref="ns1:WasEncrypted" minOccurs="0"/>
                <xsd:element ref="ns1:WasSigned" minOccurs="0"/>
                <xsd:element ref="ns1:MailHasAttachments" minOccurs="0"/>
                <xsd:element ref="ns1:CCMConversation" minOccurs="0"/>
                <xsd:element ref="ns3:TaxCatchAll" minOccurs="0"/>
                <xsd:element ref="ns1:CCMMeetingCaseId" minOccurs="0"/>
                <xsd:element ref="ns1:CCMMeetingCaseInstanceId" minOccurs="0"/>
                <xsd:element ref="ns1:CCMAgendaItemId" minOccurs="0"/>
                <xsd:element ref="ns1:AgendaStatusIcon" minOccurs="0"/>
                <xsd:element ref="ns1:j47fd6f0962548568c75b0a0598df3a6" minOccurs="0"/>
                <xsd:element ref="ns1:CCMOriginalDocID" minOccurs="0"/>
                <xsd:element ref="ns2:Arkiveringsform" minOccurs="0"/>
                <xsd:element ref="ns2:BatchId" minOccurs="0"/>
                <xsd:element ref="ns2:CCMDescription" minOccurs="0"/>
                <xsd:element ref="ns1:CCMCognitiveType" minOccurs="0"/>
                <xsd:element ref="ns1:CCMMetadataExtractionStatus" minOccurs="0"/>
                <xsd:element ref="ns1:CCMPageCount" minOccurs="0"/>
                <xsd:element ref="ns1:CCMCommentCount" minOccurs="0"/>
                <xsd:element ref="ns1:CCMPreviewAnnotationsTask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orrespondance" ma:index="3" ma:displayName="Korrespondance" ma:default="Intern" ma:format="Dropdown" ma:internalName="Korrespondance">
      <xsd:simpleType>
        <xsd:restriction base="dms:Choice">
          <xsd:enumeration value="Intern"/>
          <xsd:enumeration value="Indgående"/>
          <xsd:enumeration value="Udgående"/>
        </xsd:restriction>
      </xsd:simpleType>
    </xsd:element>
    <xsd:element name="CaseOwner" ma:index="4" ma:displayName="Ansvarlig" ma:list="UserInfo" ma:SharePointGroup="0" ma:internalName="Cas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ceivedDate" ma:index="6" nillable="true" ma:displayName="Forsendelsesdato" ma:format="DateTime" ma:hidden="true" ma:internalName="ReceivedDate">
      <xsd:simpleType>
        <xsd:restriction base="dms:DateTime"/>
      </xsd:simpleType>
    </xsd:element>
    <xsd:element name="SvarFrist" ma:index="7" nillable="true" ma:displayName="Svarfrist" ma:format="DateTime" ma:internalName="SvarFrist">
      <xsd:simpleType>
        <xsd:restriction base="dms:DateTime"/>
      </xsd:simpleType>
    </xsd:element>
    <xsd:element name="SenderLookup" ma:index="9" nillable="true" ma:displayName="Afsender" ma:list="{B4976F92-5B8F-4487-B0FC-5CAE99FFC8BE}" ma:internalName="SenderLookup" ma:showField="Visningsnavn">
      <xsd:simpleType>
        <xsd:restriction base="dms:Lookup"/>
      </xsd:simpleType>
    </xsd:element>
    <xsd:element name="RecipientsLookup" ma:index="10" nillable="true" ma:displayName="Modtagere" ma:list="{B4976F92-5B8F-4487-B0FC-5CAE99FFC8BE}" ma:internalName="RecipientsLookup" ma:showField="Visningsnavn">
      <xsd:complexType>
        <xsd:complexContent>
          <xsd:extension base="dms:MultiChoiceLookup">
            <xsd:sequence>
              <xsd:element name="Value" type="dms:Lookup" maxOccurs="unbounded" minOccurs="0" nillable="true"/>
            </xsd:sequence>
          </xsd:extension>
        </xsd:complexContent>
      </xsd:complexType>
    </xsd:element>
    <xsd:element name="Status" ma:index="11" ma:displayName="Status" ma:default="Kladde" ma:format="Dropdown" ma:hidden="true" ma:internalName="Status">
      <xsd:simpleType>
        <xsd:restriction base="dms:Choice">
          <xsd:enumeration value="Kladde"/>
          <xsd:enumeration value="Journaliseret"/>
          <xsd:enumeration value="Endeligt"/>
        </xsd:restriction>
      </xsd:simpleType>
    </xsd:element>
    <xsd:element name="Offentlighed" ma:index="12" nillable="true" ma:displayName="Offentlighed" ma:default="Åbent" ma:format="Dropdown" ma:internalName="Offentlighed">
      <xsd:simpleType>
        <xsd:restriction base="dms:Choice">
          <xsd:enumeration value="Åbent"/>
          <xsd:enumeration value="Fortroligt"/>
          <xsd:enumeration value="Anonymt"/>
        </xsd:restriction>
      </xsd:simpleType>
    </xsd:element>
    <xsd:element name="CCMVisualId" ma:index="13" nillable="true" ma:displayName="Sags-nr." ma:description="" ma:hidden="true" ma:internalName="CCMVisualId" ma:readOnly="true">
      <xsd:simpleType>
        <xsd:restriction base="dms:Text"/>
      </xsd:simpleType>
    </xsd:element>
    <xsd:element name="Besvaret" ma:index="14" nillable="true" ma:displayName="Besvaret" ma:default="0" ma:hidden="true" ma:internalName="Besvaret">
      <xsd:simpleType>
        <xsd:restriction base="dms:Boolean"/>
      </xsd:simpleType>
    </xsd:element>
    <xsd:element name="CCMAgendaStatus" ma:index="16" nillable="true" ma:displayName="Dagsordenstatus" ma:default="" ma:format="Dropdown" ma:hidden="true" ma:internalName="CCMAgendaStatus">
      <xsd:simpleType>
        <xsd:restriction base="dms:Choice">
          <xsd:enumeration value="Anmeldt"/>
          <xsd:enumeration value="Optaget på dagsorden"/>
          <xsd:enumeration value="Behandlet"/>
          <xsd:enumeration value="Afvist til dagsorden"/>
          <xsd:enumeration value="Fjernet fra dagsorden"/>
        </xsd:restriction>
      </xsd:simpleType>
    </xsd:element>
    <xsd:element name="CCMMeetingCaseLink" ma:index="17" nillable="true" ma:displayName="Mødesag" ma:format="Hyperlink" ma:hidden="true" ma:internalName="CCMMeetingCaseLink">
      <xsd:complexType>
        <xsd:complexContent>
          <xsd:extension base="dms:URL">
            <xsd:sequence>
              <xsd:element name="Url" type="dms:ValidUrl" minOccurs="0" nillable="true"/>
              <xsd:element name="Description" type="xsd:string" nillable="true"/>
            </xsd:sequence>
          </xsd:extension>
        </xsd:complexContent>
      </xsd:complexType>
    </xsd:element>
    <xsd:element name="Svarpaa" ma:index="18" nillable="true" ma:displayName="Svar på" ma:hidden="true" ma:list="{C0786F8A-59EB-446B-8DCB-44D797932B72}" ma:internalName="Svarpaa" ma:showField="VisDokument">
      <xsd:complexType>
        <xsd:complexContent>
          <xsd:extension base="dms:MultiChoiceLookup">
            <xsd:sequence>
              <xsd:element name="Value" type="dms:Lookup" maxOccurs="unbounded" minOccurs="0" nillable="true"/>
            </xsd:sequence>
          </xsd:extension>
        </xsd:complexContent>
      </xsd:complexType>
    </xsd:element>
    <xsd:element name="CCMManageRelations" ma:index="19" nillable="true" ma:displayName="CCMManageRelations" ma:hidden="true" ma:internalName="CCMManageRelations">
      <xsd:simpleType>
        <xsd:restriction base="dms:Text">
          <xsd:maxLength value="255"/>
        </xsd:restriction>
      </xsd:simpleType>
    </xsd:element>
    <xsd:element name="TrackID" ma:index="26" nillable="true" ma:displayName="TrackID" ma:description="" ma:hidden="true" ma:internalName="TrackID">
      <xsd:simpleType>
        <xsd:restriction base="dms:Note"/>
      </xsd:simpleType>
    </xsd:element>
    <xsd:element name="Dato" ma:index="27" nillable="true" ma:displayName="Dato" ma:default="[today]" ma:format="DateOnly" ma:hidden="true" ma:internalName="Dato">
      <xsd:simpleType>
        <xsd:restriction base="dms:DateTime"/>
      </xsd:simpleType>
    </xsd:element>
    <xsd:element name="CCMAgendaDocumentStatus" ma:index="28" nillable="true" ma:displayName="Status  for dagsordensdokument" ma:default="" ma:format="Dropdown" ma:hidden="true" ma:internalName="CCMAgendaDocumentStatus">
      <xsd:simpleType>
        <xsd:restriction base="dms:Choice">
          <xsd:enumeration value="Udkast"/>
          <xsd:enumeration value="Under udarbejdelse"/>
          <xsd:enumeration value="Endelig"/>
        </xsd:restriction>
      </xsd:simpleType>
    </xsd:element>
    <xsd:element name="CaseID" ma:index="29" nillable="true" ma:displayName="Sags-nr." ma:default="Tildeler" ma:description="" ma:internalName="CaseID" ma:readOnly="true">
      <xsd:simpleType>
        <xsd:restriction base="dms:Text"/>
      </xsd:simpleType>
    </xsd:element>
    <xsd:element name="DocID" ma:index="30" nillable="true" ma:displayName="Dok-nr." ma:default="Tildeler" ma:description="" ma:internalName="DocID" ma:readOnly="true">
      <xsd:simpleType>
        <xsd:restriction base="dms:Text"/>
      </xsd:simpleType>
    </xsd:element>
    <xsd:element name="Finalized" ma:index="31" nillable="true" ma:displayName="Endeligt" ma:default="False" ma:internalName="Finalized" ma:readOnly="true">
      <xsd:simpleType>
        <xsd:restriction base="dms:Boolean"/>
      </xsd:simpleType>
    </xsd:element>
    <xsd:element name="Related" ma:index="32" nillable="true" ma:displayName="Vedhæftet dokument" ma:default="False" ma:internalName="Related" ma:readOnly="true">
      <xsd:simpleType>
        <xsd:restriction base="dms:Boolean"/>
      </xsd:simpleType>
    </xsd:element>
    <xsd:element name="RegistrationDate" ma:index="33" nillable="true" ma:displayName="Registrerings dato" ma:description="" ma:format="DateTime" ma:internalName="RegistrationDate" ma:readOnly="true">
      <xsd:simpleType>
        <xsd:restriction base="dms:DateTime"/>
      </xsd:simpleType>
    </xsd:element>
    <xsd:element name="CaseRecordNumber" ma:index="34" nillable="true" ma:displayName="Akt-nr." ma:decimals="0" ma:default="0" ma:description="" ma:internalName="CaseRecordNumber" ma:readOnly="true">
      <xsd:simpleType>
        <xsd:restriction base="dms:Number"/>
      </xsd:simpleType>
    </xsd:element>
    <xsd:element name="LocalAttachment" ma:index="35" nillable="true" ma:displayName="Lokalt bilag" ma:default="False" ma:internalName="LocalAttachment" ma:readOnly="true">
      <xsd:simpleType>
        <xsd:restriction base="dms:Boolean"/>
      </xsd:simpleType>
    </xsd:element>
    <xsd:element name="CCMTemplateName" ma:index="36" nillable="true" ma:displayName="Skabelon navn" ma:description="" ma:internalName="CCMTemplateName" ma:readOnly="true">
      <xsd:simpleType>
        <xsd:restriction base="dms:Text"/>
      </xsd:simpleType>
    </xsd:element>
    <xsd:element name="CCMTemplateVersion" ma:index="37" nillable="true" ma:displayName="Skabelon version" ma:description="" ma:hidden="true" ma:internalName="CCMTemplateVersion" ma:readOnly="true">
      <xsd:simpleType>
        <xsd:restriction base="dms:Text"/>
      </xsd:simpleType>
    </xsd:element>
    <xsd:element name="CCMTemplateID" ma:index="38" nillable="true" ma:displayName="CCMTemplateID" ma:decimals="0" ma:default="0" ma:hidden="true" ma:internalName="CCMTemplateID" ma:readOnly="true">
      <xsd:simpleType>
        <xsd:restriction base="dms:Number"/>
      </xsd:simpleType>
    </xsd:element>
    <xsd:element name="CCMSystemID" ma:index="39" nillable="true" ma:displayName="CCMSystemID" ma:hidden="true" ma:internalName="CCMSystemID" ma:readOnly="true">
      <xsd:simpleType>
        <xsd:restriction base="dms:Text"/>
      </xsd:simpleType>
    </xsd:element>
    <xsd:element name="WasEncrypted" ma:index="40" nillable="true" ma:displayName="Krypteret" ma:default="False" ma:internalName="WasEncrypted" ma:readOnly="true">
      <xsd:simpleType>
        <xsd:restriction base="dms:Boolean"/>
      </xsd:simpleType>
    </xsd:element>
    <xsd:element name="WasSigned" ma:index="41" nillable="true" ma:displayName="Signeret" ma:default="False" ma:internalName="WasSigned" ma:readOnly="true">
      <xsd:simpleType>
        <xsd:restriction base="dms:Boolean"/>
      </xsd:simpleType>
    </xsd:element>
    <xsd:element name="MailHasAttachments" ma:index="42" nillable="true" ma:displayName="E-mail har vedhæftede filer" ma:default="False" ma:internalName="MailHasAttachments" ma:readOnly="true">
      <xsd:simpleType>
        <xsd:restriction base="dms:Boolean"/>
      </xsd:simpleType>
    </xsd:element>
    <xsd:element name="CCMConversation" ma:index="43" nillable="true" ma:displayName="Samtale" ma:internalName="CCMConversation" ma:readOnly="true">
      <xsd:simpleType>
        <xsd:restriction base="dms:Text"/>
      </xsd:simpleType>
    </xsd:element>
    <xsd:element name="CCMMeetingCaseId" ma:index="47" nillable="true" ma:displayName="CCMMeetingCaseId" ma:hidden="true" ma:internalName="CCMMeetingCaseId">
      <xsd:simpleType>
        <xsd:restriction base="dms:Text">
          <xsd:maxLength value="255"/>
        </xsd:restriction>
      </xsd:simpleType>
    </xsd:element>
    <xsd:element name="CCMMeetingCaseInstanceId" ma:index="48" nillable="true" ma:displayName="CCMMeetingCaseInstanceId" ma:hidden="true" ma:internalName="CCMMeetingCaseInstanceId">
      <xsd:simpleType>
        <xsd:restriction base="dms:Text">
          <xsd:maxLength value="255"/>
        </xsd:restriction>
      </xsd:simpleType>
    </xsd:element>
    <xsd:element name="CCMAgendaItemId" ma:index="49" nillable="true" ma:displayName="CCMAgendaItemId" ma:decimals="0" ma:hidden="true" ma:internalName="CCMAgendaItemId">
      <xsd:simpleType>
        <xsd:restriction base="dms:Number"/>
      </xsd:simpleType>
    </xsd:element>
    <xsd:element name="AgendaStatusIcon" ma:index="50" nillable="true" ma:displayName="Ikon for dagsordensstatus" ma:internalName="AgendaStatusIcon" ma:readOnly="true">
      <xsd:simpleType>
        <xsd:restriction base="dms:Unknown"/>
      </xsd:simpleType>
    </xsd:element>
    <xsd:element name="j47fd6f0962548568c75b0a0598df3a6" ma:index="51" ma:taxonomy="true" ma:internalName="j47fd6f0962548568c75b0a0598df3a6" ma:taxonomyFieldName="Dokumenttype2" ma:displayName="Dokumenttype" ma:default="" ma:fieldId="{347fd6f0-9625-4856-8c75-b0a0598df3a6}" ma:sspId="7aef7ee5-c862-4c10-aa96-5f20ab828063" ma:termSetId="c6a84853-a4e7-4cc4-b12c-a3a0efc75df2" ma:anchorId="94afe126-d8f9-4ef6-bc36-aab268bf2d2a" ma:open="false" ma:isKeyword="false">
      <xsd:complexType>
        <xsd:sequence>
          <xsd:element ref="pc:Terms" minOccurs="0" maxOccurs="1"/>
        </xsd:sequence>
      </xsd:complexType>
    </xsd:element>
    <xsd:element name="CCMOriginalDocID" ma:index="52" nillable="true" ma:displayName="Originalt Dok ID" ma:description="" ma:internalName="CCMOriginalDocID" ma:readOnly="true">
      <xsd:simpleType>
        <xsd:restriction base="dms:Text"/>
      </xsd:simpleType>
    </xsd:element>
    <xsd:element name="CCMCognitiveType" ma:index="57" nillable="true" ma:displayName="CognitiveType" ma:decimals="0" ma:internalName="CCMCognitiveType" ma:readOnly="false">
      <xsd:simpleType>
        <xsd:restriction base="dms:Number"/>
      </xsd:simpleType>
    </xsd:element>
    <xsd:element name="CCMMetadataExtractionStatus" ma:index="58" nillable="true" ma:displayName="CCMMetadataExtractionStatus" ma:default="CCMPageCount:InProgress;CCMCommentCount:InProgress" ma:hidden="true" ma:internalName="CCMMetadataExtractionStatus" ma:readOnly="false">
      <xsd:simpleType>
        <xsd:restriction base="dms:Text"/>
      </xsd:simpleType>
    </xsd:element>
    <xsd:element name="CCMPageCount" ma:index="59" nillable="true" ma:displayName="Sider" ma:decimals="0" ma:internalName="CCMPageCount" ma:readOnly="true">
      <xsd:simpleType>
        <xsd:restriction base="dms:Number"/>
      </xsd:simpleType>
    </xsd:element>
    <xsd:element name="CCMCommentCount" ma:index="60" nillable="true" ma:displayName="Kommentarer" ma:decimals="0" ma:internalName="CCMCommentCount" ma:readOnly="true">
      <xsd:simpleType>
        <xsd:restriction base="dms:Number"/>
      </xsd:simpleType>
    </xsd:element>
    <xsd:element name="CCMPreviewAnnotationsTasks" ma:index="61" nillable="true" ma:displayName="Opgaver" ma:decimals="0" ma:internalName="CCMPreviewAnnotationsTasks"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C0786F8A-59EB-446B-8DCB-44D797932B72" elementFormDefault="qualified">
    <xsd:import namespace="http://schemas.microsoft.com/office/2006/documentManagement/types"/>
    <xsd:import namespace="http://schemas.microsoft.com/office/infopath/2007/PartnerControls"/>
    <xsd:element name="Beskrivelse" ma:index="8" nillable="true" ma:displayName="Beskrivelse" ma:internalName="Beskrivelse">
      <xsd:simpleType>
        <xsd:restriction base="dms:Note">
          <xsd:maxLength value="255"/>
        </xsd:restriction>
      </xsd:simpleType>
    </xsd:element>
    <xsd:element name="Arkiveringsform" ma:index="54" nillable="true" ma:displayName="Arkiveringsform" ma:default="01 Lagret fuldt elektronisk i GO" ma:internalName="Arkiveringsform">
      <xsd:simpleType>
        <xsd:restriction base="dms:Choice">
          <xsd:enumeration value="01 Lagret fuldt elektronisk i GO"/>
          <xsd:enumeration value="02 Lagret fysisk som papirbrev e.lign."/>
          <xsd:enumeration value="03 Lagret delvist elektronisk i GO"/>
        </xsd:restriction>
      </xsd:simpleType>
    </xsd:element>
    <xsd:element name="BatchId" ma:index="55" nillable="true" ma:displayName="Batch Id" ma:internalName="BatchId">
      <xsd:simpleType>
        <xsd:restriction base="dms:Text"/>
      </xsd:simpleType>
    </xsd:element>
    <xsd:element name="CCMDescription" ma:index="56" nillable="true" ma:displayName="Notifikationer" ma:internalName="CCM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44b1420-846b-47b5-952f-ddc379e16603" elementFormDefault="qualified">
    <xsd:import namespace="http://schemas.microsoft.com/office/2006/documentManagement/types"/>
    <xsd:import namespace="http://schemas.microsoft.com/office/infopath/2007/PartnerControls"/>
    <xsd:element name="TaxCatchAll" ma:index="44" nillable="true" ma:displayName="Taksonomiopsamlingskolonne" ma:hidden="true" ma:list="{6ea6392f-6c29-4992-8447-5e00a62eaca5}" ma:internalName="TaxCatchAll" ma:showField="CatchAllData" ma:web="a44b1420-846b-47b5-952f-ddc379e166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Indhol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29459-6C57-4830-A3BB-BF0FB763AC6F}">
  <ds:schemaRefs>
    <ds:schemaRef ds:uri="http://schemas.microsoft.com/office/2006/metadata/properties"/>
    <ds:schemaRef ds:uri="http://schemas.microsoft.com/office/infopath/2007/PartnerControls"/>
    <ds:schemaRef ds:uri="http://schemas.microsoft.com/sharepoint/v3"/>
    <ds:schemaRef ds:uri="C0786F8A-59EB-446B-8DCB-44D797932B72"/>
    <ds:schemaRef ds:uri="a44b1420-846b-47b5-952f-ddc379e16603"/>
  </ds:schemaRefs>
</ds:datastoreItem>
</file>

<file path=customXml/itemProps2.xml><?xml version="1.0" encoding="utf-8"?>
<ds:datastoreItem xmlns:ds="http://schemas.openxmlformats.org/officeDocument/2006/customXml" ds:itemID="{492AA351-8F60-417C-B0D3-796974D4CCDE}">
  <ds:schemaRefs>
    <ds:schemaRef ds:uri="http://schemas.microsoft.com/sharepoint/v3/contenttype/forms"/>
  </ds:schemaRefs>
</ds:datastoreItem>
</file>

<file path=customXml/itemProps3.xml><?xml version="1.0" encoding="utf-8"?>
<ds:datastoreItem xmlns:ds="http://schemas.openxmlformats.org/officeDocument/2006/customXml" ds:itemID="{04084999-77C9-434C-84A6-A13D9F374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786F8A-59EB-446B-8DCB-44D797932B72"/>
    <ds:schemaRef ds:uri="a44b1420-846b-47b5-952f-ddc379e166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C07F3F-182F-4D7F-9142-5455FF090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120</Pages>
  <Words>56411</Words>
  <Characters>344112</Characters>
  <Application>Microsoft Office Word</Application>
  <DocSecurity>0</DocSecurity>
  <Lines>2867</Lines>
  <Paragraphs>799</Paragraphs>
  <ScaleCrop>false</ScaleCrop>
  <HeadingPairs>
    <vt:vector size="2" baseType="variant">
      <vt:variant>
        <vt:lpstr>Titel</vt:lpstr>
      </vt:variant>
      <vt:variant>
        <vt:i4>1</vt:i4>
      </vt:variant>
    </vt:vector>
  </HeadingPairs>
  <TitlesOfParts>
    <vt:vector size="1" baseType="lpstr">
      <vt:lpstr>Lovforslag grønland</vt:lpstr>
    </vt:vector>
  </TitlesOfParts>
  <Company>Statens IT</Company>
  <LinksUpToDate>false</LinksUpToDate>
  <CharactersWithSpaces>399724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Lovforslag grønland</dc:title>
  <dc:creator>Hans Martin Rasmussen</dc:creator>
  <cp:lastModifiedBy>Laila Damtoft Pedersen</cp:lastModifiedBy>
  <cp:revision>2</cp:revision>
  <cp:lastPrinted>2021-11-12T08:39:00Z</cp:lastPrinted>
  <dcterms:created xsi:type="dcterms:W3CDTF">2024-04-19T08:09:00Z</dcterms:created>
  <dcterms:modified xsi:type="dcterms:W3CDTF">2024-04-19T08:09:00Z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CMEventContext">
    <vt:lpwstr>5eaa4afb-83c0-4cac-9a49-2c6d05fc5e40</vt:lpwstr>
  </property>
  <property fmtid="{D5CDD505-2E9C-101B-9397-08002B2CF9AE}" pid="4" name="CCMIsSharedOnOneDrive">
    <vt:bool>false</vt:bool>
  </property>
  <property fmtid="{D5CDD505-2E9C-101B-9397-08002B2CF9AE}" pid="5" name="CCMReplyToDocCacheId_AA145BE6-B859-401A-B2E0-03BB3E7048FC_">
    <vt:lpwstr>CCMReplyToDocCacheId_AA145BE6-B859-401A-B2E0-03BB3E7048FC_c7bc4cb7-140c-41d6-a82e-ea8a09db1805</vt:lpwstr>
  </property>
  <property fmtid="{D5CDD505-2E9C-101B-9397-08002B2CF9AE}" pid="6" name="CCMSystem">
    <vt:lpwstr> </vt:lpwstr>
  </property>
  <property fmtid="{D5CDD505-2E9C-101B-9397-08002B2CF9AE}" pid="7" name="Company">
    <vt:lpwstr>Statens IT</vt:lpwstr>
  </property>
  <property fmtid="{D5CDD505-2E9C-101B-9397-08002B2CF9AE}" pid="8" name="ContentTypeId">
    <vt:lpwstr>0x010100AC085CFC53BC46CEA2EADE194AD9D4820070F1F78205046D49A59534C8B541F5BC</vt:lpwstr>
  </property>
  <property fmtid="{D5CDD505-2E9C-101B-9397-08002B2CF9AE}" pid="9" name="DocSecurity">
    <vt:i4>0</vt:i4>
  </property>
  <property fmtid="{D5CDD505-2E9C-101B-9397-08002B2CF9AE}" pid="10" name="Dokumenttype2">
    <vt:lpwstr>3;#Notat|91120ae2-a3c6-48b2-91f1-5d58ffc23d4e</vt:lpwstr>
  </property>
  <property fmtid="{D5CDD505-2E9C-101B-9397-08002B2CF9AE}" pid="11" name="HyperlinksChanged">
    <vt:bool>false</vt:bool>
  </property>
  <property fmtid="{D5CDD505-2E9C-101B-9397-08002B2CF9AE}" pid="12" name="LinksUpToDate">
    <vt:bool>false</vt:bool>
  </property>
  <property fmtid="{D5CDD505-2E9C-101B-9397-08002B2CF9AE}" pid="13" name="ScaleCrop">
    <vt:bool>false</vt:bool>
  </property>
  <property fmtid="{D5CDD505-2E9C-101B-9397-08002B2CF9AE}" pid="14" name="ShareDoc">
    <vt:bool>false</vt:bool>
  </property>
  <property fmtid="{D5CDD505-2E9C-101B-9397-08002B2CF9AE}" pid="15" name="kFormat">
    <vt:i4>0</vt:i4>
  </property>
</Properties>
</file>