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A413AD" w:rsidP="00ED328D">
            <w:pPr>
              <w:pStyle w:val="Normal-medluft"/>
            </w:pPr>
            <w:r w:rsidRPr="00ED328D">
              <w:rPr>
                <w:b/>
              </w:rPr>
              <w:t>Relevante høringsparter</w:t>
            </w:r>
          </w:p>
        </w:tc>
        <w:tc>
          <w:tcPr>
            <w:tcW w:w="1701" w:type="dxa"/>
          </w:tcPr>
          <w:p w:rsidR="008B2837" w:rsidRDefault="00023EE4" w:rsidP="0061779C">
            <w:pPr>
              <w:pStyle w:val="Template-Adresse"/>
              <w:tabs>
                <w:tab w:val="left" w:pos="709"/>
              </w:tabs>
            </w:pPr>
            <w:r>
              <w:t>21. december 2018</w:t>
            </w:r>
          </w:p>
          <w:p w:rsidR="008B2837" w:rsidRDefault="00023EE4" w:rsidP="000E0370">
            <w:pPr>
              <w:pStyle w:val="Template-Adresse"/>
              <w:tabs>
                <w:tab w:val="left" w:pos="709"/>
              </w:tabs>
            </w:pPr>
            <w:r>
              <w:t>2018-6243</w:t>
            </w:r>
          </w:p>
        </w:tc>
      </w:tr>
    </w:tbl>
    <w:p w:rsidR="00C07EA0" w:rsidRPr="00A413AD" w:rsidRDefault="00A413AD" w:rsidP="00CD7885">
      <w:pPr>
        <w:pStyle w:val="Normal-medluft"/>
        <w:rPr>
          <w:b/>
        </w:rPr>
      </w:pPr>
      <w:r w:rsidRPr="00A413AD">
        <w:rPr>
          <w:b/>
        </w:rPr>
        <w:t>Høring over udkast til Forslag til l</w:t>
      </w:r>
      <w:r w:rsidR="00ED328D">
        <w:rPr>
          <w:b/>
        </w:rPr>
        <w:t xml:space="preserve">ov om ændring af færdselsloven </w:t>
      </w:r>
      <w:r w:rsidR="000E0370">
        <w:rPr>
          <w:b/>
        </w:rPr>
        <w:t>(</w:t>
      </w:r>
      <w:r w:rsidR="00023EE4">
        <w:rPr>
          <w:b/>
        </w:rPr>
        <w:t xml:space="preserve">Forhøjelse af </w:t>
      </w:r>
      <w:r w:rsidR="00397120">
        <w:rPr>
          <w:b/>
        </w:rPr>
        <w:t>hastighedsgrænsen for lastbiler samt</w:t>
      </w:r>
      <w:r w:rsidR="00023EE4">
        <w:rPr>
          <w:b/>
        </w:rPr>
        <w:t xml:space="preserve"> lette og tunge vogntog uden for tættere bebygget område og motortrafikveje</w:t>
      </w:r>
      <w:r w:rsidR="00ED328D" w:rsidRPr="00ED328D">
        <w:rPr>
          <w:b/>
        </w:rPr>
        <w:t>)</w:t>
      </w:r>
    </w:p>
    <w:p w:rsidR="00A413AD" w:rsidRDefault="00A413AD" w:rsidP="00A413AD">
      <w:pPr>
        <w:pStyle w:val="Normal-medluft"/>
      </w:pPr>
      <w:r>
        <w:t>Hermed fremsendes høring over udkast til Forslag til Lov om ændring af fær</w:t>
      </w:r>
      <w:r>
        <w:t>d</w:t>
      </w:r>
      <w:r>
        <w:t>selsloven (</w:t>
      </w:r>
      <w:r w:rsidR="00023EE4" w:rsidRPr="00023EE4">
        <w:t xml:space="preserve">Forhøjelse af </w:t>
      </w:r>
      <w:r w:rsidR="00397120">
        <w:t>hastighedsgrænsen for lastbiler samt</w:t>
      </w:r>
      <w:r w:rsidR="00023EE4" w:rsidRPr="00023EE4">
        <w:t xml:space="preserve"> lette og tunge vogntog uden for tættere bebygget område og motortrafikveje</w:t>
      </w:r>
      <w:r>
        <w:t>).</w:t>
      </w:r>
    </w:p>
    <w:p w:rsidR="00A413AD" w:rsidRDefault="00A413AD" w:rsidP="00A413AD">
      <w:pPr>
        <w:pStyle w:val="Normal-medluft"/>
        <w:rPr>
          <w:b/>
        </w:rPr>
      </w:pPr>
      <w:r>
        <w:t xml:space="preserve">Eventuelle bemærkninger bedes sendt til </w:t>
      </w:r>
      <w:hyperlink r:id="rId9" w:history="1">
        <w:r w:rsidR="00ED328D" w:rsidRPr="003473DE">
          <w:rPr>
            <w:rStyle w:val="Hyperlink"/>
          </w:rPr>
          <w:t>trm@trm.dk</w:t>
        </w:r>
      </w:hyperlink>
      <w:r>
        <w:t xml:space="preserve"> med henvisning til sag</w:t>
      </w:r>
      <w:r>
        <w:t>s</w:t>
      </w:r>
      <w:r w:rsidR="00023EE4">
        <w:t>nummer 2018</w:t>
      </w:r>
      <w:r>
        <w:t>-</w:t>
      </w:r>
      <w:r w:rsidR="00023EE4">
        <w:t>6243</w:t>
      </w:r>
      <w:r>
        <w:t xml:space="preserve"> senest </w:t>
      </w:r>
      <w:r w:rsidR="00023EE4">
        <w:rPr>
          <w:b/>
        </w:rPr>
        <w:t>mandag</w:t>
      </w:r>
      <w:r>
        <w:t xml:space="preserve"> </w:t>
      </w:r>
      <w:r>
        <w:rPr>
          <w:b/>
        </w:rPr>
        <w:t xml:space="preserve">den </w:t>
      </w:r>
      <w:r w:rsidR="00ED328D">
        <w:rPr>
          <w:b/>
        </w:rPr>
        <w:t>1</w:t>
      </w:r>
      <w:r w:rsidR="00023EE4">
        <w:rPr>
          <w:b/>
        </w:rPr>
        <w:t>4</w:t>
      </w:r>
      <w:r>
        <w:rPr>
          <w:b/>
        </w:rPr>
        <w:t xml:space="preserve">. </w:t>
      </w:r>
      <w:r w:rsidR="00023EE4">
        <w:rPr>
          <w:b/>
        </w:rPr>
        <w:t>januar</w:t>
      </w:r>
      <w:r>
        <w:rPr>
          <w:b/>
        </w:rPr>
        <w:t xml:space="preserve"> 201</w:t>
      </w:r>
      <w:r w:rsidR="00023EE4">
        <w:rPr>
          <w:b/>
        </w:rPr>
        <w:t>9</w:t>
      </w:r>
      <w:r>
        <w:rPr>
          <w:b/>
        </w:rPr>
        <w:t xml:space="preserve">. </w:t>
      </w:r>
    </w:p>
    <w:p w:rsidR="00A413AD" w:rsidRDefault="00A413AD" w:rsidP="00A413AD">
      <w:pPr>
        <w:ind w:right="-2"/>
      </w:pPr>
      <w:r>
        <w:t>Der vedlægges til orientering en liste over de hørte myndigheder og organisat</w:t>
      </w:r>
      <w:r>
        <w:t>i</w:t>
      </w:r>
      <w:r>
        <w:t>oner m</w:t>
      </w:r>
      <w:r w:rsidR="00ED328D">
        <w:t>.</w:t>
      </w:r>
      <w:r>
        <w:t>v.</w:t>
      </w:r>
    </w:p>
    <w:p w:rsidR="00A413AD" w:rsidRDefault="00A413AD" w:rsidP="00A413AD">
      <w:pPr>
        <w:ind w:right="-2"/>
      </w:pPr>
    </w:p>
    <w:p w:rsidR="00A413AD" w:rsidRDefault="00A413AD" w:rsidP="00A413AD">
      <w:pPr>
        <w:ind w:right="-2"/>
        <w:rPr>
          <w:szCs w:val="24"/>
        </w:rPr>
      </w:pPr>
      <w:r>
        <w:rPr>
          <w:szCs w:val="24"/>
        </w:rPr>
        <w:t>Det bemærkes, at Transport-</w:t>
      </w:r>
      <w:r w:rsidR="00ED328D">
        <w:rPr>
          <w:szCs w:val="24"/>
        </w:rPr>
        <w:t xml:space="preserve">, </w:t>
      </w:r>
      <w:r>
        <w:rPr>
          <w:szCs w:val="24"/>
        </w:rPr>
        <w:t>Bygnings</w:t>
      </w:r>
      <w:r w:rsidR="00ED328D">
        <w:rPr>
          <w:szCs w:val="24"/>
        </w:rPr>
        <w:t>- og Bolig</w:t>
      </w:r>
      <w:r>
        <w:rPr>
          <w:szCs w:val="24"/>
        </w:rPr>
        <w:t>ministeriet ikke sender det endelige lovforslag eller den vedtagne lov til de hørte parter.</w:t>
      </w:r>
    </w:p>
    <w:p w:rsidR="00A413AD" w:rsidRDefault="00A413AD" w:rsidP="00CD7885">
      <w:pPr>
        <w:pStyle w:val="Normal-medluft"/>
      </w:pPr>
    </w:p>
    <w:p w:rsidR="008B2837" w:rsidRPr="00435271" w:rsidRDefault="008B2837" w:rsidP="00435271">
      <w:pPr>
        <w:pStyle w:val="Sluthilsen1"/>
      </w:pPr>
      <w:r w:rsidRPr="00435271">
        <w:t>Med venlig hilsen</w:t>
      </w:r>
    </w:p>
    <w:p w:rsidR="00EB3F9C" w:rsidRDefault="009953C2" w:rsidP="00C07EA0">
      <w:pPr>
        <w:pStyle w:val="Sluthilsen1"/>
      </w:pPr>
      <w:r>
        <w:t>Joy Sinius Clausen</w:t>
      </w:r>
      <w:r w:rsidR="008B2837">
        <w:br/>
      </w:r>
      <w:r>
        <w:t>Specialkonsulent</w:t>
      </w:r>
      <w:bookmarkStart w:id="0" w:name="_GoBack"/>
      <w:bookmarkEnd w:id="0"/>
    </w:p>
    <w:sectPr w:rsidR="00EB3F9C" w:rsidSect="008E68C9">
      <w:headerReference w:type="default" r:id="rId10"/>
      <w:headerReference w:type="first" r:id="rId11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EA7" w:rsidRDefault="00973EA7" w:rsidP="00A56EBB">
      <w:pPr>
        <w:spacing w:line="240" w:lineRule="auto"/>
      </w:pPr>
      <w:r>
        <w:separator/>
      </w:r>
    </w:p>
  </w:endnote>
  <w:endnote w:type="continuationSeparator" w:id="0">
    <w:p w:rsidR="00973EA7" w:rsidRDefault="00973EA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EA7" w:rsidRDefault="00973EA7" w:rsidP="00A56EBB">
      <w:pPr>
        <w:spacing w:line="240" w:lineRule="auto"/>
      </w:pPr>
      <w:r>
        <w:separator/>
      </w:r>
    </w:p>
  </w:footnote>
  <w:footnote w:type="continuationSeparator" w:id="0">
    <w:p w:rsidR="00973EA7" w:rsidRDefault="00973EA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334AE0" w:rsidP="006933CD">
    <w:pPr>
      <w:pStyle w:val="Normal-Emne"/>
      <w:numPr>
        <w:ilvl w:val="7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0A922B" wp14:editId="0A964CB2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5D681B" w:rsidP="006933CD">
    <w:pPr>
      <w:pStyle w:val="Normal-Emne"/>
      <w:numPr>
        <w:ilvl w:val="4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30910AC" wp14:editId="4DD15F50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953C2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953C2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953C2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953C2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4426F2E" wp14:editId="33B01FDD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C32732" wp14:editId="07C36EB4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96"/>
    <w:rsid w:val="00023EE4"/>
    <w:rsid w:val="000253F4"/>
    <w:rsid w:val="00061880"/>
    <w:rsid w:val="000E0370"/>
    <w:rsid w:val="000F5A76"/>
    <w:rsid w:val="0012187D"/>
    <w:rsid w:val="00172F4D"/>
    <w:rsid w:val="00191929"/>
    <w:rsid w:val="001A1309"/>
    <w:rsid w:val="001C7796"/>
    <w:rsid w:val="001D6C26"/>
    <w:rsid w:val="0029327D"/>
    <w:rsid w:val="00334AE0"/>
    <w:rsid w:val="00372276"/>
    <w:rsid w:val="00397120"/>
    <w:rsid w:val="00435271"/>
    <w:rsid w:val="004D5256"/>
    <w:rsid w:val="005627EB"/>
    <w:rsid w:val="005653E9"/>
    <w:rsid w:val="005D173D"/>
    <w:rsid w:val="005D681B"/>
    <w:rsid w:val="005F0F37"/>
    <w:rsid w:val="00616D97"/>
    <w:rsid w:val="006933CD"/>
    <w:rsid w:val="006C448A"/>
    <w:rsid w:val="006C7297"/>
    <w:rsid w:val="00766FAD"/>
    <w:rsid w:val="008A6192"/>
    <w:rsid w:val="008B2837"/>
    <w:rsid w:val="008C03B1"/>
    <w:rsid w:val="008D0A07"/>
    <w:rsid w:val="008E68C9"/>
    <w:rsid w:val="0090472D"/>
    <w:rsid w:val="0097209E"/>
    <w:rsid w:val="00973EA7"/>
    <w:rsid w:val="009953C2"/>
    <w:rsid w:val="00A23198"/>
    <w:rsid w:val="00A413AD"/>
    <w:rsid w:val="00A56EBB"/>
    <w:rsid w:val="00A93F5B"/>
    <w:rsid w:val="00A97E48"/>
    <w:rsid w:val="00AF3749"/>
    <w:rsid w:val="00B57BB3"/>
    <w:rsid w:val="00C07EA0"/>
    <w:rsid w:val="00C42374"/>
    <w:rsid w:val="00CD19B2"/>
    <w:rsid w:val="00CD7885"/>
    <w:rsid w:val="00DE7B2C"/>
    <w:rsid w:val="00E53C68"/>
    <w:rsid w:val="00E64936"/>
    <w:rsid w:val="00EA2DFA"/>
    <w:rsid w:val="00EB3F9C"/>
    <w:rsid w:val="00ED328D"/>
    <w:rsid w:val="00F77841"/>
    <w:rsid w:val="00F80A85"/>
    <w:rsid w:val="00F85F03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oe\AppData\Local\cBrain\F2\.tmp\aa05af03-ebf5-486c-8b36-34fadf97552b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M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-PowerPoin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Bølgeform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0E13-CC9B-4EE6-8AA3-AFA25C6C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aa05af03-ebf5-486c-8b36-34fadf97552b</Template>
  <TotalTime>137</TotalTime>
  <Pages>1</Pages>
  <Words>128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Østergaard</dc:creator>
  <cp:lastModifiedBy>TRM Peter Bendix Taarnhøj</cp:lastModifiedBy>
  <cp:revision>6</cp:revision>
  <cp:lastPrinted>2018-12-21T13:10:00Z</cp:lastPrinted>
  <dcterms:created xsi:type="dcterms:W3CDTF">2017-07-05T14:34:00Z</dcterms:created>
  <dcterms:modified xsi:type="dcterms:W3CDTF">2018-12-21T13:11:00Z</dcterms:modified>
</cp:coreProperties>
</file>