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C65" w:rsidRPr="00FE527F" w:rsidRDefault="00FE527F" w:rsidP="00565C65">
      <w:pPr>
        <w:pStyle w:val="Lille"/>
        <w:framePr w:w="1985" w:h="3493" w:hRule="exact" w:hSpace="181" w:wrap="notBeside" w:vAnchor="page" w:hAnchor="page" w:x="9317" w:y="4843" w:anchorLock="1"/>
        <w:rPr>
          <w:lang w:val="en-US"/>
        </w:rPr>
      </w:pPr>
      <w:bookmarkStart w:id="0" w:name="_GoBack"/>
      <w:bookmarkEnd w:id="0"/>
      <w:r>
        <w:rPr>
          <w:lang w:val="en-US"/>
        </w:rPr>
        <w:t>29-11-2018</w:t>
      </w:r>
    </w:p>
    <w:p w:rsidR="00565C65" w:rsidRPr="00CB2A5A" w:rsidRDefault="00FE527F" w:rsidP="00565C65">
      <w:pPr>
        <w:pStyle w:val="Lille"/>
        <w:framePr w:w="1985" w:h="3493" w:hRule="exact" w:hSpace="181" w:wrap="notBeside" w:vAnchor="page" w:hAnchor="page" w:x="9317" w:y="4843" w:anchorLock="1"/>
        <w:rPr>
          <w:lang w:val="en-US"/>
        </w:rPr>
      </w:pPr>
      <w:r>
        <w:rPr>
          <w:lang w:val="en-US"/>
        </w:rPr>
        <w:t>Sags nr.: 2018 - 23271</w:t>
      </w:r>
      <w:r w:rsidR="00565C65" w:rsidRPr="00CB2A5A">
        <w:rPr>
          <w:lang w:val="en-US"/>
        </w:rPr>
        <w:t xml:space="preserve">  </w:t>
      </w:r>
    </w:p>
    <w:p w:rsidR="00565C65" w:rsidRPr="00FE527F" w:rsidRDefault="00CB2A5A" w:rsidP="00565C65">
      <w:pPr>
        <w:pStyle w:val="Lille"/>
        <w:framePr w:w="1985" w:h="3493" w:hRule="exact" w:hSpace="181" w:wrap="notBeside" w:vAnchor="page" w:hAnchor="page" w:x="9317" w:y="4843" w:anchorLock="1"/>
        <w:rPr>
          <w:lang w:val="en-US"/>
        </w:rPr>
      </w:pPr>
      <w:r w:rsidRPr="00CB2A5A">
        <w:rPr>
          <w:lang w:val="en-US"/>
        </w:rPr>
        <w:t xml:space="preserve">Dok. nr. </w:t>
      </w:r>
      <w:r>
        <w:rPr>
          <w:lang w:val="en-US"/>
        </w:rPr>
        <w:t>9263962</w:t>
      </w:r>
      <w:r w:rsidR="00565C65" w:rsidRPr="00FE527F">
        <w:rPr>
          <w:lang w:val="en-US"/>
        </w:rPr>
        <w:t xml:space="preserve"> </w:t>
      </w:r>
    </w:p>
    <w:p w:rsidR="00465A30" w:rsidRPr="00FE527F" w:rsidRDefault="00465A30" w:rsidP="00465A30">
      <w:pPr>
        <w:pStyle w:val="Lille"/>
        <w:framePr w:w="1985" w:h="3493" w:hRule="exact" w:hSpace="181" w:wrap="notBeside" w:vAnchor="page" w:hAnchor="page" w:x="9317" w:y="4843" w:anchorLock="1"/>
        <w:rPr>
          <w:lang w:val="en-US"/>
        </w:rPr>
      </w:pPr>
      <w:r w:rsidRPr="00FE527F">
        <w:rPr>
          <w:lang w:val="en-US"/>
        </w:rPr>
        <w:t xml:space="preserve"> </w:t>
      </w:r>
    </w:p>
    <w:p w:rsidR="00465A30" w:rsidRPr="00FE527F" w:rsidRDefault="00465A30" w:rsidP="00465A30">
      <w:pPr>
        <w:pStyle w:val="Lille"/>
        <w:framePr w:w="1985" w:h="3493" w:hRule="exact" w:hSpace="181" w:wrap="notBeside" w:vAnchor="page" w:hAnchor="page" w:x="9317" w:y="4843" w:anchorLock="1"/>
        <w:rPr>
          <w:lang w:val="en-US"/>
        </w:rPr>
      </w:pPr>
    </w:p>
    <w:p w:rsidR="004F5A45" w:rsidRDefault="006F1E1D" w:rsidP="00465A30">
      <w:pPr>
        <w:pStyle w:val="Lille"/>
        <w:framePr w:w="1985" w:h="3493" w:hRule="exact" w:hSpace="181" w:wrap="notBeside" w:vAnchor="page" w:hAnchor="page" w:x="9317" w:y="4843" w:anchorLock="1"/>
        <w:rPr>
          <w:lang w:val="en-US"/>
        </w:rPr>
      </w:pPr>
      <w:r w:rsidRPr="00AB7F38">
        <w:rPr>
          <w:lang w:val="en-US"/>
        </w:rPr>
        <w:t>Postboks 909</w:t>
      </w:r>
      <w:r w:rsidRPr="00AB7F38">
        <w:rPr>
          <w:lang w:val="en-US"/>
        </w:rPr>
        <w:br/>
      </w:r>
      <w:r w:rsidR="005D1690">
        <w:rPr>
          <w:lang w:val="en-US"/>
        </w:rPr>
        <w:t>3900 Nuuk</w:t>
      </w:r>
      <w:r w:rsidR="005D1690">
        <w:rPr>
          <w:lang w:val="en-US"/>
        </w:rPr>
        <w:br/>
        <w:t>Tlf.: (+299) 34 50 00</w:t>
      </w:r>
      <w:r w:rsidRPr="00AB7F38">
        <w:rPr>
          <w:lang w:val="en-US"/>
        </w:rPr>
        <w:br/>
        <w:t xml:space="preserve">E-mail: </w:t>
      </w:r>
      <w:r w:rsidR="005D1690">
        <w:rPr>
          <w:lang w:val="en-US"/>
        </w:rPr>
        <w:t>box909</w:t>
      </w:r>
      <w:r w:rsidRPr="00AB7F38">
        <w:rPr>
          <w:lang w:val="en-US"/>
        </w:rPr>
        <w:t>@nanoq.gl</w:t>
      </w:r>
      <w:r w:rsidRPr="00AB7F38">
        <w:rPr>
          <w:lang w:val="en-US"/>
        </w:rPr>
        <w:br/>
      </w:r>
      <w:r w:rsidR="004F5A45">
        <w:rPr>
          <w:lang w:val="en-US"/>
        </w:rPr>
        <w:t>Fax: (+299) 34 63 56</w:t>
      </w:r>
    </w:p>
    <w:p w:rsidR="00465A30" w:rsidRPr="007C7BAB" w:rsidRDefault="006F1E1D" w:rsidP="00465A30">
      <w:pPr>
        <w:pStyle w:val="Lille"/>
        <w:framePr w:w="1985" w:h="3493" w:hRule="exact" w:hSpace="181" w:wrap="notBeside" w:vAnchor="page" w:hAnchor="page" w:x="9317" w:y="4843" w:anchorLock="1"/>
        <w:rPr>
          <w:lang w:val="en-US"/>
        </w:rPr>
      </w:pPr>
      <w:r w:rsidRPr="007C7BAB">
        <w:rPr>
          <w:lang w:val="en-US"/>
        </w:rPr>
        <w:t>www.naalakkersuisut.gl</w:t>
      </w:r>
    </w:p>
    <w:p w:rsidR="00465A30" w:rsidRPr="007C7BAB" w:rsidRDefault="00465A30" w:rsidP="00465A30">
      <w:pPr>
        <w:pStyle w:val="Lille"/>
        <w:framePr w:w="1985" w:h="3493" w:hRule="exact" w:hSpace="181" w:wrap="notBeside" w:vAnchor="page" w:hAnchor="page" w:x="9317" w:y="4843" w:anchorLock="1"/>
        <w:rPr>
          <w:lang w:val="en-US"/>
        </w:rPr>
      </w:pPr>
    </w:p>
    <w:p w:rsidR="00465A30" w:rsidRPr="007C7BAB" w:rsidRDefault="00465A30" w:rsidP="00465A30">
      <w:pPr>
        <w:pStyle w:val="Lille"/>
        <w:framePr w:w="1985" w:h="3493" w:hRule="exact" w:hSpace="181" w:wrap="notBeside" w:vAnchor="page" w:hAnchor="page" w:x="9317" w:y="4843" w:anchorLock="1"/>
        <w:rPr>
          <w:lang w:val="en-US"/>
        </w:rPr>
      </w:pPr>
    </w:p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24"/>
      </w:tblGrid>
      <w:tr w:rsidR="00465A30" w:rsidTr="00EE48FC">
        <w:trPr>
          <w:trHeight w:val="2552"/>
        </w:trPr>
        <w:tc>
          <w:tcPr>
            <w:tcW w:w="7825" w:type="dxa"/>
          </w:tcPr>
          <w:p w:rsidR="00465A30" w:rsidRPr="00B75A84" w:rsidRDefault="00AE178E" w:rsidP="00465A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Søfartsstyrelsen</w:t>
            </w:r>
          </w:p>
          <w:p w:rsidR="00465A30" w:rsidRDefault="00AE178E" w:rsidP="00465A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Fjordvænget 30</w:t>
            </w:r>
          </w:p>
          <w:p w:rsidR="00465A30" w:rsidRDefault="00AE178E" w:rsidP="00AE1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4220 Korsør</w:t>
            </w:r>
          </w:p>
          <w:p w:rsidR="00AE178E" w:rsidRDefault="00AE178E" w:rsidP="00AE178E">
            <w:pPr>
              <w:rPr>
                <w:rFonts w:ascii="Arial" w:hAnsi="Arial" w:cs="Arial"/>
                <w:sz w:val="20"/>
                <w:szCs w:val="20"/>
              </w:rPr>
            </w:pPr>
          </w:p>
          <w:p w:rsidR="00AE178E" w:rsidRDefault="00AE178E" w:rsidP="00AE1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Att.: Steen Møller Nielsen </w:t>
            </w:r>
          </w:p>
          <w:p w:rsidR="00AE178E" w:rsidRDefault="00AE178E" w:rsidP="00AE178E">
            <w:pPr>
              <w:rPr>
                <w:rFonts w:ascii="Arial" w:hAnsi="Arial" w:cs="Arial"/>
                <w:sz w:val="20"/>
                <w:szCs w:val="20"/>
              </w:rPr>
            </w:pPr>
          </w:p>
          <w:p w:rsidR="00AE178E" w:rsidRDefault="00AE178E" w:rsidP="00AE1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Ref. Sag 2018013184</w:t>
            </w:r>
          </w:p>
          <w:p w:rsidR="00AE178E" w:rsidRDefault="00AE178E" w:rsidP="00AE178E">
            <w:pPr>
              <w:rPr>
                <w:rFonts w:ascii="Arial" w:hAnsi="Arial" w:cs="Arial"/>
                <w:sz w:val="20"/>
                <w:szCs w:val="20"/>
              </w:rPr>
            </w:pPr>
          </w:p>
          <w:p w:rsidR="00AE178E" w:rsidRDefault="00AE178E" w:rsidP="00AE178E">
            <w:pPr>
              <w:rPr>
                <w:rFonts w:ascii="Arial" w:hAnsi="Arial" w:cs="Arial"/>
                <w:sz w:val="20"/>
                <w:szCs w:val="20"/>
              </w:rPr>
            </w:pPr>
          </w:p>
          <w:p w:rsidR="00AE178E" w:rsidRDefault="00AE178E" w:rsidP="00AE178E">
            <w:pPr>
              <w:rPr>
                <w:rFonts w:ascii="Arial" w:hAnsi="Arial" w:cs="Arial"/>
                <w:sz w:val="20"/>
                <w:szCs w:val="20"/>
              </w:rPr>
            </w:pPr>
          </w:p>
          <w:p w:rsidR="00AE178E" w:rsidRDefault="00AE178E" w:rsidP="00AE178E">
            <w:pPr>
              <w:rPr>
                <w:rFonts w:ascii="Arial" w:hAnsi="Arial" w:cs="Arial"/>
                <w:sz w:val="20"/>
                <w:szCs w:val="20"/>
              </w:rPr>
            </w:pPr>
          </w:p>
          <w:p w:rsidR="00AE178E" w:rsidRDefault="00AE178E" w:rsidP="00AE178E">
            <w:pPr>
              <w:rPr>
                <w:rFonts w:ascii="Arial" w:hAnsi="Arial" w:cs="Arial"/>
                <w:sz w:val="20"/>
                <w:szCs w:val="20"/>
              </w:rPr>
            </w:pPr>
          </w:p>
          <w:p w:rsidR="00AE178E" w:rsidRDefault="00AE178E" w:rsidP="00AE178E">
            <w:pPr>
              <w:rPr>
                <w:rFonts w:ascii="Arial" w:hAnsi="Arial" w:cs="Arial"/>
                <w:sz w:val="20"/>
                <w:szCs w:val="20"/>
              </w:rPr>
            </w:pPr>
          </w:p>
          <w:p w:rsidR="00AE178E" w:rsidRDefault="00AE178E" w:rsidP="00AE178E">
            <w:pPr>
              <w:rPr>
                <w:rFonts w:ascii="Arial" w:hAnsi="Arial" w:cs="Arial"/>
                <w:sz w:val="20"/>
                <w:szCs w:val="20"/>
              </w:rPr>
            </w:pPr>
          </w:p>
          <w:p w:rsidR="00AE178E" w:rsidRDefault="00AE178E" w:rsidP="00AE178E">
            <w:pPr>
              <w:rPr>
                <w:rFonts w:ascii="Arial" w:hAnsi="Arial" w:cs="Arial"/>
                <w:sz w:val="20"/>
                <w:szCs w:val="20"/>
              </w:rPr>
            </w:pPr>
          </w:p>
          <w:p w:rsidR="00AE178E" w:rsidRDefault="00AE178E" w:rsidP="00AE17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5A30" w:rsidTr="00EE48FC">
        <w:tc>
          <w:tcPr>
            <w:tcW w:w="7825" w:type="dxa"/>
          </w:tcPr>
          <w:p w:rsidR="00FE5324" w:rsidRPr="00AE178E" w:rsidRDefault="00AE178E" w:rsidP="00FE53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178E">
              <w:rPr>
                <w:rFonts w:ascii="Arial" w:hAnsi="Arial" w:cs="Arial"/>
                <w:b/>
                <w:sz w:val="20"/>
                <w:szCs w:val="20"/>
              </w:rPr>
              <w:t>Høringssvar bekendtgørelse om skibs- og radiobøger</w:t>
            </w:r>
          </w:p>
          <w:p w:rsidR="00465A30" w:rsidRPr="00465A30" w:rsidRDefault="00465A30" w:rsidP="00B75A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65A30" w:rsidRDefault="00AE178E" w:rsidP="00B75A8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det Selvstyret takker for høringen, skal det meddeles at der ikke er bemærkninger</w:t>
      </w:r>
      <w:r w:rsidR="006F370E">
        <w:rPr>
          <w:rFonts w:ascii="Arial" w:hAnsi="Arial" w:cs="Arial"/>
          <w:sz w:val="20"/>
          <w:szCs w:val="20"/>
        </w:rPr>
        <w:t xml:space="preserve"> til forslaget til bekendtgørelse</w:t>
      </w:r>
      <w:r>
        <w:rPr>
          <w:rFonts w:ascii="Arial" w:hAnsi="Arial" w:cs="Arial"/>
          <w:sz w:val="20"/>
          <w:szCs w:val="20"/>
        </w:rPr>
        <w:t xml:space="preserve"> om skibs- og radiobøger.</w:t>
      </w:r>
    </w:p>
    <w:p w:rsidR="006F370E" w:rsidRDefault="006F370E" w:rsidP="00B75A84">
      <w:pPr>
        <w:spacing w:after="0"/>
        <w:rPr>
          <w:rFonts w:ascii="Arial" w:hAnsi="Arial" w:cs="Arial"/>
          <w:sz w:val="20"/>
          <w:szCs w:val="20"/>
        </w:rPr>
      </w:pPr>
    </w:p>
    <w:p w:rsidR="00465A30" w:rsidRDefault="00465A30" w:rsidP="00B75A84">
      <w:pPr>
        <w:spacing w:after="0"/>
        <w:rPr>
          <w:rFonts w:ascii="Arial" w:hAnsi="Arial" w:cs="Arial"/>
          <w:sz w:val="20"/>
          <w:szCs w:val="20"/>
        </w:rPr>
      </w:pPr>
    </w:p>
    <w:p w:rsidR="00EE48FC" w:rsidRDefault="00EE48FC" w:rsidP="00B75A84">
      <w:pPr>
        <w:spacing w:after="0"/>
        <w:rPr>
          <w:rFonts w:ascii="Arial" w:hAnsi="Arial" w:cs="Arial"/>
          <w:sz w:val="20"/>
          <w:szCs w:val="20"/>
        </w:rPr>
      </w:pPr>
    </w:p>
    <w:p w:rsidR="00EE48FC" w:rsidRPr="00986E1B" w:rsidRDefault="00EE48FC" w:rsidP="00B75A84">
      <w:pPr>
        <w:spacing w:after="0"/>
        <w:rPr>
          <w:rFonts w:ascii="Arial" w:hAnsi="Arial" w:cs="Arial"/>
          <w:sz w:val="20"/>
          <w:szCs w:val="20"/>
        </w:rPr>
      </w:pPr>
    </w:p>
    <w:p w:rsidR="00EE48FC" w:rsidRPr="00986E1B" w:rsidRDefault="00EE48FC" w:rsidP="00EE48FC">
      <w:pPr>
        <w:spacing w:after="0"/>
        <w:rPr>
          <w:rFonts w:ascii="Arial" w:hAnsi="Arial" w:cs="Arial"/>
          <w:sz w:val="20"/>
          <w:szCs w:val="20"/>
        </w:rPr>
      </w:pPr>
      <w:r w:rsidRPr="00986E1B">
        <w:rPr>
          <w:rFonts w:ascii="Arial" w:hAnsi="Arial" w:cs="Arial"/>
          <w:sz w:val="20"/>
          <w:szCs w:val="20"/>
        </w:rPr>
        <w:t>Inussiarnersumik inuulluaqqusillunga</w:t>
      </w:r>
    </w:p>
    <w:p w:rsidR="00EE48FC" w:rsidRDefault="00C63E01" w:rsidP="00EE48F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 venlig hilsen</w:t>
      </w:r>
    </w:p>
    <w:p w:rsidR="00AE178E" w:rsidRDefault="00AE178E" w:rsidP="00EE48FC">
      <w:pPr>
        <w:spacing w:after="0"/>
        <w:rPr>
          <w:rFonts w:ascii="Arial" w:hAnsi="Arial" w:cs="Arial"/>
          <w:sz w:val="20"/>
          <w:szCs w:val="20"/>
        </w:rPr>
      </w:pPr>
    </w:p>
    <w:p w:rsidR="00AE178E" w:rsidRPr="00986E1B" w:rsidRDefault="00AE178E" w:rsidP="00EE48FC">
      <w:pPr>
        <w:spacing w:after="0"/>
        <w:rPr>
          <w:rFonts w:ascii="Arial" w:hAnsi="Arial" w:cs="Arial"/>
          <w:sz w:val="20"/>
          <w:szCs w:val="20"/>
        </w:rPr>
      </w:pPr>
    </w:p>
    <w:p w:rsidR="00EE48FC" w:rsidRPr="00986E1B" w:rsidRDefault="00EE48FC" w:rsidP="00EE48FC">
      <w:pPr>
        <w:spacing w:after="0"/>
        <w:rPr>
          <w:rFonts w:ascii="Arial" w:hAnsi="Arial" w:cs="Arial"/>
          <w:sz w:val="20"/>
          <w:szCs w:val="20"/>
        </w:rPr>
      </w:pPr>
    </w:p>
    <w:p w:rsidR="00EE48FC" w:rsidRDefault="00EE48FC" w:rsidP="00EE48FC">
      <w:pPr>
        <w:spacing w:after="0"/>
        <w:rPr>
          <w:rFonts w:ascii="Arial" w:hAnsi="Arial" w:cs="Arial"/>
          <w:sz w:val="20"/>
          <w:szCs w:val="20"/>
        </w:rPr>
      </w:pPr>
    </w:p>
    <w:p w:rsidR="00EB7195" w:rsidRDefault="00AE178E" w:rsidP="00EE48F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Gorm Nørgaard – Fuldmægtig Sødart</w:t>
      </w:r>
    </w:p>
    <w:p w:rsidR="00EB7195" w:rsidRPr="00986E1B" w:rsidRDefault="00EB7195" w:rsidP="00EE48FC">
      <w:pPr>
        <w:spacing w:after="0"/>
        <w:rPr>
          <w:rFonts w:ascii="Arial" w:hAnsi="Arial" w:cs="Arial"/>
          <w:sz w:val="20"/>
          <w:szCs w:val="20"/>
        </w:rPr>
      </w:pPr>
    </w:p>
    <w:p w:rsidR="00A2260D" w:rsidRPr="00AE178E" w:rsidRDefault="00A2260D" w:rsidP="00A2260D">
      <w:pPr>
        <w:spacing w:after="0"/>
        <w:rPr>
          <w:rFonts w:ascii="Arial" w:hAnsi="Arial" w:cs="Arial"/>
          <w:sz w:val="16"/>
          <w:szCs w:val="16"/>
        </w:rPr>
      </w:pPr>
      <w:r w:rsidRPr="00AE178E">
        <w:rPr>
          <w:rFonts w:ascii="Arial" w:hAnsi="Arial" w:cs="Arial"/>
          <w:sz w:val="16"/>
          <w:szCs w:val="16"/>
        </w:rPr>
        <w:t>Toqq/direkte 34</w:t>
      </w:r>
    </w:p>
    <w:p w:rsidR="00A2260D" w:rsidRPr="00A346F1" w:rsidRDefault="00A2260D" w:rsidP="00A2260D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sibw@nanoq.gl</w:t>
      </w:r>
    </w:p>
    <w:p w:rsidR="00986E1B" w:rsidRPr="00EB7195" w:rsidRDefault="00986E1B" w:rsidP="00986E1B">
      <w:pPr>
        <w:spacing w:after="0"/>
        <w:rPr>
          <w:rFonts w:ascii="Arial" w:hAnsi="Arial" w:cs="Arial"/>
          <w:sz w:val="16"/>
          <w:szCs w:val="16"/>
        </w:rPr>
      </w:pPr>
    </w:p>
    <w:p w:rsidR="00986E1B" w:rsidRPr="00EB7195" w:rsidRDefault="00986E1B" w:rsidP="00986E1B">
      <w:pPr>
        <w:spacing w:after="0"/>
        <w:rPr>
          <w:rFonts w:ascii="Arial" w:hAnsi="Arial" w:cs="Arial"/>
          <w:sz w:val="20"/>
          <w:szCs w:val="20"/>
        </w:rPr>
      </w:pPr>
    </w:p>
    <w:sectPr w:rsidR="00986E1B" w:rsidRPr="00EB7195" w:rsidSect="004402D4">
      <w:footerReference w:type="default" r:id="rId8"/>
      <w:headerReference w:type="first" r:id="rId9"/>
      <w:footerReference w:type="first" r:id="rId10"/>
      <w:pgSz w:w="11906" w:h="16838" w:code="9"/>
      <w:pgMar w:top="2268" w:right="2835" w:bottom="737" w:left="1247" w:header="567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62E" w:rsidRDefault="0042162E" w:rsidP="00FA2B29">
      <w:pPr>
        <w:spacing w:after="0" w:line="240" w:lineRule="auto"/>
      </w:pPr>
      <w:r>
        <w:separator/>
      </w:r>
    </w:p>
  </w:endnote>
  <w:endnote w:type="continuationSeparator" w:id="0">
    <w:p w:rsidR="0042162E" w:rsidRDefault="0042162E" w:rsidP="00FA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3667999"/>
      <w:docPartObj>
        <w:docPartGallery w:val="Page Numbers (Bottom of Page)"/>
        <w:docPartUnique/>
      </w:docPartObj>
    </w:sdtPr>
    <w:sdtEndPr/>
    <w:sdtContent>
      <w:p w:rsidR="00986E1B" w:rsidRDefault="00986E1B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74C50" w:rsidRDefault="00874C50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8201982"/>
      <w:docPartObj>
        <w:docPartGallery w:val="Page Numbers (Bottom of Page)"/>
        <w:docPartUnique/>
      </w:docPartObj>
    </w:sdtPr>
    <w:sdtEndPr/>
    <w:sdtContent>
      <w:p w:rsidR="00986E1B" w:rsidRDefault="00986E1B">
        <w:pPr>
          <w:pStyle w:val="Sidefod"/>
          <w:jc w:val="right"/>
        </w:pPr>
        <w:r>
          <w:fldChar w:fldCharType="begin"/>
        </w:r>
        <w:r>
          <w:instrText xml:space="preserve"> PAGE  \* MERGEFORMAT </w:instrText>
        </w:r>
        <w:r>
          <w:fldChar w:fldCharType="separate"/>
        </w:r>
        <w:r w:rsidR="002C0462">
          <w:rPr>
            <w:noProof/>
          </w:rPr>
          <w:t>1</w:t>
        </w:r>
        <w:r>
          <w:fldChar w:fldCharType="end"/>
        </w:r>
      </w:p>
    </w:sdtContent>
  </w:sdt>
  <w:p w:rsidR="005A226D" w:rsidRDefault="005A226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62E" w:rsidRDefault="0042162E" w:rsidP="00FA2B29">
      <w:pPr>
        <w:spacing w:after="0" w:line="240" w:lineRule="auto"/>
      </w:pPr>
      <w:r>
        <w:separator/>
      </w:r>
    </w:p>
  </w:footnote>
  <w:footnote w:type="continuationSeparator" w:id="0">
    <w:p w:rsidR="0042162E" w:rsidRDefault="0042162E" w:rsidP="00FA2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6D" w:rsidRDefault="0042162E" w:rsidP="00FA2B29">
    <w:pPr>
      <w:pStyle w:val="Lillev"/>
    </w:pPr>
    <w:sdt>
      <w:sdtPr>
        <w:id w:val="-1312632220"/>
        <w:docPartObj>
          <w:docPartGallery w:val="Watermarks"/>
          <w:docPartUnique/>
        </w:docPartObj>
      </w:sdtPr>
      <w:sdtEndPr/>
      <w:sdtContent>
        <w:r w:rsidR="00883655">
          <w:rPr>
            <w:noProof/>
            <w:lang w:eastAsia="da-DK"/>
          </w:rPr>
          <w:drawing>
            <wp:anchor distT="0" distB="0" distL="114300" distR="114300" simplePos="0" relativeHeight="251661312" behindDoc="1" locked="1" layoutInCell="1" allowOverlap="1" wp14:anchorId="1C8FA289" wp14:editId="4D5B32FE">
              <wp:simplePos x="0" y="0"/>
              <wp:positionH relativeFrom="column">
                <wp:posOffset>266700</wp:posOffset>
              </wp:positionH>
              <wp:positionV relativeFrom="page">
                <wp:posOffset>5404485</wp:posOffset>
              </wp:positionV>
              <wp:extent cx="6504940" cy="5292725"/>
              <wp:effectExtent l="0" t="0" r="0" b="3175"/>
              <wp:wrapNone/>
              <wp:docPr id="1" name="Billede 1" descr="NANOQ_stor_gradiant_bla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NANOQ_stor_gradiant_blaa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504940" cy="52927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  <w:r w:rsidR="005A226D">
      <w:t xml:space="preserve">   </w:t>
    </w:r>
  </w:p>
  <w:p w:rsidR="002165A0" w:rsidRDefault="005A226D" w:rsidP="002165A0">
    <w:pPr>
      <w:pStyle w:val="Lillev"/>
      <w:ind w:right="1020"/>
      <w:jc w:val="left"/>
    </w:pPr>
    <w:r>
      <w:rPr>
        <w:noProof/>
        <w:lang w:eastAsia="da-DK"/>
      </w:rPr>
      <w:drawing>
        <wp:anchor distT="0" distB="0" distL="114300" distR="114300" simplePos="0" relativeHeight="251659264" behindDoc="0" locked="1" layoutInCell="1" allowOverlap="1" wp14:anchorId="3EC01037" wp14:editId="693AF4EE">
          <wp:simplePos x="0" y="0"/>
          <wp:positionH relativeFrom="column">
            <wp:posOffset>4219575</wp:posOffset>
          </wp:positionH>
          <wp:positionV relativeFrom="page">
            <wp:posOffset>382905</wp:posOffset>
          </wp:positionV>
          <wp:extent cx="2162175" cy="714375"/>
          <wp:effectExtent l="0" t="0" r="9525" b="9525"/>
          <wp:wrapNone/>
          <wp:docPr id="3" name="Billede 3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noq_logo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2677">
      <w:t xml:space="preserve">Ineqarnermut Attaveqaqatigiinnermullu </w:t>
    </w:r>
    <w:r w:rsidR="002165A0">
      <w:t>Naalakkersuisoq</w:t>
    </w:r>
    <w:r w:rsidR="00A630C5">
      <w:t>arfik</w:t>
    </w:r>
  </w:p>
  <w:p w:rsidR="002165A0" w:rsidRDefault="00A630C5" w:rsidP="002165A0">
    <w:pPr>
      <w:pStyle w:val="Lillev"/>
      <w:ind w:right="1020"/>
    </w:pPr>
    <w:r>
      <w:t>Departementet for</w:t>
    </w:r>
    <w:r w:rsidR="002165A0">
      <w:t xml:space="preserve"> </w:t>
    </w:r>
    <w:r w:rsidR="00BD2677">
      <w:t xml:space="preserve">Boliger og </w:t>
    </w:r>
    <w:r w:rsidR="002165A0">
      <w:t xml:space="preserve">Infrastruktur </w:t>
    </w:r>
  </w:p>
  <w:p w:rsidR="005A226D" w:rsidRDefault="005A226D" w:rsidP="002165A0">
    <w:pPr>
      <w:pStyle w:val="Lillev"/>
      <w:spacing w:line="180" w:lineRule="atLeast"/>
      <w:ind w:right="2862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C07"/>
    <w:rsid w:val="00027D8E"/>
    <w:rsid w:val="00040AD9"/>
    <w:rsid w:val="000F3927"/>
    <w:rsid w:val="00136411"/>
    <w:rsid w:val="00147C5D"/>
    <w:rsid w:val="00164B89"/>
    <w:rsid w:val="00164BA4"/>
    <w:rsid w:val="001A5BA9"/>
    <w:rsid w:val="001B394E"/>
    <w:rsid w:val="001D6815"/>
    <w:rsid w:val="001F3B9C"/>
    <w:rsid w:val="002165A0"/>
    <w:rsid w:val="00281BC3"/>
    <w:rsid w:val="00294B7A"/>
    <w:rsid w:val="002975F1"/>
    <w:rsid w:val="002C0462"/>
    <w:rsid w:val="00344751"/>
    <w:rsid w:val="00405676"/>
    <w:rsid w:val="0042162E"/>
    <w:rsid w:val="0043108C"/>
    <w:rsid w:val="00433F70"/>
    <w:rsid w:val="004402D4"/>
    <w:rsid w:val="00442AB7"/>
    <w:rsid w:val="00465A30"/>
    <w:rsid w:val="004A46AF"/>
    <w:rsid w:val="004A5112"/>
    <w:rsid w:val="004F5A45"/>
    <w:rsid w:val="005222BF"/>
    <w:rsid w:val="00565C65"/>
    <w:rsid w:val="005A226D"/>
    <w:rsid w:val="005A2401"/>
    <w:rsid w:val="005D1690"/>
    <w:rsid w:val="005E1291"/>
    <w:rsid w:val="00696112"/>
    <w:rsid w:val="006F1E1D"/>
    <w:rsid w:val="006F370E"/>
    <w:rsid w:val="007142C8"/>
    <w:rsid w:val="00754E2C"/>
    <w:rsid w:val="00796799"/>
    <w:rsid w:val="007C7BAB"/>
    <w:rsid w:val="007D3B61"/>
    <w:rsid w:val="007D746B"/>
    <w:rsid w:val="007F3259"/>
    <w:rsid w:val="00874C50"/>
    <w:rsid w:val="00883655"/>
    <w:rsid w:val="008B5055"/>
    <w:rsid w:val="008C33DA"/>
    <w:rsid w:val="008D1BBE"/>
    <w:rsid w:val="00986E1B"/>
    <w:rsid w:val="009A21D2"/>
    <w:rsid w:val="009F2ED5"/>
    <w:rsid w:val="009F6E38"/>
    <w:rsid w:val="00A06DC9"/>
    <w:rsid w:val="00A2260D"/>
    <w:rsid w:val="00A630C5"/>
    <w:rsid w:val="00A74BEE"/>
    <w:rsid w:val="00AB7F38"/>
    <w:rsid w:val="00AE178E"/>
    <w:rsid w:val="00B057E3"/>
    <w:rsid w:val="00B07417"/>
    <w:rsid w:val="00B56759"/>
    <w:rsid w:val="00B75A84"/>
    <w:rsid w:val="00BD2677"/>
    <w:rsid w:val="00BE59AC"/>
    <w:rsid w:val="00C27FDB"/>
    <w:rsid w:val="00C63E01"/>
    <w:rsid w:val="00C66B33"/>
    <w:rsid w:val="00C931F3"/>
    <w:rsid w:val="00CB2A5A"/>
    <w:rsid w:val="00D22C68"/>
    <w:rsid w:val="00D32276"/>
    <w:rsid w:val="00D32DC6"/>
    <w:rsid w:val="00E50C07"/>
    <w:rsid w:val="00EB1ADD"/>
    <w:rsid w:val="00EB7195"/>
    <w:rsid w:val="00EE48FC"/>
    <w:rsid w:val="00F07C37"/>
    <w:rsid w:val="00F24829"/>
    <w:rsid w:val="00FA2B29"/>
    <w:rsid w:val="00FE4690"/>
    <w:rsid w:val="00FE527F"/>
    <w:rsid w:val="00FE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3621FB-1692-4304-BDE1-11982B33B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324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4402D4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40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402D4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unhideWhenUsed/>
    <w:rsid w:val="00FA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2B29"/>
  </w:style>
  <w:style w:type="paragraph" w:styleId="Sidefod">
    <w:name w:val="footer"/>
    <w:basedOn w:val="Normal"/>
    <w:link w:val="SidefodTegn"/>
    <w:uiPriority w:val="99"/>
    <w:unhideWhenUsed/>
    <w:rsid w:val="00FA2B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2B29"/>
  </w:style>
  <w:style w:type="paragraph" w:customStyle="1" w:styleId="Lillev">
    <w:name w:val="Lille v"/>
    <w:basedOn w:val="Sidehoved"/>
    <w:link w:val="Lille1Tegn"/>
    <w:qFormat/>
    <w:rsid w:val="00FA2B29"/>
    <w:pPr>
      <w:tabs>
        <w:tab w:val="clear" w:pos="4819"/>
        <w:tab w:val="clear" w:pos="9638"/>
      </w:tabs>
      <w:spacing w:line="200" w:lineRule="atLeast"/>
      <w:ind w:right="3289"/>
      <w:jc w:val="both"/>
    </w:pPr>
    <w:rPr>
      <w:rFonts w:ascii="Arial" w:eastAsia="Times New Roman" w:hAnsi="Arial" w:cs="Times New Roman"/>
      <w:sz w:val="14"/>
      <w:szCs w:val="24"/>
    </w:rPr>
  </w:style>
  <w:style w:type="character" w:customStyle="1" w:styleId="Lille1Tegn">
    <w:name w:val="Lille 1 Tegn"/>
    <w:basedOn w:val="SidehovedTegn"/>
    <w:link w:val="Lillev"/>
    <w:rsid w:val="00FA2B29"/>
    <w:rPr>
      <w:rFonts w:ascii="Arial" w:eastAsia="Times New Roman" w:hAnsi="Arial" w:cs="Times New Roman"/>
      <w:sz w:val="14"/>
      <w:szCs w:val="24"/>
    </w:rPr>
  </w:style>
  <w:style w:type="table" w:styleId="Tabel-Gitter">
    <w:name w:val="Table Grid"/>
    <w:basedOn w:val="Tabel-Normal"/>
    <w:uiPriority w:val="59"/>
    <w:rsid w:val="00465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lle">
    <w:name w:val="Lille"/>
    <w:basedOn w:val="Normal"/>
    <w:link w:val="LilleTegn"/>
    <w:rsid w:val="00465A30"/>
    <w:pPr>
      <w:spacing w:after="0" w:line="200" w:lineRule="atLeast"/>
      <w:jc w:val="right"/>
    </w:pPr>
    <w:rPr>
      <w:rFonts w:ascii="Arial" w:eastAsia="Times New Roman" w:hAnsi="Arial" w:cs="Times New Roman"/>
      <w:sz w:val="14"/>
      <w:szCs w:val="24"/>
    </w:rPr>
  </w:style>
  <w:style w:type="character" w:customStyle="1" w:styleId="LilleTegn">
    <w:name w:val="Lille Tegn"/>
    <w:link w:val="Lille"/>
    <w:rsid w:val="00465A30"/>
    <w:rPr>
      <w:rFonts w:ascii="Arial" w:eastAsia="Times New Roman" w:hAnsi="Arial" w:cs="Times New Roman"/>
      <w:sz w:val="14"/>
      <w:szCs w:val="24"/>
    </w:rPr>
  </w:style>
  <w:style w:type="character" w:styleId="Sidetal">
    <w:name w:val="page number"/>
    <w:rsid w:val="00EE48FC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3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rm\AppData\Local\cBrain\F2\.tmp\CBrain%60f0%5e!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ns0:Root xmlns:ns0="Captia">
  <ns0:address>
    <Content xmlns="Captia" id="address1">
      <Value/>
    </Content>
    <Content xmlns="Captia" id="name:name1">
      <Value/>
    </Content>
    <Content xmlns="Captia" id="name:name2">
      <Value/>
    </Content>
    <Content xmlns="Captia" id="address2">
      <Value/>
    </Content>
    <Content xmlns="Captia" id="address3">
      <Value/>
    </Content>
    <Content xmlns="Captia" id="postcode">
      <Value/>
    </Content>
    <Content xmlns="Captia" id="postcode">
      <Elab/>
    </Content>
  </ns0:address>
  <ns0:record>
    <Content xmlns="Captia" id="title">
      <Value/>
    </Content>
    <Content xmlns="Captia" id="letter_date">
      <Value/>
    </Content>
    <Content xmlns="Captia" id="record_key">
      <Value/>
    </Content>
  </ns0:record>
  <ns0:case>
    <Content xmlns="Captia" id="file_no">
      <Value/>
    </Content>
    <ns0:officer>
      <Content xmlns="Captia" id="name1">
        <Value/>
      </Content>
      <Content xmlns="Captia" id="name2">
        <Value/>
      </Content>
      <Content xmlns="Captia" id="address_main:phone_no">
        <Value/>
      </Content>
      <Content xmlns="Captia" id="address_main:email">
        <Value/>
      </Content>
    </ns0:officer>
  </ns0:case>
</ns0: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8D8CC-2510-4C5E-8403-B5C46FC56E19}">
  <ds:schemaRefs>
    <ds:schemaRef ds:uri="Captia"/>
  </ds:schemaRefs>
</ds:datastoreItem>
</file>

<file path=customXml/itemProps2.xml><?xml version="1.0" encoding="utf-8"?>
<ds:datastoreItem xmlns:ds="http://schemas.openxmlformats.org/officeDocument/2006/customXml" ds:itemID="{93356E85-AF16-428C-B60C-E05D26833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CBrain`f0^!.dotx</Template>
  <TotalTime>1</TotalTime>
  <Pages>1</Pages>
  <Words>84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Gorm Nørgaard</dc:creator>
  <cp:lastModifiedBy>Helle Düring</cp:lastModifiedBy>
  <cp:revision>2</cp:revision>
  <dcterms:created xsi:type="dcterms:W3CDTF">2019-01-02T13:57:00Z</dcterms:created>
  <dcterms:modified xsi:type="dcterms:W3CDTF">2019-01-02T13:57:00Z</dcterms:modified>
</cp:coreProperties>
</file>