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FC95B" w14:textId="00CF6DB1" w:rsidR="00826D54" w:rsidRDefault="00BE7D7D" w:rsidP="00AA19A4">
      <w:r>
        <w:rPr>
          <w:noProof/>
          <w:lang w:eastAsia="da-DK"/>
        </w:rPr>
        <mc:AlternateContent>
          <mc:Choice Requires="wps">
            <w:drawing>
              <wp:anchor distT="0" distB="0" distL="114300" distR="114300" simplePos="0" relativeHeight="251658240" behindDoc="0" locked="0" layoutInCell="1" allowOverlap="1" wp14:anchorId="3ABFC973" wp14:editId="3ABFC974">
                <wp:simplePos x="0" y="0"/>
                <wp:positionH relativeFrom="column">
                  <wp:posOffset>4623435</wp:posOffset>
                </wp:positionH>
                <wp:positionV relativeFrom="paragraph">
                  <wp:posOffset>15240</wp:posOffset>
                </wp:positionV>
                <wp:extent cx="1511935" cy="8614410"/>
                <wp:effectExtent l="381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935" cy="8614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BFC97E" w14:textId="08060FB5" w:rsidR="00665EF4" w:rsidRDefault="007C4D82" w:rsidP="00665EF4">
                            <w:pPr>
                              <w:pStyle w:val="datomv"/>
                              <w:rPr>
                                <w:rFonts w:ascii="Arial" w:hAnsi="Arial"/>
                                <w:bCs/>
                                <w:sz w:val="16"/>
                              </w:rPr>
                            </w:pPr>
                            <w:r>
                              <w:rPr>
                                <w:rFonts w:ascii="Arial" w:hAnsi="Arial"/>
                                <w:bCs/>
                                <w:sz w:val="16"/>
                              </w:rPr>
                              <w:t>1</w:t>
                            </w:r>
                            <w:r w:rsidR="00452DB1">
                              <w:rPr>
                                <w:rFonts w:ascii="Arial" w:hAnsi="Arial"/>
                                <w:bCs/>
                                <w:sz w:val="16"/>
                              </w:rPr>
                              <w:t xml:space="preserve">. </w:t>
                            </w:r>
                            <w:r>
                              <w:rPr>
                                <w:rFonts w:ascii="Arial" w:hAnsi="Arial"/>
                                <w:bCs/>
                                <w:sz w:val="16"/>
                              </w:rPr>
                              <w:t>oktober</w:t>
                            </w:r>
                            <w:bookmarkStart w:id="0" w:name="_GoBack"/>
                            <w:bookmarkEnd w:id="0"/>
                            <w:r w:rsidR="00452DB1">
                              <w:rPr>
                                <w:rFonts w:ascii="Arial" w:hAnsi="Arial"/>
                                <w:bCs/>
                                <w:sz w:val="16"/>
                              </w:rPr>
                              <w:t xml:space="preserve"> 2018</w:t>
                            </w:r>
                          </w:p>
                          <w:p w14:paraId="3ABFC97F" w14:textId="77777777" w:rsidR="00665EF4" w:rsidRDefault="00665EF4" w:rsidP="00665EF4">
                            <w:pPr>
                              <w:pStyle w:val="datomv"/>
                              <w:rPr>
                                <w:rFonts w:ascii="Arial" w:hAnsi="Arial"/>
                                <w:b/>
                                <w:bCs/>
                                <w:sz w:val="16"/>
                              </w:rPr>
                            </w:pPr>
                            <w:r>
                              <w:rPr>
                                <w:rFonts w:ascii="Arial" w:hAnsi="Arial"/>
                                <w:b/>
                                <w:bCs/>
                                <w:sz w:val="16"/>
                              </w:rPr>
                              <w:t>Vores reference:</w:t>
                            </w:r>
                          </w:p>
                          <w:p w14:paraId="3ABFC980" w14:textId="18581D1F" w:rsidR="00665EF4" w:rsidRDefault="00665EF4" w:rsidP="00665EF4">
                            <w:pPr>
                              <w:pStyle w:val="datomv"/>
                              <w:rPr>
                                <w:rFonts w:ascii="Arial" w:hAnsi="Arial"/>
                                <w:sz w:val="16"/>
                              </w:rPr>
                            </w:pPr>
                            <w:r>
                              <w:rPr>
                                <w:rFonts w:ascii="Arial" w:hAnsi="Arial"/>
                                <w:sz w:val="16"/>
                              </w:rPr>
                              <w:t xml:space="preserve">Sag nr. </w:t>
                            </w:r>
                            <w:bookmarkStart w:id="1" w:name="PCAsag"/>
                            <w:bookmarkEnd w:id="1"/>
                            <w:sdt>
                              <w:sdtPr>
                                <w:rPr>
                                  <w:rFonts w:ascii="Arial" w:hAnsi="Arial"/>
                                  <w:sz w:val="16"/>
                                </w:rPr>
                                <w:tag w:val="DocumentDate"/>
                                <w:id w:val="10001"/>
                                <w:dataBinding w:prefixMappings="xmlns:gbs='http://www.software-innovation.no/growBusinessDocument'" w:xpath="/gbs:GrowBusinessDocument/gbs:ToCase.Name[@gbs:key='10001']" w:storeItemID="{EBD83467-2DA2-4ED7-A20E-9BEE23DD284C}"/>
                                <w:text/>
                              </w:sdtPr>
                              <w:sdtEndPr/>
                              <w:sdtContent>
                                <w:r w:rsidR="00452DB1">
                                  <w:rPr>
                                    <w:rFonts w:ascii="Arial" w:hAnsi="Arial"/>
                                    <w:sz w:val="16"/>
                                  </w:rPr>
                                  <w:t>2018011897</w:t>
                                </w:r>
                              </w:sdtContent>
                            </w:sdt>
                          </w:p>
                          <w:p w14:paraId="3ABFC981" w14:textId="77777777" w:rsidR="00F25BC6" w:rsidRDefault="00F25BC6" w:rsidP="00665EF4">
                            <w:pPr>
                              <w:pStyle w:val="datomv"/>
                              <w:rPr>
                                <w:rFonts w:ascii="Arial" w:hAnsi="Arial"/>
                                <w:sz w:val="16"/>
                              </w:rPr>
                            </w:pPr>
                          </w:p>
                          <w:sdt>
                            <w:sdtPr>
                              <w:rPr>
                                <w:rFonts w:ascii="Arial" w:hAnsi="Arial"/>
                                <w:sz w:val="16"/>
                              </w:rPr>
                              <w:tag w:val="DocumentDate"/>
                              <w:id w:val="10011"/>
                              <w:dataBinding w:prefixMappings="xmlns:gbs='http://www.software-innovation.no/growBusinessDocument'" w:xpath="/gbs:GrowBusinessDocument/gbs:ToOrgUnit.Name[@gbs:key='10011']" w:storeItemID="{EBD83467-2DA2-4ED7-A20E-9BEE23DD284C}"/>
                              <w:text/>
                            </w:sdtPr>
                            <w:sdtEndPr/>
                            <w:sdtContent>
                              <w:p w14:paraId="3ABFC982" w14:textId="2382E4F3" w:rsidR="00665EF4" w:rsidRDefault="00452DB1" w:rsidP="00665EF4">
                                <w:pPr>
                                  <w:pStyle w:val="datomv"/>
                                  <w:rPr>
                                    <w:rFonts w:ascii="Arial" w:hAnsi="Arial"/>
                                    <w:sz w:val="16"/>
                                  </w:rPr>
                                </w:pPr>
                                <w:r>
                                  <w:rPr>
                                    <w:rFonts w:ascii="Arial" w:hAnsi="Arial"/>
                                    <w:sz w:val="16"/>
                                  </w:rPr>
                                  <w:t>Maritim regulering og jura</w:t>
                                </w:r>
                              </w:p>
                            </w:sdtContent>
                          </w:sdt>
                          <w:p w14:paraId="3ABFC983" w14:textId="71B5D9E7" w:rsidR="00665EF4" w:rsidRPr="00D25658" w:rsidRDefault="006E20AC" w:rsidP="00665EF4">
                            <w:pPr>
                              <w:pStyle w:val="datomv"/>
                              <w:rPr>
                                <w:rFonts w:ascii="Arial" w:hAnsi="Arial"/>
                                <w:sz w:val="16"/>
                              </w:rPr>
                            </w:pPr>
                            <w:bookmarkStart w:id="2" w:name="PCAInitialer"/>
                            <w:bookmarkEnd w:id="2"/>
                            <w:r>
                              <w:rPr>
                                <w:rFonts w:ascii="Arial" w:hAnsi="Arial"/>
                                <w:sz w:val="16"/>
                              </w:rPr>
                              <w:t>/</w:t>
                            </w:r>
                            <w:sdt>
                              <w:sdtPr>
                                <w:rPr>
                                  <w:rFonts w:ascii="Arial" w:hAnsi="Arial"/>
                                  <w:sz w:val="16"/>
                                </w:rPr>
                                <w:tag w:val="OurRef.Name"/>
                                <w:id w:val="10019"/>
                                <w:dataBinding w:prefixMappings="xmlns:gbs='http://www.software-innovation.no/growBusinessDocument'" w:xpath="/gbs:GrowBusinessDocument/gbs:OurRef.Name[@gbs:key='10019']" w:storeItemID="{EBD83467-2DA2-4ED7-A20E-9BEE23DD284C}"/>
                                <w:text/>
                              </w:sdtPr>
                              <w:sdtEndPr/>
                              <w:sdtContent>
                                <w:r w:rsidR="00452DB1">
                                  <w:rPr>
                                    <w:rFonts w:ascii="Arial" w:hAnsi="Arial"/>
                                    <w:sz w:val="16"/>
                                  </w:rPr>
                                  <w:t>Birgit Gilland</w:t>
                                </w:r>
                              </w:sdtContent>
                            </w:sdt>
                          </w:p>
                          <w:p w14:paraId="3ABFC984" w14:textId="77777777" w:rsidR="00857ECC" w:rsidRDefault="00857ECC" w:rsidP="00831391">
                            <w:pPr>
                              <w:pStyle w:val="datomv"/>
                              <w:rPr>
                                <w:rFonts w:ascii="Arial" w:hAnsi="Arial"/>
                                <w:sz w:val="16"/>
                              </w:rPr>
                            </w:pPr>
                          </w:p>
                          <w:p w14:paraId="3ABFC985" w14:textId="77777777" w:rsidR="00D647D7" w:rsidRDefault="00D647D7" w:rsidP="00831391">
                            <w:pPr>
                              <w:pStyle w:val="datomv"/>
                              <w:rPr>
                                <w:rFonts w:ascii="Arial" w:hAnsi="Arial"/>
                                <w:sz w:val="16"/>
                              </w:rPr>
                            </w:pPr>
                          </w:p>
                          <w:p w14:paraId="3ABFC986" w14:textId="77777777" w:rsidR="00D647D7" w:rsidRDefault="00D647D7" w:rsidP="00831391">
                            <w:pPr>
                              <w:pStyle w:val="datomv"/>
                              <w:rPr>
                                <w:rFonts w:ascii="Arial" w:hAnsi="Arial"/>
                                <w:sz w:val="16"/>
                              </w:rPr>
                            </w:pPr>
                          </w:p>
                          <w:p w14:paraId="3ABFC987" w14:textId="77777777" w:rsidR="002A16CC" w:rsidRDefault="002A16CC" w:rsidP="00831391">
                            <w:pPr>
                              <w:pStyle w:val="datomv"/>
                              <w:rPr>
                                <w:rFonts w:ascii="Arial" w:hAnsi="Arial"/>
                                <w:sz w:val="16"/>
                              </w:rPr>
                            </w:pPr>
                          </w:p>
                          <w:p w14:paraId="3ABFC988" w14:textId="77777777" w:rsidR="00D647D7" w:rsidRDefault="00ED2331" w:rsidP="00831391">
                            <w:pPr>
                              <w:pStyle w:val="skakt"/>
                              <w:rPr>
                                <w:rFonts w:ascii="Arial Black" w:hAnsi="Arial Black"/>
                                <w:sz w:val="13"/>
                              </w:rPr>
                            </w:pPr>
                            <w:r>
                              <w:rPr>
                                <w:rFonts w:ascii="Arial Black" w:hAnsi="Arial Black"/>
                                <w:sz w:val="13"/>
                              </w:rPr>
                              <w:t>SØFARTSSTYRELSEN</w:t>
                            </w:r>
                          </w:p>
                          <w:p w14:paraId="3ABFC989" w14:textId="77777777" w:rsidR="00751F0A" w:rsidRPr="00751F0A" w:rsidRDefault="00751F0A" w:rsidP="00751F0A">
                            <w:pPr>
                              <w:pStyle w:val="skakt"/>
                              <w:rPr>
                                <w:sz w:val="16"/>
                              </w:rPr>
                            </w:pPr>
                            <w:bookmarkStart w:id="3" w:name="PCAadressen"/>
                            <w:bookmarkEnd w:id="3"/>
                            <w:r w:rsidRPr="00751F0A">
                              <w:rPr>
                                <w:sz w:val="16"/>
                              </w:rPr>
                              <w:t>Fjordvænget 30</w:t>
                            </w:r>
                          </w:p>
                          <w:p w14:paraId="3ABFC98A" w14:textId="77777777" w:rsidR="005E0CC9" w:rsidRPr="00751F0A" w:rsidRDefault="00751F0A" w:rsidP="00751F0A">
                            <w:pPr>
                              <w:pStyle w:val="skakt"/>
                              <w:rPr>
                                <w:sz w:val="16"/>
                              </w:rPr>
                            </w:pPr>
                            <w:r w:rsidRPr="00751F0A">
                              <w:rPr>
                                <w:sz w:val="16"/>
                              </w:rPr>
                              <w:t>4220 Korsør</w:t>
                            </w:r>
                          </w:p>
                          <w:p w14:paraId="3ABFC98B" w14:textId="77777777" w:rsidR="003E79C2" w:rsidRPr="00751F0A" w:rsidRDefault="003E79C2" w:rsidP="00831391">
                            <w:pPr>
                              <w:pStyle w:val="skakt"/>
                            </w:pPr>
                          </w:p>
                          <w:p w14:paraId="3ABFC98C" w14:textId="337EA32A" w:rsidR="00D647D7" w:rsidRPr="00754907" w:rsidRDefault="00D67276" w:rsidP="00831391">
                            <w:pPr>
                              <w:pStyle w:val="skakt"/>
                              <w:tabs>
                                <w:tab w:val="left" w:pos="720"/>
                              </w:tabs>
                              <w:rPr>
                                <w:sz w:val="16"/>
                              </w:rPr>
                            </w:pPr>
                            <w:r w:rsidRPr="00754907">
                              <w:rPr>
                                <w:sz w:val="16"/>
                              </w:rPr>
                              <w:t>Tlf.</w:t>
                            </w:r>
                            <w:r w:rsidRPr="00754907">
                              <w:rPr>
                                <w:sz w:val="16"/>
                              </w:rPr>
                              <w:tab/>
                            </w:r>
                            <w:sdt>
                              <w:sdtPr>
                                <w:rPr>
                                  <w:sz w:val="16"/>
                                </w:rPr>
                                <w:tag w:val="BoardHandlingTitle"/>
                                <w:id w:val="10020"/>
                                <w:dataBinding w:prefixMappings="xmlns:gbs='http://www.software-innovation.no/growBusinessDocument'" w:xpath="/gbs:GrowBusinessDocument/gbs:ToOrgUnit.ToEmployer.Switchboard[@gbs:key='10020']" w:storeItemID="{EBD83467-2DA2-4ED7-A20E-9BEE23DD284C}"/>
                                <w:text/>
                              </w:sdtPr>
                              <w:sdtEndPr/>
                              <w:sdtContent>
                                <w:r w:rsidR="00452DB1" w:rsidRPr="00754907">
                                  <w:rPr>
                                    <w:sz w:val="16"/>
                                  </w:rPr>
                                  <w:t>+45 72196000</w:t>
                                </w:r>
                              </w:sdtContent>
                            </w:sdt>
                          </w:p>
                          <w:p w14:paraId="3ABFC98D" w14:textId="625E832C" w:rsidR="00D647D7" w:rsidRPr="00754907" w:rsidRDefault="00D67276" w:rsidP="00831391">
                            <w:pPr>
                              <w:pStyle w:val="skakt"/>
                              <w:tabs>
                                <w:tab w:val="left" w:pos="720"/>
                              </w:tabs>
                              <w:rPr>
                                <w:sz w:val="16"/>
                              </w:rPr>
                            </w:pPr>
                            <w:r w:rsidRPr="00754907">
                              <w:rPr>
                                <w:sz w:val="16"/>
                              </w:rPr>
                              <w:t>Fax</w:t>
                            </w:r>
                            <w:r w:rsidRPr="00754907">
                              <w:rPr>
                                <w:sz w:val="16"/>
                              </w:rPr>
                              <w:tab/>
                            </w:r>
                            <w:sdt>
                              <w:sdtPr>
                                <w:rPr>
                                  <w:sz w:val="16"/>
                                </w:rPr>
                                <w:tag w:val="BoardHandlingTitle"/>
                                <w:id w:val="10021"/>
                                <w:dataBinding w:prefixMappings="xmlns:gbs='http://www.software-innovation.no/growBusinessDocument'" w:xpath="/gbs:GrowBusinessDocument/gbs:ToOrgUnit.ToEmployer.Telefax[@gbs:key='10021']" w:storeItemID="{EBD83467-2DA2-4ED7-A20E-9BEE23DD284C}"/>
                                <w:text/>
                              </w:sdtPr>
                              <w:sdtEndPr/>
                              <w:sdtContent>
                                <w:r w:rsidR="00452DB1" w:rsidRPr="00754907">
                                  <w:rPr>
                                    <w:sz w:val="16"/>
                                  </w:rPr>
                                  <w:t>+45 72196001</w:t>
                                </w:r>
                              </w:sdtContent>
                            </w:sdt>
                          </w:p>
                          <w:p w14:paraId="3ABFC98E" w14:textId="77777777" w:rsidR="00D647D7" w:rsidRPr="00C27F8A" w:rsidRDefault="00D647D7" w:rsidP="00831391">
                            <w:pPr>
                              <w:pStyle w:val="skakt"/>
                              <w:tabs>
                                <w:tab w:val="left" w:pos="720"/>
                              </w:tabs>
                              <w:rPr>
                                <w:sz w:val="16"/>
                                <w:lang w:val="en-US"/>
                              </w:rPr>
                            </w:pPr>
                            <w:r w:rsidRPr="00C27F8A">
                              <w:rPr>
                                <w:sz w:val="16"/>
                                <w:lang w:val="en-US"/>
                              </w:rPr>
                              <w:t>CVR-nr.</w:t>
                            </w:r>
                            <w:r w:rsidRPr="00C27F8A">
                              <w:rPr>
                                <w:sz w:val="16"/>
                                <w:lang w:val="en-US"/>
                              </w:rPr>
                              <w:tab/>
                              <w:t>29 83 16 10</w:t>
                            </w:r>
                          </w:p>
                          <w:p w14:paraId="3ABFC98F" w14:textId="77777777" w:rsidR="00D647D7" w:rsidRPr="003D0EC3" w:rsidRDefault="00D647D7" w:rsidP="00831391">
                            <w:pPr>
                              <w:pStyle w:val="skakt"/>
                              <w:tabs>
                                <w:tab w:val="left" w:pos="720"/>
                              </w:tabs>
                              <w:rPr>
                                <w:sz w:val="16"/>
                                <w:lang w:val="en-GB"/>
                              </w:rPr>
                            </w:pPr>
                            <w:r w:rsidRPr="003D0EC3">
                              <w:rPr>
                                <w:sz w:val="16"/>
                                <w:lang w:val="en-GB"/>
                              </w:rPr>
                              <w:t>EAN-nr.   5798000023000</w:t>
                            </w:r>
                          </w:p>
                          <w:p w14:paraId="3ABFC990" w14:textId="77777777" w:rsidR="00D647D7" w:rsidRPr="003D0EC3" w:rsidRDefault="007C4D82" w:rsidP="00831391">
                            <w:pPr>
                              <w:pStyle w:val="skakt"/>
                              <w:rPr>
                                <w:sz w:val="16"/>
                                <w:lang w:val="en-GB"/>
                              </w:rPr>
                            </w:pPr>
                            <w:hyperlink r:id="rId9" w:history="1">
                              <w:r w:rsidR="001F0CBD" w:rsidRPr="00465317">
                                <w:rPr>
                                  <w:rStyle w:val="Hyperlink"/>
                                  <w:sz w:val="16"/>
                                  <w:lang w:val="en-GB"/>
                                </w:rPr>
                                <w:t>sfs@dma.dk</w:t>
                              </w:r>
                            </w:hyperlink>
                            <w:r w:rsidR="001F0CBD">
                              <w:rPr>
                                <w:sz w:val="16"/>
                                <w:lang w:val="en-GB"/>
                              </w:rPr>
                              <w:t xml:space="preserve"> </w:t>
                            </w:r>
                          </w:p>
                          <w:p w14:paraId="3ABFC991" w14:textId="77777777" w:rsidR="00D647D7" w:rsidRPr="00AE4F38" w:rsidRDefault="007C4D82" w:rsidP="00831391">
                            <w:pPr>
                              <w:pStyle w:val="skakt"/>
                              <w:rPr>
                                <w:sz w:val="16"/>
                                <w:lang w:val="en-US"/>
                              </w:rPr>
                            </w:pPr>
                            <w:hyperlink r:id="rId10" w:history="1">
                              <w:r w:rsidR="001F0CBD" w:rsidRPr="00465317">
                                <w:rPr>
                                  <w:rStyle w:val="Hyperlink"/>
                                  <w:sz w:val="16"/>
                                  <w:lang w:val="en-US"/>
                                </w:rPr>
                                <w:t>www.soefartsstyrelsen.dk</w:t>
                              </w:r>
                            </w:hyperlink>
                            <w:r w:rsidR="001F0CBD">
                              <w:rPr>
                                <w:sz w:val="16"/>
                                <w:lang w:val="en-US"/>
                              </w:rPr>
                              <w:t xml:space="preserve"> </w:t>
                            </w:r>
                          </w:p>
                          <w:p w14:paraId="3ABFC992" w14:textId="77777777" w:rsidR="002A16CC" w:rsidRPr="00AE4F38" w:rsidRDefault="002A16CC" w:rsidP="00831391">
                            <w:pPr>
                              <w:pStyle w:val="skakt"/>
                              <w:rPr>
                                <w:sz w:val="16"/>
                                <w:lang w:val="en-US"/>
                              </w:rPr>
                            </w:pPr>
                          </w:p>
                          <w:p w14:paraId="3ABFC993" w14:textId="77777777" w:rsidR="00D647D7" w:rsidRDefault="00937C8E" w:rsidP="00937C8E">
                            <w:r w:rsidRPr="00937C8E">
                              <w:rPr>
                                <w:sz w:val="12"/>
                              </w:rPr>
                              <w:t>ERHVERVSMINISTERIET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FC973" id="_x0000_t202" coordsize="21600,21600" o:spt="202" path="m,l,21600r21600,l21600,xe">
                <v:stroke joinstyle="miter"/>
                <v:path gradientshapeok="t" o:connecttype="rect"/>
              </v:shapetype>
              <v:shape id="Text Box 2" o:spid="_x0000_s1026" type="#_x0000_t202" style="position:absolute;margin-left:364.05pt;margin-top:1.2pt;width:119.05pt;height:67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" stroked="f">
                <v:textbox>
                  <w:txbxContent>
                    <w:p w14:paraId="3ABFC97E" w14:textId="08060FB5" w:rsidR="00665EF4" w:rsidRDefault="007C4D82" w:rsidP="00665EF4">
                      <w:pPr>
                        <w:pStyle w:val="datomv"/>
                        <w:rPr>
                          <w:rFonts w:ascii="Arial" w:hAnsi="Arial"/>
                          <w:bCs/>
                          <w:sz w:val="16"/>
                        </w:rPr>
                      </w:pPr>
                      <w:r>
                        <w:rPr>
                          <w:rFonts w:ascii="Arial" w:hAnsi="Arial"/>
                          <w:bCs/>
                          <w:sz w:val="16"/>
                        </w:rPr>
                        <w:t>1</w:t>
                      </w:r>
                      <w:r w:rsidR="00452DB1">
                        <w:rPr>
                          <w:rFonts w:ascii="Arial" w:hAnsi="Arial"/>
                          <w:bCs/>
                          <w:sz w:val="16"/>
                        </w:rPr>
                        <w:t xml:space="preserve">. </w:t>
                      </w:r>
                      <w:r>
                        <w:rPr>
                          <w:rFonts w:ascii="Arial" w:hAnsi="Arial"/>
                          <w:bCs/>
                          <w:sz w:val="16"/>
                        </w:rPr>
                        <w:t>oktober</w:t>
                      </w:r>
                      <w:bookmarkStart w:id="4" w:name="_GoBack"/>
                      <w:bookmarkEnd w:id="4"/>
                      <w:r w:rsidR="00452DB1">
                        <w:rPr>
                          <w:rFonts w:ascii="Arial" w:hAnsi="Arial"/>
                          <w:bCs/>
                          <w:sz w:val="16"/>
                        </w:rPr>
                        <w:t xml:space="preserve"> 2018</w:t>
                      </w:r>
                    </w:p>
                    <w:p w14:paraId="3ABFC97F" w14:textId="77777777" w:rsidR="00665EF4" w:rsidRDefault="00665EF4" w:rsidP="00665EF4">
                      <w:pPr>
                        <w:pStyle w:val="datomv"/>
                        <w:rPr>
                          <w:rFonts w:ascii="Arial" w:hAnsi="Arial"/>
                          <w:b/>
                          <w:bCs/>
                          <w:sz w:val="16"/>
                        </w:rPr>
                      </w:pPr>
                      <w:r>
                        <w:rPr>
                          <w:rFonts w:ascii="Arial" w:hAnsi="Arial"/>
                          <w:b/>
                          <w:bCs/>
                          <w:sz w:val="16"/>
                        </w:rPr>
                        <w:t>Vores reference:</w:t>
                      </w:r>
                    </w:p>
                    <w:p w14:paraId="3ABFC980" w14:textId="18581D1F" w:rsidR="00665EF4" w:rsidRDefault="00665EF4" w:rsidP="00665EF4">
                      <w:pPr>
                        <w:pStyle w:val="datomv"/>
                        <w:rPr>
                          <w:rFonts w:ascii="Arial" w:hAnsi="Arial"/>
                          <w:sz w:val="16"/>
                        </w:rPr>
                      </w:pPr>
                      <w:r>
                        <w:rPr>
                          <w:rFonts w:ascii="Arial" w:hAnsi="Arial"/>
                          <w:sz w:val="16"/>
                        </w:rPr>
                        <w:t xml:space="preserve">Sag nr. </w:t>
                      </w:r>
                      <w:bookmarkStart w:id="5" w:name="PCAsag"/>
                      <w:bookmarkEnd w:id="5"/>
                      <w:sdt>
                        <w:sdtPr>
                          <w:rPr>
                            <w:rFonts w:ascii="Arial" w:hAnsi="Arial"/>
                            <w:sz w:val="16"/>
                          </w:rPr>
                          <w:tag w:val="DocumentDate"/>
                          <w:id w:val="10001"/>
                          <w:dataBinding w:prefixMappings="xmlns:gbs='http://www.software-innovation.no/growBusinessDocument'" w:xpath="/gbs:GrowBusinessDocument/gbs:ToCase.Name[@gbs:key='10001']" w:storeItemID="{EBD83467-2DA2-4ED7-A20E-9BEE23DD284C}"/>
                          <w:text/>
                        </w:sdtPr>
                        <w:sdtEndPr/>
                        <w:sdtContent>
                          <w:r w:rsidR="00452DB1">
                            <w:rPr>
                              <w:rFonts w:ascii="Arial" w:hAnsi="Arial"/>
                              <w:sz w:val="16"/>
                            </w:rPr>
                            <w:t>2018011897</w:t>
                          </w:r>
                        </w:sdtContent>
                      </w:sdt>
                    </w:p>
                    <w:p w14:paraId="3ABFC981" w14:textId="77777777" w:rsidR="00F25BC6" w:rsidRDefault="00F25BC6" w:rsidP="00665EF4">
                      <w:pPr>
                        <w:pStyle w:val="datomv"/>
                        <w:rPr>
                          <w:rFonts w:ascii="Arial" w:hAnsi="Arial"/>
                          <w:sz w:val="16"/>
                        </w:rPr>
                      </w:pPr>
                    </w:p>
                    <w:sdt>
                      <w:sdtPr>
                        <w:rPr>
                          <w:rFonts w:ascii="Arial" w:hAnsi="Arial"/>
                          <w:sz w:val="16"/>
                        </w:rPr>
                        <w:tag w:val="DocumentDate"/>
                        <w:id w:val="10011"/>
                        <w:dataBinding w:prefixMappings="xmlns:gbs='http://www.software-innovation.no/growBusinessDocument'" w:xpath="/gbs:GrowBusinessDocument/gbs:ToOrgUnit.Name[@gbs:key='10011']" w:storeItemID="{EBD83467-2DA2-4ED7-A20E-9BEE23DD284C}"/>
                        <w:text/>
                      </w:sdtPr>
                      <w:sdtEndPr/>
                      <w:sdtContent>
                        <w:p w14:paraId="3ABFC982" w14:textId="2382E4F3" w:rsidR="00665EF4" w:rsidRDefault="00452DB1" w:rsidP="00665EF4">
                          <w:pPr>
                            <w:pStyle w:val="datomv"/>
                            <w:rPr>
                              <w:rFonts w:ascii="Arial" w:hAnsi="Arial"/>
                              <w:sz w:val="16"/>
                            </w:rPr>
                          </w:pPr>
                          <w:r>
                            <w:rPr>
                              <w:rFonts w:ascii="Arial" w:hAnsi="Arial"/>
                              <w:sz w:val="16"/>
                            </w:rPr>
                            <w:t>Maritim regulering og jura</w:t>
                          </w:r>
                        </w:p>
                      </w:sdtContent>
                    </w:sdt>
                    <w:p w14:paraId="3ABFC983" w14:textId="71B5D9E7" w:rsidR="00665EF4" w:rsidRPr="00D25658" w:rsidRDefault="006E20AC" w:rsidP="00665EF4">
                      <w:pPr>
                        <w:pStyle w:val="datomv"/>
                        <w:rPr>
                          <w:rFonts w:ascii="Arial" w:hAnsi="Arial"/>
                          <w:sz w:val="16"/>
                        </w:rPr>
                      </w:pPr>
                      <w:bookmarkStart w:id="6" w:name="PCAInitialer"/>
                      <w:bookmarkEnd w:id="6"/>
                      <w:r>
                        <w:rPr>
                          <w:rFonts w:ascii="Arial" w:hAnsi="Arial"/>
                          <w:sz w:val="16"/>
                        </w:rPr>
                        <w:t>/</w:t>
                      </w:r>
                      <w:sdt>
                        <w:sdtPr>
                          <w:rPr>
                            <w:rFonts w:ascii="Arial" w:hAnsi="Arial"/>
                            <w:sz w:val="16"/>
                          </w:rPr>
                          <w:tag w:val="OurRef.Name"/>
                          <w:id w:val="10019"/>
                          <w:dataBinding w:prefixMappings="xmlns:gbs='http://www.software-innovation.no/growBusinessDocument'" w:xpath="/gbs:GrowBusinessDocument/gbs:OurRef.Name[@gbs:key='10019']" w:storeItemID="{EBD83467-2DA2-4ED7-A20E-9BEE23DD284C}"/>
                          <w:text/>
                        </w:sdtPr>
                        <w:sdtEndPr/>
                        <w:sdtContent>
                          <w:r w:rsidR="00452DB1">
                            <w:rPr>
                              <w:rFonts w:ascii="Arial" w:hAnsi="Arial"/>
                              <w:sz w:val="16"/>
                            </w:rPr>
                            <w:t>Birgit Gilland</w:t>
                          </w:r>
                        </w:sdtContent>
                      </w:sdt>
                    </w:p>
                    <w:p w14:paraId="3ABFC984" w14:textId="77777777" w:rsidR="00857ECC" w:rsidRDefault="00857ECC" w:rsidP="00831391">
                      <w:pPr>
                        <w:pStyle w:val="datomv"/>
                        <w:rPr>
                          <w:rFonts w:ascii="Arial" w:hAnsi="Arial"/>
                          <w:sz w:val="16"/>
                        </w:rPr>
                      </w:pPr>
                    </w:p>
                    <w:p w14:paraId="3ABFC985" w14:textId="77777777" w:rsidR="00D647D7" w:rsidRDefault="00D647D7" w:rsidP="00831391">
                      <w:pPr>
                        <w:pStyle w:val="datomv"/>
                        <w:rPr>
                          <w:rFonts w:ascii="Arial" w:hAnsi="Arial"/>
                          <w:sz w:val="16"/>
                        </w:rPr>
                      </w:pPr>
                    </w:p>
                    <w:p w14:paraId="3ABFC986" w14:textId="77777777" w:rsidR="00D647D7" w:rsidRDefault="00D647D7" w:rsidP="00831391">
                      <w:pPr>
                        <w:pStyle w:val="datomv"/>
                        <w:rPr>
                          <w:rFonts w:ascii="Arial" w:hAnsi="Arial"/>
                          <w:sz w:val="16"/>
                        </w:rPr>
                      </w:pPr>
                    </w:p>
                    <w:p w14:paraId="3ABFC987" w14:textId="77777777" w:rsidR="002A16CC" w:rsidRDefault="002A16CC" w:rsidP="00831391">
                      <w:pPr>
                        <w:pStyle w:val="datomv"/>
                        <w:rPr>
                          <w:rFonts w:ascii="Arial" w:hAnsi="Arial"/>
                          <w:sz w:val="16"/>
                        </w:rPr>
                      </w:pPr>
                    </w:p>
                    <w:p w14:paraId="3ABFC988" w14:textId="77777777" w:rsidR="00D647D7" w:rsidRDefault="00ED2331" w:rsidP="00831391">
                      <w:pPr>
                        <w:pStyle w:val="skakt"/>
                        <w:rPr>
                          <w:rFonts w:ascii="Arial Black" w:hAnsi="Arial Black"/>
                          <w:sz w:val="13"/>
                        </w:rPr>
                      </w:pPr>
                      <w:r>
                        <w:rPr>
                          <w:rFonts w:ascii="Arial Black" w:hAnsi="Arial Black"/>
                          <w:sz w:val="13"/>
                        </w:rPr>
                        <w:t>SØFARTSSTYRELSEN</w:t>
                      </w:r>
                    </w:p>
                    <w:p w14:paraId="3ABFC989" w14:textId="77777777" w:rsidR="00751F0A" w:rsidRPr="00751F0A" w:rsidRDefault="00751F0A" w:rsidP="00751F0A">
                      <w:pPr>
                        <w:pStyle w:val="skakt"/>
                        <w:rPr>
                          <w:sz w:val="16"/>
                        </w:rPr>
                      </w:pPr>
                      <w:bookmarkStart w:id="7" w:name="PCAadressen"/>
                      <w:bookmarkEnd w:id="7"/>
                      <w:r w:rsidRPr="00751F0A">
                        <w:rPr>
                          <w:sz w:val="16"/>
                        </w:rPr>
                        <w:t>Fjordvænget 30</w:t>
                      </w:r>
                    </w:p>
                    <w:p w14:paraId="3ABFC98A" w14:textId="77777777" w:rsidR="005E0CC9" w:rsidRPr="00751F0A" w:rsidRDefault="00751F0A" w:rsidP="00751F0A">
                      <w:pPr>
                        <w:pStyle w:val="skakt"/>
                        <w:rPr>
                          <w:sz w:val="16"/>
                        </w:rPr>
                      </w:pPr>
                      <w:r w:rsidRPr="00751F0A">
                        <w:rPr>
                          <w:sz w:val="16"/>
                        </w:rPr>
                        <w:t>4220 Korsør</w:t>
                      </w:r>
                    </w:p>
                    <w:p w14:paraId="3ABFC98B" w14:textId="77777777" w:rsidR="003E79C2" w:rsidRPr="00751F0A" w:rsidRDefault="003E79C2" w:rsidP="00831391">
                      <w:pPr>
                        <w:pStyle w:val="skakt"/>
                      </w:pPr>
                    </w:p>
                    <w:p w14:paraId="3ABFC98C" w14:textId="337EA32A" w:rsidR="00D647D7" w:rsidRPr="00754907" w:rsidRDefault="00D67276" w:rsidP="00831391">
                      <w:pPr>
                        <w:pStyle w:val="skakt"/>
                        <w:tabs>
                          <w:tab w:val="left" w:pos="720"/>
                        </w:tabs>
                        <w:rPr>
                          <w:sz w:val="16"/>
                        </w:rPr>
                      </w:pPr>
                      <w:r w:rsidRPr="00754907">
                        <w:rPr>
                          <w:sz w:val="16"/>
                        </w:rPr>
                        <w:t>Tlf.</w:t>
                      </w:r>
                      <w:r w:rsidRPr="00754907">
                        <w:rPr>
                          <w:sz w:val="16"/>
                        </w:rPr>
                        <w:tab/>
                      </w:r>
                      <w:sdt>
                        <w:sdtPr>
                          <w:rPr>
                            <w:sz w:val="16"/>
                          </w:rPr>
                          <w:tag w:val="BoardHandlingTitle"/>
                          <w:id w:val="10020"/>
                          <w:dataBinding w:prefixMappings="xmlns:gbs='http://www.software-innovation.no/growBusinessDocument'" w:xpath="/gbs:GrowBusinessDocument/gbs:ToOrgUnit.ToEmployer.Switchboard[@gbs:key='10020']" w:storeItemID="{EBD83467-2DA2-4ED7-A20E-9BEE23DD284C}"/>
                          <w:text/>
                        </w:sdtPr>
                        <w:sdtEndPr/>
                        <w:sdtContent>
                          <w:r w:rsidR="00452DB1" w:rsidRPr="00754907">
                            <w:rPr>
                              <w:sz w:val="16"/>
                            </w:rPr>
                            <w:t>+45 72196000</w:t>
                          </w:r>
                        </w:sdtContent>
                      </w:sdt>
                    </w:p>
                    <w:p w14:paraId="3ABFC98D" w14:textId="625E832C" w:rsidR="00D647D7" w:rsidRPr="00754907" w:rsidRDefault="00D67276" w:rsidP="00831391">
                      <w:pPr>
                        <w:pStyle w:val="skakt"/>
                        <w:tabs>
                          <w:tab w:val="left" w:pos="720"/>
                        </w:tabs>
                        <w:rPr>
                          <w:sz w:val="16"/>
                        </w:rPr>
                      </w:pPr>
                      <w:r w:rsidRPr="00754907">
                        <w:rPr>
                          <w:sz w:val="16"/>
                        </w:rPr>
                        <w:t>Fax</w:t>
                      </w:r>
                      <w:r w:rsidRPr="00754907">
                        <w:rPr>
                          <w:sz w:val="16"/>
                        </w:rPr>
                        <w:tab/>
                      </w:r>
                      <w:sdt>
                        <w:sdtPr>
                          <w:rPr>
                            <w:sz w:val="16"/>
                          </w:rPr>
                          <w:tag w:val="BoardHandlingTitle"/>
                          <w:id w:val="10021"/>
                          <w:dataBinding w:prefixMappings="xmlns:gbs='http://www.software-innovation.no/growBusinessDocument'" w:xpath="/gbs:GrowBusinessDocument/gbs:ToOrgUnit.ToEmployer.Telefax[@gbs:key='10021']" w:storeItemID="{EBD83467-2DA2-4ED7-A20E-9BEE23DD284C}"/>
                          <w:text/>
                        </w:sdtPr>
                        <w:sdtEndPr/>
                        <w:sdtContent>
                          <w:r w:rsidR="00452DB1" w:rsidRPr="00754907">
                            <w:rPr>
                              <w:sz w:val="16"/>
                            </w:rPr>
                            <w:t>+45 72196001</w:t>
                          </w:r>
                        </w:sdtContent>
                      </w:sdt>
                    </w:p>
                    <w:p w14:paraId="3ABFC98E" w14:textId="77777777" w:rsidR="00D647D7" w:rsidRPr="00C27F8A" w:rsidRDefault="00D647D7" w:rsidP="00831391">
                      <w:pPr>
                        <w:pStyle w:val="skakt"/>
                        <w:tabs>
                          <w:tab w:val="left" w:pos="720"/>
                        </w:tabs>
                        <w:rPr>
                          <w:sz w:val="16"/>
                          <w:lang w:val="en-US"/>
                        </w:rPr>
                      </w:pPr>
                      <w:r w:rsidRPr="00C27F8A">
                        <w:rPr>
                          <w:sz w:val="16"/>
                          <w:lang w:val="en-US"/>
                        </w:rPr>
                        <w:t>CVR-nr.</w:t>
                      </w:r>
                      <w:r w:rsidRPr="00C27F8A">
                        <w:rPr>
                          <w:sz w:val="16"/>
                          <w:lang w:val="en-US"/>
                        </w:rPr>
                        <w:tab/>
                        <w:t>29 83 16 10</w:t>
                      </w:r>
                    </w:p>
                    <w:p w14:paraId="3ABFC98F" w14:textId="77777777" w:rsidR="00D647D7" w:rsidRPr="003D0EC3" w:rsidRDefault="00D647D7" w:rsidP="00831391">
                      <w:pPr>
                        <w:pStyle w:val="skakt"/>
                        <w:tabs>
                          <w:tab w:val="left" w:pos="720"/>
                        </w:tabs>
                        <w:rPr>
                          <w:sz w:val="16"/>
                          <w:lang w:val="en-GB"/>
                        </w:rPr>
                      </w:pPr>
                      <w:r w:rsidRPr="003D0EC3">
                        <w:rPr>
                          <w:sz w:val="16"/>
                          <w:lang w:val="en-GB"/>
                        </w:rPr>
                        <w:t>EAN-nr.   5798000023000</w:t>
                      </w:r>
                    </w:p>
                    <w:p w14:paraId="3ABFC990" w14:textId="77777777" w:rsidR="00D647D7" w:rsidRPr="003D0EC3" w:rsidRDefault="007C4D82" w:rsidP="00831391">
                      <w:pPr>
                        <w:pStyle w:val="skakt"/>
                        <w:rPr>
                          <w:sz w:val="16"/>
                          <w:lang w:val="en-GB"/>
                        </w:rPr>
                      </w:pPr>
                      <w:hyperlink r:id="rId11" w:history="1">
                        <w:r w:rsidR="001F0CBD" w:rsidRPr="00465317">
                          <w:rPr>
                            <w:rStyle w:val="Hyperlink"/>
                            <w:sz w:val="16"/>
                            <w:lang w:val="en-GB"/>
                          </w:rPr>
                          <w:t>sfs@dma.dk</w:t>
                        </w:r>
                      </w:hyperlink>
                      <w:r w:rsidR="001F0CBD">
                        <w:rPr>
                          <w:sz w:val="16"/>
                          <w:lang w:val="en-GB"/>
                        </w:rPr>
                        <w:t xml:space="preserve"> </w:t>
                      </w:r>
                    </w:p>
                    <w:p w14:paraId="3ABFC991" w14:textId="77777777" w:rsidR="00D647D7" w:rsidRPr="00AE4F38" w:rsidRDefault="007C4D82" w:rsidP="00831391">
                      <w:pPr>
                        <w:pStyle w:val="skakt"/>
                        <w:rPr>
                          <w:sz w:val="16"/>
                          <w:lang w:val="en-US"/>
                        </w:rPr>
                      </w:pPr>
                      <w:hyperlink r:id="rId12" w:history="1">
                        <w:r w:rsidR="001F0CBD" w:rsidRPr="00465317">
                          <w:rPr>
                            <w:rStyle w:val="Hyperlink"/>
                            <w:sz w:val="16"/>
                            <w:lang w:val="en-US"/>
                          </w:rPr>
                          <w:t>www.soefartsstyrelsen.dk</w:t>
                        </w:r>
                      </w:hyperlink>
                      <w:r w:rsidR="001F0CBD">
                        <w:rPr>
                          <w:sz w:val="16"/>
                          <w:lang w:val="en-US"/>
                        </w:rPr>
                        <w:t xml:space="preserve"> </w:t>
                      </w:r>
                    </w:p>
                    <w:p w14:paraId="3ABFC992" w14:textId="77777777" w:rsidR="002A16CC" w:rsidRPr="00AE4F38" w:rsidRDefault="002A16CC" w:rsidP="00831391">
                      <w:pPr>
                        <w:pStyle w:val="skakt"/>
                        <w:rPr>
                          <w:sz w:val="16"/>
                          <w:lang w:val="en-US"/>
                        </w:rPr>
                      </w:pPr>
                    </w:p>
                    <w:p w14:paraId="3ABFC993" w14:textId="77777777" w:rsidR="00D647D7" w:rsidRDefault="00937C8E" w:rsidP="00937C8E">
                      <w:r w:rsidRPr="00937C8E">
                        <w:rPr>
                          <w:sz w:val="12"/>
                        </w:rPr>
                        <w:t>ERHVERVSMINISTERIET</w:t>
                      </w:r>
                    </w:p>
                  </w:txbxContent>
                </v:textbox>
              </v:shape>
            </w:pict>
          </mc:Fallback>
        </mc:AlternateContent>
      </w:r>
      <w:sdt>
        <w:sdtPr>
          <w:tag w:val="DocumentDate"/>
          <w:id w:val="10007"/>
          <w:placeholder>
            <w:docPart w:val="9CF246AFEF214BA28E976E84B30BCBE1"/>
          </w:placeholder>
          <w:dataBinding w:prefixMappings="xmlns:gbs='http://www.software-innovation.no/growBusinessDocument'" w:xpath="/gbs:GrowBusinessDocument/gbs:ToActivityContactJOINEX.Name[@gbs:key='10007']" w:storeItemID="{EBD83467-2DA2-4ED7-A20E-9BEE23DD284C}"/>
          <w:text/>
        </w:sdtPr>
        <w:sdtEndPr/>
        <w:sdtContent>
          <w:r w:rsidR="00452DB1">
            <w:t xml:space="preserve">  </w:t>
          </w:r>
        </w:sdtContent>
      </w:sdt>
    </w:p>
    <w:sdt>
      <w:sdtPr>
        <w:tag w:val="ToActivityContact.Address"/>
        <w:id w:val="10013"/>
        <w:placeholder>
          <w:docPart w:val="9CF246AFEF214BA28E976E84B30BCBE1"/>
        </w:placeholder>
        <w:dataBinding w:prefixMappings="xmlns:gbs='http://www.software-innovation.no/growBusinessDocument'" w:xpath="/gbs:GrowBusinessDocument/gbs:ToActivityContactJOINEX.Address[@gbs:key='10013']" w:storeItemID="{EBD83467-2DA2-4ED7-A20E-9BEE23DD284C}"/>
        <w:text/>
      </w:sdtPr>
      <w:sdtEndPr/>
      <w:sdtContent>
        <w:p w14:paraId="3ABFC95C" w14:textId="2EF647A4" w:rsidR="00AA19A4" w:rsidRPr="002A16CC" w:rsidRDefault="00452DB1" w:rsidP="00AA19A4">
          <w:r>
            <w:t xml:space="preserve">  </w:t>
          </w:r>
        </w:p>
      </w:sdtContent>
    </w:sdt>
    <w:sdt>
      <w:sdtPr>
        <w:tag w:val="DocumentDate"/>
        <w:id w:val="10014"/>
        <w:placeholder>
          <w:docPart w:val="9CF246AFEF214BA28E976E84B30BCBE1"/>
        </w:placeholder>
        <w:dataBinding w:prefixMappings="xmlns:gbs='http://www.software-innovation.no/growBusinessDocument'" w:xpath="/gbs:GrowBusinessDocument/gbs:ToActivityContactJOINEX.Zip[@gbs:key='10014']" w:storeItemID="{EBD83467-2DA2-4ED7-A20E-9BEE23DD284C}"/>
        <w:text/>
      </w:sdtPr>
      <w:sdtEndPr/>
      <w:sdtContent>
        <w:p w14:paraId="3ABFC95D" w14:textId="4C340494" w:rsidR="00AA19A4" w:rsidRPr="00DB6B7C" w:rsidRDefault="00452DB1" w:rsidP="00AA19A4">
          <w:r>
            <w:t xml:space="preserve">  </w:t>
          </w:r>
        </w:p>
      </w:sdtContent>
    </w:sdt>
    <w:p w14:paraId="3ABFC95E" w14:textId="77777777" w:rsidR="00AA19A4" w:rsidRPr="002A16CC" w:rsidRDefault="00AA19A4" w:rsidP="00AA19A4"/>
    <w:p w14:paraId="3ABFC95F" w14:textId="77777777" w:rsidR="00814528" w:rsidRDefault="00814528" w:rsidP="00AA19A4"/>
    <w:p w14:paraId="3ABFC960" w14:textId="77777777" w:rsidR="002A16CC" w:rsidRDefault="002A16CC" w:rsidP="00AA19A4"/>
    <w:p w14:paraId="3ABFC961" w14:textId="77777777" w:rsidR="00A26CAE" w:rsidRDefault="00A26CAE" w:rsidP="00AA19A4"/>
    <w:p w14:paraId="3ABFC962" w14:textId="77777777" w:rsidR="00A26CAE" w:rsidRPr="002A16CC" w:rsidRDefault="00A26CAE" w:rsidP="00AA19A4"/>
    <w:p w14:paraId="3ABFC963" w14:textId="77777777" w:rsidR="00814528" w:rsidRPr="002A16CC" w:rsidRDefault="00814528" w:rsidP="00AA19A4"/>
    <w:p w14:paraId="3ABFC964" w14:textId="77777777" w:rsidR="00826D54" w:rsidRDefault="00826D54" w:rsidP="00AA19A4">
      <w:pPr>
        <w:rPr>
          <w:b/>
        </w:rPr>
      </w:pPr>
    </w:p>
    <w:p w14:paraId="679A1795" w14:textId="5534DA89" w:rsidR="00C27F8A" w:rsidRDefault="007C4D82" w:rsidP="00C27F8A">
      <w:pPr>
        <w:jc w:val="both"/>
        <w:rPr>
          <w:b/>
        </w:rPr>
      </w:pPr>
      <w:sdt>
        <w:sdtPr>
          <w:rPr>
            <w:b/>
          </w:rPr>
          <w:tag w:val="DocumentDate"/>
          <w:id w:val="10010"/>
          <w:placeholder>
            <w:docPart w:val="1870D27A4FF94F03B2307945FBBCB47F"/>
          </w:placeholder>
          <w:dataBinding w:prefixMappings="xmlns:gbs='http://www.software-innovation.no/growBusinessDocument'" w:xpath="/gbs:GrowBusinessDocument/gbs:Title[@gbs:key='10010']" w:storeItemID="{EBD83467-2DA2-4ED7-A20E-9BEE23DD284C}"/>
          <w:text/>
        </w:sdtPr>
        <w:sdtEndPr/>
        <w:sdtContent>
          <w:r w:rsidR="00C27F8A" w:rsidRPr="005A6121">
            <w:rPr>
              <w:b/>
            </w:rPr>
            <w:t xml:space="preserve">Høring over udkast til forslag til lov om ændring af </w:t>
          </w:r>
          <w:r w:rsidR="00C27F8A">
            <w:rPr>
              <w:b/>
            </w:rPr>
            <w:t>sø</w:t>
          </w:r>
          <w:r w:rsidR="00C27F8A" w:rsidRPr="005A6121">
            <w:rPr>
              <w:b/>
            </w:rPr>
            <w:t>lov</w:t>
          </w:r>
          <w:r w:rsidR="00C27F8A">
            <w:rPr>
              <w:b/>
            </w:rPr>
            <w:t>en og mortifikationsloven (Digital skibsregistrering m.v.)</w:t>
          </w:r>
        </w:sdtContent>
      </w:sdt>
    </w:p>
    <w:p w14:paraId="73FA5FA0" w14:textId="77777777" w:rsidR="00C27F8A" w:rsidRDefault="00C27F8A" w:rsidP="00C27F8A">
      <w:pPr>
        <w:jc w:val="both"/>
        <w:rPr>
          <w:b/>
        </w:rPr>
      </w:pPr>
    </w:p>
    <w:p w14:paraId="3DE19628" w14:textId="51DE24B0" w:rsidR="00C27F8A" w:rsidRDefault="00C27F8A" w:rsidP="00C27F8A">
      <w:pPr>
        <w:jc w:val="both"/>
        <w:rPr>
          <w:lang w:eastAsia="da-DK"/>
        </w:rPr>
      </w:pPr>
      <w:r>
        <w:rPr>
          <w:lang w:eastAsia="da-DK"/>
        </w:rPr>
        <w:t xml:space="preserve">Vedlagt fremsendes udkast til forslag til lov om ændring af søloven og mortifikationsloven. </w:t>
      </w:r>
    </w:p>
    <w:p w14:paraId="52325DBD" w14:textId="77777777" w:rsidR="00C27F8A" w:rsidRPr="004C6161" w:rsidRDefault="00C27F8A" w:rsidP="00C27F8A">
      <w:pPr>
        <w:jc w:val="both"/>
        <w:rPr>
          <w:szCs w:val="24"/>
          <w:lang w:eastAsia="da-DK"/>
        </w:rPr>
      </w:pPr>
    </w:p>
    <w:p w14:paraId="30CE27DB" w14:textId="1A3B4BFB" w:rsidR="00D5020E" w:rsidRDefault="00C27F8A" w:rsidP="00C27F8A">
      <w:pPr>
        <w:autoSpaceDE w:val="0"/>
        <w:autoSpaceDN w:val="0"/>
        <w:adjustRightInd w:val="0"/>
        <w:spacing w:line="240" w:lineRule="auto"/>
        <w:rPr>
          <w:szCs w:val="24"/>
        </w:rPr>
      </w:pPr>
      <w:r>
        <w:rPr>
          <w:szCs w:val="24"/>
        </w:rPr>
        <w:t xml:space="preserve">Udkastet til lovforslaget </w:t>
      </w:r>
      <w:r w:rsidRPr="00CE6079">
        <w:rPr>
          <w:szCs w:val="24"/>
        </w:rPr>
        <w:t xml:space="preserve">har til formål </w:t>
      </w:r>
      <w:r w:rsidR="00D5020E">
        <w:rPr>
          <w:szCs w:val="24"/>
        </w:rPr>
        <w:t>at</w:t>
      </w:r>
    </w:p>
    <w:p w14:paraId="03608C85" w14:textId="77777777" w:rsidR="00D5020E" w:rsidRDefault="00D5020E" w:rsidP="00C27F8A">
      <w:pPr>
        <w:autoSpaceDE w:val="0"/>
        <w:autoSpaceDN w:val="0"/>
        <w:adjustRightInd w:val="0"/>
        <w:spacing w:line="240" w:lineRule="auto"/>
        <w:rPr>
          <w:szCs w:val="24"/>
        </w:rPr>
      </w:pPr>
    </w:p>
    <w:p w14:paraId="0CEE025E" w14:textId="49EA6B02" w:rsidR="00C27F8A" w:rsidRDefault="00C27F8A" w:rsidP="00D5020E">
      <w:pPr>
        <w:pStyle w:val="Listeafsnit"/>
        <w:numPr>
          <w:ilvl w:val="0"/>
          <w:numId w:val="1"/>
        </w:numPr>
        <w:autoSpaceDE w:val="0"/>
        <w:autoSpaceDN w:val="0"/>
        <w:adjustRightInd w:val="0"/>
        <w:spacing w:line="240" w:lineRule="auto"/>
        <w:rPr>
          <w:color w:val="000000"/>
          <w:szCs w:val="24"/>
          <w:lang w:eastAsia="da-DK"/>
        </w:rPr>
      </w:pPr>
      <w:r w:rsidRPr="00D5020E">
        <w:rPr>
          <w:color w:val="000000"/>
          <w:szCs w:val="24"/>
          <w:lang w:eastAsia="da-DK"/>
        </w:rPr>
        <w:t xml:space="preserve">skabe et mere tidssvarende grundlag for indførelse af digital skibsregistrering. </w:t>
      </w:r>
    </w:p>
    <w:p w14:paraId="78391361" w14:textId="326E282D" w:rsidR="00D5020E" w:rsidRPr="00D5020E" w:rsidRDefault="00D5020E" w:rsidP="00D5020E">
      <w:pPr>
        <w:pStyle w:val="Listeafsnit"/>
        <w:numPr>
          <w:ilvl w:val="0"/>
          <w:numId w:val="1"/>
        </w:numPr>
        <w:autoSpaceDE w:val="0"/>
        <w:autoSpaceDN w:val="0"/>
        <w:adjustRightInd w:val="0"/>
        <w:spacing w:line="240" w:lineRule="auto"/>
        <w:rPr>
          <w:color w:val="000000"/>
          <w:szCs w:val="24"/>
          <w:lang w:eastAsia="da-DK"/>
        </w:rPr>
      </w:pPr>
      <w:r>
        <w:rPr>
          <w:color w:val="000000"/>
          <w:szCs w:val="24"/>
          <w:lang w:eastAsia="da-DK"/>
        </w:rPr>
        <w:t>nedsætte den periode, som dagbøger, som føres på skibe, mindst skal opbevares i.</w:t>
      </w:r>
    </w:p>
    <w:p w14:paraId="21DD8B6B" w14:textId="77777777" w:rsidR="00C27F8A" w:rsidRPr="003D4938" w:rsidRDefault="00C27F8A" w:rsidP="00C27F8A">
      <w:pPr>
        <w:pStyle w:val="Listeafsnit"/>
        <w:spacing w:line="240" w:lineRule="auto"/>
        <w:ind w:left="0"/>
        <w:jc w:val="both"/>
        <w:rPr>
          <w:color w:val="000000"/>
          <w:szCs w:val="24"/>
          <w:lang w:eastAsia="da-DK"/>
        </w:rPr>
      </w:pPr>
    </w:p>
    <w:p w14:paraId="4B3A5559" w14:textId="77777777" w:rsidR="00C27F8A" w:rsidRPr="003D4938" w:rsidRDefault="00C27F8A" w:rsidP="00C27F8A">
      <w:pPr>
        <w:pStyle w:val="Listeafsnit"/>
        <w:spacing w:line="240" w:lineRule="auto"/>
        <w:ind w:left="0"/>
        <w:jc w:val="both"/>
        <w:rPr>
          <w:color w:val="000000"/>
          <w:szCs w:val="24"/>
          <w:lang w:eastAsia="da-DK"/>
        </w:rPr>
      </w:pPr>
      <w:r w:rsidRPr="003D4938">
        <w:rPr>
          <w:color w:val="000000"/>
          <w:szCs w:val="24"/>
          <w:lang w:eastAsia="da-DK"/>
        </w:rPr>
        <w:t>Med vækstplanen for Det Blå Danmark har regeringen bl.a. fokus på Det Blå Danmark som et kraftcenter for digitalisering. Som led heri og som udløber af den politiske aftale om "Initiativer for Danmarks digitale vækst" indgået den 26. februar 2018, skal der skabes et nyt digitalt skibsregister, som skal give nye muligheder for selvbetjening for rederierne og dermed bidrage til byrdelettelser for erhvervslivet.</w:t>
      </w:r>
    </w:p>
    <w:p w14:paraId="17E90A21" w14:textId="77777777" w:rsidR="00C27F8A" w:rsidRPr="003D4938" w:rsidRDefault="00C27F8A" w:rsidP="00C27F8A">
      <w:pPr>
        <w:pStyle w:val="Listeafsnit"/>
        <w:spacing w:line="240" w:lineRule="auto"/>
        <w:ind w:left="0"/>
        <w:jc w:val="both"/>
        <w:rPr>
          <w:color w:val="000000"/>
          <w:szCs w:val="24"/>
          <w:lang w:eastAsia="da-DK"/>
        </w:rPr>
      </w:pPr>
    </w:p>
    <w:p w14:paraId="623662D0" w14:textId="0F858A73" w:rsidR="00C27F8A" w:rsidRPr="003D4938" w:rsidRDefault="00C27F8A" w:rsidP="00C27F8A">
      <w:pPr>
        <w:pStyle w:val="Listeafsnit"/>
        <w:spacing w:line="240" w:lineRule="auto"/>
        <w:ind w:left="0"/>
        <w:jc w:val="both"/>
        <w:rPr>
          <w:color w:val="000000"/>
          <w:szCs w:val="24"/>
          <w:lang w:eastAsia="da-DK"/>
        </w:rPr>
      </w:pPr>
      <w:r w:rsidRPr="003D4938">
        <w:rPr>
          <w:color w:val="000000"/>
          <w:szCs w:val="24"/>
          <w:lang w:eastAsia="da-DK"/>
        </w:rPr>
        <w:t xml:space="preserve">Folketinget vedtog ved lov nr. 526 af 7. juni 2006 en række ændringer af søloven m.v., som skulle danne de lovgivningsmæssige rammer for indførelse af digital skibsregistrering. Disse bestemmelser er dog kun sat </w:t>
      </w:r>
      <w:r w:rsidR="00D455A9">
        <w:rPr>
          <w:color w:val="000000"/>
          <w:szCs w:val="24"/>
          <w:lang w:eastAsia="da-DK"/>
        </w:rPr>
        <w:t xml:space="preserve">i </w:t>
      </w:r>
      <w:r w:rsidRPr="003D4938">
        <w:rPr>
          <w:color w:val="000000"/>
          <w:szCs w:val="24"/>
          <w:lang w:eastAsia="da-DK"/>
        </w:rPr>
        <w:t>kraft i begrænset omfang, og de er ikke længere fuldt ud tidssvarende. Det vurderes således, at der er behov for enkelte justeringer af reglerne for at muliggøre indførelse af digital skibsregistrering på en tidssvarende måde.</w:t>
      </w:r>
    </w:p>
    <w:p w14:paraId="5B79A2B2" w14:textId="77777777" w:rsidR="00C27F8A" w:rsidRPr="003D4938" w:rsidRDefault="00C27F8A" w:rsidP="00C27F8A">
      <w:pPr>
        <w:pStyle w:val="Listeafsnit"/>
        <w:spacing w:line="240" w:lineRule="auto"/>
        <w:ind w:left="0"/>
        <w:jc w:val="both"/>
        <w:rPr>
          <w:color w:val="000000"/>
          <w:szCs w:val="24"/>
          <w:lang w:eastAsia="da-DK"/>
        </w:rPr>
      </w:pPr>
    </w:p>
    <w:p w14:paraId="64637E66" w14:textId="1E3BDD2E" w:rsidR="00C27F8A" w:rsidRPr="003D4938" w:rsidRDefault="00C27F8A" w:rsidP="00C27F8A">
      <w:pPr>
        <w:pStyle w:val="Listeafsnit"/>
        <w:spacing w:line="240" w:lineRule="auto"/>
        <w:ind w:left="0"/>
        <w:jc w:val="both"/>
        <w:rPr>
          <w:color w:val="000000"/>
          <w:szCs w:val="24"/>
          <w:lang w:eastAsia="da-DK"/>
        </w:rPr>
      </w:pPr>
      <w:r w:rsidRPr="003D4938">
        <w:rPr>
          <w:color w:val="000000"/>
          <w:szCs w:val="24"/>
          <w:lang w:eastAsia="da-DK"/>
        </w:rPr>
        <w:t xml:space="preserve">I 2006 var det forventningen, at skibsregistret gradvist ville blive digitalt. På nuværende tidspunkt er det hensigten, at digitaliseringen vil ske på en gang. Ved en fuld overgang til et digitalt skibsregister vurderes det hensigtsmæssigt bl.a. at skabe yderligere mulighed for Søfartsstyrelsen til at kunne fastsætte regler om konvertering af ejerpantebreve på papir til digitale pantebreve. Ligeledes indeholder lovforslaget et forslag til ændring af mortifikationsloven, således at det kan undgås at komme i en situation, hvor der kan kræves udstedt pantebreve på papir, efter at digital skibsregistrering er indført. </w:t>
      </w:r>
    </w:p>
    <w:p w14:paraId="57F4F2EF" w14:textId="77777777" w:rsidR="00C27F8A" w:rsidRPr="003D4938" w:rsidRDefault="00C27F8A" w:rsidP="00C27F8A">
      <w:pPr>
        <w:pStyle w:val="Listeafsnit"/>
        <w:spacing w:line="240" w:lineRule="auto"/>
        <w:ind w:left="0"/>
        <w:jc w:val="both"/>
        <w:rPr>
          <w:color w:val="000000"/>
          <w:szCs w:val="24"/>
          <w:lang w:eastAsia="da-DK"/>
        </w:rPr>
      </w:pPr>
    </w:p>
    <w:p w14:paraId="6B189988" w14:textId="77777777" w:rsidR="00C27F8A" w:rsidRPr="003D4938" w:rsidRDefault="00C27F8A" w:rsidP="00C27F8A">
      <w:pPr>
        <w:pStyle w:val="Listeafsnit"/>
        <w:spacing w:line="240" w:lineRule="auto"/>
        <w:ind w:left="0"/>
        <w:jc w:val="both"/>
        <w:rPr>
          <w:szCs w:val="24"/>
        </w:rPr>
      </w:pPr>
      <w:r w:rsidRPr="003D4938">
        <w:rPr>
          <w:szCs w:val="24"/>
        </w:rPr>
        <w:lastRenderedPageBreak/>
        <w:t>Herudover indeholder lovforslaget et forslag om nedsættelse af den periode, som dagbøger, som føres på skibe, mindst skal opbevares i. Det foreslås, at perioden nedsættes fra 3 år til 1 år efter datoen for sidste indførsel.</w:t>
      </w:r>
    </w:p>
    <w:p w14:paraId="29C6E706" w14:textId="77777777" w:rsidR="00C27F8A" w:rsidRPr="003D4938" w:rsidRDefault="00C27F8A" w:rsidP="00C27F8A">
      <w:pPr>
        <w:pStyle w:val="Listeafsnit"/>
        <w:spacing w:line="240" w:lineRule="auto"/>
        <w:ind w:left="0"/>
        <w:jc w:val="both"/>
        <w:rPr>
          <w:color w:val="000000"/>
          <w:szCs w:val="24"/>
          <w:lang w:eastAsia="da-DK"/>
        </w:rPr>
      </w:pPr>
    </w:p>
    <w:p w14:paraId="4E99AB51" w14:textId="77777777" w:rsidR="00C27F8A" w:rsidRPr="003D4938" w:rsidRDefault="00C27F8A" w:rsidP="00C27F8A">
      <w:pPr>
        <w:pStyle w:val="Listeafsnit"/>
        <w:spacing w:line="240" w:lineRule="auto"/>
        <w:ind w:left="0"/>
        <w:jc w:val="both"/>
        <w:rPr>
          <w:color w:val="000000"/>
          <w:szCs w:val="24"/>
          <w:lang w:eastAsia="da-DK"/>
        </w:rPr>
      </w:pPr>
      <w:r w:rsidRPr="003D4938">
        <w:rPr>
          <w:color w:val="000000"/>
          <w:szCs w:val="24"/>
          <w:lang w:eastAsia="da-DK"/>
        </w:rPr>
        <w:t>Erhvervsministeren fastsætter tidspunktet for lovens ikrafttræden, for så vidt angår digital skibsregistrering, under hensyn til, at ikrafttræden forudsætter, at der er udviklet et nyt digitalt skibsregistreringssystem. Ikrafttræden forventes i 2020. Ændringen i forhold til dagbøger, som føres på skibe, foreslås derimod at træde i kraft den 1. juli 2019.</w:t>
      </w:r>
    </w:p>
    <w:p w14:paraId="1FACF864" w14:textId="77777777" w:rsidR="00C27F8A" w:rsidRDefault="00C27F8A" w:rsidP="00C27F8A">
      <w:pPr>
        <w:autoSpaceDE w:val="0"/>
        <w:autoSpaceDN w:val="0"/>
        <w:adjustRightInd w:val="0"/>
        <w:spacing w:line="240" w:lineRule="auto"/>
        <w:rPr>
          <w:szCs w:val="24"/>
        </w:rPr>
      </w:pPr>
    </w:p>
    <w:p w14:paraId="59EDF4BA" w14:textId="77777777" w:rsidR="00C27F8A" w:rsidRPr="004C6161" w:rsidRDefault="00C27F8A" w:rsidP="00C27F8A">
      <w:pPr>
        <w:pStyle w:val="Default"/>
      </w:pPr>
      <w:r w:rsidRPr="004C6161">
        <w:t xml:space="preserve">Eventuelle bemærkninger til bekendtgørelsesudkastet bedes fremsendt til undertegnede big@dma.dk med kopi til mrj@dma.dk senest </w:t>
      </w:r>
    </w:p>
    <w:p w14:paraId="18D26B80" w14:textId="77777777" w:rsidR="00C27F8A" w:rsidRPr="004C6161" w:rsidRDefault="00C27F8A" w:rsidP="00C27F8A">
      <w:pPr>
        <w:pStyle w:val="Default"/>
        <w:rPr>
          <w:b/>
          <w:bCs/>
        </w:rPr>
      </w:pPr>
    </w:p>
    <w:p w14:paraId="5B72BE80" w14:textId="1184E33B" w:rsidR="00C27F8A" w:rsidRPr="004C6161" w:rsidRDefault="00C27F8A" w:rsidP="00C27F8A">
      <w:pPr>
        <w:pStyle w:val="Default"/>
        <w:jc w:val="center"/>
      </w:pPr>
      <w:r>
        <w:rPr>
          <w:b/>
          <w:bCs/>
        </w:rPr>
        <w:t>onsdag</w:t>
      </w:r>
      <w:r w:rsidRPr="004C6161">
        <w:rPr>
          <w:b/>
          <w:bCs/>
        </w:rPr>
        <w:t xml:space="preserve"> den </w:t>
      </w:r>
      <w:r>
        <w:rPr>
          <w:b/>
          <w:bCs/>
        </w:rPr>
        <w:t>31</w:t>
      </w:r>
      <w:r w:rsidRPr="004C6161">
        <w:rPr>
          <w:b/>
          <w:bCs/>
        </w:rPr>
        <w:t xml:space="preserve">. </w:t>
      </w:r>
      <w:r>
        <w:rPr>
          <w:b/>
          <w:bCs/>
        </w:rPr>
        <w:t xml:space="preserve">oktober </w:t>
      </w:r>
      <w:r w:rsidRPr="004C6161">
        <w:rPr>
          <w:b/>
          <w:bCs/>
        </w:rPr>
        <w:t>2018</w:t>
      </w:r>
      <w:r>
        <w:rPr>
          <w:b/>
          <w:bCs/>
        </w:rPr>
        <w:t xml:space="preserve"> kl. 12.00</w:t>
      </w:r>
    </w:p>
    <w:p w14:paraId="5C032CC2" w14:textId="77777777" w:rsidR="00C27F8A" w:rsidRPr="004C6161" w:rsidRDefault="00C27F8A" w:rsidP="00C27F8A">
      <w:pPr>
        <w:pStyle w:val="Default"/>
      </w:pPr>
    </w:p>
    <w:p w14:paraId="00D8FCC6" w14:textId="77777777" w:rsidR="00C27F8A" w:rsidRPr="004C6161" w:rsidRDefault="00C27F8A" w:rsidP="00C27F8A">
      <w:pPr>
        <w:pStyle w:val="Default"/>
      </w:pPr>
      <w:r w:rsidRPr="004C6161">
        <w:t xml:space="preserve">Eventuelle spørgsmål til lovforslaget kan rettes til undertegnede. </w:t>
      </w:r>
    </w:p>
    <w:p w14:paraId="1F65F9CB" w14:textId="77777777" w:rsidR="00C27F8A" w:rsidRDefault="00C27F8A" w:rsidP="00C27F8A">
      <w:pPr>
        <w:jc w:val="both"/>
        <w:rPr>
          <w:lang w:eastAsia="da-DK"/>
        </w:rPr>
      </w:pPr>
    </w:p>
    <w:p w14:paraId="262CADA0" w14:textId="77777777" w:rsidR="00C27F8A" w:rsidRPr="004C6161" w:rsidRDefault="00C27F8A" w:rsidP="00C27F8A">
      <w:pPr>
        <w:jc w:val="both"/>
        <w:rPr>
          <w:szCs w:val="24"/>
          <w:lang w:eastAsia="da-DK"/>
        </w:rPr>
      </w:pPr>
      <w:r w:rsidRPr="004C6161">
        <w:rPr>
          <w:szCs w:val="24"/>
        </w:rPr>
        <w:t>Søfartsstyrelsen skal afslutningsvis gøre opmærksom på, at såvel dette brev som de eventuelle bemærkninger, som styrelsen modtager, vil blive offentligt tilgængelige på Høringsportalen.</w:t>
      </w:r>
    </w:p>
    <w:p w14:paraId="3ABFC969" w14:textId="77777777" w:rsidR="00826D54" w:rsidRDefault="00826D54" w:rsidP="00636999">
      <w:pPr>
        <w:jc w:val="both"/>
        <w:rPr>
          <w:lang w:eastAsia="da-DK"/>
        </w:rPr>
      </w:pPr>
    </w:p>
    <w:p w14:paraId="3ABFC96A" w14:textId="77777777" w:rsidR="00826D54" w:rsidRDefault="00826D54" w:rsidP="00636999">
      <w:pPr>
        <w:jc w:val="both"/>
        <w:rPr>
          <w:lang w:eastAsia="da-DK"/>
        </w:rPr>
      </w:pPr>
    </w:p>
    <w:p w14:paraId="3ABFC96B" w14:textId="77777777" w:rsidR="00826D54" w:rsidRDefault="00826D54" w:rsidP="00636999">
      <w:pPr>
        <w:jc w:val="both"/>
        <w:rPr>
          <w:lang w:eastAsia="da-DK"/>
        </w:rPr>
      </w:pPr>
    </w:p>
    <w:p w14:paraId="3ABFC96C" w14:textId="77777777" w:rsidR="00D647D7" w:rsidRDefault="00D647D7" w:rsidP="006B7FAF">
      <w:pPr>
        <w:rPr>
          <w:lang w:eastAsia="da-DK"/>
        </w:rPr>
      </w:pPr>
      <w:r>
        <w:rPr>
          <w:lang w:eastAsia="da-DK"/>
        </w:rPr>
        <w:t>Med venlig hilsen</w:t>
      </w:r>
    </w:p>
    <w:sdt>
      <w:sdtPr>
        <w:alias w:val="Signature"/>
        <w:tag w:val="Signature"/>
        <w:id w:val="1432172878"/>
        <w:showingPlcHdr/>
        <w:picture/>
      </w:sdtPr>
      <w:sdtEndPr/>
      <w:sdtContent>
        <w:p w14:paraId="3ABFC96D" w14:textId="77777777" w:rsidR="00D647D7" w:rsidRDefault="00C7710D" w:rsidP="00C7710D">
          <w:pPr>
            <w:spacing w:line="240" w:lineRule="auto"/>
          </w:pPr>
          <w:r>
            <w:rPr>
              <w:noProof/>
              <w:lang w:eastAsia="da-DK"/>
            </w:rPr>
            <w:drawing>
              <wp:inline distT="0" distB="0" distL="0" distR="0" wp14:anchorId="3ABFC975" wp14:editId="3ABFC976">
                <wp:extent cx="2484000" cy="972000"/>
                <wp:effectExtent l="0" t="0" r="0" b="0"/>
                <wp:docPr id="1" name="Billed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4000" cy="972000"/>
                        </a:xfrm>
                        <a:prstGeom prst="rect">
                          <a:avLst/>
                        </a:prstGeom>
                        <a:noFill/>
                        <a:ln>
                          <a:noFill/>
                        </a:ln>
                      </pic:spPr>
                    </pic:pic>
                  </a:graphicData>
                </a:graphic>
              </wp:inline>
            </w:drawing>
          </w:r>
        </w:p>
      </w:sdtContent>
    </w:sdt>
    <w:sdt>
      <w:sdtPr>
        <w:tag w:val="DocumentDate"/>
        <w:id w:val="10003"/>
        <w:placeholder>
          <w:docPart w:val="9CF246AFEF214BA28E976E84B30BCBE1"/>
        </w:placeholder>
        <w:dataBinding w:prefixMappings="xmlns:gbs='http://www.software-innovation.no/growBusinessDocument'" w:xpath="/gbs:GrowBusinessDocument/gbs:OurRef.Name[@gbs:key='10003']" w:storeItemID="{EBD83467-2DA2-4ED7-A20E-9BEE23DD284C}"/>
        <w:text/>
      </w:sdtPr>
      <w:sdtEndPr/>
      <w:sdtContent>
        <w:p w14:paraId="3ABFC96E" w14:textId="543750C8" w:rsidR="00D647D7" w:rsidRDefault="00452DB1" w:rsidP="00D647D7">
          <w:r>
            <w:t>Birgit Gilland</w:t>
          </w:r>
        </w:p>
      </w:sdtContent>
    </w:sdt>
    <w:sdt>
      <w:sdtPr>
        <w:tag w:val="DocumentDate"/>
        <w:id w:val="10004"/>
        <w:placeholder>
          <w:docPart w:val="9CF246AFEF214BA28E976E84B30BCBE1"/>
        </w:placeholder>
        <w:dataBinding w:prefixMappings="xmlns:gbs='http://www.software-innovation.no/growBusinessDocument'" w:xpath="/gbs:GrowBusinessDocument/gbs:OurRef.Title[@gbs:key='10004']" w:storeItemID="{EBD83467-2DA2-4ED7-A20E-9BEE23DD284C}"/>
        <w:text/>
      </w:sdtPr>
      <w:sdtEndPr/>
      <w:sdtContent>
        <w:p w14:paraId="3ABFC96F" w14:textId="16FD1679" w:rsidR="00D647D7" w:rsidRDefault="00452DB1" w:rsidP="00D647D7">
          <w:r>
            <w:t>Chefkonsulent</w:t>
          </w:r>
        </w:p>
      </w:sdtContent>
    </w:sdt>
    <w:p w14:paraId="3ABFC970" w14:textId="77777777" w:rsidR="00C7710D" w:rsidRDefault="00C7710D" w:rsidP="00D647D7"/>
    <w:p w14:paraId="3ABFC971" w14:textId="2EADC324" w:rsidR="00D647D7" w:rsidRPr="00C7710D" w:rsidRDefault="00D647D7" w:rsidP="00D647D7">
      <w:pPr>
        <w:rPr>
          <w:sz w:val="18"/>
          <w:szCs w:val="18"/>
        </w:rPr>
      </w:pPr>
      <w:r w:rsidRPr="00C7710D">
        <w:rPr>
          <w:sz w:val="18"/>
          <w:szCs w:val="18"/>
        </w:rPr>
        <w:t xml:space="preserve">Direkte telefon: </w:t>
      </w:r>
      <w:sdt>
        <w:sdtPr>
          <w:rPr>
            <w:sz w:val="18"/>
            <w:szCs w:val="18"/>
          </w:rPr>
          <w:tag w:val="DocumentDate"/>
          <w:id w:val="10005"/>
          <w:placeholder>
            <w:docPart w:val="9CF246AFEF214BA28E976E84B30BCBE1"/>
          </w:placeholder>
          <w:dataBinding w:prefixMappings="xmlns:gbs='http://www.software-innovation.no/growBusinessDocument'" w:xpath="/gbs:GrowBusinessDocument/gbs:OurRef.DirectLine[@gbs:key='10005']" w:storeItemID="{EBD83467-2DA2-4ED7-A20E-9BEE23DD284C}"/>
          <w:text/>
        </w:sdtPr>
        <w:sdtEndPr/>
        <w:sdtContent>
          <w:r w:rsidR="00452DB1">
            <w:rPr>
              <w:sz w:val="18"/>
              <w:szCs w:val="18"/>
            </w:rPr>
            <w:t>+45 72 19 62 87</w:t>
          </w:r>
        </w:sdtContent>
      </w:sdt>
    </w:p>
    <w:p w14:paraId="3ABFC972" w14:textId="2D6A565A" w:rsidR="00D647D7" w:rsidRPr="00C7710D" w:rsidRDefault="00D647D7" w:rsidP="001751E1">
      <w:pPr>
        <w:rPr>
          <w:sz w:val="18"/>
          <w:szCs w:val="18"/>
        </w:rPr>
      </w:pPr>
      <w:r w:rsidRPr="00C7710D">
        <w:rPr>
          <w:sz w:val="18"/>
          <w:szCs w:val="18"/>
        </w:rPr>
        <w:t>E-post:</w:t>
      </w:r>
      <w:r w:rsidR="00AC35B6" w:rsidRPr="00C7710D">
        <w:rPr>
          <w:sz w:val="18"/>
          <w:szCs w:val="18"/>
        </w:rPr>
        <w:t xml:space="preserve"> </w:t>
      </w:r>
      <w:sdt>
        <w:sdtPr>
          <w:rPr>
            <w:sz w:val="18"/>
            <w:szCs w:val="18"/>
          </w:rPr>
          <w:tag w:val="DocumentDate"/>
          <w:id w:val="10006"/>
          <w:placeholder>
            <w:docPart w:val="9CF246AFEF214BA28E976E84B30BCBE1"/>
          </w:placeholder>
          <w:dataBinding w:prefixMappings="xmlns:gbs='http://www.software-innovation.no/growBusinessDocument'" w:xpath="/gbs:GrowBusinessDocument/gbs:OurRef.E-mail[@gbs:key='10006']" w:storeItemID="{EBD83467-2DA2-4ED7-A20E-9BEE23DD284C}"/>
          <w:text/>
        </w:sdtPr>
        <w:sdtEndPr/>
        <w:sdtContent>
          <w:r w:rsidR="00452DB1">
            <w:rPr>
              <w:sz w:val="18"/>
              <w:szCs w:val="18"/>
            </w:rPr>
            <w:t>big@dma.dk</w:t>
          </w:r>
        </w:sdtContent>
      </w:sdt>
    </w:p>
    <w:sectPr w:rsidR="00D647D7" w:rsidRPr="00C7710D" w:rsidSect="00831391">
      <w:headerReference w:type="default" r:id="rId14"/>
      <w:pgSz w:w="11906" w:h="16838"/>
      <w:pgMar w:top="2325" w:right="3686" w:bottom="794" w:left="110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FC979" w14:textId="77777777" w:rsidR="004D6DF6" w:rsidRDefault="004D6DF6" w:rsidP="00B81EB3">
      <w:pPr>
        <w:spacing w:line="240" w:lineRule="auto"/>
      </w:pPr>
      <w:r>
        <w:separator/>
      </w:r>
    </w:p>
  </w:endnote>
  <w:endnote w:type="continuationSeparator" w:id="0">
    <w:p w14:paraId="3ABFC97A" w14:textId="77777777" w:rsidR="004D6DF6" w:rsidRDefault="004D6DF6" w:rsidP="00B81E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FC977" w14:textId="77777777" w:rsidR="004D6DF6" w:rsidRDefault="004D6DF6" w:rsidP="00B81EB3">
      <w:pPr>
        <w:spacing w:line="240" w:lineRule="auto"/>
      </w:pPr>
      <w:r>
        <w:separator/>
      </w:r>
    </w:p>
  </w:footnote>
  <w:footnote w:type="continuationSeparator" w:id="0">
    <w:p w14:paraId="3ABFC978" w14:textId="77777777" w:rsidR="004D6DF6" w:rsidRDefault="004D6DF6" w:rsidP="00B81E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FC97B" w14:textId="77777777" w:rsidR="00C7710D" w:rsidRDefault="001F0CBD" w:rsidP="001F0CBD">
    <w:pPr>
      <w:pStyle w:val="Sidehoved"/>
    </w:pPr>
    <w:r>
      <w:rPr>
        <w:noProof/>
        <w:lang w:eastAsia="da-DK"/>
      </w:rPr>
      <w:drawing>
        <wp:anchor distT="0" distB="0" distL="114300" distR="114300" simplePos="0" relativeHeight="251658240" behindDoc="0" locked="0" layoutInCell="1" allowOverlap="1" wp14:anchorId="3ABFC97C" wp14:editId="3ABFC97D">
          <wp:simplePos x="0" y="0"/>
          <wp:positionH relativeFrom="page">
            <wp:posOffset>3132455</wp:posOffset>
          </wp:positionH>
          <wp:positionV relativeFrom="page">
            <wp:posOffset>360045</wp:posOffset>
          </wp:positionV>
          <wp:extent cx="1558800" cy="489600"/>
          <wp:effectExtent l="0" t="0" r="3810" b="5715"/>
          <wp:wrapSquare wrapText="bothSides"/>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FART_DK.png"/>
                  <pic:cNvPicPr/>
                </pic:nvPicPr>
                <pic:blipFill>
                  <a:blip r:embed="rId1">
                    <a:extLst>
                      <a:ext uri="{28A0092B-C50C-407E-A947-70E740481C1C}">
                        <a14:useLocalDpi xmlns:a14="http://schemas.microsoft.com/office/drawing/2010/main" val="0"/>
                      </a:ext>
                    </a:extLst>
                  </a:blip>
                  <a:stretch>
                    <a:fillRect/>
                  </a:stretch>
                </pic:blipFill>
                <pic:spPr>
                  <a:xfrm>
                    <a:off x="0" y="0"/>
                    <a:ext cx="1558800" cy="489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711FC"/>
    <w:multiLevelType w:val="hybridMultilevel"/>
    <w:tmpl w:val="7E1EAB0C"/>
    <w:lvl w:ilvl="0" w:tplc="04060011">
      <w:start w:val="1"/>
      <w:numFmt w:val="decimal"/>
      <w:lvlText w:val="%1)"/>
      <w:lvlJc w:val="left"/>
      <w:pPr>
        <w:ind w:left="720" w:hanging="360"/>
      </w:pPr>
      <w:rPr>
        <w:rFonts w:hint="default"/>
        <w:color w:val="auto"/>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1304"/>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999"/>
    <w:rsid w:val="000458FE"/>
    <w:rsid w:val="000518C0"/>
    <w:rsid w:val="00063682"/>
    <w:rsid w:val="000817C7"/>
    <w:rsid w:val="000A2E81"/>
    <w:rsid w:val="000A783E"/>
    <w:rsid w:val="000C4A9F"/>
    <w:rsid w:val="000D0F43"/>
    <w:rsid w:val="00134B65"/>
    <w:rsid w:val="00140414"/>
    <w:rsid w:val="00144E6E"/>
    <w:rsid w:val="001751E1"/>
    <w:rsid w:val="001F0CBD"/>
    <w:rsid w:val="00231298"/>
    <w:rsid w:val="0023639C"/>
    <w:rsid w:val="00236BEA"/>
    <w:rsid w:val="002709BD"/>
    <w:rsid w:val="00285C5C"/>
    <w:rsid w:val="002A16CC"/>
    <w:rsid w:val="002C24ED"/>
    <w:rsid w:val="002C4B29"/>
    <w:rsid w:val="002E042C"/>
    <w:rsid w:val="00301FB7"/>
    <w:rsid w:val="0030758E"/>
    <w:rsid w:val="003C72A2"/>
    <w:rsid w:val="003E79C2"/>
    <w:rsid w:val="003F4F73"/>
    <w:rsid w:val="0040729D"/>
    <w:rsid w:val="00413431"/>
    <w:rsid w:val="004440F2"/>
    <w:rsid w:val="00452DB1"/>
    <w:rsid w:val="00485DE3"/>
    <w:rsid w:val="004927A0"/>
    <w:rsid w:val="004A6C8C"/>
    <w:rsid w:val="004A7CF7"/>
    <w:rsid w:val="004C5705"/>
    <w:rsid w:val="004D1BF3"/>
    <w:rsid w:val="004D6DF6"/>
    <w:rsid w:val="004E45AA"/>
    <w:rsid w:val="004F7BE0"/>
    <w:rsid w:val="005120F7"/>
    <w:rsid w:val="00532708"/>
    <w:rsid w:val="0053664E"/>
    <w:rsid w:val="005911D2"/>
    <w:rsid w:val="005A5194"/>
    <w:rsid w:val="005D3E65"/>
    <w:rsid w:val="005E0CC9"/>
    <w:rsid w:val="005F13A6"/>
    <w:rsid w:val="00601902"/>
    <w:rsid w:val="00614134"/>
    <w:rsid w:val="00626D6E"/>
    <w:rsid w:val="00636999"/>
    <w:rsid w:val="00651471"/>
    <w:rsid w:val="00661AA3"/>
    <w:rsid w:val="00665EF4"/>
    <w:rsid w:val="006740DA"/>
    <w:rsid w:val="006B7FAF"/>
    <w:rsid w:val="006E20AC"/>
    <w:rsid w:val="006F6AB3"/>
    <w:rsid w:val="0073567D"/>
    <w:rsid w:val="007453F5"/>
    <w:rsid w:val="007513A7"/>
    <w:rsid w:val="00751F0A"/>
    <w:rsid w:val="00754907"/>
    <w:rsid w:val="007B096A"/>
    <w:rsid w:val="007C4D82"/>
    <w:rsid w:val="007C61CB"/>
    <w:rsid w:val="007D6ADD"/>
    <w:rsid w:val="007F10C9"/>
    <w:rsid w:val="007F61D2"/>
    <w:rsid w:val="00814528"/>
    <w:rsid w:val="0082345F"/>
    <w:rsid w:val="00824E1E"/>
    <w:rsid w:val="00826D54"/>
    <w:rsid w:val="00831391"/>
    <w:rsid w:val="00836556"/>
    <w:rsid w:val="00837ED9"/>
    <w:rsid w:val="0085088D"/>
    <w:rsid w:val="00857ECC"/>
    <w:rsid w:val="00875B40"/>
    <w:rsid w:val="008A7BB9"/>
    <w:rsid w:val="008B1824"/>
    <w:rsid w:val="008B1DD8"/>
    <w:rsid w:val="008E0A06"/>
    <w:rsid w:val="008E5197"/>
    <w:rsid w:val="008F2842"/>
    <w:rsid w:val="0092380D"/>
    <w:rsid w:val="00937C8E"/>
    <w:rsid w:val="009B35A1"/>
    <w:rsid w:val="009E60A5"/>
    <w:rsid w:val="009F6E9B"/>
    <w:rsid w:val="00A10797"/>
    <w:rsid w:val="00A26CAE"/>
    <w:rsid w:val="00A349F3"/>
    <w:rsid w:val="00A51D80"/>
    <w:rsid w:val="00A54ED2"/>
    <w:rsid w:val="00AA19A4"/>
    <w:rsid w:val="00AC111C"/>
    <w:rsid w:val="00AC2A95"/>
    <w:rsid w:val="00AC35B6"/>
    <w:rsid w:val="00AE4F38"/>
    <w:rsid w:val="00B07CF3"/>
    <w:rsid w:val="00B545D8"/>
    <w:rsid w:val="00B81EB3"/>
    <w:rsid w:val="00BA7661"/>
    <w:rsid w:val="00BC4953"/>
    <w:rsid w:val="00BE7D7D"/>
    <w:rsid w:val="00BF69B2"/>
    <w:rsid w:val="00C04D4D"/>
    <w:rsid w:val="00C12F0F"/>
    <w:rsid w:val="00C27F8A"/>
    <w:rsid w:val="00C4145A"/>
    <w:rsid w:val="00C53417"/>
    <w:rsid w:val="00C62DB9"/>
    <w:rsid w:val="00C7710D"/>
    <w:rsid w:val="00CA34E0"/>
    <w:rsid w:val="00CE4186"/>
    <w:rsid w:val="00D20027"/>
    <w:rsid w:val="00D21006"/>
    <w:rsid w:val="00D25658"/>
    <w:rsid w:val="00D322D8"/>
    <w:rsid w:val="00D455A9"/>
    <w:rsid w:val="00D5020E"/>
    <w:rsid w:val="00D647D7"/>
    <w:rsid w:val="00D668BC"/>
    <w:rsid w:val="00D67276"/>
    <w:rsid w:val="00D95E44"/>
    <w:rsid w:val="00DB62DB"/>
    <w:rsid w:val="00DB6B7C"/>
    <w:rsid w:val="00DD4672"/>
    <w:rsid w:val="00DE0AF6"/>
    <w:rsid w:val="00DE7FEB"/>
    <w:rsid w:val="00E17746"/>
    <w:rsid w:val="00E46936"/>
    <w:rsid w:val="00E53BBA"/>
    <w:rsid w:val="00E62C28"/>
    <w:rsid w:val="00E71837"/>
    <w:rsid w:val="00E75006"/>
    <w:rsid w:val="00E96DDF"/>
    <w:rsid w:val="00EA016A"/>
    <w:rsid w:val="00EB0230"/>
    <w:rsid w:val="00ED2331"/>
    <w:rsid w:val="00ED612B"/>
    <w:rsid w:val="00F16020"/>
    <w:rsid w:val="00F25BC6"/>
    <w:rsid w:val="00F4357C"/>
    <w:rsid w:val="00F6141D"/>
    <w:rsid w:val="00F63038"/>
    <w:rsid w:val="00F64C74"/>
    <w:rsid w:val="00FC7DB2"/>
    <w:rsid w:val="00FE7970"/>
    <w:rsid w:val="00FF74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ABFC95B"/>
  <w15:docId w15:val="{7C500D31-92CF-44A4-BD2E-14C4A9D9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391"/>
    <w:pPr>
      <w:spacing w:after="0" w:line="280" w:lineRule="exact"/>
    </w:pPr>
    <w:rPr>
      <w:rFonts w:ascii="Times New Roman" w:eastAsia="Times New Roman" w:hAnsi="Times New Roman" w:cs="Times New Roman"/>
      <w:sz w:val="24"/>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skakt">
    <w:name w:val="skakt"/>
    <w:basedOn w:val="Normal"/>
    <w:rsid w:val="00831391"/>
    <w:pPr>
      <w:framePr w:w="2268" w:h="7370" w:hSpace="141" w:wrap="around" w:hAnchor="page" w:x="9270" w:anchorLock="1"/>
    </w:pPr>
    <w:rPr>
      <w:rFonts w:ascii="Arial" w:hAnsi="Arial"/>
      <w:sz w:val="15"/>
    </w:rPr>
  </w:style>
  <w:style w:type="paragraph" w:customStyle="1" w:styleId="datomv">
    <w:name w:val="datomv"/>
    <w:basedOn w:val="skakt"/>
    <w:rsid w:val="00831391"/>
    <w:pPr>
      <w:framePr w:w="0" w:hRule="auto" w:hSpace="142" w:wrap="around" w:vAnchor="text" w:hAnchor="text" w:x="9073" w:y="1"/>
    </w:pPr>
    <w:rPr>
      <w:rFonts w:ascii="Times New Roman" w:hAnsi="Times New Roman"/>
      <w:sz w:val="24"/>
    </w:rPr>
  </w:style>
  <w:style w:type="character" w:styleId="Pladsholdertekst">
    <w:name w:val="Placeholder Text"/>
    <w:basedOn w:val="Standardskrifttypeiafsnit"/>
    <w:uiPriority w:val="99"/>
    <w:semiHidden/>
    <w:rsid w:val="00D647D7"/>
    <w:rPr>
      <w:color w:val="808080"/>
    </w:rPr>
  </w:style>
  <w:style w:type="paragraph" w:styleId="Markeringsbobletekst">
    <w:name w:val="Balloon Text"/>
    <w:basedOn w:val="Normal"/>
    <w:link w:val="MarkeringsbobletekstTegn"/>
    <w:uiPriority w:val="99"/>
    <w:semiHidden/>
    <w:unhideWhenUsed/>
    <w:rsid w:val="00D647D7"/>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647D7"/>
    <w:rPr>
      <w:rFonts w:ascii="Tahoma" w:eastAsia="Times New Roman" w:hAnsi="Tahoma" w:cs="Tahoma"/>
      <w:sz w:val="16"/>
      <w:szCs w:val="16"/>
    </w:rPr>
  </w:style>
  <w:style w:type="paragraph" w:styleId="Listeafsnit">
    <w:name w:val="List Paragraph"/>
    <w:basedOn w:val="Normal"/>
    <w:uiPriority w:val="34"/>
    <w:qFormat/>
    <w:rsid w:val="00D647D7"/>
    <w:pPr>
      <w:ind w:left="720"/>
      <w:contextualSpacing/>
    </w:pPr>
  </w:style>
  <w:style w:type="character" w:styleId="Hyperlink">
    <w:name w:val="Hyperlink"/>
    <w:basedOn w:val="Standardskrifttypeiafsnit"/>
    <w:uiPriority w:val="99"/>
    <w:unhideWhenUsed/>
    <w:rsid w:val="002A16CC"/>
    <w:rPr>
      <w:color w:val="0000FF" w:themeColor="hyperlink"/>
      <w:u w:val="single"/>
    </w:rPr>
  </w:style>
  <w:style w:type="paragraph" w:styleId="Sidehoved">
    <w:name w:val="header"/>
    <w:basedOn w:val="Normal"/>
    <w:link w:val="SidehovedTegn"/>
    <w:uiPriority w:val="99"/>
    <w:unhideWhenUsed/>
    <w:rsid w:val="00B81E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81EB3"/>
    <w:rPr>
      <w:rFonts w:ascii="Times New Roman" w:eastAsia="Times New Roman" w:hAnsi="Times New Roman" w:cs="Times New Roman"/>
      <w:sz w:val="24"/>
      <w:szCs w:val="20"/>
    </w:rPr>
  </w:style>
  <w:style w:type="paragraph" w:styleId="Sidefod">
    <w:name w:val="footer"/>
    <w:basedOn w:val="Normal"/>
    <w:link w:val="SidefodTegn"/>
    <w:uiPriority w:val="99"/>
    <w:unhideWhenUsed/>
    <w:rsid w:val="00B81E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B81EB3"/>
    <w:rPr>
      <w:rFonts w:ascii="Times New Roman" w:eastAsia="Times New Roman" w:hAnsi="Times New Roman" w:cs="Times New Roman"/>
      <w:sz w:val="24"/>
      <w:szCs w:val="20"/>
    </w:rPr>
  </w:style>
  <w:style w:type="paragraph" w:customStyle="1" w:styleId="Default">
    <w:name w:val="Default"/>
    <w:rsid w:val="00C27F8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oefartsstyrelsen.d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fs@dma.d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oefartsstyrelsen.dk" TargetMode="External"/><Relationship Id="rId4" Type="http://schemas.openxmlformats.org/officeDocument/2006/relationships/styles" Target="styles.xml"/><Relationship Id="rId9" Type="http://schemas.openxmlformats.org/officeDocument/2006/relationships/hyperlink" Target="mailto:sfs@dma.d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FS%20Brev%20Med%20logo%20D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F246AFEF214BA28E976E84B30BCBE1"/>
        <w:category>
          <w:name w:val="Generelt"/>
          <w:gallery w:val="placeholder"/>
        </w:category>
        <w:types>
          <w:type w:val="bbPlcHdr"/>
        </w:types>
        <w:behaviors>
          <w:behavior w:val="content"/>
        </w:behaviors>
        <w:guid w:val="{046DCEA9-7C22-4E8D-9793-D372A82BB5BE}"/>
      </w:docPartPr>
      <w:docPartBody>
        <w:p w:rsidR="00F279DE" w:rsidRDefault="00A22DB4">
          <w:pPr>
            <w:pStyle w:val="9CF246AFEF214BA28E976E84B30BCBE1"/>
          </w:pPr>
          <w:r w:rsidRPr="00A56AE7">
            <w:rPr>
              <w:rStyle w:val="Pladsholdertekst"/>
            </w:rPr>
            <w:t>Klik her for at angive tekst.</w:t>
          </w:r>
        </w:p>
      </w:docPartBody>
    </w:docPart>
    <w:docPart>
      <w:docPartPr>
        <w:name w:val="1870D27A4FF94F03B2307945FBBCB47F"/>
        <w:category>
          <w:name w:val="Generelt"/>
          <w:gallery w:val="placeholder"/>
        </w:category>
        <w:types>
          <w:type w:val="bbPlcHdr"/>
        </w:types>
        <w:behaviors>
          <w:behavior w:val="content"/>
        </w:behaviors>
        <w:guid w:val="{984E6815-954F-4663-8134-0B242472AC91}"/>
      </w:docPartPr>
      <w:docPartBody>
        <w:p w:rsidR="0053068F" w:rsidRDefault="006D727A" w:rsidP="006D727A">
          <w:pPr>
            <w:pStyle w:val="1870D27A4FF94F03B2307945FBBCB47F"/>
          </w:pPr>
          <w:r w:rsidRPr="00A56AE7">
            <w:rPr>
              <w:rStyle w:val="Pladsholdertekst"/>
            </w:rPr>
            <w:t>Klik her for at angive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DB4"/>
    <w:rsid w:val="0053068F"/>
    <w:rsid w:val="006D727A"/>
    <w:rsid w:val="00A22DB4"/>
    <w:rsid w:val="00B01C95"/>
    <w:rsid w:val="00F279D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6D727A"/>
    <w:rPr>
      <w:color w:val="808080"/>
    </w:rPr>
  </w:style>
  <w:style w:type="paragraph" w:customStyle="1" w:styleId="9CF246AFEF214BA28E976E84B30BCBE1">
    <w:name w:val="9CF246AFEF214BA28E976E84B30BCBE1"/>
  </w:style>
  <w:style w:type="paragraph" w:customStyle="1" w:styleId="19110AD4959343F9982A821FAC067241">
    <w:name w:val="19110AD4959343F9982A821FAC067241"/>
  </w:style>
  <w:style w:type="paragraph" w:customStyle="1" w:styleId="BE7F7E3D79B34BBA933E52A5E0B4D90B">
    <w:name w:val="BE7F7E3D79B34BBA933E52A5E0B4D90B"/>
    <w:rsid w:val="006D727A"/>
    <w:pPr>
      <w:spacing w:after="160" w:line="259" w:lineRule="auto"/>
    </w:pPr>
  </w:style>
  <w:style w:type="paragraph" w:customStyle="1" w:styleId="1870D27A4FF94F03B2307945FBBCB47F">
    <w:name w:val="1870D27A4FF94F03B2307945FBBCB47F"/>
    <w:rsid w:val="006D727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3278159" gbs:entity="Document" gbs:templateDesignerVersion="3.1 F">
  <gbs:DocumentDate gbs:loadFromGrowBusiness="OnProduce" gbs:saveInGrowBusiness="False" gbs:connected="true" gbs:recno="" gbs:entity="" gbs:datatype="date" gbs:key="10000">2018-09-24T00:00:00</gbs:DocumentDate>
  <gbs:ToCase.Name gbs:loadFromGrowBusiness="OnProduce" gbs:saveInGrowBusiness="False" gbs:connected="true" gbs:recno="" gbs:entity="" gbs:datatype="date" gbs:key="10001" gbs:removeContentControl="0">2018011897</gbs:ToCase.Name>
  <gbs:DocumentDate gbs:loadFromGrowBusiness="OnProduce" gbs:saveInGrowBusiness="False" gbs:connected="true" gbs:recno="" gbs:entity="" gbs:datatype="date" gbs:key="10002">2018-09-24T00:00:00</gbs:DocumentDate>
  <gbs:OurRef.Name gbs:loadFromGrowBusiness="Always" gbs:saveInGrowBusiness="True" gbs:connected="true" gbs:recno="" gbs:entity="" gbs:datatype="date" gbs:key="10003" gbs:removeContentControl="0">Birgit Gilland</gbs:OurRef.Name>
  <gbs:OurRef.Title gbs:loadFromGrowBusiness="Always" gbs:saveInGrowBusiness="True" gbs:connected="true" gbs:recno="" gbs:entity="" gbs:datatype="date" gbs:key="10004" gbs:removeContentControl="0">Chefkonsulent</gbs:OurRef.Title>
  <gbs:OurRef.DirectLine gbs:loadFromGrowBusiness="Always" gbs:saveInGrowBusiness="True" gbs:connected="true" gbs:recno="" gbs:entity="" gbs:datatype="date" gbs:key="10005" gbs:removeContentControl="0">+45 72 19 62 87</gbs:OurRef.DirectLine>
  <gbs:OurRef.E-mail gbs:loadFromGrowBusiness="Always" gbs:saveInGrowBusiness="True" gbs:connected="true" gbs:recno="" gbs:entity="" gbs:datatype="date" gbs:key="10006" gbs:removeContentControl="0">big@dma.dk</gbs:OurRef.E-mail>
  <gbs:ToActivityContactJOINEX.Name gbs:loadFromGrowBusiness="OnProduce" gbs:saveInGrowBusiness="False" gbs:connected="true" gbs:recno="" gbs:entity="" gbs:datatype="date" gbs:key="10007" gbs:removeContentControl="0" gbs:joinex="[JOINEX=[ToRole]{!OJEX!}=6]">
  </gbs:ToActivityContactJOINEX.Name>
  <gbs:ToActivityContactJOINEX.Name2 gbs:loadFromGrowBusiness="Always" gbs:saveInGrowBusiness="True" gbs:connected="true" gbs:recno="" gbs:entity="" gbs:datatype="date" gbs:key="10008" gbs:removeContentControl="1" gbs:joinex="[JOINEX=[ToRole]{!OJEX!}=6]">
  </gbs:ToActivityContactJOINEX.Name2>
  <gbs:ToActivityContactJOINEX.ToAddress.Country.Description gbs:loadFromGrowBusiness="OnProduce" gbs:saveInGrowBusiness="False" gbs:connected="true" gbs:recno="" gbs:entity="" gbs:datatype="date" gbs:key="10009" gbs:removeContentControl="0" gbs:joinex="[JOINEX=[ToRole]{!OJEX!}=6]">
  </gbs:ToActivityContactJOINEX.ToAddress.Country.Description>
  <gbs:Title gbs:loadFromGrowBusiness="OnProduce" gbs:saveInGrowBusiness="False" gbs:connected="true" gbs:recno="" gbs:entity="" gbs:datatype="date" gbs:key="10010" gbs:removeContentControl="0">Høring over udkast til forslag til lov om ændring af søloven og mortifikationsloven (Digital skibsregistrering m.v.)</gbs:Title>
  <gbs:ToOrgUnit.Name gbs:loadFromGrowBusiness="OnProduce" gbs:saveInGrowBusiness="False" gbs:connected="true" gbs:recno="" gbs:entity="" gbs:datatype="date" gbs:key="10011" gbs:removeContentControl="0">Maritim regulering og jura</gbs:ToOrgUnit.Name>
  <gbs:ToAccessCode.Code gbs:loadFromGrowBusiness="OnProduce" gbs:saveInGrowBusiness="False" gbs:connected="true" gbs:recno="" gbs:entity="" gbs:datatype="date" gbs:key="10012" gbs:removeContentControl="0">UO</gbs:ToAccessCode.Code>
  <gbs:ToActivityContactJOINEX.Address gbs:loadFromGrowBusiness="OnProduce" gbs:saveInGrowBusiness="False" gbs:connected="true" gbs:recno="" gbs:entity="" gbs:datatype="string" gbs:key="10013" gbs:removeContentControl="0" gbs:joinex="[JOINEX=[ToRole] {!OJEX!}=6]">
  </gbs:ToActivityContactJOINEX.Address>
  <gbs:ToActivityContactJOINEX.Zip gbs:loadFromGrowBusiness="OnProduce" gbs:saveInGrowBusiness="False" gbs:connected="true" gbs:recno="" gbs:entity="" gbs:datatype="date" gbs:key="10014" gbs:removeContentControl="0" gbs:joinex="[JOINEX=[ToRole] {!OJEX!}=6]">
  </gbs:ToActivityContactJOINEX.Zip>
  <gbs:CreatedDate gbs:loadFromGrowBusiness="Always" gbs:saveInGrowBusiness="False" gbs:connected="true" gbs:recno="" gbs:entity="" gbs:datatype="date" gbs:key="10015" gbs:removeContentControl="0">2018-09-24T11:45:54</gbs:CreatedDate>
  <gbs:OurRef.AddressesJOINEX.Address gbs:loadFromGrowBusiness="Always" gbs:saveInGrowBusiness="True" gbs:connected="true" gbs:recno="" gbs:entity="" gbs:datatype="string" gbs:key="10016" gbs:removeContentControl="0" gbs:joinex="[JOINEX=[TypeID] {!OJEX!}=50003]">Fjordvænget 30,</gbs:OurRef.AddressesJOINEX.Address>
  <gbs:OurRef.AddressesJOINEX.Zip gbs:loadFromGrowBusiness="Always" gbs:saveInGrowBusiness="True" gbs:connected="true" gbs:recno="" gbs:entity="" gbs:datatype="string" gbs:key="10017" gbs:removeContentControl="0" gbs:joinex="[JOINEX=[TypeID] {!OJEX!}=50003]">
  </gbs:OurRef.AddressesJOINEX.Zip>
  <gbs:OurRef.AddressesJOINEX.Country.Description gbs:loadFromGrowBusiness="Always" gbs:saveInGrowBusiness="True" gbs:connected="true" gbs:recno="" gbs:entity="" gbs:datatype="string" gbs:key="10018" gbs:removeContentControl="0" gbs:joinex="[JOINEX=[TypeID] {!OJEX!}=50003]">
  </gbs:OurRef.AddressesJOINEX.Country.Description>
  <gbs:OurRef.Name gbs:loadFromGrowBusiness="Always" gbs:saveInGrowBusiness="True" gbs:connected="true" gbs:recno="" gbs:entity="" gbs:datatype="string" gbs:key="10019" gbs:removeContentControl="0">Birgit Gilland</gbs:OurRef.Name>
  <gbs:ToOrgUnit.ToEmployer.Switchboard gbs:loadFromGrowBusiness="Always" gbs:saveInGrowBusiness="False" gbs:connected="true" gbs:recno="" gbs:entity="" gbs:datatype="string" gbs:key="10020" gbs:removeContentControl="0">+45 72196000</gbs:ToOrgUnit.ToEmployer.Switchboard>
  <gbs:ToOrgUnit.ToEmployer.Telefax gbs:loadFromGrowBusiness="Always" gbs:saveInGrowBusiness="False" gbs:connected="true" gbs:recno="" gbs:entity="" gbs:datatype="string" gbs:key="10021" gbs:removeContentControl="0">+45 72196001</gbs:ToOrgUnit.ToEmployer.Telefax>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83467-2DA2-4ED7-A20E-9BEE23DD284C}">
  <ds:schemaRefs>
    <ds:schemaRef ds:uri="http://www.software-innovation.no/growBusinessDocument"/>
  </ds:schemaRefs>
</ds:datastoreItem>
</file>

<file path=customXml/itemProps2.xml><?xml version="1.0" encoding="utf-8"?>
<ds:datastoreItem xmlns:ds="http://schemas.openxmlformats.org/officeDocument/2006/customXml" ds:itemID="{8BD423A4-D8D7-4DE7-BEE4-2C8E778D0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SFS Brev Med logo DK.dotx</Template>
  <TotalTime>25</TotalTime>
  <Pages>2</Pages>
  <Words>429</Words>
  <Characters>2618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Søfartsstyrelsen</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 Gilland</dc:creator>
  <cp:lastModifiedBy>Birgit Gilland</cp:lastModifiedBy>
  <cp:revision>18</cp:revision>
  <dcterms:created xsi:type="dcterms:W3CDTF">2017-05-09T08:10:00Z</dcterms:created>
  <dcterms:modified xsi:type="dcterms:W3CDTF">2018-10-01T08:40:00Z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FilePath">
    <vt:lpwstr>\\PB-2211-FILP01\Docprod\templates\SFS Brev Med logo DK.dotx</vt:lpwstr>
  </property>
  <property fmtid="{D5CDD505-2E9C-101B-9397-08002B2CF9AE}" pid="3" name="filePathOneNote">
    <vt:lpwstr>\\localhost@80\PersonalLibraries\prod\b035419\onenote\</vt:lpwstr>
  </property>
  <property fmtid="{D5CDD505-2E9C-101B-9397-08002B2CF9AE}" pid="4" name="comment">
    <vt:lpwstr>Høringsbrev</vt:lpwstr>
  </property>
  <property fmtid="{D5CDD505-2E9C-101B-9397-08002B2CF9AE}" pid="5" name="server">
    <vt:lpwstr>esdh-evm-sfs</vt:lpwstr>
  </property>
  <property fmtid="{D5CDD505-2E9C-101B-9397-08002B2CF9AE}" pid="6" name="docId">
    <vt:lpwstr>3278159</vt:lpwstr>
  </property>
  <property fmtid="{D5CDD505-2E9C-101B-9397-08002B2CF9AE}" pid="7" name="verId">
    <vt:lpwstr>3238789</vt:lpwstr>
  </property>
  <property fmtid="{D5CDD505-2E9C-101B-9397-08002B2CF9AE}" pid="8" name="fileVersionId">
    <vt:lpwstr>
    </vt:lpwstr>
  </property>
  <property fmtid="{D5CDD505-2E9C-101B-9397-08002B2CF9AE}" pid="9" name="sourceId">
    <vt:lpwstr>
    </vt:lpwstr>
  </property>
  <property fmtid="{D5CDD505-2E9C-101B-9397-08002B2CF9AE}" pid="10" name="templateId">
    <vt:lpwstr>200171</vt:lpwstr>
  </property>
  <property fmtid="{D5CDD505-2E9C-101B-9397-08002B2CF9AE}" pid="11" name="module">
    <vt:lpwstr>
    </vt:lpwstr>
  </property>
  <property fmtid="{D5CDD505-2E9C-101B-9397-08002B2CF9AE}" pid="12" name="customParams">
    <vt:lpwstr>
    </vt:lpwstr>
  </property>
  <property fmtid="{D5CDD505-2E9C-101B-9397-08002B2CF9AE}" pid="13" name="external">
    <vt:lpwstr>0</vt:lpwstr>
  </property>
  <property fmtid="{D5CDD505-2E9C-101B-9397-08002B2CF9AE}" pid="14" name="ExternalControlledCheckOut">
    <vt:lpwstr>
    </vt:lpwstr>
  </property>
  <property fmtid="{D5CDD505-2E9C-101B-9397-08002B2CF9AE}" pid="15" name="createdBy">
    <vt:lpwstr>Birgit Gilland</vt:lpwstr>
  </property>
  <property fmtid="{D5CDD505-2E9C-101B-9397-08002B2CF9AE}" pid="16" name="modifiedBy">
    <vt:lpwstr>Birgit Gilland</vt:lpwstr>
  </property>
  <property fmtid="{D5CDD505-2E9C-101B-9397-08002B2CF9AE}" pid="17" name="action">
    <vt:lpwstr>edit</vt:lpwstr>
  </property>
  <property fmtid="{D5CDD505-2E9C-101B-9397-08002B2CF9AE}" pid="18" name="serverName">
    <vt:lpwstr>esdh-evm-sfs</vt:lpwstr>
  </property>
  <property fmtid="{D5CDD505-2E9C-101B-9397-08002B2CF9AE}" pid="19" name="protocol">
    <vt:lpwstr>off</vt:lpwstr>
  </property>
  <property fmtid="{D5CDD505-2E9C-101B-9397-08002B2CF9AE}" pid="20" name="site">
    <vt:lpwstr>/locator.aspx</vt:lpwstr>
  </property>
  <property fmtid="{D5CDD505-2E9C-101B-9397-08002B2CF9AE}" pid="21" name="externalUser">
    <vt:lpwstr>
    </vt:lpwstr>
  </property>
  <property fmtid="{D5CDD505-2E9C-101B-9397-08002B2CF9AE}" pid="22" name="currentVerId">
    <vt:lpwstr>3238789</vt:lpwstr>
  </property>
  <property name="filePath" fmtid="{D5CDD505-2E9C-101B-9397-08002B2CF9AE}" pid="27">
    <vt:lpwstr>C:\Windows\TEMP\Upload\</vt:lpwstr>
  </property>
  <property name="fileName" fmtid="{D5CDD505-2E9C-101B-9397-08002B2CF9AE}" pid="28">
    <vt:lpwstr>1bae39f3-6eaa-46e9-87ab-ecd243f02922.DOCX</vt:lpwstr>
  </property>
  <property name="fileId" fmtid="{D5CDD505-2E9C-101B-9397-08002B2CF9AE}" pid="29">
    <vt:lpwstr>4764233</vt:lpwstr>
  </property>
  <property name="Operation" fmtid="{D5CDD505-2E9C-101B-9397-08002B2CF9AE}" pid="30">
    <vt:lpwstr>OpenFile</vt:lpwstr>
  </property>
</Properties>
</file>