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0"/>
      </w:tblGrid>
      <w:tr w:rsidR="00AF6D25" w:rsidTr="00465E56">
        <w:trPr>
          <w:cantSplit/>
          <w:trHeight w:val="2381"/>
        </w:trPr>
        <w:tc>
          <w:tcPr>
            <w:tcW w:w="7510" w:type="dxa"/>
          </w:tcPr>
          <w:p w:rsidR="008350ED" w:rsidRPr="008350ED" w:rsidRDefault="008350ED" w:rsidP="00E924EA">
            <w:pPr>
              <w:pStyle w:val="Brevtekst"/>
            </w:pPr>
            <w:bookmarkStart w:id="0" w:name="_GoBack"/>
            <w:bookmarkEnd w:id="0"/>
          </w:p>
          <w:p w:rsidR="00AF6D25" w:rsidRDefault="00AF6D25" w:rsidP="00E924EA">
            <w:pPr>
              <w:pStyle w:val="Brevtekst"/>
            </w:pPr>
          </w:p>
        </w:tc>
      </w:tr>
    </w:tbl>
    <w:sdt>
      <w:sdtPr>
        <w:alias w:val="(Dokumenter) Titel"/>
        <w:id w:val="-780028354"/>
        <w:dataBinding w:prefixMappings="xmlns:ns0='Captia'" w:xpath="/ns0:Root[1]/ns0:record/ns0:Content[@id='title']/ns0:Value[1]" w:storeItemID="{BF9395DF-1A9D-426A-9B36-094EF0D2A412}"/>
        <w:text/>
      </w:sdtPr>
      <w:sdtEndPr/>
      <w:sdtContent>
        <w:p w:rsidR="00F0458B" w:rsidRPr="00F0458B" w:rsidRDefault="00B45F54" w:rsidP="00F0458B">
          <w:pPr>
            <w:pStyle w:val="Titel"/>
          </w:pPr>
          <w:r w:rsidRPr="00B45F54">
            <w:t>Høringsliste</w:t>
          </w:r>
        </w:p>
      </w:sdtContent>
    </w:sdt>
    <w:p w:rsidR="00650108" w:rsidRDefault="00650108" w:rsidP="00650108">
      <w:bookmarkStart w:id="1" w:name="START"/>
      <w:bookmarkEnd w:id="1"/>
      <w:r w:rsidRPr="00687CEC">
        <w:t>ADHD-foreningen, info@adhd.dk</w:t>
      </w:r>
    </w:p>
    <w:p w:rsidR="009C70A8" w:rsidRDefault="00650108" w:rsidP="00B45F54">
      <w:r>
        <w:t>Advokatsamfundet</w:t>
      </w:r>
      <w:r w:rsidR="0055443C">
        <w:t>, samfund@advokatsamfundet.dk</w:t>
      </w:r>
    </w:p>
    <w:p w:rsidR="00650108" w:rsidRDefault="0055443C" w:rsidP="00B45F54">
      <w:r>
        <w:t>AutoB</w:t>
      </w:r>
      <w:r w:rsidR="00650108">
        <w:t>ranchen Danmark</w:t>
      </w:r>
      <w:r>
        <w:t>, info@autobranchendanmark.dk</w:t>
      </w:r>
    </w:p>
    <w:p w:rsidR="00650108" w:rsidRDefault="00650108" w:rsidP="00B45F54">
      <w:r>
        <w:t>Autobranchens Handels- og Industriforening</w:t>
      </w:r>
      <w:r w:rsidR="0055443C">
        <w:t>, autig@autig.dk</w:t>
      </w:r>
    </w:p>
    <w:p w:rsidR="00650108" w:rsidRDefault="00650108" w:rsidP="00B45F54">
      <w:r>
        <w:t>Danmarks Motor Union</w:t>
      </w:r>
      <w:r w:rsidR="0055443C">
        <w:t>, dmu@dmusport.dk</w:t>
      </w:r>
    </w:p>
    <w:p w:rsidR="00650108" w:rsidRDefault="00650108" w:rsidP="00B45F54">
      <w:r>
        <w:t>Dansk Bilbrancheråd</w:t>
      </w:r>
      <w:r w:rsidR="0055443C">
        <w:t>, info@dbr.dk</w:t>
      </w:r>
    </w:p>
    <w:p w:rsidR="00650108" w:rsidRDefault="0055443C" w:rsidP="00B45F54">
      <w:r>
        <w:t>D</w:t>
      </w:r>
      <w:r w:rsidR="00650108">
        <w:t>a</w:t>
      </w:r>
      <w:r>
        <w:t>n</w:t>
      </w:r>
      <w:r w:rsidR="00650108">
        <w:t>s</w:t>
      </w:r>
      <w:r>
        <w:t>k</w:t>
      </w:r>
      <w:r w:rsidR="00650108">
        <w:t xml:space="preserve"> Bilforhandler Union</w:t>
      </w:r>
      <w:r>
        <w:t>, info@dbfu.dk</w:t>
      </w:r>
    </w:p>
    <w:p w:rsidR="00650108" w:rsidRDefault="00650108" w:rsidP="00B45F54">
      <w:r>
        <w:t>Dansk Byggeri</w:t>
      </w:r>
      <w:r w:rsidR="0055443C">
        <w:t>, info@danskbyggeri.dk</w:t>
      </w:r>
    </w:p>
    <w:p w:rsidR="00650108" w:rsidRDefault="00650108" w:rsidP="00B45F54">
      <w:r>
        <w:t>Dansk Erhverv</w:t>
      </w:r>
      <w:r w:rsidR="0055443C">
        <w:t>, hoeringssager@danskerhverv.dk</w:t>
      </w:r>
    </w:p>
    <w:p w:rsidR="00B45F54" w:rsidRDefault="00B45F54" w:rsidP="00B45F54">
      <w:r>
        <w:t>Dansk Cardiologisk Selskab, dcs@dadlnet.dk</w:t>
      </w:r>
    </w:p>
    <w:p w:rsidR="00650108" w:rsidRDefault="00650108" w:rsidP="00B45F54">
      <w:r>
        <w:t>Danske Advokater</w:t>
      </w:r>
      <w:r w:rsidR="0055443C">
        <w:t>, mail@danskeadvokater.dk</w:t>
      </w:r>
    </w:p>
    <w:p w:rsidR="00650108" w:rsidRDefault="00650108" w:rsidP="00B45F54">
      <w:r>
        <w:t>Danske Biludlejere</w:t>
      </w:r>
      <w:r w:rsidR="0055443C">
        <w:t>, info@danske-biludlejere.dk</w:t>
      </w:r>
    </w:p>
    <w:p w:rsidR="00B45F54" w:rsidRDefault="0055443C" w:rsidP="00B45F54">
      <w:r>
        <w:t xml:space="preserve">Danske Busvognmænd, db@db-dk.dk </w:t>
      </w:r>
    </w:p>
    <w:p w:rsidR="00650108" w:rsidRDefault="00650108" w:rsidP="00B45F54">
      <w:r>
        <w:t>Danske Handicaporganisationer</w:t>
      </w:r>
      <w:r w:rsidR="00193074">
        <w:t>, dh@handicap.dk</w:t>
      </w:r>
    </w:p>
    <w:p w:rsidR="009C70A8" w:rsidRDefault="009C70A8" w:rsidP="009C70A8">
      <w:r>
        <w:t>Dansk Endokrinologisk Selskab, prossing@dadlnet.dk</w:t>
      </w:r>
    </w:p>
    <w:p w:rsidR="00B45F54" w:rsidRDefault="00B45F5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Dansk Epilepsiforening</w:t>
      </w:r>
      <w:r w:rsidRPr="00687CEC">
        <w:t xml:space="preserve"> </w:t>
      </w:r>
      <w:r w:rsidRPr="00687CEC">
        <w:rPr>
          <w:sz w:val="23"/>
          <w:szCs w:val="23"/>
        </w:rPr>
        <w:t>epilepsi@epilepsiforeningen.dk</w:t>
      </w:r>
      <w:r>
        <w:rPr>
          <w:sz w:val="23"/>
          <w:szCs w:val="23"/>
        </w:rPr>
        <w:t xml:space="preserve">,  </w:t>
      </w:r>
    </w:p>
    <w:p w:rsidR="00B45F54" w:rsidRDefault="00B45F54" w:rsidP="00B45F54">
      <w:r>
        <w:t xml:space="preserve">Dansk Epilepsi Selskab, </w:t>
      </w:r>
      <w:hyperlink r:id="rId8" w:history="1">
        <w:r w:rsidR="00650108" w:rsidRPr="001B1999">
          <w:rPr>
            <w:rStyle w:val="Hyperlink"/>
          </w:rPr>
          <w:t>er@dadl.dk</w:t>
        </w:r>
      </w:hyperlink>
    </w:p>
    <w:p w:rsidR="00650108" w:rsidRDefault="00650108" w:rsidP="00B45F54">
      <w:r>
        <w:t>Danske Kørelæreres Landsforbund</w:t>
      </w:r>
      <w:r w:rsidR="00193074">
        <w:t>, karsten_hansen@c.dk</w:t>
      </w:r>
    </w:p>
    <w:p w:rsidR="00650108" w:rsidRDefault="00650108" w:rsidP="00B45F54">
      <w:r>
        <w:t>Danske Motorcyklister</w:t>
      </w:r>
      <w:r w:rsidR="00193074">
        <w:t>, skovloekke@dmc-org.dk</w:t>
      </w:r>
    </w:p>
    <w:p w:rsidR="00650108" w:rsidRDefault="00650108" w:rsidP="00B45F54">
      <w:r>
        <w:t>Danske Regioner</w:t>
      </w:r>
      <w:r w:rsidR="00193074">
        <w:t>, regioner@regioner.dk</w:t>
      </w:r>
    </w:p>
    <w:p w:rsidR="00650108" w:rsidRDefault="00650108" w:rsidP="00B45F54">
      <w:r>
        <w:t>Danske Seniorer</w:t>
      </w:r>
      <w:r w:rsidR="00193074">
        <w:t>, info@danske-seniorer.dk</w:t>
      </w:r>
    </w:p>
    <w:p w:rsidR="009C70A8" w:rsidRDefault="009C70A8" w:rsidP="009C70A8">
      <w:r>
        <w:t>Dansk Geriatrisk Selskab, soeren.jacobsen@ouh.regionsyddanmark.dk</w:t>
      </w:r>
    </w:p>
    <w:p w:rsidR="00650108" w:rsidRDefault="00650108" w:rsidP="00B45F54">
      <w:r>
        <w:t>Dansk Industri</w:t>
      </w:r>
      <w:r w:rsidR="00193074">
        <w:t>, di@di.dk</w:t>
      </w:r>
    </w:p>
    <w:p w:rsidR="00B45F54" w:rsidRDefault="00193074" w:rsidP="00B45F54">
      <w:r>
        <w:t>Dansk Kørelærer-Union, dku@dku.dk</w:t>
      </w:r>
    </w:p>
    <w:p w:rsidR="00650108" w:rsidRDefault="00650108" w:rsidP="00B45F54">
      <w:r>
        <w:t>Dansk Metal</w:t>
      </w:r>
      <w:r w:rsidR="00193074">
        <w:t>, metal@danskmetal.dk</w:t>
      </w:r>
    </w:p>
    <w:p w:rsidR="009C70A8" w:rsidRDefault="009C70A8" w:rsidP="009C70A8">
      <w:r>
        <w:t xml:space="preserve">Dansk Neurokirurgisk Selskab, </w:t>
      </w:r>
      <w:r w:rsidR="00193074">
        <w:t>lie@dadl.dk</w:t>
      </w:r>
    </w:p>
    <w:p w:rsidR="009C70A8" w:rsidRDefault="009C70A8" w:rsidP="009C70A8">
      <w:r>
        <w:t xml:space="preserve">Dansk Neurologisk Selskab, </w:t>
      </w:r>
      <w:hyperlink r:id="rId9" w:history="1">
        <w:r w:rsidRPr="004639A0">
          <w:rPr>
            <w:rStyle w:val="Hyperlink"/>
            <w:rFonts w:eastAsiaTheme="majorEastAsia"/>
          </w:rPr>
          <w:t>er@dadl.dk</w:t>
        </w:r>
      </w:hyperlink>
    </w:p>
    <w:p w:rsidR="009C70A8" w:rsidRDefault="009C70A8" w:rsidP="009C70A8">
      <w:r>
        <w:t>Dansk Oftalmologisk Selskab, dos@dadlnet.dk</w:t>
      </w:r>
    </w:p>
    <w:p w:rsidR="009C70A8" w:rsidRDefault="009C70A8" w:rsidP="009C70A8">
      <w:r>
        <w:t xml:space="preserve">Dansk Psykiatrisk Selskab, </w:t>
      </w:r>
      <w:r w:rsidR="00193074">
        <w:t>helen.gerdrup.nielsen@regionh.dk</w:t>
      </w:r>
    </w:p>
    <w:p w:rsidR="00B45F54" w:rsidRDefault="00B45F54" w:rsidP="00B45F54">
      <w:r>
        <w:t xml:space="preserve">Danske Regioner, </w:t>
      </w:r>
      <w:hyperlink r:id="rId10" w:history="1">
        <w:r w:rsidRPr="00595432">
          <w:rPr>
            <w:rStyle w:val="Hyperlink"/>
          </w:rPr>
          <w:t>Regioner@regioner.dk</w:t>
        </w:r>
      </w:hyperlink>
    </w:p>
    <w:p w:rsidR="00B45F54" w:rsidRDefault="00B45F54" w:rsidP="00B45F54">
      <w:r>
        <w:t>Dansk Selskab for almen medicin, dsam@dsam.dk</w:t>
      </w:r>
    </w:p>
    <w:p w:rsidR="009C70A8" w:rsidRDefault="009C70A8" w:rsidP="009C70A8">
      <w:pPr>
        <w:pStyle w:val="Brevtekst"/>
      </w:pPr>
      <w:r>
        <w:t>Dansk Selskab for Intern Medicin, kk@dadl.dk</w:t>
      </w:r>
    </w:p>
    <w:p w:rsidR="009C70A8" w:rsidRDefault="009C70A8" w:rsidP="009C70A8">
      <w:r>
        <w:t>Dansk Selskab for Palliativ Medicin, kk@dadl.dk</w:t>
      </w:r>
    </w:p>
    <w:p w:rsidR="00B45F54" w:rsidRDefault="00B45F54" w:rsidP="00B45F54">
      <w:r>
        <w:t xml:space="preserve">Dansk Selskab for Søvnmedicin, </w:t>
      </w:r>
      <w:hyperlink r:id="rId11" w:history="1">
        <w:r w:rsidR="00650108" w:rsidRPr="001B1999">
          <w:rPr>
            <w:rStyle w:val="Hyperlink"/>
          </w:rPr>
          <w:t>anvsoe@rm.dk</w:t>
        </w:r>
      </w:hyperlink>
    </w:p>
    <w:p w:rsidR="00650108" w:rsidRDefault="00650108" w:rsidP="00B45F54">
      <w:r>
        <w:t>Dansk Standard</w:t>
      </w:r>
      <w:r w:rsidR="00193074">
        <w:t>, dansk.standard@ds.dk</w:t>
      </w:r>
    </w:p>
    <w:p w:rsidR="00B45F54" w:rsidRDefault="00193074" w:rsidP="00B45F54">
      <w:r>
        <w:t>Dansk SøvnApnø Forening,</w:t>
      </w:r>
      <w:r w:rsidR="00B45F54" w:rsidRPr="00687CEC">
        <w:t xml:space="preserve"> </w:t>
      </w:r>
      <w:r>
        <w:t>snork@snorker.dk</w:t>
      </w:r>
    </w:p>
    <w:p w:rsidR="00650108" w:rsidRDefault="00650108" w:rsidP="00B45F54">
      <w:r>
        <w:t>Dansk Transport og Logistik</w:t>
      </w:r>
      <w:r w:rsidR="00193074">
        <w:t>, dtl@dtl.eu</w:t>
      </w:r>
    </w:p>
    <w:p w:rsidR="00650108" w:rsidRDefault="00650108" w:rsidP="00B45F54">
      <w:r>
        <w:t>De Danske Bilimportører</w:t>
      </w:r>
      <w:r w:rsidR="00193074">
        <w:t xml:space="preserve">, </w:t>
      </w:r>
      <w:r w:rsidR="00193074" w:rsidRPr="00193074">
        <w:t>info@bilimp.dk</w:t>
      </w:r>
    </w:p>
    <w:p w:rsidR="00DC25F4" w:rsidRDefault="00DC25F4" w:rsidP="00B45F54">
      <w:r>
        <w:t>Den Danske Dommerforening</w:t>
      </w:r>
      <w:r w:rsidR="00193074">
        <w:t>, dommerforeningen@gmail.com</w:t>
      </w:r>
    </w:p>
    <w:p w:rsidR="00DC25F4" w:rsidRDefault="00DC25F4" w:rsidP="00B45F54">
      <w:r>
        <w:t>Domstolsstyrelsen</w:t>
      </w:r>
      <w:r w:rsidR="00193074">
        <w:t>, post@domstolsstyrelsen.dk</w:t>
      </w:r>
    </w:p>
    <w:p w:rsidR="00B45F54" w:rsidRDefault="00B45F5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Diabetesforeningen, </w:t>
      </w:r>
      <w:r w:rsidRPr="00687CEC">
        <w:rPr>
          <w:sz w:val="23"/>
          <w:szCs w:val="23"/>
        </w:rPr>
        <w:t>df@diabetesforeningen</w:t>
      </w:r>
    </w:p>
    <w:p w:rsidR="00B45F54" w:rsidRDefault="00B45F54" w:rsidP="00B45F54">
      <w:r>
        <w:t>DI Transport</w:t>
      </w:r>
      <w:r w:rsidR="00040FAC">
        <w:t>, transport@di.dk</w:t>
      </w:r>
      <w:r>
        <w:t xml:space="preserve"> </w:t>
      </w:r>
    </w:p>
    <w:p w:rsidR="00DC25F4" w:rsidRDefault="00DC25F4" w:rsidP="00B45F54">
      <w:r>
        <w:lastRenderedPageBreak/>
        <w:t>DTU Transport</w:t>
      </w:r>
      <w:r w:rsidR="00040FAC">
        <w:t xml:space="preserve">, </w:t>
      </w:r>
      <w:r w:rsidR="00040FAC" w:rsidRPr="00040FAC">
        <w:t>transport@transport.dtu.dk</w:t>
      </w:r>
    </w:p>
    <w:p w:rsidR="00DC25F4" w:rsidRDefault="00DC25F4" w:rsidP="00B45F54">
      <w:r>
        <w:t>Erhvervsministeriet</w:t>
      </w:r>
      <w:r w:rsidR="00040FAC">
        <w:t>, em@em.dk</w:t>
      </w:r>
    </w:p>
    <w:p w:rsidR="00DC25F4" w:rsidRDefault="00DC25F4" w:rsidP="00B45F54">
      <w:r>
        <w:t>Erhvervsstyrelsen</w:t>
      </w:r>
      <w:r w:rsidR="00040FAC">
        <w:t>, erst@erst.dk</w:t>
      </w:r>
    </w:p>
    <w:p w:rsidR="00B45F54" w:rsidRDefault="00B45F54" w:rsidP="00B45F54">
      <w:r>
        <w:t>Fagligt Fælles Forbund (3F)</w:t>
      </w:r>
      <w:r w:rsidR="00040FAC">
        <w:t>, 3f@3f.dk</w:t>
      </w:r>
      <w:r>
        <w:t xml:space="preserve"> </w:t>
      </w:r>
    </w:p>
    <w:p w:rsidR="00DC25F4" w:rsidRDefault="00DC25F4" w:rsidP="00B45F54">
      <w:r>
        <w:t>Forbrugerrådet Tænk</w:t>
      </w:r>
      <w:r w:rsidR="00040FAC">
        <w:t xml:space="preserve">, </w:t>
      </w:r>
    </w:p>
    <w:p w:rsidR="00B45F54" w:rsidRDefault="00B45F54" w:rsidP="00B45F54">
      <w:r w:rsidRPr="00EE423E">
        <w:t>Forenede Danske Motorejere (FDM)</w:t>
      </w:r>
      <w:r w:rsidR="00040FAC">
        <w:t>, fdm@fdm.dk</w:t>
      </w:r>
    </w:p>
    <w:p w:rsidR="00DC25F4" w:rsidRDefault="00DC25F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Foreningen af Frie Kørelærere</w:t>
      </w:r>
    </w:p>
    <w:p w:rsidR="00DC25F4" w:rsidRDefault="00DC25F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Forsikring og Pension</w:t>
      </w:r>
      <w:r w:rsidR="00040FAC">
        <w:rPr>
          <w:sz w:val="23"/>
          <w:szCs w:val="23"/>
        </w:rPr>
        <w:t xml:space="preserve">, </w:t>
      </w:r>
    </w:p>
    <w:p w:rsidR="00DC25F4" w:rsidRDefault="00DC25F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Forsvarets Køreskole</w:t>
      </w:r>
      <w:r w:rsidR="00040FAC">
        <w:rPr>
          <w:sz w:val="23"/>
          <w:szCs w:val="23"/>
        </w:rPr>
        <w:t xml:space="preserve">, </w:t>
      </w:r>
      <w:r w:rsidR="00040FAC" w:rsidRPr="00040FAC">
        <w:rPr>
          <w:sz w:val="23"/>
          <w:szCs w:val="23"/>
        </w:rPr>
        <w:t>trr-ktp-koesk@mil.dk</w:t>
      </w:r>
    </w:p>
    <w:p w:rsidR="00DC25F4" w:rsidRDefault="00040FAC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Frie Danske Lastbil</w:t>
      </w:r>
      <w:r w:rsidR="00DC25F4">
        <w:rPr>
          <w:sz w:val="23"/>
          <w:szCs w:val="23"/>
        </w:rPr>
        <w:t>vognmænd</w:t>
      </w:r>
      <w:r>
        <w:rPr>
          <w:sz w:val="23"/>
          <w:szCs w:val="23"/>
        </w:rPr>
        <w:t xml:space="preserve">, </w:t>
      </w:r>
      <w:r w:rsidR="003D2E42" w:rsidRPr="003D2E42">
        <w:rPr>
          <w:sz w:val="23"/>
          <w:szCs w:val="23"/>
        </w:rPr>
        <w:t>fdl@fdl-vm.d</w:t>
      </w:r>
      <w:r w:rsidR="003D2E42">
        <w:rPr>
          <w:sz w:val="23"/>
          <w:szCs w:val="23"/>
        </w:rPr>
        <w:t>k</w:t>
      </w:r>
    </w:p>
    <w:p w:rsidR="00B45F54" w:rsidRDefault="00B45F5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Færdselsstyrelsen</w:t>
      </w:r>
      <w:r w:rsidR="003D2E42">
        <w:rPr>
          <w:sz w:val="23"/>
          <w:szCs w:val="23"/>
        </w:rPr>
        <w:t>, info@fstyr.dk</w:t>
      </w:r>
    </w:p>
    <w:p w:rsidR="00B45F54" w:rsidRDefault="00B45F54" w:rsidP="00B45F54">
      <w:r>
        <w:t>Handicappede bilister i Danmark, Landsformand Kirsten Thiel, thiel@post.tele.dk</w:t>
      </w:r>
    </w:p>
    <w:p w:rsidR="00B45F54" w:rsidRDefault="00B45F54" w:rsidP="00B45F54">
      <w:r>
        <w:t>HjerneSagen - Landsforeningen for Apopleksi- og Afasiramte,</w:t>
      </w:r>
      <w:r w:rsidRPr="00B45F54">
        <w:t xml:space="preserve"> </w:t>
      </w:r>
      <w:hyperlink r:id="rId12" w:history="1">
        <w:r w:rsidR="00DC25F4" w:rsidRPr="001B1999">
          <w:rPr>
            <w:rStyle w:val="Hyperlink"/>
          </w:rPr>
          <w:t>a</w:t>
        </w:r>
        <w:r w:rsidR="00DC25F4" w:rsidRPr="001B1999">
          <w:rPr>
            <w:rStyle w:val="Hyperlink"/>
          </w:rPr>
          <w:t>d</w:t>
        </w:r>
        <w:r w:rsidR="00DC25F4" w:rsidRPr="001B1999">
          <w:rPr>
            <w:rStyle w:val="Hyperlink"/>
          </w:rPr>
          <w:t>min@hjernesagen.dk</w:t>
        </w:r>
      </w:hyperlink>
    </w:p>
    <w:p w:rsidR="00DC25F4" w:rsidRDefault="00DC25F4" w:rsidP="00B45F54">
      <w:r>
        <w:t>Håndværksrådet</w:t>
      </w:r>
      <w:r w:rsidR="003D2E42">
        <w:t xml:space="preserve">, </w:t>
      </w:r>
      <w:r w:rsidR="003D2E42" w:rsidRPr="003D2E42">
        <w:t>hvr@hvr.dk</w:t>
      </w:r>
    </w:p>
    <w:p w:rsidR="00DC25F4" w:rsidRDefault="00DC25F4" w:rsidP="00B45F54">
      <w:r>
        <w:t>International Transport Danmark</w:t>
      </w:r>
      <w:r w:rsidR="003D2E42">
        <w:t>, itd@itd.dk</w:t>
      </w:r>
    </w:p>
    <w:p w:rsidR="00DC25F4" w:rsidRDefault="00DC25F4" w:rsidP="00B45F54">
      <w:r>
        <w:t>Justitsministeriet</w:t>
      </w:r>
      <w:r w:rsidR="003D2E42">
        <w:t>, jm@jm.dk</w:t>
      </w:r>
    </w:p>
    <w:p w:rsidR="00B45F54" w:rsidRDefault="00B45F54" w:rsidP="00B45F54">
      <w:pPr>
        <w:rPr>
          <w:rStyle w:val="Hyperlink"/>
        </w:rPr>
      </w:pPr>
      <w:r>
        <w:t xml:space="preserve">Kommunernes Landsforening, </w:t>
      </w:r>
      <w:hyperlink r:id="rId13" w:history="1">
        <w:r w:rsidRPr="00595432">
          <w:rPr>
            <w:rStyle w:val="Hyperlink"/>
          </w:rPr>
          <w:t>kl@kl.dk</w:t>
        </w:r>
      </w:hyperlink>
    </w:p>
    <w:p w:rsidR="00DC25F4" w:rsidRDefault="00DC25F4" w:rsidP="00B45F54">
      <w:pPr>
        <w:rPr>
          <w:rStyle w:val="Hyperlink"/>
        </w:rPr>
      </w:pPr>
      <w:r>
        <w:rPr>
          <w:rStyle w:val="Hyperlink"/>
        </w:rPr>
        <w:t>Kørelærerfor</w:t>
      </w:r>
      <w:r w:rsidR="003D2E42">
        <w:rPr>
          <w:rStyle w:val="Hyperlink"/>
        </w:rPr>
        <w:t>e</w:t>
      </w:r>
      <w:r>
        <w:rPr>
          <w:rStyle w:val="Hyperlink"/>
        </w:rPr>
        <w:t>ningen</w:t>
      </w:r>
      <w:r w:rsidR="003D2E42">
        <w:rPr>
          <w:rStyle w:val="Hyperlink"/>
        </w:rPr>
        <w:t xml:space="preserve">, </w:t>
      </w:r>
      <w:r w:rsidR="003D2E42" w:rsidRPr="003D2E42">
        <w:rPr>
          <w:rStyle w:val="Hyperlink"/>
        </w:rPr>
        <w:t>info@kørelærerforeningen.dk</w:t>
      </w:r>
    </w:p>
    <w:p w:rsidR="00DC25F4" w:rsidRDefault="00DC25F4" w:rsidP="00B45F54">
      <w:r>
        <w:rPr>
          <w:rStyle w:val="Hyperlink"/>
        </w:rPr>
        <w:t>Køreprøvesagkyndiges Landsforening</w:t>
      </w:r>
      <w:r w:rsidR="003D2E42">
        <w:rPr>
          <w:rStyle w:val="Hyperlink"/>
        </w:rPr>
        <w:t xml:space="preserve">, </w:t>
      </w:r>
      <w:hyperlink r:id="rId14" w:history="1">
        <w:r w:rsidR="003D2E42" w:rsidRPr="00424DB8">
          <w:rPr>
            <w:rStyle w:val="Hyperlink"/>
          </w:rPr>
          <w:t>ptk001@politi.dk</w:t>
        </w:r>
      </w:hyperlink>
      <w:r w:rsidR="003D2E42">
        <w:rPr>
          <w:rStyle w:val="Hyperlink"/>
        </w:rPr>
        <w:t xml:space="preserve"> (næstformand Per Toft Kjelstrup)</w:t>
      </w:r>
    </w:p>
    <w:p w:rsidR="00B45F54" w:rsidRDefault="00B45F54" w:rsidP="00B45F54">
      <w:r>
        <w:t>Landsforeningen af Polio-, Trafik- og Ulykkesskadede, ptu@ptu.dk</w:t>
      </w:r>
    </w:p>
    <w:p w:rsidR="00B45F54" w:rsidRDefault="00B45F54" w:rsidP="00B45F54">
      <w:r w:rsidRPr="00EE423E">
        <w:t>Lægeforeningen</w:t>
      </w:r>
      <w:r w:rsidR="003D2E42">
        <w:t>, dadl@dadl.dk</w:t>
      </w:r>
    </w:p>
    <w:p w:rsidR="00DC25F4" w:rsidRDefault="00DC25F4" w:rsidP="00B45F54">
      <w:r>
        <w:t>NOAH-Trafik</w:t>
      </w:r>
      <w:r w:rsidR="003D2E42">
        <w:t>, noah@noah.dk</w:t>
      </w:r>
    </w:p>
    <w:p w:rsidR="00DC25F4" w:rsidRDefault="00DC25F4" w:rsidP="00B45F54">
      <w:r>
        <w:t>Politiforbundet i Danmark</w:t>
      </w:r>
      <w:r w:rsidR="003D2E42">
        <w:t xml:space="preserve">, </w:t>
      </w:r>
      <w:r w:rsidR="003D2E42" w:rsidRPr="003D2E42">
        <w:t>mail@politiforbundet.dk</w:t>
      </w:r>
    </w:p>
    <w:p w:rsidR="00DC25F4" w:rsidRDefault="00DC25F4" w:rsidP="00B45F54">
      <w:r>
        <w:t>Praktiserende Lægers Organisation</w:t>
      </w:r>
    </w:p>
    <w:p w:rsidR="00DC25F4" w:rsidRDefault="00DC25F4" w:rsidP="00B45F54">
      <w:r>
        <w:t>Rigsadvokaten</w:t>
      </w:r>
      <w:r w:rsidR="003D2E42">
        <w:t xml:space="preserve">, </w:t>
      </w:r>
      <w:r w:rsidR="003D2E42" w:rsidRPr="003D2E42">
        <w:t xml:space="preserve">rigsadvokaten@ankl.dk  </w:t>
      </w:r>
    </w:p>
    <w:p w:rsidR="00B45F54" w:rsidRDefault="00B45F54" w:rsidP="00B45F54">
      <w:pPr>
        <w:pStyle w:val="Default"/>
        <w:rPr>
          <w:sz w:val="23"/>
          <w:szCs w:val="23"/>
        </w:rPr>
      </w:pPr>
      <w:r w:rsidRPr="00EE423E">
        <w:rPr>
          <w:sz w:val="23"/>
          <w:szCs w:val="23"/>
        </w:rPr>
        <w:t>Rigspolitiet</w:t>
      </w:r>
      <w:r w:rsidR="003D2E42">
        <w:rPr>
          <w:sz w:val="23"/>
          <w:szCs w:val="23"/>
        </w:rPr>
        <w:t xml:space="preserve">, </w:t>
      </w:r>
      <w:r w:rsidR="003D2E42" w:rsidRPr="003D2E42">
        <w:rPr>
          <w:sz w:val="23"/>
          <w:szCs w:val="23"/>
        </w:rPr>
        <w:t>direktionssekretariatet@politi.dk</w:t>
      </w:r>
    </w:p>
    <w:p w:rsidR="00DC25F4" w:rsidRDefault="00DC25F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Rådet for Bæredygtig Trafik</w:t>
      </w:r>
      <w:r w:rsidR="004E5F5D">
        <w:rPr>
          <w:sz w:val="23"/>
          <w:szCs w:val="23"/>
        </w:rPr>
        <w:t xml:space="preserve">, formand Kjeld A. Larsen, </w:t>
      </w:r>
      <w:r w:rsidR="004E5F5D" w:rsidRPr="004E5F5D">
        <w:rPr>
          <w:sz w:val="23"/>
          <w:szCs w:val="23"/>
        </w:rPr>
        <w:t>kjeld.a.larsen@lic-mail.dk</w:t>
      </w:r>
    </w:p>
    <w:p w:rsidR="00B45F54" w:rsidRDefault="00B45F5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Rådet for Sikker Trafik</w:t>
      </w:r>
      <w:r w:rsidR="004E5F5D">
        <w:rPr>
          <w:sz w:val="23"/>
          <w:szCs w:val="23"/>
        </w:rPr>
        <w:t xml:space="preserve">, </w:t>
      </w:r>
      <w:r w:rsidR="004E5F5D" w:rsidRPr="004E5F5D">
        <w:rPr>
          <w:sz w:val="23"/>
          <w:szCs w:val="23"/>
        </w:rPr>
        <w:t>info@sikkertrafik.dk</w:t>
      </w:r>
      <w:r>
        <w:rPr>
          <w:sz w:val="23"/>
          <w:szCs w:val="23"/>
        </w:rPr>
        <w:t xml:space="preserve"> </w:t>
      </w:r>
    </w:p>
    <w:p w:rsidR="00DC25F4" w:rsidRDefault="00DC25F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Sundheds- og Ældreministeriet</w:t>
      </w:r>
      <w:r w:rsidR="004E5F5D">
        <w:rPr>
          <w:sz w:val="23"/>
          <w:szCs w:val="23"/>
        </w:rPr>
        <w:t>, sum@sum.dk</w:t>
      </w:r>
    </w:p>
    <w:p w:rsidR="00DC25F4" w:rsidRDefault="00DC25F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Trafikforskningsgruppen ved Aalborg Universitet</w:t>
      </w:r>
      <w:r w:rsidR="004E5F5D">
        <w:rPr>
          <w:sz w:val="23"/>
          <w:szCs w:val="23"/>
        </w:rPr>
        <w:t xml:space="preserve">, </w:t>
      </w:r>
      <w:r w:rsidR="004E5F5D" w:rsidRPr="004E5F5D">
        <w:rPr>
          <w:sz w:val="23"/>
          <w:szCs w:val="23"/>
        </w:rPr>
        <w:t>lgl@civil.aau.dk; b</w:t>
      </w:r>
      <w:r w:rsidR="004E5F5D" w:rsidRPr="004E5F5D">
        <w:rPr>
          <w:sz w:val="23"/>
          <w:szCs w:val="23"/>
        </w:rPr>
        <w:t>o</w:t>
      </w:r>
      <w:r w:rsidR="004E5F5D" w:rsidRPr="004E5F5D">
        <w:rPr>
          <w:sz w:val="23"/>
          <w:szCs w:val="23"/>
        </w:rPr>
        <w:t>let@civil.aau.dk</w:t>
      </w:r>
    </w:p>
    <w:p w:rsidR="00DC25F4" w:rsidRDefault="00DC25F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Transporterhvervets Uddannelser</w:t>
      </w:r>
      <w:r w:rsidR="004E5F5D">
        <w:rPr>
          <w:sz w:val="23"/>
          <w:szCs w:val="23"/>
        </w:rPr>
        <w:t xml:space="preserve">, </w:t>
      </w:r>
      <w:r w:rsidR="004E5F5D" w:rsidRPr="004E5F5D">
        <w:rPr>
          <w:sz w:val="23"/>
          <w:szCs w:val="23"/>
        </w:rPr>
        <w:t>tur@tur.dk</w:t>
      </w:r>
    </w:p>
    <w:p w:rsidR="00B45F54" w:rsidRDefault="00B45F54" w:rsidP="00B45F5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Transport-</w:t>
      </w:r>
      <w:r w:rsidR="0055443C">
        <w:rPr>
          <w:sz w:val="23"/>
          <w:szCs w:val="23"/>
        </w:rPr>
        <w:t>,</w:t>
      </w:r>
      <w:r>
        <w:rPr>
          <w:sz w:val="23"/>
          <w:szCs w:val="23"/>
        </w:rPr>
        <w:t xml:space="preserve"> Bygnings</w:t>
      </w:r>
      <w:r w:rsidR="0055443C">
        <w:rPr>
          <w:sz w:val="23"/>
          <w:szCs w:val="23"/>
        </w:rPr>
        <w:t>- og Bolig</w:t>
      </w:r>
      <w:r>
        <w:rPr>
          <w:sz w:val="23"/>
          <w:szCs w:val="23"/>
        </w:rPr>
        <w:t>ministeriet</w:t>
      </w:r>
      <w:r w:rsidR="004E5F5D">
        <w:rPr>
          <w:sz w:val="23"/>
          <w:szCs w:val="23"/>
        </w:rPr>
        <w:t xml:space="preserve">, </w:t>
      </w:r>
      <w:r w:rsidR="004E5F5D" w:rsidRPr="004E5F5D">
        <w:rPr>
          <w:sz w:val="23"/>
          <w:szCs w:val="23"/>
        </w:rPr>
        <w:t>trm@trm.dk</w:t>
      </w:r>
    </w:p>
    <w:p w:rsidR="00B45F54" w:rsidRDefault="00B45F54" w:rsidP="00B45F54">
      <w:pPr>
        <w:pStyle w:val="Default"/>
        <w:rPr>
          <w:sz w:val="23"/>
          <w:szCs w:val="23"/>
        </w:rPr>
      </w:pPr>
      <w:r w:rsidRPr="00687CEC">
        <w:rPr>
          <w:sz w:val="23"/>
          <w:szCs w:val="23"/>
        </w:rPr>
        <w:t>Ældre Sagen</w:t>
      </w:r>
      <w:r>
        <w:rPr>
          <w:sz w:val="23"/>
          <w:szCs w:val="23"/>
        </w:rPr>
        <w:t xml:space="preserve">, </w:t>
      </w:r>
      <w:r w:rsidRPr="00687CEC">
        <w:rPr>
          <w:sz w:val="23"/>
          <w:szCs w:val="23"/>
        </w:rPr>
        <w:t>aeldresagen@aeldresagen.dk</w:t>
      </w:r>
    </w:p>
    <w:p w:rsidR="00AF6D25" w:rsidRDefault="00AF6D25" w:rsidP="00F96316">
      <w:pPr>
        <w:pStyle w:val="Brevtekst"/>
      </w:pPr>
    </w:p>
    <w:sectPr w:rsidR="00AF6D25" w:rsidSect="001E120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381" w:right="3062" w:bottom="-794" w:left="1474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3FD" w:rsidRDefault="006E53FD" w:rsidP="00EC316C">
      <w:r>
        <w:separator/>
      </w:r>
    </w:p>
  </w:endnote>
  <w:endnote w:type="continuationSeparator" w:id="0">
    <w:p w:rsidR="006E53FD" w:rsidRDefault="006E53FD" w:rsidP="00EC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132" w:rsidRDefault="00D1513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16C" w:rsidRDefault="003937DF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0288" behindDoc="0" locked="1" layoutInCell="0" allowOverlap="1" wp14:anchorId="416D8B80" wp14:editId="228D8A0A">
              <wp:simplePos x="0" y="0"/>
              <wp:positionH relativeFrom="page">
                <wp:posOffset>6116955</wp:posOffset>
              </wp:positionH>
              <wp:positionV relativeFrom="page">
                <wp:posOffset>10160635</wp:posOffset>
              </wp:positionV>
              <wp:extent cx="1080000" cy="180000"/>
              <wp:effectExtent l="0" t="0" r="6350" b="10795"/>
              <wp:wrapNone/>
              <wp:docPr id="2" name="Tekstboks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18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937DF" w:rsidRDefault="003937DF" w:rsidP="003937DF">
                          <w:pPr>
                            <w:pStyle w:val="Sidefod"/>
                          </w:pPr>
                          <w:r w:rsidRPr="003937DF">
                            <w:t xml:space="preserve">Side </w:t>
                          </w:r>
                          <w:r w:rsidRPr="003937DF">
                            <w:fldChar w:fldCharType="begin"/>
                          </w:r>
                          <w:r w:rsidRPr="003937DF">
                            <w:instrText xml:space="preserve"> Page </w:instrText>
                          </w:r>
                          <w:r w:rsidRPr="003937DF">
                            <w:fldChar w:fldCharType="separate"/>
                          </w:r>
                          <w:r w:rsidR="006E53FD">
                            <w:rPr>
                              <w:noProof/>
                            </w:rPr>
                            <w:t>2</w:t>
                          </w:r>
                          <w:r w:rsidRPr="003937DF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481.65pt;margin-top:800.05pt;width:85.0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" o:allowincell="f" filled="f" stroked="f" strokeweight=".5pt">
              <v:textbox inset="0,0,0,0">
                <w:txbxContent>
                  <w:p w:rsidR="003937DF" w:rsidRDefault="003937DF" w:rsidP="003937DF">
                    <w:pPr>
                      <w:pStyle w:val="Sidefod"/>
                    </w:pPr>
                    <w:r w:rsidRPr="003937DF">
                      <w:t xml:space="preserve">Side </w:t>
                    </w:r>
                    <w:r w:rsidRPr="003937DF">
                      <w:fldChar w:fldCharType="begin"/>
                    </w:r>
                    <w:r w:rsidRPr="003937DF">
                      <w:instrText xml:space="preserve"> Page </w:instrText>
                    </w:r>
                    <w:r w:rsidRPr="003937DF">
                      <w:fldChar w:fldCharType="separate"/>
                    </w:r>
                    <w:r w:rsidR="006E53FD">
                      <w:rPr>
                        <w:noProof/>
                      </w:rPr>
                      <w:t>2</w:t>
                    </w:r>
                    <w:r w:rsidRPr="003937DF"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132" w:rsidRDefault="00D15132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2336" behindDoc="1" locked="0" layoutInCell="0" allowOverlap="1">
          <wp:simplePos x="0" y="0"/>
          <wp:positionH relativeFrom="page">
            <wp:posOffset>5939790</wp:posOffset>
          </wp:positionH>
          <wp:positionV relativeFrom="page">
            <wp:posOffset>8855710</wp:posOffset>
          </wp:positionV>
          <wp:extent cx="1619250" cy="1838325"/>
          <wp:effectExtent l="0" t="0" r="0" b="0"/>
          <wp:wrapNone/>
          <wp:docPr id="3" name="SST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183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3FD" w:rsidRDefault="006E53FD" w:rsidP="00EC316C">
      <w:r>
        <w:separator/>
      </w:r>
    </w:p>
  </w:footnote>
  <w:footnote w:type="continuationSeparator" w:id="0">
    <w:p w:rsidR="006E53FD" w:rsidRDefault="006E53FD" w:rsidP="00EC3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132" w:rsidRDefault="00D1513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132" w:rsidRDefault="00D15132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pPr w:vertAnchor="page" w:horzAnchor="page" w:tblpX="9644" w:tblpY="4717"/>
      <w:tblW w:w="221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16"/>
    </w:tblGrid>
    <w:tr w:rsidR="005E4F56" w:rsidTr="005E4F56">
      <w:trPr>
        <w:cantSplit/>
        <w:trHeight w:hRule="exact" w:val="5669"/>
      </w:trPr>
      <w:tc>
        <w:tcPr>
          <w:tcW w:w="2216" w:type="dxa"/>
          <w:shd w:val="clear" w:color="auto" w:fill="auto"/>
        </w:tcPr>
        <w:p w:rsidR="005E4F56" w:rsidRPr="005E4F56" w:rsidRDefault="00D15132" w:rsidP="005E4F56">
          <w:pPr>
            <w:pStyle w:val="Kolofon"/>
          </w:pPr>
          <w:r>
            <w:rPr>
              <w:noProof/>
              <w:lang w:eastAsia="da-DK"/>
            </w:rPr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top</wp:align>
                </wp:positionV>
                <wp:extent cx="7562850" cy="1257300"/>
                <wp:effectExtent l="0" t="0" r="0" b="0"/>
                <wp:wrapNone/>
                <wp:docPr id="1" name="SST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2850" cy="1257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sdt>
          <w:sdtPr>
            <w:alias w:val="(Dokumenter) Brevdato"/>
            <w:tag w:val="(Dokumenter) Brevdato"/>
            <w:id w:val="1409964554"/>
            <w:dataBinding w:prefixMappings="xmlns:ns0='Captia'" w:xpath="/ns0:Root[1]/ns0:record/ns0:Content[@id='letter_date']/ns0:Value[1]" w:storeItemID="{BF9395DF-1A9D-426A-9B36-094EF0D2A412}"/>
            <w:date w:fullDate="2017-06-12T00:00:00Z">
              <w:dateFormat w:val="d. MMMM yyyy"/>
              <w:lid w:val="da-DK"/>
              <w:storeMappedDataAs w:val="dateTime"/>
              <w:calendar w:val="gregorian"/>
            </w:date>
          </w:sdtPr>
          <w:sdtEndPr/>
          <w:sdtContent>
            <w:p w:rsidR="005E4F56" w:rsidRPr="005E4F56" w:rsidRDefault="009C49C5" w:rsidP="005E4F56">
              <w:pPr>
                <w:pStyle w:val="Kolofon"/>
              </w:pPr>
              <w:r>
                <w:t>12. juni 2017</w:t>
              </w:r>
            </w:p>
          </w:sdtContent>
        </w:sdt>
        <w:p w:rsidR="005E4F56" w:rsidRPr="005E4F56" w:rsidRDefault="005E4F56" w:rsidP="005E4F56">
          <w:pPr>
            <w:pStyle w:val="Kolofon"/>
          </w:pPr>
        </w:p>
        <w:p w:rsidR="005E4F56" w:rsidRPr="005E4F56" w:rsidRDefault="005E4F56" w:rsidP="005E4F56">
          <w:pPr>
            <w:pStyle w:val="Kolofon"/>
          </w:pPr>
          <w:r w:rsidRPr="005E4F56">
            <w:t xml:space="preserve">Sagsnr. </w:t>
          </w:r>
          <w:sdt>
            <w:sdtPr>
              <w:alias w:val="(Sager) Sagsnr."/>
              <w:id w:val="1981186214"/>
              <w:dataBinding w:prefixMappings="xmlns:ns0='Captia'" w:xpath="/ns0:Root[1]/ns0:case/ns0:Content[@id='file_no']/ns0:Value[1]" w:storeItemID="{BF9395DF-1A9D-426A-9B36-094EF0D2A412}"/>
              <w:text/>
            </w:sdtPr>
            <w:sdtEndPr/>
            <w:sdtContent>
              <w:r w:rsidR="009C49C5">
                <w:t>3-5010-593/1</w:t>
              </w:r>
            </w:sdtContent>
          </w:sdt>
          <w:r w:rsidRPr="005E4F56">
            <w:t>/</w:t>
          </w:r>
        </w:p>
        <w:p w:rsidR="005E4F56" w:rsidRPr="005E4F56" w:rsidRDefault="005E4F56" w:rsidP="005E4F56">
          <w:pPr>
            <w:pStyle w:val="Kolofon"/>
          </w:pPr>
          <w:r w:rsidRPr="005E4F56">
            <w:t xml:space="preserve">Reference </w:t>
          </w:r>
          <w:sdt>
            <w:sdtPr>
              <w:alias w:val="(Dokumenter) Oprettet af (kode)"/>
              <w:id w:val="-1157459012"/>
              <w:dataBinding w:prefixMappings="xmlns:ns0='Captia'" w:xpath="/ns0:Root[1]/ns0:record/ns0:Content[@id='create_user']/ns0:Value[1]" w:storeItemID="{BF9395DF-1A9D-426A-9B36-094EF0D2A412}"/>
              <w:text/>
            </w:sdtPr>
            <w:sdtEndPr/>
            <w:sdtContent>
              <w:r w:rsidR="009C49C5">
                <w:t>DGLA</w:t>
              </w:r>
            </w:sdtContent>
          </w:sdt>
        </w:p>
        <w:p w:rsidR="005E4F56" w:rsidRPr="005E4F56" w:rsidRDefault="005E4F56" w:rsidP="005E4F56">
          <w:pPr>
            <w:pStyle w:val="Kolofon"/>
          </w:pPr>
          <w:r w:rsidRPr="005E4F56">
            <w:t>T</w:t>
          </w:r>
          <w:r w:rsidRPr="005E4F56">
            <w:tab/>
          </w:r>
          <w:sdt>
            <w:sdtPr>
              <w:alias w:val="(Sagens sagsbehandler) Tlfnr."/>
              <w:id w:val="574102017"/>
              <w:dataBinding w:prefixMappings="xmlns:ns0='Captia'" w:xpath="/ns0:Root[1]/ns0:case/ns0:officer/ns0:Content[@id='address_main:phone_no']/ns0:Value[1]" w:storeItemID="{BF9395DF-1A9D-426A-9B36-094EF0D2A412}"/>
              <w:text/>
            </w:sdtPr>
            <w:sdtEndPr/>
            <w:sdtContent>
              <w:r w:rsidR="009C49C5" w:rsidRPr="009C49C5">
                <w:t xml:space="preserve"> 93 51 86 25</w:t>
              </w:r>
            </w:sdtContent>
          </w:sdt>
        </w:p>
        <w:p w:rsidR="005E4F56" w:rsidRPr="005E4F56" w:rsidRDefault="005E4F56" w:rsidP="005E4F56">
          <w:pPr>
            <w:pStyle w:val="Kolofon"/>
          </w:pPr>
          <w:r w:rsidRPr="005E4F56">
            <w:t xml:space="preserve">E </w:t>
          </w:r>
          <w:r w:rsidRPr="00983F63">
            <w:tab/>
          </w:r>
          <w:sdt>
            <w:sdtPr>
              <w:alias w:val="(Sagens sagsbehandler) Afdeling e-mail"/>
              <w:id w:val="1103613957"/>
              <w:dataBinding w:prefixMappings="xmlns:ns0='Captia'" w:xpath="/ns0:Root[1]/ns0:case/ns0:officer/ns0:Content[@id='sus_ou:afdemail']/ns0:Value[1]" w:storeItemID="{BF9395DF-1A9D-426A-9B36-094EF0D2A412}"/>
              <w:text/>
            </w:sdtPr>
            <w:sdtEndPr/>
            <w:sdtContent>
              <w:r w:rsidR="009C49C5">
                <w:t xml:space="preserve">dgla@sst.dk </w:t>
              </w:r>
            </w:sdtContent>
          </w:sdt>
        </w:p>
        <w:p w:rsidR="005E4F56" w:rsidRDefault="005E4F56" w:rsidP="005E4F56">
          <w:pPr>
            <w:pStyle w:val="Kolofon"/>
          </w:pPr>
        </w:p>
      </w:tc>
    </w:tr>
  </w:tbl>
  <w:p w:rsidR="000023D4" w:rsidRPr="00D46050" w:rsidRDefault="000023D4" w:rsidP="00D46050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1304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32"/>
    <w:rsid w:val="000023D4"/>
    <w:rsid w:val="00006A83"/>
    <w:rsid w:val="00040FAC"/>
    <w:rsid w:val="00106F73"/>
    <w:rsid w:val="00121577"/>
    <w:rsid w:val="00142619"/>
    <w:rsid w:val="0017632A"/>
    <w:rsid w:val="00193074"/>
    <w:rsid w:val="001E1205"/>
    <w:rsid w:val="001E7577"/>
    <w:rsid w:val="001F52A9"/>
    <w:rsid w:val="002B561D"/>
    <w:rsid w:val="002D22BE"/>
    <w:rsid w:val="002F7BC5"/>
    <w:rsid w:val="003937DF"/>
    <w:rsid w:val="003B62E6"/>
    <w:rsid w:val="003D2E42"/>
    <w:rsid w:val="003F3F36"/>
    <w:rsid w:val="00465E56"/>
    <w:rsid w:val="004E5F5D"/>
    <w:rsid w:val="0055443C"/>
    <w:rsid w:val="005E4F56"/>
    <w:rsid w:val="006154A3"/>
    <w:rsid w:val="00650108"/>
    <w:rsid w:val="006524BE"/>
    <w:rsid w:val="00685656"/>
    <w:rsid w:val="006E53FD"/>
    <w:rsid w:val="00746F30"/>
    <w:rsid w:val="007C4055"/>
    <w:rsid w:val="007F4A22"/>
    <w:rsid w:val="008350ED"/>
    <w:rsid w:val="008B6E96"/>
    <w:rsid w:val="008C464E"/>
    <w:rsid w:val="008D440A"/>
    <w:rsid w:val="00917CB1"/>
    <w:rsid w:val="00983F63"/>
    <w:rsid w:val="009C49C5"/>
    <w:rsid w:val="009C63A9"/>
    <w:rsid w:val="009C70A8"/>
    <w:rsid w:val="00AF6D25"/>
    <w:rsid w:val="00B45F54"/>
    <w:rsid w:val="00B86137"/>
    <w:rsid w:val="00BC5923"/>
    <w:rsid w:val="00BE0B1C"/>
    <w:rsid w:val="00CC5B6E"/>
    <w:rsid w:val="00CE7983"/>
    <w:rsid w:val="00D01F75"/>
    <w:rsid w:val="00D15132"/>
    <w:rsid w:val="00D46050"/>
    <w:rsid w:val="00DA006B"/>
    <w:rsid w:val="00DC25F4"/>
    <w:rsid w:val="00DC4547"/>
    <w:rsid w:val="00E85E5B"/>
    <w:rsid w:val="00E924EA"/>
    <w:rsid w:val="00EA0169"/>
    <w:rsid w:val="00EC316C"/>
    <w:rsid w:val="00F0458B"/>
    <w:rsid w:val="00F96316"/>
    <w:rsid w:val="00FB4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F54"/>
    <w:pPr>
      <w:spacing w:after="0" w:line="240" w:lineRule="auto"/>
    </w:pPr>
    <w:rPr>
      <w:rFonts w:ascii="Times New Roman" w:eastAsia="Times New Roman" w:hAnsi="Times New Roman" w:cs="Times New Roman"/>
      <w:szCs w:val="24"/>
      <w:lang w:eastAsia="da-DK"/>
    </w:rPr>
  </w:style>
  <w:style w:type="paragraph" w:styleId="Overskrift1">
    <w:name w:val="heading 1"/>
    <w:basedOn w:val="Brevtekst"/>
    <w:next w:val="Brevtekst"/>
    <w:link w:val="Overskrift1Tegn"/>
    <w:uiPriority w:val="9"/>
    <w:qFormat/>
    <w:rsid w:val="00106F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Brevtekst"/>
    <w:next w:val="Brevtekst"/>
    <w:link w:val="Overskrift2Tegn"/>
    <w:uiPriority w:val="9"/>
    <w:unhideWhenUsed/>
    <w:qFormat/>
    <w:rsid w:val="00106F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Brevtekst"/>
    <w:next w:val="Brevtekst"/>
    <w:link w:val="Overskrift3Tegn"/>
    <w:uiPriority w:val="9"/>
    <w:unhideWhenUsed/>
    <w:qFormat/>
    <w:rsid w:val="00106F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Brevtekst"/>
    <w:next w:val="Brevtekst"/>
    <w:link w:val="Overskrift4Tegn"/>
    <w:uiPriority w:val="9"/>
    <w:unhideWhenUsed/>
    <w:qFormat/>
    <w:rsid w:val="00106F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Overskrift5">
    <w:name w:val="heading 5"/>
    <w:basedOn w:val="Brevtekst"/>
    <w:next w:val="Brevtekst"/>
    <w:link w:val="Overskrift5Tegn"/>
    <w:uiPriority w:val="9"/>
    <w:unhideWhenUsed/>
    <w:qFormat/>
    <w:rsid w:val="00106F73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Brevtekst"/>
    <w:next w:val="Brevtekst"/>
    <w:link w:val="Overskrift6Tegn"/>
    <w:uiPriority w:val="9"/>
    <w:unhideWhenUsed/>
    <w:qFormat/>
    <w:rsid w:val="00106F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Brevtekst"/>
    <w:next w:val="Brevtekst"/>
    <w:link w:val="Overskrift7Tegn"/>
    <w:uiPriority w:val="9"/>
    <w:unhideWhenUsed/>
    <w:qFormat/>
    <w:rsid w:val="00106F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Brevtekst"/>
    <w:next w:val="Brevtekst"/>
    <w:link w:val="Overskrift8Tegn"/>
    <w:uiPriority w:val="9"/>
    <w:unhideWhenUsed/>
    <w:qFormat/>
    <w:rsid w:val="00106F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Brevtekst"/>
    <w:next w:val="Brevtekst"/>
    <w:link w:val="Overskrift9Tegn"/>
    <w:uiPriority w:val="9"/>
    <w:unhideWhenUsed/>
    <w:qFormat/>
    <w:rsid w:val="00106F7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Brevtekst"/>
    <w:link w:val="SidehovedTegn"/>
    <w:uiPriority w:val="99"/>
    <w:unhideWhenUsed/>
    <w:rsid w:val="00EC31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6050"/>
    <w:rPr>
      <w:rFonts w:ascii="Times New Roman" w:hAnsi="Times New Roman"/>
      <w:sz w:val="23"/>
    </w:rPr>
  </w:style>
  <w:style w:type="paragraph" w:styleId="Sidefod">
    <w:name w:val="footer"/>
    <w:basedOn w:val="Brevtekst"/>
    <w:link w:val="SidefodTegn"/>
    <w:uiPriority w:val="99"/>
    <w:unhideWhenUsed/>
    <w:rsid w:val="00FB48BD"/>
    <w:pPr>
      <w:tabs>
        <w:tab w:val="center" w:pos="3686"/>
        <w:tab w:val="right" w:pos="7371"/>
        <w:tab w:val="left" w:pos="8165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6050"/>
    <w:rPr>
      <w:rFonts w:ascii="Times New Roman" w:hAnsi="Times New Roman"/>
      <w:sz w:val="23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E757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F7BC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F7BC5"/>
    <w:rPr>
      <w:rFonts w:asciiTheme="majorHAnsi" w:eastAsiaTheme="majorEastAsia" w:hAnsiTheme="majorHAnsi" w:cstheme="majorBidi"/>
      <w:b/>
      <w:bCs/>
      <w:sz w:val="23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2F7BC5"/>
    <w:rPr>
      <w:rFonts w:asciiTheme="majorHAnsi" w:eastAsiaTheme="majorEastAsia" w:hAnsiTheme="majorHAnsi" w:cstheme="majorBidi"/>
      <w:b/>
      <w:bCs/>
      <w:i/>
      <w:iCs/>
      <w:sz w:val="23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2F7BC5"/>
    <w:rPr>
      <w:rFonts w:asciiTheme="majorHAnsi" w:eastAsiaTheme="majorEastAsia" w:hAnsiTheme="majorHAnsi" w:cstheme="majorBidi"/>
      <w:sz w:val="23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2F7BC5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2F7BC5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2F7BC5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2F7BC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el">
    <w:name w:val="Title"/>
    <w:basedOn w:val="Brevtekst"/>
    <w:next w:val="Brevtekst"/>
    <w:link w:val="TitelTegn"/>
    <w:uiPriority w:val="10"/>
    <w:qFormat/>
    <w:rsid w:val="00106F73"/>
    <w:pPr>
      <w:spacing w:after="24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924EA"/>
    <w:rPr>
      <w:rFonts w:ascii="Times New Roman" w:eastAsiaTheme="majorEastAsia" w:hAnsi="Times New Roman" w:cstheme="majorBidi"/>
      <w:b/>
      <w:spacing w:val="5"/>
      <w:kern w:val="28"/>
      <w:sz w:val="23"/>
      <w:szCs w:val="52"/>
    </w:rPr>
  </w:style>
  <w:style w:type="paragraph" w:customStyle="1" w:styleId="Ledetekst">
    <w:name w:val="Ledetekst"/>
    <w:basedOn w:val="Brevtekst"/>
    <w:next w:val="Brevtekst"/>
    <w:qFormat/>
    <w:rsid w:val="00106F73"/>
    <w:rPr>
      <w:b/>
    </w:rPr>
  </w:style>
  <w:style w:type="paragraph" w:customStyle="1" w:styleId="Dokumenttitel">
    <w:name w:val="Dokumenttitel"/>
    <w:basedOn w:val="Brevtekst"/>
    <w:next w:val="Brevtekst"/>
    <w:qFormat/>
    <w:rsid w:val="006154A3"/>
    <w:rPr>
      <w:b/>
      <w:spacing w:val="60"/>
    </w:rPr>
  </w:style>
  <w:style w:type="paragraph" w:customStyle="1" w:styleId="Kolofon">
    <w:name w:val="Kolofon"/>
    <w:basedOn w:val="Brevtekst"/>
    <w:qFormat/>
    <w:rsid w:val="00746F30"/>
    <w:pPr>
      <w:tabs>
        <w:tab w:val="left" w:pos="284"/>
      </w:tabs>
    </w:pPr>
    <w:rPr>
      <w:sz w:val="18"/>
    </w:rPr>
  </w:style>
  <w:style w:type="table" w:styleId="Tabel-Gitter">
    <w:name w:val="Table Grid"/>
    <w:basedOn w:val="Tabel-Normal"/>
    <w:uiPriority w:val="59"/>
    <w:rsid w:val="00AF6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0458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458B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2B561D"/>
    <w:rPr>
      <w:color w:val="808080"/>
    </w:rPr>
  </w:style>
  <w:style w:type="paragraph" w:customStyle="1" w:styleId="Brevtekst">
    <w:name w:val="Brevtekst"/>
    <w:qFormat/>
    <w:rsid w:val="00685656"/>
    <w:pPr>
      <w:spacing w:after="0" w:line="270" w:lineRule="atLeast"/>
    </w:pPr>
    <w:rPr>
      <w:rFonts w:ascii="Times New Roman" w:hAnsi="Times New Roman"/>
      <w:sz w:val="23"/>
    </w:rPr>
  </w:style>
  <w:style w:type="paragraph" w:styleId="Undertitel">
    <w:name w:val="Subtitle"/>
    <w:basedOn w:val="Brevtekst"/>
    <w:next w:val="Brevtekst"/>
    <w:link w:val="UndertitelTegn"/>
    <w:uiPriority w:val="11"/>
    <w:qFormat/>
    <w:rsid w:val="002F7BC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F7BC5"/>
    <w:rPr>
      <w:rFonts w:eastAsiaTheme="minorEastAsia"/>
      <w:color w:val="5A5A5A" w:themeColor="text1" w:themeTint="A5"/>
      <w:spacing w:val="15"/>
    </w:rPr>
  </w:style>
  <w:style w:type="paragraph" w:styleId="Citat">
    <w:name w:val="Quote"/>
    <w:basedOn w:val="Brevtekst"/>
    <w:next w:val="Brevtekst"/>
    <w:link w:val="CitatTegn"/>
    <w:uiPriority w:val="29"/>
    <w:qFormat/>
    <w:rsid w:val="002F7BC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F7BC5"/>
    <w:rPr>
      <w:rFonts w:ascii="Times New Roman" w:hAnsi="Times New Roman"/>
      <w:i/>
      <w:iCs/>
      <w:color w:val="404040" w:themeColor="text1" w:themeTint="BF"/>
      <w:sz w:val="23"/>
    </w:rPr>
  </w:style>
  <w:style w:type="paragraph" w:styleId="Strktcitat">
    <w:name w:val="Intense Quote"/>
    <w:basedOn w:val="Brevtekst"/>
    <w:next w:val="Brevtekst"/>
    <w:link w:val="StrktcitatTegn"/>
    <w:uiPriority w:val="30"/>
    <w:qFormat/>
    <w:rsid w:val="00917CB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17CB1"/>
    <w:rPr>
      <w:rFonts w:ascii="Times New Roman" w:hAnsi="Times New Roman"/>
      <w:i/>
      <w:iCs/>
      <w:color w:val="4F81BD" w:themeColor="accent1"/>
      <w:sz w:val="23"/>
    </w:rPr>
  </w:style>
  <w:style w:type="paragraph" w:styleId="Listeafsnit">
    <w:name w:val="List Paragraph"/>
    <w:basedOn w:val="Brevtekst"/>
    <w:uiPriority w:val="34"/>
    <w:qFormat/>
    <w:rsid w:val="00917CB1"/>
    <w:pPr>
      <w:ind w:left="720"/>
      <w:contextualSpacing/>
    </w:pPr>
  </w:style>
  <w:style w:type="paragraph" w:customStyle="1" w:styleId="Default">
    <w:name w:val="Default"/>
    <w:rsid w:val="00B45F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a-DK"/>
    </w:rPr>
  </w:style>
  <w:style w:type="character" w:styleId="Hyperlink">
    <w:name w:val="Hyperlink"/>
    <w:rsid w:val="00B45F54"/>
    <w:rPr>
      <w:color w:val="auto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F54"/>
    <w:pPr>
      <w:spacing w:after="0" w:line="240" w:lineRule="auto"/>
    </w:pPr>
    <w:rPr>
      <w:rFonts w:ascii="Times New Roman" w:eastAsia="Times New Roman" w:hAnsi="Times New Roman" w:cs="Times New Roman"/>
      <w:szCs w:val="24"/>
      <w:lang w:eastAsia="da-DK"/>
    </w:rPr>
  </w:style>
  <w:style w:type="paragraph" w:styleId="Overskrift1">
    <w:name w:val="heading 1"/>
    <w:basedOn w:val="Brevtekst"/>
    <w:next w:val="Brevtekst"/>
    <w:link w:val="Overskrift1Tegn"/>
    <w:uiPriority w:val="9"/>
    <w:qFormat/>
    <w:rsid w:val="00106F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Overskrift2">
    <w:name w:val="heading 2"/>
    <w:basedOn w:val="Brevtekst"/>
    <w:next w:val="Brevtekst"/>
    <w:link w:val="Overskrift2Tegn"/>
    <w:uiPriority w:val="9"/>
    <w:unhideWhenUsed/>
    <w:qFormat/>
    <w:rsid w:val="00106F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Brevtekst"/>
    <w:next w:val="Brevtekst"/>
    <w:link w:val="Overskrift3Tegn"/>
    <w:uiPriority w:val="9"/>
    <w:unhideWhenUsed/>
    <w:qFormat/>
    <w:rsid w:val="00106F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Brevtekst"/>
    <w:next w:val="Brevtekst"/>
    <w:link w:val="Overskrift4Tegn"/>
    <w:uiPriority w:val="9"/>
    <w:unhideWhenUsed/>
    <w:qFormat/>
    <w:rsid w:val="00106F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Overskrift5">
    <w:name w:val="heading 5"/>
    <w:basedOn w:val="Brevtekst"/>
    <w:next w:val="Brevtekst"/>
    <w:link w:val="Overskrift5Tegn"/>
    <w:uiPriority w:val="9"/>
    <w:unhideWhenUsed/>
    <w:qFormat/>
    <w:rsid w:val="00106F73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Brevtekst"/>
    <w:next w:val="Brevtekst"/>
    <w:link w:val="Overskrift6Tegn"/>
    <w:uiPriority w:val="9"/>
    <w:unhideWhenUsed/>
    <w:qFormat/>
    <w:rsid w:val="00106F7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Brevtekst"/>
    <w:next w:val="Brevtekst"/>
    <w:link w:val="Overskrift7Tegn"/>
    <w:uiPriority w:val="9"/>
    <w:unhideWhenUsed/>
    <w:qFormat/>
    <w:rsid w:val="00106F7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Brevtekst"/>
    <w:next w:val="Brevtekst"/>
    <w:link w:val="Overskrift8Tegn"/>
    <w:uiPriority w:val="9"/>
    <w:unhideWhenUsed/>
    <w:qFormat/>
    <w:rsid w:val="00106F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Brevtekst"/>
    <w:next w:val="Brevtekst"/>
    <w:link w:val="Overskrift9Tegn"/>
    <w:uiPriority w:val="9"/>
    <w:unhideWhenUsed/>
    <w:qFormat/>
    <w:rsid w:val="00106F7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Brevtekst"/>
    <w:link w:val="SidehovedTegn"/>
    <w:uiPriority w:val="99"/>
    <w:unhideWhenUsed/>
    <w:rsid w:val="00EC31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6050"/>
    <w:rPr>
      <w:rFonts w:ascii="Times New Roman" w:hAnsi="Times New Roman"/>
      <w:sz w:val="23"/>
    </w:rPr>
  </w:style>
  <w:style w:type="paragraph" w:styleId="Sidefod">
    <w:name w:val="footer"/>
    <w:basedOn w:val="Brevtekst"/>
    <w:link w:val="SidefodTegn"/>
    <w:uiPriority w:val="99"/>
    <w:unhideWhenUsed/>
    <w:rsid w:val="00FB48BD"/>
    <w:pPr>
      <w:tabs>
        <w:tab w:val="center" w:pos="3686"/>
        <w:tab w:val="right" w:pos="7371"/>
        <w:tab w:val="left" w:pos="8165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6050"/>
    <w:rPr>
      <w:rFonts w:ascii="Times New Roman" w:hAnsi="Times New Roman"/>
      <w:sz w:val="23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E757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F7BC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F7BC5"/>
    <w:rPr>
      <w:rFonts w:asciiTheme="majorHAnsi" w:eastAsiaTheme="majorEastAsia" w:hAnsiTheme="majorHAnsi" w:cstheme="majorBidi"/>
      <w:b/>
      <w:bCs/>
      <w:sz w:val="23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2F7BC5"/>
    <w:rPr>
      <w:rFonts w:asciiTheme="majorHAnsi" w:eastAsiaTheme="majorEastAsia" w:hAnsiTheme="majorHAnsi" w:cstheme="majorBidi"/>
      <w:b/>
      <w:bCs/>
      <w:i/>
      <w:iCs/>
      <w:sz w:val="23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2F7BC5"/>
    <w:rPr>
      <w:rFonts w:asciiTheme="majorHAnsi" w:eastAsiaTheme="majorEastAsia" w:hAnsiTheme="majorHAnsi" w:cstheme="majorBidi"/>
      <w:sz w:val="23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2F7BC5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2F7BC5"/>
    <w:rPr>
      <w:rFonts w:asciiTheme="majorHAnsi" w:eastAsiaTheme="majorEastAsia" w:hAnsiTheme="majorHAnsi" w:cstheme="majorBidi"/>
      <w:i/>
      <w:iCs/>
      <w:sz w:val="23"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2F7BC5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2F7BC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el">
    <w:name w:val="Title"/>
    <w:basedOn w:val="Brevtekst"/>
    <w:next w:val="Brevtekst"/>
    <w:link w:val="TitelTegn"/>
    <w:uiPriority w:val="10"/>
    <w:qFormat/>
    <w:rsid w:val="00106F73"/>
    <w:pPr>
      <w:spacing w:after="240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924EA"/>
    <w:rPr>
      <w:rFonts w:ascii="Times New Roman" w:eastAsiaTheme="majorEastAsia" w:hAnsi="Times New Roman" w:cstheme="majorBidi"/>
      <w:b/>
      <w:spacing w:val="5"/>
      <w:kern w:val="28"/>
      <w:sz w:val="23"/>
      <w:szCs w:val="52"/>
    </w:rPr>
  </w:style>
  <w:style w:type="paragraph" w:customStyle="1" w:styleId="Ledetekst">
    <w:name w:val="Ledetekst"/>
    <w:basedOn w:val="Brevtekst"/>
    <w:next w:val="Brevtekst"/>
    <w:qFormat/>
    <w:rsid w:val="00106F73"/>
    <w:rPr>
      <w:b/>
    </w:rPr>
  </w:style>
  <w:style w:type="paragraph" w:customStyle="1" w:styleId="Dokumenttitel">
    <w:name w:val="Dokumenttitel"/>
    <w:basedOn w:val="Brevtekst"/>
    <w:next w:val="Brevtekst"/>
    <w:qFormat/>
    <w:rsid w:val="006154A3"/>
    <w:rPr>
      <w:b/>
      <w:spacing w:val="60"/>
    </w:rPr>
  </w:style>
  <w:style w:type="paragraph" w:customStyle="1" w:styleId="Kolofon">
    <w:name w:val="Kolofon"/>
    <w:basedOn w:val="Brevtekst"/>
    <w:qFormat/>
    <w:rsid w:val="00746F30"/>
    <w:pPr>
      <w:tabs>
        <w:tab w:val="left" w:pos="284"/>
      </w:tabs>
    </w:pPr>
    <w:rPr>
      <w:sz w:val="18"/>
    </w:rPr>
  </w:style>
  <w:style w:type="table" w:styleId="Tabel-Gitter">
    <w:name w:val="Table Grid"/>
    <w:basedOn w:val="Tabel-Normal"/>
    <w:uiPriority w:val="59"/>
    <w:rsid w:val="00AF6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0458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0458B"/>
    <w:rPr>
      <w:rFonts w:ascii="Tahoma" w:hAnsi="Tahoma" w:cs="Tahoma"/>
      <w:sz w:val="16"/>
      <w:szCs w:val="16"/>
    </w:rPr>
  </w:style>
  <w:style w:type="character" w:styleId="Pladsholdertekst">
    <w:name w:val="Placeholder Text"/>
    <w:basedOn w:val="Standardskrifttypeiafsnit"/>
    <w:uiPriority w:val="99"/>
    <w:semiHidden/>
    <w:rsid w:val="002B561D"/>
    <w:rPr>
      <w:color w:val="808080"/>
    </w:rPr>
  </w:style>
  <w:style w:type="paragraph" w:customStyle="1" w:styleId="Brevtekst">
    <w:name w:val="Brevtekst"/>
    <w:qFormat/>
    <w:rsid w:val="00685656"/>
    <w:pPr>
      <w:spacing w:after="0" w:line="270" w:lineRule="atLeast"/>
    </w:pPr>
    <w:rPr>
      <w:rFonts w:ascii="Times New Roman" w:hAnsi="Times New Roman"/>
      <w:sz w:val="23"/>
    </w:rPr>
  </w:style>
  <w:style w:type="paragraph" w:styleId="Undertitel">
    <w:name w:val="Subtitle"/>
    <w:basedOn w:val="Brevtekst"/>
    <w:next w:val="Brevtekst"/>
    <w:link w:val="UndertitelTegn"/>
    <w:uiPriority w:val="11"/>
    <w:qFormat/>
    <w:rsid w:val="002F7BC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F7BC5"/>
    <w:rPr>
      <w:rFonts w:eastAsiaTheme="minorEastAsia"/>
      <w:color w:val="5A5A5A" w:themeColor="text1" w:themeTint="A5"/>
      <w:spacing w:val="15"/>
    </w:rPr>
  </w:style>
  <w:style w:type="paragraph" w:styleId="Citat">
    <w:name w:val="Quote"/>
    <w:basedOn w:val="Brevtekst"/>
    <w:next w:val="Brevtekst"/>
    <w:link w:val="CitatTegn"/>
    <w:uiPriority w:val="29"/>
    <w:qFormat/>
    <w:rsid w:val="002F7BC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F7BC5"/>
    <w:rPr>
      <w:rFonts w:ascii="Times New Roman" w:hAnsi="Times New Roman"/>
      <w:i/>
      <w:iCs/>
      <w:color w:val="404040" w:themeColor="text1" w:themeTint="BF"/>
      <w:sz w:val="23"/>
    </w:rPr>
  </w:style>
  <w:style w:type="paragraph" w:styleId="Strktcitat">
    <w:name w:val="Intense Quote"/>
    <w:basedOn w:val="Brevtekst"/>
    <w:next w:val="Brevtekst"/>
    <w:link w:val="StrktcitatTegn"/>
    <w:uiPriority w:val="30"/>
    <w:qFormat/>
    <w:rsid w:val="00917CB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917CB1"/>
    <w:rPr>
      <w:rFonts w:ascii="Times New Roman" w:hAnsi="Times New Roman"/>
      <w:i/>
      <w:iCs/>
      <w:color w:val="4F81BD" w:themeColor="accent1"/>
      <w:sz w:val="23"/>
    </w:rPr>
  </w:style>
  <w:style w:type="paragraph" w:styleId="Listeafsnit">
    <w:name w:val="List Paragraph"/>
    <w:basedOn w:val="Brevtekst"/>
    <w:uiPriority w:val="34"/>
    <w:qFormat/>
    <w:rsid w:val="00917CB1"/>
    <w:pPr>
      <w:ind w:left="720"/>
      <w:contextualSpacing/>
    </w:pPr>
  </w:style>
  <w:style w:type="paragraph" w:customStyle="1" w:styleId="Default">
    <w:name w:val="Default"/>
    <w:rsid w:val="00B45F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a-DK"/>
    </w:rPr>
  </w:style>
  <w:style w:type="character" w:styleId="Hyperlink">
    <w:name w:val="Hyperlink"/>
    <w:rsid w:val="00B45F54"/>
    <w:rPr>
      <w:color w:val="auto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@dadl.dk" TargetMode="External"/><Relationship Id="rId13" Type="http://schemas.openxmlformats.org/officeDocument/2006/relationships/hyperlink" Target="mailto:kl@kl.dk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dmin@hjernesagen.d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vsoe@rm.d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egioner@regioner.dk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er@dadl.dk" TargetMode="External"/><Relationship Id="rId14" Type="http://schemas.openxmlformats.org/officeDocument/2006/relationships/hyperlink" Target="mailto:ptk001@politi.dk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STSkabeloner\@SST-Captia-skabeloner\BrevDkSagSagsbeh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S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Captia">
  <record>
    <Content id="letter_date">
      <Value>2017-06-12T00:00:00</Value>
    </Content>
    <Content id="title">
      <Value>Høringsliste</Value>
    </Content>
    <Content id="create_user">
      <Value>DGLA</Value>
    </Content>
    <officer/>
    <parties>
      <party role="Adressat">
        <dates/>
        <info/>
      </party>
      <party role="Afsender">
        <dates/>
        <info/>
      </party>
      <party role="Afsendt af">
        <dates/>
        <info/>
      </party>
      <party role="Afsendt fra">
        <dates/>
        <info/>
      </party>
      <party role="Aktpart">
        <dates/>
        <info/>
      </party>
      <party role="Ansøger">
        <dates/>
        <info/>
      </party>
      <party role="Betaler">
        <dates/>
        <info/>
      </party>
      <party role="CPR-nr">
        <dates/>
        <info/>
      </party>
      <party role="Dataansvarl">
        <dates/>
        <info/>
      </party>
      <party role="Databehandl">
        <dates/>
        <info/>
      </party>
      <party role="Ejerlav">
        <dates/>
        <info/>
      </party>
      <party role="Forfatter">
        <dates/>
        <info/>
      </party>
      <party role="Formand">
        <dates/>
        <info/>
      </party>
      <party role="Indklagede">
        <dates/>
        <info/>
      </party>
      <party role="Klager">
        <dates/>
        <info/>
      </party>
      <party role="Klagers adv">
        <dates/>
        <info/>
      </party>
      <party role="Kopi til">
        <dates/>
        <info/>
      </party>
      <party role="Kopimodt.">
        <dates/>
        <info/>
      </party>
      <party role="Medhjælper">
        <dates/>
        <info/>
      </party>
      <party role="Medlem">
        <dates/>
        <info/>
      </party>
      <party role="Modtager">
        <dates/>
        <info/>
      </party>
      <party role="På vegne af">
        <dates/>
        <info/>
      </party>
      <party role="Sagsfokus">
        <dates/>
        <info/>
      </party>
      <party role="Sagspart">
        <dates/>
        <info/>
      </party>
      <party role="Samarb.part">
        <dates/>
        <info/>
      </party>
      <party role="Stilet til">
        <dates/>
        <info/>
      </party>
      <party role="Værge">
        <dates/>
        <info/>
      </party>
      <party role="Øvr. Sp">
        <dates/>
        <info/>
      </party>
      <party role="Øvr.sagsbeh">
        <dates/>
        <info/>
      </party>
    </parties>
    <info/>
    <dates/>
    <responsible_ou/>
  </record>
  <case>
    <Content id="file_no">
      <Value>3-5010-593/1</Value>
    </Content>
    <officer>
      <Content id="address_main:phone_no">
        <Value> 93 51 86 25</Value>
      </Content>
      <Content id="sus_ou:afdemail">
        <Value>dgla@sst.dk </Value>
      </Content>
    </officer>
    <parties>
      <party role="Adressat">
        <dates/>
        <info/>
      </party>
      <party role="Afsender ">
        <dates/>
        <info/>
      </party>
      <party role="Ansvarlig">
        <dates/>
        <info/>
      </party>
      <party role="Ansøger">
        <dates/>
        <info/>
      </party>
      <party role="Behandler">
        <dates/>
        <info/>
      </party>
      <party role="Betaler">
        <dates/>
        <info/>
      </party>
      <party role="Dataansvarl">
        <dates/>
        <info/>
      </party>
      <party role="Databehandl">
        <dates/>
        <info/>
      </party>
      <party role="Formand">
        <dates/>
        <info/>
      </party>
      <party role="Indklagede">
        <dates/>
        <info/>
      </party>
      <party role="Inspektor">
        <dates/>
        <info/>
      </party>
      <party role="Klager">
        <dates/>
        <info/>
      </party>
      <party role="Klagers adv">
        <dates/>
        <info/>
      </party>
      <party role="Medhjælper">
        <dates/>
        <info/>
      </party>
      <party role="Medlem">
        <dates/>
        <info/>
      </party>
      <party role="Modtager">
        <dates/>
        <info/>
      </party>
      <party role="På vegne af">
        <dates/>
        <info/>
      </party>
      <party role="Sagsfokus">
        <dates/>
        <info/>
      </party>
      <party role="Sagspart">
        <dates/>
        <info/>
      </party>
      <party role="Samarb.part">
        <dates/>
        <info/>
      </party>
      <party role="Stilet til ">
        <dates/>
        <info/>
      </party>
      <party role="Værge">
        <dates/>
        <info/>
      </party>
      <party role="Ægtefælle">
        <dates/>
        <info/>
      </party>
      <party role="Øvr. Sp">
        <dates/>
        <info/>
      </party>
    </parties>
    <info/>
    <dates/>
    <responsible_ou/>
  </case>
  <parties>
    <party role="Adressat"/>
    <party role="Afsender"/>
    <party role="Afsendt af"/>
    <party role="Afsendt fra"/>
    <party role="Aktpart"/>
    <party role="Ansøger"/>
    <party role="Betaler"/>
    <party role="CPR-nr"/>
    <party role="Dataansvarl"/>
    <party role="Databehandl"/>
    <party role="Ejerlav"/>
    <party role="Forfatter"/>
    <party role="Formand"/>
    <party role="Indklagede"/>
    <party role="Klager"/>
    <party role="Klagers adv"/>
    <party role="Kopi til"/>
    <party role="Kopimodt."/>
    <party role="Medhjælper"/>
    <party role="Medlem"/>
    <party role="Modtager"/>
    <party role="På vegne af"/>
    <party role="Sagsfokus"/>
    <party role="Sagspart"/>
    <party role="Samarb.part"/>
    <party role="Stilet til"/>
    <party role="Værge"/>
    <party role="Øvr. Sp"/>
    <party role="Øvr.sagsbeh"/>
  </parties>
  <address/>
</Root>
</file>

<file path=customXml/itemProps1.xml><?xml version="1.0" encoding="utf-8"?>
<ds:datastoreItem xmlns:ds="http://schemas.openxmlformats.org/officeDocument/2006/customXml" ds:itemID="{BF9395DF-1A9D-426A-9B36-094EF0D2A412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BrevDkSagSagsbeh</Template>
  <TotalTime>0</TotalTime>
  <Pages>2</Pages>
  <Words>505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Board of Health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 Graversen Larsen</dc:creator>
  <cp:lastModifiedBy>Dia Graversen Larsen</cp:lastModifiedBy>
  <cp:revision>1</cp:revision>
  <dcterms:created xsi:type="dcterms:W3CDTF">2017-06-12T06:43:00Z</dcterms:created>
  <dcterms:modified xsi:type="dcterms:W3CDTF">2017-06-12T06:43:00Z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ST_Skabelon">
    <vt:bool>true</vt:bool>
  </property>
</Properties>
</file>