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7E" w:rsidRPr="00AE0553" w:rsidRDefault="00E0137E">
      <w:pPr>
        <w:rPr>
          <w:b/>
          <w:sz w:val="28"/>
          <w:szCs w:val="28"/>
        </w:rPr>
      </w:pPr>
      <w:bookmarkStart w:id="0" w:name="_GoBack"/>
      <w:bookmarkEnd w:id="0"/>
      <w:r w:rsidRPr="00AE0553">
        <w:rPr>
          <w:b/>
          <w:sz w:val="28"/>
          <w:szCs w:val="28"/>
        </w:rPr>
        <w:t>Høringsliste</w:t>
      </w:r>
      <w:r w:rsidR="00082C81" w:rsidRPr="00AE0553">
        <w:rPr>
          <w:b/>
          <w:sz w:val="28"/>
          <w:szCs w:val="28"/>
        </w:rPr>
        <w:t xml:space="preserve"> - Handlingsplan mod invasive arter</w:t>
      </w:r>
    </w:p>
    <w:p w:rsidR="00D24C50" w:rsidRDefault="00D24C50">
      <w:r>
        <w:t>Ministerier</w:t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082C81" w:rsidRPr="00294602" w:rsidTr="00082C81">
        <w:tc>
          <w:tcPr>
            <w:tcW w:w="4889" w:type="dxa"/>
          </w:tcPr>
          <w:p w:rsidR="00082C81" w:rsidRPr="00294602" w:rsidRDefault="00082C81" w:rsidP="007D7A56">
            <w:r w:rsidRPr="00294602">
              <w:t xml:space="preserve">Beskæftigelsesministeriet </w:t>
            </w:r>
          </w:p>
        </w:tc>
        <w:tc>
          <w:tcPr>
            <w:tcW w:w="4889" w:type="dxa"/>
          </w:tcPr>
          <w:p w:rsidR="00082C81" w:rsidRPr="00082C81" w:rsidRDefault="0055264A" w:rsidP="007D7A56">
            <w:pPr>
              <w:rPr>
                <w:rStyle w:val="Hyperlink"/>
              </w:rPr>
            </w:pPr>
            <w:hyperlink r:id="rId6" w:history="1">
              <w:r w:rsidR="00082C81" w:rsidRPr="00082C81">
                <w:rPr>
                  <w:rStyle w:val="Hyperlink"/>
                </w:rPr>
                <w:t>bm@bm.dk</w:t>
              </w:r>
            </w:hyperlink>
          </w:p>
        </w:tc>
      </w:tr>
      <w:tr w:rsidR="00082C81" w:rsidRPr="00294602" w:rsidTr="00082C81">
        <w:tc>
          <w:tcPr>
            <w:tcW w:w="4889" w:type="dxa"/>
          </w:tcPr>
          <w:p w:rsidR="00082C81" w:rsidRPr="00294602" w:rsidRDefault="00082C81" w:rsidP="007D7A56">
            <w:r w:rsidRPr="00294602">
              <w:t>Energi-, Forsynings- og Klimaministeriet</w:t>
            </w:r>
          </w:p>
        </w:tc>
        <w:tc>
          <w:tcPr>
            <w:tcW w:w="4889" w:type="dxa"/>
          </w:tcPr>
          <w:p w:rsidR="00082C81" w:rsidRPr="00082C81" w:rsidRDefault="00082C81" w:rsidP="007D7A56">
            <w:pPr>
              <w:rPr>
                <w:rStyle w:val="Hyperlink"/>
              </w:rPr>
            </w:pPr>
            <w:r w:rsidRPr="00082C81">
              <w:rPr>
                <w:rStyle w:val="Hyperlink"/>
              </w:rPr>
              <w:t>efkm@efkm.dk</w:t>
            </w:r>
          </w:p>
        </w:tc>
      </w:tr>
      <w:tr w:rsidR="00082C81" w:rsidRPr="00294602" w:rsidTr="00082C81">
        <w:tc>
          <w:tcPr>
            <w:tcW w:w="4889" w:type="dxa"/>
          </w:tcPr>
          <w:p w:rsidR="00082C81" w:rsidRPr="00294602" w:rsidRDefault="00082C81" w:rsidP="007D7A56">
            <w:r w:rsidRPr="00294602">
              <w:t>Erhvervsministeriet</w:t>
            </w:r>
          </w:p>
        </w:tc>
        <w:tc>
          <w:tcPr>
            <w:tcW w:w="4889" w:type="dxa"/>
          </w:tcPr>
          <w:p w:rsidR="00082C81" w:rsidRPr="00082C81" w:rsidRDefault="0055264A" w:rsidP="007D7A56">
            <w:pPr>
              <w:rPr>
                <w:rStyle w:val="Hyperlink"/>
              </w:rPr>
            </w:pPr>
            <w:hyperlink r:id="rId7" w:history="1">
              <w:r w:rsidR="00860181" w:rsidRPr="00F2622A">
                <w:rPr>
                  <w:rStyle w:val="Hyperlink"/>
                </w:rPr>
                <w:t>em@em.dk</w:t>
              </w:r>
            </w:hyperlink>
          </w:p>
        </w:tc>
      </w:tr>
      <w:tr w:rsidR="00082C81" w:rsidRPr="00294602" w:rsidTr="00082C81">
        <w:tc>
          <w:tcPr>
            <w:tcW w:w="4889" w:type="dxa"/>
          </w:tcPr>
          <w:p w:rsidR="00082C81" w:rsidRPr="00294602" w:rsidRDefault="00082C81" w:rsidP="007D7A56">
            <w:r w:rsidRPr="00294602">
              <w:t>Finansministeriet</w:t>
            </w:r>
          </w:p>
        </w:tc>
        <w:tc>
          <w:tcPr>
            <w:tcW w:w="4889" w:type="dxa"/>
          </w:tcPr>
          <w:p w:rsidR="00082C81" w:rsidRPr="00082C81" w:rsidRDefault="0055264A" w:rsidP="007D7A56">
            <w:pPr>
              <w:rPr>
                <w:rStyle w:val="Hyperlink"/>
              </w:rPr>
            </w:pPr>
            <w:hyperlink r:id="rId8" w:history="1">
              <w:r w:rsidR="00860181" w:rsidRPr="00F2622A">
                <w:rPr>
                  <w:rStyle w:val="Hyperlink"/>
                </w:rPr>
                <w:t>fm@fm.dk</w:t>
              </w:r>
            </w:hyperlink>
          </w:p>
        </w:tc>
      </w:tr>
      <w:tr w:rsidR="00082C81" w:rsidRPr="00294602" w:rsidTr="00082C81">
        <w:tc>
          <w:tcPr>
            <w:tcW w:w="4889" w:type="dxa"/>
          </w:tcPr>
          <w:p w:rsidR="00082C81" w:rsidRPr="00294602" w:rsidRDefault="00082C81" w:rsidP="007D7A56">
            <w:r w:rsidRPr="00294602">
              <w:t>Forsvarsministeriet</w:t>
            </w:r>
          </w:p>
        </w:tc>
        <w:tc>
          <w:tcPr>
            <w:tcW w:w="4889" w:type="dxa"/>
          </w:tcPr>
          <w:p w:rsidR="00082C81" w:rsidRPr="00082C81" w:rsidRDefault="00082C81" w:rsidP="007D7A56">
            <w:pPr>
              <w:rPr>
                <w:rStyle w:val="Hyperlink"/>
              </w:rPr>
            </w:pPr>
            <w:r w:rsidRPr="00082C81">
              <w:rPr>
                <w:rStyle w:val="Hyperlink"/>
              </w:rPr>
              <w:t>fmn@fmn.dk</w:t>
            </w:r>
          </w:p>
        </w:tc>
      </w:tr>
      <w:tr w:rsidR="00082C81" w:rsidRPr="00294602" w:rsidTr="00082C81">
        <w:tc>
          <w:tcPr>
            <w:tcW w:w="4889" w:type="dxa"/>
          </w:tcPr>
          <w:p w:rsidR="00082C81" w:rsidRPr="00294602" w:rsidRDefault="00082C81" w:rsidP="007D7A56">
            <w:r w:rsidRPr="00294602">
              <w:t>Justitsministeriet</w:t>
            </w:r>
          </w:p>
        </w:tc>
        <w:tc>
          <w:tcPr>
            <w:tcW w:w="4889" w:type="dxa"/>
          </w:tcPr>
          <w:p w:rsidR="00082C81" w:rsidRPr="00082C81" w:rsidRDefault="0055264A" w:rsidP="007D7A56">
            <w:pPr>
              <w:rPr>
                <w:rStyle w:val="Hyperlink"/>
              </w:rPr>
            </w:pPr>
            <w:hyperlink r:id="rId9" w:history="1">
              <w:r w:rsidR="00860181" w:rsidRPr="00F2622A">
                <w:rPr>
                  <w:rStyle w:val="Hyperlink"/>
                </w:rPr>
                <w:t>jm@jm.dk</w:t>
              </w:r>
            </w:hyperlink>
          </w:p>
        </w:tc>
      </w:tr>
      <w:tr w:rsidR="00082C81" w:rsidRPr="00294602" w:rsidTr="00082C81">
        <w:tc>
          <w:tcPr>
            <w:tcW w:w="4889" w:type="dxa"/>
          </w:tcPr>
          <w:p w:rsidR="00082C81" w:rsidRPr="00294602" w:rsidRDefault="00082C81" w:rsidP="007D7A56">
            <w:r w:rsidRPr="00294602">
              <w:t>Kirkeministeriet</w:t>
            </w:r>
          </w:p>
        </w:tc>
        <w:tc>
          <w:tcPr>
            <w:tcW w:w="4889" w:type="dxa"/>
          </w:tcPr>
          <w:p w:rsidR="00082C81" w:rsidRPr="00082C81" w:rsidRDefault="0055264A" w:rsidP="007D7A56">
            <w:pPr>
              <w:rPr>
                <w:rStyle w:val="Hyperlink"/>
              </w:rPr>
            </w:pPr>
            <w:hyperlink r:id="rId10" w:history="1">
              <w:r w:rsidR="00860181" w:rsidRPr="00F2622A">
                <w:rPr>
                  <w:rStyle w:val="Hyperlink"/>
                </w:rPr>
                <w:t>km@km.dk</w:t>
              </w:r>
            </w:hyperlink>
          </w:p>
        </w:tc>
      </w:tr>
      <w:tr w:rsidR="00082C81" w:rsidRPr="00294602" w:rsidTr="00082C81">
        <w:tc>
          <w:tcPr>
            <w:tcW w:w="4889" w:type="dxa"/>
          </w:tcPr>
          <w:p w:rsidR="00082C81" w:rsidRPr="00294602" w:rsidRDefault="00082C81" w:rsidP="007D7A56">
            <w:r w:rsidRPr="00294602">
              <w:t>Kulturministeriet</w:t>
            </w:r>
          </w:p>
        </w:tc>
        <w:tc>
          <w:tcPr>
            <w:tcW w:w="4889" w:type="dxa"/>
          </w:tcPr>
          <w:p w:rsidR="00082C81" w:rsidRPr="00082C81" w:rsidRDefault="00082C81" w:rsidP="007D7A56">
            <w:pPr>
              <w:rPr>
                <w:rStyle w:val="Hyperlink"/>
              </w:rPr>
            </w:pPr>
            <w:r w:rsidRPr="00082C81">
              <w:rPr>
                <w:rStyle w:val="Hyperlink"/>
              </w:rPr>
              <w:t>kum@kum.dk</w:t>
            </w:r>
          </w:p>
        </w:tc>
      </w:tr>
      <w:tr w:rsidR="00082C81" w:rsidRPr="00294602" w:rsidTr="00082C81">
        <w:tc>
          <w:tcPr>
            <w:tcW w:w="4889" w:type="dxa"/>
          </w:tcPr>
          <w:p w:rsidR="00082C81" w:rsidRPr="00294602" w:rsidRDefault="00082C81" w:rsidP="007D7A56">
            <w:r w:rsidRPr="00294602">
              <w:t>Miljø- og Fødevareministeriet</w:t>
            </w:r>
          </w:p>
        </w:tc>
        <w:tc>
          <w:tcPr>
            <w:tcW w:w="4889" w:type="dxa"/>
          </w:tcPr>
          <w:p w:rsidR="00082C81" w:rsidRPr="00082C81" w:rsidRDefault="00082C81" w:rsidP="007D7A56">
            <w:pPr>
              <w:rPr>
                <w:rStyle w:val="Hyperlink"/>
              </w:rPr>
            </w:pPr>
            <w:r w:rsidRPr="00082C81">
              <w:rPr>
                <w:rStyle w:val="Hyperlink"/>
              </w:rPr>
              <w:t>mfvm@mfvm.dk</w:t>
            </w:r>
          </w:p>
        </w:tc>
      </w:tr>
      <w:tr w:rsidR="00082C81" w:rsidRPr="00294602" w:rsidTr="00082C81">
        <w:tc>
          <w:tcPr>
            <w:tcW w:w="4889" w:type="dxa"/>
          </w:tcPr>
          <w:p w:rsidR="00082C81" w:rsidRPr="00294602" w:rsidRDefault="00082C81" w:rsidP="007D7A56">
            <w:r w:rsidRPr="00294602">
              <w:t>Skatteministeriet</w:t>
            </w:r>
          </w:p>
        </w:tc>
        <w:tc>
          <w:tcPr>
            <w:tcW w:w="4889" w:type="dxa"/>
          </w:tcPr>
          <w:p w:rsidR="00082C81" w:rsidRPr="00082C81" w:rsidRDefault="00082C81" w:rsidP="007D7A56">
            <w:pPr>
              <w:rPr>
                <w:rStyle w:val="Hyperlink"/>
              </w:rPr>
            </w:pPr>
            <w:r w:rsidRPr="00082C81">
              <w:rPr>
                <w:rStyle w:val="Hyperlink"/>
              </w:rPr>
              <w:t>skm@skm.dk</w:t>
            </w:r>
          </w:p>
        </w:tc>
      </w:tr>
      <w:tr w:rsidR="00082C81" w:rsidRPr="00294602" w:rsidTr="00082C81">
        <w:tc>
          <w:tcPr>
            <w:tcW w:w="4889" w:type="dxa"/>
          </w:tcPr>
          <w:p w:rsidR="00082C81" w:rsidRPr="00294602" w:rsidRDefault="00082C81" w:rsidP="007D7A56">
            <w:r w:rsidRPr="00294602">
              <w:t>Transport-, Bygnings- og Boligministeriet</w:t>
            </w:r>
          </w:p>
        </w:tc>
        <w:tc>
          <w:tcPr>
            <w:tcW w:w="4889" w:type="dxa"/>
          </w:tcPr>
          <w:p w:rsidR="00082C81" w:rsidRPr="00082C81" w:rsidRDefault="00082C81" w:rsidP="007D7A56">
            <w:pPr>
              <w:rPr>
                <w:rStyle w:val="Hyperlink"/>
              </w:rPr>
            </w:pPr>
            <w:r w:rsidRPr="00082C81">
              <w:rPr>
                <w:rStyle w:val="Hyperlink"/>
              </w:rPr>
              <w:t>trm@trm.dk</w:t>
            </w:r>
          </w:p>
        </w:tc>
      </w:tr>
      <w:tr w:rsidR="00082C81" w:rsidRPr="00294602" w:rsidTr="00082C81">
        <w:tc>
          <w:tcPr>
            <w:tcW w:w="4889" w:type="dxa"/>
          </w:tcPr>
          <w:p w:rsidR="00082C81" w:rsidRPr="00294602" w:rsidRDefault="00082C81" w:rsidP="007D7A56">
            <w:r w:rsidRPr="00294602">
              <w:t>Uddannelses- og Forskningsministeriet</w:t>
            </w:r>
          </w:p>
        </w:tc>
        <w:tc>
          <w:tcPr>
            <w:tcW w:w="4889" w:type="dxa"/>
          </w:tcPr>
          <w:p w:rsidR="00082C81" w:rsidRPr="00082C81" w:rsidRDefault="00082C81" w:rsidP="007D7A56">
            <w:pPr>
              <w:rPr>
                <w:rStyle w:val="Hyperlink"/>
              </w:rPr>
            </w:pPr>
            <w:r w:rsidRPr="00082C81">
              <w:rPr>
                <w:rStyle w:val="Hyperlink"/>
              </w:rPr>
              <w:t>ufm@ufm.dk</w:t>
            </w:r>
          </w:p>
        </w:tc>
      </w:tr>
      <w:tr w:rsidR="00082C81" w:rsidRPr="00294602" w:rsidTr="00082C81">
        <w:tc>
          <w:tcPr>
            <w:tcW w:w="4889" w:type="dxa"/>
          </w:tcPr>
          <w:p w:rsidR="00082C81" w:rsidRPr="00294602" w:rsidRDefault="00082C81" w:rsidP="007D7A56">
            <w:r w:rsidRPr="00294602">
              <w:t>Udenrigsministeriet</w:t>
            </w:r>
          </w:p>
        </w:tc>
        <w:tc>
          <w:tcPr>
            <w:tcW w:w="4889" w:type="dxa"/>
          </w:tcPr>
          <w:p w:rsidR="00082C81" w:rsidRPr="00082C81" w:rsidRDefault="00082C81" w:rsidP="007D7A56">
            <w:pPr>
              <w:rPr>
                <w:rStyle w:val="Hyperlink"/>
              </w:rPr>
            </w:pPr>
            <w:r w:rsidRPr="00082C81">
              <w:rPr>
                <w:rStyle w:val="Hyperlink"/>
              </w:rPr>
              <w:t>um@um.dk</w:t>
            </w:r>
          </w:p>
        </w:tc>
      </w:tr>
      <w:tr w:rsidR="00082C81" w:rsidRPr="00294602" w:rsidTr="00082C81">
        <w:tc>
          <w:tcPr>
            <w:tcW w:w="4889" w:type="dxa"/>
          </w:tcPr>
          <w:p w:rsidR="00082C81" w:rsidRPr="00294602" w:rsidRDefault="00082C81" w:rsidP="007D7A56">
            <w:r w:rsidRPr="00294602">
              <w:t>Økonomi- og Indenrigsministeriet</w:t>
            </w:r>
          </w:p>
        </w:tc>
        <w:tc>
          <w:tcPr>
            <w:tcW w:w="4889" w:type="dxa"/>
          </w:tcPr>
          <w:p w:rsidR="00082C81" w:rsidRPr="00082C81" w:rsidRDefault="00082C81" w:rsidP="007D7A56">
            <w:pPr>
              <w:rPr>
                <w:rStyle w:val="Hyperlink"/>
              </w:rPr>
            </w:pPr>
            <w:r w:rsidRPr="00082C81">
              <w:rPr>
                <w:rStyle w:val="Hyperlink"/>
              </w:rPr>
              <w:t>oim@oim.dk</w:t>
            </w:r>
          </w:p>
        </w:tc>
      </w:tr>
    </w:tbl>
    <w:p w:rsidR="008D7EF7" w:rsidRDefault="008D7EF7"/>
    <w:p w:rsidR="00082C81" w:rsidRDefault="00082C81">
      <w:r>
        <w:t>Styrelser</w:t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082C81" w:rsidTr="007D7A56">
        <w:tc>
          <w:tcPr>
            <w:tcW w:w="4889" w:type="dxa"/>
          </w:tcPr>
          <w:p w:rsidR="00082C81" w:rsidRDefault="00082C81" w:rsidP="00082C81">
            <w:r>
              <w:t>Landbrugs- og Fiskeristyrelsen</w:t>
            </w:r>
          </w:p>
        </w:tc>
        <w:tc>
          <w:tcPr>
            <w:tcW w:w="4889" w:type="dxa"/>
          </w:tcPr>
          <w:p w:rsidR="00082C81" w:rsidRPr="00082C81" w:rsidRDefault="0055264A" w:rsidP="007D7A56">
            <w:pPr>
              <w:rPr>
                <w:rStyle w:val="Hyperlink"/>
              </w:rPr>
            </w:pPr>
            <w:hyperlink r:id="rId11" w:history="1">
              <w:r w:rsidR="00082C81" w:rsidRPr="00082C81">
                <w:rPr>
                  <w:rStyle w:val="Hyperlink"/>
                </w:rPr>
                <w:t xml:space="preserve">mail@lfst.dk </w:t>
              </w:r>
            </w:hyperlink>
          </w:p>
        </w:tc>
      </w:tr>
      <w:tr w:rsidR="00082C81" w:rsidTr="007D7A56">
        <w:tc>
          <w:tcPr>
            <w:tcW w:w="4889" w:type="dxa"/>
          </w:tcPr>
          <w:p w:rsidR="00082C81" w:rsidRDefault="00082C81" w:rsidP="00082C81">
            <w:r w:rsidRPr="00082C81">
              <w:t>Naturstyrelsen</w:t>
            </w:r>
          </w:p>
        </w:tc>
        <w:tc>
          <w:tcPr>
            <w:tcW w:w="4889" w:type="dxa"/>
          </w:tcPr>
          <w:p w:rsidR="00082C81" w:rsidRPr="00082C81" w:rsidRDefault="0055264A" w:rsidP="00082C81">
            <w:pPr>
              <w:rPr>
                <w:rStyle w:val="Hyperlink"/>
              </w:rPr>
            </w:pPr>
            <w:hyperlink r:id="rId12" w:history="1">
              <w:r w:rsidR="00082C81" w:rsidRPr="00082C81">
                <w:rPr>
                  <w:rStyle w:val="Hyperlink"/>
                </w:rPr>
                <w:t>nst@nst.dk</w:t>
              </w:r>
            </w:hyperlink>
          </w:p>
        </w:tc>
      </w:tr>
      <w:tr w:rsidR="00082C81" w:rsidTr="007D7A56">
        <w:tc>
          <w:tcPr>
            <w:tcW w:w="4889" w:type="dxa"/>
          </w:tcPr>
          <w:p w:rsidR="00082C81" w:rsidRPr="00060878" w:rsidRDefault="00082C81" w:rsidP="00082C81">
            <w:r w:rsidRPr="00082C81">
              <w:t xml:space="preserve">Fødevarestyrelsen </w:t>
            </w:r>
          </w:p>
        </w:tc>
        <w:tc>
          <w:tcPr>
            <w:tcW w:w="4889" w:type="dxa"/>
          </w:tcPr>
          <w:p w:rsidR="00082C81" w:rsidRPr="00082C81" w:rsidRDefault="0055264A" w:rsidP="00082C81">
            <w:pPr>
              <w:rPr>
                <w:rStyle w:val="Hyperlink"/>
              </w:rPr>
            </w:pPr>
            <w:hyperlink r:id="rId13" w:history="1">
              <w:r w:rsidR="00082C81" w:rsidRPr="00082C81">
                <w:rPr>
                  <w:rStyle w:val="Hyperlink"/>
                </w:rPr>
                <w:t>email@fvst.dk</w:t>
              </w:r>
            </w:hyperlink>
          </w:p>
        </w:tc>
      </w:tr>
      <w:tr w:rsidR="00082C81" w:rsidTr="007D7A56">
        <w:tc>
          <w:tcPr>
            <w:tcW w:w="4889" w:type="dxa"/>
          </w:tcPr>
          <w:p w:rsidR="00082C81" w:rsidRPr="00082C81" w:rsidRDefault="00082C81" w:rsidP="00082C81">
            <w:pPr>
              <w:pStyle w:val="Overskrift1"/>
              <w:spacing w:line="210" w:lineRule="atLeast"/>
              <w:outlineLvl w:val="0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  <w:lang w:eastAsia="en-US"/>
              </w:rPr>
            </w:pPr>
            <w:proofErr w:type="spellStart"/>
            <w:r w:rsidRPr="00082C81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  <w:lang w:eastAsia="en-US"/>
              </w:rPr>
              <w:t>Kystdirektorartet</w:t>
            </w:r>
            <w:proofErr w:type="spellEnd"/>
          </w:p>
        </w:tc>
        <w:tc>
          <w:tcPr>
            <w:tcW w:w="4889" w:type="dxa"/>
          </w:tcPr>
          <w:p w:rsidR="00082C81" w:rsidRPr="00082C81" w:rsidRDefault="00082C81" w:rsidP="00082C81">
            <w:pPr>
              <w:rPr>
                <w:rStyle w:val="Hyperlink"/>
              </w:rPr>
            </w:pPr>
            <w:r w:rsidRPr="00082C81">
              <w:rPr>
                <w:rStyle w:val="Hyperlink"/>
              </w:rPr>
              <w:t> </w:t>
            </w:r>
            <w:hyperlink r:id="rId14" w:history="1">
              <w:r w:rsidRPr="00082C81">
                <w:rPr>
                  <w:rStyle w:val="Hyperlink"/>
                </w:rPr>
                <w:t>kdi@kyst.dk</w:t>
              </w:r>
            </w:hyperlink>
          </w:p>
        </w:tc>
      </w:tr>
    </w:tbl>
    <w:p w:rsidR="00082C81" w:rsidRDefault="00082C81"/>
    <w:p w:rsidR="00D24C50" w:rsidRDefault="009812AE">
      <w:r>
        <w:t>Regioner, kommune, kommunale organisationer og fællesskaber</w:t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9812AE" w:rsidTr="009812AE">
        <w:tc>
          <w:tcPr>
            <w:tcW w:w="4889" w:type="dxa"/>
          </w:tcPr>
          <w:p w:rsidR="009812AE" w:rsidRDefault="009812AE">
            <w:r>
              <w:t>Kommunernes Landsforening</w:t>
            </w:r>
          </w:p>
        </w:tc>
        <w:tc>
          <w:tcPr>
            <w:tcW w:w="4889" w:type="dxa"/>
          </w:tcPr>
          <w:p w:rsidR="009812AE" w:rsidRDefault="0055264A">
            <w:hyperlink r:id="rId15" w:history="1">
              <w:r w:rsidR="00E0137E" w:rsidRPr="00A86FF1">
                <w:rPr>
                  <w:rStyle w:val="Hyperlink"/>
                </w:rPr>
                <w:t>kl@kl.dk</w:t>
              </w:r>
            </w:hyperlink>
            <w:r w:rsidR="00E0137E">
              <w:t xml:space="preserve"> </w:t>
            </w:r>
          </w:p>
        </w:tc>
      </w:tr>
      <w:tr w:rsidR="00060878" w:rsidTr="009812AE">
        <w:tc>
          <w:tcPr>
            <w:tcW w:w="4889" w:type="dxa"/>
          </w:tcPr>
          <w:p w:rsidR="00060878" w:rsidRDefault="00060878" w:rsidP="00060878">
            <w:r w:rsidRPr="00060878">
              <w:t>Kommunalteknisk Chefforening</w:t>
            </w:r>
            <w:r w:rsidRPr="00060878">
              <w:tab/>
            </w:r>
          </w:p>
        </w:tc>
        <w:tc>
          <w:tcPr>
            <w:tcW w:w="4889" w:type="dxa"/>
          </w:tcPr>
          <w:p w:rsidR="00060878" w:rsidRDefault="0055264A">
            <w:hyperlink r:id="rId16" w:history="1">
              <w:r w:rsidR="00060878" w:rsidRPr="00A86FF1">
                <w:rPr>
                  <w:rStyle w:val="Hyperlink"/>
                </w:rPr>
                <w:t>ktc@ktc.dk</w:t>
              </w:r>
            </w:hyperlink>
            <w:r w:rsidR="00060878">
              <w:t xml:space="preserve"> </w:t>
            </w:r>
          </w:p>
        </w:tc>
      </w:tr>
      <w:tr w:rsidR="00AD6507" w:rsidTr="009812AE">
        <w:tc>
          <w:tcPr>
            <w:tcW w:w="4889" w:type="dxa"/>
          </w:tcPr>
          <w:p w:rsidR="00AD6507" w:rsidRPr="00060878" w:rsidRDefault="00AD6507" w:rsidP="00060878">
            <w:r>
              <w:t>Danske Regioner</w:t>
            </w:r>
          </w:p>
        </w:tc>
        <w:tc>
          <w:tcPr>
            <w:tcW w:w="4889" w:type="dxa"/>
          </w:tcPr>
          <w:p w:rsidR="00AD6507" w:rsidRDefault="0055264A">
            <w:hyperlink r:id="rId17" w:history="1">
              <w:r w:rsidR="00AD6507" w:rsidRPr="00731E93">
                <w:rPr>
                  <w:rStyle w:val="Hyperlink"/>
                </w:rPr>
                <w:t>regioner@regioner.dk</w:t>
              </w:r>
            </w:hyperlink>
            <w:r w:rsidR="00AD6507">
              <w:t xml:space="preserve"> </w:t>
            </w:r>
          </w:p>
        </w:tc>
      </w:tr>
    </w:tbl>
    <w:p w:rsidR="009812AE" w:rsidRDefault="009812AE"/>
    <w:p w:rsidR="009812AE" w:rsidRDefault="009812AE">
      <w:r>
        <w:t xml:space="preserve">Foreninger, Organisationer m.v. </w:t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D24C50" w:rsidTr="00D24C50">
        <w:tc>
          <w:tcPr>
            <w:tcW w:w="4889" w:type="dxa"/>
          </w:tcPr>
          <w:p w:rsidR="00D24C50" w:rsidRDefault="009812AE">
            <w:r>
              <w:t>15. juni fonden</w:t>
            </w:r>
          </w:p>
        </w:tc>
        <w:tc>
          <w:tcPr>
            <w:tcW w:w="4889" w:type="dxa"/>
          </w:tcPr>
          <w:p w:rsidR="00D24C50" w:rsidRDefault="0055264A">
            <w:hyperlink r:id="rId18" w:history="1">
              <w:r w:rsidR="00E0137E" w:rsidRPr="00A86FF1">
                <w:rPr>
                  <w:rStyle w:val="Hyperlink"/>
                </w:rPr>
                <w:t>info@15junifonden.dk</w:t>
              </w:r>
            </w:hyperlink>
          </w:p>
        </w:tc>
      </w:tr>
      <w:tr w:rsidR="00D24C50" w:rsidTr="00D24C50">
        <w:tc>
          <w:tcPr>
            <w:tcW w:w="4889" w:type="dxa"/>
          </w:tcPr>
          <w:p w:rsidR="00D24C50" w:rsidRDefault="009D1151">
            <w:r>
              <w:t>92-gruppen</w:t>
            </w:r>
          </w:p>
        </w:tc>
        <w:tc>
          <w:tcPr>
            <w:tcW w:w="4889" w:type="dxa"/>
          </w:tcPr>
          <w:p w:rsidR="00D24C50" w:rsidRDefault="0055264A">
            <w:hyperlink r:id="rId19" w:history="1">
              <w:r w:rsidR="00E0137E" w:rsidRPr="00A86FF1">
                <w:rPr>
                  <w:rStyle w:val="Hyperlink"/>
                </w:rPr>
                <w:t>92grp@92grp.dk</w:t>
              </w:r>
            </w:hyperlink>
            <w:r w:rsidR="00E0137E">
              <w:t xml:space="preserve"> </w:t>
            </w:r>
          </w:p>
        </w:tc>
      </w:tr>
      <w:tr w:rsidR="008F694C" w:rsidTr="00D24C50">
        <w:tc>
          <w:tcPr>
            <w:tcW w:w="4889" w:type="dxa"/>
          </w:tcPr>
          <w:p w:rsidR="008F694C" w:rsidRDefault="008F694C">
            <w:r>
              <w:rPr>
                <w:rFonts w:ascii="StagSans-Light" w:hAnsi="StagSans-Light" w:cs="StagSans-Light"/>
                <w:sz w:val="19"/>
                <w:szCs w:val="19"/>
              </w:rPr>
              <w:t>Aqua Ferskvandscenter</w:t>
            </w:r>
          </w:p>
        </w:tc>
        <w:tc>
          <w:tcPr>
            <w:tcW w:w="4889" w:type="dxa"/>
          </w:tcPr>
          <w:p w:rsidR="008F694C" w:rsidRDefault="0055264A">
            <w:hyperlink r:id="rId20" w:history="1">
              <w:r w:rsidR="00E77CA9" w:rsidRPr="000C415A">
                <w:t>mv@fvc.dk</w:t>
              </w:r>
            </w:hyperlink>
          </w:p>
        </w:tc>
      </w:tr>
      <w:tr w:rsidR="00D24C50" w:rsidTr="00D24C50">
        <w:tc>
          <w:tcPr>
            <w:tcW w:w="4889" w:type="dxa"/>
          </w:tcPr>
          <w:p w:rsidR="00D24C50" w:rsidRDefault="009D1151">
            <w:r>
              <w:t>Biologiforbundet</w:t>
            </w:r>
          </w:p>
        </w:tc>
        <w:tc>
          <w:tcPr>
            <w:tcW w:w="4889" w:type="dxa"/>
          </w:tcPr>
          <w:p w:rsidR="00D24C50" w:rsidRDefault="0055264A">
            <w:hyperlink r:id="rId21" w:history="1">
              <w:r w:rsidR="00E0137E" w:rsidRPr="00A86FF1">
                <w:rPr>
                  <w:rStyle w:val="Hyperlink"/>
                </w:rPr>
                <w:t>kaskelot@mail.dk</w:t>
              </w:r>
            </w:hyperlink>
          </w:p>
        </w:tc>
      </w:tr>
      <w:tr w:rsidR="00D24C50" w:rsidTr="00D24C50">
        <w:tc>
          <w:tcPr>
            <w:tcW w:w="4889" w:type="dxa"/>
          </w:tcPr>
          <w:p w:rsidR="00D24C50" w:rsidRDefault="009D1151" w:rsidP="009D1151">
            <w:r>
              <w:t>MORTALIN Skadedyr og Fødevaresikkerhed</w:t>
            </w:r>
          </w:p>
        </w:tc>
        <w:tc>
          <w:tcPr>
            <w:tcW w:w="4889" w:type="dxa"/>
          </w:tcPr>
          <w:p w:rsidR="00D24C50" w:rsidRDefault="0055264A">
            <w:hyperlink r:id="rId22" w:history="1">
              <w:r w:rsidR="00E0137E" w:rsidRPr="00A86FF1">
                <w:rPr>
                  <w:rStyle w:val="Hyperlink"/>
                </w:rPr>
                <w:t>info@mortalin.dk</w:t>
              </w:r>
            </w:hyperlink>
            <w:r w:rsidR="00E0137E">
              <w:t xml:space="preserve"> </w:t>
            </w:r>
          </w:p>
        </w:tc>
      </w:tr>
      <w:tr w:rsidR="00D24C50" w:rsidTr="00D24C50">
        <w:tc>
          <w:tcPr>
            <w:tcW w:w="4889" w:type="dxa"/>
          </w:tcPr>
          <w:p w:rsidR="00D24C50" w:rsidRDefault="009D1151">
            <w:r>
              <w:t>By &amp; Havn</w:t>
            </w:r>
          </w:p>
        </w:tc>
        <w:tc>
          <w:tcPr>
            <w:tcW w:w="4889" w:type="dxa"/>
          </w:tcPr>
          <w:p w:rsidR="00D24C50" w:rsidRDefault="0055264A">
            <w:hyperlink r:id="rId23" w:history="1">
              <w:r w:rsidR="00E0137E" w:rsidRPr="00A86FF1">
                <w:rPr>
                  <w:rStyle w:val="Hyperlink"/>
                </w:rPr>
                <w:t>info@byoghavn.dk</w:t>
              </w:r>
            </w:hyperlink>
            <w:r w:rsidR="00E0137E">
              <w:t xml:space="preserve"> </w:t>
            </w:r>
          </w:p>
        </w:tc>
      </w:tr>
      <w:tr w:rsidR="00D24C50" w:rsidTr="00D24C50">
        <w:tc>
          <w:tcPr>
            <w:tcW w:w="4889" w:type="dxa"/>
          </w:tcPr>
          <w:p w:rsidR="00D24C50" w:rsidRDefault="009D1151">
            <w:r>
              <w:t>Bygningskultur Danmark</w:t>
            </w:r>
          </w:p>
        </w:tc>
        <w:tc>
          <w:tcPr>
            <w:tcW w:w="4889" w:type="dxa"/>
          </w:tcPr>
          <w:p w:rsidR="00D24C50" w:rsidRDefault="0055264A">
            <w:hyperlink r:id="rId24" w:history="1">
              <w:r w:rsidR="00E0137E" w:rsidRPr="00A86FF1">
                <w:rPr>
                  <w:rStyle w:val="Hyperlink"/>
                </w:rPr>
                <w:t>info@bygningskultur.dk</w:t>
              </w:r>
            </w:hyperlink>
            <w:r w:rsidR="00E0137E">
              <w:t xml:space="preserve"> </w:t>
            </w:r>
          </w:p>
        </w:tc>
      </w:tr>
      <w:tr w:rsidR="00D24C50" w:rsidTr="00D24C50">
        <w:tc>
          <w:tcPr>
            <w:tcW w:w="4889" w:type="dxa"/>
          </w:tcPr>
          <w:p w:rsidR="00D24C50" w:rsidRDefault="009D1151">
            <w:r>
              <w:t>Bæredygtigt Landbrug</w:t>
            </w:r>
          </w:p>
        </w:tc>
        <w:tc>
          <w:tcPr>
            <w:tcW w:w="4889" w:type="dxa"/>
          </w:tcPr>
          <w:p w:rsidR="00D24C50" w:rsidRDefault="0055264A">
            <w:hyperlink r:id="rId25" w:history="1">
              <w:r w:rsidR="00E0137E" w:rsidRPr="00A86FF1">
                <w:rPr>
                  <w:rStyle w:val="Hyperlink"/>
                </w:rPr>
                <w:t>info@baeredygtigtlandbrug.dk</w:t>
              </w:r>
            </w:hyperlink>
          </w:p>
        </w:tc>
      </w:tr>
      <w:tr w:rsidR="00D24C50" w:rsidTr="00D24C50">
        <w:tc>
          <w:tcPr>
            <w:tcW w:w="4889" w:type="dxa"/>
          </w:tcPr>
          <w:p w:rsidR="00D24C50" w:rsidRDefault="009D1151">
            <w:r>
              <w:t>Campingrådet</w:t>
            </w:r>
          </w:p>
        </w:tc>
        <w:tc>
          <w:tcPr>
            <w:tcW w:w="4889" w:type="dxa"/>
          </w:tcPr>
          <w:p w:rsidR="00D24C50" w:rsidRDefault="0055264A">
            <w:hyperlink r:id="rId26" w:history="1">
              <w:r w:rsidR="00E0137E" w:rsidRPr="00A86FF1">
                <w:rPr>
                  <w:rStyle w:val="Hyperlink"/>
                </w:rPr>
                <w:t>info@campingraadet.dk</w:t>
              </w:r>
            </w:hyperlink>
          </w:p>
        </w:tc>
      </w:tr>
      <w:tr w:rsidR="00D24C50" w:rsidTr="00D24C50">
        <w:tc>
          <w:tcPr>
            <w:tcW w:w="4889" w:type="dxa"/>
          </w:tcPr>
          <w:p w:rsidR="00D24C50" w:rsidRDefault="009D1151">
            <w:r>
              <w:t>COWI A/S</w:t>
            </w:r>
          </w:p>
        </w:tc>
        <w:tc>
          <w:tcPr>
            <w:tcW w:w="4889" w:type="dxa"/>
          </w:tcPr>
          <w:p w:rsidR="00D24C50" w:rsidRDefault="0055264A">
            <w:hyperlink r:id="rId27" w:history="1">
              <w:r w:rsidR="00E0137E" w:rsidRPr="00A86FF1">
                <w:rPr>
                  <w:rStyle w:val="Hyperlink"/>
                </w:rPr>
                <w:t>cowi@cowi.dk</w:t>
              </w:r>
            </w:hyperlink>
          </w:p>
        </w:tc>
      </w:tr>
      <w:tr w:rsidR="00D24C50" w:rsidTr="00D24C50">
        <w:tc>
          <w:tcPr>
            <w:tcW w:w="4889" w:type="dxa"/>
          </w:tcPr>
          <w:p w:rsidR="00D24C50" w:rsidRDefault="009D1151">
            <w:r>
              <w:t>DAKOFA (Dansk Kompetencecenter for Affald)</w:t>
            </w:r>
          </w:p>
        </w:tc>
        <w:tc>
          <w:tcPr>
            <w:tcW w:w="4889" w:type="dxa"/>
          </w:tcPr>
          <w:p w:rsidR="00D24C50" w:rsidRDefault="0055264A">
            <w:hyperlink r:id="rId28" w:history="1">
              <w:r w:rsidR="00E0137E" w:rsidRPr="00A86FF1">
                <w:rPr>
                  <w:rStyle w:val="Hyperlink"/>
                </w:rPr>
                <w:t>dakofa@dakofa.dk</w:t>
              </w:r>
            </w:hyperlink>
          </w:p>
        </w:tc>
      </w:tr>
      <w:tr w:rsidR="008F694C" w:rsidRPr="008F694C" w:rsidTr="00D24C50">
        <w:tc>
          <w:tcPr>
            <w:tcW w:w="4889" w:type="dxa"/>
          </w:tcPr>
          <w:p w:rsidR="008F694C" w:rsidRPr="008F694C" w:rsidRDefault="008F694C" w:rsidP="009D1151">
            <w:pPr>
              <w:rPr>
                <w:lang w:val="en-US"/>
              </w:rPr>
            </w:pPr>
            <w:r w:rsidRPr="008F694C">
              <w:rPr>
                <w:rFonts w:ascii="StagSans-Light" w:hAnsi="StagSans-Light" w:cs="StagSans-Light"/>
                <w:sz w:val="19"/>
                <w:szCs w:val="19"/>
                <w:lang w:val="en-US"/>
              </w:rPr>
              <w:t>Danish Association of Zoos and Aquaria (DAZA)</w:t>
            </w:r>
          </w:p>
        </w:tc>
        <w:tc>
          <w:tcPr>
            <w:tcW w:w="4889" w:type="dxa"/>
          </w:tcPr>
          <w:p w:rsidR="008F694C" w:rsidRPr="008F694C" w:rsidRDefault="008F694C" w:rsidP="00E0137E">
            <w:pPr>
              <w:rPr>
                <w:lang w:val="en-US"/>
              </w:rPr>
            </w:pPr>
            <w:r w:rsidRPr="00FE13A6">
              <w:rPr>
                <w:lang w:val="sv-SE"/>
              </w:rPr>
              <w:t>ro@givskudzoo.dk</w:t>
            </w:r>
          </w:p>
        </w:tc>
      </w:tr>
      <w:tr w:rsidR="00D24C50" w:rsidTr="00D24C50">
        <w:tc>
          <w:tcPr>
            <w:tcW w:w="4889" w:type="dxa"/>
          </w:tcPr>
          <w:p w:rsidR="00D24C50" w:rsidRDefault="009D1151" w:rsidP="009D1151">
            <w:r>
              <w:lastRenderedPageBreak/>
              <w:t>Danmarks Cykel Union</w:t>
            </w:r>
          </w:p>
        </w:tc>
        <w:tc>
          <w:tcPr>
            <w:tcW w:w="4889" w:type="dxa"/>
          </w:tcPr>
          <w:p w:rsidR="00D24C50" w:rsidRDefault="0055264A" w:rsidP="00E0137E">
            <w:hyperlink r:id="rId29" w:history="1">
              <w:r w:rsidR="00E0137E" w:rsidRPr="00A86FF1">
                <w:rPr>
                  <w:rStyle w:val="Hyperlink"/>
                </w:rPr>
                <w:t>dcu@dcu-cykling.dk</w:t>
              </w:r>
            </w:hyperlink>
          </w:p>
        </w:tc>
      </w:tr>
      <w:tr w:rsidR="00D24C50" w:rsidTr="00D24C50">
        <w:tc>
          <w:tcPr>
            <w:tcW w:w="4889" w:type="dxa"/>
          </w:tcPr>
          <w:p w:rsidR="00D24C50" w:rsidRDefault="009D1151">
            <w:r>
              <w:t>Danmarks Fiskeriforening</w:t>
            </w:r>
          </w:p>
        </w:tc>
        <w:tc>
          <w:tcPr>
            <w:tcW w:w="4889" w:type="dxa"/>
          </w:tcPr>
          <w:p w:rsidR="00D24C50" w:rsidRDefault="0055264A">
            <w:hyperlink r:id="rId30" w:history="1">
              <w:r w:rsidR="00CF1028" w:rsidRPr="00A86FF1">
                <w:rPr>
                  <w:rStyle w:val="Hyperlink"/>
                </w:rPr>
                <w:t>mail@dkfisk.dk</w:t>
              </w:r>
            </w:hyperlink>
          </w:p>
        </w:tc>
      </w:tr>
      <w:tr w:rsidR="00D24C50" w:rsidTr="00D24C50">
        <w:tc>
          <w:tcPr>
            <w:tcW w:w="4889" w:type="dxa"/>
          </w:tcPr>
          <w:p w:rsidR="00D24C50" w:rsidRDefault="009D1151">
            <w:r>
              <w:t>Danmarks Idrætsforbund</w:t>
            </w:r>
          </w:p>
        </w:tc>
        <w:tc>
          <w:tcPr>
            <w:tcW w:w="4889" w:type="dxa"/>
          </w:tcPr>
          <w:p w:rsidR="00D24C50" w:rsidRDefault="0055264A" w:rsidP="00CF1028">
            <w:hyperlink r:id="rId31" w:history="1">
              <w:r w:rsidR="00CF1028" w:rsidRPr="00A86FF1">
                <w:rPr>
                  <w:rStyle w:val="Hyperlink"/>
                </w:rPr>
                <w:t>dif@dif.dk</w:t>
              </w:r>
            </w:hyperlink>
          </w:p>
        </w:tc>
      </w:tr>
      <w:tr w:rsidR="009D1151" w:rsidTr="00D24C50">
        <w:tc>
          <w:tcPr>
            <w:tcW w:w="4889" w:type="dxa"/>
          </w:tcPr>
          <w:p w:rsidR="009D1151" w:rsidRDefault="009D1151">
            <w:r>
              <w:t>Danmarks Jægerforbund</w:t>
            </w:r>
          </w:p>
        </w:tc>
        <w:tc>
          <w:tcPr>
            <w:tcW w:w="4889" w:type="dxa"/>
          </w:tcPr>
          <w:p w:rsidR="009D1151" w:rsidRDefault="0055264A">
            <w:hyperlink r:id="rId32" w:history="1">
              <w:r w:rsidR="00CF1028" w:rsidRPr="00A86FF1">
                <w:rPr>
                  <w:rStyle w:val="Hyperlink"/>
                </w:rPr>
                <w:t>post@jaegerne.dk</w:t>
              </w:r>
            </w:hyperlink>
          </w:p>
        </w:tc>
      </w:tr>
      <w:tr w:rsidR="009D1151" w:rsidTr="00D24C50">
        <w:tc>
          <w:tcPr>
            <w:tcW w:w="4889" w:type="dxa"/>
          </w:tcPr>
          <w:p w:rsidR="009D1151" w:rsidRDefault="009D1151">
            <w:r>
              <w:t>Danmarks Naturfredningsforening</w:t>
            </w:r>
          </w:p>
        </w:tc>
        <w:tc>
          <w:tcPr>
            <w:tcW w:w="4889" w:type="dxa"/>
          </w:tcPr>
          <w:p w:rsidR="009D1151" w:rsidRDefault="0055264A">
            <w:hyperlink r:id="rId33" w:history="1">
              <w:r w:rsidR="00CF1028" w:rsidRPr="00A86FF1">
                <w:rPr>
                  <w:rStyle w:val="Hyperlink"/>
                </w:rPr>
                <w:t>dn@dn.dk</w:t>
              </w:r>
            </w:hyperlink>
          </w:p>
        </w:tc>
      </w:tr>
      <w:tr w:rsidR="009D1151" w:rsidTr="00D24C50">
        <w:tc>
          <w:tcPr>
            <w:tcW w:w="4889" w:type="dxa"/>
          </w:tcPr>
          <w:p w:rsidR="009D1151" w:rsidRDefault="009D1151">
            <w:r>
              <w:t>Danmarks Rederiforening</w:t>
            </w:r>
          </w:p>
        </w:tc>
        <w:tc>
          <w:tcPr>
            <w:tcW w:w="4889" w:type="dxa"/>
          </w:tcPr>
          <w:p w:rsidR="009D1151" w:rsidRDefault="0055264A">
            <w:hyperlink r:id="rId34" w:history="1">
              <w:r w:rsidR="00CF1028" w:rsidRPr="00A86FF1">
                <w:rPr>
                  <w:rStyle w:val="Hyperlink"/>
                </w:rPr>
                <w:t>info@shipowners.dk</w:t>
              </w:r>
            </w:hyperlink>
          </w:p>
        </w:tc>
      </w:tr>
      <w:tr w:rsidR="009D1151" w:rsidTr="00D24C50">
        <w:tc>
          <w:tcPr>
            <w:tcW w:w="4889" w:type="dxa"/>
          </w:tcPr>
          <w:p w:rsidR="009D1151" w:rsidRDefault="009D1151">
            <w:r>
              <w:t>Danmarks Sportsfiskerforbund</w:t>
            </w:r>
          </w:p>
        </w:tc>
        <w:tc>
          <w:tcPr>
            <w:tcW w:w="4889" w:type="dxa"/>
          </w:tcPr>
          <w:p w:rsidR="009D1151" w:rsidRDefault="0055264A">
            <w:hyperlink r:id="rId35" w:history="1">
              <w:r w:rsidR="00CF1028" w:rsidRPr="00A86FF1">
                <w:rPr>
                  <w:rStyle w:val="Hyperlink"/>
                </w:rPr>
                <w:t>post@sportsfiskerforbundet.dk</w:t>
              </w:r>
            </w:hyperlink>
          </w:p>
        </w:tc>
      </w:tr>
      <w:tr w:rsidR="009D1151" w:rsidTr="00D24C50">
        <w:tc>
          <w:tcPr>
            <w:tcW w:w="4889" w:type="dxa"/>
          </w:tcPr>
          <w:p w:rsidR="009D1151" w:rsidRDefault="009D1151">
            <w:r>
              <w:t>Dansk Akvakultur</w:t>
            </w:r>
          </w:p>
        </w:tc>
        <w:tc>
          <w:tcPr>
            <w:tcW w:w="4889" w:type="dxa"/>
          </w:tcPr>
          <w:p w:rsidR="009D1151" w:rsidRDefault="0055264A">
            <w:hyperlink r:id="rId36" w:history="1">
              <w:r w:rsidR="00CF1028" w:rsidRPr="00A86FF1">
                <w:rPr>
                  <w:rStyle w:val="Hyperlink"/>
                </w:rPr>
                <w:t>danskakvakultur@danskakvakultur.dk</w:t>
              </w:r>
            </w:hyperlink>
          </w:p>
        </w:tc>
      </w:tr>
      <w:tr w:rsidR="009D1151" w:rsidTr="00D24C50">
        <w:tc>
          <w:tcPr>
            <w:tcW w:w="4889" w:type="dxa"/>
          </w:tcPr>
          <w:p w:rsidR="009D1151" w:rsidRDefault="009D1151">
            <w:r>
              <w:t>Dansk Amatørfiskeforening</w:t>
            </w:r>
          </w:p>
        </w:tc>
        <w:tc>
          <w:tcPr>
            <w:tcW w:w="4889" w:type="dxa"/>
          </w:tcPr>
          <w:p w:rsidR="009D1151" w:rsidRDefault="0055264A">
            <w:hyperlink r:id="rId37" w:history="1">
              <w:r w:rsidR="00CF1028" w:rsidRPr="00A86FF1">
                <w:rPr>
                  <w:rStyle w:val="Hyperlink"/>
                </w:rPr>
                <w:t>Daff.medlemskontor@live.dk</w:t>
              </w:r>
            </w:hyperlink>
            <w:r w:rsidR="00CF1028">
              <w:t xml:space="preserve"> </w:t>
            </w:r>
          </w:p>
        </w:tc>
      </w:tr>
      <w:tr w:rsidR="009D1151" w:rsidTr="00D24C50">
        <w:tc>
          <w:tcPr>
            <w:tcW w:w="4889" w:type="dxa"/>
          </w:tcPr>
          <w:p w:rsidR="009D1151" w:rsidRDefault="009D1151">
            <w:r>
              <w:t>Dansk Botanisk Forening</w:t>
            </w:r>
          </w:p>
        </w:tc>
        <w:tc>
          <w:tcPr>
            <w:tcW w:w="4889" w:type="dxa"/>
          </w:tcPr>
          <w:p w:rsidR="009D1151" w:rsidRDefault="0055264A">
            <w:hyperlink r:id="rId38" w:history="1">
              <w:r w:rsidR="00CF1028" w:rsidRPr="00A86FF1">
                <w:rPr>
                  <w:rStyle w:val="Hyperlink"/>
                </w:rPr>
                <w:t>kontor@botaniskforening.dk</w:t>
              </w:r>
            </w:hyperlink>
          </w:p>
        </w:tc>
      </w:tr>
      <w:tr w:rsidR="009D1151" w:rsidTr="00D24C50">
        <w:tc>
          <w:tcPr>
            <w:tcW w:w="4889" w:type="dxa"/>
          </w:tcPr>
          <w:p w:rsidR="009D1151" w:rsidRDefault="009D1151">
            <w:r>
              <w:t>Dansk Byplanlaboratorium</w:t>
            </w:r>
          </w:p>
        </w:tc>
        <w:tc>
          <w:tcPr>
            <w:tcW w:w="4889" w:type="dxa"/>
          </w:tcPr>
          <w:p w:rsidR="009D1151" w:rsidRDefault="0055264A">
            <w:hyperlink r:id="rId39" w:history="1">
              <w:r w:rsidR="00CF1028" w:rsidRPr="00A86FF1">
                <w:rPr>
                  <w:rStyle w:val="Hyperlink"/>
                </w:rPr>
                <w:t>db@byplanlab.dk</w:t>
              </w:r>
            </w:hyperlink>
          </w:p>
        </w:tc>
      </w:tr>
      <w:tr w:rsidR="009D1151" w:rsidTr="00D24C50">
        <w:tc>
          <w:tcPr>
            <w:tcW w:w="4889" w:type="dxa"/>
          </w:tcPr>
          <w:p w:rsidR="009D1151" w:rsidRDefault="009D1151">
            <w:r>
              <w:t>Dansk Camping Union</w:t>
            </w:r>
          </w:p>
        </w:tc>
        <w:tc>
          <w:tcPr>
            <w:tcW w:w="4889" w:type="dxa"/>
          </w:tcPr>
          <w:p w:rsidR="009D1151" w:rsidRDefault="0055264A">
            <w:hyperlink r:id="rId40" w:history="1">
              <w:r w:rsidR="00CF1028" w:rsidRPr="00A86FF1">
                <w:rPr>
                  <w:rStyle w:val="Hyperlink"/>
                </w:rPr>
                <w:t>info@dcu.dk</w:t>
              </w:r>
            </w:hyperlink>
          </w:p>
        </w:tc>
      </w:tr>
      <w:tr w:rsidR="009D1151" w:rsidTr="00D24C50">
        <w:tc>
          <w:tcPr>
            <w:tcW w:w="4889" w:type="dxa"/>
          </w:tcPr>
          <w:p w:rsidR="009D1151" w:rsidRDefault="009D1151">
            <w:r>
              <w:t>Dansk Cyklistforbund</w:t>
            </w:r>
          </w:p>
        </w:tc>
        <w:tc>
          <w:tcPr>
            <w:tcW w:w="4889" w:type="dxa"/>
          </w:tcPr>
          <w:p w:rsidR="009D1151" w:rsidRDefault="0055264A">
            <w:hyperlink r:id="rId41" w:history="1">
              <w:r w:rsidR="00CF1028" w:rsidRPr="00A86FF1">
                <w:rPr>
                  <w:rStyle w:val="Hyperlink"/>
                </w:rPr>
                <w:t>post@cyklistforbundet.dk</w:t>
              </w:r>
            </w:hyperlink>
          </w:p>
        </w:tc>
      </w:tr>
      <w:tr w:rsidR="009D1151" w:rsidTr="00D24C50">
        <w:tc>
          <w:tcPr>
            <w:tcW w:w="4889" w:type="dxa"/>
          </w:tcPr>
          <w:p w:rsidR="009D1151" w:rsidRDefault="009D1151">
            <w:r>
              <w:t>Dansk Energi</w:t>
            </w:r>
          </w:p>
        </w:tc>
        <w:tc>
          <w:tcPr>
            <w:tcW w:w="4889" w:type="dxa"/>
          </w:tcPr>
          <w:p w:rsidR="009D1151" w:rsidRDefault="0055264A">
            <w:hyperlink r:id="rId42" w:history="1">
              <w:r w:rsidR="00CF1028" w:rsidRPr="00A86FF1">
                <w:rPr>
                  <w:rStyle w:val="Hyperlink"/>
                </w:rPr>
                <w:t>info@danskenergi.dk</w:t>
              </w:r>
            </w:hyperlink>
          </w:p>
        </w:tc>
      </w:tr>
      <w:tr w:rsidR="009D1151" w:rsidTr="00D24C50">
        <w:tc>
          <w:tcPr>
            <w:tcW w:w="4889" w:type="dxa"/>
          </w:tcPr>
          <w:p w:rsidR="009D1151" w:rsidRDefault="009D1151">
            <w:r>
              <w:t>Dansk Energi Brancheforening</w:t>
            </w:r>
          </w:p>
        </w:tc>
        <w:tc>
          <w:tcPr>
            <w:tcW w:w="4889" w:type="dxa"/>
          </w:tcPr>
          <w:p w:rsidR="009D1151" w:rsidRDefault="0055264A">
            <w:hyperlink r:id="rId43" w:history="1">
              <w:r w:rsidR="00CF1028" w:rsidRPr="00A86FF1">
                <w:rPr>
                  <w:rStyle w:val="Hyperlink"/>
                </w:rPr>
                <w:t>debra@energibranchen.dk</w:t>
              </w:r>
            </w:hyperlink>
          </w:p>
        </w:tc>
      </w:tr>
      <w:tr w:rsidR="009D1151" w:rsidTr="00D24C50">
        <w:tc>
          <w:tcPr>
            <w:tcW w:w="4889" w:type="dxa"/>
          </w:tcPr>
          <w:p w:rsidR="009D1151" w:rsidRDefault="009D1151">
            <w:r>
              <w:t>Dansk Fritidsfiskeforbund</w:t>
            </w:r>
          </w:p>
        </w:tc>
        <w:tc>
          <w:tcPr>
            <w:tcW w:w="4889" w:type="dxa"/>
          </w:tcPr>
          <w:p w:rsidR="009D1151" w:rsidRDefault="0055264A">
            <w:hyperlink r:id="rId44" w:history="1">
              <w:r w:rsidR="00CF1028" w:rsidRPr="00A86FF1">
                <w:rPr>
                  <w:rStyle w:val="Hyperlink"/>
                </w:rPr>
                <w:t>teamst@gmail.dk</w:t>
              </w:r>
            </w:hyperlink>
          </w:p>
        </w:tc>
      </w:tr>
      <w:tr w:rsidR="009D1151" w:rsidTr="00D24C50">
        <w:tc>
          <w:tcPr>
            <w:tcW w:w="4889" w:type="dxa"/>
          </w:tcPr>
          <w:p w:rsidR="009D1151" w:rsidRDefault="009D1151" w:rsidP="009D1151">
            <w:r w:rsidRPr="009D1151">
              <w:t>Dansk Fåreavl</w:t>
            </w:r>
            <w:r>
              <w:t xml:space="preserve"> </w:t>
            </w:r>
          </w:p>
        </w:tc>
        <w:tc>
          <w:tcPr>
            <w:tcW w:w="4889" w:type="dxa"/>
          </w:tcPr>
          <w:p w:rsidR="009D1151" w:rsidRDefault="0055264A">
            <w:hyperlink r:id="rId45" w:history="1">
              <w:r w:rsidR="00CF1028" w:rsidRPr="00A86FF1">
                <w:rPr>
                  <w:rStyle w:val="Hyperlink"/>
                </w:rPr>
                <w:t>faareavl@sheep.dk</w:t>
              </w:r>
            </w:hyperlink>
          </w:p>
        </w:tc>
      </w:tr>
      <w:tr w:rsidR="009D1151" w:rsidTr="00D24C50">
        <w:tc>
          <w:tcPr>
            <w:tcW w:w="4889" w:type="dxa"/>
          </w:tcPr>
          <w:p w:rsidR="009D1151" w:rsidRDefault="009D1151">
            <w:r w:rsidRPr="009D1151">
              <w:t>Dansk Gartneri</w:t>
            </w:r>
          </w:p>
        </w:tc>
        <w:tc>
          <w:tcPr>
            <w:tcW w:w="4889" w:type="dxa"/>
          </w:tcPr>
          <w:p w:rsidR="009D1151" w:rsidRDefault="0055264A">
            <w:hyperlink r:id="rId46" w:history="1">
              <w:r w:rsidR="00CF1028" w:rsidRPr="00A86FF1">
                <w:rPr>
                  <w:rStyle w:val="Hyperlink"/>
                </w:rPr>
                <w:t>danskgartneri@danskgartneri.dk</w:t>
              </w:r>
            </w:hyperlink>
          </w:p>
        </w:tc>
      </w:tr>
      <w:tr w:rsidR="00AD6507" w:rsidTr="00D24C50">
        <w:tc>
          <w:tcPr>
            <w:tcW w:w="4889" w:type="dxa"/>
          </w:tcPr>
          <w:p w:rsidR="00AD6507" w:rsidRDefault="00AD6507">
            <w:r>
              <w:t>Dansk Industri</w:t>
            </w:r>
          </w:p>
        </w:tc>
        <w:tc>
          <w:tcPr>
            <w:tcW w:w="4889" w:type="dxa"/>
          </w:tcPr>
          <w:p w:rsidR="00AD6507" w:rsidRDefault="0055264A">
            <w:hyperlink r:id="rId47" w:history="1">
              <w:r w:rsidR="00AD6507" w:rsidRPr="00731E93">
                <w:rPr>
                  <w:rStyle w:val="Hyperlink"/>
                </w:rPr>
                <w:t>di@di.dk</w:t>
              </w:r>
            </w:hyperlink>
            <w:r w:rsidR="00AD6507">
              <w:t xml:space="preserve"> </w:t>
            </w:r>
          </w:p>
        </w:tc>
      </w:tr>
      <w:tr w:rsidR="009D1151" w:rsidTr="00D24C50">
        <w:tc>
          <w:tcPr>
            <w:tcW w:w="4889" w:type="dxa"/>
          </w:tcPr>
          <w:p w:rsidR="009D1151" w:rsidRDefault="009D1151">
            <w:r>
              <w:t>Dansk Jagt- og Skovbrugsmuseum</w:t>
            </w:r>
          </w:p>
        </w:tc>
        <w:tc>
          <w:tcPr>
            <w:tcW w:w="4889" w:type="dxa"/>
          </w:tcPr>
          <w:p w:rsidR="009D1151" w:rsidRDefault="0055264A">
            <w:hyperlink r:id="rId48" w:history="1">
              <w:r w:rsidR="00CF1028" w:rsidRPr="00A86FF1">
                <w:rPr>
                  <w:rStyle w:val="Hyperlink"/>
                </w:rPr>
                <w:t>museum@jagtskov.dk</w:t>
              </w:r>
            </w:hyperlink>
          </w:p>
        </w:tc>
      </w:tr>
      <w:tr w:rsidR="009D1151" w:rsidTr="00D24C50">
        <w:tc>
          <w:tcPr>
            <w:tcW w:w="4889" w:type="dxa"/>
          </w:tcPr>
          <w:p w:rsidR="009D1151" w:rsidRDefault="009D1151">
            <w:r>
              <w:t>Danske Juletræer</w:t>
            </w:r>
          </w:p>
        </w:tc>
        <w:tc>
          <w:tcPr>
            <w:tcW w:w="4889" w:type="dxa"/>
          </w:tcPr>
          <w:p w:rsidR="009D1151" w:rsidRDefault="0055264A">
            <w:hyperlink r:id="rId49" w:history="1">
              <w:r w:rsidR="00CF1028" w:rsidRPr="00A86FF1">
                <w:rPr>
                  <w:rStyle w:val="Hyperlink"/>
                </w:rPr>
                <w:t>info@christmastree.dk</w:t>
              </w:r>
            </w:hyperlink>
          </w:p>
        </w:tc>
      </w:tr>
      <w:tr w:rsidR="009D1151" w:rsidTr="00D24C50">
        <w:tc>
          <w:tcPr>
            <w:tcW w:w="4889" w:type="dxa"/>
          </w:tcPr>
          <w:p w:rsidR="009D1151" w:rsidRDefault="009D1151">
            <w:r>
              <w:t>Dansk Kano og Kajakforbund</w:t>
            </w:r>
          </w:p>
        </w:tc>
        <w:tc>
          <w:tcPr>
            <w:tcW w:w="4889" w:type="dxa"/>
          </w:tcPr>
          <w:p w:rsidR="009D1151" w:rsidRDefault="0055264A">
            <w:hyperlink r:id="rId50" w:history="1">
              <w:r w:rsidR="00CF1028" w:rsidRPr="00A86FF1">
                <w:rPr>
                  <w:rStyle w:val="Hyperlink"/>
                </w:rPr>
                <w:t>miljo@kano-kajak.dk</w:t>
              </w:r>
            </w:hyperlink>
          </w:p>
        </w:tc>
      </w:tr>
      <w:tr w:rsidR="009D1151" w:rsidTr="00D24C50">
        <w:tc>
          <w:tcPr>
            <w:tcW w:w="4889" w:type="dxa"/>
          </w:tcPr>
          <w:p w:rsidR="009D1151" w:rsidRDefault="009D1151">
            <w:r>
              <w:t>Dansk Landbrugsrådgivning</w:t>
            </w:r>
          </w:p>
        </w:tc>
        <w:tc>
          <w:tcPr>
            <w:tcW w:w="4889" w:type="dxa"/>
          </w:tcPr>
          <w:p w:rsidR="009D1151" w:rsidRDefault="0055264A">
            <w:hyperlink r:id="rId51" w:history="1">
              <w:r w:rsidR="00CF1028" w:rsidRPr="00A86FF1">
                <w:rPr>
                  <w:rStyle w:val="Hyperlink"/>
                </w:rPr>
                <w:t>info@dlbr.dk</w:t>
              </w:r>
            </w:hyperlink>
          </w:p>
        </w:tc>
      </w:tr>
      <w:tr w:rsidR="009D1151" w:rsidTr="00D24C50">
        <w:tc>
          <w:tcPr>
            <w:tcW w:w="4889" w:type="dxa"/>
          </w:tcPr>
          <w:p w:rsidR="009D1151" w:rsidRDefault="009D1151">
            <w:r>
              <w:t>Dansk Land- og Strandjagt</w:t>
            </w:r>
          </w:p>
        </w:tc>
        <w:tc>
          <w:tcPr>
            <w:tcW w:w="4889" w:type="dxa"/>
          </w:tcPr>
          <w:p w:rsidR="009D1151" w:rsidRDefault="0055264A">
            <w:hyperlink r:id="rId52" w:history="1">
              <w:r w:rsidR="00CF1028" w:rsidRPr="00A86FF1">
                <w:rPr>
                  <w:rStyle w:val="Hyperlink"/>
                </w:rPr>
                <w:t>formand@dls-jagt.dk</w:t>
              </w:r>
            </w:hyperlink>
          </w:p>
        </w:tc>
      </w:tr>
      <w:tr w:rsidR="009D1151" w:rsidTr="00D24C50">
        <w:tc>
          <w:tcPr>
            <w:tcW w:w="4889" w:type="dxa"/>
          </w:tcPr>
          <w:p w:rsidR="009D1151" w:rsidRDefault="009D1151">
            <w:r>
              <w:t>Dansk Miljøteknologi</w:t>
            </w:r>
          </w:p>
        </w:tc>
        <w:tc>
          <w:tcPr>
            <w:tcW w:w="4889" w:type="dxa"/>
          </w:tcPr>
          <w:p w:rsidR="009D1151" w:rsidRDefault="0055264A">
            <w:hyperlink r:id="rId53" w:history="1">
              <w:r w:rsidR="00CF1028" w:rsidRPr="00A86FF1">
                <w:rPr>
                  <w:rStyle w:val="Hyperlink"/>
                </w:rPr>
                <w:t>jj@danskmiljoteknologi.dk</w:t>
              </w:r>
            </w:hyperlink>
            <w:r w:rsidR="00CF1028">
              <w:t xml:space="preserve"> </w:t>
            </w:r>
          </w:p>
        </w:tc>
      </w:tr>
      <w:tr w:rsidR="009D1151" w:rsidTr="00D24C50">
        <w:tc>
          <w:tcPr>
            <w:tcW w:w="4889" w:type="dxa"/>
          </w:tcPr>
          <w:p w:rsidR="009D1151" w:rsidRDefault="009D1151">
            <w:r>
              <w:t>Dansk Ornitologisk Forening</w:t>
            </w:r>
          </w:p>
        </w:tc>
        <w:tc>
          <w:tcPr>
            <w:tcW w:w="4889" w:type="dxa"/>
          </w:tcPr>
          <w:p w:rsidR="009D1151" w:rsidRDefault="0055264A">
            <w:hyperlink r:id="rId54" w:history="1">
              <w:r w:rsidR="00CF1028" w:rsidRPr="00A86FF1">
                <w:rPr>
                  <w:rStyle w:val="Hyperlink"/>
                </w:rPr>
                <w:t>dof@dof.dk</w:t>
              </w:r>
            </w:hyperlink>
          </w:p>
        </w:tc>
      </w:tr>
      <w:tr w:rsidR="009D1151" w:rsidTr="00D24C50">
        <w:tc>
          <w:tcPr>
            <w:tcW w:w="4889" w:type="dxa"/>
          </w:tcPr>
          <w:p w:rsidR="009D1151" w:rsidRDefault="001A6447">
            <w:r>
              <w:t>Dansk Pattedyrforening</w:t>
            </w:r>
          </w:p>
        </w:tc>
        <w:tc>
          <w:tcPr>
            <w:tcW w:w="4889" w:type="dxa"/>
          </w:tcPr>
          <w:p w:rsidR="009D1151" w:rsidRDefault="0055264A" w:rsidP="00CF1028">
            <w:hyperlink r:id="rId55" w:history="1">
              <w:r w:rsidR="00CF1028" w:rsidRPr="00A86FF1">
                <w:rPr>
                  <w:rStyle w:val="Hyperlink"/>
                </w:rPr>
                <w:t>dpf@pattedyrforening.dk</w:t>
              </w:r>
            </w:hyperlink>
          </w:p>
        </w:tc>
      </w:tr>
      <w:tr w:rsidR="009D1151" w:rsidTr="00D24C50">
        <w:tc>
          <w:tcPr>
            <w:tcW w:w="4889" w:type="dxa"/>
          </w:tcPr>
          <w:p w:rsidR="009D1151" w:rsidRDefault="001A6447">
            <w:r>
              <w:t>Dansk Pelsavlerforening</w:t>
            </w:r>
          </w:p>
        </w:tc>
        <w:tc>
          <w:tcPr>
            <w:tcW w:w="4889" w:type="dxa"/>
          </w:tcPr>
          <w:p w:rsidR="009D1151" w:rsidRDefault="0055264A" w:rsidP="00CF1028">
            <w:hyperlink r:id="rId56" w:history="1">
              <w:r w:rsidR="00CF1028" w:rsidRPr="00A86FF1">
                <w:rPr>
                  <w:rStyle w:val="Hyperlink"/>
                </w:rPr>
                <w:t>mail@kopenhagenfur.dk</w:t>
              </w:r>
            </w:hyperlink>
          </w:p>
        </w:tc>
      </w:tr>
      <w:tr w:rsidR="007D7A56" w:rsidTr="00D24C50">
        <w:tc>
          <w:tcPr>
            <w:tcW w:w="4889" w:type="dxa"/>
          </w:tcPr>
          <w:p w:rsidR="007D7A56" w:rsidRDefault="007D7A56">
            <w:pPr>
              <w:rPr>
                <w:rFonts w:ascii="StagSans-Light" w:hAnsi="StagSans-Light" w:cs="StagSans-Light"/>
                <w:sz w:val="19"/>
                <w:szCs w:val="19"/>
              </w:rPr>
            </w:pPr>
            <w:r>
              <w:rPr>
                <w:rFonts w:ascii="StagSans-Light" w:hAnsi="StagSans-Light" w:cs="StagSans-Light"/>
                <w:sz w:val="19"/>
                <w:szCs w:val="19"/>
              </w:rPr>
              <w:t>Dansk Planteskoleejerforening</w:t>
            </w:r>
          </w:p>
        </w:tc>
        <w:tc>
          <w:tcPr>
            <w:tcW w:w="4889" w:type="dxa"/>
          </w:tcPr>
          <w:p w:rsidR="007D7A56" w:rsidRPr="00E77CA9" w:rsidRDefault="0055264A">
            <w:pPr>
              <w:rPr>
                <w:rStyle w:val="Hyperlink"/>
              </w:rPr>
            </w:pPr>
            <w:hyperlink r:id="rId57" w:history="1">
              <w:r w:rsidR="007D7A56" w:rsidRPr="00E77CA9">
                <w:rPr>
                  <w:rStyle w:val="Hyperlink"/>
                </w:rPr>
                <w:t>bnl@vfl.dk</w:t>
              </w:r>
            </w:hyperlink>
          </w:p>
        </w:tc>
      </w:tr>
      <w:tr w:rsidR="007D7A56" w:rsidTr="00D24C50">
        <w:tc>
          <w:tcPr>
            <w:tcW w:w="4889" w:type="dxa"/>
          </w:tcPr>
          <w:p w:rsidR="007D7A56" w:rsidRDefault="007D7A56">
            <w:r>
              <w:t>Danske Planteskoler</w:t>
            </w:r>
          </w:p>
        </w:tc>
        <w:tc>
          <w:tcPr>
            <w:tcW w:w="4889" w:type="dxa"/>
          </w:tcPr>
          <w:p w:rsidR="007D7A56" w:rsidRPr="00E77CA9" w:rsidRDefault="007D7A56">
            <w:pPr>
              <w:rPr>
                <w:rStyle w:val="Hyperlink"/>
              </w:rPr>
            </w:pPr>
            <w:r w:rsidRPr="00E77CA9">
              <w:rPr>
                <w:rStyle w:val="Hyperlink"/>
              </w:rPr>
              <w:t>info@danskeplanteskoler.dk</w:t>
            </w:r>
          </w:p>
        </w:tc>
      </w:tr>
      <w:tr w:rsidR="009D1151" w:rsidTr="00D24C50">
        <w:tc>
          <w:tcPr>
            <w:tcW w:w="4889" w:type="dxa"/>
          </w:tcPr>
          <w:p w:rsidR="009D1151" w:rsidRDefault="001A6447">
            <w:r>
              <w:t>Dansk Planteværn</w:t>
            </w:r>
          </w:p>
        </w:tc>
        <w:tc>
          <w:tcPr>
            <w:tcW w:w="4889" w:type="dxa"/>
          </w:tcPr>
          <w:p w:rsidR="009D1151" w:rsidRDefault="0055264A">
            <w:hyperlink r:id="rId58" w:history="1">
              <w:r w:rsidR="00CF1028" w:rsidRPr="00A86FF1">
                <w:rPr>
                  <w:rStyle w:val="Hyperlink"/>
                </w:rPr>
                <w:t>info@plantevaern.dk</w:t>
              </w:r>
            </w:hyperlink>
          </w:p>
        </w:tc>
      </w:tr>
      <w:tr w:rsidR="009D1151" w:rsidTr="00D24C50">
        <w:tc>
          <w:tcPr>
            <w:tcW w:w="4889" w:type="dxa"/>
          </w:tcPr>
          <w:p w:rsidR="009D1151" w:rsidRDefault="001A6447">
            <w:r>
              <w:t xml:space="preserve">Dansk </w:t>
            </w:r>
            <w:proofErr w:type="spellStart"/>
            <w:r>
              <w:t>Rideforbund</w:t>
            </w:r>
            <w:proofErr w:type="spellEnd"/>
          </w:p>
        </w:tc>
        <w:tc>
          <w:tcPr>
            <w:tcW w:w="4889" w:type="dxa"/>
          </w:tcPr>
          <w:p w:rsidR="009D1151" w:rsidRDefault="0055264A">
            <w:hyperlink r:id="rId59" w:history="1">
              <w:r w:rsidR="00CF1028" w:rsidRPr="00A86FF1">
                <w:rPr>
                  <w:rStyle w:val="Hyperlink"/>
                </w:rPr>
                <w:t>info@rideforbund.dk</w:t>
              </w:r>
            </w:hyperlink>
          </w:p>
        </w:tc>
      </w:tr>
      <w:tr w:rsidR="009D1151" w:rsidTr="00D24C50">
        <w:tc>
          <w:tcPr>
            <w:tcW w:w="4889" w:type="dxa"/>
          </w:tcPr>
          <w:p w:rsidR="009D1151" w:rsidRDefault="001A6447">
            <w:r>
              <w:t>Dansk Sejlunion</w:t>
            </w:r>
          </w:p>
        </w:tc>
        <w:tc>
          <w:tcPr>
            <w:tcW w:w="4889" w:type="dxa"/>
          </w:tcPr>
          <w:p w:rsidR="009D1151" w:rsidRDefault="0055264A">
            <w:hyperlink r:id="rId60" w:history="1">
              <w:r w:rsidR="00CF1028" w:rsidRPr="00A86FF1">
                <w:rPr>
                  <w:rStyle w:val="Hyperlink"/>
                </w:rPr>
                <w:t>ds@sejlsport.dk</w:t>
              </w:r>
            </w:hyperlink>
          </w:p>
        </w:tc>
      </w:tr>
      <w:tr w:rsidR="009D1151" w:rsidTr="00D24C50">
        <w:tc>
          <w:tcPr>
            <w:tcW w:w="4889" w:type="dxa"/>
          </w:tcPr>
          <w:p w:rsidR="009D1151" w:rsidRDefault="001A6447">
            <w:r>
              <w:t>Dansk Skovforening</w:t>
            </w:r>
          </w:p>
        </w:tc>
        <w:tc>
          <w:tcPr>
            <w:tcW w:w="4889" w:type="dxa"/>
          </w:tcPr>
          <w:p w:rsidR="009D1151" w:rsidRDefault="0055264A">
            <w:hyperlink r:id="rId61" w:history="1">
              <w:r w:rsidR="00CF1028" w:rsidRPr="00A86FF1">
                <w:rPr>
                  <w:rStyle w:val="Hyperlink"/>
                </w:rPr>
                <w:t>info@skovforeningen.dk</w:t>
              </w:r>
            </w:hyperlink>
          </w:p>
        </w:tc>
      </w:tr>
      <w:tr w:rsidR="009D1151" w:rsidTr="00D24C50">
        <w:tc>
          <w:tcPr>
            <w:tcW w:w="4889" w:type="dxa"/>
          </w:tcPr>
          <w:p w:rsidR="009D1151" w:rsidRDefault="001A6447">
            <w:r>
              <w:t>Dansk Sportsdykker Forbund</w:t>
            </w:r>
          </w:p>
        </w:tc>
        <w:tc>
          <w:tcPr>
            <w:tcW w:w="4889" w:type="dxa"/>
          </w:tcPr>
          <w:p w:rsidR="009D1151" w:rsidRDefault="0055264A">
            <w:hyperlink r:id="rId62" w:history="1">
              <w:r w:rsidR="00CF1028" w:rsidRPr="00A86FF1">
                <w:rPr>
                  <w:rStyle w:val="Hyperlink"/>
                </w:rPr>
                <w:t>dsf@sportsdykning.dk</w:t>
              </w:r>
            </w:hyperlink>
          </w:p>
        </w:tc>
      </w:tr>
      <w:tr w:rsidR="007D7A56" w:rsidTr="00D24C50">
        <w:tc>
          <w:tcPr>
            <w:tcW w:w="4889" w:type="dxa"/>
          </w:tcPr>
          <w:p w:rsidR="007D7A56" w:rsidRDefault="007D7A56">
            <w:r>
              <w:rPr>
                <w:rFonts w:ascii="StagSans-Light" w:hAnsi="StagSans-Light" w:cs="StagSans-Light"/>
                <w:sz w:val="19"/>
                <w:szCs w:val="19"/>
              </w:rPr>
              <w:t>Danmarks Sportsfiskerforbund</w:t>
            </w:r>
          </w:p>
        </w:tc>
        <w:tc>
          <w:tcPr>
            <w:tcW w:w="4889" w:type="dxa"/>
          </w:tcPr>
          <w:p w:rsidR="007D7A56" w:rsidRDefault="0055264A">
            <w:hyperlink r:id="rId63" w:history="1">
              <w:r w:rsidR="007D7A56" w:rsidRPr="007D7A56">
                <w:rPr>
                  <w:rStyle w:val="Hyperlink"/>
                </w:rPr>
                <w:t>post@sportsfiskerforbundet.dk</w:t>
              </w:r>
            </w:hyperlink>
          </w:p>
        </w:tc>
      </w:tr>
      <w:tr w:rsidR="009D1151" w:rsidTr="00D24C50">
        <w:tc>
          <w:tcPr>
            <w:tcW w:w="4889" w:type="dxa"/>
          </w:tcPr>
          <w:p w:rsidR="009D1151" w:rsidRDefault="001A6447">
            <w:r>
              <w:t>Dansk Træforening</w:t>
            </w:r>
          </w:p>
        </w:tc>
        <w:tc>
          <w:tcPr>
            <w:tcW w:w="4889" w:type="dxa"/>
          </w:tcPr>
          <w:p w:rsidR="009D1151" w:rsidRDefault="0055264A">
            <w:hyperlink r:id="rId64" w:history="1">
              <w:r w:rsidR="00CF1028" w:rsidRPr="00A86FF1">
                <w:rPr>
                  <w:rStyle w:val="Hyperlink"/>
                </w:rPr>
                <w:t>dktimber@dktimber.dk</w:t>
              </w:r>
            </w:hyperlink>
          </w:p>
        </w:tc>
      </w:tr>
      <w:tr w:rsidR="009D1151" w:rsidTr="00D24C50">
        <w:tc>
          <w:tcPr>
            <w:tcW w:w="4889" w:type="dxa"/>
          </w:tcPr>
          <w:p w:rsidR="009D1151" w:rsidRDefault="001A6447">
            <w:r>
              <w:t>Dansk Træinformation</w:t>
            </w:r>
          </w:p>
        </w:tc>
        <w:tc>
          <w:tcPr>
            <w:tcW w:w="4889" w:type="dxa"/>
          </w:tcPr>
          <w:p w:rsidR="009D1151" w:rsidRDefault="0055264A">
            <w:hyperlink r:id="rId65" w:history="1">
              <w:r w:rsidR="00CF1028" w:rsidRPr="00A86FF1">
                <w:rPr>
                  <w:rStyle w:val="Hyperlink"/>
                </w:rPr>
                <w:t>traeinfo@traeinfo.dk</w:t>
              </w:r>
            </w:hyperlink>
          </w:p>
        </w:tc>
      </w:tr>
      <w:tr w:rsidR="009D1151" w:rsidTr="00D24C50">
        <w:tc>
          <w:tcPr>
            <w:tcW w:w="4889" w:type="dxa"/>
          </w:tcPr>
          <w:p w:rsidR="009D1151" w:rsidRDefault="001A6447">
            <w:r>
              <w:t>Dansk Vand- og Spildevandsforening</w:t>
            </w:r>
          </w:p>
        </w:tc>
        <w:tc>
          <w:tcPr>
            <w:tcW w:w="4889" w:type="dxa"/>
          </w:tcPr>
          <w:p w:rsidR="009D1151" w:rsidRDefault="0055264A">
            <w:hyperlink r:id="rId66" w:history="1">
              <w:r w:rsidR="00CF1028" w:rsidRPr="00A86FF1">
                <w:rPr>
                  <w:rStyle w:val="Hyperlink"/>
                </w:rPr>
                <w:t>danva@danva.dk</w:t>
              </w:r>
            </w:hyperlink>
          </w:p>
        </w:tc>
      </w:tr>
      <w:tr w:rsidR="009D1151" w:rsidTr="00D24C50">
        <w:tc>
          <w:tcPr>
            <w:tcW w:w="4889" w:type="dxa"/>
          </w:tcPr>
          <w:p w:rsidR="009D1151" w:rsidRDefault="001A6447">
            <w:r>
              <w:t xml:space="preserve">Dansk </w:t>
            </w:r>
            <w:proofErr w:type="spellStart"/>
            <w:r>
              <w:t>Vandrelaug</w:t>
            </w:r>
            <w:proofErr w:type="spellEnd"/>
          </w:p>
        </w:tc>
        <w:tc>
          <w:tcPr>
            <w:tcW w:w="4889" w:type="dxa"/>
          </w:tcPr>
          <w:p w:rsidR="009D1151" w:rsidRDefault="0055264A">
            <w:hyperlink r:id="rId67" w:history="1">
              <w:r w:rsidR="00CF1028" w:rsidRPr="00A86FF1">
                <w:rPr>
                  <w:rStyle w:val="Hyperlink"/>
                </w:rPr>
                <w:t>dvl@dvl.dk</w:t>
              </w:r>
            </w:hyperlink>
          </w:p>
        </w:tc>
      </w:tr>
      <w:tr w:rsidR="009D1151" w:rsidTr="00D24C50">
        <w:tc>
          <w:tcPr>
            <w:tcW w:w="4889" w:type="dxa"/>
          </w:tcPr>
          <w:p w:rsidR="009D1151" w:rsidRDefault="001A6447">
            <w:r>
              <w:t>Danske Anlægsgartnere</w:t>
            </w:r>
          </w:p>
        </w:tc>
        <w:tc>
          <w:tcPr>
            <w:tcW w:w="4889" w:type="dxa"/>
          </w:tcPr>
          <w:p w:rsidR="009D1151" w:rsidRDefault="0055264A">
            <w:hyperlink r:id="rId68" w:history="1">
              <w:r w:rsidR="00CF1028" w:rsidRPr="00A86FF1">
                <w:rPr>
                  <w:rStyle w:val="Hyperlink"/>
                </w:rPr>
                <w:t>info@dag.dk</w:t>
              </w:r>
            </w:hyperlink>
          </w:p>
        </w:tc>
      </w:tr>
      <w:tr w:rsidR="009D1151" w:rsidTr="00D24C50">
        <w:tc>
          <w:tcPr>
            <w:tcW w:w="4889" w:type="dxa"/>
          </w:tcPr>
          <w:p w:rsidR="009D1151" w:rsidRDefault="001A6447">
            <w:r>
              <w:t>Dansk Falkejagtklub</w:t>
            </w:r>
          </w:p>
        </w:tc>
        <w:tc>
          <w:tcPr>
            <w:tcW w:w="4889" w:type="dxa"/>
          </w:tcPr>
          <w:p w:rsidR="009D1151" w:rsidRDefault="0055264A">
            <w:hyperlink r:id="rId69" w:history="1">
              <w:r w:rsidR="00EA6027" w:rsidRPr="00A86FF1">
                <w:rPr>
                  <w:rStyle w:val="Hyperlink"/>
                </w:rPr>
                <w:t>kontakt@danskfalkejagtklub.dk</w:t>
              </w:r>
            </w:hyperlink>
          </w:p>
        </w:tc>
      </w:tr>
      <w:tr w:rsidR="009D1151" w:rsidTr="00D24C50">
        <w:tc>
          <w:tcPr>
            <w:tcW w:w="4889" w:type="dxa"/>
          </w:tcPr>
          <w:p w:rsidR="009D1151" w:rsidRDefault="001A6447">
            <w:r>
              <w:t>Danske Havne</w:t>
            </w:r>
          </w:p>
        </w:tc>
        <w:tc>
          <w:tcPr>
            <w:tcW w:w="4889" w:type="dxa"/>
          </w:tcPr>
          <w:p w:rsidR="009D1151" w:rsidRDefault="0055264A">
            <w:hyperlink r:id="rId70" w:history="1">
              <w:r w:rsidR="00EA6027" w:rsidRPr="00A86FF1">
                <w:rPr>
                  <w:rStyle w:val="Hyperlink"/>
                </w:rPr>
                <w:t>danskehavne@danskehavne.dk</w:t>
              </w:r>
            </w:hyperlink>
          </w:p>
        </w:tc>
      </w:tr>
      <w:tr w:rsidR="009D1151" w:rsidTr="00D24C50">
        <w:tc>
          <w:tcPr>
            <w:tcW w:w="4889" w:type="dxa"/>
          </w:tcPr>
          <w:p w:rsidR="009D1151" w:rsidRDefault="001A6447">
            <w:r>
              <w:t>Danske Landskabsarkitekter</w:t>
            </w:r>
          </w:p>
        </w:tc>
        <w:tc>
          <w:tcPr>
            <w:tcW w:w="4889" w:type="dxa"/>
          </w:tcPr>
          <w:p w:rsidR="009D1151" w:rsidRDefault="0055264A">
            <w:hyperlink r:id="rId71" w:history="1">
              <w:r w:rsidR="00EA6027" w:rsidRPr="00A86FF1">
                <w:rPr>
                  <w:rStyle w:val="Hyperlink"/>
                </w:rPr>
                <w:t>dl@landskabsarkitekter.dk</w:t>
              </w:r>
            </w:hyperlink>
          </w:p>
        </w:tc>
      </w:tr>
      <w:tr w:rsidR="009D1151" w:rsidTr="00D24C50">
        <w:tc>
          <w:tcPr>
            <w:tcW w:w="4889" w:type="dxa"/>
          </w:tcPr>
          <w:p w:rsidR="009D1151" w:rsidRDefault="001A6447">
            <w:r>
              <w:t>Dansk Maritime</w:t>
            </w:r>
          </w:p>
        </w:tc>
        <w:tc>
          <w:tcPr>
            <w:tcW w:w="4889" w:type="dxa"/>
          </w:tcPr>
          <w:p w:rsidR="009D1151" w:rsidRDefault="0055264A">
            <w:hyperlink r:id="rId72" w:history="1">
              <w:r w:rsidR="00EA6027" w:rsidRPr="00A86FF1">
                <w:rPr>
                  <w:rStyle w:val="Hyperlink"/>
                </w:rPr>
                <w:t>info@danskemaritime.dk</w:t>
              </w:r>
            </w:hyperlink>
          </w:p>
        </w:tc>
      </w:tr>
      <w:tr w:rsidR="009D1151" w:rsidTr="00D24C50">
        <w:tc>
          <w:tcPr>
            <w:tcW w:w="4889" w:type="dxa"/>
          </w:tcPr>
          <w:p w:rsidR="009D1151" w:rsidRDefault="001A6447">
            <w:r>
              <w:t>Danske Museer</w:t>
            </w:r>
          </w:p>
        </w:tc>
        <w:tc>
          <w:tcPr>
            <w:tcW w:w="4889" w:type="dxa"/>
          </w:tcPr>
          <w:p w:rsidR="009D1151" w:rsidRDefault="0055264A" w:rsidP="00EA6027">
            <w:hyperlink r:id="rId73" w:history="1">
              <w:r w:rsidR="00EA6027" w:rsidRPr="00A86FF1">
                <w:rPr>
                  <w:rStyle w:val="Hyperlink"/>
                </w:rPr>
                <w:t>info@dkmuseer.dk</w:t>
              </w:r>
            </w:hyperlink>
            <w:r w:rsidR="00EA6027">
              <w:t xml:space="preserve"> </w:t>
            </w:r>
          </w:p>
        </w:tc>
      </w:tr>
      <w:tr w:rsidR="009D1151" w:rsidTr="00D24C50">
        <w:tc>
          <w:tcPr>
            <w:tcW w:w="4889" w:type="dxa"/>
          </w:tcPr>
          <w:p w:rsidR="009D1151" w:rsidRDefault="001A6447">
            <w:r>
              <w:t>Danske Råstoffer</w:t>
            </w:r>
          </w:p>
        </w:tc>
        <w:tc>
          <w:tcPr>
            <w:tcW w:w="4889" w:type="dxa"/>
          </w:tcPr>
          <w:p w:rsidR="009D1151" w:rsidRDefault="0055264A">
            <w:hyperlink r:id="rId74" w:history="1">
              <w:r w:rsidR="00EA6027" w:rsidRPr="00A86FF1">
                <w:rPr>
                  <w:rStyle w:val="Hyperlink"/>
                </w:rPr>
                <w:t>lmv@danskbyggeri.dk</w:t>
              </w:r>
            </w:hyperlink>
          </w:p>
        </w:tc>
      </w:tr>
      <w:tr w:rsidR="009D1151" w:rsidTr="00D24C50">
        <w:tc>
          <w:tcPr>
            <w:tcW w:w="4889" w:type="dxa"/>
          </w:tcPr>
          <w:p w:rsidR="009D1151" w:rsidRDefault="001A6447">
            <w:r>
              <w:t>Danske Svineproducenter</w:t>
            </w:r>
          </w:p>
        </w:tc>
        <w:tc>
          <w:tcPr>
            <w:tcW w:w="4889" w:type="dxa"/>
          </w:tcPr>
          <w:p w:rsidR="009D1151" w:rsidRDefault="0055264A">
            <w:hyperlink r:id="rId75" w:history="1">
              <w:r w:rsidR="00EA6027" w:rsidRPr="00A86FF1">
                <w:rPr>
                  <w:rStyle w:val="Hyperlink"/>
                </w:rPr>
                <w:t>info@danskesvineproducenter.dk</w:t>
              </w:r>
            </w:hyperlink>
          </w:p>
        </w:tc>
      </w:tr>
      <w:tr w:rsidR="009D1151" w:rsidTr="00D24C50">
        <w:tc>
          <w:tcPr>
            <w:tcW w:w="4889" w:type="dxa"/>
          </w:tcPr>
          <w:p w:rsidR="009D1151" w:rsidRDefault="001A6447">
            <w:r>
              <w:lastRenderedPageBreak/>
              <w:t>Danske Træindustrier</w:t>
            </w:r>
          </w:p>
        </w:tc>
        <w:tc>
          <w:tcPr>
            <w:tcW w:w="4889" w:type="dxa"/>
          </w:tcPr>
          <w:p w:rsidR="009D1151" w:rsidRDefault="0055264A">
            <w:hyperlink r:id="rId76" w:history="1">
              <w:r w:rsidR="00EA6027" w:rsidRPr="00A86FF1">
                <w:rPr>
                  <w:rStyle w:val="Hyperlink"/>
                </w:rPr>
                <w:t>info@træ.dk</w:t>
              </w:r>
            </w:hyperlink>
          </w:p>
        </w:tc>
      </w:tr>
      <w:tr w:rsidR="00292C45" w:rsidTr="00D24C50">
        <w:tc>
          <w:tcPr>
            <w:tcW w:w="4889" w:type="dxa"/>
          </w:tcPr>
          <w:p w:rsidR="00292C45" w:rsidRDefault="00292C45">
            <w:r>
              <w:t>Danske Vandløb</w:t>
            </w:r>
          </w:p>
        </w:tc>
        <w:tc>
          <w:tcPr>
            <w:tcW w:w="4889" w:type="dxa"/>
          </w:tcPr>
          <w:p w:rsidR="00292C45" w:rsidRDefault="0055264A">
            <w:hyperlink r:id="rId77" w:history="1">
              <w:r w:rsidR="00EA6027" w:rsidRPr="00A86FF1">
                <w:rPr>
                  <w:rStyle w:val="Hyperlink"/>
                </w:rPr>
                <w:t>dv@danskevandloeb.dk</w:t>
              </w:r>
            </w:hyperlink>
          </w:p>
        </w:tc>
      </w:tr>
      <w:tr w:rsidR="00292C45" w:rsidTr="00D24C50">
        <w:tc>
          <w:tcPr>
            <w:tcW w:w="4889" w:type="dxa"/>
          </w:tcPr>
          <w:p w:rsidR="00292C45" w:rsidRDefault="00292C45" w:rsidP="00292C45">
            <w:r>
              <w:t>Den Danske Naturfond</w:t>
            </w:r>
          </w:p>
        </w:tc>
        <w:tc>
          <w:tcPr>
            <w:tcW w:w="4889" w:type="dxa"/>
          </w:tcPr>
          <w:p w:rsidR="00292C45" w:rsidRDefault="0055264A">
            <w:hyperlink r:id="rId78" w:history="1">
              <w:r w:rsidR="00EA6027" w:rsidRPr="00A86FF1">
                <w:rPr>
                  <w:rStyle w:val="Hyperlink"/>
                </w:rPr>
                <w:t>kontakt@ddnf.dk</w:t>
              </w:r>
            </w:hyperlink>
          </w:p>
        </w:tc>
      </w:tr>
      <w:tr w:rsidR="007D7A56" w:rsidTr="00D24C50">
        <w:tc>
          <w:tcPr>
            <w:tcW w:w="4889" w:type="dxa"/>
          </w:tcPr>
          <w:p w:rsidR="007D7A56" w:rsidRDefault="007D7A56">
            <w:r w:rsidRPr="007D7A56">
              <w:t>Dyrehandlernes brancheforening</w:t>
            </w:r>
          </w:p>
        </w:tc>
        <w:tc>
          <w:tcPr>
            <w:tcW w:w="4889" w:type="dxa"/>
          </w:tcPr>
          <w:p w:rsidR="007D7A56" w:rsidRPr="00E77CA9" w:rsidRDefault="007D7A56">
            <w:pPr>
              <w:rPr>
                <w:rStyle w:val="Hyperlink"/>
              </w:rPr>
            </w:pPr>
            <w:r w:rsidRPr="00E77CA9">
              <w:rPr>
                <w:rStyle w:val="Hyperlink"/>
              </w:rPr>
              <w:t>formand@fokus-dyr.dk</w:t>
            </w:r>
          </w:p>
        </w:tc>
      </w:tr>
      <w:tr w:rsidR="00292C45" w:rsidTr="00D24C50">
        <w:tc>
          <w:tcPr>
            <w:tcW w:w="4889" w:type="dxa"/>
          </w:tcPr>
          <w:p w:rsidR="00292C45" w:rsidRDefault="00292C45">
            <w:r>
              <w:t xml:space="preserve">KORA – Det Nationale Institut for Kommuners og Regioners Analyse og Forskning </w:t>
            </w:r>
          </w:p>
        </w:tc>
        <w:tc>
          <w:tcPr>
            <w:tcW w:w="4889" w:type="dxa"/>
          </w:tcPr>
          <w:p w:rsidR="00292C45" w:rsidRDefault="0055264A">
            <w:hyperlink r:id="rId79" w:history="1">
              <w:r w:rsidR="00EA6027" w:rsidRPr="00A86FF1">
                <w:rPr>
                  <w:rStyle w:val="Hyperlink"/>
                </w:rPr>
                <w:t>kora@kora.dk</w:t>
              </w:r>
            </w:hyperlink>
          </w:p>
        </w:tc>
      </w:tr>
      <w:tr w:rsidR="00292C45" w:rsidTr="00D24C50">
        <w:tc>
          <w:tcPr>
            <w:tcW w:w="4889" w:type="dxa"/>
          </w:tcPr>
          <w:p w:rsidR="00292C45" w:rsidRDefault="00292C45">
            <w:r>
              <w:t>Det Økologiske Råd</w:t>
            </w:r>
          </w:p>
        </w:tc>
        <w:tc>
          <w:tcPr>
            <w:tcW w:w="4889" w:type="dxa"/>
          </w:tcPr>
          <w:p w:rsidR="00292C45" w:rsidRDefault="0055264A">
            <w:hyperlink r:id="rId80" w:history="1">
              <w:r w:rsidR="00EA6027" w:rsidRPr="00A86FF1">
                <w:rPr>
                  <w:rStyle w:val="Hyperlink"/>
                </w:rPr>
                <w:t>info@ecocouncil.dk</w:t>
              </w:r>
            </w:hyperlink>
          </w:p>
        </w:tc>
      </w:tr>
      <w:tr w:rsidR="00292C45" w:rsidTr="00D24C50">
        <w:tc>
          <w:tcPr>
            <w:tcW w:w="4889" w:type="dxa"/>
          </w:tcPr>
          <w:p w:rsidR="00292C45" w:rsidRDefault="00292C45">
            <w:r>
              <w:t>Det Økonomiske Råd</w:t>
            </w:r>
          </w:p>
        </w:tc>
        <w:tc>
          <w:tcPr>
            <w:tcW w:w="4889" w:type="dxa"/>
          </w:tcPr>
          <w:p w:rsidR="00292C45" w:rsidRDefault="0055264A">
            <w:hyperlink r:id="rId81" w:history="1">
              <w:r w:rsidR="00EA6027" w:rsidRPr="00A86FF1">
                <w:rPr>
                  <w:rStyle w:val="Hyperlink"/>
                </w:rPr>
                <w:t>dors@dors.dk</w:t>
              </w:r>
            </w:hyperlink>
          </w:p>
        </w:tc>
      </w:tr>
      <w:tr w:rsidR="00292C45" w:rsidTr="00D24C50">
        <w:tc>
          <w:tcPr>
            <w:tcW w:w="4889" w:type="dxa"/>
          </w:tcPr>
          <w:p w:rsidR="00292C45" w:rsidRDefault="00292C45">
            <w:r>
              <w:t>DHI</w:t>
            </w:r>
          </w:p>
        </w:tc>
        <w:tc>
          <w:tcPr>
            <w:tcW w:w="4889" w:type="dxa"/>
          </w:tcPr>
          <w:p w:rsidR="00292C45" w:rsidRDefault="0055264A">
            <w:hyperlink r:id="rId82" w:history="1">
              <w:r w:rsidR="00060878" w:rsidRPr="00A86FF1">
                <w:rPr>
                  <w:rStyle w:val="Hyperlink"/>
                </w:rPr>
                <w:t>dhi@dhigroup.dk</w:t>
              </w:r>
            </w:hyperlink>
          </w:p>
        </w:tc>
      </w:tr>
      <w:tr w:rsidR="00292C45" w:rsidTr="00D24C50">
        <w:tc>
          <w:tcPr>
            <w:tcW w:w="4889" w:type="dxa"/>
          </w:tcPr>
          <w:p w:rsidR="00292C45" w:rsidRDefault="00292C45">
            <w:r>
              <w:t>Dyrenes Beskyttelse</w:t>
            </w:r>
          </w:p>
        </w:tc>
        <w:tc>
          <w:tcPr>
            <w:tcW w:w="4889" w:type="dxa"/>
          </w:tcPr>
          <w:p w:rsidR="00292C45" w:rsidRDefault="0055264A">
            <w:hyperlink r:id="rId83" w:history="1">
              <w:r w:rsidR="00060878" w:rsidRPr="00A86FF1">
                <w:rPr>
                  <w:rStyle w:val="Hyperlink"/>
                </w:rPr>
                <w:t>db@dyrenesbeskyttelse.dk</w:t>
              </w:r>
            </w:hyperlink>
          </w:p>
        </w:tc>
      </w:tr>
      <w:tr w:rsidR="00292C45" w:rsidTr="00D24C50">
        <w:tc>
          <w:tcPr>
            <w:tcW w:w="4889" w:type="dxa"/>
          </w:tcPr>
          <w:p w:rsidR="00292C45" w:rsidRDefault="00292C45">
            <w:r>
              <w:t>FAB – Foreningen for Byplanlæggere</w:t>
            </w:r>
          </w:p>
        </w:tc>
        <w:tc>
          <w:tcPr>
            <w:tcW w:w="4889" w:type="dxa"/>
          </w:tcPr>
          <w:p w:rsidR="00292C45" w:rsidRDefault="0055264A">
            <w:hyperlink r:id="rId84" w:history="1">
              <w:r w:rsidR="00060878" w:rsidRPr="00A86FF1">
                <w:rPr>
                  <w:rStyle w:val="Hyperlink"/>
                </w:rPr>
                <w:t>post@fabnet.dk</w:t>
              </w:r>
            </w:hyperlink>
          </w:p>
        </w:tc>
      </w:tr>
      <w:tr w:rsidR="00292C45" w:rsidTr="00D24C50">
        <w:tc>
          <w:tcPr>
            <w:tcW w:w="4889" w:type="dxa"/>
          </w:tcPr>
          <w:p w:rsidR="00292C45" w:rsidRDefault="00292C45">
            <w:r>
              <w:t>Feriehusudlejerens Brancheforening</w:t>
            </w:r>
          </w:p>
        </w:tc>
        <w:tc>
          <w:tcPr>
            <w:tcW w:w="4889" w:type="dxa"/>
          </w:tcPr>
          <w:p w:rsidR="00292C45" w:rsidRDefault="0055264A">
            <w:hyperlink r:id="rId85" w:history="1">
              <w:r w:rsidR="00060878" w:rsidRPr="00A86FF1">
                <w:rPr>
                  <w:rStyle w:val="Hyperlink"/>
                </w:rPr>
                <w:t>info@fbnet.dk</w:t>
              </w:r>
            </w:hyperlink>
          </w:p>
        </w:tc>
      </w:tr>
      <w:tr w:rsidR="00292C45" w:rsidTr="00D24C50">
        <w:tc>
          <w:tcPr>
            <w:tcW w:w="4889" w:type="dxa"/>
          </w:tcPr>
          <w:p w:rsidR="00292C45" w:rsidRDefault="00292C45">
            <w:r>
              <w:t>Ferskvandsfiskeriforeningen</w:t>
            </w:r>
          </w:p>
        </w:tc>
        <w:tc>
          <w:tcPr>
            <w:tcW w:w="4889" w:type="dxa"/>
          </w:tcPr>
          <w:p w:rsidR="00292C45" w:rsidRDefault="0055264A">
            <w:hyperlink r:id="rId86" w:history="1">
              <w:r w:rsidR="00060878" w:rsidRPr="00A86FF1">
                <w:rPr>
                  <w:rStyle w:val="Hyperlink"/>
                </w:rPr>
                <w:t>gun@ferskvandsfiskeriforeningen.dk</w:t>
              </w:r>
            </w:hyperlink>
            <w:r w:rsidR="00060878">
              <w:t xml:space="preserve"> </w:t>
            </w:r>
          </w:p>
        </w:tc>
      </w:tr>
      <w:tr w:rsidR="00292C45" w:rsidTr="00D24C50">
        <w:tc>
          <w:tcPr>
            <w:tcW w:w="4889" w:type="dxa"/>
          </w:tcPr>
          <w:p w:rsidR="00292C45" w:rsidRDefault="00292C45">
            <w:r>
              <w:t>Foreningen af Bæredygtige Byer og Bygninger</w:t>
            </w:r>
          </w:p>
        </w:tc>
        <w:tc>
          <w:tcPr>
            <w:tcW w:w="4889" w:type="dxa"/>
          </w:tcPr>
          <w:p w:rsidR="00292C45" w:rsidRDefault="0055264A">
            <w:hyperlink r:id="rId87" w:history="1">
              <w:r w:rsidR="00060878" w:rsidRPr="00A86FF1">
                <w:rPr>
                  <w:rStyle w:val="Hyperlink"/>
                </w:rPr>
                <w:t>et@greencities.eu</w:t>
              </w:r>
            </w:hyperlink>
          </w:p>
        </w:tc>
      </w:tr>
      <w:tr w:rsidR="00292C45" w:rsidTr="00D24C50">
        <w:tc>
          <w:tcPr>
            <w:tcW w:w="4889" w:type="dxa"/>
          </w:tcPr>
          <w:p w:rsidR="00292C45" w:rsidRDefault="00292C45">
            <w:proofErr w:type="spellStart"/>
            <w:r>
              <w:t>EnviNa</w:t>
            </w:r>
            <w:proofErr w:type="spellEnd"/>
            <w:r>
              <w:t xml:space="preserve"> – Foreningen af miljø-, plan- og naturmedarbejdere i det offentlige</w:t>
            </w:r>
          </w:p>
        </w:tc>
        <w:tc>
          <w:tcPr>
            <w:tcW w:w="4889" w:type="dxa"/>
          </w:tcPr>
          <w:p w:rsidR="00292C45" w:rsidRDefault="0055264A">
            <w:hyperlink r:id="rId88" w:history="1">
              <w:r w:rsidR="00060878" w:rsidRPr="00A86FF1">
                <w:rPr>
                  <w:rStyle w:val="Hyperlink"/>
                </w:rPr>
                <w:t>mail@envina.dk</w:t>
              </w:r>
            </w:hyperlink>
          </w:p>
        </w:tc>
      </w:tr>
      <w:tr w:rsidR="007D7A56" w:rsidTr="00D24C50">
        <w:tc>
          <w:tcPr>
            <w:tcW w:w="4889" w:type="dxa"/>
          </w:tcPr>
          <w:p w:rsidR="007D7A56" w:rsidRDefault="00E77CA9">
            <w:r>
              <w:rPr>
                <w:rFonts w:ascii="StagSans-Light" w:hAnsi="StagSans-Light" w:cs="StagSans-Light"/>
                <w:sz w:val="19"/>
                <w:szCs w:val="19"/>
              </w:rPr>
              <w:t>Entomologisk forening</w:t>
            </w:r>
          </w:p>
        </w:tc>
        <w:tc>
          <w:tcPr>
            <w:tcW w:w="4889" w:type="dxa"/>
          </w:tcPr>
          <w:p w:rsidR="007D7A56" w:rsidRPr="00E77CA9" w:rsidRDefault="0055264A">
            <w:pPr>
              <w:rPr>
                <w:rStyle w:val="Hyperlink"/>
              </w:rPr>
            </w:pPr>
            <w:hyperlink r:id="rId89" w:history="1">
              <w:r w:rsidR="00E77CA9" w:rsidRPr="00E77CA9">
                <w:rPr>
                  <w:rStyle w:val="Hyperlink"/>
                </w:rPr>
                <w:t>entomologiskforening@gmail.com</w:t>
              </w:r>
            </w:hyperlink>
          </w:p>
        </w:tc>
      </w:tr>
      <w:tr w:rsidR="00292C45" w:rsidTr="00D24C50">
        <w:tc>
          <w:tcPr>
            <w:tcW w:w="4889" w:type="dxa"/>
          </w:tcPr>
          <w:p w:rsidR="00292C45" w:rsidRDefault="00292C45">
            <w:r>
              <w:t>Foreningen af Lystbådehavne i Danmark</w:t>
            </w:r>
          </w:p>
        </w:tc>
        <w:tc>
          <w:tcPr>
            <w:tcW w:w="4889" w:type="dxa"/>
          </w:tcPr>
          <w:p w:rsidR="00292C45" w:rsidRDefault="0055264A">
            <w:hyperlink r:id="rId90" w:history="1">
              <w:r w:rsidR="00060878" w:rsidRPr="00A86FF1">
                <w:rPr>
                  <w:rStyle w:val="Hyperlink"/>
                </w:rPr>
                <w:t>info@flidhavne.dk</w:t>
              </w:r>
            </w:hyperlink>
          </w:p>
        </w:tc>
      </w:tr>
      <w:tr w:rsidR="00292C45" w:rsidTr="00D24C50">
        <w:tc>
          <w:tcPr>
            <w:tcW w:w="4889" w:type="dxa"/>
          </w:tcPr>
          <w:p w:rsidR="00292C45" w:rsidRDefault="00292C45">
            <w:r>
              <w:t>Danske Vandværker</w:t>
            </w:r>
          </w:p>
        </w:tc>
        <w:tc>
          <w:tcPr>
            <w:tcW w:w="4889" w:type="dxa"/>
          </w:tcPr>
          <w:p w:rsidR="00292C45" w:rsidRDefault="0055264A">
            <w:hyperlink r:id="rId91" w:history="1">
              <w:r w:rsidR="00060878" w:rsidRPr="00A86FF1">
                <w:rPr>
                  <w:rStyle w:val="Hyperlink"/>
                </w:rPr>
                <w:t>info@danskevv.dk</w:t>
              </w:r>
            </w:hyperlink>
          </w:p>
        </w:tc>
      </w:tr>
      <w:tr w:rsidR="00292C45" w:rsidTr="00D24C50">
        <w:tc>
          <w:tcPr>
            <w:tcW w:w="4889" w:type="dxa"/>
          </w:tcPr>
          <w:p w:rsidR="00292C45" w:rsidRDefault="00292C45">
            <w:r>
              <w:t>Friluftsrådet</w:t>
            </w:r>
          </w:p>
        </w:tc>
        <w:tc>
          <w:tcPr>
            <w:tcW w:w="4889" w:type="dxa"/>
          </w:tcPr>
          <w:p w:rsidR="00292C45" w:rsidRDefault="0055264A">
            <w:hyperlink r:id="rId92" w:history="1">
              <w:r w:rsidR="00060878" w:rsidRPr="00A86FF1">
                <w:rPr>
                  <w:rStyle w:val="Hyperlink"/>
                </w:rPr>
                <w:t>fr@friluftsraadet.dk</w:t>
              </w:r>
            </w:hyperlink>
          </w:p>
        </w:tc>
      </w:tr>
      <w:tr w:rsidR="00292C45" w:rsidTr="00D24C50">
        <w:tc>
          <w:tcPr>
            <w:tcW w:w="4889" w:type="dxa"/>
          </w:tcPr>
          <w:p w:rsidR="00292C45" w:rsidRDefault="00292C45">
            <w:r>
              <w:t>GEUS</w:t>
            </w:r>
          </w:p>
        </w:tc>
        <w:tc>
          <w:tcPr>
            <w:tcW w:w="4889" w:type="dxa"/>
          </w:tcPr>
          <w:p w:rsidR="00292C45" w:rsidRDefault="0055264A">
            <w:hyperlink r:id="rId93" w:history="1">
              <w:r w:rsidR="00060878" w:rsidRPr="00A86FF1">
                <w:rPr>
                  <w:rStyle w:val="Hyperlink"/>
                </w:rPr>
                <w:t>geus@geus.dk</w:t>
              </w:r>
            </w:hyperlink>
          </w:p>
        </w:tc>
      </w:tr>
      <w:tr w:rsidR="00292C45" w:rsidTr="00D24C50">
        <w:tc>
          <w:tcPr>
            <w:tcW w:w="4889" w:type="dxa"/>
          </w:tcPr>
          <w:p w:rsidR="00292C45" w:rsidRDefault="00292C45">
            <w:r>
              <w:t>Greenpeace Danmark</w:t>
            </w:r>
          </w:p>
        </w:tc>
        <w:tc>
          <w:tcPr>
            <w:tcW w:w="4889" w:type="dxa"/>
          </w:tcPr>
          <w:p w:rsidR="00292C45" w:rsidRDefault="0055264A">
            <w:hyperlink r:id="rId94" w:history="1">
              <w:r w:rsidR="00060878" w:rsidRPr="00A86FF1">
                <w:rPr>
                  <w:rStyle w:val="Hyperlink"/>
                </w:rPr>
                <w:t>info@greenpeace.dk</w:t>
              </w:r>
            </w:hyperlink>
          </w:p>
        </w:tc>
      </w:tr>
      <w:tr w:rsidR="00292C45" w:rsidTr="00D24C50">
        <w:tc>
          <w:tcPr>
            <w:tcW w:w="4889" w:type="dxa"/>
          </w:tcPr>
          <w:p w:rsidR="00292C45" w:rsidRDefault="00292C45">
            <w:r>
              <w:t>Hede Danmark</w:t>
            </w:r>
          </w:p>
        </w:tc>
        <w:tc>
          <w:tcPr>
            <w:tcW w:w="4889" w:type="dxa"/>
          </w:tcPr>
          <w:p w:rsidR="00292C45" w:rsidRDefault="0055264A">
            <w:hyperlink r:id="rId95" w:history="1">
              <w:r w:rsidR="00060878" w:rsidRPr="00A86FF1">
                <w:rPr>
                  <w:rStyle w:val="Hyperlink"/>
                </w:rPr>
                <w:t>info@hededanmark.dk</w:t>
              </w:r>
            </w:hyperlink>
          </w:p>
        </w:tc>
      </w:tr>
      <w:tr w:rsidR="00292C45" w:rsidTr="00D24C50">
        <w:tc>
          <w:tcPr>
            <w:tcW w:w="4889" w:type="dxa"/>
          </w:tcPr>
          <w:p w:rsidR="00292C45" w:rsidRDefault="00292C45">
            <w:proofErr w:type="spellStart"/>
            <w:r>
              <w:t>Hedeselskabet</w:t>
            </w:r>
            <w:proofErr w:type="spellEnd"/>
          </w:p>
        </w:tc>
        <w:tc>
          <w:tcPr>
            <w:tcW w:w="4889" w:type="dxa"/>
          </w:tcPr>
          <w:p w:rsidR="00292C45" w:rsidRDefault="0055264A">
            <w:hyperlink r:id="rId96" w:history="1">
              <w:r w:rsidR="00060878" w:rsidRPr="00A86FF1">
                <w:rPr>
                  <w:rStyle w:val="Hyperlink"/>
                </w:rPr>
                <w:t>info@hedeselskabet.dk</w:t>
              </w:r>
            </w:hyperlink>
          </w:p>
        </w:tc>
      </w:tr>
      <w:tr w:rsidR="00292C45" w:rsidTr="00D24C50">
        <w:tc>
          <w:tcPr>
            <w:tcW w:w="4889" w:type="dxa"/>
          </w:tcPr>
          <w:p w:rsidR="00292C45" w:rsidRDefault="00292C45">
            <w:r>
              <w:t>HOFOR</w:t>
            </w:r>
          </w:p>
        </w:tc>
        <w:tc>
          <w:tcPr>
            <w:tcW w:w="4889" w:type="dxa"/>
          </w:tcPr>
          <w:p w:rsidR="00292C45" w:rsidRDefault="0055264A">
            <w:hyperlink r:id="rId97" w:history="1">
              <w:r w:rsidR="00060878" w:rsidRPr="00A86FF1">
                <w:rPr>
                  <w:rStyle w:val="Hyperlink"/>
                </w:rPr>
                <w:t>hofor@hofor.dk</w:t>
              </w:r>
            </w:hyperlink>
          </w:p>
        </w:tc>
      </w:tr>
      <w:tr w:rsidR="00292C45" w:rsidTr="00D24C50">
        <w:tc>
          <w:tcPr>
            <w:tcW w:w="4889" w:type="dxa"/>
          </w:tcPr>
          <w:p w:rsidR="00292C45" w:rsidRDefault="00292C45">
            <w:r>
              <w:t>Ingeniørforeningen IDA</w:t>
            </w:r>
          </w:p>
        </w:tc>
        <w:tc>
          <w:tcPr>
            <w:tcW w:w="4889" w:type="dxa"/>
          </w:tcPr>
          <w:p w:rsidR="00292C45" w:rsidRDefault="0055264A">
            <w:hyperlink r:id="rId98" w:history="1">
              <w:r w:rsidR="00060878" w:rsidRPr="00A86FF1">
                <w:rPr>
                  <w:rStyle w:val="Hyperlink"/>
                </w:rPr>
                <w:t>ida@ida.dk</w:t>
              </w:r>
            </w:hyperlink>
          </w:p>
        </w:tc>
      </w:tr>
      <w:tr w:rsidR="00292C45" w:rsidTr="00D24C50">
        <w:tc>
          <w:tcPr>
            <w:tcW w:w="4889" w:type="dxa"/>
          </w:tcPr>
          <w:p w:rsidR="00292C45" w:rsidRDefault="00292C45">
            <w:r>
              <w:t>Jordbrugsakademikerne</w:t>
            </w:r>
          </w:p>
        </w:tc>
        <w:tc>
          <w:tcPr>
            <w:tcW w:w="4889" w:type="dxa"/>
          </w:tcPr>
          <w:p w:rsidR="00292C45" w:rsidRDefault="0055264A">
            <w:hyperlink r:id="rId99" w:history="1">
              <w:r w:rsidR="00060878" w:rsidRPr="00A86FF1">
                <w:rPr>
                  <w:rStyle w:val="Hyperlink"/>
                </w:rPr>
                <w:t>post@ja.dk</w:t>
              </w:r>
            </w:hyperlink>
            <w:r w:rsidR="00060878">
              <w:t xml:space="preserve"> </w:t>
            </w:r>
          </w:p>
        </w:tc>
      </w:tr>
      <w:tr w:rsidR="00292C45" w:rsidTr="00D24C50">
        <w:tc>
          <w:tcPr>
            <w:tcW w:w="4889" w:type="dxa"/>
          </w:tcPr>
          <w:p w:rsidR="00292C45" w:rsidRDefault="00292C45">
            <w:r>
              <w:t>Kolonihaveforbundet</w:t>
            </w:r>
          </w:p>
        </w:tc>
        <w:tc>
          <w:tcPr>
            <w:tcW w:w="4889" w:type="dxa"/>
          </w:tcPr>
          <w:p w:rsidR="00292C45" w:rsidRDefault="0055264A">
            <w:hyperlink r:id="rId100" w:history="1">
              <w:r w:rsidR="00060878" w:rsidRPr="00A86FF1">
                <w:rPr>
                  <w:rStyle w:val="Hyperlink"/>
                </w:rPr>
                <w:t>info@kolonihave.dk</w:t>
              </w:r>
            </w:hyperlink>
          </w:p>
        </w:tc>
      </w:tr>
      <w:tr w:rsidR="009D6D77" w:rsidTr="00D24C50">
        <w:tc>
          <w:tcPr>
            <w:tcW w:w="4889" w:type="dxa"/>
          </w:tcPr>
          <w:p w:rsidR="009D6D77" w:rsidRDefault="009D6D77">
            <w:proofErr w:type="spellStart"/>
            <w:r>
              <w:t>Kopenhagen</w:t>
            </w:r>
            <w:proofErr w:type="spellEnd"/>
            <w:r>
              <w:t xml:space="preserve"> Fur </w:t>
            </w:r>
          </w:p>
        </w:tc>
        <w:tc>
          <w:tcPr>
            <w:tcW w:w="4889" w:type="dxa"/>
          </w:tcPr>
          <w:p w:rsidR="009D6D77" w:rsidRPr="00082C81" w:rsidRDefault="009D6D77" w:rsidP="009D6D77">
            <w:pPr>
              <w:rPr>
                <w:rStyle w:val="Hyperlink"/>
              </w:rPr>
            </w:pPr>
            <w:r w:rsidRPr="00082C81">
              <w:rPr>
                <w:rStyle w:val="Hyperlink"/>
              </w:rPr>
              <w:t>mail@kopenhagenfur.com</w:t>
            </w:r>
          </w:p>
        </w:tc>
      </w:tr>
      <w:tr w:rsidR="00292C45" w:rsidTr="00D24C50">
        <w:tc>
          <w:tcPr>
            <w:tcW w:w="4889" w:type="dxa"/>
          </w:tcPr>
          <w:p w:rsidR="00292C45" w:rsidRDefault="00292C45">
            <w:r>
              <w:t>EKOKEM</w:t>
            </w:r>
          </w:p>
        </w:tc>
        <w:tc>
          <w:tcPr>
            <w:tcW w:w="4889" w:type="dxa"/>
          </w:tcPr>
          <w:p w:rsidR="00292C45" w:rsidRPr="00082C81" w:rsidRDefault="0055264A">
            <w:pPr>
              <w:rPr>
                <w:rStyle w:val="Hyperlink"/>
              </w:rPr>
            </w:pPr>
            <w:hyperlink r:id="rId101" w:history="1">
              <w:r w:rsidR="00060878" w:rsidRPr="00A86FF1">
                <w:rPr>
                  <w:rStyle w:val="Hyperlink"/>
                </w:rPr>
                <w:t>Ekokemdenmark@ekokem.dk</w:t>
              </w:r>
            </w:hyperlink>
            <w:r w:rsidR="00060878" w:rsidRPr="00082C81">
              <w:rPr>
                <w:rStyle w:val="Hyperlink"/>
              </w:rPr>
              <w:t xml:space="preserve"> </w:t>
            </w:r>
          </w:p>
        </w:tc>
      </w:tr>
      <w:tr w:rsidR="00292C45" w:rsidTr="00D24C50">
        <w:tc>
          <w:tcPr>
            <w:tcW w:w="4889" w:type="dxa"/>
          </w:tcPr>
          <w:p w:rsidR="00292C45" w:rsidRDefault="00292C45">
            <w:proofErr w:type="spellStart"/>
            <w:r>
              <w:t>LandBoUngdom</w:t>
            </w:r>
            <w:proofErr w:type="spellEnd"/>
          </w:p>
        </w:tc>
        <w:tc>
          <w:tcPr>
            <w:tcW w:w="4889" w:type="dxa"/>
          </w:tcPr>
          <w:p w:rsidR="00292C45" w:rsidRDefault="0055264A">
            <w:hyperlink r:id="rId102" w:history="1">
              <w:r w:rsidR="00060878" w:rsidRPr="00A86FF1">
                <w:rPr>
                  <w:rStyle w:val="Hyperlink"/>
                </w:rPr>
                <w:t>info@landboungdom.dk</w:t>
              </w:r>
            </w:hyperlink>
          </w:p>
        </w:tc>
      </w:tr>
      <w:tr w:rsidR="00292C45" w:rsidTr="00D24C50">
        <w:tc>
          <w:tcPr>
            <w:tcW w:w="4889" w:type="dxa"/>
          </w:tcPr>
          <w:p w:rsidR="00292C45" w:rsidRDefault="00292C45">
            <w:r>
              <w:t>Landbrug og Fødevarer</w:t>
            </w:r>
          </w:p>
        </w:tc>
        <w:tc>
          <w:tcPr>
            <w:tcW w:w="4889" w:type="dxa"/>
          </w:tcPr>
          <w:p w:rsidR="00292C45" w:rsidRDefault="0055264A">
            <w:hyperlink r:id="rId103" w:history="1">
              <w:r w:rsidR="00060878" w:rsidRPr="00A86FF1">
                <w:rPr>
                  <w:rStyle w:val="Hyperlink"/>
                </w:rPr>
                <w:t>hoering@lf.dk</w:t>
              </w:r>
            </w:hyperlink>
          </w:p>
        </w:tc>
      </w:tr>
      <w:tr w:rsidR="00292C45" w:rsidTr="00D24C50">
        <w:tc>
          <w:tcPr>
            <w:tcW w:w="4889" w:type="dxa"/>
          </w:tcPr>
          <w:p w:rsidR="00292C45" w:rsidRDefault="00292C45">
            <w:r>
              <w:t>Landdistrikternes Fællesråd</w:t>
            </w:r>
          </w:p>
        </w:tc>
        <w:tc>
          <w:tcPr>
            <w:tcW w:w="4889" w:type="dxa"/>
          </w:tcPr>
          <w:p w:rsidR="00292C45" w:rsidRDefault="0055264A">
            <w:hyperlink r:id="rId104" w:history="1">
              <w:r w:rsidR="00060878" w:rsidRPr="00A86FF1">
                <w:rPr>
                  <w:rStyle w:val="Hyperlink"/>
                </w:rPr>
                <w:t>mail@landdisktrikterne.dk</w:t>
              </w:r>
            </w:hyperlink>
          </w:p>
        </w:tc>
      </w:tr>
      <w:tr w:rsidR="00292C45" w:rsidTr="00D24C50">
        <w:tc>
          <w:tcPr>
            <w:tcW w:w="4889" w:type="dxa"/>
          </w:tcPr>
          <w:p w:rsidR="00292C45" w:rsidRDefault="00292C45" w:rsidP="00A44F0C">
            <w:r>
              <w:t xml:space="preserve">Landsforening for </w:t>
            </w:r>
            <w:r w:rsidR="00A44F0C">
              <w:t>D</w:t>
            </w:r>
            <w:r>
              <w:t>anske Mælkeproducenter</w:t>
            </w:r>
          </w:p>
        </w:tc>
        <w:tc>
          <w:tcPr>
            <w:tcW w:w="4889" w:type="dxa"/>
          </w:tcPr>
          <w:p w:rsidR="00292C45" w:rsidRDefault="0055264A">
            <w:hyperlink r:id="rId105" w:history="1">
              <w:r w:rsidR="00060878" w:rsidRPr="00A86FF1">
                <w:rPr>
                  <w:rStyle w:val="Hyperlink"/>
                </w:rPr>
                <w:t>ldm@maelkeproducenter.dk</w:t>
              </w:r>
            </w:hyperlink>
          </w:p>
        </w:tc>
      </w:tr>
      <w:tr w:rsidR="00292C45" w:rsidTr="00D24C50">
        <w:tc>
          <w:tcPr>
            <w:tcW w:w="4889" w:type="dxa"/>
          </w:tcPr>
          <w:p w:rsidR="00292C45" w:rsidRDefault="00292C45">
            <w:r>
              <w:t>Landsforeningen for Bygnings- og Landskabskultur</w:t>
            </w:r>
          </w:p>
        </w:tc>
        <w:tc>
          <w:tcPr>
            <w:tcW w:w="4889" w:type="dxa"/>
          </w:tcPr>
          <w:p w:rsidR="00292C45" w:rsidRDefault="0055264A">
            <w:hyperlink r:id="rId106" w:history="1">
              <w:r w:rsidR="007C57E3" w:rsidRPr="00A86FF1">
                <w:rPr>
                  <w:rStyle w:val="Hyperlink"/>
                </w:rPr>
                <w:t>mail@byogland.dk</w:t>
              </w:r>
            </w:hyperlink>
          </w:p>
        </w:tc>
      </w:tr>
      <w:tr w:rsidR="00292C45" w:rsidTr="00D24C50">
        <w:tc>
          <w:tcPr>
            <w:tcW w:w="4889" w:type="dxa"/>
          </w:tcPr>
          <w:p w:rsidR="00292C45" w:rsidRDefault="00292C45">
            <w:r>
              <w:t>Frie Bønder – Levende Land</w:t>
            </w:r>
          </w:p>
        </w:tc>
        <w:tc>
          <w:tcPr>
            <w:tcW w:w="4889" w:type="dxa"/>
          </w:tcPr>
          <w:p w:rsidR="00292C45" w:rsidRDefault="0055264A">
            <w:hyperlink r:id="rId107" w:history="1">
              <w:r w:rsidR="007C57E3" w:rsidRPr="00A86FF1">
                <w:rPr>
                  <w:rStyle w:val="Hyperlink"/>
                </w:rPr>
                <w:t>info@levende-land.dk</w:t>
              </w:r>
            </w:hyperlink>
            <w:r w:rsidR="007C57E3">
              <w:t xml:space="preserve"> </w:t>
            </w:r>
          </w:p>
        </w:tc>
      </w:tr>
      <w:tr w:rsidR="00292C45" w:rsidTr="00D24C50">
        <w:tc>
          <w:tcPr>
            <w:tcW w:w="4889" w:type="dxa"/>
          </w:tcPr>
          <w:p w:rsidR="00292C45" w:rsidRDefault="00292C45">
            <w:r>
              <w:t>Landsforeningen Levende Hav</w:t>
            </w:r>
          </w:p>
        </w:tc>
        <w:tc>
          <w:tcPr>
            <w:tcW w:w="4889" w:type="dxa"/>
          </w:tcPr>
          <w:p w:rsidR="00292C45" w:rsidRDefault="0055264A">
            <w:hyperlink r:id="rId108" w:history="1">
              <w:r w:rsidR="007C57E3" w:rsidRPr="00A86FF1">
                <w:rPr>
                  <w:rStyle w:val="Hyperlink"/>
                </w:rPr>
                <w:t>llh@levende-hav.dk</w:t>
              </w:r>
            </w:hyperlink>
          </w:p>
        </w:tc>
      </w:tr>
      <w:tr w:rsidR="00292C45" w:rsidTr="00D24C50">
        <w:tc>
          <w:tcPr>
            <w:tcW w:w="4889" w:type="dxa"/>
          </w:tcPr>
          <w:p w:rsidR="00292C45" w:rsidRDefault="00292C45">
            <w:r>
              <w:t>Landsforeningen Praktisk Økologi</w:t>
            </w:r>
          </w:p>
        </w:tc>
        <w:tc>
          <w:tcPr>
            <w:tcW w:w="4889" w:type="dxa"/>
          </w:tcPr>
          <w:p w:rsidR="00292C45" w:rsidRDefault="0055264A">
            <w:hyperlink r:id="rId109" w:history="1">
              <w:r w:rsidR="007C57E3" w:rsidRPr="00A86FF1">
                <w:rPr>
                  <w:rStyle w:val="Hyperlink"/>
                </w:rPr>
                <w:t>info@praktiskoekologi.dk</w:t>
              </w:r>
            </w:hyperlink>
          </w:p>
        </w:tc>
      </w:tr>
      <w:tr w:rsidR="00292C45" w:rsidTr="00D24C50">
        <w:tc>
          <w:tcPr>
            <w:tcW w:w="4889" w:type="dxa"/>
          </w:tcPr>
          <w:p w:rsidR="00292C45" w:rsidRDefault="0021705C">
            <w:r>
              <w:t>Mejeriforeningen</w:t>
            </w:r>
          </w:p>
        </w:tc>
        <w:tc>
          <w:tcPr>
            <w:tcW w:w="4889" w:type="dxa"/>
          </w:tcPr>
          <w:p w:rsidR="00292C45" w:rsidRDefault="0055264A">
            <w:hyperlink r:id="rId110" w:history="1">
              <w:r w:rsidR="007C57E3" w:rsidRPr="00A86FF1">
                <w:rPr>
                  <w:rStyle w:val="Hyperlink"/>
                </w:rPr>
                <w:t>info@mejeri.dk</w:t>
              </w:r>
            </w:hyperlink>
          </w:p>
        </w:tc>
      </w:tr>
      <w:tr w:rsidR="00292C45" w:rsidTr="00D24C50">
        <w:tc>
          <w:tcPr>
            <w:tcW w:w="4889" w:type="dxa"/>
          </w:tcPr>
          <w:p w:rsidR="00292C45" w:rsidRDefault="0021705C">
            <w:r>
              <w:t>Moesgård Museum</w:t>
            </w:r>
          </w:p>
        </w:tc>
        <w:tc>
          <w:tcPr>
            <w:tcW w:w="4889" w:type="dxa"/>
          </w:tcPr>
          <w:p w:rsidR="00292C45" w:rsidRDefault="0055264A">
            <w:hyperlink r:id="rId111" w:history="1">
              <w:r w:rsidR="007C57E3" w:rsidRPr="00A86FF1">
                <w:rPr>
                  <w:rStyle w:val="Hyperlink"/>
                </w:rPr>
                <w:t>info@moesgaardmuseum.dk</w:t>
              </w:r>
            </w:hyperlink>
          </w:p>
        </w:tc>
      </w:tr>
      <w:tr w:rsidR="007C57E3" w:rsidTr="00D24C50">
        <w:tc>
          <w:tcPr>
            <w:tcW w:w="4889" w:type="dxa"/>
          </w:tcPr>
          <w:p w:rsidR="007C57E3" w:rsidRDefault="007C57E3">
            <w:r>
              <w:t>Nationalmuseet</w:t>
            </w:r>
          </w:p>
        </w:tc>
        <w:tc>
          <w:tcPr>
            <w:tcW w:w="4889" w:type="dxa"/>
          </w:tcPr>
          <w:p w:rsidR="007C57E3" w:rsidRDefault="0055264A">
            <w:hyperlink r:id="rId112" w:history="1">
              <w:r w:rsidR="007C57E3" w:rsidRPr="00A86FF1">
                <w:rPr>
                  <w:rStyle w:val="Hyperlink"/>
                </w:rPr>
                <w:t>fogf@natmus.dk</w:t>
              </w:r>
            </w:hyperlink>
            <w:r w:rsidR="007C57E3">
              <w:t xml:space="preserve"> </w:t>
            </w:r>
          </w:p>
        </w:tc>
      </w:tr>
      <w:tr w:rsidR="00292C45" w:rsidTr="00D24C50">
        <w:tc>
          <w:tcPr>
            <w:tcW w:w="4889" w:type="dxa"/>
          </w:tcPr>
          <w:p w:rsidR="00292C45" w:rsidRDefault="0021705C">
            <w:r>
              <w:t>Nationalpark Thy</w:t>
            </w:r>
          </w:p>
        </w:tc>
        <w:tc>
          <w:tcPr>
            <w:tcW w:w="4889" w:type="dxa"/>
          </w:tcPr>
          <w:p w:rsidR="00292C45" w:rsidRDefault="0055264A">
            <w:hyperlink r:id="rId113" w:history="1">
              <w:r w:rsidR="007C57E3" w:rsidRPr="00A86FF1">
                <w:rPr>
                  <w:rStyle w:val="Hyperlink"/>
                </w:rPr>
                <w:t>thy@danmarksnationalparker.dk</w:t>
              </w:r>
            </w:hyperlink>
          </w:p>
        </w:tc>
      </w:tr>
      <w:tr w:rsidR="00292C45" w:rsidTr="00D24C50">
        <w:tc>
          <w:tcPr>
            <w:tcW w:w="4889" w:type="dxa"/>
          </w:tcPr>
          <w:p w:rsidR="00292C45" w:rsidRDefault="0021705C">
            <w:r>
              <w:t>Nationalpark Mols Bjerge</w:t>
            </w:r>
          </w:p>
        </w:tc>
        <w:tc>
          <w:tcPr>
            <w:tcW w:w="4889" w:type="dxa"/>
          </w:tcPr>
          <w:p w:rsidR="00292C45" w:rsidRDefault="0055264A">
            <w:hyperlink r:id="rId114" w:history="1">
              <w:r w:rsidR="007C57E3" w:rsidRPr="00A86FF1">
                <w:rPr>
                  <w:rStyle w:val="Hyperlink"/>
                </w:rPr>
                <w:t>mols@danmarksnationalparker.dk</w:t>
              </w:r>
            </w:hyperlink>
          </w:p>
        </w:tc>
      </w:tr>
      <w:tr w:rsidR="00292C45" w:rsidTr="00D24C50">
        <w:tc>
          <w:tcPr>
            <w:tcW w:w="4889" w:type="dxa"/>
          </w:tcPr>
          <w:p w:rsidR="00292C45" w:rsidRDefault="0021705C">
            <w:r>
              <w:t>Nationalpark Vadehavet</w:t>
            </w:r>
          </w:p>
        </w:tc>
        <w:tc>
          <w:tcPr>
            <w:tcW w:w="4889" w:type="dxa"/>
          </w:tcPr>
          <w:p w:rsidR="00292C45" w:rsidRDefault="0055264A">
            <w:hyperlink r:id="rId115" w:history="1">
              <w:r w:rsidR="007C57E3" w:rsidRPr="00A86FF1">
                <w:rPr>
                  <w:rStyle w:val="Hyperlink"/>
                </w:rPr>
                <w:t>vadehavet@danmarksnationalparker.dk</w:t>
              </w:r>
            </w:hyperlink>
          </w:p>
        </w:tc>
      </w:tr>
      <w:tr w:rsidR="00292C45" w:rsidTr="00D24C50">
        <w:tc>
          <w:tcPr>
            <w:tcW w:w="4889" w:type="dxa"/>
          </w:tcPr>
          <w:p w:rsidR="00292C45" w:rsidRDefault="0021705C">
            <w:r>
              <w:t>Nationalpark Skjoldungernes Land</w:t>
            </w:r>
          </w:p>
        </w:tc>
        <w:tc>
          <w:tcPr>
            <w:tcW w:w="4889" w:type="dxa"/>
          </w:tcPr>
          <w:p w:rsidR="00292C45" w:rsidRDefault="0055264A">
            <w:hyperlink r:id="rId116" w:history="1">
              <w:r w:rsidR="007C57E3" w:rsidRPr="00A86FF1">
                <w:rPr>
                  <w:rStyle w:val="Hyperlink"/>
                </w:rPr>
                <w:t>npskjold@danmarksnationalparker.dk</w:t>
              </w:r>
            </w:hyperlink>
          </w:p>
        </w:tc>
      </w:tr>
      <w:tr w:rsidR="00AD6507" w:rsidTr="00D24C50">
        <w:tc>
          <w:tcPr>
            <w:tcW w:w="4889" w:type="dxa"/>
          </w:tcPr>
          <w:p w:rsidR="00AD6507" w:rsidRDefault="00AD6507">
            <w:r>
              <w:t>Natur- og Miljøklagenævnet</w:t>
            </w:r>
          </w:p>
        </w:tc>
        <w:tc>
          <w:tcPr>
            <w:tcW w:w="4889" w:type="dxa"/>
          </w:tcPr>
          <w:p w:rsidR="00AD6507" w:rsidRDefault="0055264A">
            <w:hyperlink r:id="rId117" w:history="1">
              <w:r w:rsidR="00AD6507" w:rsidRPr="00731E93">
                <w:rPr>
                  <w:rStyle w:val="Hyperlink"/>
                </w:rPr>
                <w:t>nmkn@nmkn.dk</w:t>
              </w:r>
            </w:hyperlink>
            <w:r w:rsidR="00AD6507">
              <w:t xml:space="preserve"> </w:t>
            </w:r>
          </w:p>
        </w:tc>
      </w:tr>
      <w:tr w:rsidR="00292C45" w:rsidTr="00D24C50">
        <w:tc>
          <w:tcPr>
            <w:tcW w:w="4889" w:type="dxa"/>
          </w:tcPr>
          <w:p w:rsidR="00292C45" w:rsidRDefault="0021705C">
            <w:r>
              <w:t>Natur og Ungdom</w:t>
            </w:r>
          </w:p>
        </w:tc>
        <w:tc>
          <w:tcPr>
            <w:tcW w:w="4889" w:type="dxa"/>
          </w:tcPr>
          <w:p w:rsidR="00292C45" w:rsidRDefault="0055264A">
            <w:hyperlink r:id="rId118" w:history="1">
              <w:r w:rsidR="007C57E3" w:rsidRPr="00A86FF1">
                <w:rPr>
                  <w:rStyle w:val="Hyperlink"/>
                </w:rPr>
                <w:t>nogu@nogu.dk</w:t>
              </w:r>
            </w:hyperlink>
          </w:p>
        </w:tc>
      </w:tr>
      <w:tr w:rsidR="00292C45" w:rsidTr="00D24C50">
        <w:tc>
          <w:tcPr>
            <w:tcW w:w="4889" w:type="dxa"/>
          </w:tcPr>
          <w:p w:rsidR="00292C45" w:rsidRDefault="0021705C">
            <w:r>
              <w:t>NOAH</w:t>
            </w:r>
          </w:p>
        </w:tc>
        <w:tc>
          <w:tcPr>
            <w:tcW w:w="4889" w:type="dxa"/>
          </w:tcPr>
          <w:p w:rsidR="00292C45" w:rsidRDefault="0055264A">
            <w:hyperlink r:id="rId119" w:history="1">
              <w:r w:rsidR="007C57E3" w:rsidRPr="00A86FF1">
                <w:rPr>
                  <w:rStyle w:val="Hyperlink"/>
                </w:rPr>
                <w:t>noah@noah.dk</w:t>
              </w:r>
            </w:hyperlink>
          </w:p>
        </w:tc>
      </w:tr>
      <w:tr w:rsidR="00292C45" w:rsidTr="00D24C50">
        <w:tc>
          <w:tcPr>
            <w:tcW w:w="4889" w:type="dxa"/>
          </w:tcPr>
          <w:p w:rsidR="00292C45" w:rsidRDefault="0021705C">
            <w:r>
              <w:lastRenderedPageBreak/>
              <w:t>Nordjyllands Kystmuseum</w:t>
            </w:r>
          </w:p>
        </w:tc>
        <w:tc>
          <w:tcPr>
            <w:tcW w:w="4889" w:type="dxa"/>
          </w:tcPr>
          <w:p w:rsidR="00292C45" w:rsidRDefault="0055264A">
            <w:hyperlink r:id="rId120" w:history="1">
              <w:r w:rsidR="007C57E3" w:rsidRPr="00A86FF1">
                <w:rPr>
                  <w:rStyle w:val="Hyperlink"/>
                </w:rPr>
                <w:t>info@kystmuseet.dk</w:t>
              </w:r>
            </w:hyperlink>
          </w:p>
        </w:tc>
      </w:tr>
      <w:tr w:rsidR="00292C45" w:rsidTr="00D24C50">
        <w:tc>
          <w:tcPr>
            <w:tcW w:w="4889" w:type="dxa"/>
          </w:tcPr>
          <w:p w:rsidR="00292C45" w:rsidRDefault="0021705C">
            <w:proofErr w:type="spellStart"/>
            <w:r>
              <w:t>Orbicon</w:t>
            </w:r>
            <w:proofErr w:type="spellEnd"/>
          </w:p>
        </w:tc>
        <w:tc>
          <w:tcPr>
            <w:tcW w:w="4889" w:type="dxa"/>
          </w:tcPr>
          <w:p w:rsidR="00292C45" w:rsidRDefault="0055264A" w:rsidP="007C57E3">
            <w:hyperlink r:id="rId121" w:history="1">
              <w:r w:rsidR="007C57E3" w:rsidRPr="00A86FF1">
                <w:rPr>
                  <w:rStyle w:val="Hyperlink"/>
                </w:rPr>
                <w:t>info@orbicon.dk</w:t>
              </w:r>
            </w:hyperlink>
          </w:p>
        </w:tc>
      </w:tr>
      <w:tr w:rsidR="00292C45" w:rsidTr="00D24C50">
        <w:tc>
          <w:tcPr>
            <w:tcW w:w="4889" w:type="dxa"/>
          </w:tcPr>
          <w:p w:rsidR="00292C45" w:rsidRDefault="0021705C">
            <w:r>
              <w:t>Praktiserende Landinspektørers Forening</w:t>
            </w:r>
          </w:p>
        </w:tc>
        <w:tc>
          <w:tcPr>
            <w:tcW w:w="4889" w:type="dxa"/>
          </w:tcPr>
          <w:p w:rsidR="00292C45" w:rsidRDefault="0055264A">
            <w:hyperlink r:id="rId122" w:history="1">
              <w:r w:rsidR="007C57E3" w:rsidRPr="00A86FF1">
                <w:rPr>
                  <w:rStyle w:val="Hyperlink"/>
                </w:rPr>
                <w:t>plf@plf.dk</w:t>
              </w:r>
            </w:hyperlink>
          </w:p>
        </w:tc>
      </w:tr>
      <w:tr w:rsidR="00292C45" w:rsidTr="00D24C50">
        <w:tc>
          <w:tcPr>
            <w:tcW w:w="4889" w:type="dxa"/>
          </w:tcPr>
          <w:p w:rsidR="00292C45" w:rsidRDefault="0021705C">
            <w:r>
              <w:t>Rambøll Danmark</w:t>
            </w:r>
          </w:p>
        </w:tc>
        <w:tc>
          <w:tcPr>
            <w:tcW w:w="4889" w:type="dxa"/>
          </w:tcPr>
          <w:p w:rsidR="00292C45" w:rsidRDefault="0055264A">
            <w:hyperlink r:id="rId123" w:history="1">
              <w:r w:rsidR="007C57E3" w:rsidRPr="00A86FF1">
                <w:rPr>
                  <w:rStyle w:val="Hyperlink"/>
                </w:rPr>
                <w:t>info@ramboll.dk</w:t>
              </w:r>
            </w:hyperlink>
          </w:p>
        </w:tc>
      </w:tr>
      <w:tr w:rsidR="00292C45" w:rsidTr="00D24C50">
        <w:tc>
          <w:tcPr>
            <w:tcW w:w="4889" w:type="dxa"/>
          </w:tcPr>
          <w:p w:rsidR="00292C45" w:rsidRDefault="0021705C">
            <w:r>
              <w:t>RealDania</w:t>
            </w:r>
          </w:p>
        </w:tc>
        <w:tc>
          <w:tcPr>
            <w:tcW w:w="4889" w:type="dxa"/>
          </w:tcPr>
          <w:p w:rsidR="00292C45" w:rsidRDefault="0055264A">
            <w:hyperlink r:id="rId124" w:history="1">
              <w:r w:rsidR="007C57E3" w:rsidRPr="00A86FF1">
                <w:rPr>
                  <w:rStyle w:val="Hyperlink"/>
                </w:rPr>
                <w:t>Realdania@realdania.dk</w:t>
              </w:r>
            </w:hyperlink>
            <w:r w:rsidR="007C57E3">
              <w:t xml:space="preserve"> </w:t>
            </w:r>
          </w:p>
        </w:tc>
      </w:tr>
      <w:tr w:rsidR="0021705C" w:rsidTr="00D24C50">
        <w:tc>
          <w:tcPr>
            <w:tcW w:w="4889" w:type="dxa"/>
          </w:tcPr>
          <w:p w:rsidR="0021705C" w:rsidRDefault="0021705C">
            <w:r>
              <w:t>Rådet for Danske Campister</w:t>
            </w:r>
          </w:p>
        </w:tc>
        <w:tc>
          <w:tcPr>
            <w:tcW w:w="4889" w:type="dxa"/>
          </w:tcPr>
          <w:p w:rsidR="0021705C" w:rsidRDefault="0055264A">
            <w:hyperlink r:id="rId125" w:history="1">
              <w:r w:rsidR="007C57E3" w:rsidRPr="00A86FF1">
                <w:rPr>
                  <w:rStyle w:val="Hyperlink"/>
                </w:rPr>
                <w:t>formand@rfdc.dk</w:t>
              </w:r>
            </w:hyperlink>
          </w:p>
        </w:tc>
      </w:tr>
      <w:tr w:rsidR="0021705C" w:rsidTr="00D24C50">
        <w:tc>
          <w:tcPr>
            <w:tcW w:w="4889" w:type="dxa"/>
          </w:tcPr>
          <w:p w:rsidR="0021705C" w:rsidRDefault="0021705C">
            <w:r>
              <w:t>Sammenslutningen for Danske Småøer</w:t>
            </w:r>
          </w:p>
        </w:tc>
        <w:tc>
          <w:tcPr>
            <w:tcW w:w="4889" w:type="dxa"/>
          </w:tcPr>
          <w:p w:rsidR="0021705C" w:rsidRDefault="0055264A">
            <w:hyperlink r:id="rId126" w:history="1">
              <w:r w:rsidR="007C57E3" w:rsidRPr="00A86FF1">
                <w:rPr>
                  <w:rStyle w:val="Hyperlink"/>
                </w:rPr>
                <w:t>Sekretariatet@danske-smaaoer.dk</w:t>
              </w:r>
            </w:hyperlink>
          </w:p>
        </w:tc>
      </w:tr>
      <w:tr w:rsidR="0021705C" w:rsidTr="00D24C50">
        <w:tc>
          <w:tcPr>
            <w:tcW w:w="4889" w:type="dxa"/>
          </w:tcPr>
          <w:p w:rsidR="0021705C" w:rsidRDefault="0021705C">
            <w:r>
              <w:t>SEGES</w:t>
            </w:r>
          </w:p>
        </w:tc>
        <w:tc>
          <w:tcPr>
            <w:tcW w:w="4889" w:type="dxa"/>
          </w:tcPr>
          <w:p w:rsidR="0021705C" w:rsidRDefault="0055264A">
            <w:hyperlink r:id="rId127" w:history="1">
              <w:r w:rsidR="007C57E3" w:rsidRPr="00A86FF1">
                <w:rPr>
                  <w:rStyle w:val="Hyperlink"/>
                </w:rPr>
                <w:t>info@SEGES.dk</w:t>
              </w:r>
            </w:hyperlink>
          </w:p>
        </w:tc>
      </w:tr>
      <w:tr w:rsidR="0021705C" w:rsidTr="00D24C50">
        <w:tc>
          <w:tcPr>
            <w:tcW w:w="4889" w:type="dxa"/>
          </w:tcPr>
          <w:p w:rsidR="0021705C" w:rsidRDefault="0021705C">
            <w:r>
              <w:t>Skovdyrkerforeningerne</w:t>
            </w:r>
          </w:p>
        </w:tc>
        <w:tc>
          <w:tcPr>
            <w:tcW w:w="4889" w:type="dxa"/>
          </w:tcPr>
          <w:p w:rsidR="0021705C" w:rsidRDefault="0055264A">
            <w:hyperlink r:id="rId128" w:history="1">
              <w:r w:rsidR="007C57E3" w:rsidRPr="00A86FF1">
                <w:rPr>
                  <w:rStyle w:val="Hyperlink"/>
                </w:rPr>
                <w:t>info@skovdyrkerne.dk</w:t>
              </w:r>
            </w:hyperlink>
          </w:p>
        </w:tc>
      </w:tr>
      <w:tr w:rsidR="0021705C" w:rsidTr="00D24C50">
        <w:tc>
          <w:tcPr>
            <w:tcW w:w="4889" w:type="dxa"/>
          </w:tcPr>
          <w:p w:rsidR="0021705C" w:rsidRDefault="00A44F0C">
            <w:r>
              <w:t>Småskovsforeningen Danmark</w:t>
            </w:r>
          </w:p>
        </w:tc>
        <w:tc>
          <w:tcPr>
            <w:tcW w:w="4889" w:type="dxa"/>
          </w:tcPr>
          <w:p w:rsidR="0021705C" w:rsidRDefault="0055264A">
            <w:hyperlink r:id="rId129" w:history="1">
              <w:r w:rsidR="007C57E3" w:rsidRPr="00A86FF1">
                <w:rPr>
                  <w:rStyle w:val="Hyperlink"/>
                </w:rPr>
                <w:t>ks@smaaskov.dk</w:t>
              </w:r>
            </w:hyperlink>
          </w:p>
        </w:tc>
      </w:tr>
      <w:tr w:rsidR="0021705C" w:rsidTr="00D24C50">
        <w:tc>
          <w:tcPr>
            <w:tcW w:w="4889" w:type="dxa"/>
          </w:tcPr>
          <w:p w:rsidR="0021705C" w:rsidRDefault="00A44F0C">
            <w:r>
              <w:t>Spildevandsteknisk forening</w:t>
            </w:r>
          </w:p>
        </w:tc>
        <w:tc>
          <w:tcPr>
            <w:tcW w:w="4889" w:type="dxa"/>
          </w:tcPr>
          <w:p w:rsidR="0021705C" w:rsidRDefault="0055264A">
            <w:hyperlink r:id="rId130" w:history="1">
              <w:r w:rsidR="007C57E3" w:rsidRPr="00A86FF1">
                <w:rPr>
                  <w:rStyle w:val="Hyperlink"/>
                </w:rPr>
                <w:t>sek@stf.dk</w:t>
              </w:r>
            </w:hyperlink>
          </w:p>
        </w:tc>
      </w:tr>
      <w:tr w:rsidR="0021705C" w:rsidTr="00D24C50">
        <w:tc>
          <w:tcPr>
            <w:tcW w:w="4889" w:type="dxa"/>
          </w:tcPr>
          <w:p w:rsidR="0021705C" w:rsidRDefault="00A44F0C">
            <w:r>
              <w:t>Teknologirådet</w:t>
            </w:r>
          </w:p>
        </w:tc>
        <w:tc>
          <w:tcPr>
            <w:tcW w:w="4889" w:type="dxa"/>
          </w:tcPr>
          <w:p w:rsidR="0021705C" w:rsidRDefault="0055264A">
            <w:hyperlink r:id="rId131" w:history="1">
              <w:r w:rsidR="007C57E3" w:rsidRPr="00A86FF1">
                <w:rPr>
                  <w:rStyle w:val="Hyperlink"/>
                </w:rPr>
                <w:t>tekno@tekno.dk</w:t>
              </w:r>
            </w:hyperlink>
          </w:p>
        </w:tc>
      </w:tr>
      <w:tr w:rsidR="0021705C" w:rsidTr="00D24C50">
        <w:tc>
          <w:tcPr>
            <w:tcW w:w="4889" w:type="dxa"/>
          </w:tcPr>
          <w:p w:rsidR="00A44F0C" w:rsidRDefault="00A44F0C" w:rsidP="00A44F0C">
            <w:r>
              <w:t>Turisterhvervets Samarbejdsforum</w:t>
            </w:r>
          </w:p>
        </w:tc>
        <w:tc>
          <w:tcPr>
            <w:tcW w:w="4889" w:type="dxa"/>
          </w:tcPr>
          <w:p w:rsidR="0021705C" w:rsidRDefault="0055264A">
            <w:hyperlink r:id="rId132" w:history="1">
              <w:r w:rsidR="007C57E3" w:rsidRPr="00A86FF1">
                <w:rPr>
                  <w:rStyle w:val="Hyperlink"/>
                </w:rPr>
                <w:t>danhostel@danhostel.dk</w:t>
              </w:r>
            </w:hyperlink>
          </w:p>
        </w:tc>
      </w:tr>
      <w:tr w:rsidR="0021705C" w:rsidTr="00D24C50">
        <w:tc>
          <w:tcPr>
            <w:tcW w:w="4889" w:type="dxa"/>
          </w:tcPr>
          <w:p w:rsidR="0021705C" w:rsidRDefault="00A44F0C">
            <w:r>
              <w:t xml:space="preserve">Verdensnaturfonden (WWF) </w:t>
            </w:r>
          </w:p>
        </w:tc>
        <w:tc>
          <w:tcPr>
            <w:tcW w:w="4889" w:type="dxa"/>
          </w:tcPr>
          <w:p w:rsidR="0021705C" w:rsidRDefault="0055264A">
            <w:hyperlink r:id="rId133" w:history="1">
              <w:r w:rsidR="007C57E3" w:rsidRPr="00A86FF1">
                <w:rPr>
                  <w:rStyle w:val="Hyperlink"/>
                </w:rPr>
                <w:t>wwf@wwf.dk</w:t>
              </w:r>
            </w:hyperlink>
          </w:p>
        </w:tc>
      </w:tr>
      <w:tr w:rsidR="0021705C" w:rsidTr="00D24C50">
        <w:tc>
          <w:tcPr>
            <w:tcW w:w="4889" w:type="dxa"/>
          </w:tcPr>
          <w:p w:rsidR="00A44F0C" w:rsidRDefault="00A44F0C" w:rsidP="00A44F0C">
            <w:r>
              <w:t>Verdens Skove</w:t>
            </w:r>
          </w:p>
        </w:tc>
        <w:tc>
          <w:tcPr>
            <w:tcW w:w="4889" w:type="dxa"/>
          </w:tcPr>
          <w:p w:rsidR="0021705C" w:rsidRDefault="0055264A">
            <w:hyperlink r:id="rId134" w:history="1">
              <w:r w:rsidR="007C57E3" w:rsidRPr="00A86FF1">
                <w:rPr>
                  <w:rStyle w:val="Hyperlink"/>
                </w:rPr>
                <w:t>info@verdensskove.org</w:t>
              </w:r>
            </w:hyperlink>
          </w:p>
        </w:tc>
      </w:tr>
      <w:tr w:rsidR="0021705C" w:rsidTr="00D24C50">
        <w:tc>
          <w:tcPr>
            <w:tcW w:w="4889" w:type="dxa"/>
          </w:tcPr>
          <w:p w:rsidR="0021705C" w:rsidRDefault="00A44F0C">
            <w:proofErr w:type="spellStart"/>
            <w:r>
              <w:t>Videnscenter</w:t>
            </w:r>
            <w:proofErr w:type="spellEnd"/>
            <w:r>
              <w:t xml:space="preserve"> for Husdyrgødnings- og Biomasseteknologi</w:t>
            </w:r>
          </w:p>
        </w:tc>
        <w:tc>
          <w:tcPr>
            <w:tcW w:w="4889" w:type="dxa"/>
          </w:tcPr>
          <w:p w:rsidR="0021705C" w:rsidRDefault="0055264A">
            <w:hyperlink r:id="rId135" w:history="1">
              <w:r w:rsidR="007C57E3" w:rsidRPr="00A86FF1">
                <w:rPr>
                  <w:rStyle w:val="Hyperlink"/>
                </w:rPr>
                <w:t>Eco-net@eco-net.dk</w:t>
              </w:r>
            </w:hyperlink>
          </w:p>
        </w:tc>
      </w:tr>
      <w:tr w:rsidR="0021705C" w:rsidTr="00D24C50">
        <w:tc>
          <w:tcPr>
            <w:tcW w:w="4889" w:type="dxa"/>
          </w:tcPr>
          <w:p w:rsidR="0021705C" w:rsidRDefault="00A44F0C">
            <w:r>
              <w:t>Villumfonden</w:t>
            </w:r>
          </w:p>
        </w:tc>
        <w:tc>
          <w:tcPr>
            <w:tcW w:w="4889" w:type="dxa"/>
          </w:tcPr>
          <w:p w:rsidR="0021705C" w:rsidRDefault="0055264A">
            <w:hyperlink r:id="rId136" w:history="1">
              <w:r w:rsidR="007C57E3" w:rsidRPr="00A86FF1">
                <w:rPr>
                  <w:rStyle w:val="Hyperlink"/>
                </w:rPr>
                <w:t>info@veluxfoundations.dk</w:t>
              </w:r>
            </w:hyperlink>
          </w:p>
        </w:tc>
      </w:tr>
      <w:tr w:rsidR="0021705C" w:rsidTr="00D24C50">
        <w:tc>
          <w:tcPr>
            <w:tcW w:w="4889" w:type="dxa"/>
          </w:tcPr>
          <w:p w:rsidR="0021705C" w:rsidRDefault="00A44F0C">
            <w:r>
              <w:t>Visit Denmark</w:t>
            </w:r>
          </w:p>
        </w:tc>
        <w:tc>
          <w:tcPr>
            <w:tcW w:w="4889" w:type="dxa"/>
          </w:tcPr>
          <w:p w:rsidR="0021705C" w:rsidRDefault="0055264A" w:rsidP="007C57E3">
            <w:hyperlink r:id="rId137" w:history="1">
              <w:r w:rsidR="007C57E3" w:rsidRPr="00A86FF1">
                <w:rPr>
                  <w:rStyle w:val="Hyperlink"/>
                </w:rPr>
                <w:t>contact@visitdenmark.com</w:t>
              </w:r>
            </w:hyperlink>
          </w:p>
        </w:tc>
      </w:tr>
      <w:tr w:rsidR="0021705C" w:rsidTr="00D24C50">
        <w:tc>
          <w:tcPr>
            <w:tcW w:w="4889" w:type="dxa"/>
          </w:tcPr>
          <w:p w:rsidR="0021705C" w:rsidRDefault="00A44F0C">
            <w:proofErr w:type="spellStart"/>
            <w:r>
              <w:t>Øhavsmuseet</w:t>
            </w:r>
            <w:proofErr w:type="spellEnd"/>
          </w:p>
        </w:tc>
        <w:tc>
          <w:tcPr>
            <w:tcW w:w="4889" w:type="dxa"/>
          </w:tcPr>
          <w:p w:rsidR="0021705C" w:rsidRDefault="0055264A">
            <w:hyperlink r:id="rId138" w:history="1">
              <w:r w:rsidR="007C57E3" w:rsidRPr="00A86FF1">
                <w:rPr>
                  <w:rStyle w:val="Hyperlink"/>
                </w:rPr>
                <w:t>ohavsmuseet@ohavsmuseet.dk</w:t>
              </w:r>
            </w:hyperlink>
          </w:p>
        </w:tc>
      </w:tr>
      <w:tr w:rsidR="0021705C" w:rsidTr="00D24C50">
        <w:tc>
          <w:tcPr>
            <w:tcW w:w="4889" w:type="dxa"/>
          </w:tcPr>
          <w:p w:rsidR="0021705C" w:rsidRDefault="00A44F0C">
            <w:r>
              <w:t>Økologisk Landsforening</w:t>
            </w:r>
          </w:p>
        </w:tc>
        <w:tc>
          <w:tcPr>
            <w:tcW w:w="4889" w:type="dxa"/>
          </w:tcPr>
          <w:p w:rsidR="0021705C" w:rsidRDefault="0055264A">
            <w:hyperlink r:id="rId139" w:history="1">
              <w:r w:rsidR="007C57E3" w:rsidRPr="00A86FF1">
                <w:rPr>
                  <w:rStyle w:val="Hyperlink"/>
                </w:rPr>
                <w:t>info@okologi.dk</w:t>
              </w:r>
            </w:hyperlink>
          </w:p>
        </w:tc>
      </w:tr>
      <w:tr w:rsidR="0021705C" w:rsidTr="00D24C50">
        <w:tc>
          <w:tcPr>
            <w:tcW w:w="4889" w:type="dxa"/>
          </w:tcPr>
          <w:p w:rsidR="0021705C" w:rsidRDefault="00A44F0C">
            <w:r>
              <w:t>Aage V. Jensens fond</w:t>
            </w:r>
          </w:p>
        </w:tc>
        <w:tc>
          <w:tcPr>
            <w:tcW w:w="4889" w:type="dxa"/>
          </w:tcPr>
          <w:p w:rsidR="0021705C" w:rsidRDefault="0055264A">
            <w:hyperlink r:id="rId140" w:history="1">
              <w:r w:rsidR="007C57E3" w:rsidRPr="00A86FF1">
                <w:rPr>
                  <w:rStyle w:val="Hyperlink"/>
                </w:rPr>
                <w:t>post@avjf.dk</w:t>
              </w:r>
            </w:hyperlink>
            <w:r w:rsidR="007C57E3">
              <w:t xml:space="preserve"> </w:t>
            </w:r>
          </w:p>
        </w:tc>
      </w:tr>
    </w:tbl>
    <w:p w:rsidR="00D24C50" w:rsidRDefault="00D24C50" w:rsidP="009D1151"/>
    <w:p w:rsidR="00A44F0C" w:rsidRDefault="00A44F0C" w:rsidP="009D1151">
      <w:r>
        <w:t xml:space="preserve">Uddannelsesinstitutioner </w:t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A44F0C" w:rsidTr="00A44F0C">
        <w:tc>
          <w:tcPr>
            <w:tcW w:w="4889" w:type="dxa"/>
          </w:tcPr>
          <w:p w:rsidR="00A44F0C" w:rsidRDefault="00E0137E" w:rsidP="009D1151">
            <w:r>
              <w:t>Aalborg Universitet</w:t>
            </w:r>
          </w:p>
        </w:tc>
        <w:tc>
          <w:tcPr>
            <w:tcW w:w="4889" w:type="dxa"/>
          </w:tcPr>
          <w:p w:rsidR="00A44F0C" w:rsidRDefault="0055264A" w:rsidP="009D1151">
            <w:hyperlink r:id="rId141" w:history="1">
              <w:r w:rsidR="007C57E3" w:rsidRPr="00A86FF1">
                <w:rPr>
                  <w:rStyle w:val="Hyperlink"/>
                </w:rPr>
                <w:t>aau@aau.dk</w:t>
              </w:r>
            </w:hyperlink>
          </w:p>
        </w:tc>
      </w:tr>
      <w:tr w:rsidR="00A44F0C" w:rsidTr="00A44F0C">
        <w:tc>
          <w:tcPr>
            <w:tcW w:w="4889" w:type="dxa"/>
          </w:tcPr>
          <w:p w:rsidR="00A44F0C" w:rsidRDefault="00E0137E" w:rsidP="009D1151">
            <w:r>
              <w:t>Aarhus Universitet</w:t>
            </w:r>
            <w:r w:rsidR="00EA6027">
              <w:t xml:space="preserve"> </w:t>
            </w:r>
          </w:p>
          <w:p w:rsidR="00EA6027" w:rsidRDefault="00EA6027" w:rsidP="00EA6027">
            <w:r w:rsidRPr="00EA6027">
              <w:t>DCA – Nationalt Center for Fødevarer og Jordbrug</w:t>
            </w:r>
          </w:p>
          <w:p w:rsidR="00EA6027" w:rsidRDefault="00EA6027" w:rsidP="00EA6027">
            <w:r w:rsidRPr="00EA6027">
              <w:t>DCE – Nationalt Center for Miljø og Energi</w:t>
            </w:r>
            <w:r w:rsidRPr="00EA6027">
              <w:tab/>
            </w:r>
          </w:p>
        </w:tc>
        <w:tc>
          <w:tcPr>
            <w:tcW w:w="4889" w:type="dxa"/>
          </w:tcPr>
          <w:p w:rsidR="00EA6027" w:rsidRDefault="0055264A" w:rsidP="009D1151">
            <w:hyperlink r:id="rId142" w:history="1">
              <w:r w:rsidR="007C57E3" w:rsidRPr="00A86FF1">
                <w:rPr>
                  <w:rStyle w:val="Hyperlink"/>
                </w:rPr>
                <w:t>au@au.dk</w:t>
              </w:r>
            </w:hyperlink>
            <w:r w:rsidR="007C57E3">
              <w:t xml:space="preserve"> </w:t>
            </w:r>
          </w:p>
          <w:p w:rsidR="00A44F0C" w:rsidRDefault="0055264A" w:rsidP="009D1151">
            <w:hyperlink r:id="rId143" w:history="1">
              <w:r w:rsidR="00EA6027" w:rsidRPr="00A86FF1">
                <w:rPr>
                  <w:rStyle w:val="Hyperlink"/>
                </w:rPr>
                <w:t>dca@au.dk</w:t>
              </w:r>
            </w:hyperlink>
          </w:p>
          <w:p w:rsidR="00EA6027" w:rsidRDefault="0055264A" w:rsidP="009D1151">
            <w:hyperlink r:id="rId144" w:history="1">
              <w:r w:rsidR="00EA6027" w:rsidRPr="00A86FF1">
                <w:rPr>
                  <w:rStyle w:val="Hyperlink"/>
                </w:rPr>
                <w:t>dce@au.dk</w:t>
              </w:r>
            </w:hyperlink>
          </w:p>
        </w:tc>
      </w:tr>
      <w:tr w:rsidR="00A44F0C" w:rsidTr="00A44F0C">
        <w:tc>
          <w:tcPr>
            <w:tcW w:w="4889" w:type="dxa"/>
          </w:tcPr>
          <w:p w:rsidR="00A44F0C" w:rsidRDefault="00E0137E" w:rsidP="009D1151">
            <w:r>
              <w:t>Danmarks Tekniske Universitet</w:t>
            </w:r>
          </w:p>
        </w:tc>
        <w:tc>
          <w:tcPr>
            <w:tcW w:w="4889" w:type="dxa"/>
          </w:tcPr>
          <w:p w:rsidR="00A44F0C" w:rsidRDefault="0055264A" w:rsidP="009D1151">
            <w:hyperlink r:id="rId145" w:history="1">
              <w:r w:rsidR="00C505CC" w:rsidRPr="00A86FF1">
                <w:rPr>
                  <w:rStyle w:val="Hyperlink"/>
                </w:rPr>
                <w:t>dtu@adm.dtu.dk</w:t>
              </w:r>
            </w:hyperlink>
            <w:r w:rsidR="00C505CC">
              <w:t xml:space="preserve"> </w:t>
            </w:r>
          </w:p>
        </w:tc>
      </w:tr>
      <w:tr w:rsidR="00A44F0C" w:rsidTr="00A44F0C">
        <w:tc>
          <w:tcPr>
            <w:tcW w:w="4889" w:type="dxa"/>
          </w:tcPr>
          <w:p w:rsidR="00A44F0C" w:rsidRDefault="00E0137E" w:rsidP="009D1151">
            <w:r>
              <w:t>Københavns Universitet</w:t>
            </w:r>
          </w:p>
          <w:p w:rsidR="007C57E3" w:rsidRDefault="007C57E3" w:rsidP="009D1151">
            <w:r w:rsidRPr="007C57E3">
              <w:t>Skov og Landskab (KU)</w:t>
            </w:r>
            <w:r w:rsidRPr="007C57E3">
              <w:tab/>
            </w:r>
          </w:p>
          <w:p w:rsidR="00E77CA9" w:rsidRPr="00E77CA9" w:rsidRDefault="00E77CA9" w:rsidP="00E77CA9">
            <w:pPr>
              <w:autoSpaceDE w:val="0"/>
              <w:autoSpaceDN w:val="0"/>
              <w:adjustRightInd w:val="0"/>
            </w:pPr>
            <w:r w:rsidRPr="00E77CA9">
              <w:t>Københavns Universitet, Science</w:t>
            </w:r>
          </w:p>
          <w:p w:rsidR="00E77CA9" w:rsidRDefault="00E77CA9" w:rsidP="00E77CA9">
            <w:r w:rsidRPr="00E77CA9">
              <w:t>Københavns Universitet, Statens Naturhistoriske Museum</w:t>
            </w:r>
          </w:p>
        </w:tc>
        <w:tc>
          <w:tcPr>
            <w:tcW w:w="4889" w:type="dxa"/>
          </w:tcPr>
          <w:p w:rsidR="00A44F0C" w:rsidRPr="00E77CA9" w:rsidRDefault="0055264A" w:rsidP="009D1151">
            <w:pPr>
              <w:rPr>
                <w:rStyle w:val="Hyperlink"/>
              </w:rPr>
            </w:pPr>
            <w:hyperlink r:id="rId146" w:history="1">
              <w:r w:rsidR="00C505CC" w:rsidRPr="00A86FF1">
                <w:rPr>
                  <w:rStyle w:val="Hyperlink"/>
                </w:rPr>
                <w:t>ku@ku.dk</w:t>
              </w:r>
            </w:hyperlink>
            <w:r w:rsidR="00C505CC" w:rsidRPr="00E77CA9">
              <w:rPr>
                <w:rStyle w:val="Hyperlink"/>
              </w:rPr>
              <w:t xml:space="preserve"> </w:t>
            </w:r>
          </w:p>
          <w:p w:rsidR="007C57E3" w:rsidRDefault="0055264A" w:rsidP="009D1151">
            <w:pPr>
              <w:rPr>
                <w:rStyle w:val="Hyperlink"/>
              </w:rPr>
            </w:pPr>
            <w:hyperlink r:id="rId147" w:history="1">
              <w:r w:rsidR="007C57E3" w:rsidRPr="00A86FF1">
                <w:rPr>
                  <w:rStyle w:val="Hyperlink"/>
                </w:rPr>
                <w:t>sl@sl.ku.dk</w:t>
              </w:r>
            </w:hyperlink>
          </w:p>
          <w:p w:rsidR="00E77CA9" w:rsidRPr="00E77CA9" w:rsidRDefault="0055264A" w:rsidP="009D1151">
            <w:pPr>
              <w:rPr>
                <w:rStyle w:val="Hyperlink"/>
              </w:rPr>
            </w:pPr>
            <w:hyperlink r:id="rId148" w:history="1">
              <w:r w:rsidR="00E77CA9" w:rsidRPr="00E77CA9">
                <w:rPr>
                  <w:rStyle w:val="Hyperlink"/>
                </w:rPr>
                <w:t>science@science.ku.dk</w:t>
              </w:r>
            </w:hyperlink>
          </w:p>
          <w:p w:rsidR="00E77CA9" w:rsidRPr="00E77CA9" w:rsidRDefault="0055264A" w:rsidP="009D1151">
            <w:pPr>
              <w:rPr>
                <w:rStyle w:val="Hyperlink"/>
              </w:rPr>
            </w:pPr>
            <w:hyperlink r:id="rId149" w:history="1">
              <w:r w:rsidR="00E77CA9" w:rsidRPr="00E77CA9">
                <w:rPr>
                  <w:rStyle w:val="Hyperlink"/>
                </w:rPr>
                <w:t>snm@snm.ku.dk</w:t>
              </w:r>
            </w:hyperlink>
          </w:p>
        </w:tc>
      </w:tr>
      <w:tr w:rsidR="00A44F0C" w:rsidTr="00A44F0C">
        <w:tc>
          <w:tcPr>
            <w:tcW w:w="4889" w:type="dxa"/>
          </w:tcPr>
          <w:p w:rsidR="00A44F0C" w:rsidRDefault="00E0137E" w:rsidP="009D1151">
            <w:r>
              <w:t>RUC – Roskilde Universitetscenter</w:t>
            </w:r>
          </w:p>
        </w:tc>
        <w:tc>
          <w:tcPr>
            <w:tcW w:w="4889" w:type="dxa"/>
          </w:tcPr>
          <w:p w:rsidR="00A44F0C" w:rsidRDefault="0055264A" w:rsidP="009D1151">
            <w:hyperlink r:id="rId150" w:history="1">
              <w:r w:rsidR="00C505CC" w:rsidRPr="00A86FF1">
                <w:rPr>
                  <w:rStyle w:val="Hyperlink"/>
                </w:rPr>
                <w:t>ruc@ruc.dk</w:t>
              </w:r>
            </w:hyperlink>
          </w:p>
        </w:tc>
      </w:tr>
      <w:tr w:rsidR="00A44F0C" w:rsidTr="00A44F0C">
        <w:tc>
          <w:tcPr>
            <w:tcW w:w="4889" w:type="dxa"/>
          </w:tcPr>
          <w:p w:rsidR="00A44F0C" w:rsidRDefault="00E0137E" w:rsidP="009D1151">
            <w:r>
              <w:t>Syddansk Universitet</w:t>
            </w:r>
          </w:p>
        </w:tc>
        <w:tc>
          <w:tcPr>
            <w:tcW w:w="4889" w:type="dxa"/>
          </w:tcPr>
          <w:p w:rsidR="00A44F0C" w:rsidRDefault="0055264A" w:rsidP="009D1151">
            <w:hyperlink r:id="rId151" w:history="1">
              <w:r w:rsidR="00C505CC" w:rsidRPr="00A86FF1">
                <w:rPr>
                  <w:rStyle w:val="Hyperlink"/>
                </w:rPr>
                <w:t>sdu@sdu.dk</w:t>
              </w:r>
            </w:hyperlink>
          </w:p>
        </w:tc>
      </w:tr>
      <w:tr w:rsidR="00A44F0C" w:rsidTr="00A44F0C">
        <w:tc>
          <w:tcPr>
            <w:tcW w:w="4889" w:type="dxa"/>
          </w:tcPr>
          <w:p w:rsidR="00A44F0C" w:rsidRDefault="00E0137E" w:rsidP="009D1151">
            <w:r>
              <w:t>Arkitektskolen Aarhus</w:t>
            </w:r>
          </w:p>
        </w:tc>
        <w:tc>
          <w:tcPr>
            <w:tcW w:w="4889" w:type="dxa"/>
          </w:tcPr>
          <w:p w:rsidR="00A44F0C" w:rsidRDefault="0055264A" w:rsidP="009D1151">
            <w:hyperlink r:id="rId152" w:history="1">
              <w:r w:rsidR="00C505CC" w:rsidRPr="00A86FF1">
                <w:rPr>
                  <w:rStyle w:val="Hyperlink"/>
                </w:rPr>
                <w:t>a@aarch.dk</w:t>
              </w:r>
            </w:hyperlink>
          </w:p>
        </w:tc>
      </w:tr>
      <w:tr w:rsidR="00A44F0C" w:rsidTr="00A44F0C">
        <w:tc>
          <w:tcPr>
            <w:tcW w:w="4889" w:type="dxa"/>
          </w:tcPr>
          <w:p w:rsidR="00A44F0C" w:rsidRDefault="00E0137E" w:rsidP="009D1151">
            <w:r>
              <w:t>Kunstakademiets Arkitektskole</w:t>
            </w:r>
          </w:p>
        </w:tc>
        <w:tc>
          <w:tcPr>
            <w:tcW w:w="4889" w:type="dxa"/>
          </w:tcPr>
          <w:p w:rsidR="00A44F0C" w:rsidRDefault="0055264A" w:rsidP="009D1151">
            <w:hyperlink r:id="rId153" w:history="1">
              <w:r w:rsidR="00C505CC" w:rsidRPr="00A86FF1">
                <w:rPr>
                  <w:rStyle w:val="Hyperlink"/>
                </w:rPr>
                <w:t>info@kadk.dk</w:t>
              </w:r>
            </w:hyperlink>
            <w:r w:rsidR="00C505CC">
              <w:t xml:space="preserve"> </w:t>
            </w:r>
          </w:p>
        </w:tc>
      </w:tr>
    </w:tbl>
    <w:p w:rsidR="00A44F0C" w:rsidRDefault="00A44F0C" w:rsidP="009D1151"/>
    <w:sectPr w:rsidR="00A44F0C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tagSans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C50"/>
    <w:rsid w:val="00003552"/>
    <w:rsid w:val="00035D50"/>
    <w:rsid w:val="00060878"/>
    <w:rsid w:val="00082C81"/>
    <w:rsid w:val="000900A1"/>
    <w:rsid w:val="00092EE6"/>
    <w:rsid w:val="000B3884"/>
    <w:rsid w:val="000E7DFD"/>
    <w:rsid w:val="00104855"/>
    <w:rsid w:val="0012501E"/>
    <w:rsid w:val="0015230F"/>
    <w:rsid w:val="0015609E"/>
    <w:rsid w:val="001660FB"/>
    <w:rsid w:val="001A6447"/>
    <w:rsid w:val="001D3D12"/>
    <w:rsid w:val="001E5102"/>
    <w:rsid w:val="001E711A"/>
    <w:rsid w:val="002123DD"/>
    <w:rsid w:val="0021705C"/>
    <w:rsid w:val="00250B83"/>
    <w:rsid w:val="00251CCB"/>
    <w:rsid w:val="00253630"/>
    <w:rsid w:val="00264D53"/>
    <w:rsid w:val="00292C45"/>
    <w:rsid w:val="002A0855"/>
    <w:rsid w:val="002E3A75"/>
    <w:rsid w:val="002F63FB"/>
    <w:rsid w:val="00301041"/>
    <w:rsid w:val="0036092D"/>
    <w:rsid w:val="00362C69"/>
    <w:rsid w:val="003760CA"/>
    <w:rsid w:val="0039279F"/>
    <w:rsid w:val="003B257E"/>
    <w:rsid w:val="00436826"/>
    <w:rsid w:val="004429D1"/>
    <w:rsid w:val="00454ED1"/>
    <w:rsid w:val="004747E1"/>
    <w:rsid w:val="00485D4F"/>
    <w:rsid w:val="004A20CE"/>
    <w:rsid w:val="004A3276"/>
    <w:rsid w:val="004C043B"/>
    <w:rsid w:val="004C1839"/>
    <w:rsid w:val="004C5660"/>
    <w:rsid w:val="00502DA8"/>
    <w:rsid w:val="00507491"/>
    <w:rsid w:val="00524352"/>
    <w:rsid w:val="0052613D"/>
    <w:rsid w:val="0055264A"/>
    <w:rsid w:val="00580EF3"/>
    <w:rsid w:val="005944E0"/>
    <w:rsid w:val="00594734"/>
    <w:rsid w:val="005A5DF5"/>
    <w:rsid w:val="005B1550"/>
    <w:rsid w:val="005B4231"/>
    <w:rsid w:val="005D17A4"/>
    <w:rsid w:val="006317B3"/>
    <w:rsid w:val="00654250"/>
    <w:rsid w:val="006637C0"/>
    <w:rsid w:val="006723F5"/>
    <w:rsid w:val="006850D1"/>
    <w:rsid w:val="00693F14"/>
    <w:rsid w:val="006C1AEE"/>
    <w:rsid w:val="006C4D1C"/>
    <w:rsid w:val="006C6C13"/>
    <w:rsid w:val="00717736"/>
    <w:rsid w:val="007325E9"/>
    <w:rsid w:val="00733AD1"/>
    <w:rsid w:val="007552FD"/>
    <w:rsid w:val="00757163"/>
    <w:rsid w:val="007573D8"/>
    <w:rsid w:val="00760ED9"/>
    <w:rsid w:val="007644CD"/>
    <w:rsid w:val="00765971"/>
    <w:rsid w:val="00774327"/>
    <w:rsid w:val="007833A9"/>
    <w:rsid w:val="007B2295"/>
    <w:rsid w:val="007C57E3"/>
    <w:rsid w:val="007D177D"/>
    <w:rsid w:val="007D7A56"/>
    <w:rsid w:val="007E3736"/>
    <w:rsid w:val="007F6B0D"/>
    <w:rsid w:val="0082477D"/>
    <w:rsid w:val="00860181"/>
    <w:rsid w:val="008717D1"/>
    <w:rsid w:val="00872CF0"/>
    <w:rsid w:val="008D7EF7"/>
    <w:rsid w:val="008F3311"/>
    <w:rsid w:val="008F694C"/>
    <w:rsid w:val="0093065A"/>
    <w:rsid w:val="00942C68"/>
    <w:rsid w:val="00957E0D"/>
    <w:rsid w:val="00963CE0"/>
    <w:rsid w:val="00972293"/>
    <w:rsid w:val="009749E8"/>
    <w:rsid w:val="009812AE"/>
    <w:rsid w:val="009A1795"/>
    <w:rsid w:val="009B72D1"/>
    <w:rsid w:val="009C2231"/>
    <w:rsid w:val="009D1151"/>
    <w:rsid w:val="009D6D77"/>
    <w:rsid w:val="009E4824"/>
    <w:rsid w:val="009E5D4C"/>
    <w:rsid w:val="00A143F5"/>
    <w:rsid w:val="00A2135B"/>
    <w:rsid w:val="00A21BF8"/>
    <w:rsid w:val="00A2771A"/>
    <w:rsid w:val="00A44F0C"/>
    <w:rsid w:val="00A56054"/>
    <w:rsid w:val="00A80F88"/>
    <w:rsid w:val="00A9724D"/>
    <w:rsid w:val="00AC386B"/>
    <w:rsid w:val="00AD5281"/>
    <w:rsid w:val="00AD6507"/>
    <w:rsid w:val="00AE0553"/>
    <w:rsid w:val="00AE52DD"/>
    <w:rsid w:val="00AF22F3"/>
    <w:rsid w:val="00AF30D2"/>
    <w:rsid w:val="00AF74DB"/>
    <w:rsid w:val="00B05E5F"/>
    <w:rsid w:val="00B52DB1"/>
    <w:rsid w:val="00B73EE4"/>
    <w:rsid w:val="00B95742"/>
    <w:rsid w:val="00C33F8F"/>
    <w:rsid w:val="00C505CC"/>
    <w:rsid w:val="00C5185F"/>
    <w:rsid w:val="00C62F4C"/>
    <w:rsid w:val="00CC0361"/>
    <w:rsid w:val="00CD0ACA"/>
    <w:rsid w:val="00CD5973"/>
    <w:rsid w:val="00CE381E"/>
    <w:rsid w:val="00CF1028"/>
    <w:rsid w:val="00D072D2"/>
    <w:rsid w:val="00D24C50"/>
    <w:rsid w:val="00D3291C"/>
    <w:rsid w:val="00D36795"/>
    <w:rsid w:val="00D604CB"/>
    <w:rsid w:val="00DA1B76"/>
    <w:rsid w:val="00DE322C"/>
    <w:rsid w:val="00DF1F6E"/>
    <w:rsid w:val="00E0137E"/>
    <w:rsid w:val="00E02D96"/>
    <w:rsid w:val="00E34981"/>
    <w:rsid w:val="00E66C16"/>
    <w:rsid w:val="00E7252A"/>
    <w:rsid w:val="00E77CA9"/>
    <w:rsid w:val="00E846D0"/>
    <w:rsid w:val="00E90783"/>
    <w:rsid w:val="00EA6027"/>
    <w:rsid w:val="00EC4622"/>
    <w:rsid w:val="00F14C4F"/>
    <w:rsid w:val="00F2019E"/>
    <w:rsid w:val="00F2326F"/>
    <w:rsid w:val="00F43E2B"/>
    <w:rsid w:val="00F668E2"/>
    <w:rsid w:val="00F73DD9"/>
    <w:rsid w:val="00F74C7F"/>
    <w:rsid w:val="00F771D4"/>
    <w:rsid w:val="00F8079A"/>
    <w:rsid w:val="00F817CA"/>
    <w:rsid w:val="00F843DC"/>
    <w:rsid w:val="00FE11D3"/>
    <w:rsid w:val="00FE6945"/>
    <w:rsid w:val="00FF2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Overskrift1">
    <w:name w:val="heading 1"/>
    <w:basedOn w:val="Normal"/>
    <w:link w:val="Overskrift1Tegn"/>
    <w:qFormat/>
    <w:rsid w:val="00082C8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21"/>
      <w:szCs w:val="21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59"/>
    <w:rsid w:val="00D24C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rdskrifttypeiafsnit"/>
    <w:uiPriority w:val="99"/>
    <w:unhideWhenUsed/>
    <w:rsid w:val="00E0137E"/>
    <w:rPr>
      <w:color w:val="0000FF" w:themeColor="hyperlink"/>
      <w:u w:val="single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082C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82C81"/>
    <w:rPr>
      <w:rFonts w:ascii="Tahoma" w:hAnsi="Tahoma" w:cs="Tahoma"/>
      <w:sz w:val="16"/>
      <w:szCs w:val="16"/>
    </w:rPr>
  </w:style>
  <w:style w:type="character" w:customStyle="1" w:styleId="Overskrift1Tegn">
    <w:name w:val="Overskrift 1 Tegn"/>
    <w:basedOn w:val="Standardskrifttypeiafsnit"/>
    <w:link w:val="Overskrift1"/>
    <w:rsid w:val="00082C81"/>
    <w:rPr>
      <w:rFonts w:ascii="Times New Roman" w:eastAsia="Times New Roman" w:hAnsi="Times New Roman" w:cs="Times New Roman"/>
      <w:b/>
      <w:bCs/>
      <w:kern w:val="36"/>
      <w:sz w:val="21"/>
      <w:szCs w:val="21"/>
      <w:lang w:eastAsia="da-D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Overskrift1">
    <w:name w:val="heading 1"/>
    <w:basedOn w:val="Normal"/>
    <w:link w:val="Overskrift1Tegn"/>
    <w:qFormat/>
    <w:rsid w:val="00082C8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21"/>
      <w:szCs w:val="21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59"/>
    <w:rsid w:val="00D24C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rdskrifttypeiafsnit"/>
    <w:uiPriority w:val="99"/>
    <w:unhideWhenUsed/>
    <w:rsid w:val="00E0137E"/>
    <w:rPr>
      <w:color w:val="0000FF" w:themeColor="hyperlink"/>
      <w:u w:val="single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082C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82C81"/>
    <w:rPr>
      <w:rFonts w:ascii="Tahoma" w:hAnsi="Tahoma" w:cs="Tahoma"/>
      <w:sz w:val="16"/>
      <w:szCs w:val="16"/>
    </w:rPr>
  </w:style>
  <w:style w:type="character" w:customStyle="1" w:styleId="Overskrift1Tegn">
    <w:name w:val="Overskrift 1 Tegn"/>
    <w:basedOn w:val="Standardskrifttypeiafsnit"/>
    <w:link w:val="Overskrift1"/>
    <w:rsid w:val="00082C81"/>
    <w:rPr>
      <w:rFonts w:ascii="Times New Roman" w:eastAsia="Times New Roman" w:hAnsi="Times New Roman" w:cs="Times New Roman"/>
      <w:b/>
      <w:bCs/>
      <w:kern w:val="36"/>
      <w:sz w:val="21"/>
      <w:szCs w:val="21"/>
      <w:lang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711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04446">
          <w:marLeft w:val="0"/>
          <w:marRight w:val="0"/>
          <w:marTop w:val="30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mailto:info@campingraadet.dk" TargetMode="External"/><Relationship Id="rId117" Type="http://schemas.openxmlformats.org/officeDocument/2006/relationships/hyperlink" Target="mailto:nmkn@nmkn.dk" TargetMode="External"/><Relationship Id="rId21" Type="http://schemas.openxmlformats.org/officeDocument/2006/relationships/hyperlink" Target="mailto:kaskelot@mail.dk" TargetMode="External"/><Relationship Id="rId42" Type="http://schemas.openxmlformats.org/officeDocument/2006/relationships/hyperlink" Target="mailto:info@danskenergi.dk" TargetMode="External"/><Relationship Id="rId47" Type="http://schemas.openxmlformats.org/officeDocument/2006/relationships/hyperlink" Target="mailto:di@di.dk" TargetMode="External"/><Relationship Id="rId63" Type="http://schemas.openxmlformats.org/officeDocument/2006/relationships/hyperlink" Target="mailto:post@sportsfiskerforbundet.dk" TargetMode="External"/><Relationship Id="rId68" Type="http://schemas.openxmlformats.org/officeDocument/2006/relationships/hyperlink" Target="mailto:info@dag.dk" TargetMode="External"/><Relationship Id="rId84" Type="http://schemas.openxmlformats.org/officeDocument/2006/relationships/hyperlink" Target="mailto:post@fabnet.dk" TargetMode="External"/><Relationship Id="rId89" Type="http://schemas.openxmlformats.org/officeDocument/2006/relationships/hyperlink" Target="mailto:entomologiskforening@gmail.com" TargetMode="External"/><Relationship Id="rId112" Type="http://schemas.openxmlformats.org/officeDocument/2006/relationships/hyperlink" Target="mailto:fogf@natmus.dk" TargetMode="External"/><Relationship Id="rId133" Type="http://schemas.openxmlformats.org/officeDocument/2006/relationships/hyperlink" Target="mailto:wwf@wwf.dk" TargetMode="External"/><Relationship Id="rId138" Type="http://schemas.openxmlformats.org/officeDocument/2006/relationships/hyperlink" Target="mailto:ohavsmuseet@ohavsmuseet.dk" TargetMode="External"/><Relationship Id="rId154" Type="http://schemas.openxmlformats.org/officeDocument/2006/relationships/fontTable" Target="fontTable.xml"/><Relationship Id="rId16" Type="http://schemas.openxmlformats.org/officeDocument/2006/relationships/hyperlink" Target="mailto:ktc@ktc.dk" TargetMode="External"/><Relationship Id="rId107" Type="http://schemas.openxmlformats.org/officeDocument/2006/relationships/hyperlink" Target="mailto:info@levende-land.dk" TargetMode="External"/><Relationship Id="rId11" Type="http://schemas.openxmlformats.org/officeDocument/2006/relationships/hyperlink" Target="mailto:mail@lfst.dk" TargetMode="External"/><Relationship Id="rId32" Type="http://schemas.openxmlformats.org/officeDocument/2006/relationships/hyperlink" Target="mailto:post@jaegerne.dk" TargetMode="External"/><Relationship Id="rId37" Type="http://schemas.openxmlformats.org/officeDocument/2006/relationships/hyperlink" Target="mailto:Daff.medlemskontor@live.dk" TargetMode="External"/><Relationship Id="rId53" Type="http://schemas.openxmlformats.org/officeDocument/2006/relationships/hyperlink" Target="mailto:jj@danskmiljoteknologi.dk" TargetMode="External"/><Relationship Id="rId58" Type="http://schemas.openxmlformats.org/officeDocument/2006/relationships/hyperlink" Target="mailto:info@plantevaern.dk" TargetMode="External"/><Relationship Id="rId74" Type="http://schemas.openxmlformats.org/officeDocument/2006/relationships/hyperlink" Target="mailto:lmv@danskbyggeri.dk" TargetMode="External"/><Relationship Id="rId79" Type="http://schemas.openxmlformats.org/officeDocument/2006/relationships/hyperlink" Target="mailto:kora@kora.dk" TargetMode="External"/><Relationship Id="rId102" Type="http://schemas.openxmlformats.org/officeDocument/2006/relationships/hyperlink" Target="mailto:info@landboungdom.dk" TargetMode="External"/><Relationship Id="rId123" Type="http://schemas.openxmlformats.org/officeDocument/2006/relationships/hyperlink" Target="mailto:info@ramboll.dk" TargetMode="External"/><Relationship Id="rId128" Type="http://schemas.openxmlformats.org/officeDocument/2006/relationships/hyperlink" Target="mailto:info@skovdyrkerne.dk" TargetMode="External"/><Relationship Id="rId144" Type="http://schemas.openxmlformats.org/officeDocument/2006/relationships/hyperlink" Target="mailto:dce@au.dk" TargetMode="External"/><Relationship Id="rId149" Type="http://schemas.openxmlformats.org/officeDocument/2006/relationships/hyperlink" Target="http://snm.ku.dk/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mailto:info@flidhavne.dk" TargetMode="External"/><Relationship Id="rId95" Type="http://schemas.openxmlformats.org/officeDocument/2006/relationships/hyperlink" Target="mailto:info@hededanmark.dk" TargetMode="External"/><Relationship Id="rId22" Type="http://schemas.openxmlformats.org/officeDocument/2006/relationships/hyperlink" Target="mailto:info@mortalin.dk" TargetMode="External"/><Relationship Id="rId27" Type="http://schemas.openxmlformats.org/officeDocument/2006/relationships/hyperlink" Target="mailto:cowi@cowi.dk" TargetMode="External"/><Relationship Id="rId43" Type="http://schemas.openxmlformats.org/officeDocument/2006/relationships/hyperlink" Target="mailto:debra@energibranchen.dk" TargetMode="External"/><Relationship Id="rId48" Type="http://schemas.openxmlformats.org/officeDocument/2006/relationships/hyperlink" Target="mailto:museum@jagtskov.dk" TargetMode="External"/><Relationship Id="rId64" Type="http://schemas.openxmlformats.org/officeDocument/2006/relationships/hyperlink" Target="mailto:dktimber@dktimber.dk" TargetMode="External"/><Relationship Id="rId69" Type="http://schemas.openxmlformats.org/officeDocument/2006/relationships/hyperlink" Target="mailto:kontakt@danskfalkejagtklub.dk" TargetMode="External"/><Relationship Id="rId113" Type="http://schemas.openxmlformats.org/officeDocument/2006/relationships/hyperlink" Target="mailto:thy@danmarksnationalparker.dk" TargetMode="External"/><Relationship Id="rId118" Type="http://schemas.openxmlformats.org/officeDocument/2006/relationships/hyperlink" Target="mailto:nogu@nogu.dk" TargetMode="External"/><Relationship Id="rId134" Type="http://schemas.openxmlformats.org/officeDocument/2006/relationships/hyperlink" Target="mailto:info@verdensskove.org" TargetMode="External"/><Relationship Id="rId139" Type="http://schemas.openxmlformats.org/officeDocument/2006/relationships/hyperlink" Target="mailto:info@okologi.dk" TargetMode="External"/><Relationship Id="rId80" Type="http://schemas.openxmlformats.org/officeDocument/2006/relationships/hyperlink" Target="mailto:info@ecocouncil.dk" TargetMode="External"/><Relationship Id="rId85" Type="http://schemas.openxmlformats.org/officeDocument/2006/relationships/hyperlink" Target="mailto:info@fbnet.dk" TargetMode="External"/><Relationship Id="rId150" Type="http://schemas.openxmlformats.org/officeDocument/2006/relationships/hyperlink" Target="mailto:ruc@ruc.dk" TargetMode="External"/><Relationship Id="rId155" Type="http://schemas.openxmlformats.org/officeDocument/2006/relationships/theme" Target="theme/theme1.xml"/><Relationship Id="rId12" Type="http://schemas.openxmlformats.org/officeDocument/2006/relationships/hyperlink" Target="mailto:nst@nst.dk" TargetMode="External"/><Relationship Id="rId17" Type="http://schemas.openxmlformats.org/officeDocument/2006/relationships/hyperlink" Target="mailto:regioner@regioner.dk" TargetMode="External"/><Relationship Id="rId25" Type="http://schemas.openxmlformats.org/officeDocument/2006/relationships/hyperlink" Target="mailto:info@baeredygtigtlandbrug.dk" TargetMode="External"/><Relationship Id="rId33" Type="http://schemas.openxmlformats.org/officeDocument/2006/relationships/hyperlink" Target="mailto:dn@dn.dk" TargetMode="External"/><Relationship Id="rId38" Type="http://schemas.openxmlformats.org/officeDocument/2006/relationships/hyperlink" Target="mailto:kontor@botaniskforening.dk" TargetMode="External"/><Relationship Id="rId46" Type="http://schemas.openxmlformats.org/officeDocument/2006/relationships/hyperlink" Target="mailto:danskgartneri@danskgartneri.dk" TargetMode="External"/><Relationship Id="rId59" Type="http://schemas.openxmlformats.org/officeDocument/2006/relationships/hyperlink" Target="mailto:info@rideforbund.dk" TargetMode="External"/><Relationship Id="rId67" Type="http://schemas.openxmlformats.org/officeDocument/2006/relationships/hyperlink" Target="mailto:dvl@dvl.dk" TargetMode="External"/><Relationship Id="rId103" Type="http://schemas.openxmlformats.org/officeDocument/2006/relationships/hyperlink" Target="mailto:hoering@lf.dk" TargetMode="External"/><Relationship Id="rId108" Type="http://schemas.openxmlformats.org/officeDocument/2006/relationships/hyperlink" Target="mailto:llh@levende-hav.dk" TargetMode="External"/><Relationship Id="rId116" Type="http://schemas.openxmlformats.org/officeDocument/2006/relationships/hyperlink" Target="mailto:npskjold@danmarksnationalparker.dk" TargetMode="External"/><Relationship Id="rId124" Type="http://schemas.openxmlformats.org/officeDocument/2006/relationships/hyperlink" Target="mailto:Realdania@realdania.dk" TargetMode="External"/><Relationship Id="rId129" Type="http://schemas.openxmlformats.org/officeDocument/2006/relationships/hyperlink" Target="mailto:ks@smaaskov.dk" TargetMode="External"/><Relationship Id="rId137" Type="http://schemas.openxmlformats.org/officeDocument/2006/relationships/hyperlink" Target="mailto:contact@visitdenmark.com" TargetMode="External"/><Relationship Id="rId20" Type="http://schemas.openxmlformats.org/officeDocument/2006/relationships/hyperlink" Target="mailto:mv@fvc.dk" TargetMode="External"/><Relationship Id="rId41" Type="http://schemas.openxmlformats.org/officeDocument/2006/relationships/hyperlink" Target="mailto:post@cyklistforbundet.dk" TargetMode="External"/><Relationship Id="rId54" Type="http://schemas.openxmlformats.org/officeDocument/2006/relationships/hyperlink" Target="mailto:dof@dof.dk" TargetMode="External"/><Relationship Id="rId62" Type="http://schemas.openxmlformats.org/officeDocument/2006/relationships/hyperlink" Target="mailto:dsf@sportsdykning.dk" TargetMode="External"/><Relationship Id="rId70" Type="http://schemas.openxmlformats.org/officeDocument/2006/relationships/hyperlink" Target="mailto:danskehavne@danskehavne.dk" TargetMode="External"/><Relationship Id="rId75" Type="http://schemas.openxmlformats.org/officeDocument/2006/relationships/hyperlink" Target="mailto:info@danskesvineproducenter.dk" TargetMode="External"/><Relationship Id="rId83" Type="http://schemas.openxmlformats.org/officeDocument/2006/relationships/hyperlink" Target="mailto:db@dyrenesbeskyttelse.dk" TargetMode="External"/><Relationship Id="rId88" Type="http://schemas.openxmlformats.org/officeDocument/2006/relationships/hyperlink" Target="mailto:mail@envina.dk" TargetMode="External"/><Relationship Id="rId91" Type="http://schemas.openxmlformats.org/officeDocument/2006/relationships/hyperlink" Target="mailto:info@danskevv.dk" TargetMode="External"/><Relationship Id="rId96" Type="http://schemas.openxmlformats.org/officeDocument/2006/relationships/hyperlink" Target="mailto:info@hedeselskabet.dk" TargetMode="External"/><Relationship Id="rId111" Type="http://schemas.openxmlformats.org/officeDocument/2006/relationships/hyperlink" Target="mailto:info@moesgaardmuseum.dk" TargetMode="External"/><Relationship Id="rId132" Type="http://schemas.openxmlformats.org/officeDocument/2006/relationships/hyperlink" Target="mailto:danhostel@danhostel.dk" TargetMode="External"/><Relationship Id="rId140" Type="http://schemas.openxmlformats.org/officeDocument/2006/relationships/hyperlink" Target="mailto:post@avjf.dk" TargetMode="External"/><Relationship Id="rId145" Type="http://schemas.openxmlformats.org/officeDocument/2006/relationships/hyperlink" Target="mailto:dtu@adm.dtu.dk" TargetMode="External"/><Relationship Id="rId153" Type="http://schemas.openxmlformats.org/officeDocument/2006/relationships/hyperlink" Target="mailto:info@kadk.d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bm@bm.dk" TargetMode="External"/><Relationship Id="rId15" Type="http://schemas.openxmlformats.org/officeDocument/2006/relationships/hyperlink" Target="mailto:kl@kl.dk" TargetMode="External"/><Relationship Id="rId23" Type="http://schemas.openxmlformats.org/officeDocument/2006/relationships/hyperlink" Target="mailto:info@byoghavn.dk" TargetMode="External"/><Relationship Id="rId28" Type="http://schemas.openxmlformats.org/officeDocument/2006/relationships/hyperlink" Target="mailto:dakofa@dakofa.dk" TargetMode="External"/><Relationship Id="rId36" Type="http://schemas.openxmlformats.org/officeDocument/2006/relationships/hyperlink" Target="mailto:danskakvakultur@danskakvakultur.dk" TargetMode="External"/><Relationship Id="rId49" Type="http://schemas.openxmlformats.org/officeDocument/2006/relationships/hyperlink" Target="mailto:info@christmastree.dk" TargetMode="External"/><Relationship Id="rId57" Type="http://schemas.openxmlformats.org/officeDocument/2006/relationships/hyperlink" Target="mailto:bnl@vfl.dk" TargetMode="External"/><Relationship Id="rId106" Type="http://schemas.openxmlformats.org/officeDocument/2006/relationships/hyperlink" Target="mailto:mail@byogland.dk" TargetMode="External"/><Relationship Id="rId114" Type="http://schemas.openxmlformats.org/officeDocument/2006/relationships/hyperlink" Target="mailto:mols@danmarksnationalparker.dk" TargetMode="External"/><Relationship Id="rId119" Type="http://schemas.openxmlformats.org/officeDocument/2006/relationships/hyperlink" Target="mailto:noah@noah.dk" TargetMode="External"/><Relationship Id="rId127" Type="http://schemas.openxmlformats.org/officeDocument/2006/relationships/hyperlink" Target="mailto:info@SEGES.dk" TargetMode="External"/><Relationship Id="rId10" Type="http://schemas.openxmlformats.org/officeDocument/2006/relationships/hyperlink" Target="mailto:km@km.dk" TargetMode="External"/><Relationship Id="rId31" Type="http://schemas.openxmlformats.org/officeDocument/2006/relationships/hyperlink" Target="mailto:dif@dif.dk" TargetMode="External"/><Relationship Id="rId44" Type="http://schemas.openxmlformats.org/officeDocument/2006/relationships/hyperlink" Target="mailto:teamst@gmail.dk" TargetMode="External"/><Relationship Id="rId52" Type="http://schemas.openxmlformats.org/officeDocument/2006/relationships/hyperlink" Target="mailto:formand@dls-jagt.dk" TargetMode="External"/><Relationship Id="rId60" Type="http://schemas.openxmlformats.org/officeDocument/2006/relationships/hyperlink" Target="mailto:ds@sejlsport.dk" TargetMode="External"/><Relationship Id="rId65" Type="http://schemas.openxmlformats.org/officeDocument/2006/relationships/hyperlink" Target="mailto:traeinfo@traeinfo.dk" TargetMode="External"/><Relationship Id="rId73" Type="http://schemas.openxmlformats.org/officeDocument/2006/relationships/hyperlink" Target="mailto:info@dkmuseer.dk" TargetMode="External"/><Relationship Id="rId78" Type="http://schemas.openxmlformats.org/officeDocument/2006/relationships/hyperlink" Target="mailto:kontakt@ddnf.dk" TargetMode="External"/><Relationship Id="rId81" Type="http://schemas.openxmlformats.org/officeDocument/2006/relationships/hyperlink" Target="mailto:dors@dors.dk" TargetMode="External"/><Relationship Id="rId86" Type="http://schemas.openxmlformats.org/officeDocument/2006/relationships/hyperlink" Target="mailto:gun@ferskvandsfiskeriforeningen.dk" TargetMode="External"/><Relationship Id="rId94" Type="http://schemas.openxmlformats.org/officeDocument/2006/relationships/hyperlink" Target="mailto:info@greenpeace.dk" TargetMode="External"/><Relationship Id="rId99" Type="http://schemas.openxmlformats.org/officeDocument/2006/relationships/hyperlink" Target="mailto:post@ja.dk" TargetMode="External"/><Relationship Id="rId101" Type="http://schemas.openxmlformats.org/officeDocument/2006/relationships/hyperlink" Target="mailto:Ekokemdenmark@ekokem.dk" TargetMode="External"/><Relationship Id="rId122" Type="http://schemas.openxmlformats.org/officeDocument/2006/relationships/hyperlink" Target="mailto:plf@plf.dk" TargetMode="External"/><Relationship Id="rId130" Type="http://schemas.openxmlformats.org/officeDocument/2006/relationships/hyperlink" Target="mailto:sek@stf.dk" TargetMode="External"/><Relationship Id="rId135" Type="http://schemas.openxmlformats.org/officeDocument/2006/relationships/hyperlink" Target="mailto:Eco-net@eco-net.dk" TargetMode="External"/><Relationship Id="rId143" Type="http://schemas.openxmlformats.org/officeDocument/2006/relationships/hyperlink" Target="mailto:dca@au.dk" TargetMode="External"/><Relationship Id="rId148" Type="http://schemas.openxmlformats.org/officeDocument/2006/relationships/hyperlink" Target="mailto:science@science.ku.dk" TargetMode="External"/><Relationship Id="rId151" Type="http://schemas.openxmlformats.org/officeDocument/2006/relationships/hyperlink" Target="mailto:sdu@sdu.dk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m@jm.dk" TargetMode="External"/><Relationship Id="rId13" Type="http://schemas.openxmlformats.org/officeDocument/2006/relationships/hyperlink" Target="mailto:email@fvst.dk" TargetMode="External"/><Relationship Id="rId18" Type="http://schemas.openxmlformats.org/officeDocument/2006/relationships/hyperlink" Target="mailto:info@15junifonden.dk" TargetMode="External"/><Relationship Id="rId39" Type="http://schemas.openxmlformats.org/officeDocument/2006/relationships/hyperlink" Target="mailto:db@byplanlab.dk" TargetMode="External"/><Relationship Id="rId109" Type="http://schemas.openxmlformats.org/officeDocument/2006/relationships/hyperlink" Target="mailto:info@praktiskoekologi.dk" TargetMode="External"/><Relationship Id="rId34" Type="http://schemas.openxmlformats.org/officeDocument/2006/relationships/hyperlink" Target="mailto:info@shipowners.dk" TargetMode="External"/><Relationship Id="rId50" Type="http://schemas.openxmlformats.org/officeDocument/2006/relationships/hyperlink" Target="mailto:miljo@kano-kajak.dk" TargetMode="External"/><Relationship Id="rId55" Type="http://schemas.openxmlformats.org/officeDocument/2006/relationships/hyperlink" Target="mailto:dpf@pattedyrforening.dk" TargetMode="External"/><Relationship Id="rId76" Type="http://schemas.openxmlformats.org/officeDocument/2006/relationships/hyperlink" Target="mailto:info@tr&#230;.dk" TargetMode="External"/><Relationship Id="rId97" Type="http://schemas.openxmlformats.org/officeDocument/2006/relationships/hyperlink" Target="mailto:hofor@hofor.dk" TargetMode="External"/><Relationship Id="rId104" Type="http://schemas.openxmlformats.org/officeDocument/2006/relationships/hyperlink" Target="mailto:mail@landdisktrikterne.dk" TargetMode="External"/><Relationship Id="rId120" Type="http://schemas.openxmlformats.org/officeDocument/2006/relationships/hyperlink" Target="mailto:info@kystmuseet.dk" TargetMode="External"/><Relationship Id="rId125" Type="http://schemas.openxmlformats.org/officeDocument/2006/relationships/hyperlink" Target="mailto:formand@rfdc.dk" TargetMode="External"/><Relationship Id="rId141" Type="http://schemas.openxmlformats.org/officeDocument/2006/relationships/hyperlink" Target="mailto:aau@aau.dk" TargetMode="External"/><Relationship Id="rId146" Type="http://schemas.openxmlformats.org/officeDocument/2006/relationships/hyperlink" Target="mailto:ku@ku.dk" TargetMode="External"/><Relationship Id="rId7" Type="http://schemas.openxmlformats.org/officeDocument/2006/relationships/hyperlink" Target="mailto:em@em.dk" TargetMode="External"/><Relationship Id="rId71" Type="http://schemas.openxmlformats.org/officeDocument/2006/relationships/hyperlink" Target="mailto:dl@landskabsarkitekter.dk" TargetMode="External"/><Relationship Id="rId92" Type="http://schemas.openxmlformats.org/officeDocument/2006/relationships/hyperlink" Target="mailto:fr@friluftsraadet.dk" TargetMode="External"/><Relationship Id="rId2" Type="http://schemas.openxmlformats.org/officeDocument/2006/relationships/styles" Target="styles.xml"/><Relationship Id="rId29" Type="http://schemas.openxmlformats.org/officeDocument/2006/relationships/hyperlink" Target="mailto:dcu@dcu-cykling.dk" TargetMode="External"/><Relationship Id="rId24" Type="http://schemas.openxmlformats.org/officeDocument/2006/relationships/hyperlink" Target="mailto:info@bygningskultur.dk" TargetMode="External"/><Relationship Id="rId40" Type="http://schemas.openxmlformats.org/officeDocument/2006/relationships/hyperlink" Target="mailto:info@dcu.dk" TargetMode="External"/><Relationship Id="rId45" Type="http://schemas.openxmlformats.org/officeDocument/2006/relationships/hyperlink" Target="mailto:faareavl@sheep.dk" TargetMode="External"/><Relationship Id="rId66" Type="http://schemas.openxmlformats.org/officeDocument/2006/relationships/hyperlink" Target="mailto:danva@danva.dk" TargetMode="External"/><Relationship Id="rId87" Type="http://schemas.openxmlformats.org/officeDocument/2006/relationships/hyperlink" Target="mailto:et@greencities.eu" TargetMode="External"/><Relationship Id="rId110" Type="http://schemas.openxmlformats.org/officeDocument/2006/relationships/hyperlink" Target="mailto:info@mejeri.dk" TargetMode="External"/><Relationship Id="rId115" Type="http://schemas.openxmlformats.org/officeDocument/2006/relationships/hyperlink" Target="mailto:vadehavet@danmarksnationalparker.dk" TargetMode="External"/><Relationship Id="rId131" Type="http://schemas.openxmlformats.org/officeDocument/2006/relationships/hyperlink" Target="mailto:tekno@tekno.dk" TargetMode="External"/><Relationship Id="rId136" Type="http://schemas.openxmlformats.org/officeDocument/2006/relationships/hyperlink" Target="mailto:info@veluxfoundations.dk" TargetMode="External"/><Relationship Id="rId61" Type="http://schemas.openxmlformats.org/officeDocument/2006/relationships/hyperlink" Target="mailto:info@skovforeningen.dk" TargetMode="External"/><Relationship Id="rId82" Type="http://schemas.openxmlformats.org/officeDocument/2006/relationships/hyperlink" Target="mailto:dhi@dhigroup.dk" TargetMode="External"/><Relationship Id="rId152" Type="http://schemas.openxmlformats.org/officeDocument/2006/relationships/hyperlink" Target="mailto:a@aarch.dk" TargetMode="External"/><Relationship Id="rId19" Type="http://schemas.openxmlformats.org/officeDocument/2006/relationships/hyperlink" Target="mailto:92grp@92grp.dk" TargetMode="External"/><Relationship Id="rId14" Type="http://schemas.openxmlformats.org/officeDocument/2006/relationships/hyperlink" Target="mailto:kdi@kyst.dk" TargetMode="External"/><Relationship Id="rId30" Type="http://schemas.openxmlformats.org/officeDocument/2006/relationships/hyperlink" Target="mailto:mail@dkfisk.dk" TargetMode="External"/><Relationship Id="rId35" Type="http://schemas.openxmlformats.org/officeDocument/2006/relationships/hyperlink" Target="mailto:post@sportsfiskerforbundet.dk" TargetMode="External"/><Relationship Id="rId56" Type="http://schemas.openxmlformats.org/officeDocument/2006/relationships/hyperlink" Target="mailto:mail@kopenhagenfur.dk" TargetMode="External"/><Relationship Id="rId77" Type="http://schemas.openxmlformats.org/officeDocument/2006/relationships/hyperlink" Target="mailto:dv@danskevandloeb.dk" TargetMode="External"/><Relationship Id="rId100" Type="http://schemas.openxmlformats.org/officeDocument/2006/relationships/hyperlink" Target="mailto:info@kolonihave.dk" TargetMode="External"/><Relationship Id="rId105" Type="http://schemas.openxmlformats.org/officeDocument/2006/relationships/hyperlink" Target="mailto:ldm@maelkeproducenter.dk" TargetMode="External"/><Relationship Id="rId126" Type="http://schemas.openxmlformats.org/officeDocument/2006/relationships/hyperlink" Target="mailto:Sekretariatet@danske-smaaoer.dk" TargetMode="External"/><Relationship Id="rId147" Type="http://schemas.openxmlformats.org/officeDocument/2006/relationships/hyperlink" Target="mailto:sl@sl.ku.dk" TargetMode="External"/><Relationship Id="rId8" Type="http://schemas.openxmlformats.org/officeDocument/2006/relationships/hyperlink" Target="mailto:fm@fm.dk" TargetMode="External"/><Relationship Id="rId51" Type="http://schemas.openxmlformats.org/officeDocument/2006/relationships/hyperlink" Target="mailto:info@dlbr.dk" TargetMode="External"/><Relationship Id="rId72" Type="http://schemas.openxmlformats.org/officeDocument/2006/relationships/hyperlink" Target="mailto:info@danskemaritime.dk" TargetMode="External"/><Relationship Id="rId93" Type="http://schemas.openxmlformats.org/officeDocument/2006/relationships/hyperlink" Target="mailto:geus@geus.dk" TargetMode="External"/><Relationship Id="rId98" Type="http://schemas.openxmlformats.org/officeDocument/2006/relationships/hyperlink" Target="mailto:ida@ida.dk" TargetMode="External"/><Relationship Id="rId121" Type="http://schemas.openxmlformats.org/officeDocument/2006/relationships/hyperlink" Target="mailto:info@orbicon.dk" TargetMode="External"/><Relationship Id="rId142" Type="http://schemas.openxmlformats.org/officeDocument/2006/relationships/hyperlink" Target="mailto:au@au.dk" TargetMode="Externa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00F9B8-C104-424C-A325-3437F30BA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1860</Words>
  <Characters>11353</Characters>
  <Application>Microsoft Office Word</Application>
  <DocSecurity>0</DocSecurity>
  <Lines>94</Lines>
  <Paragraphs>26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Statens IT</Company>
  <LinksUpToDate>false</LinksUpToDate>
  <CharactersWithSpaces>13187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Nissen</dc:creator>
  <cp:lastModifiedBy>Cigdem Koyuncu</cp:lastModifiedBy>
  <cp:revision>2</cp:revision>
  <cp:lastPrinted>2017-03-22T13:55:00Z</cp:lastPrinted>
  <dcterms:created xsi:type="dcterms:W3CDTF">2017-03-23T13:57:00Z</dcterms:created>
  <dcterms:modified xsi:type="dcterms:W3CDTF">2017-03-23T13:57:00Z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Remapped">
    <vt:lpwstr>true</vt:lpwstr>
  </property>
</Properties>
</file>