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655B49" w:rsidRPr="00AB2C63" w14:paraId="30AB0E8B" w14:textId="77777777" w:rsidTr="009A166C">
        <w:trPr>
          <w:trHeight w:val="3061"/>
        </w:trPr>
        <w:tc>
          <w:tcPr>
            <w:tcW w:w="6804" w:type="dxa"/>
          </w:tcPr>
          <w:p w14:paraId="52BD9886" w14:textId="77777777" w:rsidR="00AB2C63" w:rsidRDefault="00AB2C63" w:rsidP="00706E32">
            <w:pPr>
              <w:tabs>
                <w:tab w:val="left" w:pos="5655"/>
              </w:tabs>
            </w:pPr>
            <w:bookmarkStart w:id="0" w:name="_GoBack"/>
            <w:bookmarkEnd w:id="0"/>
            <w:r>
              <w:t xml:space="preserve">Til de myndigheder og organisationer, </w:t>
            </w:r>
          </w:p>
          <w:p w14:paraId="30AB0E87" w14:textId="4E9124F2" w:rsidR="00655B49" w:rsidRPr="00AB2C63" w:rsidRDefault="00AB2C63" w:rsidP="00706E32">
            <w:pPr>
              <w:tabs>
                <w:tab w:val="left" w:pos="5655"/>
              </w:tabs>
            </w:pPr>
            <w:r>
              <w:t>der fremgår af vedlagte høringsliste</w:t>
            </w:r>
          </w:p>
          <w:p w14:paraId="30AB0E88" w14:textId="728850E1" w:rsidR="00FA4374" w:rsidRPr="00AB2C63" w:rsidRDefault="00FA4374" w:rsidP="00706E32">
            <w:pPr>
              <w:tabs>
                <w:tab w:val="left" w:pos="5655"/>
              </w:tabs>
            </w:pPr>
          </w:p>
          <w:p w14:paraId="30AB0E89" w14:textId="4BFD62A1" w:rsidR="00FA4374" w:rsidRPr="00AB2C63" w:rsidRDefault="00FA4374" w:rsidP="00706E32">
            <w:pPr>
              <w:tabs>
                <w:tab w:val="left" w:pos="5655"/>
              </w:tabs>
            </w:pPr>
          </w:p>
          <w:p w14:paraId="30AB0E8A" w14:textId="77777777" w:rsidR="00C82F20" w:rsidRPr="00AB2C63" w:rsidRDefault="00C82F20" w:rsidP="00433E37"/>
        </w:tc>
      </w:tr>
    </w:tbl>
    <w:p w14:paraId="67CDCCC1" w14:textId="77777777" w:rsidR="00EB3065" w:rsidRDefault="00EB3065" w:rsidP="000B38D2">
      <w:pPr>
        <w:jc w:val="both"/>
        <w:rPr>
          <w:b/>
        </w:rPr>
      </w:pPr>
    </w:p>
    <w:p w14:paraId="3644BD31" w14:textId="05ACB645" w:rsidR="0091309F" w:rsidRDefault="0091309F" w:rsidP="000B38D2">
      <w:pPr>
        <w:jc w:val="both"/>
        <w:rPr>
          <w:b/>
        </w:rPr>
      </w:pPr>
      <w:r w:rsidRPr="009D44CF">
        <w:rPr>
          <w:b/>
        </w:rPr>
        <w:t>Høring over</w:t>
      </w:r>
      <w:r w:rsidR="009D44CF" w:rsidRPr="009D44CF">
        <w:rPr>
          <w:b/>
        </w:rPr>
        <w:t xml:space="preserve"> udkast til bekendtgørelse om ændring af bekendtg</w:t>
      </w:r>
      <w:r w:rsidR="009D44CF" w:rsidRPr="009D44CF">
        <w:rPr>
          <w:b/>
        </w:rPr>
        <w:t>ø</w:t>
      </w:r>
      <w:r w:rsidR="009D44CF" w:rsidRPr="009D44CF">
        <w:rPr>
          <w:b/>
        </w:rPr>
        <w:t>relse om statens erstatningsordning for deltagere i praktisk e</w:t>
      </w:r>
      <w:r w:rsidR="009D44CF" w:rsidRPr="009D44CF">
        <w:rPr>
          <w:b/>
        </w:rPr>
        <w:t>r</w:t>
      </w:r>
      <w:r w:rsidR="009D44CF" w:rsidRPr="009D44CF">
        <w:rPr>
          <w:b/>
        </w:rPr>
        <w:t>hvervsorientering m.v.</w:t>
      </w:r>
    </w:p>
    <w:p w14:paraId="061ACCC8" w14:textId="77777777" w:rsidR="0091309F" w:rsidRDefault="0091309F" w:rsidP="000B38D2">
      <w:pPr>
        <w:jc w:val="both"/>
        <w:rPr>
          <w:b/>
        </w:rPr>
      </w:pPr>
      <w:r>
        <w:rPr>
          <w:b/>
        </w:rPr>
        <w:t>________________________________________________________</w:t>
      </w:r>
    </w:p>
    <w:p w14:paraId="4D2ECF2D" w14:textId="77777777" w:rsidR="0091309F" w:rsidRDefault="0091309F" w:rsidP="000B38D2">
      <w:pPr>
        <w:jc w:val="both"/>
        <w:rPr>
          <w:b/>
        </w:rPr>
      </w:pPr>
    </w:p>
    <w:p w14:paraId="17CEC5DF" w14:textId="2E048FAC" w:rsidR="0091309F" w:rsidRDefault="0091309F" w:rsidP="000B38D2">
      <w:pPr>
        <w:jc w:val="both"/>
      </w:pPr>
      <w:r>
        <w:t xml:space="preserve">Hermed fremsendes </w:t>
      </w:r>
      <w:r w:rsidR="009D44CF">
        <w:t>udkast til bekendtgørelse om ændring af bekendtg</w:t>
      </w:r>
      <w:r w:rsidR="009D44CF">
        <w:t>ø</w:t>
      </w:r>
      <w:r w:rsidR="009D44CF">
        <w:t>relse om statens erstatningsordning for deltagere i praktisk erhvervsor</w:t>
      </w:r>
      <w:r w:rsidR="009D44CF">
        <w:t>i</w:t>
      </w:r>
      <w:r w:rsidR="009D44CF">
        <w:t>entering m.v.</w:t>
      </w:r>
      <w:r>
        <w:t>, idet Ministeriet for Børn, Undervisning og Ligestilling skal an</w:t>
      </w:r>
      <w:r w:rsidR="00E50A71">
        <w:t xml:space="preserve">mode om de bemærkninger, som </w:t>
      </w:r>
      <w:r>
        <w:t>udkastet måtte give anledning til.</w:t>
      </w:r>
    </w:p>
    <w:p w14:paraId="7289AB4A" w14:textId="77777777" w:rsidR="0091309F" w:rsidRDefault="0091309F" w:rsidP="000B38D2">
      <w:pPr>
        <w:jc w:val="both"/>
      </w:pPr>
    </w:p>
    <w:p w14:paraId="267D2753" w14:textId="5B5CCF25" w:rsidR="0091309F" w:rsidRDefault="00EB3065" w:rsidP="000B38D2">
      <w:pPr>
        <w:jc w:val="both"/>
      </w:pPr>
      <w:r>
        <w:t xml:space="preserve">Eventuelle bemærkninger til </w:t>
      </w:r>
      <w:r w:rsidR="0091309F">
        <w:t xml:space="preserve">udkastet må være ministeriet i hænde senest </w:t>
      </w:r>
      <w:r w:rsidR="00262F84">
        <w:rPr>
          <w:b/>
        </w:rPr>
        <w:t>mandag den 3. oktober</w:t>
      </w:r>
      <w:r w:rsidR="0091309F">
        <w:rPr>
          <w:b/>
        </w:rPr>
        <w:t xml:space="preserve"> 2016 kl. 12.00.</w:t>
      </w:r>
      <w:r w:rsidR="0091309F">
        <w:t xml:space="preserve"> </w:t>
      </w:r>
    </w:p>
    <w:p w14:paraId="2A5A7525" w14:textId="77777777" w:rsidR="0091309F" w:rsidRDefault="0091309F" w:rsidP="000B38D2">
      <w:pPr>
        <w:jc w:val="both"/>
      </w:pPr>
    </w:p>
    <w:p w14:paraId="6B4CC5AF" w14:textId="77777777" w:rsidR="0091309F" w:rsidRDefault="0091309F" w:rsidP="000B38D2">
      <w:pPr>
        <w:jc w:val="both"/>
      </w:pPr>
      <w:r>
        <w:t xml:space="preserve">Bemærkningerne bedes sendt til følgende e-mail adresse: </w:t>
      </w:r>
    </w:p>
    <w:p w14:paraId="7B48C215" w14:textId="77777777" w:rsidR="0091309F" w:rsidRDefault="0091309F" w:rsidP="000B38D2">
      <w:pPr>
        <w:jc w:val="both"/>
      </w:pPr>
    </w:p>
    <w:p w14:paraId="314A950B" w14:textId="77777777" w:rsidR="0091309F" w:rsidRDefault="0091309F" w:rsidP="000B38D2">
      <w:pPr>
        <w:jc w:val="both"/>
      </w:pPr>
      <w:r>
        <w:t>Svend.E.Gertz@uvm.dk</w:t>
      </w:r>
    </w:p>
    <w:p w14:paraId="154492C0" w14:textId="77777777" w:rsidR="0091309F" w:rsidRDefault="0091309F" w:rsidP="000B38D2">
      <w:pPr>
        <w:jc w:val="both"/>
      </w:pPr>
      <w:r>
        <w:t xml:space="preserve"> </w:t>
      </w:r>
    </w:p>
    <w:p w14:paraId="02BE9BBB" w14:textId="1362F4AB" w:rsidR="0091309F" w:rsidRDefault="00E50A71" w:rsidP="000B38D2">
      <w:pPr>
        <w:jc w:val="both"/>
      </w:pPr>
      <w:r>
        <w:t xml:space="preserve">Forespørgsler vedrørende </w:t>
      </w:r>
      <w:r w:rsidR="0091309F">
        <w:t>udkastet bedes rette til undertegnede på tel</w:t>
      </w:r>
      <w:r w:rsidR="0091309F">
        <w:t>e</w:t>
      </w:r>
      <w:r w:rsidR="0091309F">
        <w:t>fon nr. 3392 5412.</w:t>
      </w:r>
    </w:p>
    <w:p w14:paraId="1283B4E8" w14:textId="77777777" w:rsidR="00EB3065" w:rsidRDefault="00EB3065" w:rsidP="000B38D2">
      <w:pPr>
        <w:jc w:val="both"/>
      </w:pPr>
    </w:p>
    <w:p w14:paraId="61BFE26D" w14:textId="7039786C" w:rsidR="00EB3065" w:rsidRDefault="00EB3065" w:rsidP="00EB3065">
      <w:pPr>
        <w:jc w:val="center"/>
      </w:pPr>
      <w:r>
        <w:t>--- o0o ---</w:t>
      </w:r>
    </w:p>
    <w:p w14:paraId="0A82A9AA" w14:textId="655A5D3C" w:rsidR="0091309F" w:rsidRPr="001069B3" w:rsidRDefault="0091309F" w:rsidP="000B38D2">
      <w:pPr>
        <w:jc w:val="both"/>
        <w:rPr>
          <w:b/>
        </w:rPr>
      </w:pPr>
    </w:p>
    <w:p w14:paraId="676D5B8E" w14:textId="29CAF24D" w:rsidR="00280FFD" w:rsidRDefault="00280FFD" w:rsidP="000B38D2">
      <w:pPr>
        <w:jc w:val="both"/>
      </w:pPr>
      <w:r>
        <w:t xml:space="preserve">Med </w:t>
      </w:r>
      <w:r w:rsidR="00E50A71">
        <w:t xml:space="preserve">det foreslåede </w:t>
      </w:r>
      <w:r w:rsidR="001950F3" w:rsidRPr="001950F3">
        <w:t>udkast</w:t>
      </w:r>
      <w:r w:rsidR="00E50A71">
        <w:t xml:space="preserve"> vil der </w:t>
      </w:r>
      <w:r w:rsidR="001950F3" w:rsidRPr="001950F3">
        <w:t>bli</w:t>
      </w:r>
      <w:r w:rsidR="00E50A71">
        <w:t xml:space="preserve">ver </w:t>
      </w:r>
      <w:r w:rsidR="001950F3" w:rsidRPr="001950F3">
        <w:t>mulighed for, at elever, der se</w:t>
      </w:r>
      <w:r w:rsidR="001950F3" w:rsidRPr="001950F3">
        <w:t>n</w:t>
      </w:r>
      <w:r w:rsidR="001950F3" w:rsidRPr="001950F3">
        <w:t>des i praktisk erhvervsorientering i Sydslesvig af skoler i grænselandet (Haderslev, Sønderborg, Tønder og Aabenraa kommuner),</w:t>
      </w:r>
      <w:r w:rsidR="006A02FA">
        <w:t xml:space="preserve"> bliver</w:t>
      </w:r>
      <w:r w:rsidR="001950F3" w:rsidRPr="001950F3">
        <w:t xml:space="preserve"> omfa</w:t>
      </w:r>
      <w:r w:rsidR="001950F3" w:rsidRPr="001950F3">
        <w:t>t</w:t>
      </w:r>
      <w:r w:rsidR="001950F3" w:rsidRPr="001950F3">
        <w:t>tet af statens erstatningsord</w:t>
      </w:r>
      <w:r w:rsidR="0090609B">
        <w:t xml:space="preserve">ning. </w:t>
      </w:r>
    </w:p>
    <w:p w14:paraId="5E9F9548" w14:textId="77777777" w:rsidR="00280FFD" w:rsidRDefault="00280FFD" w:rsidP="000B38D2">
      <w:pPr>
        <w:jc w:val="both"/>
      </w:pPr>
    </w:p>
    <w:p w14:paraId="002FD46E" w14:textId="695E3837" w:rsidR="001950F3" w:rsidRPr="001950F3" w:rsidRDefault="001950F3" w:rsidP="000B38D2">
      <w:pPr>
        <w:jc w:val="both"/>
      </w:pPr>
      <w:r w:rsidRPr="001950F3">
        <w:t>Udkastet omfatter samtlige elever, der er omfattet af den lovgivning, der er nævnt i bekendtgørelsens §§ 5-14, herunder elever i folkeskoler, un</w:t>
      </w:r>
      <w:r w:rsidRPr="001950F3">
        <w:t>g</w:t>
      </w:r>
      <w:r w:rsidRPr="001950F3">
        <w:t>domsskoler, friskoler, gymnasieskoler og produktionsskoler. Herudover er der i udkastet foretaget nogle mindre redaktionelle ændringer af § 3, der ikke ændrer den gældende retstilstand.</w:t>
      </w:r>
    </w:p>
    <w:p w14:paraId="45F5202E" w14:textId="77777777" w:rsidR="001950F3" w:rsidRPr="001950F3" w:rsidRDefault="001950F3" w:rsidP="000B38D2">
      <w:pPr>
        <w:jc w:val="both"/>
      </w:pPr>
    </w:p>
    <w:p w14:paraId="5D34FC2D" w14:textId="77777777" w:rsidR="00EB3065" w:rsidRDefault="001950F3" w:rsidP="000B38D2">
      <w:pPr>
        <w:jc w:val="both"/>
      </w:pPr>
      <w:r w:rsidRPr="001950F3">
        <w:lastRenderedPageBreak/>
        <w:t xml:space="preserve">Bekendtgørelsen er udstedt med hjemmel i tekstanmærkning nr. 151 ad 20.72.26 til § 20 på finansloven for finansåret 2015. </w:t>
      </w:r>
    </w:p>
    <w:p w14:paraId="2C7BDF30" w14:textId="77777777" w:rsidR="00EB3065" w:rsidRDefault="00EB3065" w:rsidP="000B38D2">
      <w:pPr>
        <w:jc w:val="both"/>
      </w:pPr>
    </w:p>
    <w:p w14:paraId="30AB0E90" w14:textId="54BB320C" w:rsidR="00E75955" w:rsidRDefault="0090609B" w:rsidP="000B38D2">
      <w:pPr>
        <w:jc w:val="both"/>
      </w:pPr>
      <w:r>
        <w:t>På forslaget til finanslov for</w:t>
      </w:r>
      <w:r w:rsidR="001950F3" w:rsidRPr="001950F3">
        <w:t xml:space="preserve"> </w:t>
      </w:r>
      <w:r w:rsidR="000B38D2">
        <w:t xml:space="preserve">finansåret </w:t>
      </w:r>
      <w:r w:rsidR="001950F3" w:rsidRPr="001950F3">
        <w:t xml:space="preserve">2017 </w:t>
      </w:r>
      <w:r>
        <w:t xml:space="preserve">er der </w:t>
      </w:r>
      <w:r w:rsidR="001950F3" w:rsidRPr="001950F3">
        <w:t>sø</w:t>
      </w:r>
      <w:r>
        <w:t>gt</w:t>
      </w:r>
      <w:r w:rsidR="001950F3" w:rsidRPr="001950F3">
        <w:t xml:space="preserve"> hjemmel til at udvide tekstanmærkningen til at omfatte praktisk erhvervsorientering i Sydslesvig. </w:t>
      </w:r>
      <w:r w:rsidR="000B38D2">
        <w:t>Ændringen af beke</w:t>
      </w:r>
      <w:r w:rsidR="00055708">
        <w:t xml:space="preserve">ndtgørelsen kan derfor først </w:t>
      </w:r>
      <w:r w:rsidR="000B38D2">
        <w:t>træde i kraft den 1. januar 2017.</w:t>
      </w:r>
    </w:p>
    <w:p w14:paraId="3A2082C6" w14:textId="77777777" w:rsidR="000B38D2" w:rsidRDefault="000B38D2" w:rsidP="000B38D2">
      <w:pPr>
        <w:jc w:val="both"/>
      </w:pPr>
    </w:p>
    <w:p w14:paraId="2B2EDC4D" w14:textId="77777777" w:rsidR="00280FFD" w:rsidRPr="00AB2C63" w:rsidRDefault="00280FFD" w:rsidP="000B38D2">
      <w:pPr>
        <w:jc w:val="both"/>
      </w:pPr>
    </w:p>
    <w:p w14:paraId="30AB0E91" w14:textId="6597204C" w:rsidR="00E75955" w:rsidRDefault="00AB2C63" w:rsidP="00E75955">
      <w:pPr>
        <w:keepNext/>
        <w:keepLines/>
      </w:pPr>
      <w:bookmarkStart w:id="1" w:name="SD_LAN_BestRegards"/>
      <w:r w:rsidRPr="00AB2C63">
        <w:t>Med venlig hilsen</w:t>
      </w:r>
      <w:bookmarkEnd w:id="1"/>
    </w:p>
    <w:p w14:paraId="0AE30E15" w14:textId="77777777" w:rsidR="00E50A71" w:rsidRDefault="00E50A71" w:rsidP="00E75955">
      <w:pPr>
        <w:keepNext/>
        <w:keepLines/>
      </w:pPr>
    </w:p>
    <w:p w14:paraId="5334F915" w14:textId="77777777" w:rsidR="00262F84" w:rsidRPr="00AB2C63" w:rsidRDefault="00262F84" w:rsidP="00E75955">
      <w:pPr>
        <w:keepNext/>
        <w:keepLines/>
      </w:pPr>
    </w:p>
    <w:p w14:paraId="30AB0E92" w14:textId="77777777" w:rsidR="00E75955" w:rsidRPr="00AB2C63" w:rsidRDefault="00E75955" w:rsidP="00E75955">
      <w:pPr>
        <w:keepNext/>
        <w:keepLines/>
      </w:pPr>
    </w:p>
    <w:p w14:paraId="41A9B58C" w14:textId="2DA76BE5" w:rsidR="00E50A71" w:rsidRDefault="00E50A71" w:rsidP="00E75955">
      <w:pPr>
        <w:keepNext/>
        <w:keepLines/>
      </w:pPr>
      <w:bookmarkStart w:id="2" w:name="HIF_SD_USR_Title"/>
      <w:r>
        <w:t>Svend Erik Gertz</w:t>
      </w:r>
    </w:p>
    <w:p w14:paraId="4A1E3BCC" w14:textId="0A064590" w:rsidR="00E50A71" w:rsidRPr="00AB2C63" w:rsidRDefault="00E50A71" w:rsidP="00E75955">
      <w:pPr>
        <w:keepNext/>
        <w:keepLines/>
      </w:pPr>
      <w:r>
        <w:t>Specialkonsulent</w:t>
      </w:r>
    </w:p>
    <w:bookmarkEnd w:id="2"/>
    <w:sectPr w:rsidR="00E50A71" w:rsidRPr="00AB2C63" w:rsidSect="00055708">
      <w:footerReference w:type="default" r:id="rId10"/>
      <w:headerReference w:type="first" r:id="rId11"/>
      <w:pgSz w:w="11906" w:h="16838" w:code="9"/>
      <w:pgMar w:top="1384" w:right="3686" w:bottom="1276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B0E9A" w14:textId="77777777" w:rsidR="006B1AA2" w:rsidRDefault="006B1AA2" w:rsidP="009E4B94">
      <w:pPr>
        <w:spacing w:line="240" w:lineRule="auto"/>
      </w:pPr>
      <w:r>
        <w:separator/>
      </w:r>
    </w:p>
  </w:endnote>
  <w:endnote w:type="continuationSeparator" w:id="0">
    <w:p w14:paraId="30AB0E9B" w14:textId="77777777" w:rsidR="006B1AA2" w:rsidRDefault="006B1AA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B0E9F" w14:textId="77777777"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B0EA8" wp14:editId="30AB0EA9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B0EAC" w14:textId="77777777"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76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14:paraId="30AB0EAC" w14:textId="77777777"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425761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B0E98" w14:textId="77777777" w:rsidR="006B1AA2" w:rsidRDefault="006B1AA2" w:rsidP="009E4B94">
      <w:pPr>
        <w:spacing w:line="240" w:lineRule="auto"/>
      </w:pPr>
      <w:r>
        <w:separator/>
      </w:r>
    </w:p>
  </w:footnote>
  <w:footnote w:type="continuationSeparator" w:id="0">
    <w:p w14:paraId="30AB0E99" w14:textId="77777777" w:rsidR="006B1AA2" w:rsidRDefault="006B1AA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B0EA0" w14:textId="4569F679" w:rsidR="008B099B" w:rsidRDefault="00AB2C63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1" behindDoc="0" locked="1" layoutInCell="1" allowOverlap="1" wp14:anchorId="2A82734C" wp14:editId="23CAC262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00000" cy="900000"/>
          <wp:effectExtent l="0" t="0" r="0" b="0"/>
          <wp:wrapNone/>
          <wp:docPr id="1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AB0EA1" w14:textId="77777777" w:rsidR="008B099B" w:rsidRDefault="008B099B" w:rsidP="00DD1936">
    <w:pPr>
      <w:pStyle w:val="Sidehoved"/>
    </w:pPr>
  </w:p>
  <w:p w14:paraId="30AB0EA2" w14:textId="77777777" w:rsidR="008B099B" w:rsidRDefault="008B099B" w:rsidP="00DD1936">
    <w:pPr>
      <w:pStyle w:val="Sidehoved"/>
    </w:pPr>
  </w:p>
  <w:p w14:paraId="30AB0EA3" w14:textId="77777777" w:rsidR="008B099B" w:rsidRDefault="008B099B" w:rsidP="00DD1936">
    <w:pPr>
      <w:pStyle w:val="Sidehoved"/>
    </w:pPr>
  </w:p>
  <w:p w14:paraId="30AB0EA4" w14:textId="77777777" w:rsidR="008B099B" w:rsidRDefault="008B099B" w:rsidP="00DD1936">
    <w:pPr>
      <w:pStyle w:val="Sidehoved"/>
    </w:pPr>
  </w:p>
  <w:p w14:paraId="30AB0EA5" w14:textId="77777777" w:rsidR="008B099B" w:rsidRDefault="008B099B" w:rsidP="00DD1936">
    <w:pPr>
      <w:pStyle w:val="Sidehoved"/>
    </w:pPr>
  </w:p>
  <w:p w14:paraId="30AB0EA6" w14:textId="77777777"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AB0EAA" wp14:editId="30AB0EAB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14:paraId="30AB0EB3" w14:textId="77777777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30AB0EAD" w14:textId="7111D210" w:rsidR="00244D70" w:rsidRPr="00AB2C63" w:rsidRDefault="00AB2C63" w:rsidP="00244D70">
                                <w:pPr>
                                  <w:pStyle w:val="Template-Department"/>
                                </w:pPr>
                                <w:bookmarkStart w:id="3" w:name="SD_OFF_Myndighed"/>
                                <w:bookmarkStart w:id="4" w:name="HIF_SD_OFF_Myndighed"/>
                                <w:r w:rsidRPr="00AB2C63">
                                  <w:t>Departementet</w:t>
                                </w:r>
                                <w:bookmarkEnd w:id="3"/>
                              </w:p>
                              <w:p w14:paraId="4230506A" w14:textId="77777777" w:rsidR="00AB2C63" w:rsidRDefault="00AB2C63" w:rsidP="00244D70">
                                <w:pPr>
                                  <w:pStyle w:val="Template-Adresse"/>
                                </w:pPr>
                                <w:bookmarkStart w:id="5" w:name="SD_OFF_Address"/>
                                <w:bookmarkEnd w:id="4"/>
                                <w:r>
                                  <w:t>Frederiksholms Kanal 21</w:t>
                                </w:r>
                              </w:p>
                              <w:p w14:paraId="30AB0EAE" w14:textId="5289C5C1" w:rsidR="00244D70" w:rsidRPr="0073534F" w:rsidRDefault="00AB2C63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5"/>
                              </w:p>
                              <w:p w14:paraId="30AB0EAF" w14:textId="0A744F63" w:rsidR="00244D70" w:rsidRPr="00AB2C63" w:rsidRDefault="00AB2C63" w:rsidP="00244D70">
                                <w:pPr>
                                  <w:pStyle w:val="Template-Adresse"/>
                                </w:pPr>
                                <w:bookmarkStart w:id="6" w:name="SD_LAN_Phone"/>
                                <w:bookmarkStart w:id="7" w:name="HIF_SD_OFF_Phone"/>
                                <w:r w:rsidRPr="00AB2C63">
                                  <w:t>Tlf. nr.</w:t>
                                </w:r>
                                <w:bookmarkEnd w:id="6"/>
                                <w:r w:rsidR="00A7754A" w:rsidRPr="00AB2C63">
                                  <w:t>:</w:t>
                                </w:r>
                                <w:r w:rsidR="00094147" w:rsidRPr="00AB2C63">
                                  <w:t xml:space="preserve"> </w:t>
                                </w:r>
                                <w:bookmarkStart w:id="8" w:name="SD_OFF_Phone"/>
                                <w:r w:rsidRPr="00AB2C63">
                                  <w:t>32 92 50 00</w:t>
                                </w:r>
                                <w:bookmarkEnd w:id="8"/>
                              </w:p>
                              <w:p w14:paraId="30AB0EB0" w14:textId="2B164D60" w:rsidR="00094147" w:rsidRPr="00AB2C63" w:rsidRDefault="00AB2C63" w:rsidP="00244D70">
                                <w:pPr>
                                  <w:pStyle w:val="Template-Adresse"/>
                                  <w:rPr>
                                    <w:lang w:val="en-US"/>
                                  </w:rPr>
                                </w:pPr>
                                <w:bookmarkStart w:id="9" w:name="SD_LAN_Email"/>
                                <w:bookmarkStart w:id="10" w:name="HIF_SD_OFF_Fax"/>
                                <w:bookmarkEnd w:id="7"/>
                                <w:r w:rsidRPr="00AB2C63">
                                  <w:rPr>
                                    <w:lang w:val="en-US"/>
                                  </w:rPr>
                                  <w:t>E-mail</w:t>
                                </w:r>
                                <w:bookmarkEnd w:id="9"/>
                                <w:r w:rsidR="00A7754A" w:rsidRPr="00AB2C63">
                                  <w:rPr>
                                    <w:lang w:val="en-US"/>
                                  </w:rPr>
                                  <w:t>:</w:t>
                                </w:r>
                                <w:r w:rsidR="00094147" w:rsidRPr="00AB2C63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bookmarkStart w:id="11" w:name="SD_OFF_Email"/>
                                <w:r w:rsidRPr="00AB2C63">
                                  <w:rPr>
                                    <w:lang w:val="en-US"/>
                                  </w:rPr>
                                  <w:t>uvm@uvm.dk</w:t>
                                </w:r>
                                <w:bookmarkEnd w:id="11"/>
                              </w:p>
                              <w:p w14:paraId="30AB0EB1" w14:textId="3C61E9E3" w:rsidR="00244D70" w:rsidRPr="00AB2C63" w:rsidRDefault="00AB2C63" w:rsidP="00244D70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2" w:name="SD_OFF_Web"/>
                                <w:bookmarkStart w:id="13" w:name="HIF_SD_OFF_Web"/>
                                <w:bookmarkEnd w:id="10"/>
                                <w:r w:rsidRPr="00AB2C63">
                                  <w:rPr>
                                    <w:lang w:val="en-GB"/>
                                  </w:rPr>
                                  <w:t>www.uvm.dk</w:t>
                                </w:r>
                                <w:bookmarkEnd w:id="12"/>
                              </w:p>
                              <w:p w14:paraId="30AB0EB2" w14:textId="13567FA3" w:rsidR="00094147" w:rsidRPr="005816A6" w:rsidRDefault="00AB2C63" w:rsidP="005B7858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4" w:name="SD_LAN_CVR"/>
                                <w:bookmarkEnd w:id="13"/>
                                <w:r>
                                  <w:rPr>
                                    <w:lang w:val="en-GB"/>
                                  </w:rPr>
                                  <w:t>CVR nr.</w:t>
                                </w:r>
                                <w:bookmarkEnd w:id="14"/>
                                <w:r w:rsidR="00A7754A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r w:rsidR="00094147" w:rsidRPr="005816A6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bookmarkStart w:id="15" w:name="SD_OFF_CVR"/>
                                <w:r>
                                  <w:rPr>
                                    <w:lang w:val="en-GB"/>
                                  </w:rPr>
                                  <w:t>20453044</w:t>
                                </w:r>
                                <w:bookmarkEnd w:id="15"/>
                              </w:p>
                            </w:tc>
                          </w:tr>
                          <w:tr w:rsidR="00C4385E" w:rsidRPr="001E268F" w14:paraId="30AB0EB6" w14:textId="77777777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14:paraId="30AB0EB4" w14:textId="33E74AB8" w:rsidR="00C4385E" w:rsidRPr="005816A6" w:rsidRDefault="00AB2C63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6" w:name="SD_FLD_DocumentDate"/>
                                <w:r>
                                  <w:t>1. september 2016</w:t>
                                </w:r>
                                <w:bookmarkEnd w:id="16"/>
                              </w:p>
                              <w:p w14:paraId="30AB0EB5" w14:textId="4347EAAE" w:rsidR="00C4385E" w:rsidRPr="005B7858" w:rsidRDefault="00AB2C63" w:rsidP="005B7858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7" w:name="SD_LAN_CaseNo"/>
                                <w:bookmarkStart w:id="18" w:name="HIF_SD_FLD_CaseNo"/>
                                <w:r>
                                  <w:rPr>
                                    <w:lang w:val="en-GB"/>
                                  </w:rPr>
                                  <w:t>Sags nr.</w:t>
                                </w:r>
                                <w:bookmarkEnd w:id="17"/>
                                <w:r w:rsidR="00C4385E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10005"/>
                                    <w:placeholder>
                                      <w:docPart w:val="6F6B084FD5024EB09266A1B2DFFB68DE"/>
                                    </w:placeholder>
      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      <w:text/>
                                  </w:sdtPr>
                                  <w:sdtEndPr/>
                                  <w:sdtContent>
                                    <w:r w:rsidR="008127FE">
                                      <w:t>16/08601</w:t>
                                    </w:r>
                                  </w:sdtContent>
                                </w:sdt>
                                <w:bookmarkEnd w:id="18"/>
                              </w:p>
                            </w:tc>
                          </w:tr>
                        </w:tbl>
                        <w:p w14:paraId="30AB0EB7" w14:textId="77777777"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14:paraId="30AB0EB3" w14:textId="77777777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30AB0EAD" w14:textId="7111D210" w:rsidR="00244D70" w:rsidRPr="00AB2C63" w:rsidRDefault="00AB2C63" w:rsidP="00244D70">
                          <w:pPr>
                            <w:pStyle w:val="Template-Department"/>
                          </w:pPr>
                          <w:bookmarkStart w:id="19" w:name="SD_OFF_Myndighed"/>
                          <w:bookmarkStart w:id="20" w:name="HIF_SD_OFF_Myndighed"/>
                          <w:r w:rsidRPr="00AB2C63">
                            <w:t>Departementet</w:t>
                          </w:r>
                          <w:bookmarkEnd w:id="19"/>
                        </w:p>
                        <w:p w14:paraId="4230506A" w14:textId="77777777" w:rsidR="00AB2C63" w:rsidRDefault="00AB2C63" w:rsidP="00244D70">
                          <w:pPr>
                            <w:pStyle w:val="Template-Adresse"/>
                          </w:pPr>
                          <w:bookmarkStart w:id="21" w:name="SD_OFF_Address"/>
                          <w:bookmarkEnd w:id="20"/>
                          <w:r>
                            <w:t>Frederiksholms Kanal 21</w:t>
                          </w:r>
                        </w:p>
                        <w:p w14:paraId="30AB0EAE" w14:textId="5289C5C1" w:rsidR="00244D70" w:rsidRPr="0073534F" w:rsidRDefault="00AB2C63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21"/>
                        </w:p>
                        <w:p w14:paraId="30AB0EAF" w14:textId="0A744F63" w:rsidR="00244D70" w:rsidRPr="00AB2C63" w:rsidRDefault="00AB2C63" w:rsidP="00244D70">
                          <w:pPr>
                            <w:pStyle w:val="Template-Adresse"/>
                          </w:pPr>
                          <w:bookmarkStart w:id="22" w:name="SD_LAN_Phone"/>
                          <w:bookmarkStart w:id="23" w:name="HIF_SD_OFF_Phone"/>
                          <w:r w:rsidRPr="00AB2C63">
                            <w:t>Tlf. nr.</w:t>
                          </w:r>
                          <w:bookmarkEnd w:id="22"/>
                          <w:r w:rsidR="00A7754A" w:rsidRPr="00AB2C63">
                            <w:t>:</w:t>
                          </w:r>
                          <w:r w:rsidR="00094147" w:rsidRPr="00AB2C63">
                            <w:t xml:space="preserve"> </w:t>
                          </w:r>
                          <w:bookmarkStart w:id="24" w:name="SD_OFF_Phone"/>
                          <w:r w:rsidRPr="00AB2C63">
                            <w:t>32 92 50 00</w:t>
                          </w:r>
                          <w:bookmarkEnd w:id="24"/>
                        </w:p>
                        <w:p w14:paraId="30AB0EB0" w14:textId="2B164D60" w:rsidR="00094147" w:rsidRPr="00AB2C63" w:rsidRDefault="00AB2C63" w:rsidP="00244D70">
                          <w:pPr>
                            <w:pStyle w:val="Template-Adresse"/>
                            <w:rPr>
                              <w:lang w:val="en-US"/>
                            </w:rPr>
                          </w:pPr>
                          <w:bookmarkStart w:id="25" w:name="SD_LAN_Email"/>
                          <w:bookmarkStart w:id="26" w:name="HIF_SD_OFF_Fax"/>
                          <w:bookmarkEnd w:id="23"/>
                          <w:r w:rsidRPr="00AB2C63">
                            <w:rPr>
                              <w:lang w:val="en-US"/>
                            </w:rPr>
                            <w:t>E-mail</w:t>
                          </w:r>
                          <w:bookmarkEnd w:id="25"/>
                          <w:r w:rsidR="00A7754A" w:rsidRPr="00AB2C63">
                            <w:rPr>
                              <w:lang w:val="en-US"/>
                            </w:rPr>
                            <w:t>:</w:t>
                          </w:r>
                          <w:r w:rsidR="00094147" w:rsidRPr="00AB2C63">
                            <w:rPr>
                              <w:lang w:val="en-US"/>
                            </w:rPr>
                            <w:t xml:space="preserve"> </w:t>
                          </w:r>
                          <w:bookmarkStart w:id="27" w:name="SD_OFF_Email"/>
                          <w:r w:rsidRPr="00AB2C63">
                            <w:rPr>
                              <w:lang w:val="en-US"/>
                            </w:rPr>
                            <w:t>uvm@uvm.dk</w:t>
                          </w:r>
                          <w:bookmarkEnd w:id="27"/>
                        </w:p>
                        <w:p w14:paraId="30AB0EB1" w14:textId="3C61E9E3" w:rsidR="00244D70" w:rsidRPr="00AB2C63" w:rsidRDefault="00AB2C63" w:rsidP="00244D70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8" w:name="SD_OFF_Web"/>
                          <w:bookmarkStart w:id="29" w:name="HIF_SD_OFF_Web"/>
                          <w:bookmarkEnd w:id="26"/>
                          <w:r w:rsidRPr="00AB2C63">
                            <w:rPr>
                              <w:lang w:val="en-GB"/>
                            </w:rPr>
                            <w:t>www.uvm.dk</w:t>
                          </w:r>
                          <w:bookmarkEnd w:id="28"/>
                        </w:p>
                        <w:p w14:paraId="30AB0EB2" w14:textId="13567FA3" w:rsidR="00094147" w:rsidRPr="005816A6" w:rsidRDefault="00AB2C63" w:rsidP="005B7858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30" w:name="SD_LAN_CVR"/>
                          <w:bookmarkEnd w:id="29"/>
                          <w:r>
                            <w:rPr>
                              <w:lang w:val="en-GB"/>
                            </w:rPr>
                            <w:t>CVR nr.</w:t>
                          </w:r>
                          <w:bookmarkEnd w:id="30"/>
                          <w:r w:rsidR="00A7754A" w:rsidRPr="005816A6">
                            <w:rPr>
                              <w:lang w:val="en-GB"/>
                            </w:rPr>
                            <w:t>:</w:t>
                          </w:r>
                          <w:r w:rsidR="00094147" w:rsidRPr="005816A6">
                            <w:rPr>
                              <w:lang w:val="en-GB"/>
                            </w:rPr>
                            <w:t xml:space="preserve"> </w:t>
                          </w:r>
                          <w:bookmarkStart w:id="31" w:name="SD_OFF_CVR"/>
                          <w:r>
                            <w:rPr>
                              <w:lang w:val="en-GB"/>
                            </w:rPr>
                            <w:t>20453044</w:t>
                          </w:r>
                          <w:bookmarkEnd w:id="31"/>
                        </w:p>
                      </w:tc>
                    </w:tr>
                    <w:tr w:rsidR="00C4385E" w:rsidRPr="001E268F" w14:paraId="30AB0EB6" w14:textId="77777777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14:paraId="30AB0EB4" w14:textId="33E74AB8" w:rsidR="00C4385E" w:rsidRPr="005816A6" w:rsidRDefault="00AB2C63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2" w:name="SD_FLD_DocumentDate"/>
                          <w:r>
                            <w:t>1. september 2016</w:t>
                          </w:r>
                          <w:bookmarkEnd w:id="32"/>
                        </w:p>
                        <w:p w14:paraId="30AB0EB5" w14:textId="4347EAAE" w:rsidR="00C4385E" w:rsidRPr="005B7858" w:rsidRDefault="00AB2C63" w:rsidP="005B7858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3" w:name="SD_LAN_CaseNo"/>
                          <w:bookmarkStart w:id="34" w:name="HIF_SD_FLD_CaseNo"/>
                          <w:r>
                            <w:rPr>
                              <w:lang w:val="en-GB"/>
                            </w:rPr>
                            <w:t>Sags nr.</w:t>
                          </w:r>
                          <w:bookmarkEnd w:id="33"/>
                          <w:r w:rsidR="00C4385E" w:rsidRPr="005816A6">
                            <w:rPr>
                              <w:lang w:val="en-GB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10005"/>
                              <w:placeholder>
                                <w:docPart w:val="6F6B084FD5024EB09266A1B2DFFB68DE"/>
                              </w:placeholder>
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<w:text/>
                            </w:sdtPr>
                            <w:sdtEndPr/>
                            <w:sdtContent>
                              <w:r w:rsidR="008127FE">
                                <w:t>16/08601</w:t>
                              </w:r>
                            </w:sdtContent>
                          </w:sdt>
                          <w:bookmarkEnd w:id="34"/>
                        </w:p>
                      </w:tc>
                    </w:tr>
                  </w:tbl>
                  <w:p w14:paraId="30AB0EB7" w14:textId="77777777"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6ADCE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E78D84C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16CC5A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EA059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844F45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62E02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46CBD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D84778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42CF7"/>
    <w:rsid w:val="00055708"/>
    <w:rsid w:val="00075C5B"/>
    <w:rsid w:val="00094147"/>
    <w:rsid w:val="00094ABD"/>
    <w:rsid w:val="00096B2C"/>
    <w:rsid w:val="000A2E2A"/>
    <w:rsid w:val="000A5604"/>
    <w:rsid w:val="000B38D2"/>
    <w:rsid w:val="001069B3"/>
    <w:rsid w:val="0013244F"/>
    <w:rsid w:val="00160EF4"/>
    <w:rsid w:val="00182651"/>
    <w:rsid w:val="00187006"/>
    <w:rsid w:val="001950F3"/>
    <w:rsid w:val="001A26A2"/>
    <w:rsid w:val="001B3DF0"/>
    <w:rsid w:val="001B77C0"/>
    <w:rsid w:val="001E268F"/>
    <w:rsid w:val="001E4ED8"/>
    <w:rsid w:val="001F6E23"/>
    <w:rsid w:val="0024207E"/>
    <w:rsid w:val="00244D70"/>
    <w:rsid w:val="00254D14"/>
    <w:rsid w:val="00262F84"/>
    <w:rsid w:val="00270930"/>
    <w:rsid w:val="00277AED"/>
    <w:rsid w:val="00280FFD"/>
    <w:rsid w:val="002C0E2C"/>
    <w:rsid w:val="002C1590"/>
    <w:rsid w:val="002D5562"/>
    <w:rsid w:val="002E74A4"/>
    <w:rsid w:val="00367D01"/>
    <w:rsid w:val="003B35B0"/>
    <w:rsid w:val="003B58D4"/>
    <w:rsid w:val="003C4F9F"/>
    <w:rsid w:val="003C60F1"/>
    <w:rsid w:val="003C6501"/>
    <w:rsid w:val="00403380"/>
    <w:rsid w:val="00415D24"/>
    <w:rsid w:val="00416506"/>
    <w:rsid w:val="00424709"/>
    <w:rsid w:val="00424AD9"/>
    <w:rsid w:val="00425761"/>
    <w:rsid w:val="00433E37"/>
    <w:rsid w:val="00452F37"/>
    <w:rsid w:val="004559A0"/>
    <w:rsid w:val="0047052B"/>
    <w:rsid w:val="00482ACD"/>
    <w:rsid w:val="004A33C2"/>
    <w:rsid w:val="004B0E83"/>
    <w:rsid w:val="004C01B2"/>
    <w:rsid w:val="004E4C24"/>
    <w:rsid w:val="0051482D"/>
    <w:rsid w:val="005178A7"/>
    <w:rsid w:val="00526B3F"/>
    <w:rsid w:val="00537F6C"/>
    <w:rsid w:val="00554B57"/>
    <w:rsid w:val="00557FEA"/>
    <w:rsid w:val="0056135B"/>
    <w:rsid w:val="005816A6"/>
    <w:rsid w:val="00581CAB"/>
    <w:rsid w:val="00592411"/>
    <w:rsid w:val="005A28D4"/>
    <w:rsid w:val="005B1401"/>
    <w:rsid w:val="005B7858"/>
    <w:rsid w:val="005C3603"/>
    <w:rsid w:val="005C5505"/>
    <w:rsid w:val="005C5F97"/>
    <w:rsid w:val="005F1580"/>
    <w:rsid w:val="005F3ED8"/>
    <w:rsid w:val="005F6B57"/>
    <w:rsid w:val="00612F35"/>
    <w:rsid w:val="0063476B"/>
    <w:rsid w:val="00655B49"/>
    <w:rsid w:val="00681D83"/>
    <w:rsid w:val="006900C2"/>
    <w:rsid w:val="006A02FA"/>
    <w:rsid w:val="006B007B"/>
    <w:rsid w:val="006B1AA2"/>
    <w:rsid w:val="006B30A9"/>
    <w:rsid w:val="006F5BD7"/>
    <w:rsid w:val="0070267E"/>
    <w:rsid w:val="00706E32"/>
    <w:rsid w:val="0072520A"/>
    <w:rsid w:val="0073534F"/>
    <w:rsid w:val="00747093"/>
    <w:rsid w:val="007546AF"/>
    <w:rsid w:val="00765934"/>
    <w:rsid w:val="00780CEF"/>
    <w:rsid w:val="007E373C"/>
    <w:rsid w:val="008127FE"/>
    <w:rsid w:val="0083684B"/>
    <w:rsid w:val="00852DC9"/>
    <w:rsid w:val="00892D08"/>
    <w:rsid w:val="00893791"/>
    <w:rsid w:val="008B099B"/>
    <w:rsid w:val="008E5A6D"/>
    <w:rsid w:val="008F32DF"/>
    <w:rsid w:val="008F3540"/>
    <w:rsid w:val="008F4D20"/>
    <w:rsid w:val="0090609B"/>
    <w:rsid w:val="0091309F"/>
    <w:rsid w:val="0094335C"/>
    <w:rsid w:val="0094757D"/>
    <w:rsid w:val="00951B25"/>
    <w:rsid w:val="009737E4"/>
    <w:rsid w:val="00983B74"/>
    <w:rsid w:val="00990263"/>
    <w:rsid w:val="009A166C"/>
    <w:rsid w:val="009A4CCC"/>
    <w:rsid w:val="009D44CF"/>
    <w:rsid w:val="009E4B94"/>
    <w:rsid w:val="009E5DAD"/>
    <w:rsid w:val="00A10EC4"/>
    <w:rsid w:val="00A55438"/>
    <w:rsid w:val="00A7754A"/>
    <w:rsid w:val="00A833FC"/>
    <w:rsid w:val="00A92779"/>
    <w:rsid w:val="00A92A7B"/>
    <w:rsid w:val="00A97365"/>
    <w:rsid w:val="00AA6560"/>
    <w:rsid w:val="00AB2C63"/>
    <w:rsid w:val="00AB4582"/>
    <w:rsid w:val="00AD0FE5"/>
    <w:rsid w:val="00AF1D02"/>
    <w:rsid w:val="00B00D92"/>
    <w:rsid w:val="00B06EB5"/>
    <w:rsid w:val="00B10E38"/>
    <w:rsid w:val="00B24AB2"/>
    <w:rsid w:val="00B356D0"/>
    <w:rsid w:val="00B82568"/>
    <w:rsid w:val="00B8474C"/>
    <w:rsid w:val="00BB4255"/>
    <w:rsid w:val="00BD04A2"/>
    <w:rsid w:val="00BD6CA4"/>
    <w:rsid w:val="00C30E9B"/>
    <w:rsid w:val="00C32823"/>
    <w:rsid w:val="00C357EF"/>
    <w:rsid w:val="00C4385E"/>
    <w:rsid w:val="00C43961"/>
    <w:rsid w:val="00C57FC6"/>
    <w:rsid w:val="00C82F20"/>
    <w:rsid w:val="00C90537"/>
    <w:rsid w:val="00CC6322"/>
    <w:rsid w:val="00CD24FB"/>
    <w:rsid w:val="00CF635D"/>
    <w:rsid w:val="00D019DF"/>
    <w:rsid w:val="00D27D0E"/>
    <w:rsid w:val="00D3752F"/>
    <w:rsid w:val="00D53670"/>
    <w:rsid w:val="00D567C1"/>
    <w:rsid w:val="00D86875"/>
    <w:rsid w:val="00D96141"/>
    <w:rsid w:val="00DA611F"/>
    <w:rsid w:val="00DB31AF"/>
    <w:rsid w:val="00DC14AA"/>
    <w:rsid w:val="00DC61BD"/>
    <w:rsid w:val="00DD1936"/>
    <w:rsid w:val="00DE2B28"/>
    <w:rsid w:val="00E1053B"/>
    <w:rsid w:val="00E45EC1"/>
    <w:rsid w:val="00E50A71"/>
    <w:rsid w:val="00E53EE9"/>
    <w:rsid w:val="00E75955"/>
    <w:rsid w:val="00E826DD"/>
    <w:rsid w:val="00E902C1"/>
    <w:rsid w:val="00EB3065"/>
    <w:rsid w:val="00EB6632"/>
    <w:rsid w:val="00ED5D00"/>
    <w:rsid w:val="00EF2086"/>
    <w:rsid w:val="00F30522"/>
    <w:rsid w:val="00F3177F"/>
    <w:rsid w:val="00F32F13"/>
    <w:rsid w:val="00F56D60"/>
    <w:rsid w:val="00F676AA"/>
    <w:rsid w:val="00F710A5"/>
    <w:rsid w:val="00F7486D"/>
    <w:rsid w:val="00F818B4"/>
    <w:rsid w:val="00FA43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AB0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AB2C63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AB2C63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AB2C63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AB2C63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AB2C63"/>
  </w:style>
  <w:style w:type="paragraph" w:styleId="Brevhoved">
    <w:name w:val="Message Header"/>
    <w:basedOn w:val="Normal"/>
    <w:link w:val="BrevhovedTegn"/>
    <w:uiPriority w:val="99"/>
    <w:semiHidden/>
    <w:unhideWhenUsed/>
    <w:rsid w:val="00AB2C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AB2C63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AB2C63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AB2C63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AB2C63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AB2C63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AB2C63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AB2C63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AB2C63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AB2C63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AB2C63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AB2C63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AB2C63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AB2C63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AB2C63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AB2C63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AB2C63"/>
  </w:style>
  <w:style w:type="character" w:customStyle="1" w:styleId="DatoTegn">
    <w:name w:val="Dato Tegn"/>
    <w:basedOn w:val="Standardskrifttypeiafsnit"/>
    <w:link w:val="Dato"/>
    <w:uiPriority w:val="99"/>
    <w:semiHidden/>
    <w:rsid w:val="00AB2C63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AB2C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AB2C63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AB2C63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AB2C63"/>
    <w:rPr>
      <w:lang w:val="da-DK"/>
    </w:rPr>
  </w:style>
  <w:style w:type="table" w:styleId="Farvetgitter">
    <w:name w:val="Colorful Grid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AB2C63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AB2C63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AB2C63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AB2C63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AB2C63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AB2C63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AB2C63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AB2C63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unhideWhenUsed/>
    <w:rsid w:val="00AB2C63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AB2C63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AB2C63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AB2C63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AB2C63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AB2C63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AB2C63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AB2C63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AB2C63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AB2C63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AB2C63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AB2C63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B2C6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B2C63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B2C6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B2C63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B2C63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AB2C63"/>
    <w:rPr>
      <w:lang w:val="da-DK"/>
    </w:rPr>
  </w:style>
  <w:style w:type="paragraph" w:styleId="Listeafsnit">
    <w:name w:val="List Paragraph"/>
    <w:basedOn w:val="Normal"/>
    <w:uiPriority w:val="99"/>
    <w:rsid w:val="00AB2C63"/>
    <w:pPr>
      <w:ind w:left="720"/>
      <w:contextualSpacing/>
    </w:pPr>
  </w:style>
  <w:style w:type="table" w:styleId="Lysliste">
    <w:name w:val="Light List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AB2C6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AB2C63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AB2C63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AB2C63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AB2C63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AB2C63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AB2C63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AB2C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AB2C63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AB2C63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AB2C63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AB2C63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AB2C63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AB2C63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AB2C63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AB2C63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AB2C63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AB2C63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AB2C63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AB2C63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AB2C63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AB2C63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AB2C63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AB2C63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AB2C63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AB2C63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AB2C63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AB2C63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AB2C63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AB2C63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AB2C63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AB2C63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AB2C63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AB2C63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AB2C63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AB2C6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AB2C6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AB2C6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AB2C6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AB2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AB2C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AB2C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AB2C6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AB2C6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AB2C6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AB2C6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AB2C6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AB2C6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AB2C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AB2C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AB2C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AB2C6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AB2C6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AB2C6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AB2C6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AB2C6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AB2C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AB2C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AB2C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AB2C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AB2C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AB2C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AB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AB2C6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AB2C6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AB2C6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AB2C63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AB2C63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AB2C63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AB2C63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AB2C63"/>
  </w:style>
  <w:style w:type="paragraph" w:styleId="Brevhoved">
    <w:name w:val="Message Header"/>
    <w:basedOn w:val="Normal"/>
    <w:link w:val="BrevhovedTegn"/>
    <w:uiPriority w:val="99"/>
    <w:semiHidden/>
    <w:unhideWhenUsed/>
    <w:rsid w:val="00AB2C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AB2C63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AB2C63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AB2C63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AB2C63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AB2C63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AB2C63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AB2C63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AB2C63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AB2C63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AB2C63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AB2C63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AB2C63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AB2C63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AB2C63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AB2C63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AB2C63"/>
  </w:style>
  <w:style w:type="character" w:customStyle="1" w:styleId="DatoTegn">
    <w:name w:val="Dato Tegn"/>
    <w:basedOn w:val="Standardskrifttypeiafsnit"/>
    <w:link w:val="Dato"/>
    <w:uiPriority w:val="99"/>
    <w:semiHidden/>
    <w:rsid w:val="00AB2C63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AB2C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AB2C63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AB2C63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AB2C63"/>
    <w:rPr>
      <w:lang w:val="da-DK"/>
    </w:rPr>
  </w:style>
  <w:style w:type="table" w:styleId="Farvetgitter">
    <w:name w:val="Colorful Grid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AB2C63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AB2C63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AB2C63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AB2C63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AB2C63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AB2C63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AB2C63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AB2C63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AB2C63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AB2C63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unhideWhenUsed/>
    <w:rsid w:val="00AB2C63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AB2C63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AB2C63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AB2C63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AB2C63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AB2C63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AB2C63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AB2C63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AB2C63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AB2C63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AB2C63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AB2C63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B2C6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B2C63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B2C6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B2C63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B2C63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AB2C63"/>
    <w:rPr>
      <w:lang w:val="da-DK"/>
    </w:rPr>
  </w:style>
  <w:style w:type="paragraph" w:styleId="Listeafsnit">
    <w:name w:val="List Paragraph"/>
    <w:basedOn w:val="Normal"/>
    <w:uiPriority w:val="99"/>
    <w:rsid w:val="00AB2C63"/>
    <w:pPr>
      <w:ind w:left="720"/>
      <w:contextualSpacing/>
    </w:pPr>
  </w:style>
  <w:style w:type="table" w:styleId="Lysliste">
    <w:name w:val="Light List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AB2C6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AB2C63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AB2C63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AB2C63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AB2C63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AB2C63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AB2C63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AB2C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AB2C63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AB2C6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AB2C63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AB2C63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AB2C6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AB2C63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AB2C6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AB2C63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AB2C63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AB2C63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AB2C63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AB2C63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AB2C63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AB2C63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AB2C63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AB2C63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AB2C63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AB2C63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AB2C63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AB2C63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AB2C63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AB2C63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AB2C63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AB2C63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AB2C63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AB2C63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AB2C63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AB2C63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AB2C63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AB2C63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AB2C63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AB2C63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AB2C6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AB2C6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AB2C6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AB2C6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AB2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AB2C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AB2C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AB2C6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AB2C6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AB2C6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AB2C6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AB2C6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AB2C6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AB2C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AB2C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AB2C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AB2C6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AB2C6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AB2C6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AB2C6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AB2C6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AB2C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AB2C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AB2C6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AB2C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AB2C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AB2C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AB2C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AB2C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AB2C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AB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AB2C6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AB2C6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AB2C6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Almindelig%20Brev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6B084FD5024EB09266A1B2DFFB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1FC9-850F-4F46-9C7C-C1E773433ABE}"/>
      </w:docPartPr>
      <w:docPartBody>
        <w:p w14:paraId="46A4C146" w14:textId="77777777" w:rsidR="000B68D1" w:rsidRDefault="006D5534" w:rsidP="006D5534">
          <w:pPr>
            <w:pStyle w:val="6F6B084FD5024EB09266A1B2DFFB68DE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B68D1"/>
    <w:rsid w:val="000F1743"/>
    <w:rsid w:val="002C4F31"/>
    <w:rsid w:val="002E5FF1"/>
    <w:rsid w:val="00364A7D"/>
    <w:rsid w:val="00400BE7"/>
    <w:rsid w:val="0040744F"/>
    <w:rsid w:val="004A5A03"/>
    <w:rsid w:val="0050267A"/>
    <w:rsid w:val="005A5A8F"/>
    <w:rsid w:val="006643EC"/>
    <w:rsid w:val="006D5534"/>
    <w:rsid w:val="00817EEE"/>
    <w:rsid w:val="00961569"/>
    <w:rsid w:val="00971440"/>
    <w:rsid w:val="00971616"/>
    <w:rsid w:val="00996C38"/>
    <w:rsid w:val="009A3AF4"/>
    <w:rsid w:val="009C0401"/>
    <w:rsid w:val="00A40488"/>
    <w:rsid w:val="00B50F25"/>
    <w:rsid w:val="00B558A3"/>
    <w:rsid w:val="00DC7431"/>
    <w:rsid w:val="00DF5376"/>
    <w:rsid w:val="00E23AED"/>
    <w:rsid w:val="00E74EE1"/>
    <w:rsid w:val="00E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A4C14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372299" gbs:entity="Document" gbs:templateDesignerVersion="3.1 F">
  <gbs:ToActivityContactJOINEX.Name gbs:loadFromGrowBusiness="OnEdit" gbs:saveInGrowBusiness="True" gbs:connected="true" gbs:recno="" gbs:entity="" gbs:datatype="string" gbs:key="10000" gbs:removeContentControl="0" gbs:joinex="[JOINEX=[ToRole] {!OJEX!}=6]" gbs:dispatchrecipient="false">KL</gbs:ToActivityContactJOINEX.Name>
  <gbs:ToActivityContactJOINEX.Zip gbs:loadFromGrowBusiness="OnEdit" gbs:saveInGrowBusiness="True" gbs:connected="true" gbs:recno="" gbs:entity="" gbs:datatype="string" gbs:key="10001" gbs:removeContentControl="0" gbs:joinex="[JOINEX=[ToRole] {!OJEX!}=6]" gbs:dispatchrecipient="false">2300 København S</gbs:ToActivityContactJOINEX.Zip>
  <gbs:ToActivityContactJOINEX.ToAddress.Country.Description gbs:loadFromGrowBusiness="OnEdit" gbs:saveInGrowBusiness="False" gbs:connected="true" gbs:recno="" gbs:entity="" gbs:datatype="string" gbs:key="10002" gbs:joinex="[JOINEX=[ToRole] {!OJEX!}=6]" gbs:removeContentControl="1">Danmark</gbs:ToActivityContactJOINEX.ToAddress.Country.Description>
  <gbs:ToActivityContactJOINEX.Name2 gbs:loadFromGrowBusiness="OnEdit" gbs:saveInGrowBusiness="True" gbs:connected="true" gbs:recno="" gbs:entity="" gbs:datatype="string" gbs:key="10003" gbs:removeContentControl="1" gbs:joinex="[JOINEX=[ToRole] {!OJEX!}=6]" gbs:dispatchrecipient="false">
  </gbs:ToActivityContactJOINEX.Name2>
  <gbs:ToActivityContactJOINEX.Address gbs:loadFromGrowBusiness="OnEdit" gbs:saveInGrowBusiness="True" gbs:connected="true" gbs:recno="" gbs:entity="" gbs:datatype="string" gbs:key="10004" gbs:removeContentControl="0" gbs:joinex="[JOINEX=[ToRole] {!OJEX!}=6]" gbs:dispatchrecipient="false">Weidekampsgade 10</gbs:ToActivityContactJOINEX.Address>
  <gbs:ToCase.Name gbs:loadFromGrowBusiness="OnEdit" gbs:saveInGrowBusiness="True" gbs:connected="true" gbs:recno="" gbs:entity="" gbs:datatype="string" gbs:key="10005" gbs:removeContentControl="0">16/08601</gbs:ToCase.Name>
  <gbs:Title gbs:loadFromGrowBusiness="OnEdit" gbs:saveInGrowBusiness="True" gbs:connected="true" gbs:recno="" gbs:entity="" gbs:datatype="string" gbs:key="10006" gbs:removeContentControl="0">Høringsbrev</gbs:Title>
  <gbs:ToActivityContactJOINEX.ToAddress.Country.Description gbs:loadFromGrowBusiness="OnEdit" gbs:saveInGrowBusiness="False" gbs:connected="true" gbs:recno="" gbs:entity="" gbs:datatype="string" gbs:key="10007" gbs:joinex="[JOINEX=[ToRole] {!OJEX!}=6]" gbs:removeContentControl="1">Danmark</gbs:ToActivityContactJOINEX.ToAddress.Country.Description>
  <gbs:ToActivityContact.ToAddress.Country.Description gbs:loadFromGrowBusiness="OnProduce" gbs:saveInGrowBusiness="False" gbs:connected="true" gbs:recno="" gbs:entity="" gbs:datatype="string" gbs:key="10008">Danmark</gbs:ToActivityContact.ToAddress.Country.Description>
  <gbs:ToActivityContactJOINEX.ToAddress.Country.Description gbs:loadFromGrowBusiness="OnEdit" gbs:saveInGrowBusiness="True" gbs:connected="true" gbs:recno="" gbs:entity="" gbs:datatype="string" gbs:key="10009" gbs:removeContentControl="1" gbs:joinex="[JOINEX=[ToRole] {!OJEX!}=6]" gbs:dispatchrecipient="false">Danmark</gbs:ToActivityContactJOINEX.ToAddress.Country.Description>
  <gbs:ToActivityContactJOINEX.ToAddress.Country.Description gbs:loadFromGrowBusiness="OnEdit" gbs:saveInGrowBusiness="True" gbs:connected="true" gbs:recno="" gbs:entity="" gbs:datatype="string" gbs:key="10010" gbs:removeContentControl="1" gbs:joinex="[JOINEX=[ToRole] {!OJEX!}=6]" gbs:dispatchrecipient="false">Danmark</gbs:ToActivityContactJOINEX.ToAddress.Country.Description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8B35AFC4-AB34-41CE-B4B2-D1B3D875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Almindelig Brev.docx</Template>
  <TotalTime>1</TotalTime>
  <Pages>2</Pages>
  <Words>262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Statens IT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Svend E. Gertz</dc:creator>
  <cp:lastModifiedBy>Undervisningsministeriet</cp:lastModifiedBy>
  <cp:revision>2</cp:revision>
  <cp:lastPrinted>2016-09-01T11:37:00Z</cp:lastPrinted>
  <dcterms:created xsi:type="dcterms:W3CDTF">2016-09-01T12:54:00Z</dcterms:created>
  <dcterms:modified xsi:type="dcterms:W3CDTF">2016-09-01T12:54:00Z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templateFilePath">
    <vt:lpwstr>\\PB-3003filp01\docprod_CU3003\templates\Almindelig Brev.docx</vt:lpwstr>
  </property>
  <property fmtid="{D5CDD505-2E9C-101B-9397-08002B2CF9AE}" pid="7" name="filePathOneNote">
    <vt:lpwstr>\\localhost@80\PersonalLibraries\prod\b015990\onenote\</vt:lpwstr>
  </property>
  <property fmtid="{D5CDD505-2E9C-101B-9397-08002B2CF9AE}" pid="8" name="comment">
    <vt:lpwstr>Høringsbrev</vt:lpwstr>
  </property>
  <property fmtid="{D5CDD505-2E9C-101B-9397-08002B2CF9AE}" pid="9" name="server">
    <vt:lpwstr>esdh-uvm-stil</vt:lpwstr>
  </property>
  <property fmtid="{D5CDD505-2E9C-101B-9397-08002B2CF9AE}" pid="10" name="SD_DocumentLanguage">
    <vt:lpwstr>da-DK</vt:lpwstr>
  </property>
  <property fmtid="{D5CDD505-2E9C-101B-9397-08002B2CF9AE}" pid="11" name="sdDocumentDate">
    <vt:lpwstr>42614</vt:lpwstr>
  </property>
  <property fmtid="{D5CDD505-2E9C-101B-9397-08002B2CF9AE}" pid="12" name="sdDocumentDateFormat">
    <vt:lpwstr>da-DK:d. MMMM 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Svend Erik Gertz</vt:lpwstr>
  </property>
  <property fmtid="{D5CDD505-2E9C-101B-9397-08002B2CF9AE}" pid="15" name="SD_UserprofileName">
    <vt:lpwstr>Svend Erik Gertz</vt:lpwstr>
  </property>
  <property fmtid="{D5CDD505-2E9C-101B-9397-08002B2CF9AE}" pid="16" name="SD_Office_SD_OFF_ID">
    <vt:lpwstr>1</vt:lpwstr>
  </property>
  <property fmtid="{D5CDD505-2E9C-101B-9397-08002B2CF9AE}" pid="17" name="SD_Office_SD_OFF_Display">
    <vt:lpwstr>DEPT FHK 21</vt:lpwstr>
  </property>
  <property fmtid="{D5CDD505-2E9C-101B-9397-08002B2CF9AE}" pid="18" name="SD_Office_SD_OFF_Myndighed">
    <vt:lpwstr>Departementet</vt:lpwstr>
  </property>
  <property fmtid="{D5CDD505-2E9C-101B-9397-08002B2CF9AE}" pid="19" name="SD_Office_SD_OFF_Myndighed_EN">
    <vt:lpwstr>The Department</vt:lpwstr>
  </property>
  <property fmtid="{D5CDD505-2E9C-101B-9397-08002B2CF9AE}" pid="20" name="SD_Office_SD_OFF_Address">
    <vt:lpwstr>Frederiksholms Kanal 21
1220 København K</vt:lpwstr>
  </property>
  <property fmtid="{D5CDD505-2E9C-101B-9397-08002B2CF9AE}" pid="21" name="SD_Office_SD_OFF_Address_EN">
    <vt:lpwstr>Frederiksholms Kanal 21
DK-1220 Copenhagen K</vt:lpwstr>
  </property>
  <property fmtid="{D5CDD505-2E9C-101B-9397-08002B2CF9AE}" pid="22" name="SD_Office_SD_OFF_Phone">
    <vt:lpwstr>32 92 50 00</vt:lpwstr>
  </property>
  <property fmtid="{D5CDD505-2E9C-101B-9397-08002B2CF9AE}" pid="23" name="SD_Office_SD_OFF_Phone_EN">
    <vt:lpwstr>+45 32 92 50 00</vt:lpwstr>
  </property>
  <property fmtid="{D5CDD505-2E9C-101B-9397-08002B2CF9AE}" pid="24" name="SD_Office_SD_OFF_Email">
    <vt:lpwstr>uvm@uvm.dk</vt:lpwstr>
  </property>
  <property fmtid="{D5CDD505-2E9C-101B-9397-08002B2CF9AE}" pid="25" name="SD_Office_SD_OFF_Web">
    <vt:lpwstr>www.uvm.dk</vt:lpwstr>
  </property>
  <property fmtid="{D5CDD505-2E9C-101B-9397-08002B2CF9AE}" pid="26" name="SD_Office_SD_OFF_CVR">
    <vt:lpwstr>20453044</vt:lpwstr>
  </property>
  <property fmtid="{D5CDD505-2E9C-101B-9397-08002B2CF9AE}" pid="27" name="SD_Office_SD_OFF_ArtworkDefinition">
    <vt:lpwstr>Logo;EmailLogo</vt:lpwstr>
  </property>
  <property fmtid="{D5CDD505-2E9C-101B-9397-08002B2CF9AE}" pid="28" name="SD_Office_SD_OFF_LogoName">
    <vt:lpwstr>Logo</vt:lpwstr>
  </property>
  <property fmtid="{D5CDD505-2E9C-101B-9397-08002B2CF9AE}" pid="29" name="LastCompletedArtworkDefinition">
    <vt:lpwstr>Logo</vt:lpwstr>
  </property>
  <property fmtid="{D5CDD505-2E9C-101B-9397-08002B2CF9AE}" pid="30" name="USR_Name">
    <vt:lpwstr>Svend Erik Gertz</vt:lpwstr>
  </property>
  <property fmtid="{D5CDD505-2E9C-101B-9397-08002B2CF9AE}" pid="31" name="USR_Initials">
    <vt:lpwstr>
    </vt:lpwstr>
  </property>
  <property fmtid="{D5CDD505-2E9C-101B-9397-08002B2CF9AE}" pid="32" name="USR_Title">
    <vt:lpwstr>Specialkonsulent</vt:lpwstr>
  </property>
  <property fmtid="{D5CDD505-2E9C-101B-9397-08002B2CF9AE}" pid="33" name="USR_Undermyndighed">
    <vt:lpwstr>Juridisk Center</vt:lpwstr>
  </property>
  <property fmtid="{D5CDD505-2E9C-101B-9397-08002B2CF9AE}" pid="34" name="USR_Kontor">
    <vt:lpwstr>Juridisk Center</vt:lpwstr>
  </property>
  <property fmtid="{D5CDD505-2E9C-101B-9397-08002B2CF9AE}" pid="35" name="USR_DirectPhone">
    <vt:lpwstr>+45 33 92 54 12</vt:lpwstr>
  </property>
  <property fmtid="{D5CDD505-2E9C-101B-9397-08002B2CF9AE}" pid="36" name="USR_Mobile">
    <vt:lpwstr>
    </vt:lpwstr>
  </property>
  <property fmtid="{D5CDD505-2E9C-101B-9397-08002B2CF9AE}" pid="37" name="USR_Email">
    <vt:lpwstr>Svend.E.Gertz@uvm.dk</vt:lpwstr>
  </property>
  <property fmtid="{D5CDD505-2E9C-101B-9397-08002B2CF9AE}" pid="38" name="DocumentInfoFinished">
    <vt:lpwstr>True</vt:lpwstr>
  </property>
  <property fmtid="{D5CDD505-2E9C-101B-9397-08002B2CF9AE}" pid="39" name="fileVersionId">
    <vt:lpwstr>
    </vt:lpwstr>
  </property>
  <property fmtid="{D5CDD505-2E9C-101B-9397-08002B2CF9AE}" pid="40" name="sourceId">
    <vt:lpwstr>
    </vt:lpwstr>
  </property>
  <property fmtid="{D5CDD505-2E9C-101B-9397-08002B2CF9AE}" pid="41" name="module">
    <vt:lpwstr>
    </vt:lpwstr>
  </property>
  <property fmtid="{D5CDD505-2E9C-101B-9397-08002B2CF9AE}" pid="42" name="customParams">
    <vt:lpwstr>
    </vt:lpwstr>
  </property>
  <property fmtid="{D5CDD505-2E9C-101B-9397-08002B2CF9AE}" pid="43" name="external">
    <vt:lpwstr>0</vt:lpwstr>
  </property>
  <property fmtid="{D5CDD505-2E9C-101B-9397-08002B2CF9AE}" pid="44" name="ExternalControlledCheckOut">
    <vt:lpwstr>
    </vt:lpwstr>
  </property>
  <property fmtid="{D5CDD505-2E9C-101B-9397-08002B2CF9AE}" pid="45" name="action">
    <vt:lpwstr>edit</vt:lpwstr>
  </property>
  <property fmtid="{D5CDD505-2E9C-101B-9397-08002B2CF9AE}" pid="46" name="docId">
    <vt:lpwstr>372299</vt:lpwstr>
  </property>
  <property fmtid="{D5CDD505-2E9C-101B-9397-08002B2CF9AE}" pid="47" name="verId">
    <vt:lpwstr>362896</vt:lpwstr>
  </property>
  <property fmtid="{D5CDD505-2E9C-101B-9397-08002B2CF9AE}" pid="48" name="templateId">
    <vt:lpwstr>
    </vt:lpwstr>
  </property>
  <property fmtid="{D5CDD505-2E9C-101B-9397-08002B2CF9AE}" pid="49" name="fileId">
    <vt:lpwstr>550114</vt:lpwstr>
  </property>
  <property fmtid="{D5CDD505-2E9C-101B-9397-08002B2CF9AE}" pid="50" name="filePath">
    <vt:lpwstr>\\localhost@80\PersonalLibraries\prod\b015990\viewed files\</vt:lpwstr>
  </property>
  <property fmtid="{D5CDD505-2E9C-101B-9397-08002B2CF9AE}" pid="51" name="fileName">
    <vt:lpwstr>16-08601-8 Høringsbrev 550114_18_0.DOCX</vt:lpwstr>
  </property>
  <property fmtid="{D5CDD505-2E9C-101B-9397-08002B2CF9AE}" pid="52" name="createdBy">
    <vt:lpwstr>Svend E. Gertz</vt:lpwstr>
  </property>
  <property fmtid="{D5CDD505-2E9C-101B-9397-08002B2CF9AE}" pid="53" name="modifiedBy">
    <vt:lpwstr>Svend E. Gertz</vt:lpwstr>
  </property>
  <property fmtid="{D5CDD505-2E9C-101B-9397-08002B2CF9AE}" pid="54" name="serverName">
    <vt:lpwstr>esdh-uvm-stil</vt:lpwstr>
  </property>
  <property fmtid="{D5CDD505-2E9C-101B-9397-08002B2CF9AE}" pid="55" name="protocol">
    <vt:lpwstr>off</vt:lpwstr>
  </property>
  <property fmtid="{D5CDD505-2E9C-101B-9397-08002B2CF9AE}" pid="56" name="site">
    <vt:lpwstr>/locator.aspx</vt:lpwstr>
  </property>
  <property fmtid="{D5CDD505-2E9C-101B-9397-08002B2CF9AE}" pid="57" name="externalUser">
    <vt:lpwstr>
    </vt:lpwstr>
  </property>
  <property fmtid="{D5CDD505-2E9C-101B-9397-08002B2CF9AE}" pid="58" name="currentVerId">
    <vt:lpwstr>362896</vt:lpwstr>
  </property>
  <property fmtid="{D5CDD505-2E9C-101B-9397-08002B2CF9AE}" pid="59" name="Operation">
    <vt:lpwstr>OpenFile</vt:lpwstr>
  </property>
</Properties>
</file>