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EE6AE8" w:rsidP="0061779C">
            <w:r>
              <w:t>Høringsliste</w:t>
            </w:r>
          </w:p>
        </w:tc>
        <w:tc>
          <w:tcPr>
            <w:tcW w:w="1701" w:type="dxa"/>
          </w:tcPr>
          <w:p w:rsidR="008B2837" w:rsidRDefault="00476414" w:rsidP="0061779C">
            <w:pPr>
              <w:pStyle w:val="Template-Adresse"/>
              <w:tabs>
                <w:tab w:val="left" w:pos="709"/>
              </w:tabs>
            </w:pPr>
            <w:r>
              <w:t>24</w:t>
            </w:r>
            <w:r w:rsidR="00EE6AE8">
              <w:t xml:space="preserve">. </w:t>
            </w:r>
            <w:r>
              <w:t>februar</w:t>
            </w:r>
            <w:r w:rsidR="00EE6AE8">
              <w:t xml:space="preserve"> 201</w:t>
            </w:r>
            <w:r>
              <w:t>6</w:t>
            </w:r>
          </w:p>
          <w:p w:rsidR="008B2837" w:rsidRDefault="00EE6AE8" w:rsidP="00476414">
            <w:pPr>
              <w:pStyle w:val="Template-Adresse"/>
              <w:tabs>
                <w:tab w:val="left" w:pos="709"/>
              </w:tabs>
            </w:pPr>
            <w:r>
              <w:t>2015-</w:t>
            </w:r>
            <w:r w:rsidR="00476414">
              <w:t>7393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EE6AE8" w:rsidRPr="00621566" w:rsidRDefault="00621566" w:rsidP="00621566">
      <w:pPr>
        <w:pStyle w:val="Default"/>
        <w:spacing w:after="240" w:line="280" w:lineRule="atLeast"/>
        <w:rPr>
          <w:b/>
          <w:sz w:val="21"/>
          <w:szCs w:val="21"/>
        </w:rPr>
      </w:pPr>
      <w:r w:rsidRPr="00621566">
        <w:rPr>
          <w:b/>
          <w:sz w:val="21"/>
          <w:szCs w:val="21"/>
        </w:rPr>
        <w:t xml:space="preserve">Høring over </w:t>
      </w:r>
      <w:r w:rsidR="00EE6AE8" w:rsidRPr="00621566">
        <w:rPr>
          <w:b/>
          <w:sz w:val="21"/>
          <w:szCs w:val="21"/>
        </w:rPr>
        <w:t>udkast til lov om ændring af færdselsloven (</w:t>
      </w:r>
      <w:r w:rsidRPr="00621566">
        <w:rPr>
          <w:b/>
          <w:sz w:val="21"/>
          <w:szCs w:val="21"/>
        </w:rPr>
        <w:t>forsøg</w:t>
      </w:r>
      <w:r w:rsidRPr="00621566">
        <w:rPr>
          <w:b/>
          <w:sz w:val="21"/>
          <w:szCs w:val="21"/>
        </w:rPr>
        <w:t>s</w:t>
      </w:r>
      <w:r w:rsidRPr="00621566">
        <w:rPr>
          <w:b/>
          <w:sz w:val="21"/>
          <w:szCs w:val="21"/>
        </w:rPr>
        <w:t>ordning med kørekort til 17-årige samt nedsættelse af aldersgrænse for kørekort til lille knallert mv.</w:t>
      </w:r>
      <w:r w:rsidR="00EE6AE8" w:rsidRPr="00621566">
        <w:rPr>
          <w:b/>
          <w:sz w:val="21"/>
          <w:szCs w:val="21"/>
        </w:rPr>
        <w:t>)</w:t>
      </w:r>
    </w:p>
    <w:p w:rsidR="00EE6AE8" w:rsidRDefault="00621566" w:rsidP="00476414">
      <w:pPr>
        <w:pStyle w:val="Normal-medluft"/>
        <w:spacing w:after="240" w:line="240" w:lineRule="auto"/>
        <w:rPr>
          <w:szCs w:val="24"/>
        </w:rPr>
      </w:pPr>
      <w:r>
        <w:rPr>
          <w:szCs w:val="24"/>
        </w:rPr>
        <w:br/>
      </w:r>
      <w:r w:rsidR="00EE6AE8">
        <w:rPr>
          <w:szCs w:val="24"/>
        </w:rPr>
        <w:t>Østre og Vestre Landsret</w:t>
      </w:r>
    </w:p>
    <w:p w:rsidR="00EE6AE8" w:rsidRDefault="00EE6AE8" w:rsidP="00476414">
      <w:pPr>
        <w:pStyle w:val="Normal-medluft"/>
        <w:spacing w:after="240" w:line="240" w:lineRule="auto"/>
        <w:rPr>
          <w:szCs w:val="24"/>
        </w:rPr>
      </w:pPr>
      <w:r>
        <w:rPr>
          <w:szCs w:val="24"/>
        </w:rPr>
        <w:t>Samtlige byretter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Advokatrådet</w:t>
      </w:r>
    </w:p>
    <w:p w:rsidR="00AE0F6C" w:rsidRDefault="00AE0F6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Autobranchen Danmark</w:t>
      </w:r>
    </w:p>
    <w:p w:rsidR="00AE0F6C" w:rsidRDefault="00AE0F6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Automobilbranchens Handels- og Industriforening</w:t>
      </w:r>
    </w:p>
    <w:p w:rsidR="00621566" w:rsidRDefault="00621566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Beredskabsstyrelsen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Danmarks Tekniske Universitet, Institut for Transport (DTU Transport)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Danmarks Motor Union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Bilbrancheråd</w:t>
      </w:r>
    </w:p>
    <w:p w:rsidR="00621566" w:rsidRDefault="00621566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Bilforhandler Union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Byggeri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Cyklist Forbund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Erhverv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Industri (DI)</w:t>
      </w:r>
    </w:p>
    <w:p w:rsidR="00685B67" w:rsidRDefault="00685B67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Kørelærer-Union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Køreskole Forening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Metal</w:t>
      </w:r>
    </w:p>
    <w:p w:rsidR="00685B67" w:rsidRDefault="00685B67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Standard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Transport &amp; Logistik (DTL)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lastRenderedPageBreak/>
        <w:t>Danske Advokater</w:t>
      </w:r>
    </w:p>
    <w:p w:rsidR="00856F4E" w:rsidRDefault="00856F4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Biludlejere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Kørelæreres Landsforbund</w:t>
      </w:r>
    </w:p>
    <w:p w:rsidR="00685B67" w:rsidRDefault="00685B67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Motorcyklister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Regioner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De Danske Bilimportører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Den Danske Dommerforening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Dommerfuldmægtigforeningen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Domstolsstyrelsen</w:t>
      </w:r>
    </w:p>
    <w:p w:rsidR="001B5AE5" w:rsidRDefault="001B5AE5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Erhvervsstyrelsen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Falck Danmark A/S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Forbrugerombudsmanden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Forbrugerrådet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Forenede Danske Motorejere (FDM)</w:t>
      </w:r>
    </w:p>
    <w:p w:rsidR="006350FC" w:rsidRDefault="006350FC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Foreningen af Frie Kørelærere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Foreningen af offentlige anklagere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Forsikring og Pension</w:t>
      </w:r>
    </w:p>
    <w:p w:rsidR="002D7C97" w:rsidRDefault="002D7C97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Frie Danske Lastbilvognmænd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Håndværksrådet</w:t>
      </w:r>
    </w:p>
    <w:p w:rsidR="00A21D52" w:rsidRDefault="00A21D52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Institut for Menneskerettigheder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International Transport Danmark (ITD)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Kommunernes Landsforening (KL)</w:t>
      </w:r>
    </w:p>
    <w:p w:rsidR="001B5AE5" w:rsidRDefault="001B5AE5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Ministeriet for børn, undervisning og ligestilling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Køreprøvesagkyndiges Landsforening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Landdistrikternes Fællesråd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lastRenderedPageBreak/>
        <w:t>Landsforeningen Landsbyerne i Danmark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 xml:space="preserve">Landsforeningen af Polio og Trafik- og </w:t>
      </w:r>
      <w:proofErr w:type="spellStart"/>
      <w:r>
        <w:rPr>
          <w:szCs w:val="24"/>
        </w:rPr>
        <w:t>Ullykkesskadede</w:t>
      </w:r>
      <w:proofErr w:type="spellEnd"/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NOAH-Trafik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Politiforbundet i Danmark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Rigsadvokaten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Rigspolitiet</w:t>
      </w:r>
    </w:p>
    <w:p w:rsidR="004C2D5E" w:rsidRDefault="004C2D5E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Rådet for Bæredygtig Trafik</w:t>
      </w:r>
    </w:p>
    <w:p w:rsidR="00E533D7" w:rsidRDefault="00E533D7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Rådet for Sikker Trafik</w:t>
      </w:r>
    </w:p>
    <w:p w:rsidR="00EE6AE8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Trafikforskningsgruppen ved Aalborg Universitet</w:t>
      </w:r>
    </w:p>
    <w:p w:rsidR="002D7C97" w:rsidRDefault="00EE6AE8" w:rsidP="00476414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T</w:t>
      </w:r>
      <w:r w:rsidR="002D7C97">
        <w:rPr>
          <w:szCs w:val="24"/>
        </w:rPr>
        <w:t>rafiksikkerheds Venner i Danmark</w:t>
      </w:r>
    </w:p>
    <w:p w:rsidR="00EE6AE8" w:rsidRDefault="004C2D5E" w:rsidP="00476414">
      <w:pPr>
        <w:pStyle w:val="Normal-medluft"/>
        <w:spacing w:line="240" w:lineRule="auto"/>
      </w:pPr>
      <w:r>
        <w:t>Veteranknallertklubben Arkiv.</w:t>
      </w:r>
    </w:p>
    <w:p w:rsidR="00EE6AE8" w:rsidRPr="00FC2576" w:rsidRDefault="00EE6AE8" w:rsidP="00EE6AE8">
      <w:pPr>
        <w:pStyle w:val="Normal-medluft"/>
      </w:pPr>
    </w:p>
    <w:p w:rsidR="008B2837" w:rsidRPr="00FC2576" w:rsidRDefault="008B2837" w:rsidP="00EE6AE8">
      <w:pPr>
        <w:pStyle w:val="Sluthilsen1"/>
      </w:pPr>
    </w:p>
    <w:sectPr w:rsidR="008B2837" w:rsidRPr="00FC2576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50" w:rsidRDefault="002F2750" w:rsidP="00A56EBB">
      <w:pPr>
        <w:spacing w:line="240" w:lineRule="auto"/>
      </w:pPr>
      <w:r>
        <w:separator/>
      </w:r>
    </w:p>
  </w:endnote>
  <w:endnote w:type="continuationSeparator" w:id="0">
    <w:p w:rsidR="002F2750" w:rsidRDefault="002F2750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50" w:rsidRDefault="002F2750" w:rsidP="00A56EBB">
      <w:pPr>
        <w:spacing w:line="240" w:lineRule="auto"/>
      </w:pPr>
      <w:r>
        <w:separator/>
      </w:r>
    </w:p>
  </w:footnote>
  <w:footnote w:type="continuationSeparator" w:id="0">
    <w:p w:rsidR="002F2750" w:rsidRDefault="002F2750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51B5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51B5E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51B5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51B5E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3B"/>
    <w:rsid w:val="00061880"/>
    <w:rsid w:val="00191929"/>
    <w:rsid w:val="001A1309"/>
    <w:rsid w:val="001B5AE5"/>
    <w:rsid w:val="001D6C26"/>
    <w:rsid w:val="002A782C"/>
    <w:rsid w:val="002D7C97"/>
    <w:rsid w:val="002F2750"/>
    <w:rsid w:val="00334AE0"/>
    <w:rsid w:val="00372276"/>
    <w:rsid w:val="00476414"/>
    <w:rsid w:val="004C2D5E"/>
    <w:rsid w:val="005627EB"/>
    <w:rsid w:val="005D173D"/>
    <w:rsid w:val="00616D97"/>
    <w:rsid w:val="00621566"/>
    <w:rsid w:val="006350FC"/>
    <w:rsid w:val="00646C21"/>
    <w:rsid w:val="00685B67"/>
    <w:rsid w:val="006C7297"/>
    <w:rsid w:val="00766FAD"/>
    <w:rsid w:val="007D72E0"/>
    <w:rsid w:val="00804E1F"/>
    <w:rsid w:val="00856F4E"/>
    <w:rsid w:val="008B2837"/>
    <w:rsid w:val="0090472D"/>
    <w:rsid w:val="0097209E"/>
    <w:rsid w:val="00A21D52"/>
    <w:rsid w:val="00A23198"/>
    <w:rsid w:val="00A56EBB"/>
    <w:rsid w:val="00AE0F6C"/>
    <w:rsid w:val="00B57BB3"/>
    <w:rsid w:val="00C42374"/>
    <w:rsid w:val="00CA2147"/>
    <w:rsid w:val="00CA3E3B"/>
    <w:rsid w:val="00D24242"/>
    <w:rsid w:val="00D47276"/>
    <w:rsid w:val="00DB1278"/>
    <w:rsid w:val="00DE7B2C"/>
    <w:rsid w:val="00E51B5E"/>
    <w:rsid w:val="00E533D7"/>
    <w:rsid w:val="00E64936"/>
    <w:rsid w:val="00EA2DFA"/>
    <w:rsid w:val="00EB4AF8"/>
    <w:rsid w:val="00EE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EE6AE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EE6AE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pe\AppData\Local\cBrain\F2\.tmp\b454b5b2-d5ee-4ff4-a46d-88c11546e00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E2A8-A4C7-4980-8171-8113E162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b454b5b2-d5ee-4ff4-a46d-88c11546e00a</Template>
  <TotalTime>1</TotalTime>
  <Pages>3</Pages>
  <Words>232</Words>
  <Characters>1417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Elmberg</dc:creator>
  <cp:lastModifiedBy>Jacob Guldborg Rasmussen</cp:lastModifiedBy>
  <cp:revision>2</cp:revision>
  <dcterms:created xsi:type="dcterms:W3CDTF">2016-02-24T14:56:00Z</dcterms:created>
  <dcterms:modified xsi:type="dcterms:W3CDTF">2016-02-24T14:56:00Z</dcterms:modified>
</cp:coreProperties>
</file>