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5-12-11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F56139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11. december 2015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CA6C54" w:rsidRPr="00CA6C54">
              <w:t>15-3179423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E11B1C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0"/>
      </w:tblGrid>
      <w:tr w:rsidR="00F37F63" w:rsidRPr="006F6849" w:rsidTr="0099191E">
        <w:trPr>
          <w:trHeight w:hRule="exact" w:val="1701"/>
        </w:trPr>
        <w:tc>
          <w:tcPr>
            <w:tcW w:w="7790" w:type="dxa"/>
          </w:tcPr>
          <w:p w:rsidR="00F37F63" w:rsidRPr="00E11B1C" w:rsidRDefault="00F37F63" w:rsidP="00F37F63">
            <w:pPr>
              <w:tabs>
                <w:tab w:val="left" w:pos="5655"/>
              </w:tabs>
            </w:pPr>
            <w:bookmarkStart w:id="1" w:name="navnET"/>
            <w:bookmarkEnd w:id="1"/>
            <w:r w:rsidRPr="00E11B1C">
              <w:t xml:space="preserve"> </w:t>
            </w:r>
            <w:bookmarkStart w:id="2" w:name="navnTO"/>
            <w:bookmarkEnd w:id="2"/>
            <w:r w:rsidR="00CA6C54">
              <w:t>Til Høringsparterne</w:t>
            </w:r>
            <w:bookmarkStart w:id="3" w:name="adresseET"/>
            <w:bookmarkStart w:id="4" w:name="adresseTO"/>
            <w:bookmarkStart w:id="5" w:name="postnr"/>
            <w:bookmarkStart w:id="6" w:name="by"/>
            <w:bookmarkEnd w:id="3"/>
            <w:bookmarkEnd w:id="4"/>
            <w:bookmarkEnd w:id="5"/>
            <w:bookmarkEnd w:id="6"/>
          </w:p>
        </w:tc>
      </w:tr>
      <w:tr w:rsidR="00F37F63" w:rsidRPr="00094ABD" w:rsidTr="0099191E">
        <w:trPr>
          <w:trHeight w:hRule="exact" w:val="1701"/>
        </w:trPr>
        <w:tc>
          <w:tcPr>
            <w:tcW w:w="7790" w:type="dxa"/>
            <w:vAlign w:val="bottom"/>
          </w:tcPr>
          <w:p w:rsidR="00F37F63" w:rsidRPr="00094ABD" w:rsidRDefault="00CA6C54" w:rsidP="000A61AC">
            <w:pPr>
              <w:pStyle w:val="Overskrift1"/>
              <w:outlineLvl w:val="0"/>
            </w:pPr>
            <w:r>
              <w:t>Høring over udkast til bekendtgørelse om ændring af bekendtgørelse om visse regler i pensionsafkastb</w:t>
            </w:r>
            <w:r w:rsidR="000A61AC">
              <w:t>e</w:t>
            </w:r>
            <w:r w:rsidR="000A61AC">
              <w:t>skatnings</w:t>
            </w:r>
            <w:r>
              <w:t xml:space="preserve">loven </w:t>
            </w:r>
          </w:p>
        </w:tc>
      </w:tr>
    </w:tbl>
    <w:p w:rsidR="00F37F63" w:rsidRDefault="00F37F63" w:rsidP="00F37F63"/>
    <w:p w:rsidR="00F37F63" w:rsidRDefault="00F37F63" w:rsidP="00F37F63"/>
    <w:p w:rsidR="00CA6C54" w:rsidRDefault="00CA6C54" w:rsidP="00F37F63">
      <w:r>
        <w:t>Vedlagt er udkast til ændringsbekendtgørelse til bekendtgørelse om visse regler i pens</w:t>
      </w:r>
      <w:r>
        <w:t>i</w:t>
      </w:r>
      <w:r>
        <w:t xml:space="preserve">onsafkastbeskatningsloven (PAL-bekendtgørelsen). </w:t>
      </w:r>
    </w:p>
    <w:p w:rsidR="00CA6C54" w:rsidRDefault="00CA6C54" w:rsidP="00F37F63"/>
    <w:p w:rsidR="007B515A" w:rsidRDefault="00B82D5A" w:rsidP="007B515A">
      <w:r>
        <w:t xml:space="preserve">Ændringsbekendtgørelsen indeholder ændringer til </w:t>
      </w:r>
      <w:r w:rsidR="00CC74C1">
        <w:t xml:space="preserve">PAL-bekendtgørelsens </w:t>
      </w:r>
      <w:r>
        <w:t xml:space="preserve">kapitel 10 om </w:t>
      </w:r>
      <w:r w:rsidR="00CC74C1">
        <w:t xml:space="preserve">revisors erklæring. </w:t>
      </w:r>
    </w:p>
    <w:p w:rsidR="007B515A" w:rsidRDefault="007B515A" w:rsidP="007B515A"/>
    <w:p w:rsidR="00B82D5A" w:rsidRDefault="007B515A" w:rsidP="007B515A">
      <w:r>
        <w:t xml:space="preserve">Den væsentligste ændring er, at </w:t>
      </w:r>
      <w:r w:rsidRPr="007B515A">
        <w:t xml:space="preserve">revisionserklæringen </w:t>
      </w:r>
      <w:r>
        <w:t xml:space="preserve">ændres </w:t>
      </w:r>
      <w:r w:rsidRPr="007B515A">
        <w:t>fra at være en gennemgang til at være en egentlig revision. Herudover genindføres kravet om revisionserklæring af den årlige opgørelse for institutbeskattede pensionsinstitutter og af den endelige opgøre</w:t>
      </w:r>
      <w:r w:rsidRPr="007B515A">
        <w:t>l</w:t>
      </w:r>
      <w:r w:rsidRPr="007B515A">
        <w:t xml:space="preserve">se ved ophør af skattepligten for et pensionsinstitut.  </w:t>
      </w:r>
    </w:p>
    <w:p w:rsidR="00503680" w:rsidRDefault="00503680" w:rsidP="00F37F63"/>
    <w:p w:rsidR="003D1246" w:rsidRDefault="003D1246" w:rsidP="00F37F63">
      <w:r>
        <w:t xml:space="preserve">Skatteministeriet skal anmode om eventuelle bemærkninger til udkast til bekendtgørelsen senest den </w:t>
      </w:r>
      <w:r w:rsidR="003962A5">
        <w:t>8</w:t>
      </w:r>
      <w:r>
        <w:t xml:space="preserve">. januar 2016. </w:t>
      </w:r>
    </w:p>
    <w:p w:rsidR="003D1246" w:rsidRDefault="003D1246" w:rsidP="00F37F63">
      <w:bookmarkStart w:id="7" w:name="_GoBack"/>
      <w:bookmarkEnd w:id="7"/>
    </w:p>
    <w:p w:rsidR="003D1246" w:rsidRDefault="003D1246" w:rsidP="00F37F63">
      <w:r>
        <w:t xml:space="preserve">Bemærkninger bedes sendt til </w:t>
      </w:r>
      <w:hyperlink r:id="rId9" w:history="1">
        <w:r w:rsidRPr="00F811BB">
          <w:rPr>
            <w:rStyle w:val="Hyperlink"/>
          </w:rPr>
          <w:t>juraogsamfundsoekonomi@skm.dk</w:t>
        </w:r>
      </w:hyperlink>
      <w:r>
        <w:t xml:space="preserve"> og </w:t>
      </w:r>
      <w:hyperlink r:id="rId10" w:history="1">
        <w:r w:rsidRPr="00F811BB">
          <w:rPr>
            <w:rStyle w:val="Hyperlink"/>
          </w:rPr>
          <w:t>mw@skm.dk</w:t>
        </w:r>
      </w:hyperlink>
      <w:r>
        <w:t xml:space="preserve">. </w:t>
      </w:r>
    </w:p>
    <w:p w:rsidR="003D1246" w:rsidRDefault="003D1246" w:rsidP="00F37F63"/>
    <w:p w:rsidR="003D1246" w:rsidRDefault="003D1246" w:rsidP="00F37F63">
      <w:r>
        <w:t xml:space="preserve">Spørgsmål vedrørende ændringsbekendtgørelsen kan rettes til Majken Wågensø </w:t>
      </w:r>
      <w:proofErr w:type="spellStart"/>
      <w:r>
        <w:t>Landström</w:t>
      </w:r>
      <w:proofErr w:type="spellEnd"/>
      <w:r>
        <w:t xml:space="preserve">, tlf. 72 37 33 04, e-mail </w:t>
      </w:r>
      <w:hyperlink r:id="rId11" w:history="1">
        <w:r w:rsidRPr="00F811BB">
          <w:rPr>
            <w:rStyle w:val="Hyperlink"/>
          </w:rPr>
          <w:t>mw@skm.dk</w:t>
        </w:r>
      </w:hyperlink>
    </w:p>
    <w:p w:rsidR="003D1246" w:rsidRDefault="003D1246" w:rsidP="00F37F63"/>
    <w:p w:rsidR="007B515A" w:rsidRDefault="007B515A" w:rsidP="00F37F63"/>
    <w:p w:rsidR="003D1246" w:rsidRDefault="003D1246" w:rsidP="00F37F63">
      <w:r>
        <w:t xml:space="preserve">Med venlig hilsen </w:t>
      </w:r>
    </w:p>
    <w:p w:rsidR="003D1246" w:rsidRDefault="003D1246" w:rsidP="00F37F63"/>
    <w:p w:rsidR="003D1246" w:rsidRDefault="003D1246" w:rsidP="00F37F63"/>
    <w:p w:rsidR="003D1246" w:rsidRPr="00F37F63" w:rsidRDefault="003D1246" w:rsidP="00F37F63">
      <w:r>
        <w:t xml:space="preserve">Majken Wågensø </w:t>
      </w:r>
      <w:proofErr w:type="spellStart"/>
      <w:r>
        <w:t>Landström</w:t>
      </w:r>
      <w:proofErr w:type="spellEnd"/>
    </w:p>
    <w:sectPr w:rsidR="003D1246" w:rsidRPr="00F37F63" w:rsidSect="00207B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37C" w:rsidRDefault="004B437C" w:rsidP="009E4B94">
      <w:pPr>
        <w:spacing w:line="240" w:lineRule="auto"/>
      </w:pPr>
      <w:r>
        <w:separator/>
      </w:r>
    </w:p>
  </w:endnote>
  <w:endnote w:type="continuationSeparator" w:id="0">
    <w:p w:rsidR="004B437C" w:rsidRDefault="004B437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56139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56139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56139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56139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37C" w:rsidRDefault="004B437C" w:rsidP="009E4B94">
      <w:pPr>
        <w:spacing w:line="240" w:lineRule="auto"/>
      </w:pPr>
      <w:r>
        <w:separator/>
      </w:r>
    </w:p>
  </w:footnote>
  <w:footnote w:type="continuationSeparator" w:id="0">
    <w:p w:rsidR="004B437C" w:rsidRDefault="004B437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A5CE1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BE8D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3E50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D434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723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E0B5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5C2D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7C0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22F730F"/>
    <w:multiLevelType w:val="multilevel"/>
    <w:tmpl w:val="6AEC5DC4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A61AC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0F31"/>
    <w:rsid w:val="002E233E"/>
    <w:rsid w:val="002E30A1"/>
    <w:rsid w:val="002E6B15"/>
    <w:rsid w:val="002E74A4"/>
    <w:rsid w:val="00302887"/>
    <w:rsid w:val="003075A8"/>
    <w:rsid w:val="00351C70"/>
    <w:rsid w:val="003962A5"/>
    <w:rsid w:val="003B35B0"/>
    <w:rsid w:val="003C4F9F"/>
    <w:rsid w:val="003C60F1"/>
    <w:rsid w:val="003D1246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437C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1609F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B515A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03497"/>
    <w:rsid w:val="0092171B"/>
    <w:rsid w:val="00947BA0"/>
    <w:rsid w:val="00951B25"/>
    <w:rsid w:val="00954A46"/>
    <w:rsid w:val="00973099"/>
    <w:rsid w:val="00983B74"/>
    <w:rsid w:val="00986D8F"/>
    <w:rsid w:val="00990263"/>
    <w:rsid w:val="0099191E"/>
    <w:rsid w:val="009A2571"/>
    <w:rsid w:val="009A4CCC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82D5A"/>
    <w:rsid w:val="00B93951"/>
    <w:rsid w:val="00B9508F"/>
    <w:rsid w:val="00B96502"/>
    <w:rsid w:val="00B96937"/>
    <w:rsid w:val="00B96D2A"/>
    <w:rsid w:val="00BC1061"/>
    <w:rsid w:val="00BC22A9"/>
    <w:rsid w:val="00BC24ED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A6C54"/>
    <w:rsid w:val="00CB33DF"/>
    <w:rsid w:val="00CC0BE2"/>
    <w:rsid w:val="00CC342E"/>
    <w:rsid w:val="00CC6322"/>
    <w:rsid w:val="00CC74C1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2D8F"/>
    <w:rsid w:val="00DD4A74"/>
    <w:rsid w:val="00DE2B28"/>
    <w:rsid w:val="00DF0E45"/>
    <w:rsid w:val="00DF207D"/>
    <w:rsid w:val="00E05FF2"/>
    <w:rsid w:val="00E11B1C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56139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CA6C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CA6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w@skm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w@skm.dk" TargetMode="Externa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mailto:juraogsamfundsoekonomi@skm.dk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A8598B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1A632-B4F8-4308-AB40-AF0F5C69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40</TotalTime>
  <Pages>1</Pages>
  <Words>190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SKAT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Majken Wågensø Landström</cp:lastModifiedBy>
  <cp:revision>13</cp:revision>
  <cp:lastPrinted>2015-12-11T12:13:00Z</cp:lastPrinted>
  <dcterms:created xsi:type="dcterms:W3CDTF">2015-12-04T12:29:00Z</dcterms:created>
  <dcterms:modified xsi:type="dcterms:W3CDTF">2015-12-11T12:13:00Z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(DOK137238617)</vt:lpwstr>
  </property>
  <property fmtid="{D5CDD505-2E9C-101B-9397-08002B2CF9AE}" pid="4" name="path">
    <vt:lpwstr>C:\Users\w17753\AppData\Local\Temp\14\Scanjour\Captia\SJ20151211121224436 [DOK137238617].DOCX</vt:lpwstr>
  </property>
  <property fmtid="{D5CDD505-2E9C-101B-9397-08002B2CF9AE}" pid="5" name="command">
    <vt:lpwstr/>
  </property>
</Properties>
</file>