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12-11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C41B36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11. december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r w:rsidR="004E47FD">
              <w:t>15-0603729</w:t>
            </w:r>
            <w:bookmarkEnd w:id="0"/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5"/>
      </w:tblGrid>
      <w:tr w:rsidR="00F37F63" w:rsidRPr="006F6849" w:rsidTr="00202AD4">
        <w:trPr>
          <w:trHeight w:hRule="exact" w:val="2388"/>
        </w:trPr>
        <w:tc>
          <w:tcPr>
            <w:tcW w:w="7715" w:type="dxa"/>
          </w:tcPr>
          <w:p w:rsidR="00F37F63" w:rsidRPr="00E11B1C" w:rsidRDefault="00C41B36" w:rsidP="00F37F63">
            <w:pPr>
              <w:tabs>
                <w:tab w:val="left" w:pos="5655"/>
              </w:tabs>
            </w:pPr>
            <w:bookmarkStart w:id="1" w:name="navnET"/>
            <w:bookmarkEnd w:id="1"/>
            <w:r>
              <w:t xml:space="preserve">Til organisationer og myndigheder </w:t>
            </w:r>
            <w:r w:rsidR="00F37F63" w:rsidRPr="00E11B1C">
              <w:t xml:space="preserve"> </w:t>
            </w:r>
            <w:bookmarkStart w:id="2" w:name="navnTO"/>
            <w:bookmarkEnd w:id="2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E11B1C">
              <w:t xml:space="preserve"> </w:t>
            </w:r>
            <w:bookmarkStart w:id="4" w:name="adresseTO"/>
            <w:bookmarkEnd w:id="4"/>
          </w:p>
          <w:p w:rsidR="00202AD4" w:rsidRDefault="00202AD4" w:rsidP="00202AD4">
            <w:pPr>
              <w:rPr>
                <w:b/>
              </w:rPr>
            </w:pPr>
            <w:bookmarkStart w:id="5" w:name="postnr"/>
            <w:bookmarkEnd w:id="5"/>
          </w:p>
          <w:p w:rsidR="00202AD4" w:rsidRDefault="00202AD4" w:rsidP="00202AD4">
            <w:pPr>
              <w:rPr>
                <w:b/>
              </w:rPr>
            </w:pPr>
          </w:p>
          <w:p w:rsidR="00202AD4" w:rsidRDefault="00202AD4" w:rsidP="00202AD4">
            <w:pPr>
              <w:rPr>
                <w:b/>
              </w:rPr>
            </w:pPr>
          </w:p>
          <w:p w:rsidR="00202AD4" w:rsidRDefault="00202AD4" w:rsidP="00202AD4">
            <w:pPr>
              <w:rPr>
                <w:b/>
              </w:rPr>
            </w:pPr>
            <w:r w:rsidRPr="00804DBD">
              <w:rPr>
                <w:b/>
              </w:rPr>
              <w:t xml:space="preserve">Høring over udkast til </w:t>
            </w:r>
            <w:r>
              <w:rPr>
                <w:b/>
              </w:rPr>
              <w:t>bekendtgørelse om indsendelse af underretninger m.v. til Statsadvokaten for Særlig Økonomisk og International Kriminalitet for landbas</w:t>
            </w:r>
            <w:r>
              <w:rPr>
                <w:b/>
              </w:rPr>
              <w:t>e</w:t>
            </w:r>
            <w:r>
              <w:rPr>
                <w:b/>
              </w:rPr>
              <w:t>rede kasinoer og online kasinoer</w:t>
            </w:r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6" w:name="by"/>
            <w:bookmarkEnd w:id="6"/>
          </w:p>
        </w:tc>
      </w:tr>
    </w:tbl>
    <w:p w:rsidR="00C41B36" w:rsidRPr="00804DBD" w:rsidRDefault="00C41B36" w:rsidP="00202AD4">
      <w:pPr>
        <w:spacing w:before="24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Hermed sendes udkast </w:t>
      </w:r>
      <w:r w:rsidR="00180B48">
        <w:rPr>
          <w:rFonts w:cs="Arial"/>
          <w:szCs w:val="22"/>
        </w:rPr>
        <w:t xml:space="preserve">til </w:t>
      </w:r>
      <w:r w:rsidR="00180B48" w:rsidRPr="00180B48">
        <w:t>bekendtgørelse om indsendelse af underretninger m.v. til Stat</w:t>
      </w:r>
      <w:r w:rsidR="00180B48" w:rsidRPr="00180B48">
        <w:t>s</w:t>
      </w:r>
      <w:r w:rsidR="00180B48" w:rsidRPr="00180B48">
        <w:t xml:space="preserve">advokaten for Særlig Økonomisk og International Kriminalitet </w:t>
      </w:r>
      <w:r w:rsidR="007336D3">
        <w:t xml:space="preserve">(SØIK) </w:t>
      </w:r>
      <w:r w:rsidR="00180B48" w:rsidRPr="00180B48">
        <w:t>for landbaserede kasinoer og online kasinoer</w:t>
      </w:r>
      <w:r w:rsidR="00180B48">
        <w:t xml:space="preserve"> i høring. </w:t>
      </w:r>
    </w:p>
    <w:p w:rsidR="00202AD4" w:rsidRDefault="00202AD4" w:rsidP="007336D3">
      <w:pPr>
        <w:spacing w:line="276" w:lineRule="auto"/>
        <w:rPr>
          <w:rFonts w:cs="Arial"/>
          <w:szCs w:val="22"/>
        </w:rPr>
      </w:pPr>
    </w:p>
    <w:p w:rsidR="007336D3" w:rsidRPr="00202AD4" w:rsidRDefault="00180B48" w:rsidP="007336D3">
      <w:pPr>
        <w:spacing w:line="276" w:lineRule="auto"/>
        <w:rPr>
          <w:rFonts w:cs="Arial"/>
          <w:szCs w:val="22"/>
        </w:rPr>
      </w:pPr>
      <w:r>
        <w:t xml:space="preserve">Bekendtgørelsen udmønter den bemyndigelse, der </w:t>
      </w:r>
      <w:r w:rsidR="007336D3">
        <w:t>blev vedtaget ved seneste ændring af lov om spil og lov for Grønland om visse spil</w:t>
      </w:r>
      <w:r>
        <w:t>, til at fastsætte regler om, at underretningen til SØIK skal ske i elektronisk form.</w:t>
      </w:r>
      <w:r w:rsidR="007336D3">
        <w:t xml:space="preserve"> Bekendtgørelsen fastslår, at indberetningerne til SØIK skal indsendes digitalt.</w:t>
      </w:r>
    </w:p>
    <w:p w:rsidR="007336D3" w:rsidRDefault="007336D3" w:rsidP="007336D3">
      <w:pPr>
        <w:spacing w:line="276" w:lineRule="auto"/>
      </w:pPr>
    </w:p>
    <w:p w:rsidR="00C41B36" w:rsidRPr="007336D3" w:rsidRDefault="007336D3" w:rsidP="007336D3">
      <w:pPr>
        <w:spacing w:line="276" w:lineRule="auto"/>
      </w:pPr>
      <w:r w:rsidRPr="007336D3">
        <w:rPr>
          <w:rFonts w:eastAsia="Times New Roman" w:cs="Times New Roman"/>
          <w:szCs w:val="22"/>
          <w:lang w:eastAsia="da-DK"/>
        </w:rPr>
        <w:t>Bekendtgørelsen svarer til Finanstilsynets bekendtgørelse om indsendelse af underretni</w:t>
      </w:r>
      <w:r w:rsidRPr="007336D3">
        <w:rPr>
          <w:rFonts w:eastAsia="Times New Roman" w:cs="Times New Roman"/>
          <w:szCs w:val="22"/>
          <w:lang w:eastAsia="da-DK"/>
        </w:rPr>
        <w:t>n</w:t>
      </w:r>
      <w:r w:rsidRPr="007336D3">
        <w:rPr>
          <w:rFonts w:eastAsia="Times New Roman" w:cs="Times New Roman"/>
          <w:szCs w:val="22"/>
          <w:lang w:eastAsia="da-DK"/>
        </w:rPr>
        <w:t>ger m.v. til SØIK, men er tilpasset lov om spil og</w:t>
      </w:r>
      <w:r w:rsidR="00C70A8A">
        <w:rPr>
          <w:rFonts w:eastAsia="Times New Roman" w:cs="Times New Roman"/>
          <w:szCs w:val="22"/>
          <w:lang w:eastAsia="da-DK"/>
        </w:rPr>
        <w:t xml:space="preserve"> lov for Grønland om visse spil. </w:t>
      </w:r>
      <w:bookmarkStart w:id="7" w:name="_GoBack"/>
      <w:bookmarkEnd w:id="7"/>
    </w:p>
    <w:p w:rsidR="00C41B36" w:rsidRDefault="00C41B36" w:rsidP="00C41B36">
      <w:pPr>
        <w:spacing w:line="276" w:lineRule="auto"/>
        <w:rPr>
          <w:rFonts w:cs="Arial"/>
          <w:szCs w:val="22"/>
        </w:rPr>
      </w:pPr>
    </w:p>
    <w:p w:rsidR="00C41B36" w:rsidRDefault="00C41B36" w:rsidP="00C41B36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Høringssvar bedes sendt til </w:t>
      </w:r>
      <w:hyperlink r:id="rId8" w:history="1">
        <w:r w:rsidRPr="00146F99">
          <w:rPr>
            <w:rStyle w:val="Hyperlink"/>
            <w:rFonts w:cs="Arial"/>
            <w:szCs w:val="22"/>
          </w:rPr>
          <w:t>jurasamfundsoekonimi@skm.dk</w:t>
        </w:r>
      </w:hyperlink>
      <w:r>
        <w:rPr>
          <w:rFonts w:cs="Arial"/>
          <w:szCs w:val="22"/>
        </w:rPr>
        <w:t xml:space="preserve"> og </w:t>
      </w:r>
      <w:hyperlink r:id="rId9" w:history="1">
        <w:r w:rsidR="007336D3" w:rsidRPr="000249EB">
          <w:rPr>
            <w:rStyle w:val="Hyperlink"/>
            <w:rFonts w:cs="Arial"/>
            <w:szCs w:val="22"/>
          </w:rPr>
          <w:t>akc@skm.dk</w:t>
        </w:r>
      </w:hyperlink>
      <w:r w:rsidR="007336D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med ang</w:t>
      </w:r>
      <w:r>
        <w:rPr>
          <w:rFonts w:cs="Arial"/>
          <w:szCs w:val="22"/>
        </w:rPr>
        <w:t>i</w:t>
      </w:r>
      <w:r>
        <w:rPr>
          <w:rFonts w:cs="Arial"/>
          <w:szCs w:val="22"/>
        </w:rPr>
        <w:t>velse af journalnummer</w:t>
      </w:r>
      <w:r w:rsidR="007336D3">
        <w:rPr>
          <w:rFonts w:cs="Arial"/>
          <w:szCs w:val="22"/>
        </w:rPr>
        <w:t xml:space="preserve"> 15-0603729</w:t>
      </w:r>
      <w:r>
        <w:rPr>
          <w:rFonts w:cs="Arial"/>
          <w:szCs w:val="22"/>
        </w:rPr>
        <w:t>.</w:t>
      </w:r>
    </w:p>
    <w:p w:rsidR="00C41B36" w:rsidRDefault="00C41B36" w:rsidP="00C41B36">
      <w:pPr>
        <w:spacing w:line="276" w:lineRule="auto"/>
        <w:rPr>
          <w:rFonts w:cs="Arial"/>
          <w:szCs w:val="22"/>
        </w:rPr>
      </w:pPr>
    </w:p>
    <w:p w:rsidR="00C41B36" w:rsidRDefault="00C41B36" w:rsidP="00C41B36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Eventuelle spørgsmål kan rettes til undertegnede på e-mail </w:t>
      </w:r>
      <w:hyperlink r:id="rId10" w:history="1">
        <w:r w:rsidR="007336D3" w:rsidRPr="000249EB">
          <w:rPr>
            <w:rStyle w:val="Hyperlink"/>
            <w:rFonts w:cs="Arial"/>
            <w:szCs w:val="22"/>
          </w:rPr>
          <w:t>akc@skm.dk</w:t>
        </w:r>
      </w:hyperlink>
      <w:r w:rsidR="007336D3">
        <w:rPr>
          <w:rFonts w:cs="Arial"/>
          <w:szCs w:val="22"/>
        </w:rPr>
        <w:t xml:space="preserve"> eller telefon 72 37 14 09</w:t>
      </w:r>
      <w:r>
        <w:rPr>
          <w:rFonts w:cs="Arial"/>
          <w:szCs w:val="22"/>
        </w:rPr>
        <w:t>.</w:t>
      </w:r>
    </w:p>
    <w:p w:rsidR="00F37F63" w:rsidRDefault="00F37F63" w:rsidP="00F37F63"/>
    <w:p w:rsidR="00F37F63" w:rsidRDefault="00F37F63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4E47FD" w:rsidP="00F37F63">
      <w:pPr>
        <w:keepNext/>
        <w:keepLines/>
      </w:pPr>
      <w:r>
        <w:t>Anne Kathrine Clinton</w:t>
      </w:r>
    </w:p>
    <w:p w:rsidR="00503680" w:rsidRPr="00F37F63" w:rsidRDefault="00503680" w:rsidP="00F37F63"/>
    <w:sectPr w:rsidR="00503680" w:rsidRPr="00F37F63" w:rsidSect="00207B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7C" w:rsidRDefault="004B437C" w:rsidP="009E4B94">
      <w:pPr>
        <w:spacing w:line="240" w:lineRule="auto"/>
      </w:pPr>
      <w:r>
        <w:separator/>
      </w:r>
    </w:p>
  </w:endnote>
  <w:endnote w:type="continuationSeparator" w:id="0">
    <w:p w:rsidR="004B437C" w:rsidRDefault="004B437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1E0BC2" wp14:editId="3BB5C328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336D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336D3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7336D3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7336D3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70C996B" wp14:editId="49666713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1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29883538" wp14:editId="696E603C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7C" w:rsidRDefault="004B437C" w:rsidP="009E4B94">
      <w:pPr>
        <w:spacing w:line="240" w:lineRule="auto"/>
      </w:pPr>
      <w:r>
        <w:separator/>
      </w:r>
    </w:p>
  </w:footnote>
  <w:footnote w:type="continuationSeparator" w:id="0">
    <w:p w:rsidR="004B437C" w:rsidRDefault="004B437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88D2F7F" wp14:editId="5B64150B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0B48"/>
    <w:rsid w:val="00182651"/>
    <w:rsid w:val="001863A7"/>
    <w:rsid w:val="001A2678"/>
    <w:rsid w:val="001D0093"/>
    <w:rsid w:val="001D6BD9"/>
    <w:rsid w:val="001E79D1"/>
    <w:rsid w:val="001F374B"/>
    <w:rsid w:val="00202AD4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D0A20"/>
    <w:rsid w:val="004D46CB"/>
    <w:rsid w:val="004E47FD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1609F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336D3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73099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41B36"/>
    <w:rsid w:val="00C51167"/>
    <w:rsid w:val="00C605DF"/>
    <w:rsid w:val="00C62DBD"/>
    <w:rsid w:val="00C70A8A"/>
    <w:rsid w:val="00C71C8E"/>
    <w:rsid w:val="00C86D85"/>
    <w:rsid w:val="00CA61D4"/>
    <w:rsid w:val="00CB33DF"/>
    <w:rsid w:val="00CB799D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0E26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samfundsoekonimi@skm.dk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akc@skm.d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kc@skm.d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A8598B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20</TotalTime>
  <Pages>1</Pages>
  <Words>203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Anne Kathrine Clinton</cp:lastModifiedBy>
  <cp:revision>6</cp:revision>
  <dcterms:created xsi:type="dcterms:W3CDTF">2015-12-11T09:48:00Z</dcterms:created>
  <dcterms:modified xsi:type="dcterms:W3CDTF">2015-12-11T10:24:00Z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(DOK138251392)</vt:lpwstr>
  </property>
  <property fmtid="{D5CDD505-2E9C-101B-9397-08002B2CF9AE}" pid="4" name="path">
    <vt:lpwstr>C:\Users\w19832\AppData\Local\Temp\18\Scanjour\Captia\SJ20151211102408130 [DOK138251392].DOCX</vt:lpwstr>
  </property>
  <property fmtid="{D5CDD505-2E9C-101B-9397-08002B2CF9AE}" pid="5" name="command">
    <vt:lpwstr>&amp;mergefile=19694781&amp;x_infomerge=1&amp;file_key=19694781</vt:lpwstr>
  </property>
</Properties>
</file>