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p w:rsidR="00F2770A" w:rsidRDefault="0048671C" w:rsidP="00F2770A">
            <w:pPr>
              <w:pStyle w:val="Hjrespalte-Overskrift"/>
            </w:pPr>
            <w:bookmarkStart w:id="0" w:name="_GoBack"/>
            <w:bookmarkEnd w:id="0"/>
            <w:r>
              <w:t>Høringsliste</w:t>
            </w:r>
          </w:p>
          <w:p w:rsidR="00F2770A" w:rsidRDefault="00F2770A" w:rsidP="00F2770A">
            <w:pPr>
              <w:pStyle w:val="Hjrespaltetekst"/>
            </w:pPr>
          </w:p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5-05-22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734A7A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22. maj 2015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1" w:name="sagsnr"/>
            <w:bookmarkEnd w:id="1"/>
            <w:r w:rsidR="0048671C">
              <w:t xml:space="preserve"> </w:t>
            </w:r>
            <w:r w:rsidR="00375678">
              <w:t xml:space="preserve"> </w:t>
            </w:r>
            <w:r w:rsidR="00375678" w:rsidRPr="00375678">
              <w:t>15-0339054</w:t>
            </w:r>
          </w:p>
          <w:p w:rsidR="00DF0E45" w:rsidRDefault="00DF0E45" w:rsidP="00DF0E45">
            <w:pPr>
              <w:pStyle w:val="Hjrespaltetekst"/>
            </w:pPr>
          </w:p>
          <w:sdt>
            <w:sdtPr>
              <w:rPr>
                <w:rStyle w:val="UdenorddelingTegn"/>
                <w:rFonts w:ascii="Arial" w:eastAsiaTheme="minorHAnsi" w:hAnsi="Arial" w:cstheme="minorBidi"/>
                <w:sz w:val="14"/>
                <w:szCs w:val="18"/>
                <w:lang w:eastAsia="en-US"/>
              </w:rPr>
              <w:alias w:val="Kontor"/>
              <w:tag w:val="Kontor"/>
              <w:id w:val="-269705902"/>
              <w:placeholder>
                <w:docPart w:val="1B23A591BDC942628314277C707902E2"/>
              </w:placeholder>
              <w:comboBox>
                <w:listItem w:value="Vælg et element."/>
                <w:listItem w:displayText="Digitalisering og Kunder" w:value="Digitalisering og Kunder"/>
                <w:listItem w:displayText="Indsats og Inddrivelse" w:value="Indsats og Inddrivelse"/>
                <w:listItem w:displayText="Minister- og ledelsessekretariatet" w:value="Minister- og ledelsessekretariatet"/>
                <w:listItem w:displayText="Presse- og kommunikationssekretariatet" w:value="Presse- og kommunikationssekretariatet"/>
                <w:listItem w:displayText="Økonomi og Styring" w:value="Økonomi og Styring"/>
                <w:listItem w:displayText="Ejendomme, Boer og Gæld" w:value="Ejendomme, Boer og Gæld"/>
                <w:listItem w:displayText="Miljø, Energi og Motor" w:value="Miljø, Energi og Motor"/>
                <w:listItem w:displayText="Moms, Afgifter og Told" w:value="Moms, Afgifter og Told"/>
                <w:listItem w:displayText="Proces og Administration" w:value="Proces og Administration"/>
                <w:listItem w:displayText="Person og Pension" w:value="Person og Pension"/>
                <w:listItem w:displayText="Selskab, Aktionær og Erhverv" w:value="Selskab, Aktionær og Erhverv"/>
                <w:listItem w:displayText="Økonomi og Politik" w:value="Økonomi og Politik"/>
                <w:listItem w:displayText="Chefrådgiver" w:value="Chefrådgiver"/>
              </w:comboBox>
            </w:sdtPr>
            <w:sdtEndPr>
              <w:rPr>
                <w:rStyle w:val="Standardskrifttypeiafsnit"/>
              </w:rPr>
            </w:sdtEndPr>
            <w:sdtContent>
              <w:p w:rsidR="00DF0E45" w:rsidRPr="00BC24ED" w:rsidRDefault="00557944" w:rsidP="00BC24ED">
                <w:pPr>
                  <w:pStyle w:val="Hjrespaltetekst"/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</w:pPr>
                <w:r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  <w:t>Proces og Administration</w:t>
                </w:r>
              </w:p>
            </w:sdtContent>
          </w:sdt>
          <w:p w:rsidR="00081169" w:rsidRPr="00DF0E45" w:rsidRDefault="00557944" w:rsidP="00DF0E45">
            <w:pPr>
              <w:pStyle w:val="Hjrespaltetekst"/>
            </w:pPr>
            <w:r>
              <w:t>ABL</w:t>
            </w: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AD0C8A">
        <w:trPr>
          <w:trHeight w:val="2750"/>
        </w:trPr>
        <w:tc>
          <w:tcPr>
            <w:tcW w:w="7655" w:type="dxa"/>
            <w:vAlign w:val="bottom"/>
          </w:tcPr>
          <w:p w:rsidR="00AD0C8A" w:rsidRDefault="0048671C" w:rsidP="00AD0C8A">
            <w:pPr>
              <w:pStyle w:val="Overskrift1"/>
              <w:outlineLvl w:val="0"/>
            </w:pPr>
            <w:r>
              <w:t xml:space="preserve">Høringsliste vedrørende udkast til </w:t>
            </w:r>
            <w:r w:rsidR="00375678">
              <w:t>b</w:t>
            </w:r>
            <w:r w:rsidR="00375678" w:rsidRPr="00375678">
              <w:t>ekendtgørelse om identifikation og indberetning af finansielle konti med tilknytning til udlandet</w:t>
            </w:r>
          </w:p>
        </w:tc>
      </w:tr>
    </w:tbl>
    <w:p w:rsidR="00466136" w:rsidRDefault="00466136" w:rsidP="00655B49"/>
    <w:p w:rsidR="008B3D73" w:rsidRDefault="008B3D73" w:rsidP="008B3D73">
      <w:r>
        <w:t xml:space="preserve">Advokatrådet </w:t>
      </w:r>
    </w:p>
    <w:p w:rsidR="008B3D73" w:rsidRDefault="008B3D73" w:rsidP="008B3D73">
      <w:r>
        <w:t>Arbejderbevægelsens Erhvervsråd</w:t>
      </w:r>
    </w:p>
    <w:p w:rsidR="008B3D73" w:rsidRDefault="008B3D73" w:rsidP="008B3D73">
      <w:r>
        <w:t>Borger- og Retssikkerhedschefen i SKAT</w:t>
      </w:r>
    </w:p>
    <w:p w:rsidR="008B3D73" w:rsidRDefault="008B3D73" w:rsidP="008B3D73">
      <w:r>
        <w:t xml:space="preserve">Børsmæglerforeningen </w:t>
      </w:r>
    </w:p>
    <w:p w:rsidR="008B3D73" w:rsidRPr="005670C4" w:rsidRDefault="008B3D73" w:rsidP="008B3D73">
      <w:r w:rsidRPr="005670C4">
        <w:t xml:space="preserve">CEPOS </w:t>
      </w:r>
    </w:p>
    <w:p w:rsidR="008B3D73" w:rsidRDefault="008B3D73" w:rsidP="008B3D73">
      <w:r w:rsidRPr="00AC7E0C">
        <w:t>CEVEA</w:t>
      </w:r>
    </w:p>
    <w:p w:rsidR="008B3D73" w:rsidRDefault="008B3D73" w:rsidP="008B3D73">
      <w:r>
        <w:t xml:space="preserve">Danmarks Skibskreditfond </w:t>
      </w:r>
    </w:p>
    <w:p w:rsidR="008B3D73" w:rsidRDefault="008B3D73" w:rsidP="008B3D73">
      <w:r>
        <w:t xml:space="preserve">Dansk Aktionærforening </w:t>
      </w:r>
    </w:p>
    <w:p w:rsidR="008B3D73" w:rsidRDefault="008B3D73" w:rsidP="008B3D73">
      <w:r>
        <w:t xml:space="preserve">Dansk Erhverv </w:t>
      </w:r>
    </w:p>
    <w:p w:rsidR="008B3D73" w:rsidRDefault="008B3D73" w:rsidP="008B3D73">
      <w:r>
        <w:t xml:space="preserve">Danske Advokater </w:t>
      </w:r>
    </w:p>
    <w:p w:rsidR="008B3D73" w:rsidRDefault="008B3D73" w:rsidP="008B3D73">
      <w:r>
        <w:t>Datatilsynet</w:t>
      </w:r>
    </w:p>
    <w:p w:rsidR="008B3D73" w:rsidRDefault="008B3D73" w:rsidP="008B3D73">
      <w:r>
        <w:t xml:space="preserve">Den Danske Fondsmæglerforening </w:t>
      </w:r>
    </w:p>
    <w:p w:rsidR="008B3D73" w:rsidRDefault="008B3D73" w:rsidP="008B3D73">
      <w:r>
        <w:t>DI</w:t>
      </w:r>
    </w:p>
    <w:p w:rsidR="008B3D73" w:rsidRPr="005670C4" w:rsidRDefault="008B3D73" w:rsidP="008B3D73">
      <w:r w:rsidRPr="005670C4">
        <w:t xml:space="preserve">DVCA </w:t>
      </w:r>
    </w:p>
    <w:p w:rsidR="008B3D73" w:rsidRPr="00AC7E0C" w:rsidRDefault="008B3D73" w:rsidP="008B3D73">
      <w:r w:rsidRPr="00AC7E0C">
        <w:t>Erhvervsstyrelsen, T</w:t>
      </w:r>
      <w:r>
        <w:t xml:space="preserve">eam </w:t>
      </w:r>
      <w:r w:rsidRPr="00AC7E0C">
        <w:t>E</w:t>
      </w:r>
      <w:r>
        <w:t xml:space="preserve">ffektiv </w:t>
      </w:r>
      <w:r w:rsidRPr="00AC7E0C">
        <w:t>R</w:t>
      </w:r>
      <w:r>
        <w:t>egulering</w:t>
      </w:r>
      <w:r w:rsidRPr="00AC7E0C">
        <w:t xml:space="preserve"> </w:t>
      </w:r>
    </w:p>
    <w:p w:rsidR="008B3D73" w:rsidRPr="005670C4" w:rsidRDefault="008B3D73" w:rsidP="008B3D73">
      <w:r w:rsidRPr="005670C4">
        <w:t xml:space="preserve">Finans &amp; Leasing </w:t>
      </w:r>
    </w:p>
    <w:p w:rsidR="008B3D73" w:rsidRPr="00AC7E0C" w:rsidRDefault="008B3D73" w:rsidP="008B3D73">
      <w:r w:rsidRPr="00AC7E0C">
        <w:t>Finansråde</w:t>
      </w:r>
      <w:r>
        <w:t>t</w:t>
      </w:r>
    </w:p>
    <w:p w:rsidR="008B3D73" w:rsidRDefault="008B3D73" w:rsidP="008B3D73">
      <w:r>
        <w:t>Finanstilsynet</w:t>
      </w:r>
    </w:p>
    <w:p w:rsidR="008B3D73" w:rsidRDefault="008B3D73" w:rsidP="008B3D73">
      <w:r>
        <w:t>Forsikring &amp; Pension</w:t>
      </w:r>
    </w:p>
    <w:p w:rsidR="008B3D73" w:rsidRDefault="008B3D73" w:rsidP="008B3D73">
      <w:r>
        <w:t>FSR – danske revisorer</w:t>
      </w:r>
    </w:p>
    <w:p w:rsidR="008B3D73" w:rsidRDefault="008B3D73" w:rsidP="008B3D73">
      <w:r>
        <w:t>InvesteringsFondsBranchen</w:t>
      </w:r>
    </w:p>
    <w:p w:rsidR="008B3D73" w:rsidRDefault="008B3D73" w:rsidP="008B3D73">
      <w:r>
        <w:t>Kraka</w:t>
      </w:r>
    </w:p>
    <w:p w:rsidR="008B3D73" w:rsidRDefault="008B3D73" w:rsidP="008B3D73">
      <w:r>
        <w:t>Landsskatteretten</w:t>
      </w:r>
    </w:p>
    <w:p w:rsidR="008B3D73" w:rsidRDefault="008B3D73" w:rsidP="008B3D73">
      <w:r>
        <w:t>Lokale Pengeinstitutter</w:t>
      </w:r>
    </w:p>
    <w:p w:rsidR="008B3D73" w:rsidRPr="005670C4" w:rsidRDefault="008B3D73" w:rsidP="008B3D73">
      <w:r w:rsidRPr="005670C4">
        <w:t xml:space="preserve">Nasdaq OMX Copenhagen A/S </w:t>
      </w:r>
    </w:p>
    <w:p w:rsidR="008B3D73" w:rsidRDefault="008B3D73" w:rsidP="008B3D73">
      <w:r>
        <w:t xml:space="preserve">Nationalbanken </w:t>
      </w:r>
    </w:p>
    <w:p w:rsidR="008B3D73" w:rsidRDefault="008B3D73" w:rsidP="008B3D73">
      <w:r>
        <w:t xml:space="preserve">Realkreditforeningen </w:t>
      </w:r>
    </w:p>
    <w:p w:rsidR="008B3D73" w:rsidRDefault="008B3D73" w:rsidP="008B3D73">
      <w:r>
        <w:t>Realkreditrådet</w:t>
      </w:r>
    </w:p>
    <w:p w:rsidR="008B3D73" w:rsidRDefault="008B3D73" w:rsidP="008B3D73">
      <w:r>
        <w:t>Skatteankestyrelsen</w:t>
      </w:r>
    </w:p>
    <w:p w:rsidR="0048671C" w:rsidRDefault="008B3D73" w:rsidP="008B3D73">
      <w:r>
        <w:t>SRF Skattefaglig Forening</w:t>
      </w:r>
    </w:p>
    <w:sectPr w:rsidR="0048671C" w:rsidSect="00207B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E83" w:rsidRDefault="00B25E83" w:rsidP="009E4B94">
      <w:pPr>
        <w:spacing w:line="240" w:lineRule="auto"/>
      </w:pPr>
      <w:r>
        <w:separator/>
      </w:r>
    </w:p>
  </w:endnote>
  <w:endnote w:type="continuationSeparator" w:id="0">
    <w:p w:rsidR="00B25E83" w:rsidRDefault="00B25E83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1B4283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1B4283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769A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1B4283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1B4283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E83" w:rsidRDefault="00B25E83" w:rsidP="009E4B94">
      <w:pPr>
        <w:spacing w:line="240" w:lineRule="auto"/>
      </w:pPr>
      <w:r>
        <w:separator/>
      </w:r>
    </w:p>
  </w:footnote>
  <w:footnote w:type="continuationSeparator" w:id="0">
    <w:p w:rsidR="00B25E83" w:rsidRDefault="00B25E83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1782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A2678"/>
    <w:rsid w:val="001B4283"/>
    <w:rsid w:val="001D0093"/>
    <w:rsid w:val="001D6BD9"/>
    <w:rsid w:val="001D76B2"/>
    <w:rsid w:val="001E79D1"/>
    <w:rsid w:val="001F374B"/>
    <w:rsid w:val="00203DE6"/>
    <w:rsid w:val="00207BEC"/>
    <w:rsid w:val="0022582F"/>
    <w:rsid w:val="00244D70"/>
    <w:rsid w:val="002543E3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546C1"/>
    <w:rsid w:val="00375678"/>
    <w:rsid w:val="003B35B0"/>
    <w:rsid w:val="003C4F9F"/>
    <w:rsid w:val="003C60F1"/>
    <w:rsid w:val="003E6A12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8671C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57944"/>
    <w:rsid w:val="00562DFF"/>
    <w:rsid w:val="00563829"/>
    <w:rsid w:val="005A28D4"/>
    <w:rsid w:val="005B402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34A7A"/>
    <w:rsid w:val="007546AF"/>
    <w:rsid w:val="00765934"/>
    <w:rsid w:val="00770410"/>
    <w:rsid w:val="00775409"/>
    <w:rsid w:val="00786FCF"/>
    <w:rsid w:val="0078774E"/>
    <w:rsid w:val="00790415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3D73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25E83"/>
    <w:rsid w:val="00B31CF7"/>
    <w:rsid w:val="00B3548C"/>
    <w:rsid w:val="00B421B6"/>
    <w:rsid w:val="00B430B4"/>
    <w:rsid w:val="00B5082D"/>
    <w:rsid w:val="00B5346F"/>
    <w:rsid w:val="00B625D9"/>
    <w:rsid w:val="00B64C73"/>
    <w:rsid w:val="00B6504E"/>
    <w:rsid w:val="00B93951"/>
    <w:rsid w:val="00B9508F"/>
    <w:rsid w:val="00B96502"/>
    <w:rsid w:val="00B96937"/>
    <w:rsid w:val="00B96D2A"/>
    <w:rsid w:val="00BA747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1172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44EE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B23A591BDC942628314277C707902E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30EEC39-16ED-4B9F-BD36-370B9E080D1A}"/>
      </w:docPartPr>
      <w:docPartBody>
        <w:p w:rsidR="00F15299" w:rsidRDefault="00EF6575" w:rsidP="00EF6575">
          <w:pPr>
            <w:pStyle w:val="1B23A591BDC942628314277C707902E22"/>
          </w:pPr>
          <w:r w:rsidRPr="00BC24ED">
            <w:rPr>
              <w:rStyle w:val="Pladsholdertekst"/>
            </w:rPr>
            <w:t>Klik og vælg kontor</w:t>
          </w:r>
        </w:p>
      </w:docPartBody>
    </w:docPart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EF6575" w:rsidRDefault="00EF6575" w:rsidP="00EF6575">
          <w:pPr>
            <w:pStyle w:val="94704C1ED7A5464FAA6345826EBA68382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04536F"/>
    <w:rsid w:val="005B3929"/>
    <w:rsid w:val="00EF6575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F6575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94704C1ED7A5464FAA6345826EBA68381">
    <w:name w:val="94704C1ED7A5464FAA6345826EBA6838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1">
    <w:name w:val="1B23A591BDC942628314277C707902E21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4704C1ED7A5464FAA6345826EBA68382">
    <w:name w:val="94704C1ED7A5464FAA6345826EBA6838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1B23A591BDC942628314277C707902E22">
    <w:name w:val="1B23A591BDC942628314277C707902E22"/>
    <w:rsid w:val="00EF6575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114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2015-05-22T09:00:00Z</dcterms:created>
  <dcterms:modified xsi:type="dcterms:W3CDTF">2015-05-22T09:00:00Z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Høringsliste (DOK100666550)</vt:lpwstr>
  </property>
  <property fmtid="{D5CDD505-2E9C-101B-9397-08002B2CF9AE}" pid="4" name="path">
    <vt:lpwstr>C:\Users\w00715\AppData\Local\Temp\24\Scanjour\Captia\SJ20150522064945417 [DOK100666550].DOCX</vt:lpwstr>
  </property>
  <property fmtid="{D5CDD505-2E9C-101B-9397-08002B2CF9AE}" pid="5" name="command">
    <vt:lpwstr/>
  </property>
</Properties>
</file>