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7420E9" w:rsidP="0061779C">
            <w:r>
              <w:t>Til Høringsportalens brugere</w:t>
            </w:r>
          </w:p>
        </w:tc>
        <w:tc>
          <w:tcPr>
            <w:tcW w:w="1701" w:type="dxa"/>
          </w:tcPr>
          <w:p w:rsidR="008B2837" w:rsidRDefault="007420E9" w:rsidP="0061779C">
            <w:pPr>
              <w:pStyle w:val="Template-Adresse"/>
              <w:tabs>
                <w:tab w:val="left" w:pos="709"/>
              </w:tabs>
            </w:pPr>
            <w:r>
              <w:t>10. november 2014</w:t>
            </w:r>
          </w:p>
          <w:p w:rsidR="008B2837" w:rsidRDefault="007420E9" w:rsidP="0061779C">
            <w:pPr>
              <w:pStyle w:val="Template-Adresse"/>
              <w:tabs>
                <w:tab w:val="left" w:pos="709"/>
              </w:tabs>
            </w:pPr>
            <w:r>
              <w:t>2014-3505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tbl>
      <w:tblPr>
        <w:tblStyle w:val="Tabel-Gitter"/>
        <w:tblpPr w:leftFromText="142" w:rightFromText="142" w:vertAnchor="page" w:horzAnchor="page" w:tblpX="526" w:tblpY="5311"/>
        <w:tblOverlap w:val="never"/>
        <w:tblW w:w="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</w:tblGrid>
      <w:tr w:rsidR="007420E9" w:rsidRPr="00190EA4" w:rsidTr="007420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" w:type="dxa"/>
          </w:tcPr>
          <w:p w:rsidR="007420E9" w:rsidRPr="00190EA4" w:rsidRDefault="007420E9" w:rsidP="007420E9">
            <w:pPr>
              <w:pStyle w:val="FORTROLIGT"/>
              <w:rPr>
                <w:color w:val="auto"/>
                <w:sz w:val="16"/>
                <w:szCs w:val="16"/>
                <w:lang w:eastAsia="en-US"/>
              </w:rPr>
            </w:pPr>
            <w:r w:rsidRPr="00190EA4">
              <w:rPr>
                <w:color w:val="auto"/>
                <w:sz w:val="16"/>
                <w:szCs w:val="16"/>
                <w:lang w:eastAsia="en-US"/>
              </w:rPr>
              <w:t>./.</w:t>
            </w:r>
          </w:p>
        </w:tc>
      </w:tr>
    </w:tbl>
    <w:p w:rsidR="007420E9" w:rsidRDefault="007420E9" w:rsidP="007420E9">
      <w:pPr>
        <w:pStyle w:val="Normal-medluft"/>
        <w:rPr>
          <w:b/>
        </w:rPr>
      </w:pPr>
      <w:r>
        <w:rPr>
          <w:b/>
        </w:rPr>
        <w:t xml:space="preserve">Høring vedrørende </w:t>
      </w:r>
      <w:r>
        <w:rPr>
          <w:b/>
        </w:rPr>
        <w:t>forslag til lov om anlæg af motorvej syd om Re</w:t>
      </w:r>
      <w:r>
        <w:rPr>
          <w:b/>
        </w:rPr>
        <w:t>g</w:t>
      </w:r>
      <w:r>
        <w:rPr>
          <w:b/>
        </w:rPr>
        <w:t>strup</w:t>
      </w:r>
    </w:p>
    <w:p w:rsidR="007420E9" w:rsidRPr="00190EA4" w:rsidRDefault="007420E9" w:rsidP="007420E9">
      <w:pPr>
        <w:pStyle w:val="Normal-medluft"/>
        <w:rPr>
          <w:color w:val="auto"/>
        </w:rPr>
      </w:pPr>
      <w:r>
        <w:t xml:space="preserve">Hermed </w:t>
      </w:r>
      <w:r>
        <w:t>følger udkast</w:t>
      </w:r>
      <w:r>
        <w:t xml:space="preserve"> til forslag til lov </w:t>
      </w:r>
      <w:r w:rsidRPr="00190EA4">
        <w:rPr>
          <w:color w:val="auto"/>
        </w:rPr>
        <w:t>om a</w:t>
      </w:r>
      <w:r w:rsidRPr="00190EA4">
        <w:rPr>
          <w:color w:val="auto"/>
        </w:rPr>
        <w:t>n</w:t>
      </w:r>
      <w:r w:rsidRPr="00190EA4">
        <w:rPr>
          <w:color w:val="auto"/>
        </w:rPr>
        <w:t>læg af motorvej syd om Regstrup.</w:t>
      </w:r>
    </w:p>
    <w:p w:rsidR="007420E9" w:rsidRDefault="007420E9" w:rsidP="007420E9">
      <w:pPr>
        <w:pStyle w:val="Normal-medluft"/>
      </w:pPr>
      <w:r>
        <w:t>Lovforslaget er et led i udmøntningen af aftale af 24. juni 2014 mellem regeri</w:t>
      </w:r>
      <w:r>
        <w:t>n</w:t>
      </w:r>
      <w:r>
        <w:t xml:space="preserve">gen (Socialdemokraterne og Det Radikale Venstre), Venstre, Dansk </w:t>
      </w:r>
      <w:r>
        <w:t>Folkeparti, Socialistisk</w:t>
      </w:r>
      <w:r>
        <w:t xml:space="preserve"> Folkeparti, Liberal Alliance og Det Konservative Folkeparti om u</w:t>
      </w:r>
      <w:r>
        <w:t>d</w:t>
      </w:r>
      <w:r>
        <w:t>møntning af disponible midler i Infrastrukturfonden.</w:t>
      </w:r>
    </w:p>
    <w:p w:rsidR="00427E4E" w:rsidRDefault="00427E4E" w:rsidP="00427E4E">
      <w:pPr>
        <w:pStyle w:val="Normal-medluft"/>
      </w:pPr>
      <w:r>
        <w:t>Lovforslaget indebærer, at transportministeren bemyndiges til at udbygge 6 km af rute 23 syd om Regstrup til motorvej.</w:t>
      </w:r>
    </w:p>
    <w:p w:rsidR="007420E9" w:rsidRPr="009F5D80" w:rsidRDefault="007420E9" w:rsidP="007420E9">
      <w:pPr>
        <w:pStyle w:val="Normal-medluft"/>
      </w:pPr>
      <w:bookmarkStart w:id="1" w:name="_GoBack"/>
      <w:bookmarkEnd w:id="1"/>
      <w:r>
        <w:t>Lovforslaget er samtidig sendt i høring hos de myndigheder, organisationer mv., der er nævnt i lovforslagets almindelige bemærkninger.</w:t>
      </w:r>
    </w:p>
    <w:p w:rsidR="008B2837" w:rsidRDefault="007420E9" w:rsidP="008B2837">
      <w:pPr>
        <w:pStyle w:val="Normal-medluft"/>
      </w:pPr>
      <w:r>
        <w:t xml:space="preserve">Transportministeriet skal anmode om eventuelle bemærkninger til lovforslaget senest </w:t>
      </w:r>
      <w:r w:rsidRPr="007420E9">
        <w:rPr>
          <w:b/>
          <w:u w:val="single"/>
        </w:rPr>
        <w:t>torsdag den 11. december 2014</w:t>
      </w:r>
      <w:r>
        <w:t>.</w:t>
      </w:r>
    </w:p>
    <w:p w:rsidR="007420E9" w:rsidRDefault="007420E9" w:rsidP="008B2837">
      <w:pPr>
        <w:pStyle w:val="Normal-medluft"/>
      </w:pPr>
      <w:r>
        <w:t xml:space="preserve">Bemærkninger bedes sendt til undertegnede på </w:t>
      </w:r>
      <w:hyperlink r:id="rId9" w:history="1">
        <w:r w:rsidRPr="00700331">
          <w:rPr>
            <w:rStyle w:val="Hyperlink"/>
          </w:rPr>
          <w:t>smf@trm.dk</w:t>
        </w:r>
      </w:hyperlink>
      <w:r>
        <w:t xml:space="preserve"> med kopi til Ve</w:t>
      </w:r>
      <w:r>
        <w:t>j</w:t>
      </w:r>
      <w:r>
        <w:t xml:space="preserve">direktoratet, att.: Projektleder Jesper Kaae, på </w:t>
      </w:r>
      <w:hyperlink r:id="rId10" w:history="1">
        <w:r w:rsidRPr="00700331">
          <w:rPr>
            <w:rStyle w:val="Hyperlink"/>
          </w:rPr>
          <w:t>jeka@vd.dk</w:t>
        </w:r>
      </w:hyperlink>
      <w:r>
        <w:t xml:space="preserve">. </w:t>
      </w:r>
    </w:p>
    <w:p w:rsidR="008B2837" w:rsidRDefault="008B2837" w:rsidP="008B2837">
      <w:pPr>
        <w:pStyle w:val="Sluthilsen1"/>
      </w:pPr>
      <w:bookmarkStart w:id="2" w:name="bmkOvers%C3%A6tMedVenligHilsen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2"/>
    </w:p>
    <w:p w:rsidR="008B2837" w:rsidRPr="00FC2576" w:rsidRDefault="007420E9" w:rsidP="008B2837">
      <w:pPr>
        <w:pStyle w:val="Sluthilsen1"/>
      </w:pPr>
      <w:r>
        <w:t>Signe Marie Finderup Nielsen</w:t>
      </w:r>
      <w:r w:rsidR="008B2837">
        <w:br/>
      </w:r>
      <w:bookmarkStart w:id="3" w:name="bmkFldchkUdkast"/>
      <w:bookmarkStart w:id="4" w:name="bmkFilePathName"/>
      <w:bookmarkStart w:id="5" w:name="bmkOvers%C3%A6tDate11"/>
      <w:bookmarkStart w:id="6" w:name="bmkDato1"/>
      <w:bookmarkStart w:id="7" w:name="bmkOvers%C3%A6tDato1"/>
      <w:bookmarkStart w:id="8" w:name="bmkOvers%C3%A6tDate1"/>
      <w:bookmarkEnd w:id="3"/>
      <w:bookmarkEnd w:id="4"/>
      <w:bookmarkEnd w:id="5"/>
      <w:bookmarkEnd w:id="6"/>
      <w:bookmarkEnd w:id="7"/>
      <w:bookmarkEnd w:id="8"/>
      <w:r>
        <w:t>Fuldmægtig</w:t>
      </w:r>
    </w:p>
    <w:sectPr w:rsidR="008B2837" w:rsidRPr="00FC2576" w:rsidSect="001A1309">
      <w:headerReference w:type="default" r:id="rId11"/>
      <w:headerReference w:type="first" r:id="rId12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5B" w:rsidRDefault="00E61B5B" w:rsidP="00A56EBB">
      <w:pPr>
        <w:spacing w:line="240" w:lineRule="auto"/>
      </w:pPr>
      <w:r>
        <w:separator/>
      </w:r>
    </w:p>
  </w:endnote>
  <w:endnote w:type="continuationSeparator" w:id="0">
    <w:p w:rsidR="00E61B5B" w:rsidRDefault="00E61B5B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5B" w:rsidRDefault="00E61B5B" w:rsidP="00A56EBB">
      <w:pPr>
        <w:spacing w:line="240" w:lineRule="auto"/>
      </w:pPr>
      <w:r>
        <w:separator/>
      </w:r>
    </w:p>
  </w:footnote>
  <w:footnote w:type="continuationSeparator" w:id="0">
    <w:p w:rsidR="00E61B5B" w:rsidRDefault="00E61B5B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72276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7A06D4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E61B5B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372276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7A06D4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E61B5B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A56EBB">
    <w:pPr>
      <w:pStyle w:val="Sidehoved"/>
    </w:pP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3D07BB" wp14:editId="795E3FFC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9" w:name="bmkAfdeling"/>
                          <w:r>
                            <w:t>DEPARTeMENTET</w:t>
                          </w:r>
                          <w:bookmarkEnd w:id="9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10" w:name="bmkAfdeling"/>
                    <w:r>
                      <w:t>DEPARTeMENTET</w:t>
                    </w:r>
                    <w:bookmarkEnd w:id="10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0" distR="0" simplePos="0" relativeHeight="251659264" behindDoc="0" locked="0" layoutInCell="1" allowOverlap="1" wp14:anchorId="5E3A159D" wp14:editId="755C0BC3">
          <wp:simplePos x="0" y="0"/>
          <wp:positionH relativeFrom="page">
            <wp:posOffset>5177155</wp:posOffset>
          </wp:positionH>
          <wp:positionV relativeFrom="page">
            <wp:posOffset>360045</wp:posOffset>
          </wp:positionV>
          <wp:extent cx="2005200" cy="507600"/>
          <wp:effectExtent l="0" t="0" r="0" b="6985"/>
          <wp:wrapNone/>
          <wp:docPr id="1" name="Billede 1" descr="LogoS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2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D4"/>
    <w:rsid w:val="00061880"/>
    <w:rsid w:val="001A1309"/>
    <w:rsid w:val="001D6C26"/>
    <w:rsid w:val="00334AE0"/>
    <w:rsid w:val="00372276"/>
    <w:rsid w:val="00427E4E"/>
    <w:rsid w:val="005D173D"/>
    <w:rsid w:val="00616D97"/>
    <w:rsid w:val="007420E9"/>
    <w:rsid w:val="00766FAD"/>
    <w:rsid w:val="007A06D4"/>
    <w:rsid w:val="008B2837"/>
    <w:rsid w:val="0090472D"/>
    <w:rsid w:val="00A23198"/>
    <w:rsid w:val="00A56EBB"/>
    <w:rsid w:val="00C42374"/>
    <w:rsid w:val="00DE7B2C"/>
    <w:rsid w:val="00E61B5B"/>
    <w:rsid w:val="00E64936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eka@vd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mf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f\AppData\Local\cBrain\F2\.tmp\eea6330e-ba13-4dbf-af32-c0d9270ff3c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FC669-E0DA-439B-8EE0-3912FF8C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eea6330e-ba13-4dbf-af32-c0d9270ff3ce</Template>
  <TotalTime>13</TotalTime>
  <Pages>1</Pages>
  <Words>159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Signe Marie Finderup Nielsen</dc:creator>
  <cp:lastModifiedBy>TRM Signe Marie Finderup Nielsen</cp:lastModifiedBy>
  <cp:revision>2</cp:revision>
  <dcterms:created xsi:type="dcterms:W3CDTF">2014-11-10T09:03:00Z</dcterms:created>
  <dcterms:modified xsi:type="dcterms:W3CDTF">2014-11-10T09:16:00Z</dcterms:modified>
</cp:coreProperties>
</file>