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1FF5" w:rsidRPr="00B23E6E" w:rsidRDefault="00631FF5">
      <w:pPr>
        <w:widowControl/>
        <w:spacing w:line="288" w:lineRule="auto"/>
        <w:jc w:val="both"/>
        <w:rPr>
          <w:sz w:val="24"/>
          <w:lang w:val="da-DK"/>
        </w:rPr>
      </w:pPr>
      <w:proofErr w:type="spellStart"/>
      <w:r w:rsidRPr="00B23E6E">
        <w:rPr>
          <w:sz w:val="24"/>
          <w:lang w:val="da-DK"/>
        </w:rPr>
        <w:t>Skatteministeriet</w:t>
      </w:r>
      <w:r w:rsidR="001D36AE" w:rsidRPr="00B23E6E">
        <w:rPr>
          <w:sz w:val="24"/>
          <w:lang w:val="da-DK"/>
        </w:rPr>
        <w:fldChar w:fldCharType="begin"/>
      </w:r>
      <w:r w:rsidRPr="00B23E6E">
        <w:rPr>
          <w:sz w:val="24"/>
          <w:lang w:val="da-DK"/>
        </w:rPr>
        <w:instrText>ADVANCE \r255</w:instrText>
      </w:r>
      <w:r w:rsidR="001D36AE" w:rsidRPr="00B23E6E">
        <w:rPr>
          <w:sz w:val="24"/>
          <w:lang w:val="da-DK"/>
        </w:rPr>
        <w:fldChar w:fldCharType="end"/>
      </w:r>
      <w:r w:rsidRPr="00B23E6E">
        <w:rPr>
          <w:sz w:val="24"/>
          <w:lang w:val="da-DK"/>
        </w:rPr>
        <w:t>J</w:t>
      </w:r>
      <w:proofErr w:type="spellEnd"/>
      <w:r w:rsidRPr="00B23E6E">
        <w:rPr>
          <w:sz w:val="24"/>
          <w:lang w:val="da-DK"/>
        </w:rPr>
        <w:t xml:space="preserve">. nr. </w:t>
      </w:r>
      <w:bookmarkStart w:id="0" w:name="sagsnr"/>
      <w:bookmarkEnd w:id="0"/>
      <w:r w:rsidR="006D04A2" w:rsidRPr="006D04A2">
        <w:rPr>
          <w:sz w:val="24"/>
          <w:lang w:val="da-DK"/>
        </w:rPr>
        <w:t>13-0113970</w:t>
      </w:r>
    </w:p>
    <w:p w:rsidR="00631FF5" w:rsidRPr="00B23E6E" w:rsidRDefault="00631FF5">
      <w:pPr>
        <w:widowControl/>
        <w:spacing w:line="288" w:lineRule="auto"/>
        <w:jc w:val="both"/>
        <w:rPr>
          <w:sz w:val="24"/>
          <w:lang w:val="da-DK"/>
        </w:rPr>
      </w:pPr>
      <w:bookmarkStart w:id="1" w:name="dagsdato_dk"/>
      <w:bookmarkEnd w:id="1"/>
    </w:p>
    <w:p w:rsidR="00631FF5" w:rsidRPr="00B23E6E" w:rsidRDefault="00631FF5">
      <w:pPr>
        <w:widowControl/>
        <w:spacing w:line="288" w:lineRule="auto"/>
        <w:jc w:val="both"/>
        <w:rPr>
          <w:sz w:val="24"/>
          <w:lang w:val="da-DK"/>
        </w:rPr>
      </w:pPr>
    </w:p>
    <w:p w:rsidR="00631FF5" w:rsidRPr="00B23E6E" w:rsidRDefault="00631FF5">
      <w:pPr>
        <w:widowControl/>
        <w:spacing w:line="288" w:lineRule="auto"/>
        <w:jc w:val="both"/>
        <w:rPr>
          <w:sz w:val="24"/>
          <w:lang w:val="da-DK"/>
        </w:rPr>
      </w:pPr>
    </w:p>
    <w:p w:rsidR="00631FF5" w:rsidRPr="00B23E6E" w:rsidRDefault="00631FF5">
      <w:pPr>
        <w:widowControl/>
        <w:spacing w:line="288" w:lineRule="auto"/>
        <w:jc w:val="both"/>
        <w:rPr>
          <w:sz w:val="24"/>
          <w:lang w:val="da-DK"/>
        </w:rPr>
      </w:pPr>
    </w:p>
    <w:p w:rsidR="00631FF5" w:rsidRPr="00B23E6E" w:rsidRDefault="00631FF5">
      <w:pPr>
        <w:widowControl/>
        <w:spacing w:line="288" w:lineRule="auto"/>
        <w:jc w:val="both"/>
        <w:rPr>
          <w:sz w:val="24"/>
          <w:lang w:val="da-DK"/>
        </w:rPr>
      </w:pPr>
      <w:r w:rsidRPr="00B23E6E">
        <w:rPr>
          <w:sz w:val="24"/>
          <w:lang w:val="da-DK"/>
        </w:rPr>
        <w:t xml:space="preserve">Bekendtgørelse nr. </w:t>
      </w:r>
      <w:r w:rsidR="001D36AE" w:rsidRPr="00B23E6E">
        <w:rPr>
          <w:sz w:val="24"/>
        </w:rPr>
        <w:fldChar w:fldCharType="begin"/>
      </w:r>
      <w:r w:rsidRPr="00B23E6E">
        <w:rPr>
          <w:sz w:val="24"/>
          <w:lang w:val="da-DK"/>
        </w:rPr>
        <w:instrText xml:space="preserve"> macrobutton nomacro  [Klik og indtast nummer] </w:instrText>
      </w:r>
      <w:r w:rsidR="001D36AE" w:rsidRPr="00B23E6E">
        <w:rPr>
          <w:sz w:val="24"/>
        </w:rPr>
        <w:fldChar w:fldCharType="end"/>
      </w:r>
      <w:r w:rsidRPr="00B23E6E">
        <w:rPr>
          <w:sz w:val="24"/>
          <w:lang w:val="da-DK"/>
        </w:rPr>
        <w:t xml:space="preserve"> af </w:t>
      </w:r>
      <w:r w:rsidR="001D36AE" w:rsidRPr="00B23E6E">
        <w:rPr>
          <w:sz w:val="24"/>
        </w:rPr>
        <w:fldChar w:fldCharType="begin"/>
      </w:r>
      <w:r w:rsidRPr="00B23E6E">
        <w:rPr>
          <w:sz w:val="24"/>
          <w:lang w:val="da-DK"/>
        </w:rPr>
        <w:instrText xml:space="preserve"> macrobutton nomacro  [Klik og indtast dato] </w:instrText>
      </w:r>
      <w:r w:rsidR="001D36AE" w:rsidRPr="00B23E6E">
        <w:rPr>
          <w:sz w:val="24"/>
        </w:rPr>
        <w:fldChar w:fldCharType="end"/>
      </w:r>
      <w:r w:rsidRPr="00B23E6E">
        <w:rPr>
          <w:sz w:val="24"/>
          <w:lang w:val="da-DK"/>
        </w:rPr>
        <w:t xml:space="preserve"> </w:t>
      </w:r>
      <w:r w:rsidR="001D36AE" w:rsidRPr="00B23E6E">
        <w:rPr>
          <w:sz w:val="24"/>
          <w:lang w:val="da-DK"/>
        </w:rPr>
        <w:fldChar w:fldCharType="begin"/>
      </w:r>
      <w:r w:rsidRPr="00B23E6E">
        <w:rPr>
          <w:sz w:val="24"/>
          <w:lang w:val="da-DK"/>
        </w:rPr>
        <w:instrText>DATE  \@ "yyyy"</w:instrText>
      </w:r>
      <w:r w:rsidR="001D36AE" w:rsidRPr="00B23E6E">
        <w:rPr>
          <w:sz w:val="24"/>
          <w:lang w:val="da-DK"/>
        </w:rPr>
        <w:fldChar w:fldCharType="separate"/>
      </w:r>
      <w:r w:rsidR="00841206">
        <w:rPr>
          <w:noProof/>
          <w:sz w:val="24"/>
          <w:lang w:val="da-DK"/>
        </w:rPr>
        <w:t>2014</w:t>
      </w:r>
      <w:r w:rsidR="001D36AE" w:rsidRPr="00B23E6E">
        <w:rPr>
          <w:sz w:val="24"/>
          <w:lang w:val="da-DK"/>
        </w:rPr>
        <w:fldChar w:fldCharType="end"/>
      </w:r>
    </w:p>
    <w:p w:rsidR="00631FF5" w:rsidRPr="00B23E6E" w:rsidRDefault="00631FF5">
      <w:pPr>
        <w:widowControl/>
        <w:spacing w:line="288" w:lineRule="auto"/>
        <w:jc w:val="both"/>
        <w:rPr>
          <w:sz w:val="24"/>
          <w:lang w:val="da-DK"/>
        </w:rPr>
      </w:pPr>
    </w:p>
    <w:p w:rsidR="00631FF5" w:rsidRPr="00B23E6E" w:rsidRDefault="00631FF5">
      <w:pPr>
        <w:widowControl/>
        <w:spacing w:line="288" w:lineRule="auto"/>
        <w:jc w:val="both"/>
        <w:rPr>
          <w:sz w:val="24"/>
          <w:lang w:val="da-DK"/>
        </w:rPr>
      </w:pPr>
    </w:p>
    <w:p w:rsidR="00631FF5" w:rsidRPr="00B23E6E" w:rsidRDefault="00631FF5">
      <w:pPr>
        <w:widowControl/>
        <w:spacing w:line="288" w:lineRule="auto"/>
        <w:jc w:val="center"/>
        <w:rPr>
          <w:sz w:val="24"/>
          <w:lang w:val="da-DK"/>
        </w:rPr>
      </w:pPr>
      <w:bookmarkStart w:id="2" w:name="_GoBack"/>
      <w:r w:rsidRPr="00B23E6E">
        <w:rPr>
          <w:b/>
          <w:bCs/>
          <w:sz w:val="24"/>
          <w:lang w:val="da-DK"/>
        </w:rPr>
        <w:t xml:space="preserve">Bekendtgørelse om </w:t>
      </w:r>
      <w:r w:rsidR="00DE7BEA" w:rsidRPr="00B23E6E">
        <w:rPr>
          <w:b/>
          <w:bCs/>
          <w:sz w:val="24"/>
          <w:lang w:val="da-DK"/>
        </w:rPr>
        <w:t>visse regler i pensionsafkastbeskatningsloven</w:t>
      </w:r>
    </w:p>
    <w:bookmarkEnd w:id="2"/>
    <w:p w:rsidR="00DE7BEA" w:rsidRPr="00B23E6E" w:rsidRDefault="00DE7BEA" w:rsidP="00DE7BEA">
      <w:pPr>
        <w:spacing w:before="400" w:after="100"/>
        <w:rPr>
          <w:sz w:val="24"/>
          <w:lang w:val="da-DK"/>
        </w:rPr>
      </w:pPr>
      <w:r w:rsidRPr="00B23E6E">
        <w:rPr>
          <w:sz w:val="24"/>
          <w:lang w:val="da-DK"/>
        </w:rPr>
        <w:t xml:space="preserve">I medfør af § 21, </w:t>
      </w:r>
      <w:r w:rsidR="00AE2971">
        <w:rPr>
          <w:sz w:val="24"/>
          <w:lang w:val="da-DK"/>
        </w:rPr>
        <w:t xml:space="preserve">stk. 2, § </w:t>
      </w:r>
      <w:r w:rsidRPr="00B23E6E">
        <w:rPr>
          <w:sz w:val="24"/>
          <w:lang w:val="da-DK"/>
        </w:rPr>
        <w:t>22,</w:t>
      </w:r>
      <w:r w:rsidR="00AE2971">
        <w:rPr>
          <w:sz w:val="24"/>
          <w:lang w:val="da-DK"/>
        </w:rPr>
        <w:t xml:space="preserve"> stk. 2, §</w:t>
      </w:r>
      <w:r w:rsidRPr="00B23E6E">
        <w:rPr>
          <w:sz w:val="24"/>
          <w:lang w:val="da-DK"/>
        </w:rPr>
        <w:t xml:space="preserve"> 23,</w:t>
      </w:r>
      <w:r w:rsidR="00AE2971">
        <w:rPr>
          <w:sz w:val="24"/>
          <w:lang w:val="da-DK"/>
        </w:rPr>
        <w:t xml:space="preserve"> stk. 1,</w:t>
      </w:r>
      <w:r w:rsidRPr="00B23E6E">
        <w:rPr>
          <w:sz w:val="24"/>
          <w:lang w:val="da-DK"/>
        </w:rPr>
        <w:t xml:space="preserve"> </w:t>
      </w:r>
      <w:r w:rsidR="00AE2971">
        <w:rPr>
          <w:sz w:val="24"/>
          <w:lang w:val="da-DK"/>
        </w:rPr>
        <w:t xml:space="preserve">§ </w:t>
      </w:r>
      <w:r w:rsidRPr="00B23E6E">
        <w:rPr>
          <w:sz w:val="24"/>
          <w:lang w:val="da-DK"/>
        </w:rPr>
        <w:t xml:space="preserve">23 a, </w:t>
      </w:r>
      <w:r w:rsidR="00AE2971">
        <w:rPr>
          <w:sz w:val="24"/>
          <w:lang w:val="da-DK"/>
        </w:rPr>
        <w:t xml:space="preserve">stk. 4, § </w:t>
      </w:r>
      <w:r w:rsidRPr="00B23E6E">
        <w:rPr>
          <w:sz w:val="24"/>
          <w:lang w:val="da-DK"/>
        </w:rPr>
        <w:t>31</w:t>
      </w:r>
      <w:r w:rsidR="00AE2971">
        <w:rPr>
          <w:sz w:val="24"/>
          <w:lang w:val="da-DK"/>
        </w:rPr>
        <w:t>, stk. 1 og 3,</w:t>
      </w:r>
      <w:r w:rsidRPr="00B23E6E">
        <w:rPr>
          <w:sz w:val="24"/>
          <w:lang w:val="da-DK"/>
        </w:rPr>
        <w:t xml:space="preserve"> og </w:t>
      </w:r>
      <w:r w:rsidR="00AE2971">
        <w:rPr>
          <w:sz w:val="24"/>
          <w:lang w:val="da-DK"/>
        </w:rPr>
        <w:t xml:space="preserve">§ </w:t>
      </w:r>
      <w:r w:rsidRPr="00B23E6E">
        <w:rPr>
          <w:sz w:val="24"/>
          <w:lang w:val="da-DK"/>
        </w:rPr>
        <w:t xml:space="preserve">32, stk. 3, i pensionsafkastbeskatningsloven, jf. </w:t>
      </w:r>
      <w:r w:rsidR="00A759C1">
        <w:rPr>
          <w:sz w:val="24"/>
          <w:lang w:val="da-DK"/>
        </w:rPr>
        <w:t>lovbekendtgørelse nr. 170 af 22. februar 2011, som ændret ved lov nr. 1561 af 21. december 2010, lov nr. 398 af 9. maj 2012, lov nr. 922 af 18. september 2012, lov nr. 1227 af 18. december 2012</w:t>
      </w:r>
      <w:r w:rsidR="00EC42FD">
        <w:rPr>
          <w:sz w:val="24"/>
          <w:lang w:val="da-DK"/>
        </w:rPr>
        <w:t xml:space="preserve"> og</w:t>
      </w:r>
      <w:r w:rsidR="00A759C1">
        <w:rPr>
          <w:sz w:val="24"/>
          <w:lang w:val="da-DK"/>
        </w:rPr>
        <w:t xml:space="preserve"> lov nr. </w:t>
      </w:r>
      <w:r w:rsidR="00C85865">
        <w:rPr>
          <w:sz w:val="24"/>
          <w:lang w:val="da-DK"/>
        </w:rPr>
        <w:t xml:space="preserve">1354 </w:t>
      </w:r>
      <w:r w:rsidR="00A759C1">
        <w:rPr>
          <w:sz w:val="24"/>
          <w:lang w:val="da-DK"/>
        </w:rPr>
        <w:t xml:space="preserve">af </w:t>
      </w:r>
      <w:r w:rsidR="00C85865">
        <w:rPr>
          <w:sz w:val="24"/>
          <w:lang w:val="da-DK"/>
        </w:rPr>
        <w:t>21</w:t>
      </w:r>
      <w:r w:rsidR="00A759C1">
        <w:rPr>
          <w:sz w:val="24"/>
          <w:lang w:val="da-DK"/>
        </w:rPr>
        <w:t>. december 2012</w:t>
      </w:r>
      <w:r w:rsidRPr="00B23E6E">
        <w:rPr>
          <w:sz w:val="24"/>
          <w:lang w:val="da-DK"/>
        </w:rPr>
        <w:t>, fastsættes:</w:t>
      </w:r>
    </w:p>
    <w:p w:rsidR="00DE7BEA" w:rsidRPr="00B23E6E" w:rsidRDefault="00DE7BEA" w:rsidP="00DE7BEA">
      <w:pPr>
        <w:spacing w:before="400" w:after="100"/>
        <w:jc w:val="center"/>
        <w:rPr>
          <w:sz w:val="24"/>
          <w:lang w:val="da-DK"/>
        </w:rPr>
      </w:pPr>
      <w:r w:rsidRPr="00B23E6E">
        <w:rPr>
          <w:sz w:val="24"/>
          <w:lang w:val="da-DK"/>
        </w:rPr>
        <w:t>Kapitel 1</w:t>
      </w:r>
    </w:p>
    <w:p w:rsidR="00DE7BEA" w:rsidRPr="00B23E6E" w:rsidRDefault="00DE7BEA" w:rsidP="00DE7BEA">
      <w:pPr>
        <w:spacing w:after="100"/>
        <w:jc w:val="center"/>
        <w:rPr>
          <w:i/>
          <w:iCs/>
          <w:sz w:val="24"/>
          <w:lang w:val="da-DK"/>
        </w:rPr>
      </w:pPr>
      <w:r w:rsidRPr="00B23E6E">
        <w:rPr>
          <w:i/>
          <w:iCs/>
          <w:sz w:val="24"/>
          <w:lang w:val="da-DK"/>
        </w:rPr>
        <w:t>Oplysningspligt</w:t>
      </w:r>
    </w:p>
    <w:p w:rsidR="00042EFF" w:rsidRDefault="00DE7BEA" w:rsidP="00042EFF">
      <w:pPr>
        <w:spacing w:before="200"/>
        <w:ind w:firstLine="238"/>
        <w:rPr>
          <w:sz w:val="24"/>
          <w:lang w:val="da-DK"/>
        </w:rPr>
      </w:pPr>
      <w:r w:rsidRPr="00B23E6E">
        <w:rPr>
          <w:b/>
          <w:bCs/>
          <w:sz w:val="24"/>
          <w:lang w:val="da-DK"/>
        </w:rPr>
        <w:t>§ 1.</w:t>
      </w:r>
      <w:r w:rsidRPr="00B23E6E">
        <w:rPr>
          <w:sz w:val="24"/>
          <w:lang w:val="da-DK"/>
        </w:rPr>
        <w:t xml:space="preserve"> Skattepligtige efter lovens § 1, stk. 2, og forsikringsselskaber m</w:t>
      </w:r>
      <w:r w:rsidR="00A3593A">
        <w:rPr>
          <w:sz w:val="24"/>
          <w:lang w:val="da-DK"/>
        </w:rPr>
        <w:t>.</w:t>
      </w:r>
      <w:r w:rsidRPr="00B23E6E">
        <w:rPr>
          <w:sz w:val="24"/>
          <w:lang w:val="da-DK"/>
        </w:rPr>
        <w:t xml:space="preserve">v., der udbyder pensionsordninger omfattet af </w:t>
      </w:r>
      <w:r w:rsidR="00067A15" w:rsidRPr="00B23E6E">
        <w:rPr>
          <w:sz w:val="24"/>
          <w:lang w:val="da-DK"/>
        </w:rPr>
        <w:t xml:space="preserve">lovens </w:t>
      </w:r>
      <w:r w:rsidRPr="00B23E6E">
        <w:rPr>
          <w:sz w:val="24"/>
          <w:lang w:val="da-DK"/>
        </w:rPr>
        <w:t xml:space="preserve">§ 1, stk. 1, skal udfylde og indsende de i lovens §§ 21-24 nævnte opgørelser på skemaer, der udarbejdes af </w:t>
      </w:r>
      <w:r w:rsidR="00022CC2">
        <w:rPr>
          <w:sz w:val="24"/>
          <w:lang w:val="da-DK"/>
        </w:rPr>
        <w:t>SKAT</w:t>
      </w:r>
      <w:r w:rsidRPr="00B23E6E">
        <w:rPr>
          <w:sz w:val="24"/>
          <w:lang w:val="da-DK"/>
        </w:rPr>
        <w:t>. Skemaerne kan udfyldes og indsendes digitalt.</w:t>
      </w:r>
    </w:p>
    <w:p w:rsidR="00EC42FD" w:rsidRPr="008E6A9D" w:rsidRDefault="000F5780" w:rsidP="00042EFF">
      <w:pPr>
        <w:ind w:firstLine="238"/>
        <w:rPr>
          <w:sz w:val="24"/>
          <w:lang w:val="da-DK"/>
        </w:rPr>
      </w:pPr>
      <w:r>
        <w:rPr>
          <w:i/>
          <w:sz w:val="24"/>
          <w:lang w:val="da-DK"/>
        </w:rPr>
        <w:t xml:space="preserve">Stk. 2. </w:t>
      </w:r>
      <w:r w:rsidR="005E426B">
        <w:rPr>
          <w:sz w:val="24"/>
          <w:lang w:val="da-DK"/>
        </w:rPr>
        <w:t>F</w:t>
      </w:r>
      <w:r w:rsidR="008E6A9D">
        <w:rPr>
          <w:sz w:val="24"/>
          <w:lang w:val="da-DK"/>
        </w:rPr>
        <w:t>orsikringsselskaber m.v., der udbyder ordninger omfattet af lovens § 1, stk. 1, og som får meddelelse fra SKAT om, at de har pensionsberettigede, der er bosat i Grønland, skal give SKAT oplysninger om den samlede pensionsafkastskat for de cpr-numre, som forsikringsselskabet m.v. får oplyst af SKAT</w:t>
      </w:r>
      <w:r w:rsidR="000B1F2F">
        <w:rPr>
          <w:sz w:val="24"/>
          <w:lang w:val="da-DK"/>
        </w:rPr>
        <w:t>. Oplysningerne skal gives efter retningslinjer fastsat af SKAT.</w:t>
      </w:r>
    </w:p>
    <w:p w:rsidR="00DE7BEA" w:rsidRPr="00B23E6E" w:rsidRDefault="00DE7BEA" w:rsidP="00DE7BEA">
      <w:pPr>
        <w:spacing w:before="400" w:after="100"/>
        <w:jc w:val="center"/>
        <w:rPr>
          <w:sz w:val="24"/>
          <w:lang w:val="da-DK"/>
        </w:rPr>
      </w:pPr>
      <w:r w:rsidRPr="00B23E6E">
        <w:rPr>
          <w:sz w:val="24"/>
          <w:lang w:val="da-DK"/>
        </w:rPr>
        <w:t>Kapitel 2</w:t>
      </w:r>
    </w:p>
    <w:p w:rsidR="00DE7BEA" w:rsidRPr="00B23E6E" w:rsidRDefault="00DE7BEA" w:rsidP="00DE7BEA">
      <w:pPr>
        <w:spacing w:after="100"/>
        <w:jc w:val="center"/>
        <w:rPr>
          <w:i/>
          <w:iCs/>
          <w:sz w:val="24"/>
          <w:lang w:val="da-DK"/>
        </w:rPr>
      </w:pPr>
      <w:r w:rsidRPr="00B23E6E">
        <w:rPr>
          <w:i/>
          <w:iCs/>
          <w:sz w:val="24"/>
          <w:lang w:val="da-DK"/>
        </w:rPr>
        <w:t>Opgørelse af beskatningsgrundlaget mv. ved overførsel af en ordning mellem forsikringsselskaber m.v.</w:t>
      </w:r>
    </w:p>
    <w:p w:rsidR="001512EC" w:rsidRPr="00B23E6E" w:rsidRDefault="00DE7BEA" w:rsidP="00042EFF">
      <w:pPr>
        <w:spacing w:before="200"/>
        <w:ind w:firstLine="238"/>
        <w:rPr>
          <w:sz w:val="24"/>
          <w:lang w:val="da-DK"/>
        </w:rPr>
      </w:pPr>
      <w:r w:rsidRPr="00B23E6E">
        <w:rPr>
          <w:b/>
          <w:bCs/>
          <w:sz w:val="24"/>
          <w:lang w:val="da-DK"/>
        </w:rPr>
        <w:t>§ 2.</w:t>
      </w:r>
      <w:r w:rsidRPr="00B23E6E">
        <w:rPr>
          <w:sz w:val="24"/>
          <w:lang w:val="da-DK"/>
        </w:rPr>
        <w:t xml:space="preserve"> Begærer den skattepligtige en ordning overført mellem to pengeinstitutter eller mellem et penge- og pensionsinstitut i perioden fra den 15. december i indkomståret til og med den 22. januar året efter indkomståret, kan overførslen tidligst ske med virkning fra den 23. januar året efter indkomståret. </w:t>
      </w:r>
    </w:p>
    <w:p w:rsidR="001512EC" w:rsidRPr="00B23E6E" w:rsidRDefault="001512EC" w:rsidP="00DE7BEA">
      <w:pPr>
        <w:ind w:firstLine="240"/>
        <w:rPr>
          <w:sz w:val="24"/>
          <w:lang w:val="da-DK"/>
        </w:rPr>
      </w:pPr>
    </w:p>
    <w:p w:rsidR="00DE7BEA" w:rsidRPr="00B23E6E" w:rsidRDefault="00DE7BEA" w:rsidP="00DE7BEA">
      <w:pPr>
        <w:ind w:firstLine="240"/>
        <w:rPr>
          <w:sz w:val="24"/>
          <w:lang w:val="da-DK"/>
        </w:rPr>
      </w:pPr>
      <w:r w:rsidRPr="00B23E6E">
        <w:rPr>
          <w:b/>
          <w:sz w:val="24"/>
          <w:lang w:val="da-DK"/>
        </w:rPr>
        <w:t xml:space="preserve">§ </w:t>
      </w:r>
      <w:r w:rsidR="001512EC" w:rsidRPr="00B23E6E">
        <w:rPr>
          <w:b/>
          <w:sz w:val="24"/>
          <w:lang w:val="da-DK"/>
        </w:rPr>
        <w:t>3</w:t>
      </w:r>
      <w:r w:rsidRPr="00B23E6E">
        <w:rPr>
          <w:b/>
          <w:sz w:val="24"/>
          <w:lang w:val="da-DK"/>
        </w:rPr>
        <w:t>.</w:t>
      </w:r>
      <w:r w:rsidRPr="00B23E6E">
        <w:rPr>
          <w:sz w:val="24"/>
          <w:lang w:val="da-DK"/>
        </w:rPr>
        <w:t xml:space="preserve"> Pensionsinstituttet kan omgøre valget af opgørelsesmetode efter </w:t>
      </w:r>
      <w:r w:rsidR="0028784E" w:rsidRPr="00B23E6E">
        <w:rPr>
          <w:sz w:val="24"/>
          <w:lang w:val="da-DK"/>
        </w:rPr>
        <w:t xml:space="preserve">lovens </w:t>
      </w:r>
      <w:r w:rsidRPr="00B23E6E">
        <w:rPr>
          <w:sz w:val="24"/>
          <w:lang w:val="da-DK"/>
        </w:rPr>
        <w:t>§</w:t>
      </w:r>
      <w:r w:rsidR="00C85865">
        <w:rPr>
          <w:sz w:val="24"/>
          <w:lang w:val="da-DK"/>
        </w:rPr>
        <w:t>§</w:t>
      </w:r>
      <w:r w:rsidRPr="00B23E6E">
        <w:rPr>
          <w:sz w:val="24"/>
          <w:lang w:val="da-DK"/>
        </w:rPr>
        <w:t xml:space="preserve"> 4 </w:t>
      </w:r>
      <w:proofErr w:type="gramStart"/>
      <w:r w:rsidRPr="00B23E6E">
        <w:rPr>
          <w:sz w:val="24"/>
          <w:lang w:val="da-DK"/>
        </w:rPr>
        <w:t>eller  4</w:t>
      </w:r>
      <w:proofErr w:type="gramEnd"/>
      <w:r w:rsidRPr="00B23E6E">
        <w:rPr>
          <w:sz w:val="24"/>
          <w:lang w:val="da-DK"/>
        </w:rPr>
        <w:t xml:space="preserve"> a i følgende situationer</w:t>
      </w:r>
      <w:r w:rsidR="00652DE8">
        <w:rPr>
          <w:sz w:val="24"/>
          <w:lang w:val="da-DK"/>
        </w:rPr>
        <w:t>,</w:t>
      </w:r>
      <w:r w:rsidRPr="00B23E6E">
        <w:rPr>
          <w:sz w:val="24"/>
          <w:lang w:val="da-DK"/>
        </w:rPr>
        <w:t xml:space="preserve"> </w:t>
      </w:r>
    </w:p>
    <w:p w:rsidR="0057602C" w:rsidRDefault="00C85865" w:rsidP="00652DE8">
      <w:pPr>
        <w:numPr>
          <w:ilvl w:val="0"/>
          <w:numId w:val="2"/>
        </w:numPr>
        <w:tabs>
          <w:tab w:val="left" w:pos="426"/>
        </w:tabs>
        <w:ind w:left="426" w:hanging="426"/>
        <w:rPr>
          <w:sz w:val="24"/>
          <w:lang w:val="da-DK"/>
        </w:rPr>
      </w:pPr>
      <w:r w:rsidRPr="00652DE8">
        <w:rPr>
          <w:sz w:val="24"/>
          <w:lang w:val="da-DK"/>
        </w:rPr>
        <w:t>v</w:t>
      </w:r>
      <w:r w:rsidR="00DE7BEA" w:rsidRPr="00652DE8">
        <w:rPr>
          <w:sz w:val="24"/>
          <w:lang w:val="da-DK"/>
        </w:rPr>
        <w:t>ed overtagelse eller tilkøb af en ny bestand af kunder, hvor det afgivende pensionsinstitut har opgjort beskatningsgrundlaget for bestanden</w:t>
      </w:r>
      <w:r w:rsidR="00DE7BEA" w:rsidRPr="008D4A8F">
        <w:rPr>
          <w:sz w:val="24"/>
          <w:lang w:val="da-DK"/>
        </w:rPr>
        <w:t xml:space="preserve"> efter en anden metode end den, det modtagende pensionsinstitut anvender, </w:t>
      </w:r>
    </w:p>
    <w:p w:rsidR="003D5B20" w:rsidRDefault="00DE7BEA" w:rsidP="00652DE8">
      <w:pPr>
        <w:numPr>
          <w:ilvl w:val="0"/>
          <w:numId w:val="2"/>
        </w:numPr>
        <w:tabs>
          <w:tab w:val="left" w:pos="426"/>
        </w:tabs>
        <w:ind w:left="426" w:hanging="426"/>
        <w:rPr>
          <w:sz w:val="24"/>
          <w:lang w:val="da-DK"/>
        </w:rPr>
      </w:pPr>
      <w:r w:rsidRPr="003D5B20">
        <w:rPr>
          <w:sz w:val="24"/>
          <w:lang w:val="da-DK"/>
        </w:rPr>
        <w:t>ved fusion af pensionsinstitutter, hvor de fusionerede pensionsinstitutter ikke har opgjort beskatningsgrundlaget efter samme metode</w:t>
      </w:r>
      <w:r w:rsidR="006D04A2" w:rsidRPr="003D5B20">
        <w:rPr>
          <w:sz w:val="24"/>
          <w:lang w:val="da-DK"/>
        </w:rPr>
        <w:t>, og</w:t>
      </w:r>
    </w:p>
    <w:p w:rsidR="00A6469A" w:rsidRPr="003D5B20" w:rsidRDefault="00A6469A" w:rsidP="00652DE8">
      <w:pPr>
        <w:numPr>
          <w:ilvl w:val="0"/>
          <w:numId w:val="2"/>
        </w:numPr>
        <w:tabs>
          <w:tab w:val="left" w:pos="426"/>
        </w:tabs>
        <w:ind w:left="426" w:hanging="426"/>
        <w:rPr>
          <w:sz w:val="24"/>
          <w:lang w:val="da-DK"/>
        </w:rPr>
      </w:pPr>
      <w:r w:rsidRPr="003D5B20">
        <w:rPr>
          <w:sz w:val="24"/>
          <w:lang w:val="da-DK"/>
        </w:rPr>
        <w:lastRenderedPageBreak/>
        <w:t>ved indtræden i et forsikringsadministrationsfællesskab, der opgør beregningsgrundlaget efter en anden metode end den, pensionsinstituttet har anvendt forud for indtræden i forsikringsadministrationsfællesskabet.  </w:t>
      </w:r>
    </w:p>
    <w:p w:rsidR="00DE7BEA" w:rsidRPr="00B23E6E" w:rsidRDefault="00DE7BEA" w:rsidP="00DE7BEA">
      <w:pPr>
        <w:spacing w:before="400" w:after="100"/>
        <w:jc w:val="center"/>
        <w:rPr>
          <w:sz w:val="24"/>
          <w:lang w:val="da-DK"/>
        </w:rPr>
      </w:pPr>
      <w:r w:rsidRPr="00B23E6E">
        <w:rPr>
          <w:sz w:val="24"/>
          <w:lang w:val="da-DK"/>
        </w:rPr>
        <w:t>Kapitel 3</w:t>
      </w:r>
    </w:p>
    <w:p w:rsidR="00DE7BEA" w:rsidRPr="00B23E6E" w:rsidRDefault="00DE7BEA" w:rsidP="00DE7BEA">
      <w:pPr>
        <w:spacing w:after="100"/>
        <w:jc w:val="center"/>
        <w:rPr>
          <w:i/>
          <w:iCs/>
          <w:sz w:val="24"/>
          <w:lang w:val="da-DK"/>
        </w:rPr>
      </w:pPr>
      <w:r w:rsidRPr="00B23E6E">
        <w:rPr>
          <w:i/>
          <w:iCs/>
          <w:sz w:val="24"/>
          <w:lang w:val="da-DK"/>
        </w:rPr>
        <w:t>Videregivelse af oplysninger m.v. ved overførsel af ordninger mellem forsikringsselskaber m.v.</w:t>
      </w:r>
    </w:p>
    <w:p w:rsidR="0028784E" w:rsidRPr="00B23E6E" w:rsidRDefault="00DE7BEA" w:rsidP="00042EFF">
      <w:pPr>
        <w:spacing w:before="200"/>
        <w:ind w:firstLine="238"/>
        <w:rPr>
          <w:sz w:val="24"/>
          <w:lang w:val="da-DK"/>
        </w:rPr>
      </w:pPr>
      <w:r w:rsidRPr="00B23E6E">
        <w:rPr>
          <w:b/>
          <w:bCs/>
          <w:sz w:val="24"/>
          <w:lang w:val="da-DK"/>
        </w:rPr>
        <w:t>§ </w:t>
      </w:r>
      <w:r w:rsidR="001512EC" w:rsidRPr="00B23E6E">
        <w:rPr>
          <w:b/>
          <w:bCs/>
          <w:sz w:val="24"/>
          <w:lang w:val="da-DK"/>
        </w:rPr>
        <w:t>4</w:t>
      </w:r>
      <w:r w:rsidRPr="00B23E6E">
        <w:rPr>
          <w:b/>
          <w:bCs/>
          <w:sz w:val="24"/>
          <w:lang w:val="da-DK"/>
        </w:rPr>
        <w:t>.</w:t>
      </w:r>
      <w:r w:rsidRPr="00B23E6E">
        <w:rPr>
          <w:sz w:val="24"/>
          <w:lang w:val="da-DK"/>
        </w:rPr>
        <w:t xml:space="preserve"> Overføres en ordning efter pensionsbeskatningslovens § 41 til et forsikringsselskab m.v., der udbyder pensionsordninger omfattet af </w:t>
      </w:r>
      <w:r w:rsidR="008C59D9">
        <w:rPr>
          <w:sz w:val="24"/>
          <w:lang w:val="da-DK"/>
        </w:rPr>
        <w:t>pensionsafkastbeskatnings</w:t>
      </w:r>
      <w:r w:rsidR="0028784E" w:rsidRPr="00B23E6E">
        <w:rPr>
          <w:sz w:val="24"/>
          <w:lang w:val="da-DK"/>
        </w:rPr>
        <w:t xml:space="preserve">lovens </w:t>
      </w:r>
      <w:r w:rsidRPr="00B23E6E">
        <w:rPr>
          <w:sz w:val="24"/>
          <w:lang w:val="da-DK"/>
        </w:rPr>
        <w:t xml:space="preserve">§ 1, stk. 1, skal det modtagende forsikringsselskab m.v. oplyse det afgivende forsikringsselskab m.v. om, hvilken opgørelsesmetode det anvender til opgørelse af </w:t>
      </w:r>
      <w:proofErr w:type="spellStart"/>
      <w:r w:rsidRPr="00B23E6E">
        <w:rPr>
          <w:sz w:val="24"/>
          <w:lang w:val="da-DK"/>
        </w:rPr>
        <w:t>pensionsopsparernes</w:t>
      </w:r>
      <w:proofErr w:type="spellEnd"/>
      <w:r w:rsidRPr="00B23E6E">
        <w:rPr>
          <w:sz w:val="24"/>
          <w:lang w:val="da-DK"/>
        </w:rPr>
        <w:t xml:space="preserve"> skattepligtige afkast med henblik på at afgøre, om det afgivende forsikringsselskab m.v. skal lave en opgørelse af beskatningsgrundlaget, jf. </w:t>
      </w:r>
      <w:r w:rsidR="00714A0C">
        <w:rPr>
          <w:sz w:val="24"/>
          <w:lang w:val="da-DK"/>
        </w:rPr>
        <w:t>pensionsafkastbeskatnings</w:t>
      </w:r>
      <w:r w:rsidRPr="00B23E6E">
        <w:rPr>
          <w:sz w:val="24"/>
          <w:lang w:val="da-DK"/>
        </w:rPr>
        <w:t xml:space="preserve">lovens § 23, stk. 4, 3. pkt., på tidspunktet for overgang til ny opgørelsesmetode. Det afgivende forsikringsselskab m.v. videregiver samtidig med overførslen sådanne oplysninger om ordningen, at det modtagende forsikringsselskab m.v. kan indgive opgørelser efter </w:t>
      </w:r>
      <w:r w:rsidR="00714A0C">
        <w:rPr>
          <w:sz w:val="24"/>
          <w:lang w:val="da-DK"/>
        </w:rPr>
        <w:t>pensionsafkastbeskatnings</w:t>
      </w:r>
      <w:r w:rsidRPr="00B23E6E">
        <w:rPr>
          <w:sz w:val="24"/>
          <w:lang w:val="da-DK"/>
        </w:rPr>
        <w:t xml:space="preserve">lovens §§ 21-23 a. </w:t>
      </w:r>
      <w:r w:rsidR="00205621">
        <w:rPr>
          <w:sz w:val="24"/>
          <w:lang w:val="da-DK"/>
        </w:rPr>
        <w:t>SKAT</w:t>
      </w:r>
      <w:r w:rsidRPr="00B23E6E">
        <w:rPr>
          <w:sz w:val="24"/>
          <w:lang w:val="da-DK"/>
        </w:rPr>
        <w:t xml:space="preserve"> kan kræve, at oplysningerne videregives på et skema, der er udarbejdet af forvaltningen. Skemaet kan udfyldes og videregives digitalt. </w:t>
      </w:r>
    </w:p>
    <w:p w:rsidR="00DE7BEA" w:rsidRPr="00B23E6E" w:rsidRDefault="00DE7BEA" w:rsidP="0028784E">
      <w:pPr>
        <w:ind w:firstLine="238"/>
        <w:rPr>
          <w:sz w:val="24"/>
          <w:lang w:val="da-DK"/>
        </w:rPr>
      </w:pPr>
      <w:r w:rsidRPr="00B23E6E">
        <w:rPr>
          <w:i/>
          <w:iCs/>
          <w:sz w:val="24"/>
          <w:lang w:val="da-DK"/>
        </w:rPr>
        <w:t>Stk. 2.</w:t>
      </w:r>
      <w:r w:rsidRPr="00B23E6E">
        <w:rPr>
          <w:sz w:val="24"/>
          <w:lang w:val="da-DK"/>
        </w:rPr>
        <w:t xml:space="preserve"> Udloddes en ordning efter pensionsbeskatningslovens § 30, stk. 2 og 3, foretager forsikringsselskabet m.v. en opdeling i forhold til den aftalte udlodning, da den udloddede del betragtes som oprindeligt oprettet af ægtefællen. </w:t>
      </w:r>
      <w:r w:rsidR="00205621">
        <w:rPr>
          <w:sz w:val="24"/>
          <w:lang w:val="da-DK"/>
        </w:rPr>
        <w:t>SKAT</w:t>
      </w:r>
      <w:r w:rsidRPr="00B23E6E">
        <w:rPr>
          <w:sz w:val="24"/>
          <w:lang w:val="da-DK"/>
        </w:rPr>
        <w:t xml:space="preserve"> kan kræve, at oplysningerne videregives på et skema, der er udarbejdet af forvaltningen. Skemaet kan udfyldes og videregives digitalt.</w:t>
      </w:r>
    </w:p>
    <w:p w:rsidR="00DE7BEA" w:rsidRPr="00B23E6E" w:rsidRDefault="00DE7BEA" w:rsidP="00DE7BEA">
      <w:pPr>
        <w:spacing w:before="200"/>
        <w:ind w:firstLine="240"/>
        <w:rPr>
          <w:sz w:val="24"/>
          <w:lang w:val="da-DK"/>
        </w:rPr>
      </w:pPr>
      <w:r w:rsidRPr="00B23E6E">
        <w:rPr>
          <w:b/>
          <w:bCs/>
          <w:sz w:val="24"/>
          <w:lang w:val="da-DK"/>
        </w:rPr>
        <w:t>§ </w:t>
      </w:r>
      <w:r w:rsidR="001512EC" w:rsidRPr="00B23E6E">
        <w:rPr>
          <w:b/>
          <w:bCs/>
          <w:sz w:val="24"/>
          <w:lang w:val="da-DK"/>
        </w:rPr>
        <w:t>5</w:t>
      </w:r>
      <w:r w:rsidRPr="00B23E6E">
        <w:rPr>
          <w:b/>
          <w:bCs/>
          <w:sz w:val="24"/>
          <w:lang w:val="da-DK"/>
        </w:rPr>
        <w:t>.</w:t>
      </w:r>
      <w:r w:rsidRPr="00B23E6E">
        <w:rPr>
          <w:sz w:val="24"/>
          <w:lang w:val="da-DK"/>
        </w:rPr>
        <w:t xml:space="preserve"> Det forsikringsselskab m.v., der efter lovens §§ 21-23 a skal indgive opgørelse, skal tillige indbetale skat med eventuelle renter. Ændres et skattebeløb, kan yderligere skat efter lovens §§ 3, 4 og 4 a med renter efter loven kræves indbetalt af det forsikringsselskab m</w:t>
      </w:r>
      <w:r w:rsidR="00552B4A">
        <w:rPr>
          <w:sz w:val="24"/>
          <w:lang w:val="da-DK"/>
        </w:rPr>
        <w:t>.</w:t>
      </w:r>
      <w:r w:rsidRPr="00B23E6E">
        <w:rPr>
          <w:sz w:val="24"/>
          <w:lang w:val="da-DK"/>
        </w:rPr>
        <w:t xml:space="preserve">v., hvori ordningen befinder sig på det tidspunkt, hvor betalingen skal ske. Tilbagebetaling af overskydende skattebeløb efter lovens §§ 3, 4 og 4 a med renter kan ske til det forsikringsselskab m.v., der har indsendt opgørelsen. </w:t>
      </w:r>
    </w:p>
    <w:p w:rsidR="00DE7BEA" w:rsidRPr="00B23E6E" w:rsidRDefault="00DE7BEA" w:rsidP="00DE7BEA">
      <w:pPr>
        <w:ind w:firstLine="240"/>
        <w:rPr>
          <w:sz w:val="24"/>
          <w:lang w:val="da-DK"/>
        </w:rPr>
      </w:pPr>
      <w:r w:rsidRPr="00B23E6E">
        <w:rPr>
          <w:i/>
          <w:iCs/>
          <w:sz w:val="24"/>
          <w:lang w:val="da-DK"/>
        </w:rPr>
        <w:t>Stk. 2.</w:t>
      </w:r>
      <w:r w:rsidRPr="00B23E6E">
        <w:rPr>
          <w:sz w:val="24"/>
          <w:lang w:val="da-DK"/>
        </w:rPr>
        <w:t xml:space="preserve"> Er skat ikke betalt rettidigt af det afgivende forsikringsselskab m.v., skal det modtagende forsikringsselskab m.v. efter påkrav fra </w:t>
      </w:r>
      <w:r w:rsidR="00205621">
        <w:rPr>
          <w:sz w:val="24"/>
          <w:lang w:val="da-DK"/>
        </w:rPr>
        <w:t>SKAT</w:t>
      </w:r>
      <w:r w:rsidRPr="00B23E6E">
        <w:rPr>
          <w:sz w:val="24"/>
          <w:lang w:val="da-DK"/>
        </w:rPr>
        <w:t xml:space="preserve"> betale skat med renter.</w:t>
      </w:r>
    </w:p>
    <w:p w:rsidR="00DE7BEA" w:rsidRPr="00B23E6E" w:rsidRDefault="00DE7BEA" w:rsidP="00DE7BEA">
      <w:pPr>
        <w:spacing w:before="400" w:after="100"/>
        <w:jc w:val="center"/>
        <w:rPr>
          <w:sz w:val="24"/>
          <w:lang w:val="da-DK"/>
        </w:rPr>
      </w:pPr>
      <w:r w:rsidRPr="00B23E6E">
        <w:rPr>
          <w:sz w:val="24"/>
          <w:lang w:val="da-DK"/>
        </w:rPr>
        <w:t>Kapitel 4</w:t>
      </w:r>
    </w:p>
    <w:p w:rsidR="00DE7BEA" w:rsidRPr="00B23E6E" w:rsidRDefault="00DE7BEA" w:rsidP="00DE7BEA">
      <w:pPr>
        <w:spacing w:after="100"/>
        <w:jc w:val="center"/>
        <w:rPr>
          <w:i/>
          <w:iCs/>
          <w:sz w:val="24"/>
          <w:lang w:val="da-DK"/>
        </w:rPr>
      </w:pPr>
      <w:r w:rsidRPr="00B23E6E">
        <w:rPr>
          <w:i/>
          <w:iCs/>
          <w:sz w:val="24"/>
          <w:lang w:val="da-DK"/>
        </w:rPr>
        <w:t>Pengeinstitutternes puljeordninger</w:t>
      </w:r>
    </w:p>
    <w:p w:rsidR="00DE7BEA" w:rsidRPr="00B23E6E" w:rsidRDefault="00DE7BEA" w:rsidP="00DE7BEA">
      <w:pPr>
        <w:spacing w:before="200"/>
        <w:ind w:firstLine="240"/>
        <w:rPr>
          <w:sz w:val="24"/>
          <w:lang w:val="da-DK"/>
        </w:rPr>
      </w:pPr>
      <w:r w:rsidRPr="00B23E6E">
        <w:rPr>
          <w:b/>
          <w:bCs/>
          <w:sz w:val="24"/>
          <w:lang w:val="da-DK"/>
        </w:rPr>
        <w:t>§ </w:t>
      </w:r>
      <w:r w:rsidR="001512EC" w:rsidRPr="00B23E6E">
        <w:rPr>
          <w:b/>
          <w:bCs/>
          <w:sz w:val="24"/>
          <w:lang w:val="da-DK"/>
        </w:rPr>
        <w:t>6</w:t>
      </w:r>
      <w:r w:rsidRPr="00B23E6E">
        <w:rPr>
          <w:b/>
          <w:bCs/>
          <w:sz w:val="24"/>
          <w:lang w:val="da-DK"/>
        </w:rPr>
        <w:t>.</w:t>
      </w:r>
      <w:r w:rsidRPr="00B23E6E">
        <w:rPr>
          <w:sz w:val="24"/>
          <w:lang w:val="da-DK"/>
        </w:rPr>
        <w:t xml:space="preserve"> Et pengeinstitut skal for værdipapirer i en beholdning (pulje), hvor afkastet danner grundlag for rentetilskrivningen på pensionsopsparingskonti efter pensionsbeskatningslovens §§ 12 eller 13 og rateopsparingskonti efter pensionsbeskatningslovens §§ 11 A, 15 A og 15 B, jf. § 11 A, føre et særskilt regnskab. Det skal heraf fremgå, hvilke værdipapirer der befinder sig i puljen ved udgangen af regnskabsåret, herunder værdipapirernes nominelle værdi og kursværdien på det nævnte tidspunkt.</w:t>
      </w:r>
    </w:p>
    <w:p w:rsidR="00DE7BEA" w:rsidRPr="00B23E6E" w:rsidRDefault="00DE7BEA" w:rsidP="00DE7BEA">
      <w:pPr>
        <w:ind w:firstLine="240"/>
        <w:rPr>
          <w:sz w:val="24"/>
          <w:lang w:val="da-DK"/>
        </w:rPr>
      </w:pPr>
      <w:r w:rsidRPr="00B23E6E">
        <w:rPr>
          <w:i/>
          <w:iCs/>
          <w:sz w:val="24"/>
          <w:lang w:val="da-DK"/>
        </w:rPr>
        <w:t>Stk. 2.</w:t>
      </w:r>
      <w:r w:rsidRPr="00B23E6E">
        <w:rPr>
          <w:sz w:val="24"/>
          <w:lang w:val="da-DK"/>
        </w:rPr>
        <w:t xml:space="preserve"> Regnskabsgrundlaget skal omfatte de nødvendige posteringer gennem regnskabsåret for at følge, hvorledes de i regnskabet anførte oplysninger fremkommer. Obligationer skal benævnes ved fondskode. Øvrige værdipapirer skal benævnes på anden entydig måde.</w:t>
      </w:r>
    </w:p>
    <w:p w:rsidR="00DE7BEA" w:rsidRPr="00B23E6E" w:rsidRDefault="00DE7BEA" w:rsidP="00DE7BEA">
      <w:pPr>
        <w:ind w:firstLine="240"/>
        <w:rPr>
          <w:sz w:val="24"/>
          <w:lang w:val="da-DK"/>
        </w:rPr>
      </w:pPr>
      <w:r w:rsidRPr="00B23E6E">
        <w:rPr>
          <w:i/>
          <w:iCs/>
          <w:sz w:val="24"/>
          <w:lang w:val="da-DK"/>
        </w:rPr>
        <w:lastRenderedPageBreak/>
        <w:t>Stk. 3.</w:t>
      </w:r>
      <w:r w:rsidRPr="00B23E6E">
        <w:rPr>
          <w:sz w:val="24"/>
          <w:lang w:val="da-DK"/>
        </w:rPr>
        <w:t xml:space="preserve"> Puljens regnskabsår er kalenderåret. For nyoprettede puljer omfatter regnskabsperioden tiden fra oprettelsen til og med førstkommende 31. december.</w:t>
      </w:r>
    </w:p>
    <w:p w:rsidR="00DE7BEA" w:rsidRPr="00B23E6E" w:rsidRDefault="00DE7BEA" w:rsidP="00DE7BEA">
      <w:pPr>
        <w:ind w:firstLine="240"/>
        <w:rPr>
          <w:sz w:val="24"/>
          <w:lang w:val="da-DK"/>
        </w:rPr>
      </w:pPr>
      <w:r w:rsidRPr="00B23E6E">
        <w:rPr>
          <w:i/>
          <w:iCs/>
          <w:sz w:val="24"/>
          <w:lang w:val="da-DK"/>
        </w:rPr>
        <w:t>Stk. 4.</w:t>
      </w:r>
      <w:r w:rsidRPr="00B23E6E">
        <w:rPr>
          <w:sz w:val="24"/>
          <w:lang w:val="da-DK"/>
        </w:rPr>
        <w:t xml:space="preserve"> </w:t>
      </w:r>
      <w:r w:rsidR="00205621">
        <w:rPr>
          <w:sz w:val="24"/>
          <w:lang w:val="da-DK"/>
        </w:rPr>
        <w:t xml:space="preserve">SKAT </w:t>
      </w:r>
      <w:r w:rsidRPr="00B23E6E">
        <w:rPr>
          <w:sz w:val="24"/>
          <w:lang w:val="da-DK"/>
        </w:rPr>
        <w:t>kan i særlige tilfælde tillade, at reglerne i stk. 3 om regnskabsperiode fraviges.</w:t>
      </w:r>
    </w:p>
    <w:p w:rsidR="00DE7BEA" w:rsidRPr="00B23E6E" w:rsidRDefault="00DE7BEA" w:rsidP="00DE7BEA">
      <w:pPr>
        <w:spacing w:before="400" w:after="100"/>
        <w:jc w:val="center"/>
        <w:rPr>
          <w:sz w:val="24"/>
          <w:lang w:val="da-DK"/>
        </w:rPr>
      </w:pPr>
      <w:r w:rsidRPr="00B23E6E">
        <w:rPr>
          <w:sz w:val="24"/>
          <w:lang w:val="da-DK"/>
        </w:rPr>
        <w:t>Kapitel 5</w:t>
      </w:r>
    </w:p>
    <w:p w:rsidR="00DE7BEA" w:rsidRPr="00B23E6E" w:rsidRDefault="00DE7BEA" w:rsidP="00DE7BEA">
      <w:pPr>
        <w:spacing w:after="100"/>
        <w:jc w:val="center"/>
        <w:rPr>
          <w:i/>
          <w:iCs/>
          <w:sz w:val="24"/>
          <w:lang w:val="da-DK"/>
        </w:rPr>
      </w:pPr>
      <w:r w:rsidRPr="00B23E6E">
        <w:rPr>
          <w:i/>
          <w:iCs/>
          <w:sz w:val="24"/>
          <w:lang w:val="da-DK"/>
        </w:rPr>
        <w:t>Opgørelse af beskatningsgrundlaget</w:t>
      </w:r>
    </w:p>
    <w:p w:rsidR="00DE7BEA" w:rsidRPr="00B23E6E" w:rsidRDefault="00DE7BEA" w:rsidP="00DE7BEA">
      <w:pPr>
        <w:spacing w:before="200"/>
        <w:ind w:firstLine="240"/>
        <w:rPr>
          <w:sz w:val="24"/>
          <w:lang w:val="da-DK"/>
        </w:rPr>
      </w:pPr>
      <w:r w:rsidRPr="00B23E6E">
        <w:rPr>
          <w:b/>
          <w:bCs/>
          <w:sz w:val="24"/>
          <w:lang w:val="da-DK"/>
        </w:rPr>
        <w:t>§ </w:t>
      </w:r>
      <w:r w:rsidR="001512EC" w:rsidRPr="00B23E6E">
        <w:rPr>
          <w:b/>
          <w:bCs/>
          <w:sz w:val="24"/>
          <w:lang w:val="da-DK"/>
        </w:rPr>
        <w:t>7</w:t>
      </w:r>
      <w:r w:rsidRPr="00B23E6E">
        <w:rPr>
          <w:b/>
          <w:bCs/>
          <w:sz w:val="24"/>
          <w:lang w:val="da-DK"/>
        </w:rPr>
        <w:t>.</w:t>
      </w:r>
      <w:r w:rsidRPr="00B23E6E">
        <w:rPr>
          <w:sz w:val="24"/>
          <w:lang w:val="da-DK"/>
        </w:rPr>
        <w:t xml:space="preserve"> Ved afhændelse henholdsvis erhvervelse af obligationer, der tilhører indehavere af pensionsopsparingskonti omfattet af pensionsbeskatningslovens §§ 12 eller 13, gælder reglerne i </w:t>
      </w:r>
      <w:r w:rsidR="00F8189F">
        <w:rPr>
          <w:sz w:val="24"/>
          <w:lang w:val="da-DK"/>
        </w:rPr>
        <w:t>stk. 2 og 3</w:t>
      </w:r>
      <w:r w:rsidRPr="00B23E6E">
        <w:rPr>
          <w:sz w:val="24"/>
          <w:lang w:val="da-DK"/>
        </w:rPr>
        <w:t xml:space="preserve"> ved opgørelsen af skattepligtige renter.</w:t>
      </w:r>
    </w:p>
    <w:p w:rsidR="00DE7BEA" w:rsidRPr="00B23E6E" w:rsidRDefault="00DE7BEA" w:rsidP="00DE7BEA">
      <w:pPr>
        <w:ind w:firstLine="240"/>
        <w:rPr>
          <w:sz w:val="24"/>
          <w:lang w:val="da-DK"/>
        </w:rPr>
      </w:pPr>
      <w:r w:rsidRPr="00B23E6E">
        <w:rPr>
          <w:i/>
          <w:iCs/>
          <w:sz w:val="24"/>
          <w:lang w:val="da-DK"/>
        </w:rPr>
        <w:t>Stk. 2.</w:t>
      </w:r>
      <w:r w:rsidRPr="00B23E6E">
        <w:rPr>
          <w:sz w:val="24"/>
          <w:lang w:val="da-DK"/>
        </w:rPr>
        <w:t xml:space="preserve"> Når overdragelsen af obligationer omfatter kuponrenter (vedhængende kuponer), medregnes ved afhændelse påløbne renter fra sidste rentetermin indtil handelstidspunktet (afviklingsdagen) i sælgerens beskatningsgrundlag for det indkomstår, hvor afviklingsdagen indtræder. Ved erhvervelse fratrækkes påløbne renter fra sidste rentetermin indtil afviklingsdagen i køberens beskatningsgrundlag for det indkomstår, hvor afviklingsdagen indtræder. Når de erhvervede obligationer befinder sig i køberens beholdning ved den efterfølgende rentetermin, medregnes hele terminsrenten i køberens beskatningsgrundlag for det indkomstår, hvor renteterminen indtræder.</w:t>
      </w:r>
    </w:p>
    <w:p w:rsidR="00DE7BEA" w:rsidRPr="00B23E6E" w:rsidRDefault="00DE7BEA" w:rsidP="00DE7BEA">
      <w:pPr>
        <w:ind w:firstLine="240"/>
        <w:rPr>
          <w:sz w:val="24"/>
          <w:lang w:val="da-DK"/>
        </w:rPr>
      </w:pPr>
      <w:r w:rsidRPr="00B23E6E">
        <w:rPr>
          <w:i/>
          <w:iCs/>
          <w:sz w:val="24"/>
          <w:lang w:val="da-DK"/>
        </w:rPr>
        <w:t>Stk. 3.</w:t>
      </w:r>
      <w:r w:rsidRPr="00B23E6E">
        <w:rPr>
          <w:sz w:val="24"/>
          <w:lang w:val="da-DK"/>
        </w:rPr>
        <w:t xml:space="preserve"> Når overdragelsen af obligationer ikke omfatter kuponrenter, fratrækkes ved afhændelse det køberen godtgjorte rentebeløb fra afviklingsdagen indtil den efterfølgende rentetermin i sælgerens beskatningsgrundlag for det indkomstår, hvor afviklingsdagen indtræder. Ved den efterfølgende rentetermin medregnes hele terminsrenten i kuponindehaverens beskatningsgrundlag for det indkomstår, hvor renteterminen indtræder. Ved erhvervelse medregnes det godtgjorte rentebeløb fra afviklingsdagen indtil den efterfølgende rentetermin i køberens beskatningsgrundlag for det indkomstår, hvor afviklingsdagen indtræder.</w:t>
      </w:r>
    </w:p>
    <w:p w:rsidR="00DE7BEA" w:rsidRPr="00B23E6E" w:rsidRDefault="00DE7BEA" w:rsidP="00DE7BEA">
      <w:pPr>
        <w:spacing w:before="200"/>
        <w:ind w:firstLine="240"/>
        <w:rPr>
          <w:sz w:val="24"/>
          <w:lang w:val="da-DK"/>
        </w:rPr>
      </w:pPr>
      <w:r w:rsidRPr="00B23E6E">
        <w:rPr>
          <w:b/>
          <w:bCs/>
          <w:sz w:val="24"/>
          <w:lang w:val="da-DK"/>
        </w:rPr>
        <w:t>§ </w:t>
      </w:r>
      <w:r w:rsidR="001512EC" w:rsidRPr="00B23E6E">
        <w:rPr>
          <w:b/>
          <w:bCs/>
          <w:sz w:val="24"/>
          <w:lang w:val="da-DK"/>
        </w:rPr>
        <w:t>8</w:t>
      </w:r>
      <w:r w:rsidRPr="00B23E6E">
        <w:rPr>
          <w:b/>
          <w:bCs/>
          <w:sz w:val="24"/>
          <w:lang w:val="da-DK"/>
        </w:rPr>
        <w:t>.</w:t>
      </w:r>
      <w:r w:rsidRPr="00B23E6E">
        <w:rPr>
          <w:sz w:val="24"/>
          <w:lang w:val="da-DK"/>
        </w:rPr>
        <w:t xml:space="preserve"> Et pengeinstitut opgør beskatningsgrundlaget for skattepligtige som nævnt i lovens § 1, stk. 1, under ét for alle den skattepligtiges </w:t>
      </w:r>
      <w:r w:rsidR="00BC7001">
        <w:rPr>
          <w:sz w:val="24"/>
          <w:lang w:val="da-DK"/>
        </w:rPr>
        <w:t>ordninger</w:t>
      </w:r>
      <w:r w:rsidR="00924744" w:rsidRPr="00B23E6E">
        <w:rPr>
          <w:sz w:val="24"/>
          <w:lang w:val="da-DK"/>
        </w:rPr>
        <w:t xml:space="preserve"> </w:t>
      </w:r>
      <w:r w:rsidRPr="00B23E6E">
        <w:rPr>
          <w:sz w:val="24"/>
          <w:lang w:val="da-DK"/>
        </w:rPr>
        <w:t>under samme kontobetegnelse.</w:t>
      </w:r>
    </w:p>
    <w:p w:rsidR="00DE7BEA" w:rsidRPr="00B23E6E" w:rsidRDefault="00DE7BEA" w:rsidP="00DE7BEA">
      <w:pPr>
        <w:ind w:firstLine="240"/>
        <w:rPr>
          <w:sz w:val="24"/>
          <w:lang w:val="da-DK"/>
        </w:rPr>
      </w:pPr>
      <w:r w:rsidRPr="00B23E6E">
        <w:rPr>
          <w:i/>
          <w:iCs/>
          <w:sz w:val="24"/>
          <w:lang w:val="da-DK"/>
        </w:rPr>
        <w:t>Stk. 2.</w:t>
      </w:r>
      <w:r w:rsidRPr="00B23E6E">
        <w:rPr>
          <w:sz w:val="24"/>
          <w:lang w:val="da-DK"/>
        </w:rPr>
        <w:t xml:space="preserve"> Pengeinstituttet opgør fradraget efter lovens § 10, stk. 1, under ét for alle den skattepligtiges </w:t>
      </w:r>
      <w:r w:rsidR="00BC7001">
        <w:rPr>
          <w:sz w:val="24"/>
          <w:lang w:val="da-DK"/>
        </w:rPr>
        <w:t xml:space="preserve">ordninger </w:t>
      </w:r>
      <w:r w:rsidRPr="00B23E6E">
        <w:rPr>
          <w:sz w:val="24"/>
          <w:lang w:val="da-DK"/>
        </w:rPr>
        <w:t>under samme kontobetegnelse</w:t>
      </w:r>
      <w:r w:rsidR="00B252D4">
        <w:rPr>
          <w:sz w:val="24"/>
          <w:lang w:val="da-DK"/>
        </w:rPr>
        <w:t>.</w:t>
      </w:r>
    </w:p>
    <w:p w:rsidR="00B252D4" w:rsidRPr="00B252D4" w:rsidRDefault="00DE7BEA" w:rsidP="00924744">
      <w:pPr>
        <w:ind w:firstLine="240"/>
        <w:rPr>
          <w:sz w:val="24"/>
          <w:lang w:val="da-DK"/>
        </w:rPr>
      </w:pPr>
      <w:r w:rsidRPr="00B23E6E">
        <w:rPr>
          <w:i/>
          <w:iCs/>
          <w:sz w:val="24"/>
          <w:lang w:val="da-DK"/>
        </w:rPr>
        <w:t>Stk. 3.</w:t>
      </w:r>
      <w:r w:rsidRPr="00B23E6E">
        <w:rPr>
          <w:sz w:val="24"/>
          <w:lang w:val="da-DK"/>
        </w:rPr>
        <w:t xml:space="preserve"> Pengeinstituttet vælger på vegne af den skattepligtige, om reglerne i lovens § 20, stk. 3, skal finde anvendelse.</w:t>
      </w:r>
    </w:p>
    <w:p w:rsidR="00DE7BEA" w:rsidRPr="00B23E6E" w:rsidRDefault="00DE7BEA" w:rsidP="00DE7BEA">
      <w:pPr>
        <w:spacing w:before="200"/>
        <w:ind w:firstLine="240"/>
        <w:rPr>
          <w:sz w:val="24"/>
          <w:lang w:val="da-DK"/>
        </w:rPr>
      </w:pPr>
      <w:r w:rsidRPr="00B23E6E">
        <w:rPr>
          <w:b/>
          <w:bCs/>
          <w:sz w:val="24"/>
          <w:lang w:val="da-DK"/>
        </w:rPr>
        <w:t>§ </w:t>
      </w:r>
      <w:r w:rsidR="001512EC" w:rsidRPr="00B23E6E">
        <w:rPr>
          <w:b/>
          <w:bCs/>
          <w:sz w:val="24"/>
          <w:lang w:val="da-DK"/>
        </w:rPr>
        <w:t>9</w:t>
      </w:r>
      <w:r w:rsidRPr="00B23E6E">
        <w:rPr>
          <w:b/>
          <w:bCs/>
          <w:sz w:val="24"/>
          <w:lang w:val="da-DK"/>
        </w:rPr>
        <w:t>.</w:t>
      </w:r>
      <w:r w:rsidRPr="00B23E6E">
        <w:rPr>
          <w:sz w:val="24"/>
          <w:lang w:val="da-DK"/>
        </w:rPr>
        <w:t xml:space="preserve"> Rettelser </w:t>
      </w:r>
      <w:r w:rsidR="00DC06C0">
        <w:rPr>
          <w:sz w:val="24"/>
          <w:lang w:val="da-DK"/>
        </w:rPr>
        <w:t xml:space="preserve">senest </w:t>
      </w:r>
      <w:r w:rsidR="00407F51">
        <w:rPr>
          <w:sz w:val="24"/>
          <w:lang w:val="da-DK"/>
        </w:rPr>
        <w:t xml:space="preserve">den </w:t>
      </w:r>
      <w:r w:rsidR="00DC06C0">
        <w:rPr>
          <w:sz w:val="24"/>
          <w:lang w:val="da-DK"/>
        </w:rPr>
        <w:t xml:space="preserve">1. maj i det fjerde år efter indkomstårets udløb </w:t>
      </w:r>
      <w:r w:rsidRPr="00B23E6E">
        <w:rPr>
          <w:sz w:val="24"/>
          <w:lang w:val="da-DK"/>
        </w:rPr>
        <w:t>til et forsikringsselskabs m.v. opgørelser efter lovens §§ 21</w:t>
      </w:r>
      <w:r w:rsidR="0061134A">
        <w:rPr>
          <w:sz w:val="24"/>
          <w:lang w:val="da-DK"/>
        </w:rPr>
        <w:t>,</w:t>
      </w:r>
      <w:r w:rsidRPr="00B23E6E">
        <w:rPr>
          <w:sz w:val="24"/>
          <w:lang w:val="da-DK"/>
        </w:rPr>
        <w:t xml:space="preserve"> 22</w:t>
      </w:r>
      <w:r w:rsidR="0061134A">
        <w:rPr>
          <w:sz w:val="24"/>
          <w:lang w:val="da-DK"/>
        </w:rPr>
        <w:t>, 23 og 23 a</w:t>
      </w:r>
      <w:r w:rsidRPr="00B23E6E">
        <w:rPr>
          <w:sz w:val="24"/>
          <w:lang w:val="da-DK"/>
        </w:rPr>
        <w:t xml:space="preserve"> af skattepligtigt afkast efter lovens §§ 3, 4, 4 a, </w:t>
      </w:r>
      <w:r w:rsidR="0061134A">
        <w:rPr>
          <w:sz w:val="24"/>
          <w:lang w:val="da-DK"/>
        </w:rPr>
        <w:t xml:space="preserve">5, 6, </w:t>
      </w:r>
      <w:r w:rsidRPr="00B23E6E">
        <w:rPr>
          <w:sz w:val="24"/>
          <w:lang w:val="da-DK"/>
        </w:rPr>
        <w:t xml:space="preserve">7 og 8 kan indgives én gang </w:t>
      </w:r>
      <w:r w:rsidR="00F51B75">
        <w:rPr>
          <w:sz w:val="24"/>
          <w:lang w:val="da-DK"/>
        </w:rPr>
        <w:t xml:space="preserve">i </w:t>
      </w:r>
      <w:r w:rsidRPr="00B23E6E">
        <w:rPr>
          <w:sz w:val="24"/>
          <w:lang w:val="da-DK"/>
        </w:rPr>
        <w:t>kvartal</w:t>
      </w:r>
      <w:r w:rsidR="00F51B75">
        <w:rPr>
          <w:sz w:val="24"/>
          <w:lang w:val="da-DK"/>
        </w:rPr>
        <w:t>et</w:t>
      </w:r>
      <w:r w:rsidRPr="00B23E6E">
        <w:rPr>
          <w:sz w:val="24"/>
          <w:lang w:val="da-DK"/>
        </w:rPr>
        <w:t xml:space="preserve">, henholdsvis senest 1. </w:t>
      </w:r>
      <w:r w:rsidR="00166E36">
        <w:rPr>
          <w:sz w:val="24"/>
          <w:lang w:val="da-DK"/>
        </w:rPr>
        <w:t>februar</w:t>
      </w:r>
      <w:r w:rsidRPr="00B23E6E">
        <w:rPr>
          <w:sz w:val="24"/>
          <w:lang w:val="da-DK"/>
        </w:rPr>
        <w:t xml:space="preserve">, 1. </w:t>
      </w:r>
      <w:r w:rsidR="00166E36">
        <w:rPr>
          <w:sz w:val="24"/>
          <w:lang w:val="da-DK"/>
        </w:rPr>
        <w:t>maj</w:t>
      </w:r>
      <w:r w:rsidRPr="00B23E6E">
        <w:rPr>
          <w:sz w:val="24"/>
          <w:lang w:val="da-DK"/>
        </w:rPr>
        <w:t xml:space="preserve">, 1. </w:t>
      </w:r>
      <w:r w:rsidR="00166E36">
        <w:rPr>
          <w:sz w:val="24"/>
          <w:lang w:val="da-DK"/>
        </w:rPr>
        <w:t>august</w:t>
      </w:r>
      <w:r w:rsidR="00166E36" w:rsidRPr="00B23E6E">
        <w:rPr>
          <w:sz w:val="24"/>
          <w:lang w:val="da-DK"/>
        </w:rPr>
        <w:t xml:space="preserve"> </w:t>
      </w:r>
      <w:r w:rsidRPr="00B23E6E">
        <w:rPr>
          <w:sz w:val="24"/>
          <w:lang w:val="da-DK"/>
        </w:rPr>
        <w:t xml:space="preserve">og 1. </w:t>
      </w:r>
      <w:r w:rsidR="00166E36">
        <w:rPr>
          <w:sz w:val="24"/>
          <w:lang w:val="da-DK"/>
        </w:rPr>
        <w:t>november</w:t>
      </w:r>
      <w:r w:rsidRPr="00B23E6E">
        <w:rPr>
          <w:sz w:val="24"/>
          <w:lang w:val="da-DK"/>
        </w:rPr>
        <w:t xml:space="preserve">, på et skema, der er udarbejdet af </w:t>
      </w:r>
      <w:r w:rsidR="00022CC2">
        <w:rPr>
          <w:sz w:val="24"/>
          <w:lang w:val="da-DK"/>
        </w:rPr>
        <w:t>SKAT</w:t>
      </w:r>
      <w:r w:rsidRPr="00B23E6E">
        <w:rPr>
          <w:sz w:val="24"/>
          <w:lang w:val="da-DK"/>
        </w:rPr>
        <w:t>. Skemaet kan udfyldes og indsendes digitalt.</w:t>
      </w:r>
    </w:p>
    <w:p w:rsidR="00DE7BEA" w:rsidRPr="00B23E6E" w:rsidRDefault="00DE7BEA" w:rsidP="00DE7BEA">
      <w:pPr>
        <w:spacing w:before="400" w:after="100"/>
        <w:jc w:val="center"/>
        <w:rPr>
          <w:sz w:val="24"/>
          <w:lang w:val="da-DK"/>
        </w:rPr>
      </w:pPr>
      <w:r w:rsidRPr="00B23E6E">
        <w:rPr>
          <w:sz w:val="24"/>
          <w:lang w:val="da-DK"/>
        </w:rPr>
        <w:t>Kapitel 6</w:t>
      </w:r>
    </w:p>
    <w:p w:rsidR="00DE7BEA" w:rsidRPr="00B23E6E" w:rsidRDefault="00DE7BEA" w:rsidP="00DE7BEA">
      <w:pPr>
        <w:spacing w:after="100"/>
        <w:jc w:val="center"/>
        <w:rPr>
          <w:i/>
          <w:iCs/>
          <w:sz w:val="24"/>
          <w:lang w:val="da-DK"/>
        </w:rPr>
      </w:pPr>
      <w:r w:rsidRPr="00B23E6E">
        <w:rPr>
          <w:i/>
          <w:iCs/>
          <w:sz w:val="24"/>
          <w:lang w:val="da-DK"/>
        </w:rPr>
        <w:t>Beregning og afregning af skatten</w:t>
      </w:r>
    </w:p>
    <w:p w:rsidR="00DE7BEA" w:rsidRPr="00B23E6E" w:rsidRDefault="00DE7BEA" w:rsidP="00DE7BEA">
      <w:pPr>
        <w:spacing w:before="200"/>
        <w:ind w:firstLine="240"/>
        <w:rPr>
          <w:sz w:val="24"/>
          <w:lang w:val="da-DK"/>
        </w:rPr>
      </w:pPr>
      <w:r w:rsidRPr="00B23E6E">
        <w:rPr>
          <w:b/>
          <w:bCs/>
          <w:sz w:val="24"/>
          <w:lang w:val="da-DK"/>
        </w:rPr>
        <w:t>§ </w:t>
      </w:r>
      <w:r w:rsidR="001512EC" w:rsidRPr="00B23E6E">
        <w:rPr>
          <w:b/>
          <w:bCs/>
          <w:sz w:val="24"/>
          <w:lang w:val="da-DK"/>
        </w:rPr>
        <w:t>10</w:t>
      </w:r>
      <w:r w:rsidRPr="00B23E6E">
        <w:rPr>
          <w:b/>
          <w:bCs/>
          <w:sz w:val="24"/>
          <w:lang w:val="da-DK"/>
        </w:rPr>
        <w:t>.</w:t>
      </w:r>
      <w:r w:rsidRPr="00B23E6E">
        <w:rPr>
          <w:sz w:val="24"/>
          <w:lang w:val="da-DK"/>
        </w:rPr>
        <w:t xml:space="preserve"> Et pengeinstitut opgør skatten af beskatningsgrundlaget</w:t>
      </w:r>
      <w:r w:rsidR="005C2E14">
        <w:rPr>
          <w:sz w:val="24"/>
          <w:lang w:val="da-DK"/>
        </w:rPr>
        <w:t xml:space="preserve"> </w:t>
      </w:r>
      <w:r w:rsidR="00DC06C0">
        <w:rPr>
          <w:sz w:val="24"/>
          <w:lang w:val="da-DK"/>
        </w:rPr>
        <w:t xml:space="preserve">opgjort </w:t>
      </w:r>
      <w:r w:rsidR="00BC7001">
        <w:rPr>
          <w:sz w:val="24"/>
          <w:lang w:val="da-DK"/>
        </w:rPr>
        <w:t>efter § 8</w:t>
      </w:r>
      <w:r w:rsidRPr="00B23E6E">
        <w:rPr>
          <w:sz w:val="24"/>
          <w:lang w:val="da-DK"/>
        </w:rPr>
        <w:t xml:space="preserve"> under ét for alle den skattepligtiges </w:t>
      </w:r>
      <w:r w:rsidR="00BC7001">
        <w:rPr>
          <w:sz w:val="24"/>
          <w:lang w:val="da-DK"/>
        </w:rPr>
        <w:t xml:space="preserve">ordninger </w:t>
      </w:r>
      <w:r w:rsidRPr="00B23E6E">
        <w:rPr>
          <w:sz w:val="24"/>
          <w:lang w:val="da-DK"/>
        </w:rPr>
        <w:t>under samme kontobetegnelse</w:t>
      </w:r>
      <w:r w:rsidR="00AA749C">
        <w:rPr>
          <w:sz w:val="24"/>
          <w:lang w:val="da-DK"/>
        </w:rPr>
        <w:t xml:space="preserve"> (sambeskattede ordninger)</w:t>
      </w:r>
      <w:r w:rsidRPr="00B23E6E">
        <w:rPr>
          <w:sz w:val="24"/>
          <w:lang w:val="da-DK"/>
        </w:rPr>
        <w:t xml:space="preserve">. </w:t>
      </w:r>
      <w:r w:rsidRPr="00B23E6E">
        <w:rPr>
          <w:sz w:val="24"/>
          <w:lang w:val="da-DK"/>
        </w:rPr>
        <w:lastRenderedPageBreak/>
        <w:t>Skatten fordeles forholdsmæssigt</w:t>
      </w:r>
      <w:r w:rsidR="00BC7001">
        <w:rPr>
          <w:sz w:val="24"/>
          <w:lang w:val="da-DK"/>
        </w:rPr>
        <w:t xml:space="preserve"> på de forskellige ordninger.</w:t>
      </w:r>
    </w:p>
    <w:p w:rsidR="00355B22" w:rsidRDefault="00DE7BEA" w:rsidP="00F87D9C">
      <w:pPr>
        <w:tabs>
          <w:tab w:val="left" w:pos="284"/>
        </w:tabs>
        <w:ind w:left="11" w:firstLine="278"/>
        <w:rPr>
          <w:sz w:val="24"/>
          <w:lang w:val="da-DK"/>
        </w:rPr>
      </w:pPr>
      <w:r w:rsidRPr="00B23E6E">
        <w:rPr>
          <w:i/>
          <w:iCs/>
          <w:sz w:val="24"/>
          <w:lang w:val="da-DK"/>
        </w:rPr>
        <w:t>Stk. 2.</w:t>
      </w:r>
      <w:r w:rsidRPr="00B23E6E">
        <w:rPr>
          <w:sz w:val="24"/>
          <w:lang w:val="da-DK"/>
        </w:rPr>
        <w:t xml:space="preserve"> </w:t>
      </w:r>
      <w:r w:rsidR="00502833">
        <w:rPr>
          <w:sz w:val="24"/>
          <w:lang w:val="da-DK"/>
        </w:rPr>
        <w:t xml:space="preserve">Tidligere års uudnyttede negative skatter kan fradrages i en ordnings positive skat efter stk. 1. </w:t>
      </w:r>
      <w:r w:rsidR="005D230F">
        <w:rPr>
          <w:sz w:val="24"/>
          <w:lang w:val="da-DK"/>
        </w:rPr>
        <w:t>En o</w:t>
      </w:r>
      <w:r w:rsidR="00502833">
        <w:rPr>
          <w:sz w:val="24"/>
          <w:lang w:val="da-DK"/>
        </w:rPr>
        <w:t>rdning</w:t>
      </w:r>
      <w:r w:rsidR="005D230F">
        <w:rPr>
          <w:sz w:val="24"/>
          <w:lang w:val="da-DK"/>
        </w:rPr>
        <w:t>s</w:t>
      </w:r>
      <w:r w:rsidR="00502833">
        <w:rPr>
          <w:sz w:val="24"/>
          <w:lang w:val="da-DK"/>
        </w:rPr>
        <w:t xml:space="preserve"> egne uudnyttede negative skatter fradrages før fradrag af uudnyttede negative skatter fra </w:t>
      </w:r>
      <w:r w:rsidR="00AA749C">
        <w:rPr>
          <w:sz w:val="24"/>
          <w:lang w:val="da-DK"/>
        </w:rPr>
        <w:t xml:space="preserve">de </w:t>
      </w:r>
      <w:r w:rsidR="00502833">
        <w:rPr>
          <w:sz w:val="24"/>
          <w:lang w:val="da-DK"/>
        </w:rPr>
        <w:t xml:space="preserve">andre sambeskattede ordninger, jf. dog 3. pkt. Har en </w:t>
      </w:r>
      <w:r w:rsidR="00AA749C">
        <w:rPr>
          <w:sz w:val="24"/>
          <w:lang w:val="da-DK"/>
        </w:rPr>
        <w:t xml:space="preserve">eller flere </w:t>
      </w:r>
      <w:r w:rsidR="00502833">
        <w:rPr>
          <w:sz w:val="24"/>
          <w:lang w:val="da-DK"/>
        </w:rPr>
        <w:t xml:space="preserve">af de sambeskattede ordninger uudnyttede negative skatter, der er ældre end ordningens egne uudnyttede negative skatter, fradrages disse uudnyttede negative skatter først. </w:t>
      </w:r>
      <w:r w:rsidR="001E4F5D">
        <w:rPr>
          <w:sz w:val="24"/>
          <w:lang w:val="da-DK"/>
        </w:rPr>
        <w:t xml:space="preserve">Hvis </w:t>
      </w:r>
      <w:r w:rsidR="00502833">
        <w:rPr>
          <w:sz w:val="24"/>
          <w:lang w:val="da-DK"/>
        </w:rPr>
        <w:t xml:space="preserve">flere af de sambeskattede ordninger har uudnyttede negative skatter fra samme indkomstår, </w:t>
      </w:r>
      <w:r w:rsidR="00D524CD">
        <w:rPr>
          <w:sz w:val="24"/>
          <w:lang w:val="da-DK"/>
        </w:rPr>
        <w:t>fradrages</w:t>
      </w:r>
      <w:r w:rsidR="001E4F5D">
        <w:rPr>
          <w:sz w:val="24"/>
          <w:lang w:val="da-DK"/>
        </w:rPr>
        <w:t xml:space="preserve"> </w:t>
      </w:r>
      <w:r w:rsidR="00965662">
        <w:rPr>
          <w:sz w:val="24"/>
          <w:lang w:val="da-DK"/>
        </w:rPr>
        <w:t xml:space="preserve">de pågældende ordningers </w:t>
      </w:r>
      <w:r w:rsidR="00502833">
        <w:rPr>
          <w:sz w:val="24"/>
          <w:lang w:val="da-DK"/>
        </w:rPr>
        <w:t>uudnyttede negative skatter forholdsmæssigt</w:t>
      </w:r>
      <w:r w:rsidR="00473893">
        <w:rPr>
          <w:sz w:val="24"/>
          <w:lang w:val="da-DK"/>
        </w:rPr>
        <w:t xml:space="preserve"> i </w:t>
      </w:r>
      <w:r w:rsidR="00D524CD">
        <w:rPr>
          <w:sz w:val="24"/>
          <w:lang w:val="da-DK"/>
        </w:rPr>
        <w:t>en</w:t>
      </w:r>
      <w:r w:rsidR="00473893">
        <w:rPr>
          <w:sz w:val="24"/>
          <w:lang w:val="da-DK"/>
        </w:rPr>
        <w:t xml:space="preserve"> ordnings positive skat</w:t>
      </w:r>
      <w:r w:rsidR="00965662">
        <w:rPr>
          <w:sz w:val="24"/>
          <w:lang w:val="da-DK"/>
        </w:rPr>
        <w:t xml:space="preserve">. </w:t>
      </w:r>
      <w:r w:rsidR="00AA749C">
        <w:rPr>
          <w:sz w:val="24"/>
          <w:lang w:val="da-DK"/>
        </w:rPr>
        <w:t>Har</w:t>
      </w:r>
      <w:r w:rsidR="001E4F5D">
        <w:rPr>
          <w:sz w:val="24"/>
          <w:lang w:val="da-DK"/>
        </w:rPr>
        <w:t xml:space="preserve"> flere af de sambeskattede ordninger positiv</w:t>
      </w:r>
      <w:r w:rsidR="00AA749C">
        <w:rPr>
          <w:sz w:val="24"/>
          <w:lang w:val="da-DK"/>
        </w:rPr>
        <w:t>e</w:t>
      </w:r>
      <w:r w:rsidR="001E4F5D">
        <w:rPr>
          <w:sz w:val="24"/>
          <w:lang w:val="da-DK"/>
        </w:rPr>
        <w:t xml:space="preserve"> skat</w:t>
      </w:r>
      <w:r w:rsidR="00F75015">
        <w:rPr>
          <w:sz w:val="24"/>
          <w:lang w:val="da-DK"/>
        </w:rPr>
        <w:t>ter</w:t>
      </w:r>
      <w:r w:rsidR="005D230F">
        <w:rPr>
          <w:sz w:val="24"/>
          <w:lang w:val="da-DK"/>
        </w:rPr>
        <w:t>,</w:t>
      </w:r>
      <w:r w:rsidR="001E4F5D">
        <w:rPr>
          <w:sz w:val="24"/>
          <w:lang w:val="da-DK"/>
        </w:rPr>
        <w:t xml:space="preserve"> fordeles fradraget </w:t>
      </w:r>
      <w:r w:rsidR="00F75015">
        <w:rPr>
          <w:sz w:val="24"/>
          <w:lang w:val="da-DK"/>
        </w:rPr>
        <w:t>for de uudnyttede negative skatter</w:t>
      </w:r>
      <w:r w:rsidR="001E4F5D">
        <w:rPr>
          <w:sz w:val="24"/>
          <w:lang w:val="da-DK"/>
        </w:rPr>
        <w:t xml:space="preserve"> forholdsmæssigt</w:t>
      </w:r>
      <w:r w:rsidR="00F75015">
        <w:rPr>
          <w:sz w:val="24"/>
          <w:lang w:val="da-DK"/>
        </w:rPr>
        <w:t xml:space="preserve"> på de sambeskattede ordningers positive skatter</w:t>
      </w:r>
      <w:r w:rsidR="001E4F5D">
        <w:rPr>
          <w:sz w:val="24"/>
          <w:lang w:val="da-DK"/>
        </w:rPr>
        <w:t xml:space="preserve">. </w:t>
      </w:r>
    </w:p>
    <w:p w:rsidR="00DE7BEA" w:rsidRPr="00B23E6E" w:rsidRDefault="00BC7001" w:rsidP="00F87D9C">
      <w:pPr>
        <w:tabs>
          <w:tab w:val="left" w:pos="284"/>
        </w:tabs>
        <w:ind w:left="11" w:firstLine="273"/>
        <w:rPr>
          <w:sz w:val="24"/>
          <w:lang w:val="da-DK"/>
        </w:rPr>
      </w:pPr>
      <w:r>
        <w:rPr>
          <w:i/>
          <w:sz w:val="24"/>
          <w:lang w:val="da-DK"/>
        </w:rPr>
        <w:t>Stk. 3.</w:t>
      </w:r>
      <w:r w:rsidR="00B252D4">
        <w:rPr>
          <w:i/>
          <w:sz w:val="24"/>
          <w:lang w:val="da-DK"/>
        </w:rPr>
        <w:t xml:space="preserve"> </w:t>
      </w:r>
      <w:r w:rsidR="00DE7BEA" w:rsidRPr="00B23E6E">
        <w:rPr>
          <w:sz w:val="24"/>
          <w:lang w:val="da-DK"/>
        </w:rPr>
        <w:t>Pengeinstituttet beregner fradrag efter lovens § 20 for skat betalt til fremmed stat, Færøerne eller Grønland.</w:t>
      </w:r>
    </w:p>
    <w:p w:rsidR="00DE7BEA" w:rsidRPr="00B23E6E" w:rsidRDefault="00DE7BEA" w:rsidP="00DE7BEA">
      <w:pPr>
        <w:ind w:firstLine="240"/>
        <w:rPr>
          <w:sz w:val="24"/>
          <w:lang w:val="da-DK"/>
        </w:rPr>
      </w:pPr>
      <w:r w:rsidRPr="00B23E6E">
        <w:rPr>
          <w:i/>
          <w:iCs/>
          <w:sz w:val="24"/>
          <w:lang w:val="da-DK"/>
        </w:rPr>
        <w:t>Stk. </w:t>
      </w:r>
      <w:r w:rsidR="00BC7001">
        <w:rPr>
          <w:i/>
          <w:iCs/>
          <w:sz w:val="24"/>
          <w:lang w:val="da-DK"/>
        </w:rPr>
        <w:t>4</w:t>
      </w:r>
      <w:r w:rsidRPr="00B23E6E">
        <w:rPr>
          <w:i/>
          <w:iCs/>
          <w:sz w:val="24"/>
          <w:lang w:val="da-DK"/>
        </w:rPr>
        <w:t>.</w:t>
      </w:r>
      <w:r w:rsidRPr="00B23E6E">
        <w:rPr>
          <w:sz w:val="24"/>
          <w:lang w:val="da-DK"/>
        </w:rPr>
        <w:t xml:space="preserve"> Tilbagesøgning af for meget betalt skat til fremmed stat, Færøerne eller Grønland foretages af pengeinstituttet på vegne af den skattepligtige. Det tilbagesøgte beløb indbetales på den pensionsopsparingskonto, som tilbagesøgningen vedrører.</w:t>
      </w:r>
    </w:p>
    <w:p w:rsidR="00DE7BEA" w:rsidRPr="00B23E6E" w:rsidRDefault="00DE7BEA" w:rsidP="00DE7BEA">
      <w:pPr>
        <w:spacing w:before="200"/>
        <w:ind w:firstLine="240"/>
        <w:rPr>
          <w:sz w:val="24"/>
          <w:lang w:val="da-DK"/>
        </w:rPr>
      </w:pPr>
      <w:r w:rsidRPr="00B23E6E">
        <w:rPr>
          <w:b/>
          <w:bCs/>
          <w:sz w:val="24"/>
          <w:lang w:val="da-DK"/>
        </w:rPr>
        <w:t>§ 1</w:t>
      </w:r>
      <w:r w:rsidR="001512EC" w:rsidRPr="00B23E6E">
        <w:rPr>
          <w:b/>
          <w:bCs/>
          <w:sz w:val="24"/>
          <w:lang w:val="da-DK"/>
        </w:rPr>
        <w:t>1</w:t>
      </w:r>
      <w:r w:rsidRPr="00B23E6E">
        <w:rPr>
          <w:b/>
          <w:bCs/>
          <w:sz w:val="24"/>
          <w:lang w:val="da-DK"/>
        </w:rPr>
        <w:t>.</w:t>
      </w:r>
      <w:r w:rsidRPr="00B23E6E">
        <w:rPr>
          <w:sz w:val="24"/>
          <w:lang w:val="da-DK"/>
        </w:rPr>
        <w:t xml:space="preserve"> Forsikringsselskaber m.v. kan ved indbetaling af skat efter lovens § 23 modregne negativ skat efter lovens § 25.</w:t>
      </w:r>
    </w:p>
    <w:p w:rsidR="00DE7BEA" w:rsidRPr="00B23E6E" w:rsidRDefault="00DE7BEA" w:rsidP="00DE7BEA">
      <w:pPr>
        <w:ind w:firstLine="240"/>
        <w:rPr>
          <w:sz w:val="24"/>
          <w:lang w:val="da-DK"/>
        </w:rPr>
      </w:pPr>
      <w:r w:rsidRPr="00B23E6E">
        <w:rPr>
          <w:i/>
          <w:iCs/>
          <w:sz w:val="24"/>
          <w:lang w:val="da-DK"/>
        </w:rPr>
        <w:t>Stk. 2.</w:t>
      </w:r>
      <w:r w:rsidRPr="00B23E6E">
        <w:rPr>
          <w:sz w:val="24"/>
          <w:lang w:val="da-DK"/>
        </w:rPr>
        <w:t xml:space="preserve"> I de tilfælde, hvor den samlede negative skat overstiger den positive skat, kan der yderligere modregnes i afgiften efter pensionsbeskatningslovens § 38 på afregningstidspunktet.</w:t>
      </w:r>
    </w:p>
    <w:p w:rsidR="00DE7BEA" w:rsidRPr="00B23E6E" w:rsidRDefault="00DE7BEA" w:rsidP="00DE7BEA">
      <w:pPr>
        <w:ind w:firstLine="240"/>
        <w:rPr>
          <w:sz w:val="24"/>
          <w:lang w:val="da-DK"/>
        </w:rPr>
      </w:pPr>
      <w:r w:rsidRPr="00B23E6E">
        <w:rPr>
          <w:i/>
          <w:iCs/>
          <w:sz w:val="24"/>
          <w:lang w:val="da-DK"/>
        </w:rPr>
        <w:t>Stk. 3.</w:t>
      </w:r>
      <w:r w:rsidRPr="00B23E6E">
        <w:rPr>
          <w:sz w:val="24"/>
          <w:lang w:val="da-DK"/>
        </w:rPr>
        <w:t xml:space="preserve"> Dokumentation for modregning af den negative skat og opgørelse af kontoen skal på forlangende indsendes til </w:t>
      </w:r>
      <w:r w:rsidR="00022CC2">
        <w:rPr>
          <w:sz w:val="24"/>
          <w:lang w:val="da-DK"/>
        </w:rPr>
        <w:t>SKAT</w:t>
      </w:r>
      <w:r w:rsidRPr="00B23E6E">
        <w:rPr>
          <w:sz w:val="24"/>
          <w:lang w:val="da-DK"/>
        </w:rPr>
        <w:t>.</w:t>
      </w:r>
    </w:p>
    <w:p w:rsidR="00DE7BEA" w:rsidRPr="00B23E6E" w:rsidRDefault="00DE7BEA" w:rsidP="00DE7BEA">
      <w:pPr>
        <w:ind w:firstLine="240"/>
        <w:rPr>
          <w:sz w:val="24"/>
          <w:lang w:val="da-DK"/>
        </w:rPr>
      </w:pPr>
      <w:r w:rsidRPr="00B23E6E">
        <w:rPr>
          <w:i/>
          <w:iCs/>
          <w:sz w:val="24"/>
          <w:lang w:val="da-DK"/>
        </w:rPr>
        <w:t>Stk. 4.</w:t>
      </w:r>
      <w:r w:rsidRPr="00B23E6E">
        <w:rPr>
          <w:sz w:val="24"/>
          <w:lang w:val="da-DK"/>
        </w:rPr>
        <w:t xml:space="preserve"> Forsikringsselskabet m.v. er ansvarlig over for myndighederne for beløb, der er modregnet i strid med loven.</w:t>
      </w:r>
    </w:p>
    <w:p w:rsidR="00DE7BEA" w:rsidRPr="00B23E6E" w:rsidRDefault="00DE7BEA" w:rsidP="00DE7BEA">
      <w:pPr>
        <w:spacing w:before="400" w:after="100"/>
        <w:jc w:val="center"/>
        <w:rPr>
          <w:sz w:val="24"/>
          <w:lang w:val="da-DK"/>
        </w:rPr>
      </w:pPr>
      <w:r w:rsidRPr="00B23E6E">
        <w:rPr>
          <w:sz w:val="24"/>
          <w:lang w:val="da-DK"/>
        </w:rPr>
        <w:t>Kapitel 7</w:t>
      </w:r>
    </w:p>
    <w:p w:rsidR="00DE7BEA" w:rsidRPr="00B23E6E" w:rsidRDefault="00DE7BEA" w:rsidP="00DE7BEA">
      <w:pPr>
        <w:spacing w:after="100"/>
        <w:jc w:val="center"/>
        <w:rPr>
          <w:i/>
          <w:iCs/>
          <w:sz w:val="24"/>
          <w:lang w:val="da-DK"/>
        </w:rPr>
      </w:pPr>
      <w:r w:rsidRPr="00B23E6E">
        <w:rPr>
          <w:i/>
          <w:iCs/>
          <w:sz w:val="24"/>
          <w:lang w:val="da-DK"/>
        </w:rPr>
        <w:t>Kontantomregning af anskaffelses- og afståelsessummer</w:t>
      </w:r>
    </w:p>
    <w:p w:rsidR="00DE7BEA" w:rsidRPr="00B23E6E" w:rsidRDefault="00DE7BEA" w:rsidP="00DE7BEA">
      <w:pPr>
        <w:spacing w:before="200"/>
        <w:ind w:firstLine="240"/>
        <w:rPr>
          <w:sz w:val="24"/>
          <w:lang w:val="da-DK"/>
        </w:rPr>
      </w:pPr>
      <w:r w:rsidRPr="00B23E6E">
        <w:rPr>
          <w:b/>
          <w:bCs/>
          <w:sz w:val="24"/>
          <w:lang w:val="da-DK"/>
        </w:rPr>
        <w:t>§ </w:t>
      </w:r>
      <w:r w:rsidR="001512EC" w:rsidRPr="00B23E6E">
        <w:rPr>
          <w:b/>
          <w:bCs/>
          <w:sz w:val="24"/>
          <w:lang w:val="da-DK"/>
        </w:rPr>
        <w:t>12</w:t>
      </w:r>
      <w:r w:rsidRPr="00B23E6E">
        <w:rPr>
          <w:b/>
          <w:bCs/>
          <w:sz w:val="24"/>
          <w:lang w:val="da-DK"/>
        </w:rPr>
        <w:t>.</w:t>
      </w:r>
      <w:r w:rsidRPr="00B23E6E">
        <w:rPr>
          <w:sz w:val="24"/>
          <w:lang w:val="da-DK"/>
        </w:rPr>
        <w:t xml:space="preserve"> Anskaffelses- og afståelsessummer omregnes til kontantværdi. Dette sker ved at lægge den kontante del af overdragelsessummen sammen med kursværdien af den resterende del af overdragelsessummen.</w:t>
      </w:r>
    </w:p>
    <w:p w:rsidR="00DE7BEA" w:rsidRPr="00B23E6E" w:rsidRDefault="00DE7BEA" w:rsidP="00DE7BEA">
      <w:pPr>
        <w:spacing w:before="200"/>
        <w:ind w:firstLine="240"/>
        <w:rPr>
          <w:sz w:val="24"/>
          <w:lang w:val="da-DK"/>
        </w:rPr>
      </w:pPr>
      <w:r w:rsidRPr="00B23E6E">
        <w:rPr>
          <w:b/>
          <w:bCs/>
          <w:sz w:val="24"/>
          <w:lang w:val="da-DK"/>
        </w:rPr>
        <w:t>§ </w:t>
      </w:r>
      <w:r w:rsidR="001512EC" w:rsidRPr="00B23E6E">
        <w:rPr>
          <w:b/>
          <w:bCs/>
          <w:sz w:val="24"/>
          <w:lang w:val="da-DK"/>
        </w:rPr>
        <w:t>13</w:t>
      </w:r>
      <w:r w:rsidRPr="00B23E6E">
        <w:rPr>
          <w:b/>
          <w:bCs/>
          <w:sz w:val="24"/>
          <w:lang w:val="da-DK"/>
        </w:rPr>
        <w:t>.</w:t>
      </w:r>
      <w:r w:rsidRPr="00B23E6E">
        <w:rPr>
          <w:sz w:val="24"/>
          <w:lang w:val="da-DK"/>
        </w:rPr>
        <w:t xml:space="preserve"> Omfatter overdragelsen samtidig fast ejendom, driftsmidler eller goodwill m</w:t>
      </w:r>
      <w:r w:rsidR="00F8189F">
        <w:rPr>
          <w:sz w:val="24"/>
          <w:lang w:val="da-DK"/>
        </w:rPr>
        <w:t>.</w:t>
      </w:r>
      <w:r w:rsidRPr="00B23E6E">
        <w:rPr>
          <w:sz w:val="24"/>
          <w:lang w:val="da-DK"/>
        </w:rPr>
        <w:t>v. foretages en fordeling af den kontantomregnede overdragelsessum mellem de nævnte formuegoder. Fordelingen foretages med udgangspunkt i, hvad køber og sælger har aftalt i købsaftale, skøde eller på anden skriftlig måde.</w:t>
      </w:r>
    </w:p>
    <w:p w:rsidR="00DE7BEA" w:rsidRPr="00B23E6E" w:rsidRDefault="00DE7BEA" w:rsidP="00DE7BEA">
      <w:pPr>
        <w:spacing w:before="200"/>
        <w:ind w:firstLine="240"/>
        <w:rPr>
          <w:sz w:val="24"/>
          <w:lang w:val="da-DK"/>
        </w:rPr>
      </w:pPr>
      <w:r w:rsidRPr="00B23E6E">
        <w:rPr>
          <w:b/>
          <w:bCs/>
          <w:sz w:val="24"/>
          <w:lang w:val="da-DK"/>
        </w:rPr>
        <w:t>§ </w:t>
      </w:r>
      <w:r w:rsidR="001512EC" w:rsidRPr="00B23E6E">
        <w:rPr>
          <w:b/>
          <w:bCs/>
          <w:sz w:val="24"/>
          <w:lang w:val="da-DK"/>
        </w:rPr>
        <w:t>14</w:t>
      </w:r>
      <w:r w:rsidRPr="00B23E6E">
        <w:rPr>
          <w:b/>
          <w:bCs/>
          <w:sz w:val="24"/>
          <w:lang w:val="da-DK"/>
        </w:rPr>
        <w:t>.</w:t>
      </w:r>
      <w:r w:rsidRPr="00B23E6E">
        <w:rPr>
          <w:sz w:val="24"/>
          <w:lang w:val="da-DK"/>
        </w:rPr>
        <w:t xml:space="preserve"> Omregning til kontantværdi foretages efter kursværdien på overdragelsestidspunktet (anskaffelses- og afståelsestidspunktet). Den ikke kontante del af anskaffelses- og afståelsessummer omregnes til kursværdi efter reglerne i §§ </w:t>
      </w:r>
      <w:r w:rsidR="0028784E" w:rsidRPr="00B23E6E">
        <w:rPr>
          <w:sz w:val="24"/>
          <w:lang w:val="da-DK"/>
        </w:rPr>
        <w:t>15</w:t>
      </w:r>
      <w:r w:rsidRPr="00B23E6E">
        <w:rPr>
          <w:sz w:val="24"/>
          <w:lang w:val="da-DK"/>
        </w:rPr>
        <w:t>-</w:t>
      </w:r>
      <w:r w:rsidR="0028784E" w:rsidRPr="00B23E6E">
        <w:rPr>
          <w:sz w:val="24"/>
          <w:lang w:val="da-DK"/>
        </w:rPr>
        <w:t>18</w:t>
      </w:r>
      <w:r w:rsidRPr="00B23E6E">
        <w:rPr>
          <w:sz w:val="24"/>
          <w:lang w:val="da-DK"/>
        </w:rPr>
        <w:t>, jf. dog stk. 2.</w:t>
      </w:r>
    </w:p>
    <w:p w:rsidR="00DE7BEA" w:rsidRPr="00B23E6E" w:rsidRDefault="00DE7BEA" w:rsidP="00DE7BEA">
      <w:pPr>
        <w:ind w:firstLine="240"/>
        <w:rPr>
          <w:sz w:val="24"/>
          <w:lang w:val="da-DK"/>
        </w:rPr>
      </w:pPr>
      <w:r w:rsidRPr="00B23E6E">
        <w:rPr>
          <w:i/>
          <w:iCs/>
          <w:sz w:val="24"/>
          <w:lang w:val="da-DK"/>
        </w:rPr>
        <w:t>Stk. 2.</w:t>
      </w:r>
      <w:r w:rsidRPr="00B23E6E">
        <w:rPr>
          <w:sz w:val="24"/>
          <w:lang w:val="da-DK"/>
        </w:rPr>
        <w:t xml:space="preserve"> Hvis det kan dokumenteres eller sandsynliggøres, at et aktiv er overdraget til markedspris for kontant overdragelse, og forrentning og vilkår i øvrigt ikke afviger fra markedsvilkårene for finansiering af den pågældende type aktiver, kan den aftalte pris umiddelbart lægges til grund som kontantværdi.</w:t>
      </w:r>
    </w:p>
    <w:p w:rsidR="00DE7BEA" w:rsidRPr="00B23E6E" w:rsidRDefault="00DE7BEA" w:rsidP="00DE7BEA">
      <w:pPr>
        <w:spacing w:before="200"/>
        <w:ind w:firstLine="240"/>
        <w:rPr>
          <w:sz w:val="24"/>
          <w:lang w:val="da-DK"/>
        </w:rPr>
      </w:pPr>
      <w:r w:rsidRPr="00B23E6E">
        <w:rPr>
          <w:b/>
          <w:bCs/>
          <w:sz w:val="24"/>
          <w:lang w:val="da-DK"/>
        </w:rPr>
        <w:t>§ </w:t>
      </w:r>
      <w:r w:rsidR="001512EC" w:rsidRPr="00B23E6E">
        <w:rPr>
          <w:b/>
          <w:bCs/>
          <w:sz w:val="24"/>
          <w:lang w:val="da-DK"/>
        </w:rPr>
        <w:t>15</w:t>
      </w:r>
      <w:r w:rsidRPr="00B23E6E">
        <w:rPr>
          <w:b/>
          <w:bCs/>
          <w:sz w:val="24"/>
          <w:lang w:val="da-DK"/>
        </w:rPr>
        <w:t>.</w:t>
      </w:r>
      <w:r w:rsidRPr="00B23E6E">
        <w:rPr>
          <w:sz w:val="24"/>
          <w:lang w:val="da-DK"/>
        </w:rPr>
        <w:t xml:space="preserve"> Lån, der er ydet i form af obligationer, ansættes til kursen.</w:t>
      </w:r>
    </w:p>
    <w:p w:rsidR="00DE7BEA" w:rsidRPr="00B23E6E" w:rsidRDefault="00DE7BEA" w:rsidP="00DE7BEA">
      <w:pPr>
        <w:ind w:firstLine="240"/>
        <w:rPr>
          <w:sz w:val="24"/>
          <w:lang w:val="da-DK"/>
        </w:rPr>
      </w:pPr>
      <w:r w:rsidRPr="00B23E6E">
        <w:rPr>
          <w:i/>
          <w:iCs/>
          <w:sz w:val="24"/>
          <w:lang w:val="da-DK"/>
        </w:rPr>
        <w:lastRenderedPageBreak/>
        <w:t>Stk. 2.</w:t>
      </w:r>
      <w:r w:rsidRPr="00B23E6E">
        <w:rPr>
          <w:sz w:val="24"/>
          <w:lang w:val="da-DK"/>
        </w:rPr>
        <w:t xml:space="preserve"> Kontantlån, der er optaget i forbindelse med overdragelse af fast ejendom, og som modsvares af obligationer, der er optaget til handel på et reguleret marked eller en multilateral handelsfacilitet, ansættes til lånets pålydende. Er kontantlånet ikke optaget i forbindelse med overdragelsen, ansættes kursværdien til kursen for de underliggende obligationer.</w:t>
      </w:r>
    </w:p>
    <w:p w:rsidR="00DE7BEA" w:rsidRPr="00B23E6E" w:rsidRDefault="00DE7BEA" w:rsidP="00DE7BEA">
      <w:pPr>
        <w:ind w:firstLine="240"/>
        <w:rPr>
          <w:sz w:val="24"/>
          <w:lang w:val="da-DK"/>
        </w:rPr>
      </w:pPr>
      <w:r w:rsidRPr="00B23E6E">
        <w:rPr>
          <w:i/>
          <w:iCs/>
          <w:sz w:val="24"/>
          <w:lang w:val="da-DK"/>
        </w:rPr>
        <w:t>Stk. 3.</w:t>
      </w:r>
      <w:r w:rsidRPr="00B23E6E">
        <w:rPr>
          <w:sz w:val="24"/>
          <w:lang w:val="da-DK"/>
        </w:rPr>
        <w:t xml:space="preserve"> Indekslån ansættes til kursen for de underliggende obligationer gange den på overdragelsestidspunktet gældende indeksfaktor.</w:t>
      </w:r>
    </w:p>
    <w:p w:rsidR="00DE7BEA" w:rsidRPr="00B23E6E" w:rsidRDefault="00DE7BEA" w:rsidP="00DE7BEA">
      <w:pPr>
        <w:ind w:firstLine="240"/>
        <w:rPr>
          <w:sz w:val="24"/>
          <w:lang w:val="da-DK"/>
        </w:rPr>
      </w:pPr>
      <w:r w:rsidRPr="00B23E6E">
        <w:rPr>
          <w:i/>
          <w:iCs/>
          <w:sz w:val="24"/>
          <w:lang w:val="da-DK"/>
        </w:rPr>
        <w:t>Stk. 4.</w:t>
      </w:r>
      <w:r w:rsidRPr="00B23E6E">
        <w:rPr>
          <w:sz w:val="24"/>
          <w:lang w:val="da-DK"/>
        </w:rPr>
        <w:t xml:space="preserve"> Anslåede realkreditlån, der senere udbetales kontant, ansættes til den kurs, der er gældende den dag, de underliggende obligationer sælges. Anslåede realkreditlån, der senere overføres til låntagerens konto i Værdipapircentralen, ansættes til den kurs, der er gældende den dag, obligationerne overføres.</w:t>
      </w:r>
    </w:p>
    <w:p w:rsidR="00DE7BEA" w:rsidRPr="00B23E6E" w:rsidRDefault="00DE7BEA" w:rsidP="00DE7BEA">
      <w:pPr>
        <w:ind w:firstLine="240"/>
        <w:rPr>
          <w:sz w:val="24"/>
          <w:lang w:val="da-DK"/>
        </w:rPr>
      </w:pPr>
      <w:r w:rsidRPr="00B23E6E">
        <w:rPr>
          <w:i/>
          <w:iCs/>
          <w:sz w:val="24"/>
          <w:lang w:val="da-DK"/>
        </w:rPr>
        <w:t>Stk. 5.</w:t>
      </w:r>
      <w:r w:rsidRPr="00B23E6E">
        <w:rPr>
          <w:sz w:val="24"/>
          <w:lang w:val="da-DK"/>
        </w:rPr>
        <w:t xml:space="preserve"> Den kurs, der skal anvendes efter reglerne i stk. 1-4, er ”Alle handler Gennemsnitskurs” beregnet af OMX, Københavns Fondsbørs, der er gældende på den dag, hvor overdragelsestidspunktet indtræder, jf. § </w:t>
      </w:r>
      <w:r w:rsidR="0028784E" w:rsidRPr="00B23E6E">
        <w:rPr>
          <w:sz w:val="24"/>
          <w:lang w:val="da-DK"/>
        </w:rPr>
        <w:t>14</w:t>
      </w:r>
      <w:r w:rsidRPr="00B23E6E">
        <w:rPr>
          <w:sz w:val="24"/>
          <w:lang w:val="da-DK"/>
        </w:rPr>
        <w:t>, stk. 1, 1. pkt.</w:t>
      </w:r>
      <w:r w:rsidR="00161D58">
        <w:rPr>
          <w:sz w:val="24"/>
          <w:lang w:val="da-DK"/>
        </w:rPr>
        <w:t>,</w:t>
      </w:r>
      <w:r w:rsidRPr="00B23E6E">
        <w:rPr>
          <w:sz w:val="24"/>
          <w:lang w:val="da-DK"/>
        </w:rPr>
        <w:t xml:space="preserve"> henholdsvis den dag, hvor obligationerne sælges, jf. stk. 4. For så vidt angår obligationer, der er optaget til handel på et andet reguleret marked eller en multilateral handelsfacilitet, anvendes den seneste kurs, hvortil obligationerne er handlet på den relevante dag. Hvis der ikke er handlet den pågældende dag, anvendes den kurs, hvortil obligationerne senest er handlet i forhold til den relevante dag.</w:t>
      </w:r>
    </w:p>
    <w:p w:rsidR="00DE7BEA" w:rsidRPr="00B23E6E" w:rsidRDefault="00DE7BEA" w:rsidP="00DE7BEA">
      <w:pPr>
        <w:spacing w:before="200"/>
        <w:ind w:firstLine="240"/>
        <w:rPr>
          <w:sz w:val="24"/>
          <w:lang w:val="da-DK"/>
        </w:rPr>
      </w:pPr>
      <w:r w:rsidRPr="00B23E6E">
        <w:rPr>
          <w:b/>
          <w:bCs/>
          <w:sz w:val="24"/>
          <w:lang w:val="da-DK"/>
        </w:rPr>
        <w:t>§ </w:t>
      </w:r>
      <w:r w:rsidR="001512EC" w:rsidRPr="00B23E6E">
        <w:rPr>
          <w:b/>
          <w:bCs/>
          <w:sz w:val="24"/>
          <w:lang w:val="da-DK"/>
        </w:rPr>
        <w:t>16</w:t>
      </w:r>
      <w:r w:rsidRPr="00B23E6E">
        <w:rPr>
          <w:b/>
          <w:bCs/>
          <w:sz w:val="24"/>
          <w:lang w:val="da-DK"/>
        </w:rPr>
        <w:t>.</w:t>
      </w:r>
      <w:r w:rsidRPr="00B23E6E">
        <w:rPr>
          <w:sz w:val="24"/>
          <w:lang w:val="da-DK"/>
        </w:rPr>
        <w:t xml:space="preserve"> Pantsikrede lån, som ikke er omfattet af § </w:t>
      </w:r>
      <w:r w:rsidR="0028784E" w:rsidRPr="00B23E6E">
        <w:rPr>
          <w:sz w:val="24"/>
          <w:lang w:val="da-DK"/>
        </w:rPr>
        <w:t>15</w:t>
      </w:r>
      <w:r w:rsidRPr="00B23E6E">
        <w:rPr>
          <w:sz w:val="24"/>
          <w:lang w:val="da-DK"/>
        </w:rPr>
        <w:t>, og som forrentes med en fast procentdel af den til enhver tid gældende restgæld, og hvor restgælden nedbringes over en på forhånd fastsat årrække med lige store eller stigende afdrag, kurs</w:t>
      </w:r>
      <w:r w:rsidRPr="00B23E6E">
        <w:rPr>
          <w:sz w:val="24"/>
          <w:lang w:val="da-DK"/>
        </w:rPr>
        <w:softHyphen/>
        <w:t xml:space="preserve">ansættes til handelsværdien. Som vejledning kan anvendes et af </w:t>
      </w:r>
      <w:r w:rsidR="00205621">
        <w:rPr>
          <w:sz w:val="24"/>
          <w:lang w:val="da-DK"/>
        </w:rPr>
        <w:t xml:space="preserve">SKAT </w:t>
      </w:r>
      <w:r w:rsidRPr="00B23E6E">
        <w:rPr>
          <w:sz w:val="24"/>
          <w:lang w:val="da-DK"/>
        </w:rPr>
        <w:t>offentliggjort tabelmateriale, idet der dog skal tages hensyn til eventuelle særlige forhold.</w:t>
      </w:r>
    </w:p>
    <w:p w:rsidR="00DE7BEA" w:rsidRPr="00B23E6E" w:rsidRDefault="00DE7BEA" w:rsidP="00DE7BEA">
      <w:pPr>
        <w:ind w:firstLine="240"/>
        <w:rPr>
          <w:sz w:val="24"/>
          <w:lang w:val="da-DK"/>
        </w:rPr>
      </w:pPr>
      <w:r w:rsidRPr="00B23E6E">
        <w:rPr>
          <w:i/>
          <w:iCs/>
          <w:sz w:val="24"/>
          <w:lang w:val="da-DK"/>
        </w:rPr>
        <w:t>Stk. 2.</w:t>
      </w:r>
      <w:r w:rsidRPr="00B23E6E">
        <w:rPr>
          <w:sz w:val="24"/>
          <w:lang w:val="da-DK"/>
        </w:rPr>
        <w:t xml:space="preserve"> Udlandslån med statslig kurssikring (K- lån) med en fastsat lav rente i en periode, hvorefter restgælden refinansieres ved optagelsen af et obligationslån, kursansættes i den første periode efter reglerne i stk. 1. Ved afståelse af ejendommen efter den fastsatte periode anvendes reglerne i § </w:t>
      </w:r>
      <w:r w:rsidR="0028784E" w:rsidRPr="00B23E6E">
        <w:rPr>
          <w:sz w:val="24"/>
          <w:lang w:val="da-DK"/>
        </w:rPr>
        <w:t>15</w:t>
      </w:r>
      <w:r w:rsidRPr="00B23E6E">
        <w:rPr>
          <w:sz w:val="24"/>
          <w:lang w:val="da-DK"/>
        </w:rPr>
        <w:t>.</w:t>
      </w:r>
    </w:p>
    <w:p w:rsidR="00DE7BEA" w:rsidRPr="00B23E6E" w:rsidRDefault="00DE7BEA" w:rsidP="00DE7BEA">
      <w:pPr>
        <w:ind w:firstLine="240"/>
        <w:rPr>
          <w:sz w:val="24"/>
          <w:lang w:val="da-DK"/>
        </w:rPr>
      </w:pPr>
      <w:r w:rsidRPr="00B23E6E">
        <w:rPr>
          <w:i/>
          <w:iCs/>
          <w:sz w:val="24"/>
          <w:lang w:val="da-DK"/>
        </w:rPr>
        <w:t>Stk. 3.</w:t>
      </w:r>
      <w:r w:rsidRPr="00B23E6E">
        <w:rPr>
          <w:sz w:val="24"/>
          <w:lang w:val="da-DK"/>
        </w:rPr>
        <w:t xml:space="preserve"> Andre lån, der skal omregnes til kursværdien, ansættes ligeledes efter reglerne i stk. 1.</w:t>
      </w:r>
    </w:p>
    <w:p w:rsidR="00DE7BEA" w:rsidRPr="00B23E6E" w:rsidRDefault="00DE7BEA" w:rsidP="00DE7BEA">
      <w:pPr>
        <w:spacing w:before="200"/>
        <w:ind w:firstLine="240"/>
        <w:rPr>
          <w:sz w:val="24"/>
          <w:lang w:val="da-DK"/>
        </w:rPr>
      </w:pPr>
      <w:r w:rsidRPr="00B23E6E">
        <w:rPr>
          <w:b/>
          <w:bCs/>
          <w:sz w:val="24"/>
          <w:lang w:val="da-DK"/>
        </w:rPr>
        <w:t>§ </w:t>
      </w:r>
      <w:r w:rsidR="001512EC" w:rsidRPr="00B23E6E">
        <w:rPr>
          <w:b/>
          <w:bCs/>
          <w:sz w:val="24"/>
          <w:lang w:val="da-DK"/>
        </w:rPr>
        <w:t>17</w:t>
      </w:r>
      <w:r w:rsidRPr="00B23E6E">
        <w:rPr>
          <w:b/>
          <w:bCs/>
          <w:sz w:val="24"/>
          <w:lang w:val="da-DK"/>
        </w:rPr>
        <w:t>.</w:t>
      </w:r>
      <w:r w:rsidRPr="00B23E6E">
        <w:rPr>
          <w:sz w:val="24"/>
          <w:lang w:val="da-DK"/>
        </w:rPr>
        <w:t xml:space="preserve"> For lån, der kan indfries til pari, kan der normalt kun anvendes en kurs over 100, når dette tilsiges af lånets forrentning sammenholdt med opsigelsesvarslets længde.</w:t>
      </w:r>
    </w:p>
    <w:p w:rsidR="00DE7BEA" w:rsidRPr="00B23E6E" w:rsidRDefault="00DE7BEA" w:rsidP="00DE7BEA">
      <w:pPr>
        <w:spacing w:before="200"/>
        <w:ind w:firstLine="240"/>
        <w:rPr>
          <w:sz w:val="24"/>
          <w:lang w:val="da-DK"/>
        </w:rPr>
      </w:pPr>
      <w:r w:rsidRPr="00B23E6E">
        <w:rPr>
          <w:b/>
          <w:bCs/>
          <w:sz w:val="24"/>
          <w:lang w:val="da-DK"/>
        </w:rPr>
        <w:t>§ </w:t>
      </w:r>
      <w:r w:rsidR="001512EC" w:rsidRPr="00B23E6E">
        <w:rPr>
          <w:b/>
          <w:bCs/>
          <w:sz w:val="24"/>
          <w:lang w:val="da-DK"/>
        </w:rPr>
        <w:t>18</w:t>
      </w:r>
      <w:r w:rsidRPr="00B23E6E">
        <w:rPr>
          <w:b/>
          <w:bCs/>
          <w:sz w:val="24"/>
          <w:lang w:val="da-DK"/>
        </w:rPr>
        <w:t>.</w:t>
      </w:r>
      <w:r w:rsidRPr="00B23E6E">
        <w:rPr>
          <w:sz w:val="24"/>
          <w:lang w:val="da-DK"/>
        </w:rPr>
        <w:t xml:space="preserve"> Forpligtelser til at udrede brugs-, rente- og indtægtsnydelser medtages til den kapitaliserede værdi, opgjort efter bekendtgørelse om fastsættelse af værdien af brugs-, rente- eller indtægtsnydelser ved beregning af arve</w:t>
      </w:r>
      <w:r w:rsidR="00161D58">
        <w:rPr>
          <w:sz w:val="24"/>
          <w:lang w:val="da-DK"/>
        </w:rPr>
        <w:t>afgift</w:t>
      </w:r>
      <w:r w:rsidRPr="00B23E6E">
        <w:rPr>
          <w:sz w:val="24"/>
          <w:lang w:val="da-DK"/>
        </w:rPr>
        <w:t>.</w:t>
      </w:r>
    </w:p>
    <w:p w:rsidR="00DE7BEA" w:rsidRPr="00B23E6E" w:rsidRDefault="00DE7BEA" w:rsidP="00DE7BEA">
      <w:pPr>
        <w:ind w:firstLine="240"/>
        <w:rPr>
          <w:sz w:val="24"/>
          <w:lang w:val="da-DK"/>
        </w:rPr>
      </w:pPr>
      <w:r w:rsidRPr="00B23E6E">
        <w:rPr>
          <w:i/>
          <w:iCs/>
          <w:sz w:val="24"/>
          <w:lang w:val="da-DK"/>
        </w:rPr>
        <w:t>Stk. 2.</w:t>
      </w:r>
      <w:r w:rsidRPr="00B23E6E">
        <w:rPr>
          <w:sz w:val="24"/>
          <w:lang w:val="da-DK"/>
        </w:rPr>
        <w:t xml:space="preserve"> Ved overdragelse af et formuegode, hvorpå der hviler en forpligtelse som nævnt i stk. 1, opgøres kapitalværdien efter ydelsens årlige værdi og kapitaliseringsfaktorerne på overdragelsestidspunktet.</w:t>
      </w:r>
    </w:p>
    <w:p w:rsidR="00DE7BEA" w:rsidRPr="00B23E6E" w:rsidRDefault="00DE7BEA" w:rsidP="00DE7BEA">
      <w:pPr>
        <w:spacing w:before="400" w:after="100"/>
        <w:jc w:val="center"/>
        <w:rPr>
          <w:sz w:val="24"/>
          <w:lang w:val="da-DK"/>
        </w:rPr>
      </w:pPr>
      <w:r w:rsidRPr="00B23E6E">
        <w:rPr>
          <w:sz w:val="24"/>
          <w:lang w:val="da-DK"/>
        </w:rPr>
        <w:t>Kapitel 8</w:t>
      </w:r>
    </w:p>
    <w:p w:rsidR="00DE7BEA" w:rsidRPr="00B23E6E" w:rsidRDefault="00DE7BEA" w:rsidP="00DE7BEA">
      <w:pPr>
        <w:spacing w:after="100"/>
        <w:jc w:val="center"/>
        <w:rPr>
          <w:i/>
          <w:iCs/>
          <w:sz w:val="24"/>
          <w:lang w:val="da-DK"/>
        </w:rPr>
      </w:pPr>
      <w:r w:rsidRPr="00B23E6E">
        <w:rPr>
          <w:i/>
          <w:iCs/>
          <w:sz w:val="24"/>
          <w:lang w:val="da-DK"/>
        </w:rPr>
        <w:t>Dokumentationskrav for pensionsinstitutter</w:t>
      </w:r>
    </w:p>
    <w:p w:rsidR="00DE7BEA" w:rsidRPr="00B23E6E" w:rsidRDefault="00DE7BEA" w:rsidP="00DE7BEA">
      <w:pPr>
        <w:spacing w:before="200"/>
        <w:ind w:firstLine="240"/>
        <w:rPr>
          <w:sz w:val="24"/>
          <w:lang w:val="da-DK"/>
        </w:rPr>
      </w:pPr>
      <w:r w:rsidRPr="00B23E6E">
        <w:rPr>
          <w:b/>
          <w:bCs/>
          <w:sz w:val="24"/>
          <w:lang w:val="da-DK"/>
        </w:rPr>
        <w:t>§ </w:t>
      </w:r>
      <w:r w:rsidR="001512EC" w:rsidRPr="00B23E6E">
        <w:rPr>
          <w:b/>
          <w:bCs/>
          <w:sz w:val="24"/>
          <w:lang w:val="da-DK"/>
        </w:rPr>
        <w:t>19</w:t>
      </w:r>
      <w:r w:rsidRPr="00B23E6E">
        <w:rPr>
          <w:b/>
          <w:bCs/>
          <w:sz w:val="24"/>
          <w:lang w:val="da-DK"/>
        </w:rPr>
        <w:t>.</w:t>
      </w:r>
      <w:r w:rsidRPr="00B23E6E">
        <w:rPr>
          <w:sz w:val="24"/>
          <w:lang w:val="da-DK"/>
        </w:rPr>
        <w:t xml:space="preserve"> Har et pensionsinstitut valgt at opgøre det skattepligtige afkast efter lovens § 4 a, skal det føre regnskab over tilskrivning af årets overskud på rente-, risiko</w:t>
      </w:r>
      <w:r w:rsidR="00905485" w:rsidRPr="00B23E6E">
        <w:rPr>
          <w:sz w:val="24"/>
          <w:lang w:val="da-DK"/>
        </w:rPr>
        <w:t>-</w:t>
      </w:r>
      <w:r w:rsidRPr="00B23E6E">
        <w:rPr>
          <w:sz w:val="24"/>
          <w:lang w:val="da-DK"/>
        </w:rPr>
        <w:t xml:space="preserve"> og omkostningsresultatet for hver enkelt gruppe.</w:t>
      </w:r>
    </w:p>
    <w:p w:rsidR="00DE7BEA" w:rsidRPr="00B23E6E" w:rsidRDefault="00DE7BEA" w:rsidP="00DE7BEA">
      <w:pPr>
        <w:spacing w:before="400" w:after="100"/>
        <w:jc w:val="center"/>
        <w:rPr>
          <w:sz w:val="24"/>
          <w:lang w:val="da-DK"/>
        </w:rPr>
      </w:pPr>
      <w:r w:rsidRPr="00B23E6E">
        <w:rPr>
          <w:sz w:val="24"/>
          <w:lang w:val="da-DK"/>
        </w:rPr>
        <w:lastRenderedPageBreak/>
        <w:t>Kapitel 9</w:t>
      </w:r>
    </w:p>
    <w:p w:rsidR="00DE7BEA" w:rsidRPr="00B23E6E" w:rsidRDefault="00DE7BEA" w:rsidP="00DE7BEA">
      <w:pPr>
        <w:spacing w:after="100"/>
        <w:jc w:val="center"/>
        <w:rPr>
          <w:i/>
          <w:iCs/>
          <w:sz w:val="24"/>
          <w:lang w:val="da-DK"/>
        </w:rPr>
      </w:pPr>
      <w:r w:rsidRPr="00B23E6E">
        <w:rPr>
          <w:i/>
          <w:iCs/>
          <w:sz w:val="24"/>
          <w:lang w:val="da-DK"/>
        </w:rPr>
        <w:t>Underretning</w:t>
      </w:r>
    </w:p>
    <w:p w:rsidR="00DE7BEA" w:rsidRPr="00B23E6E" w:rsidRDefault="00DE7BEA" w:rsidP="00DE7BEA">
      <w:pPr>
        <w:spacing w:before="200"/>
        <w:ind w:firstLine="240"/>
        <w:rPr>
          <w:sz w:val="24"/>
          <w:lang w:val="da-DK"/>
        </w:rPr>
      </w:pPr>
      <w:r w:rsidRPr="00B23E6E">
        <w:rPr>
          <w:b/>
          <w:bCs/>
          <w:sz w:val="24"/>
          <w:lang w:val="da-DK"/>
        </w:rPr>
        <w:t>§ </w:t>
      </w:r>
      <w:r w:rsidR="001512EC" w:rsidRPr="00B23E6E">
        <w:rPr>
          <w:b/>
          <w:bCs/>
          <w:sz w:val="24"/>
          <w:lang w:val="da-DK"/>
        </w:rPr>
        <w:t>20</w:t>
      </w:r>
      <w:r w:rsidRPr="00B23E6E">
        <w:rPr>
          <w:b/>
          <w:bCs/>
          <w:sz w:val="24"/>
          <w:lang w:val="da-DK"/>
        </w:rPr>
        <w:t>.</w:t>
      </w:r>
      <w:r w:rsidRPr="00B23E6E">
        <w:rPr>
          <w:sz w:val="24"/>
          <w:lang w:val="da-DK"/>
        </w:rPr>
        <w:t xml:space="preserve"> Forsikringsselskabet m.v. skal årligt underrette den skattepligtige om skattebeløbet for det foregående indkomstår, jf. lovens § 21.</w:t>
      </w:r>
    </w:p>
    <w:p w:rsidR="00DE7BEA" w:rsidRPr="00B23E6E" w:rsidRDefault="00DE7BEA" w:rsidP="00DE7BEA">
      <w:pPr>
        <w:spacing w:before="200"/>
        <w:ind w:firstLine="240"/>
        <w:rPr>
          <w:sz w:val="24"/>
          <w:lang w:val="da-DK"/>
        </w:rPr>
      </w:pPr>
      <w:r w:rsidRPr="00B23E6E">
        <w:rPr>
          <w:b/>
          <w:bCs/>
          <w:sz w:val="24"/>
          <w:lang w:val="da-DK"/>
        </w:rPr>
        <w:t>§ </w:t>
      </w:r>
      <w:r w:rsidR="001512EC" w:rsidRPr="00B23E6E">
        <w:rPr>
          <w:b/>
          <w:bCs/>
          <w:sz w:val="24"/>
          <w:lang w:val="da-DK"/>
        </w:rPr>
        <w:t>21</w:t>
      </w:r>
      <w:r w:rsidRPr="00B23E6E">
        <w:rPr>
          <w:b/>
          <w:bCs/>
          <w:sz w:val="24"/>
          <w:lang w:val="da-DK"/>
        </w:rPr>
        <w:t>.</w:t>
      </w:r>
      <w:r w:rsidRPr="00B23E6E">
        <w:rPr>
          <w:sz w:val="24"/>
          <w:lang w:val="da-DK"/>
        </w:rPr>
        <w:t xml:space="preserve"> Pengeinstituttet m</w:t>
      </w:r>
      <w:r w:rsidR="005E426B">
        <w:rPr>
          <w:sz w:val="24"/>
          <w:lang w:val="da-DK"/>
        </w:rPr>
        <w:t>.</w:t>
      </w:r>
      <w:r w:rsidRPr="00B23E6E">
        <w:rPr>
          <w:sz w:val="24"/>
          <w:lang w:val="da-DK"/>
        </w:rPr>
        <w:t>v. skal senest 8 uger efter skattens betaling underrette den skattepligtige om skattebeløbet for det foregående indkomstår, jf. lovens § 22.</w:t>
      </w:r>
    </w:p>
    <w:p w:rsidR="00DE7BEA" w:rsidRPr="00B23E6E" w:rsidRDefault="00DE7BEA" w:rsidP="00DE7BEA">
      <w:pPr>
        <w:spacing w:before="200"/>
        <w:ind w:firstLine="240"/>
        <w:rPr>
          <w:sz w:val="24"/>
          <w:lang w:val="da-DK"/>
        </w:rPr>
      </w:pPr>
      <w:r w:rsidRPr="00B23E6E">
        <w:rPr>
          <w:b/>
          <w:bCs/>
          <w:sz w:val="24"/>
          <w:lang w:val="da-DK"/>
        </w:rPr>
        <w:t>§ </w:t>
      </w:r>
      <w:r w:rsidR="001512EC" w:rsidRPr="00B23E6E">
        <w:rPr>
          <w:b/>
          <w:bCs/>
          <w:sz w:val="24"/>
          <w:lang w:val="da-DK"/>
        </w:rPr>
        <w:t>22</w:t>
      </w:r>
      <w:r w:rsidRPr="00B23E6E">
        <w:rPr>
          <w:b/>
          <w:bCs/>
          <w:sz w:val="24"/>
          <w:lang w:val="da-DK"/>
        </w:rPr>
        <w:t>.</w:t>
      </w:r>
      <w:r w:rsidRPr="00B23E6E">
        <w:rPr>
          <w:sz w:val="24"/>
          <w:lang w:val="da-DK"/>
        </w:rPr>
        <w:t xml:space="preserve"> Forsikringsselskabet m</w:t>
      </w:r>
      <w:r w:rsidR="005E426B">
        <w:rPr>
          <w:sz w:val="24"/>
          <w:lang w:val="da-DK"/>
        </w:rPr>
        <w:t>.</w:t>
      </w:r>
      <w:r w:rsidRPr="00B23E6E">
        <w:rPr>
          <w:sz w:val="24"/>
          <w:lang w:val="da-DK"/>
        </w:rPr>
        <w:t xml:space="preserve">v. skal samtidig med indbetaling af skatten efter lovens §§ 23 og 23 a </w:t>
      </w:r>
      <w:proofErr w:type="gramStart"/>
      <w:r w:rsidRPr="00B23E6E">
        <w:rPr>
          <w:sz w:val="24"/>
          <w:lang w:val="da-DK"/>
        </w:rPr>
        <w:t>give</w:t>
      </w:r>
      <w:proofErr w:type="gramEnd"/>
      <w:r w:rsidRPr="00B23E6E">
        <w:rPr>
          <w:sz w:val="24"/>
          <w:lang w:val="da-DK"/>
        </w:rPr>
        <w:t xml:space="preserve"> den skattepligtige underretning om indbetalingen.</w:t>
      </w:r>
    </w:p>
    <w:p w:rsidR="00DE7BEA" w:rsidRPr="00B23E6E" w:rsidRDefault="00DE7BEA" w:rsidP="00DE7BEA">
      <w:pPr>
        <w:spacing w:before="400" w:after="100"/>
        <w:jc w:val="center"/>
        <w:rPr>
          <w:sz w:val="24"/>
          <w:lang w:val="da-DK"/>
        </w:rPr>
      </w:pPr>
      <w:r w:rsidRPr="00B23E6E">
        <w:rPr>
          <w:sz w:val="24"/>
          <w:lang w:val="da-DK"/>
        </w:rPr>
        <w:t>Kapitel 10</w:t>
      </w:r>
    </w:p>
    <w:p w:rsidR="00DE7BEA" w:rsidRPr="00B23E6E" w:rsidRDefault="00DE7BEA" w:rsidP="00DE7BEA">
      <w:pPr>
        <w:spacing w:after="100"/>
        <w:jc w:val="center"/>
        <w:rPr>
          <w:i/>
          <w:iCs/>
          <w:sz w:val="24"/>
          <w:lang w:val="da-DK"/>
        </w:rPr>
      </w:pPr>
      <w:r w:rsidRPr="00B23E6E">
        <w:rPr>
          <w:i/>
          <w:iCs/>
          <w:sz w:val="24"/>
          <w:lang w:val="da-DK"/>
        </w:rPr>
        <w:t>Revisors erklæring</w:t>
      </w:r>
    </w:p>
    <w:p w:rsidR="00DE7BEA" w:rsidRPr="00B23E6E" w:rsidRDefault="00DE7BEA" w:rsidP="00DE7BEA">
      <w:pPr>
        <w:spacing w:before="200"/>
        <w:ind w:firstLine="240"/>
        <w:rPr>
          <w:sz w:val="24"/>
          <w:lang w:val="da-DK"/>
        </w:rPr>
      </w:pPr>
      <w:r w:rsidRPr="00B23E6E">
        <w:rPr>
          <w:b/>
          <w:bCs/>
          <w:sz w:val="24"/>
          <w:lang w:val="da-DK"/>
        </w:rPr>
        <w:t>§ </w:t>
      </w:r>
      <w:r w:rsidR="001512EC" w:rsidRPr="00B23E6E">
        <w:rPr>
          <w:b/>
          <w:bCs/>
          <w:sz w:val="24"/>
          <w:lang w:val="da-DK"/>
        </w:rPr>
        <w:t>23</w:t>
      </w:r>
      <w:r w:rsidRPr="00B23E6E">
        <w:rPr>
          <w:b/>
          <w:bCs/>
          <w:sz w:val="24"/>
          <w:lang w:val="da-DK"/>
        </w:rPr>
        <w:t>.</w:t>
      </w:r>
      <w:r w:rsidRPr="00B23E6E">
        <w:rPr>
          <w:sz w:val="24"/>
          <w:lang w:val="da-DK"/>
        </w:rPr>
        <w:t xml:space="preserve"> Omfattet af dette kapitel er de forsikringsselskaber m.v., der udbyder pensionsordninger omfattet af lovens § 1, stk. 1.</w:t>
      </w:r>
    </w:p>
    <w:p w:rsidR="00DE7BEA" w:rsidRPr="00B23E6E" w:rsidRDefault="00DE7BEA" w:rsidP="00DE7BEA">
      <w:pPr>
        <w:spacing w:before="200"/>
        <w:ind w:firstLine="240"/>
        <w:rPr>
          <w:sz w:val="24"/>
          <w:lang w:val="da-DK"/>
        </w:rPr>
      </w:pPr>
      <w:r w:rsidRPr="00B23E6E">
        <w:rPr>
          <w:b/>
          <w:bCs/>
          <w:sz w:val="24"/>
          <w:lang w:val="da-DK"/>
        </w:rPr>
        <w:t>§ </w:t>
      </w:r>
      <w:r w:rsidR="001512EC" w:rsidRPr="00B23E6E">
        <w:rPr>
          <w:b/>
          <w:bCs/>
          <w:sz w:val="24"/>
          <w:lang w:val="da-DK"/>
        </w:rPr>
        <w:t>24</w:t>
      </w:r>
      <w:r w:rsidRPr="00B23E6E">
        <w:rPr>
          <w:b/>
          <w:bCs/>
          <w:sz w:val="24"/>
          <w:lang w:val="da-DK"/>
        </w:rPr>
        <w:t>.</w:t>
      </w:r>
      <w:r w:rsidRPr="00B23E6E">
        <w:rPr>
          <w:sz w:val="24"/>
          <w:lang w:val="da-DK"/>
        </w:rPr>
        <w:t xml:space="preserve"> Gennemgangen udføres af de revisorer, der er valgt af de forsikringsselskaber m.v., der udbyder pensionsordninger omfattet af </w:t>
      </w:r>
      <w:r w:rsidR="00784D30" w:rsidRPr="00B23E6E">
        <w:rPr>
          <w:sz w:val="24"/>
          <w:lang w:val="da-DK"/>
        </w:rPr>
        <w:t xml:space="preserve">lovens </w:t>
      </w:r>
      <w:r w:rsidRPr="00B23E6E">
        <w:rPr>
          <w:sz w:val="24"/>
          <w:lang w:val="da-DK"/>
        </w:rPr>
        <w:t xml:space="preserve">§ 1, stk. 1. I de forsikringsselskaber m.v., der udbyder pensionsordninger omfattet af </w:t>
      </w:r>
      <w:r w:rsidR="00784D30" w:rsidRPr="00B23E6E">
        <w:rPr>
          <w:sz w:val="24"/>
          <w:lang w:val="da-DK"/>
        </w:rPr>
        <w:t xml:space="preserve">lovens </w:t>
      </w:r>
      <w:r w:rsidRPr="00B23E6E">
        <w:rPr>
          <w:sz w:val="24"/>
          <w:lang w:val="da-DK"/>
        </w:rPr>
        <w:t>§ 1, stk. 1, med intern revision udføres gennemgangen i samarbejde med den interne revision i overensstemmelse med de til enhver tid gældende regler for revision af de pågældende forsikringsselskaber m.v.</w:t>
      </w:r>
    </w:p>
    <w:p w:rsidR="00DE7BEA" w:rsidRPr="00B23E6E" w:rsidRDefault="00DE7BEA" w:rsidP="00DE7BEA">
      <w:pPr>
        <w:spacing w:before="200"/>
        <w:ind w:firstLine="240"/>
        <w:rPr>
          <w:sz w:val="24"/>
          <w:lang w:val="da-DK"/>
        </w:rPr>
      </w:pPr>
      <w:r w:rsidRPr="00B23E6E">
        <w:rPr>
          <w:b/>
          <w:bCs/>
          <w:sz w:val="24"/>
          <w:lang w:val="da-DK"/>
        </w:rPr>
        <w:t>§ </w:t>
      </w:r>
      <w:r w:rsidR="001512EC" w:rsidRPr="00B23E6E">
        <w:rPr>
          <w:b/>
          <w:bCs/>
          <w:sz w:val="24"/>
          <w:lang w:val="da-DK"/>
        </w:rPr>
        <w:t>25</w:t>
      </w:r>
      <w:r w:rsidRPr="00B23E6E">
        <w:rPr>
          <w:b/>
          <w:bCs/>
          <w:sz w:val="24"/>
          <w:lang w:val="da-DK"/>
        </w:rPr>
        <w:t>.</w:t>
      </w:r>
      <w:r w:rsidRPr="00B23E6E">
        <w:rPr>
          <w:sz w:val="24"/>
          <w:lang w:val="da-DK"/>
        </w:rPr>
        <w:t xml:space="preserve"> Gennemgangen foretages i overensstemmelse med god revisorskik.</w:t>
      </w:r>
    </w:p>
    <w:p w:rsidR="00DE7BEA" w:rsidRPr="00B23E6E" w:rsidRDefault="00DE7BEA" w:rsidP="00DE7BEA">
      <w:pPr>
        <w:ind w:firstLine="240"/>
        <w:rPr>
          <w:sz w:val="24"/>
          <w:lang w:val="da-DK"/>
        </w:rPr>
      </w:pPr>
      <w:r w:rsidRPr="00B23E6E">
        <w:rPr>
          <w:i/>
          <w:iCs/>
          <w:sz w:val="24"/>
          <w:lang w:val="da-DK"/>
        </w:rPr>
        <w:t>Stk. 2.</w:t>
      </w:r>
      <w:r w:rsidRPr="00B23E6E">
        <w:rPr>
          <w:sz w:val="24"/>
          <w:lang w:val="da-DK"/>
        </w:rPr>
        <w:t xml:space="preserve"> Ved gennemgangen kontrolleres,</w:t>
      </w:r>
    </w:p>
    <w:p w:rsidR="00DE7BEA" w:rsidRPr="00B23E6E" w:rsidRDefault="00DE7BEA" w:rsidP="00DE7BEA">
      <w:pPr>
        <w:rPr>
          <w:sz w:val="24"/>
          <w:lang w:val="da-DK"/>
        </w:rPr>
      </w:pPr>
      <w:r w:rsidRPr="00B23E6E">
        <w:rPr>
          <w:sz w:val="24"/>
          <w:lang w:val="da-DK"/>
        </w:rPr>
        <w:t>1) at der er etableret forretningsgange og regnskabssystemer, der sikrer, at ordningen administreres i henhold til gældende regler,</w:t>
      </w:r>
    </w:p>
    <w:p w:rsidR="00DE7BEA" w:rsidRPr="00B23E6E" w:rsidRDefault="00DE7BEA" w:rsidP="00DE7BEA">
      <w:pPr>
        <w:rPr>
          <w:sz w:val="24"/>
          <w:lang w:val="da-DK"/>
        </w:rPr>
      </w:pPr>
      <w:r w:rsidRPr="00B23E6E">
        <w:rPr>
          <w:sz w:val="24"/>
          <w:lang w:val="da-DK"/>
        </w:rPr>
        <w:t>2) at forretningsgangene efterleves,</w:t>
      </w:r>
    </w:p>
    <w:p w:rsidR="00DE7BEA" w:rsidRPr="00B23E6E" w:rsidRDefault="00DE7BEA" w:rsidP="00DE7BEA">
      <w:pPr>
        <w:rPr>
          <w:sz w:val="24"/>
          <w:lang w:val="da-DK"/>
        </w:rPr>
      </w:pPr>
      <w:r w:rsidRPr="00B23E6E">
        <w:rPr>
          <w:sz w:val="24"/>
          <w:lang w:val="da-DK"/>
        </w:rPr>
        <w:t>3) at gældende regler for ordningen er overholdt, og</w:t>
      </w:r>
    </w:p>
    <w:p w:rsidR="00DE7BEA" w:rsidRPr="00B23E6E" w:rsidRDefault="00DE7BEA" w:rsidP="00DE7BEA">
      <w:pPr>
        <w:rPr>
          <w:sz w:val="24"/>
          <w:lang w:val="da-DK"/>
        </w:rPr>
      </w:pPr>
      <w:r w:rsidRPr="00B23E6E">
        <w:rPr>
          <w:sz w:val="24"/>
          <w:lang w:val="da-DK"/>
        </w:rPr>
        <w:t>4) at afregningen med staten er sket rettidigt og i overensstemmelse med de bogførte beløb.</w:t>
      </w:r>
    </w:p>
    <w:p w:rsidR="00DE7BEA" w:rsidRPr="00B23E6E" w:rsidRDefault="00DE7BEA" w:rsidP="00DE7BEA">
      <w:pPr>
        <w:spacing w:before="200"/>
        <w:ind w:firstLine="240"/>
        <w:rPr>
          <w:sz w:val="24"/>
          <w:lang w:val="da-DK"/>
        </w:rPr>
      </w:pPr>
      <w:r w:rsidRPr="00B23E6E">
        <w:rPr>
          <w:b/>
          <w:bCs/>
          <w:sz w:val="24"/>
          <w:lang w:val="da-DK"/>
        </w:rPr>
        <w:t>§ </w:t>
      </w:r>
      <w:r w:rsidR="001512EC" w:rsidRPr="00B23E6E">
        <w:rPr>
          <w:b/>
          <w:bCs/>
          <w:sz w:val="24"/>
          <w:lang w:val="da-DK"/>
        </w:rPr>
        <w:t>26</w:t>
      </w:r>
      <w:r w:rsidRPr="00B23E6E">
        <w:rPr>
          <w:b/>
          <w:bCs/>
          <w:sz w:val="24"/>
          <w:lang w:val="da-DK"/>
        </w:rPr>
        <w:t>.</w:t>
      </w:r>
      <w:r w:rsidRPr="00B23E6E">
        <w:rPr>
          <w:sz w:val="24"/>
          <w:lang w:val="da-DK"/>
        </w:rPr>
        <w:t xml:space="preserve"> Gennemgangen kan udføres ved stikprøvevise undersøgelser. Gennemgangens omfang afhænger af forsikringsselskabernes m.v. administrative struktur og forretningsgange, herunder den interne kontrol og andre forhold af betydning for administrationen af ordningen, samt antallet af sager og disses beløbsmæssige størrelse.</w:t>
      </w:r>
    </w:p>
    <w:p w:rsidR="00DE7BEA" w:rsidRPr="00B23E6E" w:rsidRDefault="00DE7BEA" w:rsidP="00DE7BEA">
      <w:pPr>
        <w:spacing w:before="200"/>
        <w:ind w:firstLine="240"/>
        <w:rPr>
          <w:sz w:val="24"/>
          <w:lang w:val="da-DK"/>
        </w:rPr>
      </w:pPr>
      <w:r w:rsidRPr="00B23E6E">
        <w:rPr>
          <w:b/>
          <w:bCs/>
          <w:sz w:val="24"/>
          <w:lang w:val="da-DK"/>
        </w:rPr>
        <w:t>§ </w:t>
      </w:r>
      <w:r w:rsidR="001512EC" w:rsidRPr="00B23E6E">
        <w:rPr>
          <w:b/>
          <w:bCs/>
          <w:sz w:val="24"/>
          <w:lang w:val="da-DK"/>
        </w:rPr>
        <w:t>27</w:t>
      </w:r>
      <w:r w:rsidRPr="00B23E6E">
        <w:rPr>
          <w:b/>
          <w:bCs/>
          <w:sz w:val="24"/>
          <w:lang w:val="da-DK"/>
        </w:rPr>
        <w:t>.</w:t>
      </w:r>
      <w:r w:rsidRPr="00B23E6E">
        <w:rPr>
          <w:sz w:val="24"/>
          <w:lang w:val="da-DK"/>
        </w:rPr>
        <w:t xml:space="preserve"> Forsikringsselskaberne m.v. skal give revisor de oplysninger, som må anses af betydning for gennemgang af ordningen. Forsikringsselskaberne m.v. skal give revisor adgang til at foretage de undersøgelser, denne finder nødvendige, og skal sørge for, at revisor får de oplysninger og den bistand, som revisor anser for nødvendig for udførelsen af sit hverv.</w:t>
      </w:r>
    </w:p>
    <w:p w:rsidR="00DE7BEA" w:rsidRPr="00B23E6E" w:rsidRDefault="00DE7BEA" w:rsidP="00DE7BEA">
      <w:pPr>
        <w:spacing w:before="200"/>
        <w:ind w:firstLine="240"/>
        <w:rPr>
          <w:sz w:val="24"/>
          <w:lang w:val="da-DK"/>
        </w:rPr>
      </w:pPr>
      <w:r w:rsidRPr="00B23E6E">
        <w:rPr>
          <w:b/>
          <w:bCs/>
          <w:sz w:val="24"/>
          <w:lang w:val="da-DK"/>
        </w:rPr>
        <w:t>§ </w:t>
      </w:r>
      <w:r w:rsidR="001512EC" w:rsidRPr="00B23E6E">
        <w:rPr>
          <w:b/>
          <w:bCs/>
          <w:sz w:val="24"/>
          <w:lang w:val="da-DK"/>
        </w:rPr>
        <w:t>28</w:t>
      </w:r>
      <w:r w:rsidRPr="00B23E6E">
        <w:rPr>
          <w:b/>
          <w:bCs/>
          <w:sz w:val="24"/>
          <w:lang w:val="da-DK"/>
        </w:rPr>
        <w:t>.</w:t>
      </w:r>
      <w:r w:rsidRPr="00B23E6E">
        <w:rPr>
          <w:sz w:val="24"/>
          <w:lang w:val="da-DK"/>
        </w:rPr>
        <w:t xml:space="preserve"> Revisor skal indsende en underskrevet erklæring om, at forsikringsselskabernes m.v. endelige opgørelse til </w:t>
      </w:r>
      <w:r w:rsidR="00E239BD">
        <w:rPr>
          <w:sz w:val="24"/>
          <w:lang w:val="da-DK"/>
        </w:rPr>
        <w:t>SKAT</w:t>
      </w:r>
      <w:r w:rsidRPr="00B23E6E">
        <w:rPr>
          <w:sz w:val="24"/>
          <w:lang w:val="da-DK"/>
        </w:rPr>
        <w:t>, jf. loven</w:t>
      </w:r>
      <w:r w:rsidR="00FA6227" w:rsidRPr="00B23E6E">
        <w:rPr>
          <w:sz w:val="24"/>
          <w:lang w:val="da-DK"/>
        </w:rPr>
        <w:t>s</w:t>
      </w:r>
      <w:r w:rsidRPr="00B23E6E">
        <w:rPr>
          <w:sz w:val="24"/>
          <w:lang w:val="da-DK"/>
        </w:rPr>
        <w:t xml:space="preserve"> §§ 21-23 a, er gennemgået i overensstemmelse med reglerne i denne bekendtgørelse. Forbehold og/eller supplerende oplysninger skal fremgå af erklæringen. Eventuelle periodiske erklæringer kan påtegnes af den interne revision, hvor en sådan forefindes. For pengeinstitutter indsendes revisors erklæring til </w:t>
      </w:r>
      <w:r w:rsidR="00205621">
        <w:rPr>
          <w:sz w:val="24"/>
          <w:lang w:val="da-DK"/>
        </w:rPr>
        <w:t xml:space="preserve">SKAT </w:t>
      </w:r>
      <w:r w:rsidRPr="00B23E6E">
        <w:rPr>
          <w:sz w:val="24"/>
          <w:lang w:val="da-DK"/>
        </w:rPr>
        <w:t>senest den 1. maj i året efter indkomståret og for pensionsinstitutter senest den 1. juli i året efter indkomståret.</w:t>
      </w:r>
    </w:p>
    <w:p w:rsidR="00DE7BEA" w:rsidRPr="00B23E6E" w:rsidRDefault="00DE7BEA" w:rsidP="00DE7BEA">
      <w:pPr>
        <w:ind w:firstLine="240"/>
        <w:rPr>
          <w:sz w:val="24"/>
          <w:lang w:val="da-DK"/>
        </w:rPr>
      </w:pPr>
      <w:r w:rsidRPr="00B23E6E">
        <w:rPr>
          <w:i/>
          <w:iCs/>
          <w:sz w:val="24"/>
          <w:lang w:val="da-DK"/>
        </w:rPr>
        <w:lastRenderedPageBreak/>
        <w:t>Stk. 2.</w:t>
      </w:r>
      <w:r w:rsidRPr="00B23E6E">
        <w:rPr>
          <w:sz w:val="24"/>
          <w:lang w:val="da-DK"/>
        </w:rPr>
        <w:t xml:space="preserve"> Revisor påser, at forsikringsselskabernes m.v. endelige opgørelse til </w:t>
      </w:r>
      <w:r w:rsidR="00E239BD">
        <w:rPr>
          <w:sz w:val="24"/>
          <w:lang w:val="da-DK"/>
        </w:rPr>
        <w:t>SKAT</w:t>
      </w:r>
      <w:r w:rsidRPr="00B23E6E">
        <w:rPr>
          <w:sz w:val="24"/>
          <w:lang w:val="da-DK"/>
        </w:rPr>
        <w:t xml:space="preserve">, jf. lovens §§ 21-23 a, indeholder de fornødne oplysninger om, hvilken ordning og hvilket forsikringsselskab m.v. samt hvilken periode den vedrører. Endvidere påses, at den indeholder de af </w:t>
      </w:r>
      <w:r w:rsidR="00205621">
        <w:rPr>
          <w:sz w:val="24"/>
          <w:lang w:val="da-DK"/>
        </w:rPr>
        <w:t xml:space="preserve">SKAT </w:t>
      </w:r>
      <w:r w:rsidRPr="00B23E6E">
        <w:rPr>
          <w:sz w:val="24"/>
          <w:lang w:val="da-DK"/>
        </w:rPr>
        <w:t>krævede oplysninger, samt at den er forsynet med datering og underskrift fra forsikringsselskabets m.v. direktion/administration. Såfremt der er væsentlige forhold, der efter revisors opfattelse giver anledning til bemærkninger over for</w:t>
      </w:r>
      <w:r w:rsidR="00E239BD">
        <w:rPr>
          <w:sz w:val="24"/>
          <w:lang w:val="da-DK"/>
        </w:rPr>
        <w:t xml:space="preserve"> SKAT</w:t>
      </w:r>
      <w:r w:rsidRPr="00B23E6E">
        <w:rPr>
          <w:sz w:val="24"/>
          <w:lang w:val="da-DK"/>
        </w:rPr>
        <w:t>, skal revisor påse, at de er indeholdt i forsikringsselskabets m.v. opgørelse.</w:t>
      </w:r>
    </w:p>
    <w:p w:rsidR="00DE7BEA" w:rsidRPr="00B23E6E" w:rsidRDefault="00DE7BEA" w:rsidP="00DE7BEA">
      <w:pPr>
        <w:spacing w:before="200"/>
        <w:ind w:firstLine="240"/>
        <w:rPr>
          <w:sz w:val="24"/>
          <w:lang w:val="da-DK"/>
        </w:rPr>
      </w:pPr>
      <w:r w:rsidRPr="00B23E6E">
        <w:rPr>
          <w:b/>
          <w:bCs/>
          <w:sz w:val="24"/>
          <w:lang w:val="da-DK"/>
        </w:rPr>
        <w:t>§ </w:t>
      </w:r>
      <w:r w:rsidR="001512EC" w:rsidRPr="00B23E6E">
        <w:rPr>
          <w:b/>
          <w:bCs/>
          <w:sz w:val="24"/>
          <w:lang w:val="da-DK"/>
        </w:rPr>
        <w:t>29</w:t>
      </w:r>
      <w:r w:rsidRPr="00B23E6E">
        <w:rPr>
          <w:b/>
          <w:bCs/>
          <w:sz w:val="24"/>
          <w:lang w:val="da-DK"/>
        </w:rPr>
        <w:t>.</w:t>
      </w:r>
      <w:r w:rsidRPr="00B23E6E">
        <w:rPr>
          <w:sz w:val="24"/>
          <w:lang w:val="da-DK"/>
        </w:rPr>
        <w:t xml:space="preserve"> Bliver revisor opmærksom på lovovertrædelser eller tilsidesættelser af forskrifter af væsentlig betydning i forbindelse med ordningens forvaltning eller de i § </w:t>
      </w:r>
      <w:r w:rsidR="00787F32" w:rsidRPr="00B23E6E">
        <w:rPr>
          <w:sz w:val="24"/>
          <w:lang w:val="da-DK"/>
        </w:rPr>
        <w:t xml:space="preserve">28 </w:t>
      </w:r>
      <w:r w:rsidRPr="00B23E6E">
        <w:rPr>
          <w:sz w:val="24"/>
          <w:lang w:val="da-DK"/>
        </w:rPr>
        <w:t xml:space="preserve">nævnte forhold, skal revisor anmode forsikringsselskabet m.v. om inden 3 uger at give </w:t>
      </w:r>
      <w:r w:rsidR="00205621">
        <w:rPr>
          <w:sz w:val="24"/>
          <w:lang w:val="da-DK"/>
        </w:rPr>
        <w:t xml:space="preserve">SKAT </w:t>
      </w:r>
      <w:r w:rsidRPr="00B23E6E">
        <w:rPr>
          <w:sz w:val="24"/>
          <w:lang w:val="da-DK"/>
        </w:rPr>
        <w:t>meddelelse herom. Oplysninger om disse forhold, herunder at revisor har fremsat den nævnte anmodning til forsikringsselskabet m.v.</w:t>
      </w:r>
      <w:r w:rsidR="0057602C">
        <w:rPr>
          <w:sz w:val="24"/>
          <w:lang w:val="da-DK"/>
        </w:rPr>
        <w:t>,</w:t>
      </w:r>
      <w:r w:rsidRPr="00B23E6E">
        <w:rPr>
          <w:sz w:val="24"/>
          <w:lang w:val="da-DK"/>
        </w:rPr>
        <w:t xml:space="preserve"> skal fremgå af revisorerklæringerne til</w:t>
      </w:r>
      <w:r w:rsidR="00E239BD">
        <w:rPr>
          <w:sz w:val="24"/>
          <w:lang w:val="da-DK"/>
        </w:rPr>
        <w:t xml:space="preserve"> SKAT</w:t>
      </w:r>
      <w:r w:rsidRPr="00B23E6E">
        <w:rPr>
          <w:sz w:val="24"/>
          <w:lang w:val="da-DK"/>
        </w:rPr>
        <w:t>.</w:t>
      </w:r>
    </w:p>
    <w:p w:rsidR="00DE7BEA" w:rsidRPr="00B23E6E" w:rsidRDefault="00DE7BEA" w:rsidP="00DE7BEA">
      <w:pPr>
        <w:spacing w:before="400" w:after="100"/>
        <w:jc w:val="center"/>
        <w:rPr>
          <w:sz w:val="24"/>
          <w:lang w:val="da-DK"/>
        </w:rPr>
      </w:pPr>
      <w:r w:rsidRPr="00B23E6E">
        <w:rPr>
          <w:sz w:val="24"/>
          <w:lang w:val="da-DK"/>
        </w:rPr>
        <w:t>Kapitel 11</w:t>
      </w:r>
    </w:p>
    <w:p w:rsidR="00DE7BEA" w:rsidRPr="00B23E6E" w:rsidRDefault="00DE7BEA" w:rsidP="00DE7BEA">
      <w:pPr>
        <w:spacing w:after="100"/>
        <w:jc w:val="center"/>
        <w:rPr>
          <w:i/>
          <w:iCs/>
          <w:sz w:val="24"/>
          <w:lang w:val="da-DK"/>
        </w:rPr>
      </w:pPr>
      <w:r w:rsidRPr="00B23E6E">
        <w:rPr>
          <w:i/>
          <w:iCs/>
          <w:sz w:val="24"/>
          <w:lang w:val="da-DK"/>
        </w:rPr>
        <w:t>Straffebestemmelser</w:t>
      </w:r>
    </w:p>
    <w:p w:rsidR="00DE7BEA" w:rsidRPr="00B23E6E" w:rsidRDefault="00DE7BEA" w:rsidP="00DE7BEA">
      <w:pPr>
        <w:spacing w:before="200"/>
        <w:ind w:firstLine="240"/>
        <w:rPr>
          <w:sz w:val="24"/>
          <w:lang w:val="da-DK"/>
        </w:rPr>
      </w:pPr>
      <w:r w:rsidRPr="00B23E6E">
        <w:rPr>
          <w:b/>
          <w:bCs/>
          <w:sz w:val="24"/>
          <w:lang w:val="da-DK"/>
        </w:rPr>
        <w:t>§ </w:t>
      </w:r>
      <w:r w:rsidR="001512EC" w:rsidRPr="00B23E6E">
        <w:rPr>
          <w:b/>
          <w:bCs/>
          <w:sz w:val="24"/>
          <w:lang w:val="da-DK"/>
        </w:rPr>
        <w:t>30</w:t>
      </w:r>
      <w:r w:rsidRPr="00B23E6E">
        <w:rPr>
          <w:b/>
          <w:bCs/>
          <w:sz w:val="24"/>
          <w:lang w:val="da-DK"/>
        </w:rPr>
        <w:t>.</w:t>
      </w:r>
      <w:r w:rsidRPr="00B23E6E">
        <w:rPr>
          <w:sz w:val="24"/>
          <w:lang w:val="da-DK"/>
        </w:rPr>
        <w:t xml:space="preserve"> Overtrædelse af §§ 1-</w:t>
      </w:r>
      <w:r w:rsidR="00787F32" w:rsidRPr="00B23E6E">
        <w:rPr>
          <w:sz w:val="24"/>
          <w:lang w:val="da-DK"/>
        </w:rPr>
        <w:t xml:space="preserve">6 </w:t>
      </w:r>
      <w:r w:rsidRPr="00B23E6E">
        <w:rPr>
          <w:sz w:val="24"/>
          <w:lang w:val="da-DK"/>
        </w:rPr>
        <w:t>og § </w:t>
      </w:r>
      <w:r w:rsidR="00787F32" w:rsidRPr="00B23E6E">
        <w:rPr>
          <w:sz w:val="24"/>
          <w:lang w:val="da-DK"/>
        </w:rPr>
        <w:t xml:space="preserve">11 </w:t>
      </w:r>
      <w:r w:rsidRPr="00B23E6E">
        <w:rPr>
          <w:sz w:val="24"/>
          <w:lang w:val="da-DK"/>
        </w:rPr>
        <w:t>straffes med bøde, såfremt overtrædelsen er begået forsætligt eller ved grov uagtsomhed.</w:t>
      </w:r>
    </w:p>
    <w:p w:rsidR="00DE7BEA" w:rsidRPr="00B23E6E" w:rsidRDefault="00DE7BEA" w:rsidP="00DE7BEA">
      <w:pPr>
        <w:ind w:firstLine="240"/>
        <w:rPr>
          <w:sz w:val="24"/>
          <w:lang w:val="da-DK"/>
        </w:rPr>
      </w:pPr>
      <w:r w:rsidRPr="00B23E6E">
        <w:rPr>
          <w:i/>
          <w:iCs/>
          <w:sz w:val="24"/>
          <w:lang w:val="da-DK"/>
        </w:rPr>
        <w:t>Stk. 2.</w:t>
      </w:r>
      <w:r w:rsidRPr="00B23E6E">
        <w:rPr>
          <w:sz w:val="24"/>
          <w:lang w:val="da-DK"/>
        </w:rPr>
        <w:t xml:space="preserve"> Er højere straf forskyldt efter lovens bestemmelser, finder disse i stedet anvendelse.</w:t>
      </w:r>
    </w:p>
    <w:p w:rsidR="00DE7BEA" w:rsidRPr="00B23E6E" w:rsidRDefault="00DE7BEA" w:rsidP="00DE7BEA">
      <w:pPr>
        <w:spacing w:before="200"/>
        <w:ind w:firstLine="240"/>
        <w:rPr>
          <w:sz w:val="24"/>
          <w:lang w:val="da-DK"/>
        </w:rPr>
      </w:pPr>
      <w:r w:rsidRPr="00B23E6E">
        <w:rPr>
          <w:b/>
          <w:bCs/>
          <w:sz w:val="24"/>
          <w:lang w:val="da-DK"/>
        </w:rPr>
        <w:t>§ </w:t>
      </w:r>
      <w:r w:rsidR="001512EC" w:rsidRPr="00B23E6E">
        <w:rPr>
          <w:b/>
          <w:bCs/>
          <w:sz w:val="24"/>
          <w:lang w:val="da-DK"/>
        </w:rPr>
        <w:t>31</w:t>
      </w:r>
      <w:r w:rsidRPr="00B23E6E">
        <w:rPr>
          <w:b/>
          <w:bCs/>
          <w:sz w:val="24"/>
          <w:lang w:val="da-DK"/>
        </w:rPr>
        <w:t>.</w:t>
      </w:r>
      <w:r w:rsidRPr="00B23E6E">
        <w:rPr>
          <w:sz w:val="24"/>
          <w:lang w:val="da-DK"/>
        </w:rPr>
        <w:t xml:space="preserve"> Der kan pålægges selskaber m.v. (juridiske personer) strafansvar efter reglerne i straffelovens 5. kapitel.</w:t>
      </w:r>
    </w:p>
    <w:p w:rsidR="00DE7BEA" w:rsidRPr="00B23E6E" w:rsidRDefault="00DE7BEA" w:rsidP="00DE7BEA">
      <w:pPr>
        <w:spacing w:before="400" w:after="100"/>
        <w:jc w:val="center"/>
        <w:rPr>
          <w:sz w:val="24"/>
          <w:lang w:val="da-DK"/>
        </w:rPr>
      </w:pPr>
      <w:r w:rsidRPr="00B23E6E">
        <w:rPr>
          <w:sz w:val="24"/>
          <w:lang w:val="da-DK"/>
        </w:rPr>
        <w:t>Kapitel 12</w:t>
      </w:r>
    </w:p>
    <w:p w:rsidR="00DE7BEA" w:rsidRPr="00B23E6E" w:rsidRDefault="00DE7BEA" w:rsidP="00DE7BEA">
      <w:pPr>
        <w:spacing w:after="100"/>
        <w:jc w:val="center"/>
        <w:rPr>
          <w:i/>
          <w:iCs/>
          <w:sz w:val="24"/>
          <w:lang w:val="da-DK"/>
        </w:rPr>
      </w:pPr>
      <w:r w:rsidRPr="00B23E6E">
        <w:rPr>
          <w:i/>
          <w:iCs/>
          <w:sz w:val="24"/>
          <w:lang w:val="da-DK"/>
        </w:rPr>
        <w:t>Ikrafttrædelsesbestemmelser</w:t>
      </w:r>
    </w:p>
    <w:p w:rsidR="00DE7BEA" w:rsidRPr="00B23E6E" w:rsidRDefault="00DE7BEA" w:rsidP="00905485">
      <w:pPr>
        <w:spacing w:before="200"/>
        <w:ind w:firstLine="240"/>
        <w:rPr>
          <w:sz w:val="24"/>
          <w:lang w:val="da-DK"/>
        </w:rPr>
      </w:pPr>
      <w:r w:rsidRPr="00B23E6E">
        <w:rPr>
          <w:b/>
          <w:bCs/>
          <w:sz w:val="24"/>
          <w:lang w:val="da-DK"/>
        </w:rPr>
        <w:t>§ </w:t>
      </w:r>
      <w:r w:rsidR="001512EC" w:rsidRPr="00B23E6E">
        <w:rPr>
          <w:b/>
          <w:bCs/>
          <w:sz w:val="24"/>
          <w:lang w:val="da-DK"/>
        </w:rPr>
        <w:t>32</w:t>
      </w:r>
      <w:r w:rsidRPr="00B23E6E">
        <w:rPr>
          <w:b/>
          <w:bCs/>
          <w:sz w:val="24"/>
          <w:lang w:val="da-DK"/>
        </w:rPr>
        <w:t>.</w:t>
      </w:r>
      <w:r w:rsidRPr="00B23E6E">
        <w:rPr>
          <w:sz w:val="24"/>
          <w:lang w:val="da-DK"/>
        </w:rPr>
        <w:t xml:space="preserve"> Bekendtgørelsen træder i kraft den 1. </w:t>
      </w:r>
      <w:r w:rsidR="00190485">
        <w:rPr>
          <w:sz w:val="24"/>
          <w:lang w:val="da-DK"/>
        </w:rPr>
        <w:t>november</w:t>
      </w:r>
      <w:r w:rsidR="00190485" w:rsidRPr="00B23E6E">
        <w:rPr>
          <w:sz w:val="24"/>
          <w:lang w:val="da-DK"/>
        </w:rPr>
        <w:t xml:space="preserve"> </w:t>
      </w:r>
      <w:r w:rsidRPr="00B23E6E">
        <w:rPr>
          <w:sz w:val="24"/>
          <w:lang w:val="da-DK"/>
        </w:rPr>
        <w:t>201</w:t>
      </w:r>
      <w:r w:rsidR="00190485">
        <w:rPr>
          <w:sz w:val="24"/>
          <w:lang w:val="da-DK"/>
        </w:rPr>
        <w:t>4</w:t>
      </w:r>
      <w:r w:rsidR="00CC2B87">
        <w:rPr>
          <w:sz w:val="24"/>
          <w:lang w:val="da-DK"/>
        </w:rPr>
        <w:t>.</w:t>
      </w:r>
    </w:p>
    <w:p w:rsidR="00DE7BEA" w:rsidRPr="00B23E6E" w:rsidRDefault="00A76485" w:rsidP="00DE7BEA">
      <w:pPr>
        <w:ind w:firstLine="240"/>
        <w:rPr>
          <w:sz w:val="24"/>
          <w:lang w:val="da-DK"/>
        </w:rPr>
      </w:pPr>
      <w:r>
        <w:rPr>
          <w:i/>
          <w:sz w:val="24"/>
          <w:lang w:val="da-DK"/>
        </w:rPr>
        <w:t xml:space="preserve">Stk. </w:t>
      </w:r>
      <w:r w:rsidR="00190485">
        <w:rPr>
          <w:i/>
          <w:sz w:val="24"/>
          <w:lang w:val="da-DK"/>
        </w:rPr>
        <w:t>2</w:t>
      </w:r>
      <w:r>
        <w:rPr>
          <w:i/>
          <w:sz w:val="24"/>
          <w:lang w:val="da-DK"/>
        </w:rPr>
        <w:t xml:space="preserve">. </w:t>
      </w:r>
      <w:r>
        <w:rPr>
          <w:sz w:val="24"/>
          <w:lang w:val="da-DK"/>
        </w:rPr>
        <w:t>Bekendtgørelse</w:t>
      </w:r>
      <w:r w:rsidR="00DE7BEA" w:rsidRPr="00B23E6E">
        <w:rPr>
          <w:sz w:val="24"/>
          <w:lang w:val="da-DK"/>
        </w:rPr>
        <w:t xml:space="preserve"> nr. </w:t>
      </w:r>
      <w:r w:rsidR="00190485">
        <w:rPr>
          <w:sz w:val="24"/>
          <w:lang w:val="da-DK"/>
        </w:rPr>
        <w:t>1634</w:t>
      </w:r>
      <w:r w:rsidR="00190485" w:rsidRPr="00B23E6E">
        <w:rPr>
          <w:sz w:val="24"/>
          <w:lang w:val="da-DK"/>
        </w:rPr>
        <w:t xml:space="preserve"> </w:t>
      </w:r>
      <w:r w:rsidR="00DE7BEA" w:rsidRPr="00B23E6E">
        <w:rPr>
          <w:sz w:val="24"/>
          <w:lang w:val="da-DK"/>
        </w:rPr>
        <w:t xml:space="preserve">af </w:t>
      </w:r>
      <w:r w:rsidR="00190485">
        <w:rPr>
          <w:sz w:val="24"/>
          <w:lang w:val="da-DK"/>
        </w:rPr>
        <w:t>21</w:t>
      </w:r>
      <w:r w:rsidR="00DE7BEA" w:rsidRPr="00B23E6E">
        <w:rPr>
          <w:sz w:val="24"/>
          <w:lang w:val="da-DK"/>
        </w:rPr>
        <w:t xml:space="preserve">. december </w:t>
      </w:r>
      <w:r w:rsidR="00190485" w:rsidRPr="00B23E6E">
        <w:rPr>
          <w:sz w:val="24"/>
          <w:lang w:val="da-DK"/>
        </w:rPr>
        <w:t>20</w:t>
      </w:r>
      <w:r w:rsidR="00190485">
        <w:rPr>
          <w:sz w:val="24"/>
          <w:lang w:val="da-DK"/>
        </w:rPr>
        <w:t>10</w:t>
      </w:r>
      <w:r w:rsidR="00190485" w:rsidRPr="00B23E6E">
        <w:rPr>
          <w:sz w:val="24"/>
          <w:lang w:val="da-DK"/>
        </w:rPr>
        <w:t xml:space="preserve"> </w:t>
      </w:r>
      <w:r w:rsidR="00DE7BEA" w:rsidRPr="00B23E6E">
        <w:rPr>
          <w:sz w:val="24"/>
          <w:lang w:val="da-DK"/>
        </w:rPr>
        <w:t>om visse regler i pensionsafkastbeskatningsloven</w:t>
      </w:r>
      <w:r w:rsidR="001A2816">
        <w:rPr>
          <w:sz w:val="24"/>
          <w:lang w:val="da-DK"/>
        </w:rPr>
        <w:t xml:space="preserve"> </w:t>
      </w:r>
      <w:r>
        <w:rPr>
          <w:sz w:val="24"/>
          <w:lang w:val="da-DK"/>
        </w:rPr>
        <w:t>ophæves</w:t>
      </w:r>
      <w:r w:rsidR="00DE7BEA" w:rsidRPr="00B23E6E">
        <w:rPr>
          <w:sz w:val="24"/>
          <w:lang w:val="da-DK"/>
        </w:rPr>
        <w:t>.</w:t>
      </w:r>
    </w:p>
    <w:p w:rsidR="00DE7BEA" w:rsidRPr="00B23E6E" w:rsidRDefault="00DE7BEA">
      <w:pPr>
        <w:widowControl/>
        <w:spacing w:line="288" w:lineRule="auto"/>
        <w:jc w:val="both"/>
        <w:rPr>
          <w:sz w:val="24"/>
          <w:lang w:val="da-DK"/>
        </w:rPr>
      </w:pPr>
    </w:p>
    <w:p w:rsidR="00631FF5" w:rsidRPr="00B23E6E" w:rsidRDefault="00631FF5">
      <w:pPr>
        <w:widowControl/>
        <w:spacing w:line="288" w:lineRule="auto"/>
        <w:jc w:val="both"/>
        <w:rPr>
          <w:sz w:val="24"/>
          <w:lang w:val="da-DK"/>
        </w:rPr>
      </w:pPr>
      <w:bookmarkStart w:id="3" w:name="QuickMark"/>
      <w:bookmarkEnd w:id="3"/>
    </w:p>
    <w:p w:rsidR="00631FF5" w:rsidRPr="00B23E6E" w:rsidRDefault="00631FF5" w:rsidP="001468BE">
      <w:pPr>
        <w:widowControl/>
        <w:spacing w:line="288" w:lineRule="auto"/>
        <w:ind w:firstLine="850"/>
        <w:rPr>
          <w:sz w:val="24"/>
          <w:lang w:val="da-DK"/>
        </w:rPr>
      </w:pPr>
      <w:r w:rsidRPr="00B23E6E">
        <w:rPr>
          <w:sz w:val="24"/>
          <w:lang w:val="da-DK"/>
        </w:rPr>
        <w:t>Skatteministeriet</w:t>
      </w:r>
      <w:r w:rsidR="001468BE" w:rsidRPr="00B23E6E">
        <w:rPr>
          <w:sz w:val="24"/>
          <w:lang w:val="da-DK"/>
        </w:rPr>
        <w:t>,</w:t>
      </w:r>
      <w:r w:rsidRPr="00B23E6E">
        <w:rPr>
          <w:sz w:val="24"/>
          <w:lang w:val="da-DK"/>
        </w:rPr>
        <w:t xml:space="preserve"> den</w:t>
      </w:r>
      <w:r w:rsidR="001468BE" w:rsidRPr="00B23E6E">
        <w:rPr>
          <w:sz w:val="24"/>
          <w:lang w:val="da-DK"/>
        </w:rPr>
        <w:t xml:space="preserve"> </w:t>
      </w:r>
    </w:p>
    <w:p w:rsidR="00631FF5" w:rsidRPr="00B23E6E" w:rsidRDefault="00631FF5" w:rsidP="001468BE">
      <w:pPr>
        <w:widowControl/>
        <w:spacing w:line="288" w:lineRule="auto"/>
        <w:rPr>
          <w:sz w:val="24"/>
          <w:lang w:val="da-DK"/>
        </w:rPr>
      </w:pPr>
    </w:p>
    <w:p w:rsidR="00631FF5" w:rsidRPr="00B23E6E" w:rsidRDefault="00631FF5" w:rsidP="001468BE">
      <w:pPr>
        <w:widowControl/>
        <w:spacing w:line="288" w:lineRule="auto"/>
        <w:rPr>
          <w:sz w:val="24"/>
          <w:lang w:val="da-DK"/>
        </w:rPr>
      </w:pPr>
    </w:p>
    <w:p w:rsidR="001468BE" w:rsidRPr="00B23E6E" w:rsidRDefault="001468BE" w:rsidP="001468BE">
      <w:pPr>
        <w:widowControl/>
        <w:spacing w:line="288" w:lineRule="auto"/>
        <w:rPr>
          <w:sz w:val="24"/>
          <w:lang w:val="da-DK"/>
        </w:rPr>
      </w:pPr>
    </w:p>
    <w:p w:rsidR="001468BE" w:rsidRPr="00B23E6E" w:rsidRDefault="00190485" w:rsidP="001468BE">
      <w:pPr>
        <w:widowControl/>
        <w:tabs>
          <w:tab w:val="left" w:pos="5670"/>
        </w:tabs>
        <w:spacing w:line="288" w:lineRule="auto"/>
        <w:ind w:firstLine="1701"/>
        <w:rPr>
          <w:sz w:val="24"/>
          <w:lang w:val="da-DK"/>
        </w:rPr>
      </w:pPr>
      <w:r>
        <w:rPr>
          <w:sz w:val="24"/>
          <w:lang w:val="da-DK"/>
        </w:rPr>
        <w:t>Benny Engelbrecht</w:t>
      </w:r>
      <w:r w:rsidR="001468BE" w:rsidRPr="00B23E6E">
        <w:rPr>
          <w:sz w:val="24"/>
          <w:lang w:val="da-DK"/>
        </w:rPr>
        <w:tab/>
      </w:r>
      <w:r w:rsidR="001468BE" w:rsidRPr="00B23E6E">
        <w:rPr>
          <w:sz w:val="24"/>
          <w:lang w:val="da-DK"/>
        </w:rPr>
        <w:tab/>
      </w:r>
      <w:r w:rsidR="001468BE" w:rsidRPr="00B23E6E">
        <w:rPr>
          <w:sz w:val="24"/>
          <w:lang w:val="da-DK"/>
        </w:rPr>
        <w:tab/>
      </w:r>
      <w:r w:rsidR="001468BE" w:rsidRPr="00B23E6E">
        <w:rPr>
          <w:sz w:val="24"/>
          <w:lang w:val="da-DK"/>
        </w:rPr>
        <w:tab/>
      </w:r>
      <w:r w:rsidR="001468BE" w:rsidRPr="00B23E6E">
        <w:rPr>
          <w:sz w:val="24"/>
          <w:lang w:val="da-DK"/>
        </w:rPr>
        <w:tab/>
      </w:r>
      <w:r w:rsidR="001468BE" w:rsidRPr="00B23E6E">
        <w:rPr>
          <w:sz w:val="24"/>
          <w:lang w:val="da-DK"/>
        </w:rPr>
        <w:tab/>
      </w:r>
      <w:r w:rsidR="001468BE" w:rsidRPr="00B23E6E">
        <w:rPr>
          <w:sz w:val="24"/>
          <w:lang w:val="da-DK"/>
        </w:rPr>
        <w:tab/>
      </w:r>
      <w:r w:rsidR="001468BE" w:rsidRPr="00B23E6E">
        <w:rPr>
          <w:sz w:val="24"/>
          <w:lang w:val="da-DK"/>
        </w:rPr>
        <w:tab/>
      </w:r>
      <w:r w:rsidR="001468BE" w:rsidRPr="00B23E6E">
        <w:rPr>
          <w:sz w:val="24"/>
          <w:lang w:val="da-DK"/>
        </w:rPr>
        <w:tab/>
      </w:r>
      <w:r w:rsidR="001468BE" w:rsidRPr="00B23E6E">
        <w:rPr>
          <w:sz w:val="24"/>
          <w:lang w:val="da-DK"/>
        </w:rPr>
        <w:tab/>
      </w:r>
      <w:r w:rsidR="001468BE" w:rsidRPr="00B23E6E">
        <w:rPr>
          <w:sz w:val="24"/>
          <w:lang w:val="da-DK"/>
        </w:rPr>
        <w:tab/>
      </w:r>
      <w:r w:rsidR="001468BE" w:rsidRPr="00B23E6E">
        <w:rPr>
          <w:sz w:val="24"/>
          <w:lang w:val="da-DK"/>
        </w:rPr>
        <w:tab/>
      </w:r>
      <w:r w:rsidR="00631FF5" w:rsidRPr="00B23E6E">
        <w:rPr>
          <w:sz w:val="24"/>
          <w:lang w:val="da-DK"/>
        </w:rPr>
        <w:tab/>
        <w:t xml:space="preserve">  </w:t>
      </w:r>
    </w:p>
    <w:p w:rsidR="001468BE" w:rsidRPr="00B23E6E" w:rsidRDefault="001468BE" w:rsidP="001468BE">
      <w:pPr>
        <w:widowControl/>
        <w:tabs>
          <w:tab w:val="left" w:pos="5670"/>
        </w:tabs>
        <w:spacing w:line="288" w:lineRule="auto"/>
        <w:ind w:firstLine="1701"/>
        <w:rPr>
          <w:sz w:val="24"/>
          <w:lang w:val="da-DK"/>
        </w:rPr>
      </w:pPr>
    </w:p>
    <w:p w:rsidR="00631FF5" w:rsidRPr="00B23E6E" w:rsidRDefault="001468BE" w:rsidP="001468BE">
      <w:pPr>
        <w:widowControl/>
        <w:tabs>
          <w:tab w:val="left" w:pos="5670"/>
        </w:tabs>
        <w:spacing w:line="288" w:lineRule="auto"/>
        <w:ind w:firstLine="1701"/>
        <w:jc w:val="center"/>
        <w:rPr>
          <w:sz w:val="24"/>
          <w:lang w:val="da-DK"/>
        </w:rPr>
      </w:pPr>
      <w:r w:rsidRPr="00B23E6E">
        <w:rPr>
          <w:sz w:val="24"/>
          <w:lang w:val="da-DK"/>
        </w:rPr>
        <w:tab/>
      </w:r>
      <w:r w:rsidRPr="00B23E6E">
        <w:rPr>
          <w:sz w:val="24"/>
          <w:lang w:val="da-DK"/>
        </w:rPr>
        <w:tab/>
      </w:r>
      <w:r w:rsidR="00631FF5" w:rsidRPr="00B23E6E">
        <w:rPr>
          <w:sz w:val="24"/>
          <w:lang w:val="da-DK"/>
        </w:rPr>
        <w:t>/</w:t>
      </w:r>
      <w:bookmarkStart w:id="4" w:name="a4"/>
      <w:r w:rsidR="00631FF5" w:rsidRPr="00B23E6E">
        <w:rPr>
          <w:sz w:val="24"/>
          <w:lang w:val="da-DK"/>
        </w:rPr>
        <w:t xml:space="preserve"> </w:t>
      </w:r>
      <w:bookmarkEnd w:id="4"/>
      <w:r w:rsidR="00190485">
        <w:rPr>
          <w:sz w:val="24"/>
          <w:lang w:val="da-DK"/>
        </w:rPr>
        <w:t>Søren Schou</w:t>
      </w:r>
    </w:p>
    <w:sectPr w:rsidR="00631FF5" w:rsidRPr="00B23E6E" w:rsidSect="00CF60F8">
      <w:headerReference w:type="default" r:id="rId8"/>
      <w:endnotePr>
        <w:numFmt w:val="decimal"/>
      </w:endnotePr>
      <w:pgSz w:w="11905" w:h="16837" w:code="9"/>
      <w:pgMar w:top="1418" w:right="1418" w:bottom="1418" w:left="1418" w:header="1418" w:footer="1418" w:gutter="0"/>
      <w:paperSrc w:first="256" w:other="256"/>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2E5E" w:rsidRPr="008C7957" w:rsidRDefault="00C62E5E">
      <w:pPr>
        <w:rPr>
          <w:sz w:val="16"/>
        </w:rPr>
      </w:pPr>
      <w:r>
        <w:separator/>
      </w:r>
    </w:p>
  </w:endnote>
  <w:endnote w:type="continuationSeparator" w:id="0">
    <w:p w:rsidR="00C62E5E" w:rsidRPr="008C7957" w:rsidRDefault="00C62E5E">
      <w:pPr>
        <w:rPr>
          <w:sz w:val="16"/>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2E5E" w:rsidRPr="008C7957" w:rsidRDefault="00C62E5E">
      <w:pPr>
        <w:rPr>
          <w:sz w:val="16"/>
        </w:rPr>
      </w:pPr>
      <w:r>
        <w:separator/>
      </w:r>
    </w:p>
  </w:footnote>
  <w:footnote w:type="continuationSeparator" w:id="0">
    <w:p w:rsidR="00C62E5E" w:rsidRPr="008C7957" w:rsidRDefault="00C62E5E">
      <w:pPr>
        <w:rPr>
          <w:sz w:val="16"/>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2E5E" w:rsidRDefault="00C62E5E">
    <w:pPr>
      <w:pStyle w:val="Sidehoved"/>
      <w:jc w:val="center"/>
      <w:rPr>
        <w:rStyle w:val="Sidetal"/>
        <w:sz w:val="24"/>
      </w:rPr>
    </w:pPr>
    <w:r>
      <w:rPr>
        <w:sz w:val="24"/>
      </w:rPr>
      <w:t xml:space="preserve">- </w:t>
    </w:r>
    <w:r w:rsidR="001D36AE">
      <w:rPr>
        <w:rStyle w:val="Sidetal"/>
        <w:sz w:val="24"/>
      </w:rPr>
      <w:fldChar w:fldCharType="begin"/>
    </w:r>
    <w:r>
      <w:rPr>
        <w:rStyle w:val="Sidetal"/>
        <w:sz w:val="24"/>
      </w:rPr>
      <w:instrText xml:space="preserve"> PAGE </w:instrText>
    </w:r>
    <w:r w:rsidR="001D36AE">
      <w:rPr>
        <w:rStyle w:val="Sidetal"/>
        <w:sz w:val="24"/>
      </w:rPr>
      <w:fldChar w:fldCharType="separate"/>
    </w:r>
    <w:r w:rsidR="00841206">
      <w:rPr>
        <w:rStyle w:val="Sidetal"/>
        <w:noProof/>
        <w:sz w:val="24"/>
      </w:rPr>
      <w:t>7</w:t>
    </w:r>
    <w:r w:rsidR="001D36AE">
      <w:rPr>
        <w:rStyle w:val="Sidetal"/>
        <w:sz w:val="24"/>
      </w:rPr>
      <w:fldChar w:fldCharType="end"/>
    </w:r>
    <w:r>
      <w:rPr>
        <w:rStyle w:val="Sidetal"/>
        <w:sz w:val="24"/>
      </w:rPr>
      <w:t xml:space="preserve"> -</w:t>
    </w:r>
  </w:p>
  <w:p w:rsidR="00C62E5E" w:rsidRDefault="00C62E5E">
    <w:pPr>
      <w:pStyle w:val="Sidehoved"/>
      <w:jc w:val="center"/>
      <w:rPr>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3B4E28"/>
    <w:multiLevelType w:val="hybridMultilevel"/>
    <w:tmpl w:val="CBCCD348"/>
    <w:lvl w:ilvl="0" w:tplc="BE262A64">
      <w:start w:val="1"/>
      <w:numFmt w:val="decimal"/>
      <w:lvlText w:val="%1)"/>
      <w:lvlJc w:val="left"/>
      <w:pPr>
        <w:ind w:left="366" w:hanging="360"/>
      </w:pPr>
      <w:rPr>
        <w:rFonts w:hint="default"/>
      </w:rPr>
    </w:lvl>
    <w:lvl w:ilvl="1" w:tplc="04060019" w:tentative="1">
      <w:start w:val="1"/>
      <w:numFmt w:val="lowerLetter"/>
      <w:lvlText w:val="%2."/>
      <w:lvlJc w:val="left"/>
      <w:pPr>
        <w:ind w:left="1086" w:hanging="360"/>
      </w:pPr>
    </w:lvl>
    <w:lvl w:ilvl="2" w:tplc="0406001B" w:tentative="1">
      <w:start w:val="1"/>
      <w:numFmt w:val="lowerRoman"/>
      <w:lvlText w:val="%3."/>
      <w:lvlJc w:val="right"/>
      <w:pPr>
        <w:ind w:left="1806" w:hanging="180"/>
      </w:pPr>
    </w:lvl>
    <w:lvl w:ilvl="3" w:tplc="0406000F" w:tentative="1">
      <w:start w:val="1"/>
      <w:numFmt w:val="decimal"/>
      <w:lvlText w:val="%4."/>
      <w:lvlJc w:val="left"/>
      <w:pPr>
        <w:ind w:left="2526" w:hanging="360"/>
      </w:pPr>
    </w:lvl>
    <w:lvl w:ilvl="4" w:tplc="04060019" w:tentative="1">
      <w:start w:val="1"/>
      <w:numFmt w:val="lowerLetter"/>
      <w:lvlText w:val="%5."/>
      <w:lvlJc w:val="left"/>
      <w:pPr>
        <w:ind w:left="3246" w:hanging="360"/>
      </w:pPr>
    </w:lvl>
    <w:lvl w:ilvl="5" w:tplc="0406001B" w:tentative="1">
      <w:start w:val="1"/>
      <w:numFmt w:val="lowerRoman"/>
      <w:lvlText w:val="%6."/>
      <w:lvlJc w:val="right"/>
      <w:pPr>
        <w:ind w:left="3966" w:hanging="180"/>
      </w:pPr>
    </w:lvl>
    <w:lvl w:ilvl="6" w:tplc="0406000F" w:tentative="1">
      <w:start w:val="1"/>
      <w:numFmt w:val="decimal"/>
      <w:lvlText w:val="%7."/>
      <w:lvlJc w:val="left"/>
      <w:pPr>
        <w:ind w:left="4686" w:hanging="360"/>
      </w:pPr>
    </w:lvl>
    <w:lvl w:ilvl="7" w:tplc="04060019" w:tentative="1">
      <w:start w:val="1"/>
      <w:numFmt w:val="lowerLetter"/>
      <w:lvlText w:val="%8."/>
      <w:lvlJc w:val="left"/>
      <w:pPr>
        <w:ind w:left="5406" w:hanging="360"/>
      </w:pPr>
    </w:lvl>
    <w:lvl w:ilvl="8" w:tplc="0406001B" w:tentative="1">
      <w:start w:val="1"/>
      <w:numFmt w:val="lowerRoman"/>
      <w:lvlText w:val="%9."/>
      <w:lvlJc w:val="right"/>
      <w:pPr>
        <w:ind w:left="6126" w:hanging="180"/>
      </w:pPr>
    </w:lvl>
  </w:abstractNum>
  <w:abstractNum w:abstractNumId="1">
    <w:nsid w:val="7E2F17C0"/>
    <w:multiLevelType w:val="hybridMultilevel"/>
    <w:tmpl w:val="12769590"/>
    <w:lvl w:ilvl="0" w:tplc="04060011">
      <w:start w:val="1"/>
      <w:numFmt w:val="decimal"/>
      <w:lvlText w:val="%1)"/>
      <w:lvlJc w:val="left"/>
      <w:pPr>
        <w:ind w:left="721" w:hanging="360"/>
      </w:pPr>
      <w:rPr>
        <w:rFonts w:hint="default"/>
      </w:rPr>
    </w:lvl>
    <w:lvl w:ilvl="1" w:tplc="04060019" w:tentative="1">
      <w:start w:val="1"/>
      <w:numFmt w:val="lowerLetter"/>
      <w:lvlText w:val="%2."/>
      <w:lvlJc w:val="left"/>
      <w:pPr>
        <w:ind w:left="1441" w:hanging="360"/>
      </w:pPr>
    </w:lvl>
    <w:lvl w:ilvl="2" w:tplc="0406001B" w:tentative="1">
      <w:start w:val="1"/>
      <w:numFmt w:val="lowerRoman"/>
      <w:lvlText w:val="%3."/>
      <w:lvlJc w:val="right"/>
      <w:pPr>
        <w:ind w:left="2161" w:hanging="180"/>
      </w:pPr>
    </w:lvl>
    <w:lvl w:ilvl="3" w:tplc="0406000F" w:tentative="1">
      <w:start w:val="1"/>
      <w:numFmt w:val="decimal"/>
      <w:lvlText w:val="%4."/>
      <w:lvlJc w:val="left"/>
      <w:pPr>
        <w:ind w:left="2881" w:hanging="360"/>
      </w:pPr>
    </w:lvl>
    <w:lvl w:ilvl="4" w:tplc="04060019" w:tentative="1">
      <w:start w:val="1"/>
      <w:numFmt w:val="lowerLetter"/>
      <w:lvlText w:val="%5."/>
      <w:lvlJc w:val="left"/>
      <w:pPr>
        <w:ind w:left="3601" w:hanging="360"/>
      </w:pPr>
    </w:lvl>
    <w:lvl w:ilvl="5" w:tplc="0406001B" w:tentative="1">
      <w:start w:val="1"/>
      <w:numFmt w:val="lowerRoman"/>
      <w:lvlText w:val="%6."/>
      <w:lvlJc w:val="right"/>
      <w:pPr>
        <w:ind w:left="4321" w:hanging="180"/>
      </w:pPr>
    </w:lvl>
    <w:lvl w:ilvl="6" w:tplc="0406000F" w:tentative="1">
      <w:start w:val="1"/>
      <w:numFmt w:val="decimal"/>
      <w:lvlText w:val="%7."/>
      <w:lvlJc w:val="left"/>
      <w:pPr>
        <w:ind w:left="5041" w:hanging="360"/>
      </w:pPr>
    </w:lvl>
    <w:lvl w:ilvl="7" w:tplc="04060019" w:tentative="1">
      <w:start w:val="1"/>
      <w:numFmt w:val="lowerLetter"/>
      <w:lvlText w:val="%8."/>
      <w:lvlJc w:val="left"/>
      <w:pPr>
        <w:ind w:left="5761" w:hanging="360"/>
      </w:pPr>
    </w:lvl>
    <w:lvl w:ilvl="8" w:tplc="0406001B" w:tentative="1">
      <w:start w:val="1"/>
      <w:numFmt w:val="lowerRoman"/>
      <w:lvlText w:val="%9."/>
      <w:lvlJc w:val="right"/>
      <w:pPr>
        <w:ind w:left="6481"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numFmt w:val="decimal"/>
    <w:endnote w:id="-1"/>
    <w:endnote w:id="0"/>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1FF5"/>
    <w:rsid w:val="00022CC2"/>
    <w:rsid w:val="00042EFF"/>
    <w:rsid w:val="000518AB"/>
    <w:rsid w:val="00066FC7"/>
    <w:rsid w:val="00067A15"/>
    <w:rsid w:val="000B1F2F"/>
    <w:rsid w:val="000C05C7"/>
    <w:rsid w:val="000F38E4"/>
    <w:rsid w:val="000F5780"/>
    <w:rsid w:val="001468BE"/>
    <w:rsid w:val="001512EC"/>
    <w:rsid w:val="00161D58"/>
    <w:rsid w:val="00166E36"/>
    <w:rsid w:val="001716B1"/>
    <w:rsid w:val="00190485"/>
    <w:rsid w:val="001A2816"/>
    <w:rsid w:val="001B5F7C"/>
    <w:rsid w:val="001C6E2E"/>
    <w:rsid w:val="001C70A0"/>
    <w:rsid w:val="001D36AE"/>
    <w:rsid w:val="001D7661"/>
    <w:rsid w:val="001E4F5D"/>
    <w:rsid w:val="00205621"/>
    <w:rsid w:val="002177E9"/>
    <w:rsid w:val="00260CB2"/>
    <w:rsid w:val="0028784E"/>
    <w:rsid w:val="002C3E86"/>
    <w:rsid w:val="002F684E"/>
    <w:rsid w:val="00355B22"/>
    <w:rsid w:val="00366601"/>
    <w:rsid w:val="003C646F"/>
    <w:rsid w:val="003D5B20"/>
    <w:rsid w:val="004010B1"/>
    <w:rsid w:val="00407F51"/>
    <w:rsid w:val="004142FC"/>
    <w:rsid w:val="00473893"/>
    <w:rsid w:val="00502833"/>
    <w:rsid w:val="00516D5F"/>
    <w:rsid w:val="00535C0E"/>
    <w:rsid w:val="00552B4A"/>
    <w:rsid w:val="0057602C"/>
    <w:rsid w:val="005948FC"/>
    <w:rsid w:val="005A14A7"/>
    <w:rsid w:val="005A5E17"/>
    <w:rsid w:val="005C2E14"/>
    <w:rsid w:val="005D230F"/>
    <w:rsid w:val="005E426B"/>
    <w:rsid w:val="0061134A"/>
    <w:rsid w:val="00631FF5"/>
    <w:rsid w:val="00640917"/>
    <w:rsid w:val="00652DE8"/>
    <w:rsid w:val="00655E37"/>
    <w:rsid w:val="006A3FEA"/>
    <w:rsid w:val="006D04A2"/>
    <w:rsid w:val="006F0134"/>
    <w:rsid w:val="00703154"/>
    <w:rsid w:val="00714A0C"/>
    <w:rsid w:val="00751F0B"/>
    <w:rsid w:val="00770EE3"/>
    <w:rsid w:val="00784D30"/>
    <w:rsid w:val="00787F32"/>
    <w:rsid w:val="007A1500"/>
    <w:rsid w:val="007C2178"/>
    <w:rsid w:val="007D7AB3"/>
    <w:rsid w:val="007F2491"/>
    <w:rsid w:val="00831F81"/>
    <w:rsid w:val="00841206"/>
    <w:rsid w:val="00843433"/>
    <w:rsid w:val="0085305F"/>
    <w:rsid w:val="00874180"/>
    <w:rsid w:val="00874BFE"/>
    <w:rsid w:val="008C182A"/>
    <w:rsid w:val="008C59D9"/>
    <w:rsid w:val="008D4A8F"/>
    <w:rsid w:val="008E6A9D"/>
    <w:rsid w:val="008F39EE"/>
    <w:rsid w:val="008F3B67"/>
    <w:rsid w:val="00905485"/>
    <w:rsid w:val="00924744"/>
    <w:rsid w:val="00965662"/>
    <w:rsid w:val="00A03536"/>
    <w:rsid w:val="00A20DB0"/>
    <w:rsid w:val="00A31168"/>
    <w:rsid w:val="00A3593A"/>
    <w:rsid w:val="00A6469A"/>
    <w:rsid w:val="00A759C1"/>
    <w:rsid w:val="00A76485"/>
    <w:rsid w:val="00AA749C"/>
    <w:rsid w:val="00AE19A4"/>
    <w:rsid w:val="00AE2971"/>
    <w:rsid w:val="00B23E6E"/>
    <w:rsid w:val="00B252D4"/>
    <w:rsid w:val="00B56F11"/>
    <w:rsid w:val="00BA5482"/>
    <w:rsid w:val="00BB71D3"/>
    <w:rsid w:val="00BC7001"/>
    <w:rsid w:val="00C46048"/>
    <w:rsid w:val="00C5075A"/>
    <w:rsid w:val="00C62E5E"/>
    <w:rsid w:val="00C63AA6"/>
    <w:rsid w:val="00C655C3"/>
    <w:rsid w:val="00C67D40"/>
    <w:rsid w:val="00C72476"/>
    <w:rsid w:val="00C8023D"/>
    <w:rsid w:val="00C85865"/>
    <w:rsid w:val="00C94E15"/>
    <w:rsid w:val="00CA03EA"/>
    <w:rsid w:val="00CC2B87"/>
    <w:rsid w:val="00CF60F8"/>
    <w:rsid w:val="00D524CD"/>
    <w:rsid w:val="00D63E6D"/>
    <w:rsid w:val="00D72066"/>
    <w:rsid w:val="00DC06C0"/>
    <w:rsid w:val="00DD6E1A"/>
    <w:rsid w:val="00DE7BEA"/>
    <w:rsid w:val="00E239BD"/>
    <w:rsid w:val="00E84EF7"/>
    <w:rsid w:val="00EB62D7"/>
    <w:rsid w:val="00EC42FD"/>
    <w:rsid w:val="00EF6118"/>
    <w:rsid w:val="00F17101"/>
    <w:rsid w:val="00F51333"/>
    <w:rsid w:val="00F51B75"/>
    <w:rsid w:val="00F75015"/>
    <w:rsid w:val="00F8189F"/>
    <w:rsid w:val="00F87D9C"/>
    <w:rsid w:val="00FA6227"/>
    <w:rsid w:val="00FE1013"/>
    <w:rsid w:val="00FE6B9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a-DK" w:eastAsia="da-DK"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60F8"/>
    <w:pPr>
      <w:widowControl w:val="0"/>
      <w:autoSpaceDE w:val="0"/>
      <w:autoSpaceDN w:val="0"/>
      <w:adjustRightInd w:val="0"/>
    </w:pPr>
    <w:rPr>
      <w:szCs w:val="24"/>
      <w:lang w:val="en-U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Fodnotehenvisning">
    <w:name w:val="footnote reference"/>
    <w:semiHidden/>
    <w:rsid w:val="00CF60F8"/>
  </w:style>
  <w:style w:type="paragraph" w:styleId="Sidehoved">
    <w:name w:val="header"/>
    <w:basedOn w:val="Normal"/>
    <w:rsid w:val="00CF60F8"/>
    <w:pPr>
      <w:tabs>
        <w:tab w:val="center" w:pos="4819"/>
        <w:tab w:val="right" w:pos="9638"/>
      </w:tabs>
    </w:pPr>
  </w:style>
  <w:style w:type="paragraph" w:styleId="Sidefod">
    <w:name w:val="footer"/>
    <w:basedOn w:val="Normal"/>
    <w:rsid w:val="00CF60F8"/>
    <w:pPr>
      <w:tabs>
        <w:tab w:val="center" w:pos="4819"/>
        <w:tab w:val="right" w:pos="9638"/>
      </w:tabs>
    </w:pPr>
  </w:style>
  <w:style w:type="character" w:styleId="Sidetal">
    <w:name w:val="page number"/>
    <w:basedOn w:val="Standardskrifttypeiafsnit"/>
    <w:rsid w:val="00CF60F8"/>
  </w:style>
  <w:style w:type="paragraph" w:styleId="Markeringsbobletekst">
    <w:name w:val="Balloon Text"/>
    <w:basedOn w:val="Normal"/>
    <w:link w:val="MarkeringsbobletekstTegn"/>
    <w:rsid w:val="00DE7BEA"/>
    <w:rPr>
      <w:rFonts w:ascii="Tahoma" w:hAnsi="Tahoma" w:cs="Tahoma"/>
      <w:sz w:val="16"/>
      <w:szCs w:val="16"/>
    </w:rPr>
  </w:style>
  <w:style w:type="character" w:customStyle="1" w:styleId="MarkeringsbobletekstTegn">
    <w:name w:val="Markeringsbobletekst Tegn"/>
    <w:basedOn w:val="Standardskrifttypeiafsnit"/>
    <w:link w:val="Markeringsbobletekst"/>
    <w:rsid w:val="00DE7BEA"/>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4868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p\Skrivebord\tmp\%5bCaptia%5d%20Love%20Bekendtg&#248;relse.dot"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[Captia] Love Bekendtgørelse</Template>
  <TotalTime>0</TotalTime>
  <Pages>7</Pages>
  <Words>2650</Words>
  <Characters>16171</Characters>
  <Application>Microsoft Office Word</Application>
  <DocSecurity>4</DocSecurity>
  <Lines>134</Lines>
  <Paragraphs>37</Paragraphs>
  <ScaleCrop>false</ScaleCrop>
  <HeadingPairs>
    <vt:vector size="2" baseType="variant">
      <vt:variant>
        <vt:lpstr>Titel</vt:lpstr>
      </vt:variant>
      <vt:variant>
        <vt:i4>1</vt:i4>
      </vt:variant>
    </vt:vector>
  </HeadingPairs>
  <TitlesOfParts>
    <vt:vector size="1" baseType="lpstr">
      <vt:lpstr>SkatteministerietJ</vt:lpstr>
    </vt:vector>
  </TitlesOfParts>
  <Company>Skatteministeriet</Company>
  <LinksUpToDate>false</LinksUpToDate>
  <CharactersWithSpaces>18784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SkatteministerietJ</dc:title>
  <dc:creator>Susanne Poulsen</dc:creator>
  <cp:lastModifiedBy>Susanne Poulsen</cp:lastModifiedBy>
  <cp:revision>2</cp:revision>
  <cp:lastPrinted>2014-09-12T11:13:00Z</cp:lastPrinted>
  <dcterms:created xsi:type="dcterms:W3CDTF">2014-10-15T13:16:00Z</dcterms:created>
  <dcterms:modified xsi:type="dcterms:W3CDTF">2014-10-15T13:16:00Z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th">
    <vt:lpwstr>C:\Users\w17753\AppData\Local\Temp\Scanjour\Captia\SJ20140912121238469 [DOK61422288].DOCX</vt:lpwstr>
  </property>
  <property fmtid="{D5CDD505-2E9C-101B-9397-08002B2CF9AE}" pid="3" name="title">
    <vt:lpwstr>PAL-bekg 2014 - høringsudgave (DOK61422288)</vt:lpwstr>
  </property>
  <property fmtid="{D5CDD505-2E9C-101B-9397-08002B2CF9AE}" pid="4" name="_NewReviewCycle">
    <vt:lpwstr/>
  </property>
  <property fmtid="{D5CDD505-2E9C-101B-9397-08002B2CF9AE}" pid="5" name="command">
    <vt:lpwstr/>
  </property>
</Properties>
</file>