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69" w:rsidRDefault="00E30769" w:rsidP="00E30769">
      <w:pPr>
        <w:jc w:val="center"/>
        <w:rPr>
          <w:b/>
        </w:rPr>
      </w:pPr>
      <w:bookmarkStart w:id="0" w:name="_GoBack"/>
      <w:bookmarkEnd w:id="0"/>
      <w:r>
        <w:rPr>
          <w:b/>
        </w:rPr>
        <w:t>Høringsliste</w:t>
      </w:r>
    </w:p>
    <w:tbl>
      <w:tblPr>
        <w:tblpPr w:leftFromText="141" w:rightFromText="141" w:horzAnchor="margin" w:tblpY="1114"/>
        <w:tblW w:w="5000" w:type="pct"/>
        <w:tblLook w:val="04A0" w:firstRow="1" w:lastRow="0" w:firstColumn="1" w:lastColumn="0" w:noHBand="0" w:noVBand="1"/>
      </w:tblPr>
      <w:tblGrid>
        <w:gridCol w:w="5413"/>
        <w:gridCol w:w="4441"/>
      </w:tblGrid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pPr>
              <w:rPr>
                <w:b/>
                <w:bCs/>
              </w:rPr>
            </w:pPr>
            <w:r>
              <w:rPr>
                <w:b/>
                <w:bCs/>
              </w:rPr>
              <w:t>Organisation mm.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pPr>
              <w:rPr>
                <w:b/>
                <w:bCs/>
              </w:rPr>
            </w:pPr>
            <w:r w:rsidRPr="00D508EE">
              <w:rPr>
                <w:b/>
                <w:bCs/>
              </w:rPr>
              <w:t>Mail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3F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3f@3f.dk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3F Privat Service, Hotel og Restauration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5" w:history="1">
              <w:r w:rsidR="00E30769" w:rsidRPr="00D508EE">
                <w:t>john.frederiksen@3f.dk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Advokatsamfundet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samfund@advokatsamfundet.dk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Aluminium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6" w:history="1">
              <w:r w:rsidR="00E30769" w:rsidRPr="00D508EE">
                <w:t>jh@alu.dk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Andelsboligforeningernes Fællesrepræsentation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7" w:history="1">
              <w:r w:rsidR="00E30769" w:rsidRPr="00D508EE">
                <w:t>abf@abf-rep.dk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Arbejderbevægelsens Erhvervsråd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8" w:history="1">
              <w:r w:rsidR="00E30769" w:rsidRPr="00D508EE">
                <w:t>ae@ae.dk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Autobranchens Handels- og Industriforening i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9" w:history="1">
              <w:r w:rsidR="00E30769" w:rsidRPr="00D508EE">
                <w:t>autig@ahtig.dk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Blik- og Rørarbejderforbundet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0" w:history="1">
              <w:r w:rsidR="00E30769" w:rsidRPr="00D508EE">
                <w:t>forbundet@blikroer.dk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Boligselskabernes Landsforening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1" w:history="1">
              <w:r w:rsidR="00E30769" w:rsidRPr="00D508EE">
                <w:t>bl@bl.dk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Borger- og retssikkerhedschefen i SKAT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Margrethe</w:t>
            </w:r>
            <w:proofErr w:type="gramStart"/>
            <w:r w:rsidRPr="00D508EE">
              <w:t>.Noergaard</w:t>
            </w:r>
            <w:proofErr w:type="gramEnd"/>
            <w:r w:rsidRPr="00D508EE">
              <w:t>@Skat.dk; retssikkerhed@skat.dk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Brancheforeningen for Decentral Kraftvarme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mail@brancheforeningenkraftvarme.dk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Brancheforeningen for Flaskegenbrug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2" w:history="1">
              <w:r w:rsidR="00E30769" w:rsidRPr="00D508EE">
                <w:t>info@bffg.dk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Bryggeriforeningen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3" w:history="1">
              <w:r w:rsidR="00E30769" w:rsidRPr="00D508EE">
                <w:t>kontakt@bryggeriforeningen.dk</w:t>
              </w:r>
              <w:r w:rsidR="00E30769" w:rsidRPr="00D508EE">
                <w:br/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Business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info@businessdanmark.dk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CAD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4" w:history="1">
              <w:r w:rsidR="00E30769" w:rsidRPr="00D508EE">
                <w:t>cad@cad.dk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CEPOS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info@cepos.dk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proofErr w:type="spellStart"/>
            <w:r w:rsidRPr="00D508EE">
              <w:t>Cevea</w:t>
            </w:r>
            <w:proofErr w:type="spellEnd"/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cevea@cevea.dk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DAKOFA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dakofa@dakofa.dk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Danish Operators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info@danishoperators.com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Danmarks Motor Union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5" w:history="1">
              <w:r w:rsidR="00E30769" w:rsidRPr="00D508EE">
                <w:t>dmu@dmusport.dk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Danmarks Naturfredningsforening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dn@dn.dk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Danmarks Rederiforening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info@shipowners.dk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Danmarks Rejsebureau 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drf@travelassoc.dk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lastRenderedPageBreak/>
              <w:t>Danmarks Restauranter og Cafeer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d-r-c@d-r-c.dk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Affaldsforening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mail@danskaffaldsforening.dk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Aktionærforening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daf@shareholders.dk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</w:t>
            </w:r>
            <w:r w:rsidR="0071012F">
              <w:t xml:space="preserve"> Automat Brancheforening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71012F" w:rsidP="0071012F">
            <w:r>
              <w:t>kl@d-a-b.dk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Automobil Sports Union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6" w:history="1">
              <w:r w:rsidR="00E30769" w:rsidRPr="00D508EE">
                <w:t>dasu@dasu.dk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Automobilforhandler 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7" w:history="1">
              <w:r w:rsidR="00E30769" w:rsidRPr="00D508EE">
                <w:t>daf@daf.dk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Bilforhandler Union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8" w:history="1">
              <w:r w:rsidR="00E30769" w:rsidRPr="00D508EE">
                <w:t>info@dbfu.dk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Biobrændsels- og Kulimportørers Association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19" w:history="1">
              <w:r w:rsidR="00E30769" w:rsidRPr="00D508EE">
                <w:t>thh@dlg.dk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Byggeri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info@danskbyggeri.dk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Ejendomsmæglerforening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0" w:history="1">
              <w:r w:rsidR="00E30769" w:rsidRPr="00D508EE">
                <w:t>de@de.dk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Energi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info@danskenergi.dk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Erhverv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hoeringssager@danskerhverv.dk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Fjernvarme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mail@danskfjernvarme.dk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Gasteknisk Center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 xml:space="preserve">dgc@dgc.dk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Landbrugsrådgivning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skat@landscentret.dk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Lokalsyn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1" w:history="1">
              <w:r w:rsidR="00E30769" w:rsidRPr="00D508EE">
                <w:t>kontakt@dansklokalsyn.dk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Rejsebureau 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2" w:history="1">
              <w:r w:rsidR="00E30769" w:rsidRPr="00D508EE">
                <w:t>drf@travelassoc.dk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 Solcelleforening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sekretariat@solcelleforening.dk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7909E3" w:rsidP="0071012F">
            <w:r w:rsidRPr="00D508EE">
              <w:t>Dansk Told- og Skatteforbund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7909E3" w:rsidP="0071012F">
            <w:r w:rsidRPr="00D508EE">
              <w:t>dts@dts.dk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7909E3" w:rsidP="0071012F">
            <w:r>
              <w:t>Dansk Ungdoms Fællesråd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7909E3" w:rsidP="0071012F">
            <w:r>
              <w:t>duf@duf.dk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Advokater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mail@danskeadvokater.dk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Boligadvokater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3" w:history="1">
              <w:proofErr w:type="spellStart"/>
              <w:r w:rsidR="00E30769" w:rsidRPr="00D508EE">
                <w:t>mail@danskeboligadvokater</w:t>
              </w:r>
              <w:proofErr w:type="spellEnd"/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Maritime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info@danskemaritime.dk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Speditører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info@dasp.dk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Danske Synsvirksomheder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4" w:history="1">
              <w:r w:rsidR="00E30769" w:rsidRPr="00D508EE">
                <w:t>info@danskesynsvirksomheder.dk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DANVA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danva@danva.dk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lastRenderedPageBreak/>
              <w:t>Datatilsynet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dt@datatilsynet.dk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De Samvirkende Købmænd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dsk@dsk.dk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Den Danske Bilbranche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5" w:history="1">
              <w:r w:rsidR="00E30769" w:rsidRPr="00D508EE">
                <w:t>bil@di.dk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Den Danske Skatteborgerforening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info@skatteborgerne.dk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Det Økologiske Råd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 xml:space="preserve">info@ecocouncil.dk 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DI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skatafd@di.</w:t>
            </w:r>
            <w:proofErr w:type="gramStart"/>
            <w:r w:rsidRPr="00D508EE">
              <w:t>dk ;</w:t>
            </w:r>
            <w:proofErr w:type="gramEnd"/>
            <w:r w:rsidRPr="00D508EE">
              <w:t xml:space="preserve"> di@di.dk 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proofErr w:type="spellStart"/>
            <w:r w:rsidRPr="00D508EE">
              <w:t>EmballageIndustrien</w:t>
            </w:r>
            <w:proofErr w:type="spellEnd"/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info@emballageindustrien.dk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proofErr w:type="spellStart"/>
            <w:r w:rsidRPr="00D508EE">
              <w:t>ERFAgruppen</w:t>
            </w:r>
            <w:proofErr w:type="spellEnd"/>
            <w:r w:rsidRPr="00D508EE">
              <w:t>-Bilsyn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6" w:history="1">
              <w:r w:rsidR="00E30769" w:rsidRPr="00D508EE">
                <w:t>info@erfagruppen-bilsyn.dk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Erhvervsstyrelsen – Team Effektiv Regulering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letbyrder@erst.dk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FDM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7" w:history="1">
              <w:r w:rsidR="00E30769" w:rsidRPr="00D508EE">
                <w:t>fdm@fdm.dk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Finans og Leasing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8" w:history="1">
              <w:r w:rsidR="00E30769" w:rsidRPr="00D508EE">
                <w:t>post@finansogleasing.dk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Finansrådet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mail@finansraadet.dk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Foreningen af Rådgivende Ingeniører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fri@frinet.dk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Foreningen Danske Revisorer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29" w:history="1">
              <w:r w:rsidR="00E30769" w:rsidRPr="00D508EE">
                <w:t>fdr@fdr.dk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Forsikring &amp; Pension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fp@forsikringogpension.dk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Forsikringsmæglerforeningen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0" w:history="1">
              <w:r w:rsidR="00E30769" w:rsidRPr="00D508EE">
                <w:t>fk@fmk.dk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Frie Funktionærer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fifu@f-f.dk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FSR - danske revisorer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fsr@fsr.dk; mbl@fsr.dk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Grafisk Arbejdsgiverforening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1" w:history="1">
              <w:r w:rsidR="00E30769" w:rsidRPr="00D508EE">
                <w:t>ga@ga.dk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Greenpeace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 xml:space="preserve">info.dk@greenpeace.org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HORESTA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2" w:history="1">
              <w:r w:rsidR="00E30769" w:rsidRPr="00D508EE">
                <w:t>hoering@horesta.dk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Håndværksrådet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hvr@hvr.dk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International Transport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itd@itd.dk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KL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3" w:history="1">
              <w:r w:rsidR="00E30769" w:rsidRPr="00D508EE">
                <w:t>kl@kl.dk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Konkurrence- og Forbrugerstyrelsen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4" w:history="1">
              <w:r w:rsidR="00E30769" w:rsidRPr="00D508EE">
                <w:t>kfst@kfst.dk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Kraka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kontakt@kraka.org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lastRenderedPageBreak/>
              <w:t>Kræftens Bekæmpelse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5" w:history="1">
              <w:r w:rsidR="00E30769" w:rsidRPr="00D508EE">
                <w:t>info@cancer.dk</w:t>
              </w:r>
              <w:r w:rsidR="00E30769" w:rsidRPr="00D508EE">
                <w:br/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Landbrug &amp; Fødevarer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info@lf.dk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Landsforeningen for Bæredygtigt Landbrug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info@baeredygtigtlandbrug.dk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Landsskatteretten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6" w:history="1">
              <w:r w:rsidR="00E30769" w:rsidRPr="00D508EE">
                <w:t>sanst@sanst.dk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Ledernes Hovedorganisation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7" w:history="1">
              <w:r w:rsidR="00E30769" w:rsidRPr="00D508EE">
                <w:t>lederne@lederne.dk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LO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lo@lo.dk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Metalemballagegruppen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8" w:history="1">
              <w:r w:rsidR="00E30769" w:rsidRPr="00D508EE">
                <w:t>sekretariat@metalemballge.dk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Miljøstyrelsen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mst@mst.dk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Mineralolie Brancheforeningen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mb-miljoepuljen@live.dk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Moderniseringsstyrelsen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 xml:space="preserve">modst@modst.dk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Motorcykel Forhandler Foreningen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39" w:history="1">
              <w:r w:rsidR="00E30769" w:rsidRPr="00D508EE">
                <w:t>kontor@mff-dk.dk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Motorhistorisk Samråd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0" w:history="1">
              <w:r w:rsidR="00E30769" w:rsidRPr="00D508EE">
                <w:t>mhs@motorhistorisk.dk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Nationalt Center for Miljø og Energi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dce@au.dk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Naturstyrelsen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nst@nst.dk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Noah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noah@noah.dk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Nærbutikkernes Landsforening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1" w:history="1">
              <w:r w:rsidR="00E30769" w:rsidRPr="00D508EE">
                <w:t>info@nbl-landsforening.dk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Plastindustrien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pd@plast.dk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Rejsearrangører i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info@rejsearrangorer.dk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Restaurationsbranchen.dk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kontakt@restaurationsbranchen.dk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 xml:space="preserve">Sammenslutningen af </w:t>
            </w:r>
            <w:proofErr w:type="spellStart"/>
            <w:r w:rsidRPr="00D508EE">
              <w:t>Karosseribyggere</w:t>
            </w:r>
            <w:proofErr w:type="spellEnd"/>
            <w:r w:rsidRPr="00D508EE">
              <w:t xml:space="preserve"> og Autooprettere i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2" w:history="1">
              <w:r w:rsidR="00E30769" w:rsidRPr="00D508EE">
                <w:t>info@skad.dk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Sammenslutningen af Landbrugets Arbejdsgiverforeninger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3" w:history="1">
              <w:r w:rsidR="00E30769" w:rsidRPr="00D508EE">
                <w:t>info@sala.dk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SKAT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4" w:history="1">
              <w:r w:rsidR="00E30769" w:rsidRPr="00D508EE">
                <w:t>juraskat@skat.dk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Skatteankestyrelsen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sanst@sanst.dk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SRF Skattefaglig 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jesper</w:t>
            </w:r>
            <w:proofErr w:type="gramStart"/>
            <w:r w:rsidRPr="00D508EE">
              <w:t>.Kiholm</w:t>
            </w:r>
            <w:proofErr w:type="gramEnd"/>
            <w:r w:rsidRPr="00D508EE">
              <w:t>@skat.dk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Vedvarende Energi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 xml:space="preserve">ab@ve.dk 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lastRenderedPageBreak/>
              <w:t>Vin og Spiritus Organisationen i Danmark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5" w:history="1">
              <w:r w:rsidR="00E30769" w:rsidRPr="00D508EE">
                <w:t>vsod@vsod.dk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4C0E73" w:rsidP="0071012F">
            <w:proofErr w:type="spellStart"/>
            <w:r w:rsidRPr="00D508EE">
              <w:t>VisitDenmark</w:t>
            </w:r>
            <w:proofErr w:type="spellEnd"/>
          </w:p>
        </w:tc>
        <w:tc>
          <w:tcPr>
            <w:tcW w:w="2253" w:type="pct"/>
            <w:noWrap/>
            <w:hideMark/>
          </w:tcPr>
          <w:p w:rsidR="00E30769" w:rsidRPr="00D508EE" w:rsidRDefault="001B1924" w:rsidP="0071012F">
            <w:hyperlink r:id="rId46" w:history="1">
              <w:r w:rsidR="004C0E73" w:rsidRPr="00D508EE">
                <w:t>contact@visitdenmark.com</w:t>
              </w:r>
            </w:hyperlink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4C0E73" w:rsidP="0071012F">
            <w:r>
              <w:t>WWF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4C0E73" w:rsidP="0071012F">
            <w:r>
              <w:t>info@wwf.dk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Ældresagen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aeldresagen@aeldresagen.dk</w:t>
            </w:r>
          </w:p>
        </w:tc>
      </w:tr>
      <w:tr w:rsidR="00E30769" w:rsidRPr="00D508EE" w:rsidTr="007909E3">
        <w:trPr>
          <w:trHeight w:val="300"/>
        </w:trPr>
        <w:tc>
          <w:tcPr>
            <w:tcW w:w="2747" w:type="pct"/>
            <w:noWrap/>
            <w:hideMark/>
          </w:tcPr>
          <w:p w:rsidR="00E30769" w:rsidRPr="00D508EE" w:rsidRDefault="00E30769" w:rsidP="0071012F">
            <w:r w:rsidRPr="00D508EE">
              <w:t>Økologisk Landsforening</w:t>
            </w:r>
          </w:p>
        </w:tc>
        <w:tc>
          <w:tcPr>
            <w:tcW w:w="2253" w:type="pct"/>
            <w:noWrap/>
            <w:hideMark/>
          </w:tcPr>
          <w:p w:rsidR="00E30769" w:rsidRPr="00D508EE" w:rsidRDefault="00E30769" w:rsidP="0071012F">
            <w:r w:rsidRPr="00D508EE">
              <w:t>info@okologi.dk</w:t>
            </w:r>
          </w:p>
        </w:tc>
      </w:tr>
    </w:tbl>
    <w:p w:rsidR="00E30769" w:rsidRPr="00577A89" w:rsidRDefault="00E30769" w:rsidP="00E30769">
      <w:pPr>
        <w:rPr>
          <w:b/>
        </w:rPr>
      </w:pPr>
    </w:p>
    <w:p w:rsidR="00BC407C" w:rsidRDefault="00BC407C"/>
    <w:sectPr w:rsidR="00BC40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69"/>
    <w:rsid w:val="000445D5"/>
    <w:rsid w:val="001B1924"/>
    <w:rsid w:val="004C0E73"/>
    <w:rsid w:val="0071012F"/>
    <w:rsid w:val="007909E3"/>
    <w:rsid w:val="007A6502"/>
    <w:rsid w:val="008F395E"/>
    <w:rsid w:val="00BC407C"/>
    <w:rsid w:val="00E3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@ae.dk" TargetMode="External"/><Relationship Id="rId13" Type="http://schemas.openxmlformats.org/officeDocument/2006/relationships/hyperlink" Target="mailto:kontakt@bryggeriforeningen.dk" TargetMode="External"/><Relationship Id="rId18" Type="http://schemas.openxmlformats.org/officeDocument/2006/relationships/hyperlink" Target="mailto:info@dbfu.dk" TargetMode="External"/><Relationship Id="rId26" Type="http://schemas.openxmlformats.org/officeDocument/2006/relationships/hyperlink" Target="mailto:info@erfagruppen-bilsyn.dk" TargetMode="External"/><Relationship Id="rId39" Type="http://schemas.openxmlformats.org/officeDocument/2006/relationships/hyperlink" Target="mailto:kontor@mff-dk.d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ontakt@dansklokalsyn.dk" TargetMode="External"/><Relationship Id="rId34" Type="http://schemas.openxmlformats.org/officeDocument/2006/relationships/hyperlink" Target="mailto:kfst@kfst.dk" TargetMode="External"/><Relationship Id="rId42" Type="http://schemas.openxmlformats.org/officeDocument/2006/relationships/hyperlink" Target="mailto:info@skad.dk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abf@abf-rep.dk" TargetMode="External"/><Relationship Id="rId12" Type="http://schemas.openxmlformats.org/officeDocument/2006/relationships/hyperlink" Target="mailto:info@bffg.dk" TargetMode="External"/><Relationship Id="rId17" Type="http://schemas.openxmlformats.org/officeDocument/2006/relationships/hyperlink" Target="mailto:daf@daf.dk" TargetMode="External"/><Relationship Id="rId25" Type="http://schemas.openxmlformats.org/officeDocument/2006/relationships/hyperlink" Target="mailto:bil@di.dk" TargetMode="External"/><Relationship Id="rId33" Type="http://schemas.openxmlformats.org/officeDocument/2006/relationships/hyperlink" Target="mailto:kl@kl.dk" TargetMode="External"/><Relationship Id="rId38" Type="http://schemas.openxmlformats.org/officeDocument/2006/relationships/hyperlink" Target="mailto:sekretariat@metalemballge.dk" TargetMode="External"/><Relationship Id="rId46" Type="http://schemas.openxmlformats.org/officeDocument/2006/relationships/hyperlink" Target="mailto:contact@visitdenmark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asu@dasu.dk" TargetMode="External"/><Relationship Id="rId20" Type="http://schemas.openxmlformats.org/officeDocument/2006/relationships/hyperlink" Target="mailto:de@de.dk" TargetMode="External"/><Relationship Id="rId29" Type="http://schemas.openxmlformats.org/officeDocument/2006/relationships/hyperlink" Target="mailto:fdr@fdr.dk" TargetMode="External"/><Relationship Id="rId41" Type="http://schemas.openxmlformats.org/officeDocument/2006/relationships/hyperlink" Target="mailto:info@nbl-landsforening.dk" TargetMode="External"/><Relationship Id="rId1" Type="http://schemas.openxmlformats.org/officeDocument/2006/relationships/styles" Target="styles.xml"/><Relationship Id="rId6" Type="http://schemas.openxmlformats.org/officeDocument/2006/relationships/hyperlink" Target="mailto:jh@alu.dk" TargetMode="External"/><Relationship Id="rId11" Type="http://schemas.openxmlformats.org/officeDocument/2006/relationships/hyperlink" Target="mailto:bl@bl.dk" TargetMode="External"/><Relationship Id="rId24" Type="http://schemas.openxmlformats.org/officeDocument/2006/relationships/hyperlink" Target="mailto:info@danskesynsvirksomheder.dk" TargetMode="External"/><Relationship Id="rId32" Type="http://schemas.openxmlformats.org/officeDocument/2006/relationships/hyperlink" Target="mailto:hoering@horesta.dk" TargetMode="External"/><Relationship Id="rId37" Type="http://schemas.openxmlformats.org/officeDocument/2006/relationships/hyperlink" Target="mailto:lederne@lederne.dk" TargetMode="External"/><Relationship Id="rId40" Type="http://schemas.openxmlformats.org/officeDocument/2006/relationships/hyperlink" Target="mailto:mhs@motorhistorisk.dk" TargetMode="External"/><Relationship Id="rId45" Type="http://schemas.openxmlformats.org/officeDocument/2006/relationships/hyperlink" Target="mailto:vsod@vsod.dk" TargetMode="External"/><Relationship Id="rId5" Type="http://schemas.openxmlformats.org/officeDocument/2006/relationships/hyperlink" Target="mailto:john.frederiksen@3f.dk" TargetMode="External"/><Relationship Id="rId15" Type="http://schemas.openxmlformats.org/officeDocument/2006/relationships/hyperlink" Target="mailto:dmu@dmusport.dk" TargetMode="External"/><Relationship Id="rId23" Type="http://schemas.openxmlformats.org/officeDocument/2006/relationships/hyperlink" Target="mailto:mail@danskeboligadvokater" TargetMode="External"/><Relationship Id="rId28" Type="http://schemas.openxmlformats.org/officeDocument/2006/relationships/hyperlink" Target="mailto:post@finansogleasing.dk" TargetMode="External"/><Relationship Id="rId36" Type="http://schemas.openxmlformats.org/officeDocument/2006/relationships/hyperlink" Target="mailto:sanst@sanst.dk" TargetMode="External"/><Relationship Id="rId10" Type="http://schemas.openxmlformats.org/officeDocument/2006/relationships/hyperlink" Target="mailto:forbundet@blikroer.dk" TargetMode="External"/><Relationship Id="rId19" Type="http://schemas.openxmlformats.org/officeDocument/2006/relationships/hyperlink" Target="mailto:thh@dlg.dk" TargetMode="External"/><Relationship Id="rId31" Type="http://schemas.openxmlformats.org/officeDocument/2006/relationships/hyperlink" Target="mailto:ga@ga.dk" TargetMode="External"/><Relationship Id="rId44" Type="http://schemas.openxmlformats.org/officeDocument/2006/relationships/hyperlink" Target="mailto:juraskat@skat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utig@ahtig.dk" TargetMode="External"/><Relationship Id="rId14" Type="http://schemas.openxmlformats.org/officeDocument/2006/relationships/hyperlink" Target="mailto:cad@cad.dk" TargetMode="External"/><Relationship Id="rId22" Type="http://schemas.openxmlformats.org/officeDocument/2006/relationships/hyperlink" Target="mailto:drf@travelassoc.dk" TargetMode="External"/><Relationship Id="rId27" Type="http://schemas.openxmlformats.org/officeDocument/2006/relationships/hyperlink" Target="mailto:fdm@fdm.dk" TargetMode="External"/><Relationship Id="rId30" Type="http://schemas.openxmlformats.org/officeDocument/2006/relationships/hyperlink" Target="mailto:fk@fmk.dk" TargetMode="External"/><Relationship Id="rId35" Type="http://schemas.openxmlformats.org/officeDocument/2006/relationships/hyperlink" Target="mailto:info@cancer.dk" TargetMode="External"/><Relationship Id="rId43" Type="http://schemas.openxmlformats.org/officeDocument/2006/relationships/hyperlink" Target="mailto:info@sala.d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5274</Characters>
  <Application>Microsoft Office Word</Application>
  <DocSecurity>4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Bujandric</dc:creator>
  <cp:lastModifiedBy>Rikke Kure Wendel</cp:lastModifiedBy>
  <cp:revision>2</cp:revision>
  <dcterms:created xsi:type="dcterms:W3CDTF">2014-09-03T12:54:00Z</dcterms:created>
  <dcterms:modified xsi:type="dcterms:W3CDTF">2014-09-03T12:54:00Z</dcterms:modified>
</cp:coreProperties>
</file>