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9357" w:tblpY="2422"/>
        <w:tblOverlap w:val="never"/>
        <w:tblW w:w="1985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5"/>
      </w:tblGrid>
      <w:tr w:rsidR="00466136" w:rsidRPr="007D1FCB" w:rsidTr="008D5A02">
        <w:trPr>
          <w:trHeight w:val="2835"/>
        </w:trPr>
        <w:tc>
          <w:tcPr>
            <w:tcW w:w="2484" w:type="dxa"/>
          </w:tcPr>
          <w:p w:rsidR="00F2770A" w:rsidRDefault="00F2770A" w:rsidP="00F2770A">
            <w:pPr>
              <w:pStyle w:val="Hjrespaltetekst"/>
            </w:pPr>
            <w:bookmarkStart w:id="0" w:name="_GoBack"/>
            <w:bookmarkEnd w:id="0"/>
          </w:p>
          <w:sdt>
            <w:sdtPr>
              <w:alias w:val="Vælg dato"/>
              <w:tag w:val="Vælg dato"/>
              <w:id w:val="-696322164"/>
              <w:placeholder>
                <w:docPart w:val="94704C1ED7A5464FAA6345826EBA6838"/>
              </w:placeholder>
              <w:date w:fullDate="2014-08-15T00:00:00Z">
                <w:dateFormat w:val="d. MMMM yyyy"/>
                <w:lid w:val="da-DK"/>
                <w:storeMappedDataAs w:val="dateTime"/>
                <w:calendar w:val="gregorian"/>
              </w:date>
            </w:sdtPr>
            <w:sdtEndPr/>
            <w:sdtContent>
              <w:p w:rsidR="00F2770A" w:rsidRPr="009E0471" w:rsidRDefault="00A47435" w:rsidP="009E0471">
                <w:pPr>
                  <w:pStyle w:val="Hjrespaltetekst"/>
                  <w:rPr>
                    <w:rFonts w:ascii="Garamond" w:hAnsi="Garamond"/>
                    <w:noProof w:val="0"/>
                    <w:color w:val="auto"/>
                    <w:spacing w:val="0"/>
                    <w:sz w:val="22"/>
                  </w:rPr>
                </w:pPr>
                <w:r>
                  <w:t>15. august 2014</w:t>
                </w:r>
              </w:p>
            </w:sdtContent>
          </w:sdt>
          <w:p w:rsidR="0053662E" w:rsidRDefault="00DF0E45" w:rsidP="008D5A02">
            <w:pPr>
              <w:pStyle w:val="Template-Dato"/>
            </w:pPr>
            <w:r>
              <w:t>J.</w:t>
            </w:r>
            <w:r w:rsidR="0053662E">
              <w:t xml:space="preserve">nr. </w:t>
            </w:r>
            <w:bookmarkStart w:id="1" w:name="sagsnr"/>
            <w:bookmarkEnd w:id="1"/>
            <w:r w:rsidR="00AE2434">
              <w:t>14-0357670</w:t>
            </w:r>
          </w:p>
          <w:p w:rsidR="00466136" w:rsidRPr="007D1FCB" w:rsidRDefault="00466136" w:rsidP="008158B3">
            <w:pPr>
              <w:pStyle w:val="Hjrespaltetekst"/>
            </w:pPr>
          </w:p>
        </w:tc>
      </w:tr>
    </w:tbl>
    <w:tbl>
      <w:tblPr>
        <w:tblStyle w:val="Tabel-Gitter"/>
        <w:tblW w:w="7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5"/>
      </w:tblGrid>
      <w:tr w:rsidR="00AD0C8A" w:rsidTr="00AD0C8A">
        <w:trPr>
          <w:trHeight w:val="2750"/>
        </w:trPr>
        <w:tc>
          <w:tcPr>
            <w:tcW w:w="7655" w:type="dxa"/>
            <w:vAlign w:val="bottom"/>
          </w:tcPr>
          <w:p w:rsidR="008158B3" w:rsidRDefault="008158B3" w:rsidP="008158B3">
            <w:pPr>
              <w:pStyle w:val="Overskrift1"/>
              <w:jc w:val="center"/>
              <w:outlineLvl w:val="0"/>
            </w:pPr>
          </w:p>
          <w:p w:rsidR="008158B3" w:rsidRDefault="008158B3" w:rsidP="008158B3">
            <w:pPr>
              <w:pStyle w:val="Overskrift1"/>
              <w:jc w:val="center"/>
              <w:outlineLvl w:val="0"/>
            </w:pPr>
          </w:p>
          <w:p w:rsidR="008158B3" w:rsidRDefault="008158B3" w:rsidP="008158B3">
            <w:pPr>
              <w:pStyle w:val="Overskrift1"/>
              <w:jc w:val="center"/>
              <w:outlineLvl w:val="0"/>
            </w:pPr>
          </w:p>
          <w:p w:rsidR="008158B3" w:rsidRDefault="008158B3" w:rsidP="008158B3">
            <w:pPr>
              <w:pStyle w:val="Overskrift1"/>
              <w:jc w:val="center"/>
              <w:outlineLvl w:val="0"/>
            </w:pPr>
          </w:p>
          <w:p w:rsidR="00AD0C8A" w:rsidRDefault="00AE2434" w:rsidP="008158B3">
            <w:pPr>
              <w:pStyle w:val="Overskrift1"/>
              <w:jc w:val="center"/>
              <w:outlineLvl w:val="0"/>
            </w:pPr>
            <w:r>
              <w:t>Høringsliste</w:t>
            </w:r>
          </w:p>
          <w:p w:rsidR="008158B3" w:rsidRPr="008158B3" w:rsidRDefault="008158B3" w:rsidP="008158B3"/>
          <w:p w:rsidR="008158B3" w:rsidRPr="008158B3" w:rsidRDefault="00A217BD" w:rsidP="008158B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Del af </w:t>
            </w:r>
            <w:r w:rsidR="008158B3" w:rsidRPr="008158B3">
              <w:rPr>
                <w:b/>
                <w:sz w:val="24"/>
                <w:szCs w:val="24"/>
              </w:rPr>
              <w:t xml:space="preserve">Forslag til Lov om ændring af skatteforvaltningsloven og forskellige andre love </w:t>
            </w:r>
          </w:p>
          <w:p w:rsidR="008158B3" w:rsidRPr="008158B3" w:rsidRDefault="008158B3" w:rsidP="008158B3">
            <w:pPr>
              <w:jc w:val="both"/>
            </w:pPr>
            <w:r w:rsidRPr="008158B3">
              <w:rPr>
                <w:b/>
                <w:sz w:val="24"/>
                <w:szCs w:val="24"/>
              </w:rPr>
              <w:t>(Hurtig afslutning i visse klagesager, omkostningsgodtgørelse i flere ret</w:t>
            </w:r>
            <w:r w:rsidRPr="008158B3">
              <w:rPr>
                <w:b/>
                <w:sz w:val="24"/>
                <w:szCs w:val="24"/>
              </w:rPr>
              <w:t>s</w:t>
            </w:r>
            <w:r w:rsidRPr="008158B3">
              <w:rPr>
                <w:b/>
                <w:sz w:val="24"/>
                <w:szCs w:val="24"/>
              </w:rPr>
              <w:t>sager, dækningsrækkefølgen for underholdsbidrag, restanceforebyggelse, momsregistrering af visse virksomheder samt udmøntning af kommunea</w:t>
            </w:r>
            <w:r w:rsidRPr="008158B3">
              <w:rPr>
                <w:b/>
                <w:sz w:val="24"/>
                <w:szCs w:val="24"/>
              </w:rPr>
              <w:t>f</w:t>
            </w:r>
            <w:r w:rsidRPr="008158B3">
              <w:rPr>
                <w:b/>
                <w:sz w:val="24"/>
                <w:szCs w:val="24"/>
              </w:rPr>
              <w:t>talen for 2015 vedrørende forbedret inddrivelse af restancer til det offentlige</w:t>
            </w:r>
            <w:r w:rsidR="00D912E8">
              <w:rPr>
                <w:b/>
                <w:sz w:val="24"/>
                <w:szCs w:val="24"/>
              </w:rPr>
              <w:t xml:space="preserve"> m.v.</w:t>
            </w:r>
            <w:r w:rsidRPr="008158B3">
              <w:rPr>
                <w:b/>
                <w:sz w:val="24"/>
                <w:szCs w:val="24"/>
              </w:rPr>
              <w:t>)</w:t>
            </w:r>
          </w:p>
        </w:tc>
      </w:tr>
    </w:tbl>
    <w:p w:rsidR="00466136" w:rsidRDefault="00466136" w:rsidP="00655B49"/>
    <w:p w:rsidR="008158B3" w:rsidRDefault="008158B3" w:rsidP="00801F34">
      <w:pPr>
        <w:sectPr w:rsidR="008158B3" w:rsidSect="00207BE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2381" w:right="3119" w:bottom="1701" w:left="1134" w:header="567" w:footer="584" w:gutter="0"/>
          <w:pgNumType w:start="1"/>
          <w:cols w:space="708"/>
          <w:titlePg/>
          <w:docGrid w:linePitch="360"/>
        </w:sectPr>
      </w:pPr>
    </w:p>
    <w:p w:rsidR="008158B3" w:rsidRDefault="008158B3" w:rsidP="00801F34">
      <w:r>
        <w:lastRenderedPageBreak/>
        <w:t>Advokatrådet</w:t>
      </w:r>
    </w:p>
    <w:p w:rsidR="008158B3" w:rsidRDefault="008158B3" w:rsidP="00801F34">
      <w:r>
        <w:t>AErådet</w:t>
      </w:r>
    </w:p>
    <w:p w:rsidR="008158B3" w:rsidRDefault="008158B3" w:rsidP="00801F34">
      <w:r>
        <w:t>ATP</w:t>
      </w:r>
    </w:p>
    <w:p w:rsidR="008158B3" w:rsidRDefault="00AE2434" w:rsidP="00801F34">
      <w:r w:rsidRPr="00AE2434">
        <w:t xml:space="preserve">Borger- </w:t>
      </w:r>
      <w:r w:rsidR="008158B3">
        <w:t>og Retssikkerhedschefen i SKAT</w:t>
      </w:r>
    </w:p>
    <w:p w:rsidR="008158B3" w:rsidRDefault="008158B3" w:rsidP="00801F34">
      <w:r>
        <w:t>Cepos</w:t>
      </w:r>
    </w:p>
    <w:p w:rsidR="008158B3" w:rsidRDefault="00AE2434" w:rsidP="00801F34">
      <w:r w:rsidRPr="00AE2434">
        <w:t>Ce</w:t>
      </w:r>
      <w:r w:rsidR="008158B3">
        <w:t>vea</w:t>
      </w:r>
    </w:p>
    <w:p w:rsidR="008158B3" w:rsidRDefault="00AE2434" w:rsidP="00801F34">
      <w:r w:rsidRPr="00AE2434">
        <w:t>Dansk Aktionær</w:t>
      </w:r>
      <w:r w:rsidR="008158B3">
        <w:t>forening</w:t>
      </w:r>
    </w:p>
    <w:p w:rsidR="008158B3" w:rsidRDefault="008158B3" w:rsidP="00801F34">
      <w:r>
        <w:t>Dansk Byggeri</w:t>
      </w:r>
    </w:p>
    <w:p w:rsidR="008158B3" w:rsidRDefault="00AE2434" w:rsidP="00801F34">
      <w:r w:rsidRPr="00AE2434">
        <w:t>Dansk Ejendomsmæglerfor</w:t>
      </w:r>
      <w:r w:rsidR="008158B3">
        <w:t>ening</w:t>
      </w:r>
    </w:p>
    <w:p w:rsidR="008158B3" w:rsidRDefault="00AE2434" w:rsidP="00801F34">
      <w:r w:rsidRPr="00AE2434">
        <w:t>Dansk Er</w:t>
      </w:r>
      <w:r w:rsidR="008158B3">
        <w:t>hverv</w:t>
      </w:r>
    </w:p>
    <w:p w:rsidR="008158B3" w:rsidRDefault="00AE2434" w:rsidP="00801F34">
      <w:r w:rsidRPr="00AE2434">
        <w:t>Dansk Told &amp; Skatte</w:t>
      </w:r>
      <w:r w:rsidR="008158B3">
        <w:t>forbund</w:t>
      </w:r>
    </w:p>
    <w:p w:rsidR="008158B3" w:rsidRDefault="008158B3" w:rsidP="00801F34">
      <w:r>
        <w:t>Danske Advokater</w:t>
      </w:r>
    </w:p>
    <w:p w:rsidR="008158B3" w:rsidRDefault="008158B3" w:rsidP="00801F34">
      <w:r>
        <w:t>Datatilsynet</w:t>
      </w:r>
    </w:p>
    <w:p w:rsidR="008158B3" w:rsidRDefault="00AE2434" w:rsidP="00801F34">
      <w:r w:rsidRPr="00AE2434">
        <w:t>Den Danske Dommerfor</w:t>
      </w:r>
      <w:r w:rsidR="008158B3">
        <w:t>ening</w:t>
      </w:r>
    </w:p>
    <w:p w:rsidR="008158B3" w:rsidRDefault="008158B3" w:rsidP="00801F34">
      <w:r>
        <w:t>DI</w:t>
      </w:r>
    </w:p>
    <w:p w:rsidR="008158B3" w:rsidRDefault="00AE2434" w:rsidP="00801F34">
      <w:r w:rsidRPr="00AE2434">
        <w:t>Domstols</w:t>
      </w:r>
      <w:r w:rsidR="008158B3">
        <w:t>styrelsen</w:t>
      </w:r>
    </w:p>
    <w:p w:rsidR="008158B3" w:rsidRDefault="00AE2434" w:rsidP="00801F34">
      <w:r w:rsidRPr="00AE2434">
        <w:t>Erhvervsstyrelsen – Team Effektiv R</w:t>
      </w:r>
      <w:r w:rsidRPr="00AE2434">
        <w:t>e</w:t>
      </w:r>
      <w:r w:rsidRPr="00AE2434">
        <w:t>gule</w:t>
      </w:r>
      <w:r w:rsidR="008158B3">
        <w:t>ring</w:t>
      </w:r>
    </w:p>
    <w:p w:rsidR="008158B3" w:rsidRDefault="00AE2434" w:rsidP="00801F34">
      <w:r w:rsidRPr="00AE2434">
        <w:t>Ejendomsforenin</w:t>
      </w:r>
      <w:r w:rsidR="008158B3">
        <w:t>gen Danmark</w:t>
      </w:r>
    </w:p>
    <w:p w:rsidR="008158B3" w:rsidRDefault="00AE2434" w:rsidP="00801F34">
      <w:r w:rsidRPr="00AE2434">
        <w:t>Ejerlejlighedernes Landsfor</w:t>
      </w:r>
      <w:r w:rsidR="008158B3">
        <w:t>ening</w:t>
      </w:r>
    </w:p>
    <w:p w:rsidR="008158B3" w:rsidRDefault="00AE2434" w:rsidP="00801F34">
      <w:r w:rsidRPr="00AE2434">
        <w:t>Finansrå</w:t>
      </w:r>
      <w:r w:rsidR="008158B3">
        <w:t>det</w:t>
      </w:r>
    </w:p>
    <w:p w:rsidR="008158B3" w:rsidRDefault="00AE2434" w:rsidP="00801F34">
      <w:r w:rsidRPr="00AE2434">
        <w:t>FSR – danske reviso</w:t>
      </w:r>
      <w:r w:rsidR="008158B3">
        <w:t>rer</w:t>
      </w:r>
    </w:p>
    <w:p w:rsidR="008158B3" w:rsidRDefault="00AE2434" w:rsidP="00801F34">
      <w:r w:rsidRPr="00AE2434">
        <w:t>Foren</w:t>
      </w:r>
      <w:r w:rsidR="008158B3">
        <w:t>ingen af Danske Skatteankenævn</w:t>
      </w:r>
    </w:p>
    <w:p w:rsidR="008158B3" w:rsidRDefault="00AE2434" w:rsidP="00801F34">
      <w:r w:rsidRPr="00AE2434">
        <w:t>Forsikring &amp; Pensi</w:t>
      </w:r>
      <w:r w:rsidR="008158B3">
        <w:t>on</w:t>
      </w:r>
    </w:p>
    <w:p w:rsidR="008158B3" w:rsidRDefault="00AE2434" w:rsidP="00801F34">
      <w:r w:rsidRPr="00AE2434">
        <w:t>Håndværksrå</w:t>
      </w:r>
      <w:r w:rsidR="008158B3">
        <w:t>det</w:t>
      </w:r>
    </w:p>
    <w:p w:rsidR="008158B3" w:rsidRDefault="00AE2434" w:rsidP="00801F34">
      <w:r w:rsidRPr="00AE2434">
        <w:t>InvesteringsForenings</w:t>
      </w:r>
      <w:r w:rsidR="008158B3">
        <w:t>Rådet</w:t>
      </w:r>
    </w:p>
    <w:p w:rsidR="008158B3" w:rsidRDefault="008158B3" w:rsidP="00801F34">
      <w:r>
        <w:t>KL</w:t>
      </w:r>
    </w:p>
    <w:p w:rsidR="008158B3" w:rsidRDefault="008158B3" w:rsidP="00801F34">
      <w:r>
        <w:t>Kraka</w:t>
      </w:r>
    </w:p>
    <w:p w:rsidR="008158B3" w:rsidRDefault="00AE2434" w:rsidP="00801F34">
      <w:r w:rsidRPr="00AE2434">
        <w:t>Landbrug &amp; Fødeva</w:t>
      </w:r>
      <w:r w:rsidR="008158B3">
        <w:t>rer</w:t>
      </w:r>
    </w:p>
    <w:p w:rsidR="008158B3" w:rsidRDefault="00AE2434" w:rsidP="00801F34">
      <w:r w:rsidRPr="00AE2434">
        <w:lastRenderedPageBreak/>
        <w:t>Landsskat</w:t>
      </w:r>
      <w:r w:rsidR="008158B3">
        <w:t>teretten</w:t>
      </w:r>
    </w:p>
    <w:p w:rsidR="008158B3" w:rsidRDefault="00AE2434" w:rsidP="00801F34">
      <w:r w:rsidRPr="00AE2434">
        <w:t>Realkredit</w:t>
      </w:r>
      <w:r w:rsidR="008158B3">
        <w:t>foreningen</w:t>
      </w:r>
    </w:p>
    <w:p w:rsidR="008158B3" w:rsidRDefault="00AE2434" w:rsidP="00801F34">
      <w:r w:rsidRPr="00AE2434">
        <w:t>Realkreditrå</w:t>
      </w:r>
      <w:r w:rsidR="008158B3">
        <w:t>det</w:t>
      </w:r>
    </w:p>
    <w:p w:rsidR="008158B3" w:rsidRDefault="00AE2434" w:rsidP="00801F34">
      <w:r w:rsidRPr="00AE2434">
        <w:t>SRF Skattefaglig For</w:t>
      </w:r>
      <w:r w:rsidR="008158B3">
        <w:t>ening</w:t>
      </w:r>
    </w:p>
    <w:p w:rsidR="008158B3" w:rsidRDefault="00AE2434" w:rsidP="00801F34">
      <w:r w:rsidRPr="00AE2434">
        <w:t>Videncentret for Land</w:t>
      </w:r>
      <w:r w:rsidR="008158B3">
        <w:t>brug</w:t>
      </w:r>
    </w:p>
    <w:p w:rsidR="00503680" w:rsidRDefault="00ED667F" w:rsidP="00801F34">
      <w:r>
        <w:t>Vurderingsankenævnsforeningen</w:t>
      </w:r>
    </w:p>
    <w:sectPr w:rsidR="00503680" w:rsidSect="008158B3">
      <w:type w:val="continuous"/>
      <w:pgSz w:w="11906" w:h="16838" w:code="9"/>
      <w:pgMar w:top="2381" w:right="3119" w:bottom="1701" w:left="1134" w:header="567" w:footer="584" w:gutter="0"/>
      <w:pgNumType w:start="1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8B2" w:rsidRDefault="002D18B2" w:rsidP="009E4B94">
      <w:pPr>
        <w:spacing w:line="240" w:lineRule="auto"/>
      </w:pPr>
      <w:r>
        <w:separator/>
      </w:r>
    </w:p>
  </w:endnote>
  <w:endnote w:type="continuationSeparator" w:id="0">
    <w:p w:rsidR="002D18B2" w:rsidRDefault="002D18B2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976F66C" wp14:editId="13D87444">
              <wp:simplePos x="0" y="0"/>
              <wp:positionH relativeFrom="rightMargin">
                <wp:posOffset>363855</wp:posOffset>
              </wp:positionH>
              <wp:positionV relativeFrom="page">
                <wp:posOffset>10002520</wp:posOffset>
              </wp:positionV>
              <wp:extent cx="1249680" cy="542925"/>
              <wp:effectExtent l="0" t="0" r="762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81D83" w:rsidRPr="00094ABD" w:rsidRDefault="00706E32" w:rsidP="001E79D1">
                          <w:pPr>
                            <w:rPr>
                              <w:rStyle w:val="Sidetal"/>
                            </w:rPr>
                          </w:pPr>
                          <w:r>
                            <w:rPr>
                              <w:rStyle w:val="Sidetal"/>
                            </w:rPr>
                            <w:t>Sid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e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8158B3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 </w:t>
                          </w:r>
                          <w:r>
                            <w:rPr>
                              <w:rStyle w:val="Sidetal"/>
                            </w:rPr>
                            <w:t>a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f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8158B3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8.65pt;margin-top:787.6pt;width:98.4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" filled="f" stroked="f" strokeweight=".5pt">
              <v:textbox style="mso-fit-shape-to-text:t" inset="0,0,0,0">
                <w:txbxContent>
                  <w:p w:rsidR="00681D83" w:rsidRPr="00094ABD" w:rsidRDefault="00706E32" w:rsidP="001E79D1">
                    <w:pPr>
                      <w:rPr>
                        <w:rStyle w:val="Sidetal"/>
                      </w:rPr>
                    </w:pPr>
                    <w:r>
                      <w:rPr>
                        <w:rStyle w:val="Sidetal"/>
                      </w:rPr>
                      <w:t>Sid</w:t>
                    </w:r>
                    <w:r w:rsidR="00681D83" w:rsidRPr="00094ABD">
                      <w:rPr>
                        <w:rStyle w:val="Sidetal"/>
                      </w:rPr>
                      <w:t xml:space="preserve">e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PAGE 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8158B3">
                      <w:rPr>
                        <w:rStyle w:val="Sidetal"/>
                        <w:noProof/>
                      </w:rPr>
                      <w:t>2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  <w:r w:rsidR="00681D83" w:rsidRPr="00094ABD">
                      <w:rPr>
                        <w:rStyle w:val="Sidetal"/>
                      </w:rPr>
                      <w:t xml:space="preserve"> </w:t>
                    </w:r>
                    <w:r>
                      <w:rPr>
                        <w:rStyle w:val="Sidetal"/>
                      </w:rPr>
                      <w:t>a</w:t>
                    </w:r>
                    <w:r w:rsidR="00681D83" w:rsidRPr="00094ABD">
                      <w:rPr>
                        <w:rStyle w:val="Sidetal"/>
                      </w:rPr>
                      <w:t xml:space="preserve">f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SECTIONPAGES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8158B3">
                      <w:rPr>
                        <w:rStyle w:val="Sidetal"/>
                        <w:noProof/>
                      </w:rPr>
                      <w:t>2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C51167">
      <w:rPr>
        <w:noProof/>
        <w:lang w:eastAsia="da-DK"/>
      </w:rPr>
      <w:drawing>
        <wp:anchor distT="0" distB="0" distL="114300" distR="114300" simplePos="0" relativeHeight="251669504" behindDoc="0" locked="0" layoutInCell="1" allowOverlap="1" wp14:anchorId="71F0FECF" wp14:editId="456C4E8C">
          <wp:simplePos x="0" y="0"/>
          <wp:positionH relativeFrom="page">
            <wp:posOffset>5929630</wp:posOffset>
          </wp:positionH>
          <wp:positionV relativeFrom="page">
            <wp:posOffset>10261600</wp:posOffset>
          </wp:positionV>
          <wp:extent cx="1270800" cy="792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B94" w:rsidRPr="00094ABD" w:rsidRDefault="000C4289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3EE3BF05" wp14:editId="4223F47D">
          <wp:simplePos x="0" y="0"/>
          <wp:positionH relativeFrom="page">
            <wp:posOffset>5930900</wp:posOffset>
          </wp:positionH>
          <wp:positionV relativeFrom="page">
            <wp:posOffset>10261600</wp:posOffset>
          </wp:positionV>
          <wp:extent cx="1270800" cy="79425"/>
          <wp:effectExtent l="0" t="0" r="571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8B2" w:rsidRDefault="002D18B2" w:rsidP="009E4B94">
      <w:pPr>
        <w:spacing w:line="240" w:lineRule="auto"/>
      </w:pPr>
      <w:r>
        <w:separator/>
      </w:r>
    </w:p>
  </w:footnote>
  <w:footnote w:type="continuationSeparator" w:id="0">
    <w:p w:rsidR="002D18B2" w:rsidRDefault="002D18B2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932" w:rsidRDefault="003075A8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670E3ABB" wp14:editId="27F00B06">
          <wp:simplePos x="0" y="0"/>
          <wp:positionH relativeFrom="page">
            <wp:posOffset>3009900</wp:posOffset>
          </wp:positionH>
          <wp:positionV relativeFrom="page">
            <wp:posOffset>487680</wp:posOffset>
          </wp:positionV>
          <wp:extent cx="1546860" cy="411480"/>
          <wp:effectExtent l="0" t="0" r="0" b="762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rev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686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9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609"/>
    <w:rsid w:val="00004865"/>
    <w:rsid w:val="0000703F"/>
    <w:rsid w:val="0001534C"/>
    <w:rsid w:val="00017063"/>
    <w:rsid w:val="00017586"/>
    <w:rsid w:val="0002656E"/>
    <w:rsid w:val="00030F87"/>
    <w:rsid w:val="00037C52"/>
    <w:rsid w:val="000423FF"/>
    <w:rsid w:val="00045E50"/>
    <w:rsid w:val="00062109"/>
    <w:rsid w:val="00081169"/>
    <w:rsid w:val="00094ABD"/>
    <w:rsid w:val="000A42E7"/>
    <w:rsid w:val="000B2946"/>
    <w:rsid w:val="000C4289"/>
    <w:rsid w:val="000C6781"/>
    <w:rsid w:val="000F4D15"/>
    <w:rsid w:val="00121584"/>
    <w:rsid w:val="001278A8"/>
    <w:rsid w:val="00127940"/>
    <w:rsid w:val="00131F5D"/>
    <w:rsid w:val="0013244F"/>
    <w:rsid w:val="00153F40"/>
    <w:rsid w:val="00165D2F"/>
    <w:rsid w:val="00182651"/>
    <w:rsid w:val="001A2678"/>
    <w:rsid w:val="001D0093"/>
    <w:rsid w:val="001D6BD9"/>
    <w:rsid w:val="001E79D1"/>
    <w:rsid w:val="001F374B"/>
    <w:rsid w:val="00203DE6"/>
    <w:rsid w:val="00207BEC"/>
    <w:rsid w:val="0022582F"/>
    <w:rsid w:val="00244D70"/>
    <w:rsid w:val="0026468A"/>
    <w:rsid w:val="00267514"/>
    <w:rsid w:val="002870F4"/>
    <w:rsid w:val="002C258E"/>
    <w:rsid w:val="002D18B2"/>
    <w:rsid w:val="002E233E"/>
    <w:rsid w:val="002E24A2"/>
    <w:rsid w:val="002E30A1"/>
    <w:rsid w:val="002E6B15"/>
    <w:rsid w:val="002E74A4"/>
    <w:rsid w:val="003075A8"/>
    <w:rsid w:val="00327DFC"/>
    <w:rsid w:val="00351C70"/>
    <w:rsid w:val="003B35B0"/>
    <w:rsid w:val="003C4F9F"/>
    <w:rsid w:val="003C60F1"/>
    <w:rsid w:val="003F52AC"/>
    <w:rsid w:val="00404BF7"/>
    <w:rsid w:val="004141C6"/>
    <w:rsid w:val="00415896"/>
    <w:rsid w:val="00416196"/>
    <w:rsid w:val="00424709"/>
    <w:rsid w:val="00425F90"/>
    <w:rsid w:val="00446687"/>
    <w:rsid w:val="00455537"/>
    <w:rsid w:val="00466136"/>
    <w:rsid w:val="00484640"/>
    <w:rsid w:val="00491D5C"/>
    <w:rsid w:val="004A5600"/>
    <w:rsid w:val="004B5150"/>
    <w:rsid w:val="004C01B2"/>
    <w:rsid w:val="004D0A20"/>
    <w:rsid w:val="004D3609"/>
    <w:rsid w:val="004D46CB"/>
    <w:rsid w:val="004E5FA3"/>
    <w:rsid w:val="00503680"/>
    <w:rsid w:val="00504882"/>
    <w:rsid w:val="00522DA7"/>
    <w:rsid w:val="00525897"/>
    <w:rsid w:val="00530A82"/>
    <w:rsid w:val="00535188"/>
    <w:rsid w:val="0053662E"/>
    <w:rsid w:val="00546077"/>
    <w:rsid w:val="00562DFF"/>
    <w:rsid w:val="00563829"/>
    <w:rsid w:val="005A28D4"/>
    <w:rsid w:val="005B4028"/>
    <w:rsid w:val="005C5F97"/>
    <w:rsid w:val="005F1580"/>
    <w:rsid w:val="005F3493"/>
    <w:rsid w:val="005F3ED8"/>
    <w:rsid w:val="00637CAF"/>
    <w:rsid w:val="00642CBC"/>
    <w:rsid w:val="00655B49"/>
    <w:rsid w:val="00681D83"/>
    <w:rsid w:val="006900C2"/>
    <w:rsid w:val="00694421"/>
    <w:rsid w:val="006B0F61"/>
    <w:rsid w:val="006B30A9"/>
    <w:rsid w:val="0070267E"/>
    <w:rsid w:val="00703B3F"/>
    <w:rsid w:val="00706E32"/>
    <w:rsid w:val="00707273"/>
    <w:rsid w:val="00713F98"/>
    <w:rsid w:val="007154F3"/>
    <w:rsid w:val="007327A9"/>
    <w:rsid w:val="007546AF"/>
    <w:rsid w:val="00765934"/>
    <w:rsid w:val="00770410"/>
    <w:rsid w:val="00775409"/>
    <w:rsid w:val="00786FCF"/>
    <w:rsid w:val="0078774E"/>
    <w:rsid w:val="00790415"/>
    <w:rsid w:val="007A1B96"/>
    <w:rsid w:val="007E0E19"/>
    <w:rsid w:val="007E2CF5"/>
    <w:rsid w:val="007E373C"/>
    <w:rsid w:val="00801F34"/>
    <w:rsid w:val="008158B3"/>
    <w:rsid w:val="00824115"/>
    <w:rsid w:val="00846207"/>
    <w:rsid w:val="008531FB"/>
    <w:rsid w:val="00864D45"/>
    <w:rsid w:val="008662D3"/>
    <w:rsid w:val="00892D08"/>
    <w:rsid w:val="00893791"/>
    <w:rsid w:val="008B5B59"/>
    <w:rsid w:val="008D000A"/>
    <w:rsid w:val="008D2509"/>
    <w:rsid w:val="008D5A02"/>
    <w:rsid w:val="008E2ECE"/>
    <w:rsid w:val="008E4C26"/>
    <w:rsid w:val="008E5A6D"/>
    <w:rsid w:val="008F32DF"/>
    <w:rsid w:val="008F4D20"/>
    <w:rsid w:val="00902C3D"/>
    <w:rsid w:val="0092171B"/>
    <w:rsid w:val="00947BA0"/>
    <w:rsid w:val="00951B25"/>
    <w:rsid w:val="00983B74"/>
    <w:rsid w:val="00986D8F"/>
    <w:rsid w:val="00990263"/>
    <w:rsid w:val="00994A80"/>
    <w:rsid w:val="009A2571"/>
    <w:rsid w:val="009A4CCC"/>
    <w:rsid w:val="009E0471"/>
    <w:rsid w:val="009E4B94"/>
    <w:rsid w:val="009F18F2"/>
    <w:rsid w:val="00A217BD"/>
    <w:rsid w:val="00A239DF"/>
    <w:rsid w:val="00A262CF"/>
    <w:rsid w:val="00A47435"/>
    <w:rsid w:val="00AB149E"/>
    <w:rsid w:val="00AB29A0"/>
    <w:rsid w:val="00AB3463"/>
    <w:rsid w:val="00AB5B85"/>
    <w:rsid w:val="00AD043D"/>
    <w:rsid w:val="00AD0C8A"/>
    <w:rsid w:val="00AE1404"/>
    <w:rsid w:val="00AE2434"/>
    <w:rsid w:val="00AF1D02"/>
    <w:rsid w:val="00B00D92"/>
    <w:rsid w:val="00B31CF7"/>
    <w:rsid w:val="00B3548C"/>
    <w:rsid w:val="00B421B6"/>
    <w:rsid w:val="00B430B4"/>
    <w:rsid w:val="00B5082D"/>
    <w:rsid w:val="00B5346F"/>
    <w:rsid w:val="00B64C73"/>
    <w:rsid w:val="00B6504E"/>
    <w:rsid w:val="00B93951"/>
    <w:rsid w:val="00B9508F"/>
    <w:rsid w:val="00B96502"/>
    <w:rsid w:val="00B96937"/>
    <w:rsid w:val="00B96D2A"/>
    <w:rsid w:val="00BC22A9"/>
    <w:rsid w:val="00BC24ED"/>
    <w:rsid w:val="00BC590D"/>
    <w:rsid w:val="00C173F9"/>
    <w:rsid w:val="00C2782C"/>
    <w:rsid w:val="00C310A8"/>
    <w:rsid w:val="00C31791"/>
    <w:rsid w:val="00C51167"/>
    <w:rsid w:val="00C605DF"/>
    <w:rsid w:val="00C62DBD"/>
    <w:rsid w:val="00C71C8E"/>
    <w:rsid w:val="00C86D85"/>
    <w:rsid w:val="00CA61D4"/>
    <w:rsid w:val="00CB33DF"/>
    <w:rsid w:val="00CC0BE2"/>
    <w:rsid w:val="00CC6322"/>
    <w:rsid w:val="00CD5714"/>
    <w:rsid w:val="00CE262C"/>
    <w:rsid w:val="00CE5C53"/>
    <w:rsid w:val="00CF73BA"/>
    <w:rsid w:val="00D0360E"/>
    <w:rsid w:val="00D243BB"/>
    <w:rsid w:val="00D3786F"/>
    <w:rsid w:val="00D66542"/>
    <w:rsid w:val="00D66E2C"/>
    <w:rsid w:val="00D912E8"/>
    <w:rsid w:val="00D96141"/>
    <w:rsid w:val="00DB31AF"/>
    <w:rsid w:val="00DB6E2D"/>
    <w:rsid w:val="00DB743D"/>
    <w:rsid w:val="00DC2AB9"/>
    <w:rsid w:val="00DC38FB"/>
    <w:rsid w:val="00DD4A74"/>
    <w:rsid w:val="00DE2B28"/>
    <w:rsid w:val="00DF0E45"/>
    <w:rsid w:val="00DF207D"/>
    <w:rsid w:val="00E05FF2"/>
    <w:rsid w:val="00E07DD8"/>
    <w:rsid w:val="00E13E84"/>
    <w:rsid w:val="00E13F68"/>
    <w:rsid w:val="00E1438D"/>
    <w:rsid w:val="00E26493"/>
    <w:rsid w:val="00E370C3"/>
    <w:rsid w:val="00E434D1"/>
    <w:rsid w:val="00E47932"/>
    <w:rsid w:val="00E66240"/>
    <w:rsid w:val="00E75ED1"/>
    <w:rsid w:val="00E91F4C"/>
    <w:rsid w:val="00EB603A"/>
    <w:rsid w:val="00ED667F"/>
    <w:rsid w:val="00ED7096"/>
    <w:rsid w:val="00EE4C34"/>
    <w:rsid w:val="00EF0F9B"/>
    <w:rsid w:val="00EF55B3"/>
    <w:rsid w:val="00F002D7"/>
    <w:rsid w:val="00F05EEC"/>
    <w:rsid w:val="00F23AA3"/>
    <w:rsid w:val="00F26552"/>
    <w:rsid w:val="00F2770A"/>
    <w:rsid w:val="00F34E84"/>
    <w:rsid w:val="00F45445"/>
    <w:rsid w:val="00F540A8"/>
    <w:rsid w:val="00F6027B"/>
    <w:rsid w:val="00F63834"/>
    <w:rsid w:val="00F94967"/>
    <w:rsid w:val="00FA6475"/>
    <w:rsid w:val="00FC4E3D"/>
    <w:rsid w:val="00FC511D"/>
    <w:rsid w:val="00FC6B3E"/>
    <w:rsid w:val="00FC7F59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535188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Ind w:w="0" w:type="dxa"/>
      <w:tblBorders>
        <w:top w:val="single" w:sz="8" w:space="0" w:color="14143C" w:themeColor="accent1"/>
        <w:bottom w:val="single" w:sz="8" w:space="0" w:color="14143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535188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Ind w:w="0" w:type="dxa"/>
      <w:tblBorders>
        <w:top w:val="single" w:sz="8" w:space="0" w:color="14143C" w:themeColor="accent1"/>
        <w:bottom w:val="single" w:sz="8" w:space="0" w:color="14143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AppData\Roaming\Microsoft\Skabeloner\Skatteministeriet%20Grundskabelon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4704C1ED7A5464FAA6345826EBA6838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476CEA2F-0A87-4335-B9B2-3FE899F0ED91}"/>
      </w:docPartPr>
      <w:docPartBody>
        <w:p w:rsidR="00EF6575" w:rsidRDefault="00EF6575" w:rsidP="00EF6575">
          <w:pPr>
            <w:pStyle w:val="94704C1ED7A5464FAA6345826EBA68382"/>
          </w:pPr>
          <w:r>
            <w:rPr>
              <w:rStyle w:val="Pladsholdertekst"/>
            </w:rPr>
            <w:t>Klik og vælg dato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929"/>
    <w:rsid w:val="005B3929"/>
    <w:rsid w:val="00EF6575"/>
    <w:rsid w:val="00F15299"/>
    <w:rsid w:val="00FB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EF6575"/>
    <w:rPr>
      <w:color w:val="auto"/>
    </w:rPr>
  </w:style>
  <w:style w:type="paragraph" w:customStyle="1" w:styleId="1B23A591BDC942628314277C707902E2">
    <w:name w:val="1B23A591BDC942628314277C707902E2"/>
  </w:style>
  <w:style w:type="paragraph" w:customStyle="1" w:styleId="94704C1ED7A5464FAA6345826EBA6838">
    <w:name w:val="94704C1ED7A5464FAA6345826EBA6838"/>
    <w:rsid w:val="00F15299"/>
  </w:style>
  <w:style w:type="paragraph" w:customStyle="1" w:styleId="94704C1ED7A5464FAA6345826EBA68381">
    <w:name w:val="94704C1ED7A5464FAA6345826EBA68381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1B23A591BDC942628314277C707902E21">
    <w:name w:val="1B23A591BDC942628314277C707902E21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94704C1ED7A5464FAA6345826EBA68382">
    <w:name w:val="94704C1ED7A5464FAA6345826EBA68382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1B23A591BDC942628314277C707902E22">
    <w:name w:val="1B23A591BDC942628314277C707902E22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EF6575"/>
    <w:rPr>
      <w:color w:val="auto"/>
    </w:rPr>
  </w:style>
  <w:style w:type="paragraph" w:customStyle="1" w:styleId="1B23A591BDC942628314277C707902E2">
    <w:name w:val="1B23A591BDC942628314277C707902E2"/>
  </w:style>
  <w:style w:type="paragraph" w:customStyle="1" w:styleId="94704C1ED7A5464FAA6345826EBA6838">
    <w:name w:val="94704C1ED7A5464FAA6345826EBA6838"/>
    <w:rsid w:val="00F15299"/>
  </w:style>
  <w:style w:type="paragraph" w:customStyle="1" w:styleId="94704C1ED7A5464FAA6345826EBA68381">
    <w:name w:val="94704C1ED7A5464FAA6345826EBA68381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1B23A591BDC942628314277C707902E21">
    <w:name w:val="1B23A591BDC942628314277C707902E21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94704C1ED7A5464FAA6345826EBA68382">
    <w:name w:val="94704C1ED7A5464FAA6345826EBA68382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1B23A591BDC942628314277C707902E22">
    <w:name w:val="1B23A591BDC942628314277C707902E22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katteministeriet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D1C5C3"/>
      </a:accent3>
      <a:accent4>
        <a:srgbClr val="E3DCDB"/>
      </a:accent4>
      <a:accent5>
        <a:srgbClr val="B1DACA"/>
      </a:accent5>
      <a:accent6>
        <a:srgbClr val="D0E9D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Skatteministeriet Grundskabelon</Template>
  <TotalTime>0</TotalTime>
  <Pages>1</Pages>
  <Words>156</Words>
  <Characters>955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2014-08-15T08:06:00Z</dcterms:created>
  <dcterms:modified xsi:type="dcterms:W3CDTF">2014-08-15T08:06:00Z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title">
    <vt:lpwstr>Høringsliste vedr. dellovforslag (kommuneaftaledelen) (DOK53594359)</vt:lpwstr>
  </property>
  <property fmtid="{D5CDD505-2E9C-101B-9397-08002B2CF9AE}" pid="4" name="path">
    <vt:lpwstr>C:\Users\w06192\AppData\Local\Temp\Scanjour\Captia\SJ20140815080542971 [DOK53594359].DOCX</vt:lpwstr>
  </property>
  <property fmtid="{D5CDD505-2E9C-101B-9397-08002B2CF9AE}" pid="5" name="command">
    <vt:lpwstr/>
  </property>
</Properties>
</file>