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6-24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FA2AC2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24. juni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FA2AC2" w:rsidRPr="00FA2AC2">
              <w:t>14-2611052</w:t>
            </w:r>
          </w:p>
          <w:p w:rsidR="00F37F63" w:rsidRDefault="00F37F63" w:rsidP="00F37F63">
            <w:pPr>
              <w:pStyle w:val="Hjrespaltetekst"/>
              <w:rPr>
                <w:lang w:val="nb-NO"/>
              </w:rPr>
            </w:pPr>
          </w:p>
          <w:p w:rsidR="00FA2AC2" w:rsidRDefault="00FA2AC2" w:rsidP="00F37F63">
            <w:pPr>
              <w:pStyle w:val="Hjrespaltetekst"/>
              <w:rPr>
                <w:lang w:val="nb-NO"/>
              </w:rPr>
            </w:pPr>
          </w:p>
          <w:p w:rsidR="00FA2AC2" w:rsidRDefault="00FA2AC2" w:rsidP="00FA2AC2">
            <w:pPr>
              <w:pStyle w:val="Hjrespalte-Fed"/>
            </w:pPr>
            <w:r>
              <w:t>Skatteministeriet</w:t>
            </w:r>
          </w:p>
          <w:p w:rsidR="00FA2AC2" w:rsidRDefault="00FA2AC2" w:rsidP="00FA2AC2">
            <w:pPr>
              <w:pStyle w:val="Hjrespaltetekst"/>
            </w:pPr>
            <w:r>
              <w:t>Nicolai Eigtveds Gade 28</w:t>
            </w:r>
          </w:p>
          <w:p w:rsidR="00FA2AC2" w:rsidRDefault="00FA2AC2" w:rsidP="00FA2AC2">
            <w:pPr>
              <w:pStyle w:val="Hjrespaltetekst"/>
            </w:pPr>
            <w:r>
              <w:t>DK 1402 – København K</w:t>
            </w:r>
          </w:p>
          <w:p w:rsidR="00FA2AC2" w:rsidRDefault="00FA2AC2" w:rsidP="00FA2AC2">
            <w:pPr>
              <w:pStyle w:val="Hjrespaltetekst"/>
            </w:pPr>
          </w:p>
          <w:p w:rsidR="00FA2AC2" w:rsidRDefault="00FA2AC2" w:rsidP="00FA2AC2">
            <w:pPr>
              <w:pStyle w:val="Hjrespaltetekst"/>
              <w:rPr>
                <w:lang w:val="nb-NO"/>
              </w:rPr>
            </w:pPr>
            <w:r>
              <w:rPr>
                <w:lang w:val="nb-NO"/>
              </w:rPr>
              <w:t>Telefon +45 33 92 33 92</w:t>
            </w:r>
          </w:p>
          <w:p w:rsidR="00FA2AC2" w:rsidRDefault="00FA2AC2" w:rsidP="00FA2AC2">
            <w:pPr>
              <w:pStyle w:val="Hjrespaltetekst"/>
              <w:rPr>
                <w:lang w:val="nb-NO"/>
              </w:rPr>
            </w:pPr>
            <w:r>
              <w:rPr>
                <w:lang w:val="nb-NO"/>
              </w:rPr>
              <w:t xml:space="preserve">Mail </w:t>
            </w:r>
            <w:r>
              <w:t>skm</w:t>
            </w:r>
            <w:r>
              <w:rPr>
                <w:lang w:val="nb-NO"/>
              </w:rPr>
              <w:t>@skm.dk</w:t>
            </w:r>
          </w:p>
          <w:p w:rsidR="00FA2AC2" w:rsidRDefault="00FA2AC2" w:rsidP="00FA2AC2">
            <w:pPr>
              <w:pStyle w:val="Hjrespaltetekst"/>
              <w:rPr>
                <w:lang w:val="nb-NO"/>
              </w:rPr>
            </w:pPr>
          </w:p>
          <w:p w:rsidR="00FA2AC2" w:rsidRPr="00102933" w:rsidRDefault="00FA2AC2" w:rsidP="00FA2AC2">
            <w:pPr>
              <w:pStyle w:val="Hjrespaltetekst"/>
              <w:rPr>
                <w:lang w:val="nb-NO"/>
              </w:rPr>
            </w:pPr>
            <w:r>
              <w:rPr>
                <w:lang w:val="nb-NO"/>
              </w:rPr>
              <w:t>www.skm.dk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094ABD" w:rsidTr="00DE6C65">
        <w:trPr>
          <w:trHeight w:hRule="exact" w:val="2835"/>
        </w:trPr>
        <w:tc>
          <w:tcPr>
            <w:tcW w:w="7655" w:type="dxa"/>
            <w:vAlign w:val="bottom"/>
          </w:tcPr>
          <w:p w:rsidR="00F37F63" w:rsidRPr="00FA2AC2" w:rsidRDefault="00FA2AC2" w:rsidP="00F37F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A2AC2">
              <w:rPr>
                <w:rFonts w:ascii="Arial" w:hAnsi="Arial" w:cs="Arial"/>
                <w:b/>
                <w:sz w:val="24"/>
                <w:szCs w:val="24"/>
              </w:rPr>
              <w:t>Høringsliste</w:t>
            </w:r>
          </w:p>
        </w:tc>
      </w:tr>
    </w:tbl>
    <w:p w:rsidR="00F37F63" w:rsidRDefault="00F37F63" w:rsidP="00F37F63"/>
    <w:p w:rsidR="00FA2AC2" w:rsidRPr="00FA2AC2" w:rsidRDefault="00FA2AC2" w:rsidP="00FA2AC2">
      <w:pPr>
        <w:rPr>
          <w:sz w:val="24"/>
        </w:rPr>
      </w:pPr>
      <w:r w:rsidRPr="00FA2AC2">
        <w:rPr>
          <w:sz w:val="24"/>
        </w:rPr>
        <w:t xml:space="preserve">Forslag </w:t>
      </w:r>
      <w:r w:rsidRPr="00BC172D">
        <w:rPr>
          <w:sz w:val="24"/>
        </w:rPr>
        <w:t>til</w:t>
      </w:r>
      <w:r>
        <w:rPr>
          <w:sz w:val="24"/>
        </w:rPr>
        <w:t xml:space="preserve"> l</w:t>
      </w:r>
      <w:r w:rsidRPr="00FA2AC2">
        <w:rPr>
          <w:sz w:val="24"/>
        </w:rPr>
        <w:t>ov om ændring af momsloven, skattekontrolloven, ligningsloven, lov om et indkomstregister og lov om inddrivelse af gæld til det offentlige</w:t>
      </w:r>
    </w:p>
    <w:p w:rsidR="00FA2AC2" w:rsidRPr="000F6AC4" w:rsidRDefault="00FA2AC2" w:rsidP="00FA2AC2">
      <w:pPr>
        <w:rPr>
          <w:sz w:val="24"/>
        </w:rPr>
      </w:pPr>
      <w:r w:rsidRPr="000F6AC4">
        <w:rPr>
          <w:sz w:val="24"/>
        </w:rPr>
        <w:t>(Udvidelse af indberetningspligterne vedrørende fina</w:t>
      </w:r>
      <w:r>
        <w:rPr>
          <w:sz w:val="24"/>
        </w:rPr>
        <w:t>nsielle produkter, v</w:t>
      </w:r>
      <w:r w:rsidRPr="007432AA">
        <w:rPr>
          <w:sz w:val="24"/>
        </w:rPr>
        <w:t>ideregive</w:t>
      </w:r>
      <w:r w:rsidRPr="007432AA">
        <w:rPr>
          <w:sz w:val="24"/>
        </w:rPr>
        <w:t>l</w:t>
      </w:r>
      <w:r w:rsidRPr="007432AA">
        <w:rPr>
          <w:sz w:val="24"/>
        </w:rPr>
        <w:t>se af oplysninger til finansielle</w:t>
      </w:r>
      <w:r>
        <w:rPr>
          <w:sz w:val="24"/>
        </w:rPr>
        <w:t xml:space="preserve"> virksomheder</w:t>
      </w:r>
      <w:r w:rsidRPr="000F6AC4">
        <w:rPr>
          <w:sz w:val="24"/>
        </w:rPr>
        <w:t>, ændring af indberetningspligten vedr. modtagere af renter og afgivelse af regnskabsoplysninger om moms i fo</w:t>
      </w:r>
      <w:r w:rsidRPr="000F6AC4">
        <w:rPr>
          <w:sz w:val="24"/>
        </w:rPr>
        <w:t>r</w:t>
      </w:r>
      <w:r w:rsidRPr="000F6AC4">
        <w:rPr>
          <w:sz w:val="24"/>
        </w:rPr>
        <w:t>bindelse med selvangivelsen)</w:t>
      </w:r>
    </w:p>
    <w:p w:rsidR="00555071" w:rsidRDefault="00555071" w:rsidP="00555071">
      <w:pPr>
        <w:spacing w:line="276" w:lineRule="auto"/>
      </w:pP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Advokatrådet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proofErr w:type="spellStart"/>
      <w:r w:rsidRPr="00F72332">
        <w:rPr>
          <w:sz w:val="24"/>
        </w:rPr>
        <w:t>AErådet</w:t>
      </w:r>
      <w:proofErr w:type="spellEnd"/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ATP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Borger- og Retssikkerhedschefen</w:t>
      </w:r>
    </w:p>
    <w:p w:rsidR="00AA3B24" w:rsidRDefault="00AA3B24" w:rsidP="00FA2AC2">
      <w:pPr>
        <w:spacing w:line="288" w:lineRule="auto"/>
        <w:jc w:val="both"/>
        <w:rPr>
          <w:sz w:val="24"/>
        </w:rPr>
      </w:pPr>
      <w:r>
        <w:rPr>
          <w:sz w:val="24"/>
        </w:rPr>
        <w:t>Børsmæglerforeningen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proofErr w:type="spellStart"/>
      <w:r w:rsidRPr="00F72332">
        <w:rPr>
          <w:sz w:val="24"/>
        </w:rPr>
        <w:t>Cepos</w:t>
      </w:r>
      <w:proofErr w:type="spellEnd"/>
    </w:p>
    <w:p w:rsidR="00FA2AC2" w:rsidRDefault="00FA2AC2" w:rsidP="00FA2AC2">
      <w:pPr>
        <w:spacing w:line="288" w:lineRule="auto"/>
        <w:jc w:val="both"/>
        <w:rPr>
          <w:sz w:val="24"/>
        </w:rPr>
      </w:pPr>
      <w:proofErr w:type="spellStart"/>
      <w:r w:rsidRPr="00F72332">
        <w:rPr>
          <w:sz w:val="24"/>
        </w:rPr>
        <w:t>Cevea</w:t>
      </w:r>
      <w:proofErr w:type="spellEnd"/>
    </w:p>
    <w:p w:rsidR="00AA3B24" w:rsidRDefault="00AA3B24" w:rsidP="00FA2AC2">
      <w:pPr>
        <w:spacing w:line="288" w:lineRule="auto"/>
        <w:jc w:val="both"/>
        <w:rPr>
          <w:sz w:val="24"/>
        </w:rPr>
      </w:pPr>
      <w:r>
        <w:rPr>
          <w:sz w:val="24"/>
        </w:rPr>
        <w:t>Dansk Aktionærforening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>
        <w:rPr>
          <w:sz w:val="24"/>
        </w:rPr>
        <w:t>Dansk Byggeri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>
        <w:rPr>
          <w:sz w:val="24"/>
        </w:rPr>
        <w:t>Dansk Erhverv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>
        <w:rPr>
          <w:sz w:val="24"/>
        </w:rPr>
        <w:t>Dansk Told- og skatteforbund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Danske Advokater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Danske Regioner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Datatilsynet</w:t>
      </w:r>
    </w:p>
    <w:p w:rsidR="00AA3B24" w:rsidRDefault="00AA3B24" w:rsidP="00FA2AC2">
      <w:pPr>
        <w:spacing w:line="288" w:lineRule="auto"/>
        <w:jc w:val="both"/>
        <w:rPr>
          <w:sz w:val="24"/>
        </w:rPr>
      </w:pPr>
      <w:r>
        <w:rPr>
          <w:sz w:val="24"/>
        </w:rPr>
        <w:t>Den Danske Fondsmæglerforening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Den Danske Skatteborgerforening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>
        <w:rPr>
          <w:sz w:val="24"/>
        </w:rPr>
        <w:t>DI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>
        <w:rPr>
          <w:sz w:val="24"/>
        </w:rPr>
        <w:t>Digitaliseringsstyrelsen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Erhvervsstyrelsen – Center for kvalitet i Erhvervsreguleringen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Fina</w:t>
      </w:r>
      <w:r>
        <w:rPr>
          <w:sz w:val="24"/>
        </w:rPr>
        <w:t>nsrådet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FSR – danske revisorer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Forsikring &amp; Pension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>
        <w:rPr>
          <w:sz w:val="24"/>
        </w:rPr>
        <w:t>Håndværksrådet</w:t>
      </w:r>
    </w:p>
    <w:p w:rsidR="007C673B" w:rsidRPr="007C673B" w:rsidRDefault="007C673B" w:rsidP="007C673B">
      <w:pPr>
        <w:spacing w:line="288" w:lineRule="auto"/>
        <w:jc w:val="both"/>
        <w:rPr>
          <w:sz w:val="24"/>
        </w:rPr>
      </w:pPr>
      <w:r w:rsidRPr="007C673B">
        <w:rPr>
          <w:sz w:val="24"/>
        </w:rPr>
        <w:lastRenderedPageBreak/>
        <w:t>Investeringsfondsbranchen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Kommunernes Landsforening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Landbrug &amp; Fødevarer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bookmarkStart w:id="1" w:name="_GoBack"/>
      <w:bookmarkEnd w:id="1"/>
      <w:r w:rsidRPr="00F72332">
        <w:rPr>
          <w:sz w:val="24"/>
        </w:rPr>
        <w:t>Realkreditrådet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Realkreditforeningen</w:t>
      </w:r>
    </w:p>
    <w:p w:rsidR="00805D8A" w:rsidRDefault="00805D8A" w:rsidP="00FA2AC2">
      <w:pPr>
        <w:spacing w:line="288" w:lineRule="auto"/>
        <w:jc w:val="both"/>
        <w:rPr>
          <w:sz w:val="24"/>
        </w:rPr>
      </w:pPr>
      <w:r>
        <w:rPr>
          <w:sz w:val="24"/>
        </w:rPr>
        <w:t>Skatteankestyrelsen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r w:rsidRPr="00F72332">
        <w:rPr>
          <w:sz w:val="24"/>
        </w:rPr>
        <w:t>SRF Skattefaglig For</w:t>
      </w:r>
      <w:r>
        <w:rPr>
          <w:sz w:val="24"/>
        </w:rPr>
        <w:t>ening</w:t>
      </w:r>
    </w:p>
    <w:p w:rsidR="00FA2AC2" w:rsidRDefault="00FA2AC2" w:rsidP="00FA2AC2">
      <w:pPr>
        <w:spacing w:line="288" w:lineRule="auto"/>
        <w:jc w:val="both"/>
        <w:rPr>
          <w:sz w:val="24"/>
        </w:rPr>
      </w:pPr>
      <w:proofErr w:type="spellStart"/>
      <w:r w:rsidRPr="00F72332">
        <w:rPr>
          <w:sz w:val="24"/>
        </w:rPr>
        <w:t>Videncentret</w:t>
      </w:r>
      <w:proofErr w:type="spellEnd"/>
      <w:r w:rsidRPr="00F72332">
        <w:rPr>
          <w:sz w:val="24"/>
        </w:rPr>
        <w:t xml:space="preserve"> for Landbrug.</w:t>
      </w:r>
    </w:p>
    <w:p w:rsidR="00FA2AC2" w:rsidRDefault="00FA2AC2" w:rsidP="00F37F63">
      <w:pPr>
        <w:keepNext/>
        <w:keepLines/>
      </w:pPr>
    </w:p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FA2AC2" w:rsidRDefault="00FA2AC2" w:rsidP="002B3C73">
      <w:pPr>
        <w:keepNext/>
        <w:keepLines/>
      </w:pPr>
    </w:p>
    <w:p w:rsidR="00503680" w:rsidRPr="00F37F63" w:rsidRDefault="00FA2AC2" w:rsidP="002B3C73">
      <w:pPr>
        <w:keepNext/>
        <w:keepLines/>
      </w:pPr>
      <w:r>
        <w:t>Tina Charlotte Olsen</w:t>
      </w:r>
    </w:p>
    <w:sectPr w:rsidR="00503680" w:rsidRPr="00F37F63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6FA" w:rsidRDefault="008466FA" w:rsidP="009E4B94">
      <w:pPr>
        <w:spacing w:line="240" w:lineRule="auto"/>
      </w:pPr>
      <w:r>
        <w:separator/>
      </w:r>
    </w:p>
  </w:endnote>
  <w:endnote w:type="continuationSeparator" w:id="0">
    <w:p w:rsidR="008466FA" w:rsidRDefault="008466F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05D8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05D8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805D8A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805D8A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6FA" w:rsidRDefault="008466FA" w:rsidP="009E4B94">
      <w:pPr>
        <w:spacing w:line="240" w:lineRule="auto"/>
      </w:pPr>
      <w:r>
        <w:separator/>
      </w:r>
    </w:p>
  </w:footnote>
  <w:footnote w:type="continuationSeparator" w:id="0">
    <w:p w:rsidR="008466FA" w:rsidRDefault="008466F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6F66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66A26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2FDC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B3C73"/>
    <w:rsid w:val="002C258E"/>
    <w:rsid w:val="002E233E"/>
    <w:rsid w:val="002E30A1"/>
    <w:rsid w:val="002E6B15"/>
    <w:rsid w:val="002E74A4"/>
    <w:rsid w:val="00302887"/>
    <w:rsid w:val="003075A8"/>
    <w:rsid w:val="00351C70"/>
    <w:rsid w:val="003B35B0"/>
    <w:rsid w:val="003C2D42"/>
    <w:rsid w:val="003C4F9F"/>
    <w:rsid w:val="003C60F1"/>
    <w:rsid w:val="003F52AC"/>
    <w:rsid w:val="00404BF7"/>
    <w:rsid w:val="0041418F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057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55071"/>
    <w:rsid w:val="00562DFF"/>
    <w:rsid w:val="00563829"/>
    <w:rsid w:val="005877E7"/>
    <w:rsid w:val="005A28D4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A2D34"/>
    <w:rsid w:val="007C673B"/>
    <w:rsid w:val="007E0E19"/>
    <w:rsid w:val="007E2CF5"/>
    <w:rsid w:val="007E373C"/>
    <w:rsid w:val="00801F34"/>
    <w:rsid w:val="00805D8A"/>
    <w:rsid w:val="00824115"/>
    <w:rsid w:val="008466FA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3A31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4B94"/>
    <w:rsid w:val="009F18F2"/>
    <w:rsid w:val="009F53D4"/>
    <w:rsid w:val="00A239DF"/>
    <w:rsid w:val="00A262CF"/>
    <w:rsid w:val="00AA3B24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825DA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169F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E6C65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4A8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27A49"/>
    <w:rsid w:val="00F34E84"/>
    <w:rsid w:val="00F37F63"/>
    <w:rsid w:val="00F45445"/>
    <w:rsid w:val="00F540A8"/>
    <w:rsid w:val="00F6027B"/>
    <w:rsid w:val="00F63834"/>
    <w:rsid w:val="00F94967"/>
    <w:rsid w:val="00FA2AC2"/>
    <w:rsid w:val="00FA6475"/>
    <w:rsid w:val="00FB1FE9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6D2201" w:rsidP="006D2201">
          <w:pPr>
            <w:pStyle w:val="1102700AAA9243BFBFA7499DA621CF991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57777"/>
    <w:rsid w:val="000E2E27"/>
    <w:rsid w:val="001C729D"/>
    <w:rsid w:val="002B55D2"/>
    <w:rsid w:val="00322C34"/>
    <w:rsid w:val="003531BE"/>
    <w:rsid w:val="00491717"/>
    <w:rsid w:val="006225CF"/>
    <w:rsid w:val="006D2201"/>
    <w:rsid w:val="007752DF"/>
    <w:rsid w:val="00795A2C"/>
    <w:rsid w:val="007B5A3D"/>
    <w:rsid w:val="00C1191D"/>
    <w:rsid w:val="00C377CF"/>
    <w:rsid w:val="00EB0B7B"/>
    <w:rsid w:val="00EC0139"/>
    <w:rsid w:val="00EC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377CF"/>
    <w:rPr>
      <w:color w:val="808080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  <w:style w:type="paragraph" w:customStyle="1" w:styleId="9B624697CB6342D0B3824363A62F23F9">
    <w:name w:val="9B624697CB6342D0B3824363A62F23F9"/>
    <w:rsid w:val="006D2201"/>
  </w:style>
  <w:style w:type="paragraph" w:customStyle="1" w:styleId="1102700AAA9243BFBFA7499DA621CF991">
    <w:name w:val="1102700AAA9243BFBFA7499DA621CF991"/>
    <w:rsid w:val="006D2201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B624697CB6342D0B3824363A62F23F91">
    <w:name w:val="9B624697CB6342D0B3824363A62F23F91"/>
    <w:rsid w:val="006D2201"/>
    <w:pPr>
      <w:spacing w:after="0" w:line="280" w:lineRule="atLeast"/>
    </w:pPr>
    <w:rPr>
      <w:rFonts w:ascii="Garamond" w:eastAsiaTheme="minorHAnsi" w:hAnsi="Garamond"/>
      <w:szCs w:val="18"/>
      <w:lang w:eastAsia="en-US"/>
    </w:rPr>
  </w:style>
  <w:style w:type="paragraph" w:customStyle="1" w:styleId="56E19A9A13AD4F0E97DF33B7C20F73D6">
    <w:name w:val="56E19A9A13AD4F0E97DF33B7C20F73D6"/>
    <w:rsid w:val="00EC1A68"/>
  </w:style>
  <w:style w:type="paragraph" w:customStyle="1" w:styleId="CD131A304EC146C9A8EEBB78B9564B56">
    <w:name w:val="CD131A304EC146C9A8EEBB78B9564B56"/>
    <w:rsid w:val="00EC1A68"/>
  </w:style>
  <w:style w:type="paragraph" w:customStyle="1" w:styleId="1E2CA45C219D4104A613B99F54C69A42">
    <w:name w:val="1E2CA45C219D4104A613B99F54C69A42"/>
    <w:rsid w:val="00EC1A68"/>
  </w:style>
  <w:style w:type="paragraph" w:customStyle="1" w:styleId="797ABB5B8C2049BDBA7B16C20687CDE3">
    <w:name w:val="797ABB5B8C2049BDBA7B16C20687CDE3"/>
    <w:rsid w:val="001C729D"/>
  </w:style>
  <w:style w:type="paragraph" w:customStyle="1" w:styleId="D37D6FCCA7794345802D61BCC8506938">
    <w:name w:val="D37D6FCCA7794345802D61BCC8506938"/>
    <w:rsid w:val="001C729D"/>
  </w:style>
  <w:style w:type="paragraph" w:customStyle="1" w:styleId="ED5F1DCE4C574D6080FBBB1370B10599">
    <w:name w:val="ED5F1DCE4C574D6080FBBB1370B10599"/>
    <w:rsid w:val="00C377CF"/>
  </w:style>
  <w:style w:type="paragraph" w:customStyle="1" w:styleId="F0203B41EE6C4F57AD1F7C253D107795">
    <w:name w:val="F0203B41EE6C4F57AD1F7C253D107795"/>
    <w:rsid w:val="00C377CF"/>
  </w:style>
  <w:style w:type="paragraph" w:customStyle="1" w:styleId="B7BFA788A5FB4D898E813C8E1776E8B6">
    <w:name w:val="B7BFA788A5FB4D898E813C8E1776E8B6"/>
    <w:rsid w:val="00C377CF"/>
  </w:style>
  <w:style w:type="paragraph" w:customStyle="1" w:styleId="C8782FC526BD43848E9818BF179C44CF">
    <w:name w:val="C8782FC526BD43848E9818BF179C44CF"/>
    <w:rsid w:val="00C377CF"/>
  </w:style>
  <w:style w:type="paragraph" w:customStyle="1" w:styleId="5D77390B9FD8483FA1ECD5D9578E6EB4">
    <w:name w:val="5D77390B9FD8483FA1ECD5D9578E6EB4"/>
    <w:rsid w:val="00C377CF"/>
  </w:style>
  <w:style w:type="paragraph" w:customStyle="1" w:styleId="D98AC0E56D2547BB914AD0717D9C5F1A">
    <w:name w:val="D98AC0E56D2547BB914AD0717D9C5F1A"/>
    <w:rsid w:val="00C377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377CF"/>
    <w:rPr>
      <w:color w:val="808080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  <w:style w:type="paragraph" w:customStyle="1" w:styleId="9B624697CB6342D0B3824363A62F23F9">
    <w:name w:val="9B624697CB6342D0B3824363A62F23F9"/>
    <w:rsid w:val="006D2201"/>
  </w:style>
  <w:style w:type="paragraph" w:customStyle="1" w:styleId="1102700AAA9243BFBFA7499DA621CF991">
    <w:name w:val="1102700AAA9243BFBFA7499DA621CF991"/>
    <w:rsid w:val="006D2201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B624697CB6342D0B3824363A62F23F91">
    <w:name w:val="9B624697CB6342D0B3824363A62F23F91"/>
    <w:rsid w:val="006D2201"/>
    <w:pPr>
      <w:spacing w:after="0" w:line="280" w:lineRule="atLeast"/>
    </w:pPr>
    <w:rPr>
      <w:rFonts w:ascii="Garamond" w:eastAsiaTheme="minorHAnsi" w:hAnsi="Garamond"/>
      <w:szCs w:val="18"/>
      <w:lang w:eastAsia="en-US"/>
    </w:rPr>
  </w:style>
  <w:style w:type="paragraph" w:customStyle="1" w:styleId="56E19A9A13AD4F0E97DF33B7C20F73D6">
    <w:name w:val="56E19A9A13AD4F0E97DF33B7C20F73D6"/>
    <w:rsid w:val="00EC1A68"/>
  </w:style>
  <w:style w:type="paragraph" w:customStyle="1" w:styleId="CD131A304EC146C9A8EEBB78B9564B56">
    <w:name w:val="CD131A304EC146C9A8EEBB78B9564B56"/>
    <w:rsid w:val="00EC1A68"/>
  </w:style>
  <w:style w:type="paragraph" w:customStyle="1" w:styleId="1E2CA45C219D4104A613B99F54C69A42">
    <w:name w:val="1E2CA45C219D4104A613B99F54C69A42"/>
    <w:rsid w:val="00EC1A68"/>
  </w:style>
  <w:style w:type="paragraph" w:customStyle="1" w:styleId="797ABB5B8C2049BDBA7B16C20687CDE3">
    <w:name w:val="797ABB5B8C2049BDBA7B16C20687CDE3"/>
    <w:rsid w:val="001C729D"/>
  </w:style>
  <w:style w:type="paragraph" w:customStyle="1" w:styleId="D37D6FCCA7794345802D61BCC8506938">
    <w:name w:val="D37D6FCCA7794345802D61BCC8506938"/>
    <w:rsid w:val="001C729D"/>
  </w:style>
  <w:style w:type="paragraph" w:customStyle="1" w:styleId="ED5F1DCE4C574D6080FBBB1370B10599">
    <w:name w:val="ED5F1DCE4C574D6080FBBB1370B10599"/>
    <w:rsid w:val="00C377CF"/>
  </w:style>
  <w:style w:type="paragraph" w:customStyle="1" w:styleId="F0203B41EE6C4F57AD1F7C253D107795">
    <w:name w:val="F0203B41EE6C4F57AD1F7C253D107795"/>
    <w:rsid w:val="00C377CF"/>
  </w:style>
  <w:style w:type="paragraph" w:customStyle="1" w:styleId="B7BFA788A5FB4D898E813C8E1776E8B6">
    <w:name w:val="B7BFA788A5FB4D898E813C8E1776E8B6"/>
    <w:rsid w:val="00C377CF"/>
  </w:style>
  <w:style w:type="paragraph" w:customStyle="1" w:styleId="C8782FC526BD43848E9818BF179C44CF">
    <w:name w:val="C8782FC526BD43848E9818BF179C44CF"/>
    <w:rsid w:val="00C377CF"/>
  </w:style>
  <w:style w:type="paragraph" w:customStyle="1" w:styleId="5D77390B9FD8483FA1ECD5D9578E6EB4">
    <w:name w:val="5D77390B9FD8483FA1ECD5D9578E6EB4"/>
    <w:rsid w:val="00C377CF"/>
  </w:style>
  <w:style w:type="paragraph" w:customStyle="1" w:styleId="D98AC0E56D2547BB914AD0717D9C5F1A">
    <w:name w:val="D98AC0E56D2547BB914AD0717D9C5F1A"/>
    <w:rsid w:val="00C377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2</Pages>
  <Words>176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2014-06-23T09:15:00Z</dcterms:created>
  <dcterms:modified xsi:type="dcterms:W3CDTF">2014-06-24T13:23:00Z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mmand">
    <vt:lpwstr/>
  </property>
  <property fmtid="{D5CDD505-2E9C-101B-9397-08002B2CF9AE}" pid="4" name="title">
    <vt:lpwstr/>
  </property>
  <property fmtid="{D5CDD505-2E9C-101B-9397-08002B2CF9AE}" pid="5" name="path">
    <vt:lpwstr>C:\Users\w06481\AppData\Local\Temp\Scanjour\Captia\SJ20140623091442620.DOCX</vt:lpwstr>
  </property>
</Properties>
</file>