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0"/>
      </w:tblGrid>
      <w:tr w:rsidR="00055B05" w:rsidRPr="00C126FD" w:rsidTr="009849C2">
        <w:trPr>
          <w:trHeight w:val="3075"/>
        </w:trPr>
        <w:tc>
          <w:tcPr>
            <w:tcW w:w="7510" w:type="dxa"/>
          </w:tcPr>
          <w:p w:rsidR="0081738D" w:rsidRPr="00C126FD" w:rsidRDefault="00C126FD" w:rsidP="0081738D">
            <w:r>
              <w:t>Til Høringsparterne</w:t>
            </w:r>
            <w:r w:rsidR="0081738D" w:rsidRPr="00C126FD">
              <w:br/>
            </w:r>
          </w:p>
          <w:p w:rsidR="0081738D" w:rsidRPr="00C126FD" w:rsidRDefault="0081738D" w:rsidP="0081738D">
            <w:pPr>
              <w:rPr>
                <w:rStyle w:val="Linjenummer"/>
              </w:rPr>
            </w:pPr>
          </w:p>
        </w:tc>
      </w:tr>
    </w:tbl>
    <w:sdt>
      <w:sdtPr>
        <w:tag w:val="Title"/>
        <w:id w:val="10000"/>
        <w:placeholder>
          <w:docPart w:val="DefaultPlaceholder_1082065158"/>
        </w:placeholder>
        <w:dataBinding w:prefixMappings="xmlns:gbs='http://www.software-innovation.no/growBusinessDocument'" w:xpath="/gbs:GrowBusinessDocument/gbs:Title[@gbs:key='10000']" w:storeItemID="{14ABA165-8550-48B5-BB4E-6039DD597456}"/>
        <w:text/>
      </w:sdtPr>
      <w:sdtEndPr/>
      <w:sdtContent>
        <w:p w:rsidR="00055B05" w:rsidRPr="00C126FD" w:rsidRDefault="00C126FD" w:rsidP="00055B05">
          <w:pPr>
            <w:pStyle w:val="DokumentOverskrift"/>
          </w:pPr>
          <w:r>
            <w:t>Ændring af bekendtgørelse vedrørende tilskud og optagelse ved maritime uddannelser</w:t>
          </w:r>
        </w:p>
      </w:sdtContent>
    </w:sdt>
    <w:p w:rsidR="00055B05" w:rsidRPr="00C126FD" w:rsidRDefault="00055B05" w:rsidP="00055B05"/>
    <w:p w:rsidR="00C126FD" w:rsidRPr="00C126FD" w:rsidRDefault="00C126FD" w:rsidP="00C126FD">
      <w:r w:rsidRPr="00C126FD">
        <w:t>Folketinget har vedtaget lov nr. 898 af 4. juli 2013 om ændring af bl.a. lov om e</w:t>
      </w:r>
      <w:r w:rsidRPr="00C126FD">
        <w:t>r</w:t>
      </w:r>
      <w:r w:rsidRPr="00C126FD">
        <w:t>hvervsakademiuddannelser og professionsbacheloruddannelser og lov om maritime uddannelser. Loven drejer sig om øget studiefremdrift for studerende på de vider</w:t>
      </w:r>
      <w:r w:rsidRPr="00C126FD">
        <w:t>e</w:t>
      </w:r>
      <w:r w:rsidRPr="00C126FD">
        <w:t>gående uddannelser.</w:t>
      </w:r>
    </w:p>
    <w:p w:rsidR="00C126FD" w:rsidRPr="00C126FD" w:rsidRDefault="00C126FD" w:rsidP="00C126FD"/>
    <w:p w:rsidR="00C126FD" w:rsidRPr="00C126FD" w:rsidRDefault="00C126FD" w:rsidP="00C126FD">
      <w:r w:rsidRPr="00C126FD">
        <w:t>Loven er trådt i kraft den 15. juli 2013, men de enkelte initiativer får først virkning fra studieåret 2014/15 efter fastsættelse af regler i adgangsbekendtgørelsen, eks</w:t>
      </w:r>
      <w:r w:rsidRPr="00C126FD">
        <w:t>a</w:t>
      </w:r>
      <w:r w:rsidRPr="00C126FD">
        <w:t xml:space="preserve">mensbekendtgørelserne, </w:t>
      </w:r>
      <w:r w:rsidR="00D92399">
        <w:t>m</w:t>
      </w:r>
      <w:r w:rsidR="00152E14">
        <w:t>.</w:t>
      </w:r>
      <w:bookmarkStart w:id="0" w:name="_GoBack"/>
      <w:bookmarkEnd w:id="0"/>
      <w:r w:rsidR="00D92399">
        <w:t>v</w:t>
      </w:r>
      <w:r w:rsidRPr="00C126FD">
        <w:t>.</w:t>
      </w:r>
    </w:p>
    <w:p w:rsidR="00C126FD" w:rsidRPr="00C126FD" w:rsidRDefault="00C126FD" w:rsidP="00C126FD"/>
    <w:p w:rsidR="00C126FD" w:rsidRDefault="00C126FD" w:rsidP="00C126FD">
      <w:r w:rsidRPr="00C126FD">
        <w:t xml:space="preserve">Følgende udkast til bekendtgørelser er vedlagt: </w:t>
      </w:r>
    </w:p>
    <w:p w:rsidR="00C126FD" w:rsidRDefault="00C126FD" w:rsidP="00C126FD">
      <w:r>
        <w:t>- Bekendtgørelse om tilskud til maritime uddannelsesinstitutioner og om optag ved visse maritime uddannelser</w:t>
      </w:r>
    </w:p>
    <w:p w:rsidR="00C126FD" w:rsidRPr="00C126FD" w:rsidRDefault="00C126FD" w:rsidP="00C126FD"/>
    <w:p w:rsidR="00C126FD" w:rsidRPr="00C126FD" w:rsidRDefault="00C126FD" w:rsidP="00C126FD">
      <w:r w:rsidRPr="00C126FD">
        <w:t>Ændringer i bekendtgørelse</w:t>
      </w:r>
      <w:r>
        <w:t>n</w:t>
      </w:r>
      <w:r w:rsidRPr="00C126FD">
        <w:t>:</w:t>
      </w:r>
    </w:p>
    <w:p w:rsidR="00C126FD" w:rsidRPr="00C126FD" w:rsidRDefault="00C126FD" w:rsidP="00C126FD">
      <w:pPr>
        <w:numPr>
          <w:ilvl w:val="0"/>
          <w:numId w:val="16"/>
        </w:numPr>
      </w:pPr>
      <w:r w:rsidRPr="00C126FD">
        <w:t>Etablering af bedre rammer for merit ved optagelse på en maritim uddannelse og ved studieophold som led i den nuværende uddannelse.</w:t>
      </w:r>
    </w:p>
    <w:p w:rsidR="00C126FD" w:rsidRPr="00C126FD" w:rsidRDefault="00C126FD" w:rsidP="00C126FD"/>
    <w:p w:rsidR="00C126FD" w:rsidRDefault="00C126FD" w:rsidP="00C126FD">
      <w:r w:rsidRPr="00C126FD">
        <w:t>Ud over ændringer som følge af den vedtagen</w:t>
      </w:r>
      <w:r>
        <w:t>e lov er der i bekendtgørelsen</w:t>
      </w:r>
      <w:r w:rsidRPr="00C126FD">
        <w:t xml:space="preserve"> foret</w:t>
      </w:r>
      <w:r w:rsidRPr="00C126FD">
        <w:t>a</w:t>
      </w:r>
      <w:r w:rsidRPr="00C126FD">
        <w:t>get tekniske ændringer</w:t>
      </w:r>
      <w:r>
        <w:t>.</w:t>
      </w:r>
    </w:p>
    <w:p w:rsidR="00C126FD" w:rsidRPr="00C126FD" w:rsidRDefault="00C126FD" w:rsidP="00C126FD">
      <w:r w:rsidRPr="00C126FD">
        <w:t xml:space="preserve"> </w:t>
      </w:r>
    </w:p>
    <w:p w:rsidR="00903F34" w:rsidRDefault="00C126FD" w:rsidP="00C126FD">
      <w:r w:rsidRPr="00C126FD">
        <w:t xml:space="preserve">Eventuelle bemærkninger til udkastene skal være styrelsen i hænde senest </w:t>
      </w:r>
      <w:r>
        <w:t>fredag</w:t>
      </w:r>
      <w:r w:rsidRPr="00C126FD">
        <w:t xml:space="preserve"> den </w:t>
      </w:r>
      <w:r>
        <w:t>6. december</w:t>
      </w:r>
      <w:r w:rsidRPr="00C126FD">
        <w:t xml:space="preserve"> 2013 og bedes sendt til </w:t>
      </w:r>
      <w:r w:rsidR="00903F34">
        <w:t>jura@vus.dk.</w:t>
      </w:r>
    </w:p>
    <w:p w:rsidR="00C126FD" w:rsidRPr="00C126FD" w:rsidRDefault="00C126FD" w:rsidP="00C126FD">
      <w:r w:rsidRPr="00C126FD">
        <w:t xml:space="preserve"> </w:t>
      </w:r>
    </w:p>
    <w:p w:rsidR="00C126FD" w:rsidRPr="00C126FD" w:rsidRDefault="00C126FD" w:rsidP="00C126FD">
      <w:r w:rsidRPr="00C126FD">
        <w:t>Høringen er d.d. lagt på Høringsportalen.</w:t>
      </w:r>
    </w:p>
    <w:p w:rsidR="00C126FD" w:rsidRPr="00C126FD" w:rsidRDefault="00C126FD" w:rsidP="00C126FD"/>
    <w:p w:rsidR="00D92399" w:rsidRDefault="00D92399" w:rsidP="00C126FD"/>
    <w:p w:rsidR="00C126FD" w:rsidRPr="00C126FD" w:rsidRDefault="00C126FD" w:rsidP="00C126FD">
      <w:r w:rsidRPr="00C126FD">
        <w:t>Med venlig hilsen</w:t>
      </w:r>
    </w:p>
    <w:p w:rsidR="00C126FD" w:rsidRPr="00C126FD" w:rsidRDefault="00C126FD" w:rsidP="00C126FD"/>
    <w:p w:rsidR="00C126FD" w:rsidRPr="00C126FD" w:rsidRDefault="00C126FD" w:rsidP="00C126FD">
      <w:r>
        <w:t>Pernille Mønnike</w:t>
      </w:r>
    </w:p>
    <w:p w:rsidR="00C126FD" w:rsidRPr="00C126FD" w:rsidRDefault="00C126FD" w:rsidP="00C126FD">
      <w:r w:rsidRPr="00C126FD">
        <w:t>Fuldmægtig</w:t>
      </w:r>
    </w:p>
    <w:p w:rsidR="00C126FD" w:rsidRPr="00C126FD" w:rsidRDefault="00C126FD" w:rsidP="00C126FD">
      <w:pPr>
        <w:rPr>
          <w:u w:val="single"/>
        </w:rPr>
      </w:pPr>
    </w:p>
    <w:p w:rsidR="00C126FD" w:rsidRDefault="00C126FD" w:rsidP="00C126FD">
      <w:pPr>
        <w:rPr>
          <w:u w:val="single"/>
        </w:rPr>
      </w:pPr>
    </w:p>
    <w:p w:rsidR="00C126FD" w:rsidRDefault="00C126FD" w:rsidP="00C126FD">
      <w:pPr>
        <w:rPr>
          <w:u w:val="single"/>
        </w:rPr>
      </w:pPr>
    </w:p>
    <w:p w:rsidR="00C126FD" w:rsidRDefault="00C126FD" w:rsidP="00C126FD">
      <w:pPr>
        <w:rPr>
          <w:u w:val="single"/>
        </w:rPr>
      </w:pPr>
    </w:p>
    <w:p w:rsidR="00C126FD" w:rsidRPr="00C126FD" w:rsidRDefault="00C126FD" w:rsidP="00C126FD">
      <w:pPr>
        <w:rPr>
          <w:u w:val="single"/>
        </w:rPr>
      </w:pPr>
    </w:p>
    <w:p w:rsidR="00C126FD" w:rsidRPr="00C126FD" w:rsidRDefault="00C126FD" w:rsidP="00C126FD">
      <w:pPr>
        <w:rPr>
          <w:u w:val="single"/>
        </w:rPr>
      </w:pPr>
      <w:r w:rsidRPr="00C126FD">
        <w:rPr>
          <w:u w:val="single"/>
        </w:rPr>
        <w:t>Høringsliste</w:t>
      </w:r>
    </w:p>
    <w:p w:rsidR="00F66BA4" w:rsidRPr="00F66BA4" w:rsidRDefault="00F66BA4" w:rsidP="00F66BA4">
      <w:r w:rsidRPr="00F66BA4">
        <w:lastRenderedPageBreak/>
        <w:t xml:space="preserve">Fredericia Maskinmesterskole </w:t>
      </w:r>
    </w:p>
    <w:p w:rsidR="00F66BA4" w:rsidRPr="00F66BA4" w:rsidRDefault="00F66BA4" w:rsidP="00F66BA4">
      <w:r w:rsidRPr="00F66BA4">
        <w:t xml:space="preserve">Københavns Maskinmesterskole </w:t>
      </w:r>
    </w:p>
    <w:p w:rsidR="00F66BA4" w:rsidRPr="00F66BA4" w:rsidRDefault="00F66BA4" w:rsidP="00F66BA4">
      <w:r w:rsidRPr="00F66BA4">
        <w:t xml:space="preserve">Marstal Navigationsskole </w:t>
      </w:r>
    </w:p>
    <w:p w:rsidR="00F66BA4" w:rsidRPr="00F66BA4" w:rsidRDefault="00F66BA4" w:rsidP="00F66BA4">
      <w:r w:rsidRPr="00F66BA4">
        <w:t xml:space="preserve">MARTEC, Frederikshavn </w:t>
      </w:r>
    </w:p>
    <w:p w:rsidR="00F66BA4" w:rsidRPr="00F66BA4" w:rsidRDefault="00F66BA4" w:rsidP="00F66BA4">
      <w:r w:rsidRPr="00F66BA4">
        <w:t xml:space="preserve">SIMAC, Svendborg </w:t>
      </w:r>
    </w:p>
    <w:p w:rsidR="00F66BA4" w:rsidRPr="00F66BA4" w:rsidRDefault="00F66BA4" w:rsidP="00F66BA4">
      <w:r w:rsidRPr="00F66BA4">
        <w:t xml:space="preserve">Skagen Skipperskole </w:t>
      </w:r>
    </w:p>
    <w:p w:rsidR="00F66BA4" w:rsidRPr="00F66BA4" w:rsidRDefault="00F66BA4" w:rsidP="00F66BA4">
      <w:r w:rsidRPr="00F66BA4">
        <w:t xml:space="preserve">Svendborg Søfartsskole </w:t>
      </w:r>
    </w:p>
    <w:p w:rsidR="00F66BA4" w:rsidRPr="00F66BA4" w:rsidRDefault="00F66BA4" w:rsidP="00F66BA4">
      <w:r w:rsidRPr="00F66BA4">
        <w:t xml:space="preserve">Århus Maskinmesterskole </w:t>
      </w:r>
    </w:p>
    <w:p w:rsidR="00F66BA4" w:rsidRPr="00F66BA4" w:rsidRDefault="00F66BA4" w:rsidP="00F66BA4"/>
    <w:p w:rsidR="00F66BA4" w:rsidRPr="00F66BA4" w:rsidRDefault="00F66BA4" w:rsidP="00F66BA4">
      <w:r w:rsidRPr="00F66BA4">
        <w:t xml:space="preserve">Bilfærgernes Rederiforening </w:t>
      </w:r>
    </w:p>
    <w:p w:rsidR="00F66BA4" w:rsidRPr="00F66BA4" w:rsidRDefault="00F66BA4" w:rsidP="00F66BA4">
      <w:pPr>
        <w:rPr>
          <w:bCs/>
        </w:rPr>
      </w:pPr>
      <w:r w:rsidRPr="00F66BA4">
        <w:rPr>
          <w:bCs/>
        </w:rPr>
        <w:t xml:space="preserve">Danmarks Fiskeriforening </w:t>
      </w:r>
    </w:p>
    <w:p w:rsidR="00F66BA4" w:rsidRPr="00F66BA4" w:rsidRDefault="00F66BA4" w:rsidP="00F66BA4">
      <w:pPr>
        <w:rPr>
          <w:bCs/>
        </w:rPr>
      </w:pPr>
      <w:r w:rsidRPr="00F66BA4">
        <w:rPr>
          <w:bCs/>
        </w:rPr>
        <w:t xml:space="preserve">Danmarks Rederiforening </w:t>
      </w:r>
    </w:p>
    <w:p w:rsidR="00F66BA4" w:rsidRPr="00F66BA4" w:rsidRDefault="00F66BA4" w:rsidP="00F66BA4">
      <w:pPr>
        <w:rPr>
          <w:bCs/>
        </w:rPr>
      </w:pPr>
      <w:r w:rsidRPr="00F66BA4">
        <w:rPr>
          <w:bCs/>
        </w:rPr>
        <w:t xml:space="preserve">Dansk Industri </w:t>
      </w:r>
    </w:p>
    <w:p w:rsidR="00F66BA4" w:rsidRPr="00F66BA4" w:rsidRDefault="00F66BA4" w:rsidP="00F66BA4">
      <w:r w:rsidRPr="00F66BA4">
        <w:rPr>
          <w:bCs/>
        </w:rPr>
        <w:t xml:space="preserve">Dansk Sø-Restaurations Forening </w:t>
      </w:r>
    </w:p>
    <w:p w:rsidR="00F66BA4" w:rsidRPr="00F66BA4" w:rsidRDefault="00F66BA4" w:rsidP="00F66BA4">
      <w:pPr>
        <w:rPr>
          <w:bCs/>
        </w:rPr>
      </w:pPr>
      <w:r w:rsidRPr="00F66BA4">
        <w:rPr>
          <w:bCs/>
        </w:rPr>
        <w:t xml:space="preserve">Faglig Fælles Forbund – </w:t>
      </w:r>
      <w:smartTag w:uri="urn:schemas-microsoft-com:office:smarttags" w:element="metricconverter">
        <w:smartTagPr>
          <w:attr w:name="ProductID" w:val="15, st"/>
        </w:smartTagPr>
        <w:r w:rsidRPr="00F66BA4">
          <w:rPr>
            <w:bCs/>
          </w:rPr>
          <w:t>3F</w:t>
        </w:r>
      </w:smartTag>
      <w:r w:rsidRPr="00F66BA4">
        <w:rPr>
          <w:bCs/>
        </w:rPr>
        <w:t xml:space="preserve"> (fiskeri) </w:t>
      </w:r>
    </w:p>
    <w:p w:rsidR="00F66BA4" w:rsidRPr="00F66BA4" w:rsidRDefault="00F66BA4" w:rsidP="00F66BA4">
      <w:pPr>
        <w:rPr>
          <w:bCs/>
        </w:rPr>
      </w:pPr>
      <w:r w:rsidRPr="00F66BA4">
        <w:rPr>
          <w:bCs/>
        </w:rPr>
        <w:t xml:space="preserve">Maskinmestrenes Forening </w:t>
      </w:r>
    </w:p>
    <w:p w:rsidR="00F66BA4" w:rsidRPr="00F66BA4" w:rsidRDefault="00F66BA4" w:rsidP="00F66BA4">
      <w:pPr>
        <w:rPr>
          <w:bCs/>
        </w:rPr>
      </w:pPr>
      <w:r w:rsidRPr="00F66BA4">
        <w:rPr>
          <w:bCs/>
        </w:rPr>
        <w:t xml:space="preserve">Metal Søfart </w:t>
      </w:r>
    </w:p>
    <w:p w:rsidR="00F66BA4" w:rsidRPr="00F66BA4" w:rsidRDefault="00F66BA4" w:rsidP="00F66BA4">
      <w:r w:rsidRPr="00F66BA4">
        <w:rPr>
          <w:bCs/>
        </w:rPr>
        <w:t xml:space="preserve">Rederiforeningen af 2010 </w:t>
      </w:r>
    </w:p>
    <w:p w:rsidR="00F66BA4" w:rsidRPr="00F66BA4" w:rsidRDefault="00F66BA4" w:rsidP="00F66BA4">
      <w:pPr>
        <w:rPr>
          <w:bCs/>
        </w:rPr>
      </w:pPr>
      <w:proofErr w:type="spellStart"/>
      <w:r w:rsidRPr="00F66BA4">
        <w:rPr>
          <w:bCs/>
        </w:rPr>
        <w:t>Rep</w:t>
      </w:r>
      <w:proofErr w:type="spellEnd"/>
      <w:r w:rsidRPr="00F66BA4">
        <w:rPr>
          <w:bCs/>
        </w:rPr>
        <w:t xml:space="preserve">. for forstanderne for de maritime institutioner </w:t>
      </w:r>
    </w:p>
    <w:p w:rsidR="00F66BA4" w:rsidRPr="00F66BA4" w:rsidRDefault="00F66BA4" w:rsidP="00F66BA4">
      <w:pPr>
        <w:rPr>
          <w:bCs/>
        </w:rPr>
      </w:pPr>
      <w:proofErr w:type="spellStart"/>
      <w:r w:rsidRPr="00F66BA4">
        <w:rPr>
          <w:bCs/>
        </w:rPr>
        <w:t>Rep</w:t>
      </w:r>
      <w:proofErr w:type="spellEnd"/>
      <w:r w:rsidRPr="00F66BA4">
        <w:rPr>
          <w:bCs/>
        </w:rPr>
        <w:t xml:space="preserve">. for de studerende på de maritime uddannelsesinstitutioner </w:t>
      </w:r>
    </w:p>
    <w:p w:rsidR="00F66BA4" w:rsidRPr="00F66BA4" w:rsidRDefault="00F66BA4" w:rsidP="00F66BA4">
      <w:pPr>
        <w:rPr>
          <w:bCs/>
        </w:rPr>
      </w:pPr>
      <w:proofErr w:type="spellStart"/>
      <w:r w:rsidRPr="00F66BA4">
        <w:rPr>
          <w:bCs/>
        </w:rPr>
        <w:t>Rep</w:t>
      </w:r>
      <w:proofErr w:type="spellEnd"/>
      <w:r w:rsidRPr="00F66BA4">
        <w:rPr>
          <w:bCs/>
        </w:rPr>
        <w:t xml:space="preserve">. for undervisere på de maritime institutioner </w:t>
      </w:r>
    </w:p>
    <w:p w:rsidR="00F66BA4" w:rsidRPr="00F66BA4" w:rsidRDefault="00F66BA4" w:rsidP="00F66BA4">
      <w:r w:rsidRPr="00F66BA4">
        <w:rPr>
          <w:bCs/>
        </w:rPr>
        <w:t xml:space="preserve">Søfartens ledere - Dansk Navigatørforening </w:t>
      </w:r>
    </w:p>
    <w:p w:rsidR="00F66BA4" w:rsidRPr="00F66BA4" w:rsidRDefault="00F66BA4" w:rsidP="00F66BA4">
      <w:r w:rsidRPr="00F66BA4">
        <w:t xml:space="preserve">Søfartsstyrelsen </w:t>
      </w:r>
    </w:p>
    <w:p w:rsidR="00F66BA4" w:rsidRPr="00F66BA4" w:rsidRDefault="00F66BA4" w:rsidP="00F66BA4">
      <w:pPr>
        <w:rPr>
          <w:bCs/>
        </w:rPr>
      </w:pPr>
      <w:r w:rsidRPr="00F66BA4">
        <w:rPr>
          <w:bCs/>
        </w:rPr>
        <w:t xml:space="preserve">Sømændenes Forbund </w:t>
      </w:r>
    </w:p>
    <w:p w:rsidR="00F66BA4" w:rsidRPr="00F66BA4" w:rsidRDefault="00F66BA4" w:rsidP="00F66BA4">
      <w:r w:rsidRPr="00F66BA4">
        <w:rPr>
          <w:bCs/>
        </w:rPr>
        <w:t xml:space="preserve">Søværnet </w:t>
      </w:r>
    </w:p>
    <w:p w:rsidR="00055B05" w:rsidRPr="00C126FD" w:rsidRDefault="00055B05" w:rsidP="00055B05"/>
    <w:p w:rsidR="002A32B0" w:rsidRPr="00C126FD" w:rsidRDefault="002A32B0" w:rsidP="00055B05"/>
    <w:p w:rsidR="0089642A" w:rsidRDefault="0089642A" w:rsidP="00C126FD"/>
    <w:sectPr w:rsidR="0089642A" w:rsidSect="00514F7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41" w:right="3402" w:bottom="1418" w:left="1134" w:header="56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ED3" w:rsidRDefault="00F45ED3" w:rsidP="009849C2">
      <w:pPr>
        <w:spacing w:line="240" w:lineRule="auto"/>
      </w:pPr>
      <w:r>
        <w:separator/>
      </w:r>
    </w:p>
  </w:endnote>
  <w:endnote w:type="continuationSeparator" w:id="0">
    <w:p w:rsidR="00F45ED3" w:rsidRDefault="00F45ED3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6FD" w:rsidRPr="00514F76" w:rsidRDefault="00C126FD" w:rsidP="00514F76">
    <w:pPr>
      <w:pStyle w:val="TemplatePagenumber"/>
    </w:pPr>
    <w:r>
      <w:tab/>
    </w:r>
    <w:bookmarkStart w:id="2" w:name="sd_lan_page_n1"/>
    <w:proofErr w:type="gramStart"/>
    <w:r>
      <w:t>Side</w:t>
    </w:r>
    <w:bookmarkEnd w:id="2"/>
    <w:r>
      <w:t xml:space="preserve">     </w:t>
    </w:r>
    <w:proofErr w:type="gramEnd"/>
    <w:r>
      <w:fldChar w:fldCharType="begin"/>
    </w:r>
    <w:r>
      <w:instrText xml:space="preserve"> PAGE </w:instrText>
    </w:r>
    <w:r>
      <w:fldChar w:fldCharType="separate"/>
    </w:r>
    <w:r w:rsidR="00152E14">
      <w:rPr>
        <w:noProof/>
      </w:rPr>
      <w:t>2</w:t>
    </w:r>
    <w:r>
      <w:fldChar w:fldCharType="end"/>
    </w:r>
    <w:r>
      <w:t>/</w:t>
    </w:r>
    <w:r w:rsidR="00F45ED3">
      <w:fldChar w:fldCharType="begin"/>
    </w:r>
    <w:r w:rsidR="00F45ED3">
      <w:instrText xml:space="preserve"> SECTIONPAGES  \* MERGEFORMAT </w:instrText>
    </w:r>
    <w:r w:rsidR="00F45ED3">
      <w:fldChar w:fldCharType="separate"/>
    </w:r>
    <w:r w:rsidR="00152E14" w:rsidRPr="00152E14">
      <w:rPr>
        <w:rFonts w:eastAsiaTheme="majorEastAsia"/>
        <w:noProof/>
      </w:rPr>
      <w:t>2</w:t>
    </w:r>
    <w:r w:rsidR="00F45ED3">
      <w:rPr>
        <w:rFonts w:eastAsiaTheme="majorEastAsia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6FD" w:rsidRPr="00514F76" w:rsidRDefault="00C126FD" w:rsidP="00514F76">
    <w:pPr>
      <w:pStyle w:val="TemplatePagenumber"/>
    </w:pPr>
    <w:r>
      <w:tab/>
    </w:r>
    <w:bookmarkStart w:id="90" w:name="SD_LAN_Page"/>
    <w:proofErr w:type="gramStart"/>
    <w:r>
      <w:t>Side</w:t>
    </w:r>
    <w:bookmarkEnd w:id="90"/>
    <w:r w:rsidRPr="00514F76">
      <w:t xml:space="preserve">     </w:t>
    </w:r>
    <w:proofErr w:type="gramEnd"/>
    <w:r w:rsidRPr="00514F76">
      <w:fldChar w:fldCharType="begin"/>
    </w:r>
    <w:r w:rsidRPr="00514F76">
      <w:instrText xml:space="preserve"> PAGE </w:instrText>
    </w:r>
    <w:r w:rsidRPr="00514F76">
      <w:fldChar w:fldCharType="separate"/>
    </w:r>
    <w:r w:rsidR="00152E14">
      <w:rPr>
        <w:noProof/>
      </w:rPr>
      <w:t>1</w:t>
    </w:r>
    <w:r w:rsidRPr="00514F76">
      <w:fldChar w:fldCharType="end"/>
    </w:r>
    <w:r w:rsidRPr="00514F76">
      <w:t>/</w:t>
    </w:r>
    <w:r w:rsidR="00F45ED3">
      <w:fldChar w:fldCharType="begin"/>
    </w:r>
    <w:r w:rsidR="00F45ED3">
      <w:instrText xml:space="preserve"> SECTIONPAGES  \* MERGEFORMAT </w:instrText>
    </w:r>
    <w:r w:rsidR="00F45ED3">
      <w:fldChar w:fldCharType="separate"/>
    </w:r>
    <w:r w:rsidR="00152E14">
      <w:rPr>
        <w:noProof/>
      </w:rPr>
      <w:t>2</w:t>
    </w:r>
    <w:r w:rsidR="00F45ED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ED3" w:rsidRDefault="00F45ED3" w:rsidP="009849C2">
      <w:pPr>
        <w:spacing w:line="240" w:lineRule="auto"/>
      </w:pPr>
      <w:r>
        <w:separator/>
      </w:r>
    </w:p>
  </w:footnote>
  <w:footnote w:type="continuationSeparator" w:id="0">
    <w:p w:rsidR="00F45ED3" w:rsidRDefault="00F45ED3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6FD" w:rsidRDefault="00C126F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4" behindDoc="0" locked="0" layoutInCell="1" allowOverlap="1" wp14:anchorId="45029E58" wp14:editId="10817CB3">
          <wp:simplePos x="0" y="0"/>
          <wp:positionH relativeFrom="page">
            <wp:posOffset>5467985</wp:posOffset>
          </wp:positionH>
          <wp:positionV relativeFrom="page">
            <wp:posOffset>410210</wp:posOffset>
          </wp:positionV>
          <wp:extent cx="1838325" cy="771525"/>
          <wp:effectExtent l="0" t="0" r="9525" b="9525"/>
          <wp:wrapNone/>
          <wp:docPr id="6" name="Logo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9993A0" wp14:editId="68C14E98">
              <wp:simplePos x="0" y="0"/>
              <wp:positionH relativeFrom="page">
                <wp:posOffset>5713730</wp:posOffset>
              </wp:positionH>
              <wp:positionV relativeFrom="page">
                <wp:posOffset>3528695</wp:posOffset>
              </wp:positionV>
              <wp:extent cx="1472400" cy="1472400"/>
              <wp:effectExtent l="0" t="0" r="13970" b="1397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2400" cy="147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126FD" w:rsidRDefault="00C126FD" w:rsidP="000F5D84">
                          <w:pPr>
                            <w:pStyle w:val="TemplateOfficeName"/>
                          </w:pPr>
                          <w:bookmarkStart w:id="1" w:name="sd_off_myndighed_n1"/>
                          <w:r>
                            <w:t>Styrelsen for Videregående Uddannelser</w:t>
                          </w:r>
                          <w:bookmarkEnd w:id="1"/>
                        </w:p>
                        <w:p w:rsidR="00C126FD" w:rsidRDefault="00C126FD" w:rsidP="00490525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49.9pt;margin-top:277.85pt;width:115.95pt;height:11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" filled="f" stroked="f" strokeweight=".5pt">
              <v:textbox inset="0,0,0,0">
                <w:txbxContent>
                  <w:p w:rsidR="00C126FD" w:rsidRDefault="00C126FD" w:rsidP="000F5D84">
                    <w:pPr>
                      <w:pStyle w:val="TemplateOfficeName"/>
                    </w:pPr>
                    <w:bookmarkStart w:id="2" w:name="sd_off_myndighed_n1"/>
                    <w:r>
                      <w:t>Styrelsen for Videregående Uddannelser</w:t>
                    </w:r>
                    <w:bookmarkEnd w:id="2"/>
                  </w:p>
                  <w:p w:rsidR="00C126FD" w:rsidRDefault="00C126FD" w:rsidP="00490525">
                    <w:pPr>
                      <w:pStyle w:val="TemplateAdresse"/>
                      <w:rPr>
                        <w:rFonts w:eastAsiaTheme="majorEastAsi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6FD" w:rsidRDefault="00C126FD" w:rsidP="0089642A">
    <w:pPr>
      <w:pStyle w:val="Headeroverskrift"/>
      <w:ind w:left="-57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-615315</wp:posOffset>
              </wp:positionH>
              <wp:positionV relativeFrom="paragraph">
                <wp:posOffset>-255270</wp:posOffset>
              </wp:positionV>
              <wp:extent cx="7344000" cy="590400"/>
              <wp:effectExtent l="0" t="0" r="9525" b="635"/>
              <wp:wrapNone/>
              <wp:docPr id="7" name="LogoH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44000" cy="590400"/>
                      </a:xfrm>
                      <a:prstGeom prst="rect">
                        <a:avLst/>
                      </a:prstGeom>
                      <a:solidFill>
                        <a:srgbClr val="B7DBD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</a14:hiddenLine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LogoHide" o:spid="_x0000_s1026" style="position:absolute;margin-left:-48.45pt;margin-top:-20.1pt;width:578.25pt;height:46.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" fillcolor="#b7dbd5" stroked="f" strokecolor="#42857a [1604]" strokeweight="2pt"/>
          </w:pict>
        </mc:Fallback>
      </mc:AlternateContent>
    </w:r>
    <w:r>
      <w:t xml:space="preserve"> </w:t>
    </w:r>
    <w:bookmarkStart w:id="3" w:name="SD_USR_HeaderTekst"/>
    <w:r>
      <w:t xml:space="preserve"> </w:t>
    </w:r>
    <w:bookmarkEnd w:id="3"/>
    <w:r>
      <w:t xml:space="preserve"> </w:t>
    </w:r>
  </w:p>
  <w:p w:rsidR="00C126FD" w:rsidRPr="003E36D0" w:rsidRDefault="00C126FD" w:rsidP="003E36D0">
    <w:pPr>
      <w:pStyle w:val="Headeroverskrift"/>
    </w:pPr>
    <w:r>
      <w:rPr>
        <w:noProof/>
      </w:rPr>
      <w:drawing>
        <wp:anchor distT="0" distB="0" distL="114300" distR="114300" simplePos="0" relativeHeight="251658239" behindDoc="0" locked="0" layoutInCell="1" allowOverlap="1" wp14:anchorId="1855D20C" wp14:editId="2F67E363">
          <wp:simplePos x="0" y="0"/>
          <wp:positionH relativeFrom="page">
            <wp:posOffset>5467985</wp:posOffset>
          </wp:positionH>
          <wp:positionV relativeFrom="page">
            <wp:posOffset>410210</wp:posOffset>
          </wp:positionV>
          <wp:extent cx="1838325" cy="771525"/>
          <wp:effectExtent l="0" t="0" r="9525" b="9525"/>
          <wp:wrapNone/>
          <wp:docPr id="5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36D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8B1C50" wp14:editId="56CA109D">
              <wp:simplePos x="0" y="0"/>
              <wp:positionH relativeFrom="page">
                <wp:posOffset>5715000</wp:posOffset>
              </wp:positionH>
              <wp:positionV relativeFrom="page">
                <wp:posOffset>3200400</wp:posOffset>
              </wp:positionV>
              <wp:extent cx="1476375" cy="650557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375" cy="6505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30"/>
                          </w:tblGrid>
                          <w:tr w:rsidR="00C126FD" w:rsidTr="0080538C">
                            <w:trPr>
                              <w:trHeight w:hRule="exact" w:val="6805"/>
                              <w:hidden/>
                            </w:trPr>
                            <w:tc>
                              <w:tcPr>
                                <w:tcW w:w="2330" w:type="dxa"/>
                              </w:tcPr>
                              <w:p w:rsidR="00C126FD" w:rsidRPr="00C126FD" w:rsidRDefault="00C126FD" w:rsidP="005815CA">
                                <w:pPr>
                                  <w:pStyle w:val="TemplateOfficeName"/>
                                  <w:rPr>
                                    <w:vanish/>
                                  </w:rPr>
                                </w:pPr>
                                <w:bookmarkStart w:id="4" w:name="SD_FLD_AfsenderUdvalg"/>
                                <w:bookmarkStart w:id="5" w:name="HideStartKolofon"/>
                                <w:bookmarkStart w:id="6" w:name="HIF_SD_FLD_AfsenderUdvalg"/>
                                <w:bookmarkEnd w:id="4"/>
                                <w:r w:rsidRPr="00C126FD">
                                  <w:rPr>
                                    <w:vanish/>
                                  </w:rPr>
                                  <w:t xml:space="preserve"> </w:t>
                                </w:r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6" w:displacedByCustomXml="next"/>
                              <w:sdt>
                                <w:sdtPr>
                                  <w:tag w:val="DocumentDate"/>
                                  <w:id w:val="10002"/>
                                  <w:placeholder>
                                    <w:docPart w:val="A0CD0061182545BEA713B1BF5319A832"/>
                                  </w:placeholder>
                                  <w:dataBinding w:prefixMappings="xmlns:gbs='http://www.software-innovation.no/growBusinessDocument'" w:xpath="/gbs:GrowBusinessDocument/gbs:DocumentDate[@gbs:key='10002']" w:storeItemID="{14ABA165-8550-48B5-BB4E-6039DD597456}"/>
                                  <w:text/>
                                </w:sdtPr>
                                <w:sdtEndPr/>
                                <w:sdtContent>
                                  <w:p w:rsidR="00C126FD" w:rsidRPr="00C126FD" w:rsidRDefault="00903F34" w:rsidP="005815CA">
                                    <w:pPr>
                                      <w:pStyle w:val="TemplateAdresse"/>
                                    </w:pPr>
                                    <w:r>
                                      <w:t>12. november</w:t>
                                    </w:r>
                                    <w:r w:rsidR="00C126FD">
                                      <w:t xml:space="preserve"> 2013</w:t>
                                    </w:r>
                                  </w:p>
                                </w:sdtContent>
                              </w:sdt>
                              <w:p w:rsidR="00C126FD" w:rsidRPr="00C126FD" w:rsidRDefault="00C126FD" w:rsidP="005815CA">
                                <w:pPr>
                                  <w:pStyle w:val="TemplateAdresse"/>
                                </w:pPr>
                              </w:p>
                              <w:p w:rsidR="00C126FD" w:rsidRPr="00C126FD" w:rsidRDefault="00C126FD" w:rsidP="005815CA">
                                <w:pPr>
                                  <w:pStyle w:val="TemplateOfficeName"/>
                                </w:pPr>
                                <w:bookmarkStart w:id="7" w:name="SD_OFF_Myndighed"/>
                                <w:bookmarkStart w:id="8" w:name="HIF_SD_OFF_Myndighed"/>
                                <w:bookmarkEnd w:id="5"/>
                                <w:r w:rsidRPr="00C126FD">
                                  <w:t>Styrelsen for Videregående Uddannelser</w:t>
                                </w:r>
                                <w:bookmarkEnd w:id="7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9" w:name="SD_OFF_Undermyndighed"/>
                                <w:bookmarkStart w:id="10" w:name="HIF_SD_OFF_Undermyndighed"/>
                                <w:bookmarkEnd w:id="8"/>
                                <w:bookmarkEnd w:id="9"/>
                              </w:p>
                              <w:p w:rsidR="00C126FD" w:rsidRPr="00C126FD" w:rsidRDefault="00C126FD" w:rsidP="00D02EB3">
                                <w:pPr>
                                  <w:pStyle w:val="TemplateAdresse"/>
                                  <w:ind w:left="737" w:hanging="737"/>
                                </w:pPr>
                                <w:bookmarkStart w:id="11" w:name="SD_OFF_Address"/>
                                <w:bookmarkStart w:id="12" w:name="HIF_SD_OFF_Address"/>
                                <w:bookmarkEnd w:id="10"/>
                                <w:r w:rsidRPr="00C126FD">
                                  <w:t>Bredgade 43</w:t>
                                </w:r>
                              </w:p>
                              <w:p w:rsidR="00C126FD" w:rsidRPr="00C126FD" w:rsidRDefault="00C126FD" w:rsidP="00D02EB3">
                                <w:pPr>
                                  <w:pStyle w:val="TemplateAdresse"/>
                                  <w:ind w:left="737" w:hanging="737"/>
                                </w:pPr>
                                <w:r w:rsidRPr="00C126FD">
                                  <w:t>1260 København K</w:t>
                                </w:r>
                                <w:bookmarkEnd w:id="11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13" w:name="SD_LAN_Phone"/>
                                <w:bookmarkStart w:id="14" w:name="HIF_SD_OFF_Phone"/>
                                <w:bookmarkEnd w:id="12"/>
                                <w:r w:rsidRPr="00C126FD">
                                  <w:rPr>
                                    <w:noProof/>
                                  </w:rPr>
                                  <w:t>Telefon</w:t>
                                </w:r>
                                <w:bookmarkEnd w:id="13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bookmarkStart w:id="15" w:name="SD_OFF_Phone"/>
                                <w:r w:rsidRPr="00C126FD">
                                  <w:rPr>
                                    <w:noProof/>
                                  </w:rPr>
                                  <w:t>7231 7800</w:t>
                                </w:r>
                                <w:bookmarkEnd w:id="15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16" w:name="SD_LAN_Fax_N1"/>
                                <w:bookmarkStart w:id="17" w:name="HIF_SD_OFF_Fax"/>
                                <w:bookmarkEnd w:id="14"/>
                                <w:r w:rsidRPr="00C126FD">
                                  <w:rPr>
                                    <w:noProof/>
                                  </w:rPr>
                                  <w:t>Telefax</w:t>
                                </w:r>
                                <w:bookmarkEnd w:id="16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bookmarkStart w:id="18" w:name="SD_OFF_Fax"/>
                                <w:r w:rsidRPr="00C126FD">
                                  <w:rPr>
                                    <w:noProof/>
                                  </w:rPr>
                                  <w:t>7231 7801</w:t>
                                </w:r>
                                <w:bookmarkEnd w:id="18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19" w:name="sd_lan_email_n1"/>
                                <w:bookmarkStart w:id="20" w:name="HIF_SD_OFF_Email"/>
                                <w:bookmarkEnd w:id="17"/>
                                <w:r w:rsidRPr="00C126FD">
                                  <w:rPr>
                                    <w:noProof/>
                                  </w:rPr>
                                  <w:t>E-post</w:t>
                                </w:r>
                                <w:bookmarkEnd w:id="19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bookmarkStart w:id="21" w:name="SD_OFF_Email"/>
                                <w:r w:rsidRPr="00C126FD">
                                  <w:rPr>
                                    <w:rFonts w:eastAsiaTheme="majorEastAsia"/>
                                    <w:noProof/>
                                  </w:rPr>
                                  <w:t>vus@vus.dk</w:t>
                                </w:r>
                                <w:bookmarkEnd w:id="21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22" w:name="SD_LAN_Web"/>
                                <w:bookmarkStart w:id="23" w:name="HIF_SD_OFF_Web"/>
                                <w:bookmarkEnd w:id="20"/>
                                <w:r w:rsidRPr="00C126FD">
                                  <w:rPr>
                                    <w:noProof/>
                                  </w:rPr>
                                  <w:t>Netsted</w:t>
                                </w:r>
                                <w:bookmarkEnd w:id="22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bookmarkStart w:id="24" w:name="SD_OFF_Web"/>
                                <w:r w:rsidRPr="00C126FD">
                                  <w:rPr>
                                    <w:rFonts w:eastAsiaTheme="majorEastAsia"/>
                                    <w:noProof/>
                                  </w:rPr>
                                  <w:t>www.fivu.dk</w:t>
                                </w:r>
                                <w:bookmarkEnd w:id="24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25" w:name="SD_LAN_CVR"/>
                                <w:bookmarkStart w:id="26" w:name="HIF_SD_OFF_CVR"/>
                                <w:bookmarkEnd w:id="23"/>
                                <w:r w:rsidRPr="00C126FD">
                                  <w:rPr>
                                    <w:noProof/>
                                  </w:rPr>
                                  <w:t>CVR-nr.</w:t>
                                </w:r>
                                <w:bookmarkEnd w:id="25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bookmarkStart w:id="27" w:name="SD_OFF_CVR"/>
                                <w:r w:rsidRPr="00C126FD">
                                  <w:rPr>
                                    <w:rFonts w:eastAsiaTheme="majorEastAsia"/>
                                    <w:noProof/>
                                  </w:rPr>
                                  <w:t>3404 2012</w:t>
                                </w:r>
                                <w:bookmarkEnd w:id="27"/>
                              </w:p>
                              <w:bookmarkEnd w:id="26"/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28" w:name="SD_LAN_Sagsbehandler"/>
                                <w:bookmarkStart w:id="29" w:name="HideSagsbehandler"/>
                                <w:bookmarkStart w:id="30" w:name="HideSagsbehandlerFull"/>
                                <w:r>
                                  <w:rPr>
                                    <w:noProof/>
                                  </w:rPr>
                                  <w:t>Sagsbehandler</w:t>
                                </w:r>
                                <w:bookmarkEnd w:id="28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1" w:name="sd_usr_name_n1"/>
                                <w:r>
                                  <w:rPr>
                                    <w:noProof/>
                                  </w:rPr>
                                  <w:t>Pernille Mønnike</w:t>
                                </w:r>
                                <w:bookmarkEnd w:id="31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2" w:name="SD_LAN_DirectPhone"/>
                                <w:bookmarkStart w:id="33" w:name="HIF_SD_USR_DirectPhone"/>
                                <w:bookmarkStart w:id="34" w:name="HideDirekteNummer"/>
                                <w:bookmarkEnd w:id="29"/>
                                <w:r w:rsidRPr="00C126FD">
                                  <w:rPr>
                                    <w:noProof/>
                                  </w:rPr>
                                  <w:t>Telefon</w:t>
                                </w:r>
                                <w:bookmarkEnd w:id="32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bookmarkStart w:id="35" w:name="SD_USR_DirectPhone"/>
                                <w:r w:rsidRPr="00C126FD">
                                  <w:rPr>
                                    <w:noProof/>
                                  </w:rPr>
                                  <w:t>72317834</w:t>
                                </w:r>
                                <w:bookmarkEnd w:id="35"/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6" w:name="SD_LAN_Email"/>
                                <w:bookmarkStart w:id="37" w:name="HIF_SD_USR_Email"/>
                                <w:bookmarkEnd w:id="33"/>
                                <w:r w:rsidRPr="00C126FD">
                                  <w:rPr>
                                    <w:noProof/>
                                  </w:rPr>
                                  <w:t>E-post</w:t>
                                </w:r>
                                <w:bookmarkEnd w:id="36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bookmarkStart w:id="38" w:name="SD_USR_Email"/>
                                <w:r w:rsidRPr="00C126FD">
                                  <w:rPr>
                                    <w:noProof/>
                                  </w:rPr>
                                  <w:t>pom@vus.dk</w:t>
                                </w:r>
                                <w:bookmarkEnd w:id="38"/>
                              </w:p>
                              <w:bookmarkEnd w:id="34"/>
                              <w:bookmarkEnd w:id="37"/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C126FD" w:rsidRPr="00C126FD" w:rsidRDefault="00C126FD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9" w:name="SD_LAN_SagsNr"/>
                                <w:bookmarkStart w:id="40" w:name="HIF_SD_FLD_Sagsnr"/>
                                <w:bookmarkEnd w:id="30"/>
                                <w:r>
                                  <w:rPr>
                                    <w:noProof/>
                                  </w:rPr>
                                  <w:t>Ref.-nr.</w:t>
                                </w:r>
                                <w:bookmarkEnd w:id="39"/>
                                <w:r w:rsidRPr="00C126FD">
                                  <w:rPr>
                                    <w:noProof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noProof/>
                                    </w:rPr>
                                    <w:tag w:val="DocumentNumber"/>
                                    <w:id w:val="10001"/>
                                    <w:placeholder>
                                      <w:docPart w:val="DefaultPlaceholder_1082065158"/>
                                    </w:placeholder>
                                    <w:dataBinding w:prefixMappings="xmlns:gbs='http://www.software-innovation.no/growBusinessDocument'" w:xpath="/gbs:GrowBusinessDocument/gbs:DocumentNumber[@gbs:key='10001']" w:storeItemID="{14ABA165-8550-48B5-BB4E-6039DD597456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noProof/>
                                      </w:rPr>
                                      <w:t>13/001248-06</w:t>
                                    </w:r>
                                  </w:sdtContent>
                                </w:sdt>
                                <w:r w:rsidRPr="00C126FD">
                                  <w:rPr>
                                    <w:noProof/>
                                  </w:rPr>
                                  <w:t xml:space="preserve"> </w:t>
                                </w:r>
                              </w:p>
                              <w:bookmarkEnd w:id="40"/>
                              <w:p w:rsidR="00C126FD" w:rsidRDefault="00C126FD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</w:p>
                              <w:p w:rsidR="00C126FD" w:rsidRPr="00C126FD" w:rsidRDefault="00C126FD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41" w:name="HIF_SD_FLD_DeresRef"/>
                                <w:r w:rsidRPr="00C126FD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Deres ref.</w:t>
                                </w:r>
                                <w:r w:rsidRPr="00C126FD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42" w:name="SD_FLD_DeresRef"/>
                                <w:bookmarkEnd w:id="42"/>
                              </w:p>
                              <w:p w:rsidR="00C126FD" w:rsidRPr="00C126FD" w:rsidRDefault="00C126FD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43" w:name="HIF_SD_FLD_DeresCVR"/>
                                <w:bookmarkEnd w:id="41"/>
                                <w:r w:rsidRPr="00C126FD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CVR-nr.</w:t>
                                </w:r>
                                <w:r w:rsidRPr="00C126FD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44" w:name="SD_FLD_DeresCVR"/>
                                <w:bookmarkEnd w:id="44"/>
                              </w:p>
                              <w:bookmarkEnd w:id="43"/>
                              <w:p w:rsidR="00C126FD" w:rsidRPr="005815CA" w:rsidRDefault="00C126FD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</w:p>
                            </w:tc>
                          </w:tr>
                          <w:tr w:rsidR="00C126FD" w:rsidTr="0089642A">
                            <w:trPr>
                              <w:trHeight w:hRule="exact" w:val="2880"/>
                            </w:trPr>
                            <w:tc>
                              <w:tcPr>
                                <w:tcW w:w="2330" w:type="dxa"/>
                                <w:vAlign w:val="bottom"/>
                              </w:tcPr>
                              <w:p w:rsidR="00C126FD" w:rsidRDefault="00C126FD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45" w:name="SD_OFF_EkstraTekstHeader"/>
                                <w:bookmarkEnd w:id="45"/>
                              </w:p>
                              <w:p w:rsidR="00C126FD" w:rsidRDefault="00C126FD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46" w:name="SD_OFF_EkstraTekstText"/>
                                <w:bookmarkEnd w:id="46"/>
                                <w:r>
                                  <w:rPr>
                                    <w:rFonts w:eastAsiaTheme="majorEastAsia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C126FD" w:rsidRPr="009974B5" w:rsidRDefault="00C126FD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50pt;margin-top:252pt;width:116.25pt;height:5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30"/>
                    </w:tblGrid>
                    <w:tr w:rsidR="00C126FD" w:rsidTr="0080538C">
                      <w:trPr>
                        <w:trHeight w:hRule="exact" w:val="6805"/>
                        <w:hidden/>
                      </w:trPr>
                      <w:tc>
                        <w:tcPr>
                          <w:tcW w:w="2330" w:type="dxa"/>
                        </w:tcPr>
                        <w:p w:rsidR="00C126FD" w:rsidRPr="00C126FD" w:rsidRDefault="00C126FD" w:rsidP="005815CA">
                          <w:pPr>
                            <w:pStyle w:val="TemplateOfficeName"/>
                            <w:rPr>
                              <w:vanish/>
                            </w:rPr>
                          </w:pPr>
                          <w:bookmarkStart w:id="47" w:name="SD_FLD_AfsenderUdvalg"/>
                          <w:bookmarkStart w:id="48" w:name="HideStartKolofon"/>
                          <w:bookmarkStart w:id="49" w:name="HIF_SD_FLD_AfsenderUdvalg"/>
                          <w:bookmarkEnd w:id="47"/>
                          <w:r w:rsidRPr="00C126FD">
                            <w:rPr>
                              <w:vanish/>
                            </w:rPr>
                            <w:t xml:space="preserve"> </w:t>
                          </w:r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49" w:displacedByCustomXml="next"/>
                        <w:sdt>
                          <w:sdtPr>
                            <w:tag w:val="DocumentDate"/>
                            <w:id w:val="10002"/>
                            <w:placeholder>
                              <w:docPart w:val="A0CD0061182545BEA713B1BF5319A832"/>
                            </w:placeholder>
                            <w:dataBinding w:prefixMappings="xmlns:gbs='http://www.software-innovation.no/growBusinessDocument'" w:xpath="/gbs:GrowBusinessDocument/gbs:DocumentDate[@gbs:key='10002']" w:storeItemID="{14ABA165-8550-48B5-BB4E-6039DD597456}"/>
                            <w:text/>
                          </w:sdtPr>
                          <w:sdtEndPr/>
                          <w:sdtContent>
                            <w:p w:rsidR="00C126FD" w:rsidRPr="00C126FD" w:rsidRDefault="00903F34" w:rsidP="005815CA">
                              <w:pPr>
                                <w:pStyle w:val="TemplateAdresse"/>
                              </w:pPr>
                              <w:r>
                                <w:t>12. november</w:t>
                              </w:r>
                              <w:r w:rsidR="00C126FD">
                                <w:t xml:space="preserve"> 2013</w:t>
                              </w:r>
                            </w:p>
                          </w:sdtContent>
                        </w:sdt>
                        <w:p w:rsidR="00C126FD" w:rsidRPr="00C126FD" w:rsidRDefault="00C126FD" w:rsidP="005815CA">
                          <w:pPr>
                            <w:pStyle w:val="TemplateAdresse"/>
                          </w:pPr>
                        </w:p>
                        <w:p w:rsidR="00C126FD" w:rsidRPr="00C126FD" w:rsidRDefault="00C126FD" w:rsidP="005815CA">
                          <w:pPr>
                            <w:pStyle w:val="TemplateOfficeName"/>
                          </w:pPr>
                          <w:bookmarkStart w:id="50" w:name="SD_OFF_Myndighed"/>
                          <w:bookmarkStart w:id="51" w:name="HIF_SD_OFF_Myndighed"/>
                          <w:bookmarkEnd w:id="48"/>
                          <w:r w:rsidRPr="00C126FD">
                            <w:t>Styrelsen for Videregående Uddannelser</w:t>
                          </w:r>
                          <w:bookmarkEnd w:id="50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52" w:name="SD_OFF_Undermyndighed"/>
                          <w:bookmarkStart w:id="53" w:name="HIF_SD_OFF_Undermyndighed"/>
                          <w:bookmarkEnd w:id="51"/>
                          <w:bookmarkEnd w:id="52"/>
                        </w:p>
                        <w:p w:rsidR="00C126FD" w:rsidRPr="00C126FD" w:rsidRDefault="00C126FD" w:rsidP="00D02EB3">
                          <w:pPr>
                            <w:pStyle w:val="TemplateAdresse"/>
                            <w:ind w:left="737" w:hanging="737"/>
                          </w:pPr>
                          <w:bookmarkStart w:id="54" w:name="SD_OFF_Address"/>
                          <w:bookmarkStart w:id="55" w:name="HIF_SD_OFF_Address"/>
                          <w:bookmarkEnd w:id="53"/>
                          <w:r w:rsidRPr="00C126FD">
                            <w:t>Bredgade 43</w:t>
                          </w:r>
                        </w:p>
                        <w:p w:rsidR="00C126FD" w:rsidRPr="00C126FD" w:rsidRDefault="00C126FD" w:rsidP="00D02EB3">
                          <w:pPr>
                            <w:pStyle w:val="TemplateAdresse"/>
                            <w:ind w:left="737" w:hanging="737"/>
                          </w:pPr>
                          <w:r w:rsidRPr="00C126FD">
                            <w:t>1260 København K</w:t>
                          </w:r>
                          <w:bookmarkEnd w:id="54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56" w:name="SD_LAN_Phone"/>
                          <w:bookmarkStart w:id="57" w:name="HIF_SD_OFF_Phone"/>
                          <w:bookmarkEnd w:id="55"/>
                          <w:r w:rsidRPr="00C126FD">
                            <w:rPr>
                              <w:noProof/>
                            </w:rPr>
                            <w:t>Telefon</w:t>
                          </w:r>
                          <w:bookmarkEnd w:id="56"/>
                          <w:r w:rsidRPr="00C126FD">
                            <w:rPr>
                              <w:noProof/>
                            </w:rPr>
                            <w:tab/>
                          </w:r>
                          <w:bookmarkStart w:id="58" w:name="SD_OFF_Phone"/>
                          <w:r w:rsidRPr="00C126FD">
                            <w:rPr>
                              <w:noProof/>
                            </w:rPr>
                            <w:t>7231 7800</w:t>
                          </w:r>
                          <w:bookmarkEnd w:id="58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59" w:name="SD_LAN_Fax_N1"/>
                          <w:bookmarkStart w:id="60" w:name="HIF_SD_OFF_Fax"/>
                          <w:bookmarkEnd w:id="57"/>
                          <w:r w:rsidRPr="00C126FD">
                            <w:rPr>
                              <w:noProof/>
                            </w:rPr>
                            <w:t>Telefax</w:t>
                          </w:r>
                          <w:bookmarkEnd w:id="59"/>
                          <w:r w:rsidRPr="00C126FD">
                            <w:rPr>
                              <w:noProof/>
                            </w:rPr>
                            <w:tab/>
                          </w:r>
                          <w:bookmarkStart w:id="61" w:name="SD_OFF_Fax"/>
                          <w:r w:rsidRPr="00C126FD">
                            <w:rPr>
                              <w:noProof/>
                            </w:rPr>
                            <w:t>7231 7801</w:t>
                          </w:r>
                          <w:bookmarkEnd w:id="61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62" w:name="sd_lan_email_n1"/>
                          <w:bookmarkStart w:id="63" w:name="HIF_SD_OFF_Email"/>
                          <w:bookmarkEnd w:id="60"/>
                          <w:r w:rsidRPr="00C126FD">
                            <w:rPr>
                              <w:noProof/>
                            </w:rPr>
                            <w:t>E-post</w:t>
                          </w:r>
                          <w:bookmarkEnd w:id="62"/>
                          <w:r w:rsidRPr="00C126FD">
                            <w:rPr>
                              <w:noProof/>
                            </w:rPr>
                            <w:tab/>
                          </w:r>
                          <w:bookmarkStart w:id="64" w:name="SD_OFF_Email"/>
                          <w:r w:rsidRPr="00C126FD">
                            <w:rPr>
                              <w:rFonts w:eastAsiaTheme="majorEastAsia"/>
                              <w:noProof/>
                            </w:rPr>
                            <w:t>vus@vus.dk</w:t>
                          </w:r>
                          <w:bookmarkEnd w:id="64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65" w:name="SD_LAN_Web"/>
                          <w:bookmarkStart w:id="66" w:name="HIF_SD_OFF_Web"/>
                          <w:bookmarkEnd w:id="63"/>
                          <w:r w:rsidRPr="00C126FD">
                            <w:rPr>
                              <w:noProof/>
                            </w:rPr>
                            <w:t>Netsted</w:t>
                          </w:r>
                          <w:bookmarkEnd w:id="65"/>
                          <w:r w:rsidRPr="00C126FD">
                            <w:rPr>
                              <w:noProof/>
                            </w:rPr>
                            <w:tab/>
                          </w:r>
                          <w:bookmarkStart w:id="67" w:name="SD_OFF_Web"/>
                          <w:r w:rsidRPr="00C126FD">
                            <w:rPr>
                              <w:rFonts w:eastAsiaTheme="majorEastAsia"/>
                              <w:noProof/>
                            </w:rPr>
                            <w:t>www.fivu.dk</w:t>
                          </w:r>
                          <w:bookmarkEnd w:id="67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68" w:name="SD_LAN_CVR"/>
                          <w:bookmarkStart w:id="69" w:name="HIF_SD_OFF_CVR"/>
                          <w:bookmarkEnd w:id="66"/>
                          <w:r w:rsidRPr="00C126FD">
                            <w:rPr>
                              <w:noProof/>
                            </w:rPr>
                            <w:t>CVR-nr.</w:t>
                          </w:r>
                          <w:bookmarkEnd w:id="68"/>
                          <w:r w:rsidRPr="00C126FD">
                            <w:rPr>
                              <w:noProof/>
                            </w:rPr>
                            <w:tab/>
                          </w:r>
                          <w:bookmarkStart w:id="70" w:name="SD_OFF_CVR"/>
                          <w:r w:rsidRPr="00C126FD">
                            <w:rPr>
                              <w:rFonts w:eastAsiaTheme="majorEastAsia"/>
                              <w:noProof/>
                            </w:rPr>
                            <w:t>3404 2012</w:t>
                          </w:r>
                          <w:bookmarkEnd w:id="70"/>
                        </w:p>
                        <w:bookmarkEnd w:id="69"/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1" w:name="SD_LAN_Sagsbehandler"/>
                          <w:bookmarkStart w:id="72" w:name="HideSagsbehandler"/>
                          <w:bookmarkStart w:id="73" w:name="HideSagsbehandlerFull"/>
                          <w:r>
                            <w:rPr>
                              <w:noProof/>
                            </w:rPr>
                            <w:t>Sagsbehandler</w:t>
                          </w:r>
                          <w:bookmarkEnd w:id="71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4" w:name="sd_usr_name_n1"/>
                          <w:r>
                            <w:rPr>
                              <w:noProof/>
                            </w:rPr>
                            <w:t>Pernille Mønnike</w:t>
                          </w:r>
                          <w:bookmarkEnd w:id="74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5" w:name="SD_LAN_DirectPhone"/>
                          <w:bookmarkStart w:id="76" w:name="HIF_SD_USR_DirectPhone"/>
                          <w:bookmarkStart w:id="77" w:name="HideDirekteNummer"/>
                          <w:bookmarkEnd w:id="72"/>
                          <w:r w:rsidRPr="00C126FD">
                            <w:rPr>
                              <w:noProof/>
                            </w:rPr>
                            <w:t>Telefon</w:t>
                          </w:r>
                          <w:bookmarkEnd w:id="75"/>
                          <w:r w:rsidRPr="00C126FD">
                            <w:rPr>
                              <w:noProof/>
                            </w:rPr>
                            <w:tab/>
                          </w:r>
                          <w:bookmarkStart w:id="78" w:name="SD_USR_DirectPhone"/>
                          <w:r w:rsidRPr="00C126FD">
                            <w:rPr>
                              <w:noProof/>
                            </w:rPr>
                            <w:t>72317834</w:t>
                          </w:r>
                          <w:bookmarkEnd w:id="78"/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9" w:name="SD_LAN_Email"/>
                          <w:bookmarkStart w:id="80" w:name="HIF_SD_USR_Email"/>
                          <w:bookmarkEnd w:id="76"/>
                          <w:r w:rsidRPr="00C126FD">
                            <w:rPr>
                              <w:noProof/>
                            </w:rPr>
                            <w:t>E-post</w:t>
                          </w:r>
                          <w:bookmarkEnd w:id="79"/>
                          <w:r w:rsidRPr="00C126FD">
                            <w:rPr>
                              <w:noProof/>
                            </w:rPr>
                            <w:tab/>
                          </w:r>
                          <w:bookmarkStart w:id="81" w:name="SD_USR_Email"/>
                          <w:r w:rsidRPr="00C126FD">
                            <w:rPr>
                              <w:noProof/>
                            </w:rPr>
                            <w:t>pom@vus.dk</w:t>
                          </w:r>
                          <w:bookmarkEnd w:id="81"/>
                        </w:p>
                        <w:bookmarkEnd w:id="77"/>
                        <w:bookmarkEnd w:id="80"/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C126FD" w:rsidRPr="00C126FD" w:rsidRDefault="00C126FD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82" w:name="SD_LAN_SagsNr"/>
                          <w:bookmarkStart w:id="83" w:name="HIF_SD_FLD_Sagsnr"/>
                          <w:bookmarkEnd w:id="73"/>
                          <w:r>
                            <w:rPr>
                              <w:noProof/>
                            </w:rPr>
                            <w:t>Ref.-nr.</w:t>
                          </w:r>
                          <w:bookmarkEnd w:id="82"/>
                          <w:r w:rsidRPr="00C126FD">
                            <w:rPr>
                              <w:noProof/>
                            </w:rPr>
                            <w:tab/>
                          </w:r>
                          <w:sdt>
                            <w:sdtPr>
                              <w:rPr>
                                <w:noProof/>
                              </w:rPr>
                              <w:tag w:val="DocumentNumber"/>
                              <w:id w:val="10001"/>
                              <w:placeholder>
                                <w:docPart w:val="DefaultPlaceholder_1082065158"/>
                              </w:placeholder>
                              <w:dataBinding w:prefixMappings="xmlns:gbs='http://www.software-innovation.no/growBusinessDocument'" w:xpath="/gbs:GrowBusinessDocument/gbs:DocumentNumber[@gbs:key='10001']" w:storeItemID="{14ABA165-8550-48B5-BB4E-6039DD597456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noProof/>
                                </w:rPr>
                                <w:t>13/001248-06</w:t>
                              </w:r>
                            </w:sdtContent>
                          </w:sdt>
                          <w:r w:rsidRPr="00C126FD">
                            <w:rPr>
                              <w:noProof/>
                            </w:rPr>
                            <w:t xml:space="preserve"> </w:t>
                          </w:r>
                        </w:p>
                        <w:bookmarkEnd w:id="83"/>
                        <w:p w:rsidR="00C126FD" w:rsidRDefault="00C126FD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</w:p>
                        <w:p w:rsidR="00C126FD" w:rsidRPr="00C126FD" w:rsidRDefault="00C126FD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84" w:name="HIF_SD_FLD_DeresRef"/>
                          <w:r w:rsidRPr="00C126FD">
                            <w:rPr>
                              <w:rFonts w:eastAsiaTheme="majorEastAsia"/>
                              <w:noProof/>
                              <w:vanish/>
                            </w:rPr>
                            <w:t>Deres ref.</w:t>
                          </w:r>
                          <w:r w:rsidRPr="00C126FD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85" w:name="SD_FLD_DeresRef"/>
                          <w:bookmarkEnd w:id="85"/>
                        </w:p>
                        <w:p w:rsidR="00C126FD" w:rsidRPr="00C126FD" w:rsidRDefault="00C126FD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86" w:name="HIF_SD_FLD_DeresCVR"/>
                          <w:bookmarkEnd w:id="84"/>
                          <w:r w:rsidRPr="00C126FD">
                            <w:rPr>
                              <w:rFonts w:eastAsiaTheme="majorEastAsia"/>
                              <w:noProof/>
                              <w:vanish/>
                            </w:rPr>
                            <w:t>CVR-nr.</w:t>
                          </w:r>
                          <w:r w:rsidRPr="00C126FD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87" w:name="SD_FLD_DeresCVR"/>
                          <w:bookmarkEnd w:id="87"/>
                        </w:p>
                        <w:bookmarkEnd w:id="86"/>
                        <w:p w:rsidR="00C126FD" w:rsidRPr="005815CA" w:rsidRDefault="00C126FD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</w:p>
                      </w:tc>
                    </w:tr>
                    <w:tr w:rsidR="00C126FD" w:rsidTr="0089642A">
                      <w:trPr>
                        <w:trHeight w:hRule="exact" w:val="2880"/>
                      </w:trPr>
                      <w:tc>
                        <w:tcPr>
                          <w:tcW w:w="2330" w:type="dxa"/>
                          <w:vAlign w:val="bottom"/>
                        </w:tcPr>
                        <w:p w:rsidR="00C126FD" w:rsidRDefault="00C126FD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88" w:name="SD_OFF_EkstraTekstHeader"/>
                          <w:bookmarkEnd w:id="88"/>
                        </w:p>
                        <w:p w:rsidR="00C126FD" w:rsidRDefault="00C126FD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89" w:name="SD_OFF_EkstraTekstText"/>
                          <w:bookmarkEnd w:id="89"/>
                          <w:r>
                            <w:rPr>
                              <w:rFonts w:eastAsiaTheme="majorEastAsia"/>
                              <w:szCs w:val="13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C126FD" w:rsidRPr="009974B5" w:rsidRDefault="00C126FD" w:rsidP="001431A0">
                    <w:pPr>
                      <w:pStyle w:val="TemplateAdresse"/>
                      <w:rPr>
                        <w:rFonts w:eastAsiaTheme="majorEastAsia"/>
                        <w:szCs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4072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6E1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E040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342B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868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56A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E69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ACF6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1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>
    <w:nsid w:val="3A4E048C"/>
    <w:multiLevelType w:val="multilevel"/>
    <w:tmpl w:val="BEC63DDE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>
    <w:nsid w:val="6DD727B2"/>
    <w:multiLevelType w:val="multilevel"/>
    <w:tmpl w:val="E24865A4"/>
    <w:lvl w:ilvl="0">
      <w:start w:val="1"/>
      <w:numFmt w:val="bullet"/>
      <w:lvlRestart w:val="0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>
    <w:nsid w:val="753962EC"/>
    <w:multiLevelType w:val="multilevel"/>
    <w:tmpl w:val="2D5EEFF6"/>
    <w:lvl w:ilvl="0">
      <w:start w:val="1"/>
      <w:numFmt w:val="bullet"/>
      <w:pStyle w:val="Opstilling-punkttegn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1"/>
  </w:num>
  <w:num w:numId="14">
    <w:abstractNumId w:val="12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CB"/>
    <w:rsid w:val="00022EC6"/>
    <w:rsid w:val="00034F26"/>
    <w:rsid w:val="00055B05"/>
    <w:rsid w:val="000648DF"/>
    <w:rsid w:val="00072C26"/>
    <w:rsid w:val="000F5D84"/>
    <w:rsid w:val="001105DB"/>
    <w:rsid w:val="001268AB"/>
    <w:rsid w:val="001431A0"/>
    <w:rsid w:val="00152E14"/>
    <w:rsid w:val="001573E4"/>
    <w:rsid w:val="001D623A"/>
    <w:rsid w:val="001D649B"/>
    <w:rsid w:val="0021120A"/>
    <w:rsid w:val="0021375E"/>
    <w:rsid w:val="00217676"/>
    <w:rsid w:val="002302D1"/>
    <w:rsid w:val="00263921"/>
    <w:rsid w:val="00281310"/>
    <w:rsid w:val="002A32B0"/>
    <w:rsid w:val="00327702"/>
    <w:rsid w:val="00331986"/>
    <w:rsid w:val="00335147"/>
    <w:rsid w:val="00346B82"/>
    <w:rsid w:val="00354599"/>
    <w:rsid w:val="00354F3E"/>
    <w:rsid w:val="003552FC"/>
    <w:rsid w:val="00377C5C"/>
    <w:rsid w:val="0038127F"/>
    <w:rsid w:val="003A3A2B"/>
    <w:rsid w:val="003B7AC5"/>
    <w:rsid w:val="003B7CA6"/>
    <w:rsid w:val="003E36D0"/>
    <w:rsid w:val="003F1009"/>
    <w:rsid w:val="004039B7"/>
    <w:rsid w:val="00406A8C"/>
    <w:rsid w:val="00490525"/>
    <w:rsid w:val="004B0ABE"/>
    <w:rsid w:val="004D4795"/>
    <w:rsid w:val="00514F76"/>
    <w:rsid w:val="0052426B"/>
    <w:rsid w:val="00535253"/>
    <w:rsid w:val="00566AEF"/>
    <w:rsid w:val="005815CA"/>
    <w:rsid w:val="0058291F"/>
    <w:rsid w:val="00584A35"/>
    <w:rsid w:val="005B79C3"/>
    <w:rsid w:val="005C1FD5"/>
    <w:rsid w:val="005E4643"/>
    <w:rsid w:val="005E5320"/>
    <w:rsid w:val="005F6686"/>
    <w:rsid w:val="006145A2"/>
    <w:rsid w:val="00644551"/>
    <w:rsid w:val="0068060E"/>
    <w:rsid w:val="006A3953"/>
    <w:rsid w:val="006A491E"/>
    <w:rsid w:val="006C3A0B"/>
    <w:rsid w:val="006D2583"/>
    <w:rsid w:val="006D5A7C"/>
    <w:rsid w:val="006E7FE2"/>
    <w:rsid w:val="00723F2D"/>
    <w:rsid w:val="0073528D"/>
    <w:rsid w:val="0073592F"/>
    <w:rsid w:val="00744FAC"/>
    <w:rsid w:val="0078574A"/>
    <w:rsid w:val="0080538C"/>
    <w:rsid w:val="0081511B"/>
    <w:rsid w:val="0081680F"/>
    <w:rsid w:val="0081738D"/>
    <w:rsid w:val="00872E2A"/>
    <w:rsid w:val="0089642A"/>
    <w:rsid w:val="008C3CA7"/>
    <w:rsid w:val="008C5280"/>
    <w:rsid w:val="008F3C40"/>
    <w:rsid w:val="008F5BE2"/>
    <w:rsid w:val="008F653B"/>
    <w:rsid w:val="00903F34"/>
    <w:rsid w:val="009755CF"/>
    <w:rsid w:val="009849C2"/>
    <w:rsid w:val="0099050E"/>
    <w:rsid w:val="009974B5"/>
    <w:rsid w:val="009C46E4"/>
    <w:rsid w:val="009C6852"/>
    <w:rsid w:val="009D3BF2"/>
    <w:rsid w:val="009D6E48"/>
    <w:rsid w:val="00A0764C"/>
    <w:rsid w:val="00A22008"/>
    <w:rsid w:val="00A25002"/>
    <w:rsid w:val="00A3642D"/>
    <w:rsid w:val="00A51F34"/>
    <w:rsid w:val="00B20D12"/>
    <w:rsid w:val="00B42BC1"/>
    <w:rsid w:val="00B4324B"/>
    <w:rsid w:val="00B45D34"/>
    <w:rsid w:val="00B83CFA"/>
    <w:rsid w:val="00B94EC3"/>
    <w:rsid w:val="00BC53C7"/>
    <w:rsid w:val="00C126FD"/>
    <w:rsid w:val="00C245A6"/>
    <w:rsid w:val="00C572D2"/>
    <w:rsid w:val="00C6057A"/>
    <w:rsid w:val="00C70C61"/>
    <w:rsid w:val="00C7195D"/>
    <w:rsid w:val="00C93F55"/>
    <w:rsid w:val="00CC3D5D"/>
    <w:rsid w:val="00CD5F3D"/>
    <w:rsid w:val="00D02EB3"/>
    <w:rsid w:val="00D61920"/>
    <w:rsid w:val="00D67AF8"/>
    <w:rsid w:val="00D7294C"/>
    <w:rsid w:val="00D729BA"/>
    <w:rsid w:val="00D92399"/>
    <w:rsid w:val="00DC6233"/>
    <w:rsid w:val="00DE1B77"/>
    <w:rsid w:val="00DE4F33"/>
    <w:rsid w:val="00E069E0"/>
    <w:rsid w:val="00E23B8C"/>
    <w:rsid w:val="00E449C0"/>
    <w:rsid w:val="00E63D42"/>
    <w:rsid w:val="00E805FB"/>
    <w:rsid w:val="00E85F8A"/>
    <w:rsid w:val="00E93146"/>
    <w:rsid w:val="00E948FC"/>
    <w:rsid w:val="00EA096B"/>
    <w:rsid w:val="00EB2851"/>
    <w:rsid w:val="00ED1CCB"/>
    <w:rsid w:val="00F051A8"/>
    <w:rsid w:val="00F45ED3"/>
    <w:rsid w:val="00F50A76"/>
    <w:rsid w:val="00F66BA4"/>
    <w:rsid w:val="00F67A47"/>
    <w:rsid w:val="00F746E6"/>
    <w:rsid w:val="00F832AA"/>
    <w:rsid w:val="00F839B8"/>
    <w:rsid w:val="00FA09F6"/>
    <w:rsid w:val="00FA2BBC"/>
    <w:rsid w:val="00FD6256"/>
    <w:rsid w:val="00F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uiPriority="35" w:unhideWhenUsed="1" w:qFormat="1"/>
    <w:lsdException w:name="line number" w:semiHidden="0" w:uiPriority="2"/>
    <w:lsdException w:name="page number" w:unhideWhenUsed="1"/>
    <w:lsdException w:name="endnote text" w:unhideWhenUsed="1"/>
    <w:lsdException w:name="List Bullet" w:unhideWhenUsed="1" w:qFormat="1"/>
    <w:lsdException w:name="List Number" w:unhideWhenUsed="1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unhideWhenUsed="1" w:qFormat="1"/>
  </w:latentStyles>
  <w:style w:type="paragraph" w:default="1" w:styleId="Normal">
    <w:name w:val="Normal"/>
    <w:qFormat/>
    <w:rsid w:val="00C6057A"/>
    <w:pPr>
      <w:spacing w:after="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3552FC"/>
    <w:pPr>
      <w:keepNext/>
      <w:keepLines/>
      <w:spacing w:line="280" w:lineRule="exact"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552FC"/>
    <w:pPr>
      <w:keepNext/>
      <w:keepLines/>
      <w:spacing w:line="280" w:lineRule="exact"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552FC"/>
    <w:pPr>
      <w:keepNext/>
      <w:keepLines/>
      <w:spacing w:line="280" w:lineRule="exact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qFormat/>
    <w:rsid w:val="003552FC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263921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63921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63921"/>
    <w:rPr>
      <w:rFonts w:ascii="Times New Roman" w:eastAsiaTheme="majorEastAsia" w:hAnsi="Times New Roman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6D5A7C"/>
    <w:rPr>
      <w:rFonts w:ascii="Times New Roman" w:eastAsiaTheme="majorEastAsia" w:hAnsi="Times New Roman" w:cstheme="majorBidi"/>
      <w:b/>
      <w:bCs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6D5A7C"/>
    <w:pPr>
      <w:spacing w:after="0" w:line="260" w:lineRule="atLeast"/>
    </w:pPr>
    <w:rPr>
      <w:rFonts w:ascii="Verdana" w:hAnsi="Verdana"/>
      <w:sz w:val="13"/>
    </w:rPr>
  </w:style>
  <w:style w:type="paragraph" w:customStyle="1" w:styleId="TemplateAdresse">
    <w:name w:val="Template Adresse"/>
    <w:basedOn w:val="Template"/>
    <w:uiPriority w:val="4"/>
    <w:semiHidden/>
    <w:qFormat/>
    <w:rsid w:val="001431A0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qFormat/>
    <w:rsid w:val="006D5A7C"/>
    <w:rPr>
      <w:b/>
    </w:rPr>
  </w:style>
  <w:style w:type="paragraph" w:customStyle="1" w:styleId="Underskriver2">
    <w:name w:val="Underskriver 2"/>
    <w:basedOn w:val="DokumentOverskrift"/>
    <w:uiPriority w:val="3"/>
    <w:qFormat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055B05"/>
    <w:pPr>
      <w:spacing w:line="300" w:lineRule="atLeast"/>
    </w:pPr>
    <w:rPr>
      <w:rFonts w:ascii="Arial" w:eastAsia="Times New Roman" w:hAnsi="Arial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3E36D0"/>
    <w:rPr>
      <w:b/>
      <w:sz w:val="18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Normal"/>
    <w:uiPriority w:val="4"/>
    <w:semiHidden/>
    <w:qFormat/>
    <w:rsid w:val="0073528D"/>
    <w:pPr>
      <w:tabs>
        <w:tab w:val="left" w:pos="7881"/>
      </w:tabs>
      <w:spacing w:line="160" w:lineRule="exact"/>
    </w:pPr>
    <w:rPr>
      <w:rFonts w:ascii="Verdana" w:hAnsi="Verdana"/>
      <w:sz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uiPriority="35" w:unhideWhenUsed="1" w:qFormat="1"/>
    <w:lsdException w:name="line number" w:semiHidden="0" w:uiPriority="2"/>
    <w:lsdException w:name="page number" w:unhideWhenUsed="1"/>
    <w:lsdException w:name="endnote text" w:unhideWhenUsed="1"/>
    <w:lsdException w:name="List Bullet" w:unhideWhenUsed="1" w:qFormat="1"/>
    <w:lsdException w:name="List Number" w:unhideWhenUsed="1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unhideWhenUsed="1" w:qFormat="1"/>
  </w:latentStyles>
  <w:style w:type="paragraph" w:default="1" w:styleId="Normal">
    <w:name w:val="Normal"/>
    <w:qFormat/>
    <w:rsid w:val="00C6057A"/>
    <w:pPr>
      <w:spacing w:after="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3552FC"/>
    <w:pPr>
      <w:keepNext/>
      <w:keepLines/>
      <w:spacing w:line="280" w:lineRule="exact"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552FC"/>
    <w:pPr>
      <w:keepNext/>
      <w:keepLines/>
      <w:spacing w:line="280" w:lineRule="exact"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552FC"/>
    <w:pPr>
      <w:keepNext/>
      <w:keepLines/>
      <w:spacing w:line="280" w:lineRule="exact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qFormat/>
    <w:rsid w:val="003552FC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263921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63921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63921"/>
    <w:rPr>
      <w:rFonts w:ascii="Times New Roman" w:eastAsiaTheme="majorEastAsia" w:hAnsi="Times New Roman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6D5A7C"/>
    <w:rPr>
      <w:rFonts w:ascii="Times New Roman" w:eastAsiaTheme="majorEastAsia" w:hAnsi="Times New Roman" w:cstheme="majorBidi"/>
      <w:b/>
      <w:bCs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6D5A7C"/>
    <w:pPr>
      <w:spacing w:after="0" w:line="260" w:lineRule="atLeast"/>
    </w:pPr>
    <w:rPr>
      <w:rFonts w:ascii="Verdana" w:hAnsi="Verdana"/>
      <w:sz w:val="13"/>
    </w:rPr>
  </w:style>
  <w:style w:type="paragraph" w:customStyle="1" w:styleId="TemplateAdresse">
    <w:name w:val="Template Adresse"/>
    <w:basedOn w:val="Template"/>
    <w:uiPriority w:val="4"/>
    <w:semiHidden/>
    <w:qFormat/>
    <w:rsid w:val="001431A0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qFormat/>
    <w:rsid w:val="006D5A7C"/>
    <w:rPr>
      <w:b/>
    </w:rPr>
  </w:style>
  <w:style w:type="paragraph" w:customStyle="1" w:styleId="Underskriver2">
    <w:name w:val="Underskriver 2"/>
    <w:basedOn w:val="DokumentOverskrift"/>
    <w:uiPriority w:val="3"/>
    <w:qFormat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055B05"/>
    <w:pPr>
      <w:spacing w:line="300" w:lineRule="atLeast"/>
    </w:pPr>
    <w:rPr>
      <w:rFonts w:ascii="Arial" w:eastAsia="Times New Roman" w:hAnsi="Arial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3E36D0"/>
    <w:rPr>
      <w:b/>
      <w:sz w:val="18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Normal"/>
    <w:uiPriority w:val="4"/>
    <w:semiHidden/>
    <w:qFormat/>
    <w:rsid w:val="0073528D"/>
    <w:pPr>
      <w:tabs>
        <w:tab w:val="left" w:pos="7881"/>
      </w:tabs>
      <w:spacing w:line="160" w:lineRule="exact"/>
    </w:pPr>
    <w:rPr>
      <w:rFonts w:ascii="Verdana" w:hAnsi="Verdana"/>
      <w:sz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-fil001pro\docprod\templates\FIVU_Brev%20til%20fle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33D16-8B03-4AC0-96B8-9FE53A6E5BC9}"/>
      </w:docPartPr>
      <w:docPartBody>
        <w:p w:rsidR="00CD255D" w:rsidRDefault="00CD255D">
          <w:r w:rsidRPr="00737E74">
            <w:rPr>
              <w:rStyle w:val="Pladsholdertekst"/>
            </w:rPr>
            <w:t>Click here to enter text.</w:t>
          </w:r>
        </w:p>
      </w:docPartBody>
    </w:docPart>
    <w:docPart>
      <w:docPartPr>
        <w:name w:val="A0CD0061182545BEA713B1BF5319A83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F350840-9F3A-468E-A34E-DE1A5CC6BD1C}"/>
      </w:docPartPr>
      <w:docPartBody>
        <w:p w:rsidR="00F07BF8" w:rsidRDefault="00F07BF8">
          <w:r w:rsidRPr="00924DE2">
            <w:rPr>
              <w:rStyle w:val="Pladsholdertekst"/>
            </w:rPr>
            <w:t>29. oktober 2013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5D"/>
    <w:rsid w:val="001948CB"/>
    <w:rsid w:val="001A53FF"/>
    <w:rsid w:val="00200274"/>
    <w:rsid w:val="002753D9"/>
    <w:rsid w:val="002E7200"/>
    <w:rsid w:val="003419E7"/>
    <w:rsid w:val="003658EA"/>
    <w:rsid w:val="004D7E86"/>
    <w:rsid w:val="00532E5B"/>
    <w:rsid w:val="00594173"/>
    <w:rsid w:val="006372FD"/>
    <w:rsid w:val="006F7980"/>
    <w:rsid w:val="007A22E3"/>
    <w:rsid w:val="007B24EF"/>
    <w:rsid w:val="00811B5D"/>
    <w:rsid w:val="008123D1"/>
    <w:rsid w:val="008962EF"/>
    <w:rsid w:val="0093745B"/>
    <w:rsid w:val="009D7365"/>
    <w:rsid w:val="00A7708C"/>
    <w:rsid w:val="00BC4913"/>
    <w:rsid w:val="00BD6D86"/>
    <w:rsid w:val="00BE4A8C"/>
    <w:rsid w:val="00CD255D"/>
    <w:rsid w:val="00D8796A"/>
    <w:rsid w:val="00EF65B1"/>
    <w:rsid w:val="00F07BF8"/>
    <w:rsid w:val="00F7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07BF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07BF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FIVU">
      <a:dk1>
        <a:sysClr val="windowText" lastClr="000000"/>
      </a:dk1>
      <a:lt1>
        <a:sysClr val="window" lastClr="FFFFFF"/>
      </a:lt1>
      <a:dk2>
        <a:srgbClr val="2C5663"/>
      </a:dk2>
      <a:lt2>
        <a:srgbClr val="76C2BC"/>
      </a:lt2>
      <a:accent1>
        <a:srgbClr val="B7DBD5"/>
      </a:accent1>
      <a:accent2>
        <a:srgbClr val="C4D8E2"/>
      </a:accent2>
      <a:accent3>
        <a:srgbClr val="EAD078"/>
      </a:accent3>
      <a:accent4>
        <a:srgbClr val="C4CCCC"/>
      </a:accent4>
      <a:accent5>
        <a:srgbClr val="E2E584"/>
      </a:accent5>
      <a:accent6>
        <a:srgbClr val="2C5663"/>
      </a:accent6>
      <a:hlink>
        <a:srgbClr val="0000FF"/>
      </a:hlink>
      <a:folHlink>
        <a:srgbClr val="800080"/>
      </a:folHlink>
    </a:clrScheme>
    <a:fontScheme name="FIVU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3309664" gbs:entity="Document" gbs:templateDesignerVersion="3.1 F">
  <gbs:Title gbs:loadFromGrowBusiness="OnProduce" gbs:saveInGrowBusiness="False" gbs:connected="true" gbs:recno="" gbs:entity="" gbs:datatype="string" gbs:key="10000">Ændring af bekendtgørelse vedrørende tilskud og optagelse ved maritime uddannelser</gbs:Title>
  <gbs:DocumentNumber gbs:loadFromGrowBusiness="OnProduce" gbs:saveInGrowBusiness="False" gbs:connected="true" gbs:recno="" gbs:entity="" gbs:datatype="string" gbs:key="10001">13/001248-06</gbs:DocumentNumber>
  <gbs:DocumentDate gbs:loadFromGrowBusiness="OnProduce" gbs:saveInGrowBusiness="False" gbs:connected="true" gbs:recno="" gbs:entity="" gbs:datatype="date" gbs:key="10002" gbs:removeContentControl="0">12. november 2013</gbs:DocumentDate>
  <gbs:ToActivityContactJOINEX.Name gbs:loadFromGrowBusiness="OnProduce" gbs:saveInGrowBusiness="False" gbs:connected="true" gbs:recno="" gbs:entity="" gbs:datatype="string" gbs:key="10003" gbs:removeContentControl="0" gbs:joinex="[JOINEX=[ToRole] {!OJEX!}=6]">Kontoret for Jura  </gbs:ToActivityContactJOINEX.Name>
  <gbs:ToActivityContactJOINEX.Address gbs:loadFromGrowBusiness="OnProduce" gbs:saveInGrowBusiness="False" gbs:connected="true" gbs:recno="" gbs:entity="" gbs:datatype="string" gbs:key="10004" gbs:joinex="[JOINEX=[ToRole] {!OJEX!}=6]" gbs:removeContentControl="0">Bredgade 43</gbs:ToActivityContactJOINEX.Address>
  <gbs:ToActivityContactJOINEX.Zip gbs:loadFromGrowBusiness="OnProduce" gbs:saveInGrowBusiness="False" gbs:connected="true" gbs:recno="" gbs:entity="" gbs:datatype="string" gbs:key="10005" gbs:joinex="[JOINEX=[ToRole] {!OJEX!}=6]" gbs:removeContentControl="0">1260 København K</gbs:ToActivityContactJOINEX.Zip>
  <gbs:ToActivityContactJOINEX.ToAddress.Country.Description gbs:loadFromGrowBusiness="OnProduce" gbs:saveInGrowBusiness="False" gbs:connected="true" gbs:recno="" gbs:entity="" gbs:datatype="string" gbs:key="10006" gbs:joinex="[JOINEX=[ToRole] {!OJEX!}=6]" gbs:removeContentControl="0">Danmark</gbs:ToActivityContactJOINEX.ToAddress.Country.Description>
  <gbs:ToActivityContactJOINEX.ToAddress.Country.Description gbs:loadFromGrowBusiness="OnProduce" gbs:saveInGrowBusiness="False" gbs:connected="true" gbs:recno="" gbs:entity="" gbs:datatype="string" gbs:key="10007" gbs:joinex="[JOINEX=[ToRole] {!OJEX!}=6]" gbs:removeContentControl="0">Danmark</gbs:ToActivityContactJOINEX.ToAddress.Country.Description>
</gbs:GrowBusinessDocument>
</file>

<file path=customXml/itemProps1.xml><?xml version="1.0" encoding="utf-8"?>
<ds:datastoreItem xmlns:ds="http://schemas.openxmlformats.org/officeDocument/2006/customXml" ds:itemID="{14ABA165-8550-48B5-BB4E-6039DD597456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FIVU_Brev til flere.dotx</Template>
  <TotalTime>0</TotalTime>
  <Pages>2</Pages>
  <Words>272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Pernille Olesen Mønnike</dc:creator>
  <cp:lastModifiedBy>Pernille Olesen Mønnike</cp:lastModifiedBy>
  <cp:revision>3</cp:revision>
  <dcterms:created xsi:type="dcterms:W3CDTF">2013-11-12T12:57:00Z</dcterms:created>
  <dcterms:modified xsi:type="dcterms:W3CDTF">2013-11-12T14:10:00Z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ShowKaere">
    <vt:lpwstr>True</vt:lpwstr>
  </property>
  <property fmtid="{D5CDD505-2E9C-101B-9397-08002B2CF9AE}" pid="6" name="SD_BrevTypeEnabled">
    <vt:lpwstr>True</vt:lpwstr>
  </property>
  <property fmtid="{D5CDD505-2E9C-101B-9397-08002B2CF9AE}" pid="7" name="SD_BrandingGraphicBehavior">
    <vt:lpwstr>Standard</vt:lpwstr>
  </property>
  <property fmtid="{D5CDD505-2E9C-101B-9397-08002B2CF9AE}" pid="8" name="Engine">
    <vt:lpwstr>SkabelonEngine</vt:lpwstr>
  </property>
  <property fmtid="{D5CDD505-2E9C-101B-9397-08002B2CF9AE}" pid="9" name="docId">
    <vt:lpwstr>3309664</vt:lpwstr>
  </property>
  <property fmtid="{D5CDD505-2E9C-101B-9397-08002B2CF9AE}" pid="10" name="templateId">
    <vt:lpwstr>
    </vt:lpwstr>
  </property>
  <property fmtid="{D5CDD505-2E9C-101B-9397-08002B2CF9AE}" pid="11" name="templateFilePath">
    <vt:lpwstr>\\S-FIL001PRO\docprod\templates\FIVU_Brev til flere.dotx</vt:lpwstr>
  </property>
  <property fmtid="{D5CDD505-2E9C-101B-9397-08002B2CF9AE}" pid="12" name="filePathOneNote">
    <vt:lpwstr>\\S-FIL001PRO\360users\onenote\koncern\b19228\</vt:lpwstr>
  </property>
  <property fmtid="{D5CDD505-2E9C-101B-9397-08002B2CF9AE}" pid="13" name="comment">
    <vt:lpwstr>Høringsbrev</vt:lpwstr>
  </property>
  <property fmtid="{D5CDD505-2E9C-101B-9397-08002B2CF9AE}" pid="14" name="sourceId">
    <vt:lpwstr>
    </vt:lpwstr>
  </property>
  <property fmtid="{D5CDD505-2E9C-101B-9397-08002B2CF9AE}" pid="15" name="module">
    <vt:lpwstr>Document</vt:lpwstr>
  </property>
  <property fmtid="{D5CDD505-2E9C-101B-9397-08002B2CF9AE}" pid="16" name="customParams">
    <vt:lpwstr>
    </vt:lpwstr>
  </property>
  <property fmtid="{D5CDD505-2E9C-101B-9397-08002B2CF9AE}" pid="17" name="createdBy">
    <vt:lpwstr>Pernille Olesen Mønnike</vt:lpwstr>
  </property>
  <property fmtid="{D5CDD505-2E9C-101B-9397-08002B2CF9AE}" pid="18" name="modifiedBy">
    <vt:lpwstr>Pernille Olesen Mønnike</vt:lpwstr>
  </property>
  <property fmtid="{D5CDD505-2E9C-101B-9397-08002B2CF9AE}" pid="19" name="serverName">
    <vt:lpwstr>360prod</vt:lpwstr>
  </property>
  <property fmtid="{D5CDD505-2E9C-101B-9397-08002B2CF9AE}" pid="20" name="externalUser">
    <vt:lpwstr>
    </vt:lpwstr>
  </property>
  <property fmtid="{D5CDD505-2E9C-101B-9397-08002B2CF9AE}" pid="21" name="SD_DocumentLanguageString">
    <vt:lpwstr>Dansk (Danmark)</vt:lpwstr>
  </property>
  <property fmtid="{D5CDD505-2E9C-101B-9397-08002B2CF9AE}" pid="22" name="SD_CtlText_Usersettings_Userprofile">
    <vt:lpwstr>Pernille Mønnike</vt:lpwstr>
  </property>
  <property fmtid="{D5CDD505-2E9C-101B-9397-08002B2CF9AE}" pid="23" name="SD_DocumentLanguage">
    <vt:lpwstr>da-DK</vt:lpwstr>
  </property>
  <property fmtid="{D5CDD505-2E9C-101B-9397-08002B2CF9AE}" pid="24" name="sdDocumentDate">
    <vt:lpwstr>41576</vt:lpwstr>
  </property>
  <property fmtid="{D5CDD505-2E9C-101B-9397-08002B2CF9AE}" pid="25" name="sdDocumentDateFormat">
    <vt:lpwstr>da-DK:d. MMMM yyyy</vt:lpwstr>
  </property>
  <property fmtid="{D5CDD505-2E9C-101B-9397-08002B2CF9AE}" pid="26" name="SD_BrevTypeValg">
    <vt:lpwstr>Brev</vt:lpwstr>
  </property>
  <property fmtid="{D5CDD505-2E9C-101B-9397-08002B2CF9AE}" pid="27" name="SD_CtlText_General_Brevtype">
    <vt:lpwstr>Brev</vt:lpwstr>
  </property>
  <property fmtid="{D5CDD505-2E9C-101B-9397-08002B2CF9AE}" pid="28" name="SD_CtlText_General_AfsenderRaad">
    <vt:lpwstr>
    </vt:lpwstr>
  </property>
  <property fmtid="{D5CDD505-2E9C-101B-9397-08002B2CF9AE}" pid="29" name="SD_ADuser">
    <vt:lpwstr>
    </vt:lpwstr>
  </property>
  <property fmtid="{D5CDD505-2E9C-101B-9397-08002B2CF9AE}" pid="30" name="SD_CtlText_General_AndenSagsbehandler">
    <vt:lpwstr>
    </vt:lpwstr>
  </property>
  <property fmtid="{D5CDD505-2E9C-101B-9397-08002B2CF9AE}" pid="31" name="SD_OFF_SD_OFF_ID">
    <vt:lpwstr>1</vt:lpwstr>
  </property>
  <property fmtid="{D5CDD505-2E9C-101B-9397-08002B2CF9AE}" pid="32" name="SD_OFF_SD_OFF_Type">
    <vt:lpwstr>(ingen)</vt:lpwstr>
  </property>
  <property fmtid="{D5CDD505-2E9C-101B-9397-08002B2CF9AE}" pid="33" name="SD_OFF_SD_OFF_EkstraTekstHeader">
    <vt:lpwstr>
    </vt:lpwstr>
  </property>
  <property fmtid="{D5CDD505-2E9C-101B-9397-08002B2CF9AE}" pid="34" name="SD_OFF_SD_OFF_EkstraTekstText">
    <vt:lpwstr>
    </vt:lpwstr>
  </property>
  <property fmtid="{D5CDD505-2E9C-101B-9397-08002B2CF9AE}" pid="35" name="SD_OFF_SD_OFF_EkstraTekstHeader_EN">
    <vt:lpwstr>
    </vt:lpwstr>
  </property>
  <property fmtid="{D5CDD505-2E9C-101B-9397-08002B2CF9AE}" pid="36" name="SD_OFF_SD_OFF_EkstraTekstText_EN">
    <vt:lpwstr>
    </vt:lpwstr>
  </property>
  <property fmtid="{D5CDD505-2E9C-101B-9397-08002B2CF9AE}" pid="37" name="SD_CtlText_General_EkstraTekst">
    <vt:lpwstr>
    </vt:lpwstr>
  </property>
  <property fmtid="{D5CDD505-2E9C-101B-9397-08002B2CF9AE}" pid="38" name="SD_CtlText_General_DeresRef">
    <vt:lpwstr>
    </vt:lpwstr>
  </property>
  <property fmtid="{D5CDD505-2E9C-101B-9397-08002B2CF9AE}" pid="39" name="SD_CtlText_General_DeresCVR">
    <vt:lpwstr>
    </vt:lpwstr>
  </property>
  <property fmtid="{D5CDD505-2E9C-101B-9397-08002B2CF9AE}" pid="40" name="SD_CtlText_General_ManuelTopTekst">
    <vt:lpwstr>
    </vt:lpwstr>
  </property>
  <property fmtid="{D5CDD505-2E9C-101B-9397-08002B2CF9AE}" pid="41" name="SD_UserprofileName">
    <vt:lpwstr>Pernille Mønnike</vt:lpwstr>
  </property>
  <property fmtid="{D5CDD505-2E9C-101B-9397-08002B2CF9AE}" pid="42" name="SD_USR_Name">
    <vt:lpwstr>Pernille Mønnike</vt:lpwstr>
  </property>
  <property fmtid="{D5CDD505-2E9C-101B-9397-08002B2CF9AE}" pid="43" name="SD_USR_Title">
    <vt:lpwstr>Fuldmægtig</vt:lpwstr>
  </property>
  <property fmtid="{D5CDD505-2E9C-101B-9397-08002B2CF9AE}" pid="44" name="SD_USR_DirectPhone">
    <vt:lpwstr>72317834</vt:lpwstr>
  </property>
  <property fmtid="{D5CDD505-2E9C-101B-9397-08002B2CF9AE}" pid="45" name="SD_USR_Mobile">
    <vt:lpwstr>
    </vt:lpwstr>
  </property>
  <property fmtid="{D5CDD505-2E9C-101B-9397-08002B2CF9AE}" pid="46" name="SD_USR_Email">
    <vt:lpwstr>pom@vus.dk</vt:lpwstr>
  </property>
  <property fmtid="{D5CDD505-2E9C-101B-9397-08002B2CF9AE}" pid="47" name="SD_Office_SD_OFF_ID">
    <vt:lpwstr>19</vt:lpwstr>
  </property>
  <property fmtid="{D5CDD505-2E9C-101B-9397-08002B2CF9AE}" pid="48" name="SD_Office_SD_OFF_Display">
    <vt:lpwstr>Styrelsen for Videregående Uddannelser (VUS)</vt:lpwstr>
  </property>
  <property fmtid="{D5CDD505-2E9C-101B-9397-08002B2CF9AE}" pid="49" name="SD_Office_SD_OFF_Myndighed">
    <vt:lpwstr>Styrelsen for Videregående Uddannelser</vt:lpwstr>
  </property>
  <property fmtid="{D5CDD505-2E9C-101B-9397-08002B2CF9AE}" pid="50" name="SD_Office_SD_OFF_Undermyndighed">
    <vt:lpwstr>
    </vt:lpwstr>
  </property>
  <property fmtid="{D5CDD505-2E9C-101B-9397-08002B2CF9AE}" pid="51" name="SD_Office_SD_OFF_Myndighed_EN">
    <vt:lpwstr>Danish Agency for Higher Education</vt:lpwstr>
  </property>
  <property fmtid="{D5CDD505-2E9C-101B-9397-08002B2CF9AE}" pid="52" name="SD_Office_SD_OFF_Undermyndighed_EN">
    <vt:lpwstr>
    </vt:lpwstr>
  </property>
  <property fmtid="{D5CDD505-2E9C-101B-9397-08002B2CF9AE}" pid="53" name="SD_Office_SD_OFF_Address">
    <vt:lpwstr>Bredgade 43*1260 København K</vt:lpwstr>
  </property>
  <property fmtid="{D5CDD505-2E9C-101B-9397-08002B2CF9AE}" pid="54" name="SD_Office_SD_OFF_Address_EN">
    <vt:lpwstr>Bredgade 43*1260 Copenhagen K*Denmark</vt:lpwstr>
  </property>
  <property fmtid="{D5CDD505-2E9C-101B-9397-08002B2CF9AE}" pid="55" name="SD_Office_SD_OFF_Phone">
    <vt:lpwstr>7231 7800</vt:lpwstr>
  </property>
  <property fmtid="{D5CDD505-2E9C-101B-9397-08002B2CF9AE}" pid="56" name="SD_Office_SD_OFF_Fax">
    <vt:lpwstr>7231 7801</vt:lpwstr>
  </property>
  <property fmtid="{D5CDD505-2E9C-101B-9397-08002B2CF9AE}" pid="57" name="SD_Office_SD_OFF_Phone_EN">
    <vt:lpwstr>+45 7231 7800</vt:lpwstr>
  </property>
  <property fmtid="{D5CDD505-2E9C-101B-9397-08002B2CF9AE}" pid="58" name="SD_Office_SD_OFF_Fax_EN">
    <vt:lpwstr>+45 7231 7801</vt:lpwstr>
  </property>
  <property fmtid="{D5CDD505-2E9C-101B-9397-08002B2CF9AE}" pid="59" name="SD_Office_SD_OFF_Email">
    <vt:lpwstr>vus@vus.dk</vt:lpwstr>
  </property>
  <property fmtid="{D5CDD505-2E9C-101B-9397-08002B2CF9AE}" pid="60" name="SD_Office_SD_OFF_Web">
    <vt:lpwstr>www.fivu.dk</vt:lpwstr>
  </property>
  <property fmtid="{D5CDD505-2E9C-101B-9397-08002B2CF9AE}" pid="61" name="SD_Office_SD_OFF_CVR">
    <vt:lpwstr>3404 2012</vt:lpwstr>
  </property>
  <property fmtid="{D5CDD505-2E9C-101B-9397-08002B2CF9AE}" pid="62" name="SD_Office_SD_OFF_ImageDefinition">
    <vt:lpwstr>LogoFIVU</vt:lpwstr>
  </property>
  <property fmtid="{D5CDD505-2E9C-101B-9397-08002B2CF9AE}" pid="63" name="SD_Office_SD_OFF_ColorTheme">
    <vt:lpwstr>
    </vt:lpwstr>
  </property>
  <property fmtid="{D5CDD505-2E9C-101B-9397-08002B2CF9AE}" pid="64" name="DocumentInfoFinished">
    <vt:lpwstr>True</vt:lpwstr>
  </property>
  <property fmtid="{D5CDD505-2E9C-101B-9397-08002B2CF9AE}" pid="65" name="BackOfficeType">
    <vt:lpwstr>growBusiness Solutions</vt:lpwstr>
  </property>
  <property fmtid="{D5CDD505-2E9C-101B-9397-08002B2CF9AE}" pid="66" name="Server">
    <vt:lpwstr>360prod</vt:lpwstr>
  </property>
  <property fmtid="{D5CDD505-2E9C-101B-9397-08002B2CF9AE}" pid="67" name="Protocol">
    <vt:lpwstr>off</vt:lpwstr>
  </property>
  <property fmtid="{D5CDD505-2E9C-101B-9397-08002B2CF9AE}" pid="68" name="Site">
    <vt:lpwstr>/locator.aspx</vt:lpwstr>
  </property>
  <property fmtid="{D5CDD505-2E9C-101B-9397-08002B2CF9AE}" pid="69" name="FileID">
    <vt:lpwstr>4724238</vt:lpwstr>
  </property>
  <property fmtid="{D5CDD505-2E9C-101B-9397-08002B2CF9AE}" pid="70" name="VerID">
    <vt:lpwstr>0</vt:lpwstr>
  </property>
  <property fmtid="{D5CDD505-2E9C-101B-9397-08002B2CF9AE}" pid="71" name="FilePath">
    <vt:lpwstr>\\S-FIL001PRO\360users\work\koncern\b40352</vt:lpwstr>
  </property>
  <property fmtid="{D5CDD505-2E9C-101B-9397-08002B2CF9AE}" pid="72" name="FileName">
    <vt:lpwstr>13-001248-06 Høringsbrev 4724238_3256398_0.DOCX</vt:lpwstr>
  </property>
  <property fmtid="{D5CDD505-2E9C-101B-9397-08002B2CF9AE}" pid="73" name="FullFileName">
    <vt:lpwstr>\\S-FIL001PRO\360users\work\koncern\b40352\13-001248-06 Høringsbrev 4724238_3256398_0.DOCX</vt:lpwstr>
  </property>
</Properties>
</file>