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8"/>
      </w:tblGrid>
      <w:tr w:rsidR="003F1867">
        <w:trPr>
          <w:cantSplit/>
          <w:trHeight w:hRule="exact" w:val="2552"/>
        </w:trPr>
        <w:tc>
          <w:tcPr>
            <w:tcW w:w="7258" w:type="dxa"/>
          </w:tcPr>
          <w:p w:rsidR="003F1867" w:rsidRPr="00BE64E0" w:rsidRDefault="00BE64E0">
            <w:pPr>
              <w:pStyle w:val="Brdtekst"/>
              <w:rPr>
                <w:sz w:val="24"/>
                <w:szCs w:val="24"/>
              </w:rPr>
            </w:pPr>
            <w:r w:rsidRPr="00BE64E0">
              <w:rPr>
                <w:sz w:val="24"/>
                <w:szCs w:val="24"/>
              </w:rPr>
              <w:t>Til myndigheder og organisationer på</w:t>
            </w:r>
          </w:p>
          <w:p w:rsidR="00BE64E0" w:rsidRDefault="00BE64E0" w:rsidP="00BE64E0">
            <w:pPr>
              <w:pStyle w:val="Brdtekst"/>
            </w:pPr>
            <w:r w:rsidRPr="00BE64E0">
              <w:rPr>
                <w:sz w:val="24"/>
                <w:szCs w:val="24"/>
              </w:rPr>
              <w:t>vedhæftede høringsliste</w:t>
            </w:r>
          </w:p>
        </w:tc>
      </w:tr>
    </w:tbl>
    <w:p w:rsidR="003F1867" w:rsidRPr="00C463A3" w:rsidRDefault="00811439">
      <w:pPr>
        <w:pStyle w:val="Overskrift1"/>
        <w:rPr>
          <w:szCs w:val="24"/>
        </w:rPr>
      </w:pPr>
      <w:bookmarkStart w:id="0" w:name="PCAoverskrift"/>
      <w:bookmarkEnd w:id="0"/>
      <w:r w:rsidRPr="00C463A3">
        <w:rPr>
          <w:szCs w:val="24"/>
        </w:rPr>
        <w:t>Høring over udkast til bekendtgørelse om førelse af et register over pålagte konkurskarantæner</w:t>
      </w:r>
    </w:p>
    <w:p w:rsidR="003F1867" w:rsidRPr="00C463A3" w:rsidRDefault="003F1867">
      <w:pPr>
        <w:pStyle w:val="Brdtekst"/>
        <w:rPr>
          <w:sz w:val="24"/>
          <w:szCs w:val="24"/>
        </w:rPr>
      </w:pPr>
    </w:p>
    <w:p w:rsidR="008F1EE1" w:rsidRPr="00C463A3" w:rsidRDefault="00811439" w:rsidP="00811439">
      <w:pPr>
        <w:jc w:val="both"/>
        <w:rPr>
          <w:sz w:val="24"/>
          <w:szCs w:val="24"/>
        </w:rPr>
      </w:pPr>
      <w:bookmarkStart w:id="1" w:name="PCAstart"/>
      <w:bookmarkStart w:id="2" w:name="Tekst7"/>
      <w:bookmarkEnd w:id="1"/>
      <w:r w:rsidRPr="00C463A3">
        <w:rPr>
          <w:sz w:val="24"/>
          <w:szCs w:val="24"/>
        </w:rPr>
        <w:t xml:space="preserve">Ved lov nr. 429 af 1. maj 2013 </w:t>
      </w:r>
      <w:r w:rsidR="00F008EE" w:rsidRPr="00C463A3">
        <w:rPr>
          <w:sz w:val="24"/>
          <w:szCs w:val="24"/>
        </w:rPr>
        <w:t>er</w:t>
      </w:r>
      <w:r w:rsidR="00406FE3" w:rsidRPr="00C463A3">
        <w:rPr>
          <w:sz w:val="24"/>
          <w:szCs w:val="24"/>
        </w:rPr>
        <w:t xml:space="preserve"> </w:t>
      </w:r>
      <w:r w:rsidR="00927E4D" w:rsidRPr="00C463A3">
        <w:rPr>
          <w:sz w:val="24"/>
          <w:szCs w:val="24"/>
        </w:rPr>
        <w:t xml:space="preserve">der i konkursloven indført </w:t>
      </w:r>
      <w:r w:rsidR="00406FE3" w:rsidRPr="00C463A3">
        <w:rPr>
          <w:sz w:val="24"/>
          <w:szCs w:val="24"/>
        </w:rPr>
        <w:t>regler om konkurskarantæne</w:t>
      </w:r>
      <w:r w:rsidR="001074DA" w:rsidRPr="00C463A3">
        <w:rPr>
          <w:sz w:val="24"/>
          <w:szCs w:val="24"/>
        </w:rPr>
        <w:t xml:space="preserve">. </w:t>
      </w:r>
      <w:r w:rsidR="005F597A" w:rsidRPr="00C463A3">
        <w:rPr>
          <w:sz w:val="24"/>
          <w:szCs w:val="24"/>
        </w:rPr>
        <w:t>D</w:t>
      </w:r>
      <w:r w:rsidR="001074DA" w:rsidRPr="00C463A3">
        <w:rPr>
          <w:sz w:val="24"/>
          <w:szCs w:val="24"/>
        </w:rPr>
        <w:t xml:space="preserve">et bliver </w:t>
      </w:r>
      <w:r w:rsidR="005F597A" w:rsidRPr="00C463A3">
        <w:rPr>
          <w:sz w:val="24"/>
          <w:szCs w:val="24"/>
        </w:rPr>
        <w:t xml:space="preserve">herved </w:t>
      </w:r>
      <w:r w:rsidR="001074DA" w:rsidRPr="00C463A3">
        <w:rPr>
          <w:sz w:val="24"/>
          <w:szCs w:val="24"/>
        </w:rPr>
        <w:t xml:space="preserve">muligt </w:t>
      </w:r>
      <w:r w:rsidRPr="00C463A3">
        <w:rPr>
          <w:sz w:val="24"/>
          <w:szCs w:val="24"/>
        </w:rPr>
        <w:t xml:space="preserve">at forhindre personer i at påtage sig ledelseshverv i </w:t>
      </w:r>
      <w:r w:rsidR="00406FE3" w:rsidRPr="00C463A3">
        <w:rPr>
          <w:sz w:val="24"/>
          <w:szCs w:val="24"/>
        </w:rPr>
        <w:t xml:space="preserve">visse </w:t>
      </w:r>
      <w:r w:rsidRPr="00C463A3">
        <w:rPr>
          <w:sz w:val="24"/>
          <w:szCs w:val="24"/>
        </w:rPr>
        <w:t xml:space="preserve">virksomheder, hvis de pågældende på grund af groft uforsvarlig forretningsførelse har vist sig uegnede hertil. </w:t>
      </w:r>
      <w:r w:rsidR="008F1EE1" w:rsidRPr="00C463A3">
        <w:rPr>
          <w:sz w:val="24"/>
          <w:szCs w:val="24"/>
        </w:rPr>
        <w:t>Justitsministeren sætter loven i kraft ved bekendtgørelse.</w:t>
      </w:r>
    </w:p>
    <w:p w:rsidR="008F1EE1" w:rsidRPr="00C463A3" w:rsidRDefault="008F1EE1" w:rsidP="00811439">
      <w:pPr>
        <w:jc w:val="both"/>
        <w:rPr>
          <w:sz w:val="24"/>
          <w:szCs w:val="24"/>
        </w:rPr>
      </w:pPr>
    </w:p>
    <w:p w:rsidR="00811439" w:rsidRPr="00C463A3" w:rsidRDefault="001074DA" w:rsidP="00811439">
      <w:pPr>
        <w:jc w:val="both"/>
        <w:rPr>
          <w:sz w:val="24"/>
          <w:szCs w:val="24"/>
        </w:rPr>
      </w:pPr>
      <w:r w:rsidRPr="00C463A3">
        <w:rPr>
          <w:sz w:val="24"/>
          <w:szCs w:val="24"/>
        </w:rPr>
        <w:t>Loven fastsætter</w:t>
      </w:r>
      <w:r w:rsidR="00811439" w:rsidRPr="00C463A3">
        <w:rPr>
          <w:sz w:val="24"/>
          <w:szCs w:val="24"/>
        </w:rPr>
        <w:t xml:space="preserve">, at Erhvervsstyrelsen skal føre registret over personer, der er pålagt konkurskarantæne. </w:t>
      </w:r>
      <w:r w:rsidR="008F1EE1" w:rsidRPr="00C463A3">
        <w:rPr>
          <w:sz w:val="24"/>
          <w:szCs w:val="24"/>
        </w:rPr>
        <w:t>I den forbindelse kan erhvervs- og vækstministeren efter forhandling med justitsministeren fastsætter regler om førelse af</w:t>
      </w:r>
      <w:r w:rsidR="00DB7D24" w:rsidRPr="00C463A3">
        <w:rPr>
          <w:sz w:val="24"/>
          <w:szCs w:val="24"/>
        </w:rPr>
        <w:t xml:space="preserve"> regist</w:t>
      </w:r>
      <w:r w:rsidR="008F1EE1" w:rsidRPr="00C463A3">
        <w:rPr>
          <w:sz w:val="24"/>
          <w:szCs w:val="24"/>
        </w:rPr>
        <w:t>ret, herunder indberetning af pålagte konkurskara</w:t>
      </w:r>
      <w:r w:rsidR="008F1EE1" w:rsidRPr="00C463A3">
        <w:rPr>
          <w:sz w:val="24"/>
          <w:szCs w:val="24"/>
        </w:rPr>
        <w:t>n</w:t>
      </w:r>
      <w:r w:rsidR="008F1EE1" w:rsidRPr="00C463A3">
        <w:rPr>
          <w:sz w:val="24"/>
          <w:szCs w:val="24"/>
        </w:rPr>
        <w:t>tæner til Erhvervsstyrelsen</w:t>
      </w:r>
      <w:r w:rsidR="00406FE3" w:rsidRPr="00C463A3">
        <w:rPr>
          <w:sz w:val="24"/>
          <w:szCs w:val="24"/>
        </w:rPr>
        <w:t>s register</w:t>
      </w:r>
      <w:r w:rsidR="008F1EE1" w:rsidRPr="00C463A3">
        <w:rPr>
          <w:sz w:val="24"/>
          <w:szCs w:val="24"/>
        </w:rPr>
        <w:t xml:space="preserve"> og om udlevering af oplysninger fra registret. </w:t>
      </w:r>
    </w:p>
    <w:p w:rsidR="008F1EE1" w:rsidRPr="00C463A3" w:rsidRDefault="008F1EE1" w:rsidP="00811439">
      <w:pPr>
        <w:jc w:val="both"/>
        <w:rPr>
          <w:sz w:val="24"/>
          <w:szCs w:val="24"/>
        </w:rPr>
      </w:pPr>
    </w:p>
    <w:bookmarkEnd w:id="2"/>
    <w:p w:rsidR="00811439" w:rsidRPr="00C463A3" w:rsidRDefault="008F1EE1" w:rsidP="00262984">
      <w:pPr>
        <w:pStyle w:val="Brdtekst"/>
        <w:jc w:val="both"/>
        <w:rPr>
          <w:sz w:val="24"/>
          <w:szCs w:val="24"/>
        </w:rPr>
      </w:pPr>
      <w:r w:rsidRPr="00C463A3">
        <w:rPr>
          <w:sz w:val="24"/>
          <w:szCs w:val="24"/>
        </w:rPr>
        <w:t xml:space="preserve">På denne baggrund </w:t>
      </w:r>
      <w:r w:rsidR="00406FE3" w:rsidRPr="00C463A3">
        <w:rPr>
          <w:sz w:val="24"/>
          <w:szCs w:val="24"/>
        </w:rPr>
        <w:t xml:space="preserve">sender </w:t>
      </w:r>
      <w:r w:rsidRPr="00C463A3">
        <w:rPr>
          <w:sz w:val="24"/>
          <w:szCs w:val="24"/>
        </w:rPr>
        <w:t>Erhvervsstyrelsen hermed udkast til bekend</w:t>
      </w:r>
      <w:r w:rsidRPr="00C463A3">
        <w:rPr>
          <w:sz w:val="24"/>
          <w:szCs w:val="24"/>
        </w:rPr>
        <w:t>t</w:t>
      </w:r>
      <w:r w:rsidRPr="00C463A3">
        <w:rPr>
          <w:sz w:val="24"/>
          <w:szCs w:val="24"/>
        </w:rPr>
        <w:t>gørelse om førelse af et register over pålagte konkurskarantæner (ko</w:t>
      </w:r>
      <w:r w:rsidRPr="00C463A3">
        <w:rPr>
          <w:sz w:val="24"/>
          <w:szCs w:val="24"/>
        </w:rPr>
        <w:t>n</w:t>
      </w:r>
      <w:r w:rsidRPr="00C463A3">
        <w:rPr>
          <w:sz w:val="24"/>
          <w:szCs w:val="24"/>
        </w:rPr>
        <w:t xml:space="preserve">kurskarantæneregistret) i høring. </w:t>
      </w:r>
      <w:r w:rsidR="00811439" w:rsidRPr="00C463A3">
        <w:rPr>
          <w:sz w:val="24"/>
          <w:szCs w:val="24"/>
        </w:rPr>
        <w:t>Bekendtgørelsen forventes at træde i kraft den 1. december 2013.</w:t>
      </w:r>
      <w:r w:rsidR="00AA5FE8" w:rsidRPr="00C463A3">
        <w:rPr>
          <w:sz w:val="24"/>
          <w:szCs w:val="24"/>
        </w:rPr>
        <w:t xml:space="preserve"> Bekendtgørelsens ikrafttræden vil blive k</w:t>
      </w:r>
      <w:r w:rsidR="00AA5FE8" w:rsidRPr="00C463A3">
        <w:rPr>
          <w:sz w:val="24"/>
          <w:szCs w:val="24"/>
        </w:rPr>
        <w:t>o</w:t>
      </w:r>
      <w:r w:rsidR="00AA5FE8" w:rsidRPr="00C463A3">
        <w:rPr>
          <w:sz w:val="24"/>
          <w:szCs w:val="24"/>
        </w:rPr>
        <w:t>ordineret med lovens ikrafttræden.</w:t>
      </w:r>
    </w:p>
    <w:p w:rsidR="00811439" w:rsidRPr="00C463A3" w:rsidRDefault="00811439" w:rsidP="00262984">
      <w:pPr>
        <w:jc w:val="both"/>
        <w:rPr>
          <w:sz w:val="24"/>
          <w:szCs w:val="24"/>
        </w:rPr>
      </w:pPr>
    </w:p>
    <w:p w:rsidR="003F1867" w:rsidRPr="00C463A3" w:rsidRDefault="00AA5FE8" w:rsidP="00262984">
      <w:pPr>
        <w:pStyle w:val="Brdtekst"/>
        <w:jc w:val="both"/>
        <w:rPr>
          <w:sz w:val="24"/>
          <w:szCs w:val="24"/>
        </w:rPr>
      </w:pPr>
      <w:r w:rsidRPr="00C463A3">
        <w:rPr>
          <w:sz w:val="24"/>
          <w:szCs w:val="24"/>
        </w:rPr>
        <w:t xml:space="preserve">Eventuelle bemærkninger til udkast til bekendtgørelse </w:t>
      </w:r>
      <w:r w:rsidR="00406FE3" w:rsidRPr="00C463A3">
        <w:rPr>
          <w:sz w:val="24"/>
          <w:szCs w:val="24"/>
        </w:rPr>
        <w:t>bedes sendt til</w:t>
      </w:r>
      <w:r w:rsidRPr="00C463A3">
        <w:rPr>
          <w:sz w:val="24"/>
          <w:szCs w:val="24"/>
        </w:rPr>
        <w:t xml:space="preserve"> Ida </w:t>
      </w:r>
      <w:bookmarkStart w:id="3" w:name="_GoBack"/>
      <w:bookmarkEnd w:id="3"/>
      <w:r w:rsidR="00480E59" w:rsidRPr="00C463A3">
        <w:rPr>
          <w:sz w:val="24"/>
          <w:szCs w:val="24"/>
        </w:rPr>
        <w:t>R</w:t>
      </w:r>
      <w:r w:rsidRPr="00C463A3">
        <w:rPr>
          <w:sz w:val="24"/>
          <w:szCs w:val="24"/>
        </w:rPr>
        <w:t xml:space="preserve">osenberg, </w:t>
      </w:r>
      <w:hyperlink r:id="rId8" w:history="1">
        <w:r w:rsidRPr="00C463A3">
          <w:rPr>
            <w:rStyle w:val="Hyperlink"/>
            <w:sz w:val="24"/>
            <w:szCs w:val="24"/>
          </w:rPr>
          <w:t>idaros@erst.dk</w:t>
        </w:r>
      </w:hyperlink>
      <w:r w:rsidRPr="00C463A3">
        <w:rPr>
          <w:sz w:val="24"/>
          <w:szCs w:val="24"/>
        </w:rPr>
        <w:t>, tlf. 35 29 13 52</w:t>
      </w:r>
      <w:r w:rsidR="00480E59" w:rsidRPr="00C463A3">
        <w:rPr>
          <w:sz w:val="24"/>
          <w:szCs w:val="24"/>
        </w:rPr>
        <w:t xml:space="preserve">, eller Helle Jahn, </w:t>
      </w:r>
      <w:hyperlink r:id="rId9" w:history="1">
        <w:r w:rsidR="00480E59" w:rsidRPr="00C463A3">
          <w:rPr>
            <w:rStyle w:val="Hyperlink"/>
            <w:sz w:val="24"/>
            <w:szCs w:val="24"/>
          </w:rPr>
          <w:t>he</w:t>
        </w:r>
        <w:r w:rsidR="00480E59" w:rsidRPr="00C463A3">
          <w:rPr>
            <w:rStyle w:val="Hyperlink"/>
            <w:sz w:val="24"/>
            <w:szCs w:val="24"/>
          </w:rPr>
          <w:t>l</w:t>
        </w:r>
        <w:r w:rsidR="00480E59" w:rsidRPr="00C463A3">
          <w:rPr>
            <w:rStyle w:val="Hyperlink"/>
            <w:sz w:val="24"/>
            <w:szCs w:val="24"/>
          </w:rPr>
          <w:t>jah@erst.dk</w:t>
        </w:r>
      </w:hyperlink>
      <w:r w:rsidR="00480E59" w:rsidRPr="00C463A3">
        <w:rPr>
          <w:sz w:val="24"/>
          <w:szCs w:val="24"/>
        </w:rPr>
        <w:t xml:space="preserve">, tlf. 35 29 13 67, </w:t>
      </w:r>
      <w:r w:rsidR="00480E59" w:rsidRPr="00C463A3">
        <w:rPr>
          <w:sz w:val="24"/>
          <w:szCs w:val="24"/>
          <w:u w:val="single"/>
        </w:rPr>
        <w:t>senest fredag den 22. november 2013 kl. 12.00.</w:t>
      </w:r>
      <w:r w:rsidRPr="00C463A3">
        <w:rPr>
          <w:sz w:val="24"/>
          <w:szCs w:val="24"/>
        </w:rPr>
        <w:t xml:space="preserve">  </w:t>
      </w:r>
    </w:p>
    <w:p w:rsidR="00AA5FE8" w:rsidRPr="00C463A3" w:rsidRDefault="00AA5FE8" w:rsidP="00262984">
      <w:pPr>
        <w:pStyle w:val="Brdtekst"/>
        <w:jc w:val="both"/>
        <w:rPr>
          <w:sz w:val="24"/>
          <w:szCs w:val="24"/>
        </w:rPr>
      </w:pPr>
    </w:p>
    <w:p w:rsidR="00AA5FE8" w:rsidRPr="00C463A3" w:rsidRDefault="00AA5FE8" w:rsidP="00262984">
      <w:pPr>
        <w:pStyle w:val="Brdtekst"/>
        <w:jc w:val="both"/>
        <w:rPr>
          <w:sz w:val="24"/>
          <w:szCs w:val="24"/>
        </w:rPr>
      </w:pPr>
    </w:p>
    <w:p w:rsidR="003F1867" w:rsidRPr="00C463A3" w:rsidRDefault="003F1867">
      <w:pPr>
        <w:pStyle w:val="Brdtekst"/>
        <w:rPr>
          <w:sz w:val="24"/>
          <w:szCs w:val="24"/>
        </w:rPr>
      </w:pPr>
      <w:r w:rsidRPr="00C463A3">
        <w:rPr>
          <w:sz w:val="24"/>
          <w:szCs w:val="24"/>
        </w:rPr>
        <w:t>Med venlig hilsen</w:t>
      </w:r>
      <w:bookmarkStart w:id="4" w:name="PCAmvh"/>
      <w:bookmarkEnd w:id="4"/>
    </w:p>
    <w:p w:rsidR="003F1867" w:rsidRPr="00C463A3" w:rsidRDefault="003F1867">
      <w:pPr>
        <w:pStyle w:val="Brdtekst"/>
        <w:rPr>
          <w:sz w:val="24"/>
          <w:szCs w:val="24"/>
        </w:rPr>
      </w:pPr>
    </w:p>
    <w:p w:rsidR="003F1867" w:rsidRPr="00C463A3" w:rsidRDefault="003F1867">
      <w:pPr>
        <w:pStyle w:val="Brdtekst"/>
        <w:rPr>
          <w:sz w:val="24"/>
          <w:szCs w:val="24"/>
        </w:rPr>
      </w:pPr>
    </w:p>
    <w:p w:rsidR="003F1867" w:rsidRPr="00C463A3" w:rsidRDefault="003F1867">
      <w:pPr>
        <w:pStyle w:val="Brdtekst"/>
        <w:rPr>
          <w:sz w:val="24"/>
          <w:szCs w:val="24"/>
        </w:rPr>
      </w:pPr>
    </w:p>
    <w:p w:rsidR="003F1867" w:rsidRPr="00C463A3" w:rsidRDefault="00811439">
      <w:pPr>
        <w:pStyle w:val="Brdtekst"/>
        <w:rPr>
          <w:sz w:val="24"/>
          <w:szCs w:val="24"/>
        </w:rPr>
      </w:pPr>
      <w:bookmarkStart w:id="5" w:name="PCAafsender"/>
      <w:bookmarkEnd w:id="5"/>
      <w:r w:rsidRPr="00C463A3">
        <w:rPr>
          <w:sz w:val="24"/>
          <w:szCs w:val="24"/>
        </w:rPr>
        <w:t>Ida Rosenberg</w:t>
      </w:r>
    </w:p>
    <w:p w:rsidR="00811439" w:rsidRPr="00C463A3" w:rsidRDefault="00811439" w:rsidP="00811439">
      <w:pPr>
        <w:pStyle w:val="BrdtekstLille"/>
        <w:rPr>
          <w:sz w:val="24"/>
          <w:szCs w:val="24"/>
        </w:rPr>
      </w:pPr>
      <w:r w:rsidRPr="00C463A3">
        <w:rPr>
          <w:sz w:val="24"/>
          <w:szCs w:val="24"/>
        </w:rPr>
        <w:t>Chefkonsulent</w:t>
      </w:r>
    </w:p>
    <w:p w:rsidR="00811439" w:rsidRPr="00C463A3" w:rsidRDefault="00811439" w:rsidP="00811439">
      <w:pPr>
        <w:pStyle w:val="Brdtekst"/>
        <w:rPr>
          <w:sz w:val="24"/>
          <w:szCs w:val="24"/>
        </w:rPr>
      </w:pPr>
    </w:p>
    <w:p w:rsidR="00811439" w:rsidRPr="00C463A3" w:rsidRDefault="00811439" w:rsidP="00811439">
      <w:pPr>
        <w:pStyle w:val="Brdtekst"/>
        <w:rPr>
          <w:sz w:val="24"/>
          <w:szCs w:val="24"/>
        </w:rPr>
      </w:pPr>
    </w:p>
    <w:p w:rsidR="00811439" w:rsidRDefault="00811439" w:rsidP="00811439">
      <w:pPr>
        <w:pStyle w:val="Brdtekst"/>
      </w:pPr>
    </w:p>
    <w:sectPr w:rsidR="00811439">
      <w:headerReference w:type="default" r:id="rId10"/>
      <w:headerReference w:type="first" r:id="rId11"/>
      <w:pgSz w:w="11906" w:h="16838" w:code="9"/>
      <w:pgMar w:top="2098" w:right="3742" w:bottom="851" w:left="1134" w:header="624" w:footer="567" w:gutter="0"/>
      <w:paperSrc w:first="2" w:other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085" w:rsidRDefault="00635085">
      <w:pPr>
        <w:spacing w:line="240" w:lineRule="auto"/>
      </w:pPr>
      <w:r>
        <w:separator/>
      </w:r>
    </w:p>
  </w:endnote>
  <w:endnote w:type="continuationSeparator" w:id="0">
    <w:p w:rsidR="00635085" w:rsidRDefault="006350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085" w:rsidRDefault="00635085">
      <w:pPr>
        <w:spacing w:line="240" w:lineRule="auto"/>
      </w:pPr>
      <w:r>
        <w:separator/>
      </w:r>
    </w:p>
  </w:footnote>
  <w:footnote w:type="continuationSeparator" w:id="0">
    <w:p w:rsidR="00635085" w:rsidRDefault="006350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867" w:rsidRDefault="003F1867">
    <w:pPr>
      <w:framePr w:w="1531" w:h="851" w:wrap="around" w:vAnchor="page" w:hAnchor="page" w:x="9186" w:y="721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406FE3">
      <w:rPr>
        <w:rStyle w:val="Sidetal"/>
        <w:noProof/>
      </w:rPr>
      <w:t>2</w:t>
    </w:r>
    <w:r>
      <w:rPr>
        <w:rStyle w:val="Sidetal"/>
      </w:rPr>
      <w:fldChar w:fldCharType="end"/>
    </w:r>
    <w:r>
      <w:rPr>
        <w:rStyle w:val="Sidetal"/>
      </w:rPr>
      <w:t>/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 w:rsidR="0077304F">
      <w:rPr>
        <w:rStyle w:val="Sidetal"/>
        <w:noProof/>
      </w:rPr>
      <w:t>1</w:t>
    </w:r>
    <w:r>
      <w:rPr>
        <w:rStyle w:val="Sidetal"/>
      </w:rPr>
      <w:fldChar w:fldCharType="end"/>
    </w:r>
  </w:p>
  <w:p w:rsidR="003F1867" w:rsidRDefault="003F1867">
    <w:pPr>
      <w:framePr w:w="1531" w:h="851" w:wrap="around" w:vAnchor="page" w:hAnchor="page" w:x="9186" w:y="721"/>
    </w:pPr>
  </w:p>
  <w:p w:rsidR="003F1867" w:rsidRDefault="003F1867">
    <w:pPr>
      <w:framePr w:w="1531" w:h="851" w:wrap="around" w:vAnchor="page" w:hAnchor="page" w:x="9186" w:y="721"/>
    </w:pPr>
  </w:p>
  <w:p w:rsidR="003F1867" w:rsidRDefault="003F186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4"/>
    </w:tblGrid>
    <w:tr w:rsidR="003F1867">
      <w:trPr>
        <w:trHeight w:val="50"/>
      </w:trPr>
      <w:tc>
        <w:tcPr>
          <w:tcW w:w="2494" w:type="dxa"/>
          <w:tcBorders>
            <w:bottom w:val="nil"/>
          </w:tcBorders>
        </w:tcPr>
        <w:p w:rsidR="003F1867" w:rsidRDefault="00811439">
          <w:pPr>
            <w:pStyle w:val="SkaktNormal"/>
            <w:framePr w:wrap="around" w:x="8988" w:y="1475"/>
          </w:pPr>
          <w:bookmarkStart w:id="6" w:name="PCAdato"/>
          <w:bookmarkEnd w:id="6"/>
          <w:r>
            <w:t>2</w:t>
          </w:r>
          <w:r w:rsidR="00C463A3">
            <w:t>5</w:t>
          </w:r>
          <w:r>
            <w:t>. oktober 2013</w:t>
          </w:r>
        </w:p>
        <w:p w:rsidR="003F1867" w:rsidRDefault="003F1867">
          <w:pPr>
            <w:pStyle w:val="SkaktNormal"/>
            <w:framePr w:wrap="around" w:x="8988" w:y="1475"/>
          </w:pPr>
          <w:bookmarkStart w:id="7" w:name="PCAini"/>
          <w:bookmarkEnd w:id="7"/>
        </w:p>
        <w:p w:rsidR="003F1867" w:rsidRDefault="003F1867">
          <w:pPr>
            <w:pStyle w:val="SkaktNormal"/>
            <w:framePr w:wrap="around" w:x="8988" w:y="1475"/>
          </w:pPr>
          <w:bookmarkStart w:id="8" w:name="PCAderesref"/>
          <w:bookmarkEnd w:id="8"/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fed"/>
            <w:framePr w:wrap="around" w:vAnchor="text" w:x="8988" w:y="1475"/>
            <w:rPr>
              <w:rFonts w:ascii="Arial" w:hAnsi="Arial"/>
              <w:noProof/>
              <w:spacing w:val="-8"/>
              <w:sz w:val="16"/>
            </w:rPr>
          </w:pPr>
          <w:r>
            <w:t>ERHVERVSSTYRELSEN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Dahlerups Pakhus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Langelinie  Allé 17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2100 København Ø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 xml:space="preserve"> </w:t>
          </w:r>
        </w:p>
        <w:p w:rsidR="004C1BCC" w:rsidRPr="004C1BCC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>Tlf.         35 29 10 00</w:t>
          </w:r>
        </w:p>
        <w:p w:rsidR="004C1BCC" w:rsidRPr="004C1BCC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>Fax        35 46 60 01</w:t>
          </w:r>
        </w:p>
        <w:p w:rsidR="004C1BCC" w:rsidRPr="004C1BCC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>CVR-nr  10 15 08 17</w:t>
          </w:r>
        </w:p>
        <w:p w:rsidR="004C1BCC" w:rsidRPr="00F008EE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F008EE">
            <w:rPr>
              <w:rFonts w:cs="Arial"/>
              <w:szCs w:val="16"/>
            </w:rPr>
            <w:t>E-post    erst@erst.dk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www.erst.dk</w:t>
          </w:r>
        </w:p>
        <w:p w:rsidR="003F1867" w:rsidRDefault="003F1867">
          <w:pPr>
            <w:pStyle w:val="SkaktNormal"/>
            <w:framePr w:wrap="around" w:x="8988" w:y="1475"/>
          </w:pPr>
        </w:p>
        <w:p w:rsidR="003F1867" w:rsidRPr="00B50FCC" w:rsidRDefault="003F1867">
          <w:pPr>
            <w:pStyle w:val="SkaktBlankLinje"/>
            <w:framePr w:wrap="around"/>
            <w:rPr>
              <w:lang w:val="da-DK"/>
            </w:rPr>
          </w:pPr>
        </w:p>
        <w:p w:rsidR="00B50FCC" w:rsidRDefault="00B50FCC" w:rsidP="00B50FCC">
          <w:pPr>
            <w:pStyle w:val="skaktfedlille"/>
            <w:framePr w:hSpace="142" w:wrap="around" w:vAnchor="text" w:hAnchor="page" w:x="8988" w:y="1475" w:anchorLock="1"/>
            <w:rPr>
              <w:lang w:val="da-DK"/>
            </w:rPr>
          </w:pPr>
          <w:r>
            <w:rPr>
              <w:lang w:val="da-DK"/>
            </w:rPr>
            <w:t>ERHVERVS- OG</w:t>
          </w:r>
        </w:p>
        <w:p w:rsidR="003F1867" w:rsidRDefault="00B50FCC" w:rsidP="00B50FCC">
          <w:pPr>
            <w:pStyle w:val="skaktfedlille"/>
            <w:rPr>
              <w:rFonts w:ascii="Arial" w:hAnsi="Arial"/>
              <w:noProof/>
              <w:spacing w:val="-8"/>
              <w:sz w:val="16"/>
            </w:rPr>
          </w:pPr>
          <w:r>
            <w:rPr>
              <w:lang w:val="da-DK"/>
            </w:rPr>
            <w:t>VÆKSTMINISTERIET</w:t>
          </w:r>
        </w:p>
      </w:tc>
    </w:tr>
  </w:tbl>
  <w:p w:rsidR="003F1867" w:rsidRDefault="00811439" w:rsidP="004910E3">
    <w:pPr>
      <w:pStyle w:val="Sidehoved"/>
      <w:jc w:val="center"/>
    </w:pPr>
    <w:r>
      <w:rPr>
        <w:noProof/>
        <w:lang w:eastAsia="da-DK"/>
      </w:rPr>
      <w:drawing>
        <wp:anchor distT="0" distB="0" distL="114300" distR="114300" simplePos="0" relativeHeight="251657728" behindDoc="1" locked="0" layoutInCell="1" allowOverlap="1" wp14:anchorId="5EDFEAD1" wp14:editId="4F403D47">
          <wp:simplePos x="0" y="0"/>
          <wp:positionH relativeFrom="column">
            <wp:posOffset>2123440</wp:posOffset>
          </wp:positionH>
          <wp:positionV relativeFrom="paragraph">
            <wp:posOffset>86995</wp:posOffset>
          </wp:positionV>
          <wp:extent cx="1710055" cy="450215"/>
          <wp:effectExtent l="0" t="0" r="4445" b="6985"/>
          <wp:wrapTight wrapText="bothSides">
            <wp:wrapPolygon edited="0">
              <wp:start x="0" y="0"/>
              <wp:lineTo x="0" y="21021"/>
              <wp:lineTo x="21416" y="21021"/>
              <wp:lineTo x="21416" y="0"/>
              <wp:lineTo x="0" y="0"/>
            </wp:wrapPolygon>
          </wp:wrapTight>
          <wp:docPr id="1" name="Billede 2" descr="Erhvervsstyrelsen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" descr="Erhvervsstyrelsen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39"/>
    <w:rsid w:val="0001129F"/>
    <w:rsid w:val="00030CB3"/>
    <w:rsid w:val="001074DA"/>
    <w:rsid w:val="00262984"/>
    <w:rsid w:val="002F620B"/>
    <w:rsid w:val="003D3C27"/>
    <w:rsid w:val="003F1867"/>
    <w:rsid w:val="00406FE3"/>
    <w:rsid w:val="00480E59"/>
    <w:rsid w:val="004910E3"/>
    <w:rsid w:val="004C1BCC"/>
    <w:rsid w:val="005F597A"/>
    <w:rsid w:val="006108AF"/>
    <w:rsid w:val="00635085"/>
    <w:rsid w:val="006F215B"/>
    <w:rsid w:val="00750E4F"/>
    <w:rsid w:val="0077304F"/>
    <w:rsid w:val="00811439"/>
    <w:rsid w:val="00842FE0"/>
    <w:rsid w:val="008B6DE7"/>
    <w:rsid w:val="008F1EE1"/>
    <w:rsid w:val="00927E4D"/>
    <w:rsid w:val="00994F56"/>
    <w:rsid w:val="009E4402"/>
    <w:rsid w:val="00A0210B"/>
    <w:rsid w:val="00A46F1F"/>
    <w:rsid w:val="00A95684"/>
    <w:rsid w:val="00AA5FE8"/>
    <w:rsid w:val="00AF0DB6"/>
    <w:rsid w:val="00AF3532"/>
    <w:rsid w:val="00B50FCC"/>
    <w:rsid w:val="00BE64E0"/>
    <w:rsid w:val="00C463A3"/>
    <w:rsid w:val="00C50D29"/>
    <w:rsid w:val="00CC7871"/>
    <w:rsid w:val="00D376D0"/>
    <w:rsid w:val="00DB7D24"/>
    <w:rsid w:val="00DD19EF"/>
    <w:rsid w:val="00DE21FC"/>
    <w:rsid w:val="00F0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spacing w:val="2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paragraph" w:customStyle="1" w:styleId="BlankLinje">
    <w:name w:val="BlankLinje"/>
    <w:basedOn w:val="Normal"/>
    <w:next w:val="Brdtekst"/>
    <w:rPr>
      <w:sz w:val="28"/>
    </w:rPr>
  </w:style>
  <w:style w:type="character" w:styleId="Hyperlink">
    <w:name w:val="Hyperlink"/>
    <w:basedOn w:val="Standardskrifttypeiafsnit"/>
    <w:uiPriority w:val="99"/>
    <w:unhideWhenUsed/>
    <w:rsid w:val="00AA5FE8"/>
    <w:rPr>
      <w:color w:val="0000FF" w:themeColor="hyperlink"/>
      <w:u w:val="single"/>
    </w:rPr>
  </w:style>
  <w:style w:type="paragraph" w:customStyle="1" w:styleId="BrdtekstLille">
    <w:name w:val="BrødtekstLille"/>
    <w:basedOn w:val="Normal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spacing w:val="2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paragraph" w:customStyle="1" w:styleId="BlankLinje">
    <w:name w:val="BlankLinje"/>
    <w:basedOn w:val="Normal"/>
    <w:next w:val="Brdtekst"/>
    <w:rPr>
      <w:sz w:val="28"/>
    </w:rPr>
  </w:style>
  <w:style w:type="character" w:styleId="Hyperlink">
    <w:name w:val="Hyperlink"/>
    <w:basedOn w:val="Standardskrifttypeiafsnit"/>
    <w:uiPriority w:val="99"/>
    <w:unhideWhenUsed/>
    <w:rsid w:val="00AA5FE8"/>
    <w:rPr>
      <w:color w:val="0000FF" w:themeColor="hyperlink"/>
      <w:u w:val="single"/>
    </w:rPr>
  </w:style>
  <w:style w:type="paragraph" w:customStyle="1" w:styleId="BrdtekstLille">
    <w:name w:val="BrødtekstLille"/>
    <w:basedOn w:val="Normal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ros@erst.d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eljah@erst.d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r\msoffice97\word97\ERST%20brev%20dk_med%20logo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ERST brev dk_med logo.dot</Template>
  <TotalTime>58</TotalTime>
  <Pages>1</Pages>
  <Words>216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Med venlig hilsen</vt:lpstr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 venlig hilsen</dc:title>
  <dc:subject/>
  <dc:creator>Ida Rosenberg</dc:creator>
  <cp:keywords/>
  <cp:lastModifiedBy>Ida Rosenberg</cp:lastModifiedBy>
  <cp:revision>13</cp:revision>
  <cp:lastPrinted>2013-10-25T10:06:00Z</cp:lastPrinted>
  <dcterms:created xsi:type="dcterms:W3CDTF">2013-10-24T14:04:00Z</dcterms:created>
  <dcterms:modified xsi:type="dcterms:W3CDTF">2013-10-25T13:33:00Z</dcterms:modified>
</cp:coreProperties>
</file>