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682F51" w:rsidRPr="00A56EBB" w:rsidRDefault="00682F51" w:rsidP="0061779C">
            <w:bookmarkStart w:id="1" w:name="_GoBack"/>
            <w:bookmarkEnd w:id="1"/>
          </w:p>
        </w:tc>
        <w:tc>
          <w:tcPr>
            <w:tcW w:w="1701" w:type="dxa"/>
          </w:tcPr>
          <w:p w:rsidR="008B2837" w:rsidRDefault="00C94052" w:rsidP="0061779C">
            <w:pPr>
              <w:pStyle w:val="Template-Adresse"/>
              <w:tabs>
                <w:tab w:val="left" w:pos="709"/>
              </w:tabs>
            </w:pPr>
            <w:r>
              <w:t>28. juni 2013</w:t>
            </w:r>
          </w:p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8B2837" w:rsidRDefault="00682F51" w:rsidP="008B2837">
      <w:pPr>
        <w:pStyle w:val="Normal-medluft"/>
      </w:pPr>
      <w:r>
        <w:rPr>
          <w:b/>
        </w:rPr>
        <w:t>Høring vedrørende forslag til lov om udbygning af Fynske Motorvej syd om Odense</w:t>
      </w:r>
    </w:p>
    <w:p w:rsidR="00682F51" w:rsidRDefault="00682F51" w:rsidP="008B2837">
      <w:pPr>
        <w:pStyle w:val="Normal-medluft"/>
      </w:pPr>
      <w:r>
        <w:t>Hermed følger udkast til forslag til lov om udbygning af Fynske Motorvej syd om Odense.</w:t>
      </w:r>
    </w:p>
    <w:p w:rsidR="00682F51" w:rsidRDefault="00682F51" w:rsidP="008B2837">
      <w:pPr>
        <w:pStyle w:val="Normal-medluft"/>
      </w:pPr>
      <w:r>
        <w:t>Lovforslaget er et led i udmøntningen af aftale af 21. marts 2013 mellem reg</w:t>
      </w:r>
      <w:r>
        <w:t>e</w:t>
      </w:r>
      <w:r>
        <w:t>ringen, Venstre, Dansk Folkeparti, Liberal Alliance og Det Konservative Folk</w:t>
      </w:r>
      <w:r>
        <w:t>e</w:t>
      </w:r>
      <w:r>
        <w:t>parti om ”En ny Storstrømsbro, Holstebromotorvejen mv.”.</w:t>
      </w:r>
    </w:p>
    <w:p w:rsidR="00443A19" w:rsidRDefault="00682F51" w:rsidP="00443A19">
      <w:pPr>
        <w:pStyle w:val="Normal-medluft"/>
      </w:pPr>
      <w:r>
        <w:t xml:space="preserve">Af aftalen </w:t>
      </w:r>
      <w:r w:rsidR="00C94052">
        <w:t>fremgår,</w:t>
      </w:r>
      <w:r w:rsidR="00443A19">
        <w:t xml:space="preserve"> at der fremsættes anlægslov for udbygning af Fynske M</w:t>
      </w:r>
      <w:r w:rsidR="00443A19">
        <w:t>o</w:t>
      </w:r>
      <w:r w:rsidR="00443A19">
        <w:t>torvej syd om Odense. D</w:t>
      </w:r>
      <w:r w:rsidR="00C94052">
        <w:t xml:space="preserve">er </w:t>
      </w:r>
      <w:r>
        <w:t xml:space="preserve">afsættes </w:t>
      </w:r>
      <w:r w:rsidR="000C7315">
        <w:t xml:space="preserve">i første omgang </w:t>
      </w:r>
      <w:r>
        <w:t>midler til</w:t>
      </w:r>
      <w:r w:rsidR="00DB23D8">
        <w:t xml:space="preserve"> gennemførelse af 1. etape, der omfatter</w:t>
      </w:r>
      <w:r w:rsidR="00C94052">
        <w:t xml:space="preserve"> anlæg af</w:t>
      </w:r>
      <w:r>
        <w:t xml:space="preserve"> et nyt tilslutningsanlæg</w:t>
      </w:r>
      <w:r w:rsidR="00DB23D8">
        <w:t xml:space="preserve"> 50, der skal skabe a</w:t>
      </w:r>
      <w:r w:rsidR="00DB23D8">
        <w:t>d</w:t>
      </w:r>
      <w:r w:rsidR="00DB23D8">
        <w:t xml:space="preserve">gang fra det kommende nye Odense Universitetshospital til motorvejen. </w:t>
      </w:r>
    </w:p>
    <w:p w:rsidR="00682F51" w:rsidRDefault="00DB23D8" w:rsidP="008B2837">
      <w:pPr>
        <w:pStyle w:val="Normal-medluft"/>
      </w:pPr>
      <w:r>
        <w:t xml:space="preserve">Transportministeriet skal anmode om eventuelle bemærkninger til lovforslaget senest </w:t>
      </w:r>
      <w:r w:rsidR="000C7315">
        <w:t xml:space="preserve">fredag d. </w:t>
      </w:r>
      <w:r w:rsidR="00D568F8">
        <w:t>16. august 2013.</w:t>
      </w:r>
    </w:p>
    <w:p w:rsidR="008B2837" w:rsidRDefault="008B2837" w:rsidP="008B2837">
      <w:pPr>
        <w:pStyle w:val="Sluthilsen1"/>
      </w:pPr>
      <w:bookmarkStart w:id="2" w:name="bmkOvers%C3%A6tMedVenligHilsen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2"/>
    </w:p>
    <w:p w:rsidR="008B2837" w:rsidRPr="00FC2576" w:rsidRDefault="00C94052" w:rsidP="008B2837">
      <w:pPr>
        <w:pStyle w:val="Sluthilsen1"/>
      </w:pPr>
      <w:r>
        <w:t>Sine Westergaard Lex</w:t>
      </w:r>
      <w:r w:rsidR="008B2837">
        <w:br/>
      </w:r>
      <w:bookmarkStart w:id="3" w:name="bmkFldchkUdkast"/>
      <w:bookmarkStart w:id="4" w:name="bmkFilePathName"/>
      <w:bookmarkStart w:id="5" w:name="bmkOvers%C3%A6tDate11"/>
      <w:bookmarkStart w:id="6" w:name="bmkDato1"/>
      <w:bookmarkStart w:id="7" w:name="bmkOvers%C3%A6tDato1"/>
      <w:bookmarkStart w:id="8" w:name="bmkOvers%C3%A6tDate1"/>
      <w:bookmarkEnd w:id="3"/>
      <w:bookmarkEnd w:id="4"/>
      <w:bookmarkEnd w:id="5"/>
      <w:bookmarkEnd w:id="6"/>
      <w:bookmarkEnd w:id="7"/>
      <w:bookmarkEnd w:id="8"/>
      <w:r>
        <w:t>Fuldmægtig</w:t>
      </w:r>
    </w:p>
    <w:sectPr w:rsidR="008B2837" w:rsidRPr="00FC2576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9B" w:rsidRDefault="009E709B" w:rsidP="00A56EBB">
      <w:pPr>
        <w:spacing w:line="240" w:lineRule="auto"/>
      </w:pPr>
      <w:r>
        <w:separator/>
      </w:r>
    </w:p>
  </w:endnote>
  <w:endnote w:type="continuationSeparator" w:id="0">
    <w:p w:rsidR="009E709B" w:rsidRDefault="009E709B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9B" w:rsidRDefault="009E709B" w:rsidP="00A56EBB">
      <w:pPr>
        <w:spacing w:line="240" w:lineRule="auto"/>
      </w:pPr>
      <w:r>
        <w:separator/>
      </w:r>
    </w:p>
  </w:footnote>
  <w:footnote w:type="continuationSeparator" w:id="0">
    <w:p w:rsidR="009E709B" w:rsidRDefault="009E709B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43A1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43A1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E64936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43A1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43A1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E64936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A56EBB">
    <w:pPr>
      <w:pStyle w:val="Sidehoved"/>
    </w:pP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3D07BB" wp14:editId="795E3FFC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9" w:name="bmkAfdeling"/>
                          <w:r>
                            <w:t>DEPARTeMENTET</w:t>
                          </w:r>
                          <w:bookmarkEnd w:id="9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Telefax</w:t>
                          </w:r>
                          <w:r>
                            <w:tab/>
                            <w:t>33 12 38 93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10" w:name="bmkAfdeling"/>
                    <w:r>
                      <w:t>DEPARTeMENTET</w:t>
                    </w:r>
                    <w:bookmarkEnd w:id="10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Telefax</w:t>
                    </w:r>
                    <w:r>
                      <w:tab/>
                      <w:t>33 12 38 93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0" distR="0" simplePos="0" relativeHeight="251659264" behindDoc="0" locked="0" layoutInCell="1" allowOverlap="1" wp14:anchorId="5E3A159D" wp14:editId="755C0BC3">
          <wp:simplePos x="0" y="0"/>
          <wp:positionH relativeFrom="page">
            <wp:posOffset>5177155</wp:posOffset>
          </wp:positionH>
          <wp:positionV relativeFrom="page">
            <wp:posOffset>360045</wp:posOffset>
          </wp:positionV>
          <wp:extent cx="2005200" cy="507600"/>
          <wp:effectExtent l="0" t="0" r="0" b="6985"/>
          <wp:wrapNone/>
          <wp:docPr id="1" name="Billede 1" descr="LogoS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2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90"/>
    <w:rsid w:val="00061880"/>
    <w:rsid w:val="000C7315"/>
    <w:rsid w:val="001A1309"/>
    <w:rsid w:val="001D6C26"/>
    <w:rsid w:val="00291C90"/>
    <w:rsid w:val="00334AE0"/>
    <w:rsid w:val="00372276"/>
    <w:rsid w:val="00443A19"/>
    <w:rsid w:val="004E64D4"/>
    <w:rsid w:val="00576295"/>
    <w:rsid w:val="005D173D"/>
    <w:rsid w:val="00616D97"/>
    <w:rsid w:val="00682F51"/>
    <w:rsid w:val="00766FAD"/>
    <w:rsid w:val="008B2837"/>
    <w:rsid w:val="0090472D"/>
    <w:rsid w:val="009E709B"/>
    <w:rsid w:val="00A23198"/>
    <w:rsid w:val="00A56EBB"/>
    <w:rsid w:val="00AD6648"/>
    <w:rsid w:val="00C42374"/>
    <w:rsid w:val="00C94052"/>
    <w:rsid w:val="00D568F8"/>
    <w:rsid w:val="00DB23D8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\AppData\Local\cBrain\F2\.tmp\1878f3cb-bd16-4803-ba0e-49f28623c77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DC653-8D94-49A7-9783-002829CB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1878f3cb-bd16-4803-ba0e-49f28623c775</Template>
  <TotalTime>2</TotalTime>
  <Pages>1</Pages>
  <Words>121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Marlene Kallan</dc:creator>
  <cp:lastModifiedBy>TRM Randi Lage Hansen</cp:lastModifiedBy>
  <cp:revision>3</cp:revision>
  <dcterms:created xsi:type="dcterms:W3CDTF">2013-06-28T14:05:00Z</dcterms:created>
  <dcterms:modified xsi:type="dcterms:W3CDTF">2013-06-28T14:06:00Z</dcterms:modified>
</cp:coreProperties>
</file>